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5C5" w:rsidRDefault="00982DB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Политическая программа Ленина в работах последних лет (1922-1923 гг.) 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последние годы жизни в условиях наступившего мирного периода после гражданской войны Ленин начал новое теоретическое осмысление и социализма и пролетарской государственности и партийного строительства. К этому добавлялись и другие его мысли, касавшиеся как в целом складывавшейся политической системы, представлявшейся тогда как система диктатуры пролетариата, так и тех ее составных частей, как профсоюзы, кооперативные и другие массовые организации.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его знаменитых работах проходит мысль о мерах и средствах обуздания бюрократизма. И ленинское «Письмо к съезду», и «Как нам реорганизовать Рабкрин», и «Лучше меньше да лучше»выражают одну мысль: сокрушить бюрократизм.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«Мы аппарат в сущности взяли старый от царя и буржуазии» и предлагает средства к преобразованию аппарата управления, среди которых главным видится ему жесткий контроль масс, прежде всего рабочих, над этим аппаратом. В этом смысл его предложения о резком увеличении численности ЦК за счет рабочих представителей, в этом же и смысл его плана реорганизации Рабкрина.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Ленин также ставил вторую задачу: поставить рынок под контроль плана и государства.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Революция, связанная с Первой Всемирной Империалистической войной. В такой войне должны были сказаться новые черты видоизмененные в зависимости от войны, так как никогда в мире еще не было такой войны в такой обстановке.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При общей закономерности развития во Всемирной истории предполагается существование отдельных «полос развития», своеобразных либо формой либо порядком своего развития.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Ленин замечает, что путь развития капитализма и буржуазной демократии был верно изложен в теории марксизма, ход истории внес незначительные поправки, но в контексте всемирной истории они играют небольшую роль. К таким поправкам Ленин относит следующие: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Первая мировая война создала условия для союза крестьян с рабочим движением.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Безвыходность положения народа открыла возможность к созданию новых посылок в развитии цивилизации (речь ведется о переходе к социализму), но это не изменило всеобщего хода истории.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Если для создания социализма требуется определенный уровень культуры, то он может быть получен революционным путем, который создаст предпосылки, а потом наверстает упущенное.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Изгнание помещиков и капиталистов.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работе «Лучше меньше да лучше « ставится вопрос о качестве госаппарата. В основе всего должна лежать всеобщая заинтересованность. «Один из наших недостатков — робость по отношению к изменениям, реформам. На сегодняшний день мелкое крестьянство (особенно при НЭПе) держится по экономической необходимости на крайне низком уровне производительности труда, также играют роль международная обстановка, послевоенный период в том, что Россия оказалась отброшенной назад. Следовательно, нужно проявить осторожность при сокращении рабочей власти, при удержании под ее авторитетом и руководством крестьянства.»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«Плюс в том, что в мире должна произойти всемирная социалистическая революция, но минус в том что империалисты раскололи мир на два лагеря. Нужно изгнать из общественных отношений следы излишеств, свести госаппарат к минимуму. «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работы «О кооперации»: «Раз государственная власть в руках рабочего класса, раз государственной власти принадлежат все средства производства, то задача наша — максимальное кооперирование населения. НЭП — уступка крестьянину как торговцу, уступка принципу частной торговли. В этом и состоит основное значение кооперации.»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Собственность на средства производства находится в руках государства, и переход к новым порядкам осуществится более легким и доступным для крестьянина путем. Кооперацию надо поставить политически так, чтобы не только она сама имела льготы (чисто имущественную: например, высота банковского процента).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Надо сужать кооперацию такими государственными средствами, которые хотя бы на немного превышали средства, которые ссужаются частным предпринимателям. Нужно сделать население цивилизованным, чтобы оно поняло все выгоды от поголовного участия в кооперации.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«И НЭП в этом отношении приноравливается к уровню самого обыкновенного крестьянина. Строй цивилизованных кооператоров при общественной собственности на средства производства, при классовой победе пролетариата над буржуазией — это есть строй социализма; строй, где средства производства принадлежат рабочему классу, ему же принадлежит государственная власть. Кооперация в обстановке капиталистического государства — коллективное капиталистическое учереждение. При соединении частнокапиталистических предприятий с предприятиями последовательно социалистического типа возникают кооперативные предприятия, рост кооперации тождественнен росту социализма. «</w:t>
      </w:r>
    </w:p>
    <w:p w:rsidR="004535C5" w:rsidRDefault="00982D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Изменение точки зрения на социализм: если раньше внимание уделялось революционной и политической борьбе, то теперь — мирной организации культурной работы.</w:t>
      </w:r>
    </w:p>
    <w:p w:rsidR="004535C5" w:rsidRDefault="004535C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535C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DB8"/>
    <w:rsid w:val="004535C5"/>
    <w:rsid w:val="0078534E"/>
    <w:rsid w:val="0098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7AD378-CBF6-4AAC-9BEE-190D7E3C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3084</Words>
  <Characters>1759</Characters>
  <Application>Microsoft Office Word</Application>
  <DocSecurity>0</DocSecurity>
  <Lines>14</Lines>
  <Paragraphs>9</Paragraphs>
  <ScaleCrop>false</ScaleCrop>
  <Company> </Company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Политическая программа Ленина в работах последних лет (1922-1923гг</dc:title>
  <dc:subject/>
  <dc:creator>USER</dc:creator>
  <cp:keywords/>
  <dc:description/>
  <cp:lastModifiedBy>admin</cp:lastModifiedBy>
  <cp:revision>2</cp:revision>
  <dcterms:created xsi:type="dcterms:W3CDTF">2014-01-26T00:10:00Z</dcterms:created>
  <dcterms:modified xsi:type="dcterms:W3CDTF">2014-01-26T00:10:00Z</dcterms:modified>
</cp:coreProperties>
</file>