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FC5" w:rsidRPr="009A0276" w:rsidRDefault="00CC0FC5" w:rsidP="00517A30">
      <w:pPr>
        <w:spacing w:line="360" w:lineRule="auto"/>
        <w:ind w:firstLine="709"/>
        <w:jc w:val="center"/>
        <w:rPr>
          <w:b/>
          <w:bCs/>
        </w:rPr>
      </w:pPr>
      <w:r w:rsidRPr="009A0276">
        <w:rPr>
          <w:b/>
          <w:bCs/>
        </w:rPr>
        <w:t>МИНИСТЕРСТВО ОБРАЗОВАНИЯ И НАУКИ РОССИЙСКОЙ ФЕДЕРАЦИИ</w:t>
      </w:r>
    </w:p>
    <w:p w:rsidR="00CC0FC5" w:rsidRPr="009A0276" w:rsidRDefault="00CC0FC5" w:rsidP="00517A30">
      <w:pPr>
        <w:spacing w:line="360" w:lineRule="auto"/>
        <w:ind w:firstLine="709"/>
        <w:jc w:val="center"/>
        <w:rPr>
          <w:b/>
          <w:bCs/>
        </w:rPr>
      </w:pPr>
      <w:r w:rsidRPr="009A0276">
        <w:rPr>
          <w:b/>
          <w:bCs/>
        </w:rPr>
        <w:t>ГОСУДАРСТВЕННОЕ ОБРАЗОВАТЕЛЬНОЕ УЧЕРЕЖДЕНИЕ</w:t>
      </w:r>
    </w:p>
    <w:p w:rsidR="00CC0FC5" w:rsidRPr="009A0276" w:rsidRDefault="00CC0FC5" w:rsidP="00517A30">
      <w:pPr>
        <w:spacing w:line="360" w:lineRule="auto"/>
        <w:ind w:firstLine="709"/>
        <w:jc w:val="center"/>
        <w:rPr>
          <w:b/>
          <w:bCs/>
        </w:rPr>
      </w:pPr>
      <w:r w:rsidRPr="009A0276">
        <w:rPr>
          <w:b/>
          <w:bCs/>
        </w:rPr>
        <w:t>ВЫСШЕГО ПРОФЕССИОНАЛЬНОГО ОБРАЗОВАНИЯ</w:t>
      </w:r>
    </w:p>
    <w:p w:rsidR="00CC0FC5" w:rsidRPr="009A0276" w:rsidRDefault="00CC0FC5" w:rsidP="00517A30">
      <w:pPr>
        <w:spacing w:line="360" w:lineRule="auto"/>
        <w:ind w:firstLine="709"/>
        <w:jc w:val="center"/>
        <w:rPr>
          <w:b/>
          <w:bCs/>
        </w:rPr>
      </w:pPr>
      <w:r w:rsidRPr="009A0276">
        <w:rPr>
          <w:b/>
          <w:bCs/>
        </w:rPr>
        <w:t>УФИМСКИЙ ГОСУДАРСТВЕННЫЙ НЕФТЯНОЙ ТЕХНИЧЕСКИЙ УНИВЕРСИТЕТ</w:t>
      </w:r>
    </w:p>
    <w:p w:rsidR="00CC0FC5" w:rsidRPr="009A0276" w:rsidRDefault="00CC0FC5" w:rsidP="00517A30">
      <w:pPr>
        <w:spacing w:line="360" w:lineRule="auto"/>
        <w:ind w:firstLine="709"/>
        <w:jc w:val="center"/>
        <w:rPr>
          <w:b/>
          <w:bCs/>
        </w:rPr>
      </w:pPr>
      <w:r w:rsidRPr="009A0276">
        <w:rPr>
          <w:b/>
          <w:bCs/>
        </w:rPr>
        <w:t>Филиал в г. Стерлитамаке</w:t>
      </w:r>
    </w:p>
    <w:p w:rsidR="00CC0FC5" w:rsidRPr="009A0276" w:rsidRDefault="00CC0FC5" w:rsidP="00517A30">
      <w:pPr>
        <w:spacing w:line="360" w:lineRule="auto"/>
        <w:ind w:firstLine="709"/>
        <w:jc w:val="center"/>
      </w:pPr>
      <w:r w:rsidRPr="009A0276">
        <w:rPr>
          <w:b/>
          <w:bCs/>
        </w:rPr>
        <w:t>Кафедра экологии и рационального природопользования</w:t>
      </w:r>
    </w:p>
    <w:p w:rsidR="00CC0FC5" w:rsidRPr="00F22A70" w:rsidRDefault="00CC0FC5" w:rsidP="00517A30">
      <w:pPr>
        <w:spacing w:line="360" w:lineRule="auto"/>
        <w:ind w:firstLine="709"/>
        <w:jc w:val="center"/>
        <w:rPr>
          <w:sz w:val="28"/>
          <w:szCs w:val="28"/>
        </w:rPr>
      </w:pPr>
    </w:p>
    <w:p w:rsidR="00CC0FC5" w:rsidRPr="00F22A70" w:rsidRDefault="00CC0FC5" w:rsidP="00517A30">
      <w:pPr>
        <w:spacing w:line="360" w:lineRule="auto"/>
        <w:ind w:firstLine="709"/>
        <w:jc w:val="center"/>
        <w:rPr>
          <w:sz w:val="28"/>
          <w:szCs w:val="28"/>
        </w:rPr>
      </w:pPr>
    </w:p>
    <w:p w:rsidR="00CC0FC5" w:rsidRPr="00F22A70" w:rsidRDefault="00CC0FC5" w:rsidP="00517A30">
      <w:pPr>
        <w:spacing w:line="360" w:lineRule="auto"/>
        <w:ind w:firstLine="709"/>
        <w:jc w:val="center"/>
        <w:rPr>
          <w:sz w:val="28"/>
          <w:szCs w:val="28"/>
        </w:rPr>
      </w:pPr>
    </w:p>
    <w:p w:rsidR="00CC0FC5" w:rsidRDefault="00161BE2" w:rsidP="00517A30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Воздействие установок АВТ на загрязнение окружающей среды</w:t>
      </w:r>
    </w:p>
    <w:p w:rsidR="00CC0FC5" w:rsidRPr="00CC0FC5" w:rsidRDefault="00CC0FC5" w:rsidP="00517A30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 w:rsidR="00CC0FC5" w:rsidRPr="009A0276" w:rsidRDefault="00CC0FC5" w:rsidP="00517A30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 предмету ОВОС и ЭЭ</w:t>
      </w:r>
    </w:p>
    <w:p w:rsidR="00CC0FC5" w:rsidRPr="00F22A70" w:rsidRDefault="00CC0FC5" w:rsidP="00517A30">
      <w:pPr>
        <w:spacing w:line="360" w:lineRule="auto"/>
        <w:ind w:firstLine="709"/>
        <w:jc w:val="center"/>
        <w:rPr>
          <w:sz w:val="28"/>
          <w:szCs w:val="28"/>
        </w:rPr>
      </w:pPr>
    </w:p>
    <w:p w:rsidR="00CC0FC5" w:rsidRPr="00F22A70" w:rsidRDefault="00CC0FC5" w:rsidP="00517A30">
      <w:pPr>
        <w:spacing w:line="360" w:lineRule="auto"/>
        <w:ind w:firstLine="709"/>
        <w:rPr>
          <w:sz w:val="28"/>
          <w:szCs w:val="28"/>
        </w:rPr>
      </w:pPr>
    </w:p>
    <w:p w:rsidR="00CC0FC5" w:rsidRDefault="00CC0FC5" w:rsidP="00517A30">
      <w:pPr>
        <w:spacing w:line="360" w:lineRule="auto"/>
        <w:ind w:firstLine="709"/>
        <w:rPr>
          <w:sz w:val="28"/>
          <w:szCs w:val="28"/>
        </w:rPr>
      </w:pPr>
    </w:p>
    <w:p w:rsidR="00CC0FC5" w:rsidRPr="00F22A70" w:rsidRDefault="00CC0FC5" w:rsidP="00517A30">
      <w:pPr>
        <w:tabs>
          <w:tab w:val="left" w:pos="4395"/>
        </w:tabs>
        <w:spacing w:line="360" w:lineRule="auto"/>
        <w:ind w:left="4395"/>
        <w:rPr>
          <w:sz w:val="28"/>
          <w:szCs w:val="28"/>
        </w:rPr>
      </w:pPr>
      <w:r w:rsidRPr="00F22A70">
        <w:rPr>
          <w:sz w:val="28"/>
          <w:szCs w:val="28"/>
        </w:rPr>
        <w:t>Выполнил: студент группы ОС-02-31</w:t>
      </w:r>
      <w:r>
        <w:rPr>
          <w:sz w:val="28"/>
          <w:szCs w:val="28"/>
        </w:rPr>
        <w:t xml:space="preserve"> </w:t>
      </w:r>
      <w:r w:rsidR="00161BE2">
        <w:rPr>
          <w:sz w:val="28"/>
          <w:szCs w:val="28"/>
        </w:rPr>
        <w:t>Маннанов Т.М.</w:t>
      </w:r>
    </w:p>
    <w:p w:rsidR="00CC0FC5" w:rsidRPr="00D0611B" w:rsidRDefault="00CC0FC5" w:rsidP="00517A30">
      <w:pPr>
        <w:tabs>
          <w:tab w:val="left" w:pos="4395"/>
        </w:tabs>
        <w:spacing w:line="360" w:lineRule="auto"/>
        <w:ind w:left="4395"/>
        <w:rPr>
          <w:sz w:val="28"/>
          <w:szCs w:val="28"/>
        </w:rPr>
      </w:pPr>
      <w:r w:rsidRPr="00F22A70">
        <w:rPr>
          <w:sz w:val="28"/>
          <w:szCs w:val="28"/>
        </w:rPr>
        <w:t>П</w:t>
      </w:r>
      <w:r>
        <w:rPr>
          <w:sz w:val="28"/>
          <w:szCs w:val="28"/>
        </w:rPr>
        <w:t xml:space="preserve">роверил: </w:t>
      </w:r>
      <w:r>
        <w:rPr>
          <w:sz w:val="28"/>
          <w:szCs w:val="28"/>
        </w:rPr>
        <w:tab/>
        <w:t>старший преподаватель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Лучинина Л.А.</w:t>
      </w:r>
    </w:p>
    <w:p w:rsidR="00CC0FC5" w:rsidRDefault="00CC0FC5" w:rsidP="00517A30">
      <w:pPr>
        <w:spacing w:line="360" w:lineRule="auto"/>
        <w:ind w:left="4962"/>
        <w:rPr>
          <w:sz w:val="28"/>
          <w:szCs w:val="28"/>
        </w:rPr>
      </w:pPr>
    </w:p>
    <w:p w:rsidR="00CC0FC5" w:rsidRDefault="00CC0FC5" w:rsidP="00517A30">
      <w:pPr>
        <w:spacing w:line="360" w:lineRule="auto"/>
        <w:ind w:left="4962"/>
        <w:rPr>
          <w:sz w:val="28"/>
          <w:szCs w:val="28"/>
        </w:rPr>
      </w:pPr>
    </w:p>
    <w:p w:rsidR="00161BE2" w:rsidRDefault="00161BE2" w:rsidP="00517A30">
      <w:pPr>
        <w:spacing w:line="360" w:lineRule="auto"/>
        <w:ind w:firstLine="709"/>
        <w:jc w:val="center"/>
        <w:rPr>
          <w:sz w:val="28"/>
          <w:szCs w:val="28"/>
        </w:rPr>
      </w:pPr>
    </w:p>
    <w:p w:rsidR="00517A30" w:rsidRDefault="00517A30" w:rsidP="00517A30">
      <w:pPr>
        <w:spacing w:line="360" w:lineRule="auto"/>
        <w:ind w:firstLine="709"/>
        <w:jc w:val="center"/>
        <w:rPr>
          <w:sz w:val="28"/>
          <w:szCs w:val="28"/>
        </w:rPr>
      </w:pPr>
    </w:p>
    <w:p w:rsidR="00517A30" w:rsidRDefault="00517A30" w:rsidP="00517A30">
      <w:pPr>
        <w:spacing w:line="360" w:lineRule="auto"/>
        <w:ind w:firstLine="709"/>
        <w:jc w:val="center"/>
        <w:rPr>
          <w:sz w:val="28"/>
          <w:szCs w:val="28"/>
        </w:rPr>
      </w:pPr>
    </w:p>
    <w:p w:rsidR="00161BE2" w:rsidRDefault="00161BE2" w:rsidP="00517A30">
      <w:pPr>
        <w:spacing w:line="360" w:lineRule="auto"/>
        <w:ind w:firstLine="709"/>
        <w:jc w:val="center"/>
        <w:rPr>
          <w:sz w:val="28"/>
          <w:szCs w:val="28"/>
        </w:rPr>
      </w:pPr>
    </w:p>
    <w:p w:rsidR="00517A30" w:rsidRDefault="00517A30" w:rsidP="00517A30">
      <w:pPr>
        <w:spacing w:line="360" w:lineRule="auto"/>
        <w:ind w:firstLine="709"/>
        <w:jc w:val="center"/>
        <w:rPr>
          <w:sz w:val="28"/>
          <w:szCs w:val="28"/>
        </w:rPr>
      </w:pPr>
    </w:p>
    <w:p w:rsidR="00517A30" w:rsidRDefault="00517A30" w:rsidP="00517A30">
      <w:pPr>
        <w:spacing w:line="360" w:lineRule="auto"/>
        <w:ind w:firstLine="709"/>
        <w:jc w:val="center"/>
        <w:rPr>
          <w:sz w:val="28"/>
          <w:szCs w:val="28"/>
        </w:rPr>
      </w:pPr>
    </w:p>
    <w:p w:rsidR="00517A30" w:rsidRDefault="009324F8" w:rsidP="00517A3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2006</w:t>
      </w:r>
    </w:p>
    <w:p w:rsidR="00CC0FC5" w:rsidRDefault="00517A30" w:rsidP="00517A3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CC0FC5" w:rsidRPr="00CC0FC5">
        <w:rPr>
          <w:b/>
          <w:bCs/>
          <w:sz w:val="28"/>
          <w:szCs w:val="28"/>
        </w:rPr>
        <w:t>Реферат</w:t>
      </w:r>
    </w:p>
    <w:p w:rsidR="00841472" w:rsidRDefault="00841472" w:rsidP="00517A30">
      <w:pPr>
        <w:spacing w:line="360" w:lineRule="auto"/>
        <w:ind w:firstLine="709"/>
        <w:jc w:val="both"/>
        <w:rPr>
          <w:sz w:val="28"/>
          <w:szCs w:val="28"/>
        </w:rPr>
      </w:pPr>
    </w:p>
    <w:p w:rsidR="00CC0FC5" w:rsidRPr="00CC0FC5" w:rsidRDefault="00CC0FC5" w:rsidP="00517A3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CC0FC5">
        <w:rPr>
          <w:sz w:val="28"/>
          <w:szCs w:val="28"/>
        </w:rPr>
        <w:t xml:space="preserve">На курсовую работу студента группы ОС-02-31  </w:t>
      </w:r>
      <w:r w:rsidR="00161BE2">
        <w:rPr>
          <w:sz w:val="28"/>
          <w:szCs w:val="28"/>
        </w:rPr>
        <w:t>Маннанова Т.М.</w:t>
      </w:r>
      <w:r w:rsidRPr="00CC0FC5">
        <w:rPr>
          <w:sz w:val="28"/>
          <w:szCs w:val="28"/>
        </w:rPr>
        <w:t xml:space="preserve"> по теме «</w:t>
      </w:r>
      <w:r w:rsidR="00161BE2">
        <w:rPr>
          <w:sz w:val="28"/>
          <w:szCs w:val="28"/>
        </w:rPr>
        <w:t>Воздействие установок АВТ на загрязнение окружающей среды</w:t>
      </w:r>
      <w:r w:rsidRPr="00CC0FC5">
        <w:rPr>
          <w:sz w:val="28"/>
          <w:szCs w:val="28"/>
        </w:rPr>
        <w:t>».</w:t>
      </w:r>
    </w:p>
    <w:p w:rsidR="00CC0FC5" w:rsidRPr="001E1305" w:rsidRDefault="00CC0FC5" w:rsidP="00517A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Расчетно-пояснитель</w:t>
      </w:r>
      <w:r w:rsidR="00161BE2">
        <w:rPr>
          <w:sz w:val="28"/>
          <w:szCs w:val="28"/>
        </w:rPr>
        <w:t>ная записка содержит 23 листа, 5 рисунков</w:t>
      </w:r>
      <w:r>
        <w:rPr>
          <w:sz w:val="28"/>
          <w:szCs w:val="28"/>
        </w:rPr>
        <w:t>, 4</w:t>
      </w:r>
      <w:r w:rsidRPr="001E1305">
        <w:rPr>
          <w:sz w:val="28"/>
          <w:szCs w:val="28"/>
        </w:rPr>
        <w:t xml:space="preserve"> наимено</w:t>
      </w:r>
      <w:r>
        <w:rPr>
          <w:sz w:val="28"/>
          <w:szCs w:val="28"/>
        </w:rPr>
        <w:t>вания</w:t>
      </w:r>
      <w:r w:rsidRPr="001E1305">
        <w:rPr>
          <w:sz w:val="28"/>
          <w:szCs w:val="28"/>
        </w:rPr>
        <w:t xml:space="preserve"> используемой литературы.</w:t>
      </w:r>
    </w:p>
    <w:p w:rsidR="00CC0FC5" w:rsidRPr="001E1305" w:rsidRDefault="009324F8" w:rsidP="00517A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курсовой работе</w:t>
      </w:r>
      <w:r w:rsidR="00CC0FC5" w:rsidRPr="001E1305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рассмотрены основные источ</w:t>
      </w:r>
      <w:r w:rsidR="00161BE2">
        <w:rPr>
          <w:sz w:val="28"/>
          <w:szCs w:val="28"/>
        </w:rPr>
        <w:t>ники загрязнения атмосферы при</w:t>
      </w:r>
      <w:r>
        <w:rPr>
          <w:sz w:val="28"/>
          <w:szCs w:val="28"/>
        </w:rPr>
        <w:t xml:space="preserve"> первичной переработки нефти, виды загрязняющих веществ выбрасываемых в атмосферу в результате работы </w:t>
      </w:r>
      <w:r w:rsidR="00161BE2">
        <w:rPr>
          <w:sz w:val="28"/>
          <w:szCs w:val="28"/>
        </w:rPr>
        <w:t>завода НПЗ ОАО «СНОС» установки АВТ.</w:t>
      </w:r>
    </w:p>
    <w:p w:rsidR="00161BE2" w:rsidRDefault="009324F8" w:rsidP="00517A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расчетной части расчетно-пояснительной записки представлены расчеты выбросов загрязняющих веществ от </w:t>
      </w:r>
      <w:r w:rsidR="00161BE2">
        <w:rPr>
          <w:sz w:val="28"/>
          <w:szCs w:val="28"/>
        </w:rPr>
        <w:t>печей атмосферной и вакуумной перегонки</w:t>
      </w:r>
      <w:r>
        <w:rPr>
          <w:sz w:val="28"/>
          <w:szCs w:val="28"/>
        </w:rPr>
        <w:t>; расчет и анализ рассеяния загрязняющих веществ, выделяемых в атмосферу при</w:t>
      </w:r>
      <w:r w:rsidR="00161BE2">
        <w:rPr>
          <w:sz w:val="28"/>
          <w:szCs w:val="28"/>
        </w:rPr>
        <w:t xml:space="preserve"> работе печей атмосферной и вакуумной перегонки. </w:t>
      </w:r>
    </w:p>
    <w:p w:rsidR="00161BE2" w:rsidRDefault="00161BE2" w:rsidP="00517A3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841472" w:rsidRDefault="00517A30" w:rsidP="00517A3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841472">
        <w:rPr>
          <w:b/>
          <w:bCs/>
          <w:sz w:val="28"/>
          <w:szCs w:val="28"/>
        </w:rPr>
        <w:t>Содержание</w:t>
      </w:r>
    </w:p>
    <w:p w:rsidR="00841472" w:rsidRPr="00CE57C4" w:rsidRDefault="00841472" w:rsidP="00517A30">
      <w:pPr>
        <w:spacing w:line="360" w:lineRule="auto"/>
        <w:ind w:firstLine="709"/>
        <w:jc w:val="center"/>
        <w:rPr>
          <w:sz w:val="28"/>
          <w:szCs w:val="28"/>
        </w:rPr>
      </w:pPr>
    </w:p>
    <w:p w:rsidR="00841472" w:rsidRPr="00CE57C4" w:rsidRDefault="00517A30" w:rsidP="00517A3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41472" w:rsidRPr="00CE57C4">
        <w:rPr>
          <w:sz w:val="28"/>
          <w:szCs w:val="28"/>
        </w:rPr>
        <w:t>Введение</w:t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DC28F3">
        <w:rPr>
          <w:sz w:val="28"/>
          <w:szCs w:val="28"/>
        </w:rPr>
        <w:t xml:space="preserve">     </w:t>
      </w:r>
      <w:r w:rsidR="00841472" w:rsidRPr="00CE57C4">
        <w:rPr>
          <w:sz w:val="28"/>
          <w:szCs w:val="28"/>
        </w:rPr>
        <w:t>5</w:t>
      </w:r>
    </w:p>
    <w:p w:rsidR="00841472" w:rsidRPr="00CE57C4" w:rsidRDefault="00CE57C4" w:rsidP="00517A30">
      <w:pPr>
        <w:spacing w:line="360" w:lineRule="auto"/>
        <w:rPr>
          <w:color w:val="000000"/>
          <w:sz w:val="28"/>
          <w:szCs w:val="28"/>
        </w:rPr>
      </w:pPr>
      <w:r w:rsidRPr="00CE57C4">
        <w:rPr>
          <w:sz w:val="28"/>
          <w:szCs w:val="28"/>
        </w:rPr>
        <w:t>1</w:t>
      </w:r>
      <w:r w:rsidR="00DC28F3">
        <w:rPr>
          <w:sz w:val="28"/>
          <w:szCs w:val="28"/>
        </w:rPr>
        <w:t xml:space="preserve">  </w:t>
      </w:r>
      <w:r w:rsidR="00AB3891">
        <w:rPr>
          <w:color w:val="000000"/>
          <w:sz w:val="28"/>
          <w:szCs w:val="28"/>
        </w:rPr>
        <w:t>Основная часть</w:t>
      </w:r>
      <w:r w:rsidR="00AB3891">
        <w:rPr>
          <w:color w:val="000000"/>
          <w:sz w:val="28"/>
          <w:szCs w:val="28"/>
        </w:rPr>
        <w:tab/>
      </w:r>
      <w:r w:rsidR="00AB3891">
        <w:rPr>
          <w:color w:val="000000"/>
          <w:sz w:val="28"/>
          <w:szCs w:val="28"/>
        </w:rPr>
        <w:tab/>
      </w:r>
      <w:r w:rsidR="00AB3891">
        <w:rPr>
          <w:color w:val="000000"/>
          <w:sz w:val="28"/>
          <w:szCs w:val="28"/>
        </w:rPr>
        <w:tab/>
      </w:r>
      <w:r w:rsidR="00AB3891">
        <w:rPr>
          <w:color w:val="000000"/>
          <w:sz w:val="28"/>
          <w:szCs w:val="28"/>
        </w:rPr>
        <w:tab/>
      </w:r>
      <w:r w:rsidRPr="00CE57C4">
        <w:rPr>
          <w:color w:val="000000"/>
          <w:sz w:val="28"/>
          <w:szCs w:val="28"/>
        </w:rPr>
        <w:tab/>
      </w:r>
      <w:r w:rsidR="00DC28F3">
        <w:rPr>
          <w:color w:val="000000"/>
          <w:sz w:val="28"/>
          <w:szCs w:val="28"/>
        </w:rPr>
        <w:t xml:space="preserve">   </w:t>
      </w:r>
      <w:r w:rsidR="00AB3891">
        <w:rPr>
          <w:color w:val="000000"/>
          <w:sz w:val="28"/>
          <w:szCs w:val="28"/>
        </w:rPr>
        <w:tab/>
      </w:r>
      <w:r w:rsidR="00AB3891">
        <w:rPr>
          <w:color w:val="000000"/>
          <w:sz w:val="28"/>
          <w:szCs w:val="28"/>
        </w:rPr>
        <w:tab/>
      </w:r>
      <w:r w:rsidR="00AB3891">
        <w:rPr>
          <w:color w:val="000000"/>
          <w:sz w:val="28"/>
          <w:szCs w:val="28"/>
        </w:rPr>
        <w:tab/>
      </w:r>
      <w:r w:rsidR="00AB3891">
        <w:rPr>
          <w:color w:val="000000"/>
          <w:sz w:val="28"/>
          <w:szCs w:val="28"/>
        </w:rPr>
        <w:tab/>
        <w:t xml:space="preserve">   </w:t>
      </w:r>
      <w:r w:rsidR="00DC28F3">
        <w:rPr>
          <w:color w:val="000000"/>
          <w:sz w:val="28"/>
          <w:szCs w:val="28"/>
        </w:rPr>
        <w:t xml:space="preserve">  </w:t>
      </w:r>
      <w:r w:rsidR="00994B08">
        <w:rPr>
          <w:sz w:val="28"/>
          <w:szCs w:val="28"/>
        </w:rPr>
        <w:t>7</w:t>
      </w:r>
    </w:p>
    <w:p w:rsidR="00841472" w:rsidRPr="00CE57C4" w:rsidRDefault="00841472" w:rsidP="00517A30">
      <w:pPr>
        <w:spacing w:line="360" w:lineRule="auto"/>
        <w:ind w:firstLine="708"/>
        <w:jc w:val="both"/>
        <w:rPr>
          <w:sz w:val="28"/>
          <w:szCs w:val="28"/>
        </w:rPr>
      </w:pPr>
      <w:r w:rsidRPr="00CE57C4">
        <w:rPr>
          <w:sz w:val="28"/>
          <w:szCs w:val="28"/>
        </w:rPr>
        <w:t xml:space="preserve">1.1 </w:t>
      </w:r>
      <w:r w:rsidRPr="00CE57C4">
        <w:rPr>
          <w:sz w:val="28"/>
          <w:szCs w:val="28"/>
        </w:rPr>
        <w:tab/>
      </w:r>
      <w:r w:rsidR="00AB3891">
        <w:rPr>
          <w:color w:val="000000"/>
          <w:sz w:val="28"/>
          <w:szCs w:val="28"/>
        </w:rPr>
        <w:t>Общая характеристика производственного процесса</w:t>
      </w:r>
      <w:r w:rsidR="00CE57C4" w:rsidRPr="00CE57C4">
        <w:rPr>
          <w:sz w:val="28"/>
          <w:szCs w:val="28"/>
        </w:rPr>
        <w:tab/>
      </w:r>
      <w:r w:rsidR="00AB3891">
        <w:rPr>
          <w:sz w:val="28"/>
          <w:szCs w:val="28"/>
        </w:rPr>
        <w:tab/>
      </w:r>
      <w:r w:rsidR="00994B08">
        <w:rPr>
          <w:sz w:val="28"/>
          <w:szCs w:val="28"/>
        </w:rPr>
        <w:t xml:space="preserve">     7</w:t>
      </w:r>
    </w:p>
    <w:p w:rsidR="00841472" w:rsidRPr="00CE57C4" w:rsidRDefault="00DC28F3" w:rsidP="00517A3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  </w:t>
      </w:r>
      <w:r w:rsidR="00AB3891">
        <w:rPr>
          <w:sz w:val="28"/>
          <w:szCs w:val="28"/>
        </w:rPr>
        <w:t>Расчетная часть</w:t>
      </w:r>
      <w:r w:rsidR="00AB3891">
        <w:rPr>
          <w:sz w:val="28"/>
          <w:szCs w:val="28"/>
        </w:rPr>
        <w:tab/>
      </w:r>
      <w:r w:rsidR="00AB3891">
        <w:rPr>
          <w:sz w:val="28"/>
          <w:szCs w:val="28"/>
        </w:rPr>
        <w:tab/>
      </w:r>
      <w:r w:rsidR="00AB3891">
        <w:rPr>
          <w:sz w:val="28"/>
          <w:szCs w:val="28"/>
        </w:rPr>
        <w:tab/>
      </w:r>
      <w:r w:rsidR="00AB3891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AB3891">
        <w:rPr>
          <w:sz w:val="28"/>
          <w:szCs w:val="28"/>
        </w:rPr>
        <w:t xml:space="preserve">   </w:t>
      </w:r>
      <w:r w:rsidR="00994B08">
        <w:rPr>
          <w:sz w:val="28"/>
          <w:szCs w:val="28"/>
        </w:rPr>
        <w:t xml:space="preserve">  9</w:t>
      </w:r>
    </w:p>
    <w:p w:rsidR="00AB3891" w:rsidRDefault="00AB3891" w:rsidP="00517A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 </w:t>
      </w:r>
      <w:r>
        <w:rPr>
          <w:sz w:val="28"/>
          <w:szCs w:val="28"/>
        </w:rPr>
        <w:tab/>
      </w:r>
      <w:r w:rsidRPr="00AB3891">
        <w:rPr>
          <w:sz w:val="28"/>
          <w:szCs w:val="28"/>
        </w:rPr>
        <w:t>Расчет выбросов загрязняющих веществ от печей АВТ</w:t>
      </w:r>
      <w:r>
        <w:rPr>
          <w:sz w:val="28"/>
          <w:szCs w:val="28"/>
        </w:rPr>
        <w:tab/>
      </w:r>
      <w:r w:rsidR="00994B08">
        <w:rPr>
          <w:sz w:val="28"/>
          <w:szCs w:val="28"/>
        </w:rPr>
        <w:t xml:space="preserve">     9</w:t>
      </w:r>
    </w:p>
    <w:p w:rsidR="00AB3891" w:rsidRDefault="00AB3891" w:rsidP="00517A3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>
        <w:rPr>
          <w:sz w:val="28"/>
          <w:szCs w:val="28"/>
        </w:rPr>
        <w:tab/>
      </w:r>
      <w:r w:rsidRPr="00AB3891">
        <w:rPr>
          <w:sz w:val="28"/>
          <w:szCs w:val="28"/>
        </w:rPr>
        <w:t xml:space="preserve">Расчет и анализ рассеяния загрязняющих веществ </w:t>
      </w:r>
    </w:p>
    <w:p w:rsidR="00841472" w:rsidRPr="00CE57C4" w:rsidRDefault="00AB3891" w:rsidP="00866B1E">
      <w:pPr>
        <w:spacing w:line="360" w:lineRule="auto"/>
        <w:ind w:firstLine="708"/>
        <w:jc w:val="both"/>
        <w:rPr>
          <w:sz w:val="28"/>
          <w:szCs w:val="28"/>
        </w:rPr>
      </w:pPr>
      <w:r w:rsidRPr="00AB3891">
        <w:rPr>
          <w:sz w:val="28"/>
          <w:szCs w:val="28"/>
        </w:rPr>
        <w:t>выделяющихся в атмосферу</w:t>
      </w:r>
      <w:r w:rsidR="00841472" w:rsidRPr="00AB3891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994B08">
        <w:rPr>
          <w:sz w:val="28"/>
          <w:szCs w:val="28"/>
        </w:rPr>
        <w:t>16</w:t>
      </w:r>
    </w:p>
    <w:p w:rsidR="00866B1E" w:rsidRDefault="00841472" w:rsidP="00517A30">
      <w:pPr>
        <w:spacing w:line="360" w:lineRule="auto"/>
        <w:jc w:val="both"/>
        <w:rPr>
          <w:sz w:val="28"/>
          <w:szCs w:val="28"/>
        </w:rPr>
      </w:pPr>
      <w:r w:rsidRPr="00CE57C4">
        <w:rPr>
          <w:sz w:val="28"/>
          <w:szCs w:val="28"/>
        </w:rPr>
        <w:tab/>
      </w:r>
      <w:r w:rsidR="00AB3891">
        <w:rPr>
          <w:sz w:val="28"/>
          <w:szCs w:val="28"/>
        </w:rPr>
        <w:t>Выводы</w:t>
      </w:r>
      <w:r w:rsidRPr="00CE57C4">
        <w:rPr>
          <w:sz w:val="28"/>
          <w:szCs w:val="28"/>
        </w:rPr>
        <w:tab/>
      </w:r>
      <w:r w:rsidRPr="00CE57C4">
        <w:rPr>
          <w:sz w:val="28"/>
          <w:szCs w:val="28"/>
        </w:rPr>
        <w:tab/>
      </w:r>
      <w:r w:rsidRPr="00CE57C4">
        <w:rPr>
          <w:sz w:val="28"/>
          <w:szCs w:val="28"/>
        </w:rPr>
        <w:tab/>
      </w:r>
      <w:r w:rsidRPr="00CE57C4">
        <w:rPr>
          <w:sz w:val="28"/>
          <w:szCs w:val="28"/>
        </w:rPr>
        <w:tab/>
      </w:r>
      <w:r w:rsidRPr="00CE57C4">
        <w:rPr>
          <w:sz w:val="28"/>
          <w:szCs w:val="28"/>
        </w:rPr>
        <w:tab/>
      </w:r>
      <w:r w:rsidR="00866B1E">
        <w:rPr>
          <w:sz w:val="28"/>
          <w:szCs w:val="28"/>
        </w:rPr>
        <w:tab/>
      </w:r>
      <w:r w:rsidRPr="00CE57C4">
        <w:rPr>
          <w:sz w:val="28"/>
          <w:szCs w:val="28"/>
        </w:rPr>
        <w:tab/>
      </w:r>
      <w:r w:rsidRPr="00CE57C4">
        <w:rPr>
          <w:sz w:val="28"/>
          <w:szCs w:val="28"/>
        </w:rPr>
        <w:tab/>
      </w:r>
      <w:r w:rsidR="00AB3891">
        <w:rPr>
          <w:sz w:val="28"/>
          <w:szCs w:val="28"/>
        </w:rPr>
        <w:tab/>
      </w:r>
      <w:r w:rsidR="00AB3891">
        <w:rPr>
          <w:sz w:val="28"/>
          <w:szCs w:val="28"/>
        </w:rPr>
        <w:tab/>
        <w:t xml:space="preserve">   </w:t>
      </w:r>
      <w:r w:rsidRPr="00CE57C4">
        <w:rPr>
          <w:sz w:val="28"/>
          <w:szCs w:val="28"/>
        </w:rPr>
        <w:t>2</w:t>
      </w:r>
      <w:r w:rsidR="00994B08">
        <w:rPr>
          <w:sz w:val="28"/>
          <w:szCs w:val="28"/>
        </w:rPr>
        <w:t>1</w:t>
      </w:r>
    </w:p>
    <w:p w:rsidR="00841472" w:rsidRPr="00CE57C4" w:rsidRDefault="00AB3891" w:rsidP="00517A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>Список использованных источников</w:t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841472" w:rsidRPr="00CE57C4">
        <w:rPr>
          <w:sz w:val="28"/>
          <w:szCs w:val="28"/>
        </w:rPr>
        <w:tab/>
      </w:r>
      <w:r w:rsidR="00994B08">
        <w:rPr>
          <w:sz w:val="28"/>
          <w:szCs w:val="28"/>
        </w:rPr>
        <w:t xml:space="preserve">   </w:t>
      </w:r>
      <w:r w:rsidR="00841472" w:rsidRPr="00CE57C4">
        <w:rPr>
          <w:sz w:val="28"/>
          <w:szCs w:val="28"/>
        </w:rPr>
        <w:t>22</w:t>
      </w:r>
    </w:p>
    <w:p w:rsidR="00866B1E" w:rsidRDefault="00841472" w:rsidP="00517A30">
      <w:pPr>
        <w:spacing w:line="360" w:lineRule="auto"/>
        <w:jc w:val="both"/>
        <w:rPr>
          <w:sz w:val="28"/>
          <w:szCs w:val="28"/>
        </w:rPr>
      </w:pPr>
      <w:r w:rsidRPr="00CE57C4">
        <w:rPr>
          <w:sz w:val="28"/>
          <w:szCs w:val="28"/>
        </w:rPr>
        <w:tab/>
        <w:t xml:space="preserve">Приложение </w:t>
      </w:r>
      <w:r w:rsidR="00AB3891">
        <w:rPr>
          <w:sz w:val="28"/>
          <w:szCs w:val="28"/>
        </w:rPr>
        <w:t>1</w:t>
      </w:r>
      <w:r w:rsidRPr="00CE57C4">
        <w:rPr>
          <w:sz w:val="28"/>
          <w:szCs w:val="28"/>
        </w:rPr>
        <w:tab/>
      </w:r>
      <w:r w:rsidRPr="00CE57C4">
        <w:rPr>
          <w:sz w:val="28"/>
          <w:szCs w:val="28"/>
        </w:rPr>
        <w:tab/>
      </w:r>
      <w:r w:rsidRPr="00CE57C4">
        <w:rPr>
          <w:sz w:val="28"/>
          <w:szCs w:val="28"/>
        </w:rPr>
        <w:tab/>
      </w:r>
      <w:r w:rsidRPr="00CE57C4">
        <w:rPr>
          <w:sz w:val="28"/>
          <w:szCs w:val="28"/>
        </w:rPr>
        <w:tab/>
      </w:r>
      <w:r w:rsidRPr="00CE57C4">
        <w:rPr>
          <w:sz w:val="28"/>
          <w:szCs w:val="28"/>
        </w:rPr>
        <w:tab/>
      </w:r>
      <w:r w:rsidRPr="00CE57C4">
        <w:rPr>
          <w:sz w:val="28"/>
          <w:szCs w:val="28"/>
        </w:rPr>
        <w:tab/>
      </w:r>
      <w:r w:rsidRPr="00CE57C4">
        <w:rPr>
          <w:sz w:val="28"/>
          <w:szCs w:val="28"/>
        </w:rPr>
        <w:tab/>
      </w:r>
      <w:r w:rsidRPr="00CE57C4">
        <w:rPr>
          <w:sz w:val="28"/>
          <w:szCs w:val="28"/>
        </w:rPr>
        <w:tab/>
      </w:r>
      <w:r w:rsidRPr="00CE57C4">
        <w:rPr>
          <w:sz w:val="28"/>
          <w:szCs w:val="28"/>
        </w:rPr>
        <w:tab/>
      </w:r>
      <w:r w:rsidR="00994B08">
        <w:rPr>
          <w:sz w:val="28"/>
          <w:szCs w:val="28"/>
        </w:rPr>
        <w:t xml:space="preserve">   </w:t>
      </w:r>
      <w:r w:rsidRPr="00CE57C4">
        <w:rPr>
          <w:sz w:val="28"/>
          <w:szCs w:val="28"/>
        </w:rPr>
        <w:t>23</w:t>
      </w:r>
    </w:p>
    <w:p w:rsidR="00A90CBA" w:rsidRPr="00AB3891" w:rsidRDefault="00866B1E" w:rsidP="00866B1E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AB3891">
        <w:rPr>
          <w:caps/>
          <w:sz w:val="28"/>
          <w:szCs w:val="28"/>
        </w:rPr>
        <w:t>Введение</w:t>
      </w:r>
    </w:p>
    <w:p w:rsidR="00A90CBA" w:rsidRDefault="00A90CBA" w:rsidP="00517A30">
      <w:pPr>
        <w:spacing w:line="360" w:lineRule="auto"/>
        <w:ind w:firstLine="709"/>
        <w:rPr>
          <w:sz w:val="28"/>
          <w:szCs w:val="28"/>
        </w:rPr>
      </w:pPr>
    </w:p>
    <w:p w:rsidR="00A90CBA" w:rsidRDefault="00A90CBA" w:rsidP="00866B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переходом на интенсивные методы технологии и строительством крупных и комбинированных установок, все большую роль играет повышение качества расчетов процессов и аппаратов в нефтепереработке, оптимизация действующих и  проектируемых технологических схем. Особое место отводится вопросам тщательного обезвоживания и обессоливания нефти, как основному условию повышения технико-экономических показателей производства за счет увеличения межремонтных пробегов технических установок, снижения возможности отравления катализаторов.</w:t>
      </w:r>
    </w:p>
    <w:p w:rsidR="00A90CBA" w:rsidRDefault="00A90CBA" w:rsidP="00866B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Сейчас важной проблемой перерабатывающей промышленности является обеспечение углубленной переработки нефти и существенное увеличение выработки моторных топлив, а также сырья для химической, нефтехимической и микробиологической промышленности. Повышение эффективности использования нефти в процессе ее первичной и вторичной переработки прежде всего связанно с углублением отбора нефтепродуктов. Эта задача должна реализовываться за счет интенсификации и реконструкции действующих установок первичной и вторичной переработки нефти. Основой реконструкции является прежде всего надежные проверочные расчеты, позволяющие уточнить оптимальные параметры того или иного процесса и определить запас по производительности имеющихся аппаратов и оборудования.</w:t>
      </w:r>
    </w:p>
    <w:p w:rsidR="00A90CBA" w:rsidRDefault="00A90CBA" w:rsidP="00866B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увеличении глубины переработки нефти в 1.2-1.4 раза против современного уровня расхода нефти может быть уменьшен на 20-35 %, увеличение мощностей НПЗ требует повышения эффективности мер по охране окружающей среды от вредных выбросов. Успешное решение экологических проблем в значительной степени зависит от рационального проектирования и совершенствования таких технологических процессов как системы факельного хозяйства, каталитического обезвреживания газовых выбросов и очистки производственных сточных вод.</w:t>
      </w:r>
    </w:p>
    <w:p w:rsidR="00AB3891" w:rsidRDefault="00AB3891" w:rsidP="00866B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>На установках АВТ в атмосферном блоке применяем схему с предварительной отбензинивающей колонной. Эта колонна нужна для защиты основной колонны от воздействия коррозии. Предварительно удаляя легкую бензиновую фракцию в теплообменниках и змеевиках печи создается высокое давление, а это значит можно использовать более дешевое оборудование без усиления его прочности.</w:t>
      </w:r>
    </w:p>
    <w:p w:rsidR="00AB3891" w:rsidRDefault="00AB3891" w:rsidP="00866B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верха основной колонны выводятся пары бензина и воды, и через конденсатор-холодильник направляются в газосепаратор, откуда часть бензина возвращается в основную колонну в виде острого орошения (так же острое орошение применяется и в стабилизационной колонне). Боковые погоны основной колонны - фракции керосина и дизельного топлива - выводятся через отпарную колонну (избыточное тепло этой колонны отводится циркуляционным орошением. Мазут с низа колонны забирается насосом, прокачивается через печь в вакуумную колонну. Вакуум в колонне создается барометрическим конденсатором и вакуумными насосами, тем самым снижается температура кипения мазута.</w:t>
      </w:r>
    </w:p>
    <w:p w:rsidR="00AB3891" w:rsidRDefault="00AB3891" w:rsidP="00866B1E">
      <w:pPr>
        <w:spacing w:line="360" w:lineRule="auto"/>
        <w:ind w:firstLine="709"/>
        <w:jc w:val="both"/>
        <w:rPr>
          <w:sz w:val="28"/>
          <w:szCs w:val="28"/>
        </w:rPr>
      </w:pPr>
    </w:p>
    <w:p w:rsidR="00AB3891" w:rsidRDefault="00AB3891" w:rsidP="00866B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бензиновых фракциях получаемых на АВТ содержатся растворённые газы, поэтому их подвергают физической стабилизации в ректификационных колоннах-стабилизаторах.</w:t>
      </w:r>
    </w:p>
    <w:p w:rsidR="00AB3891" w:rsidRDefault="00AB3891" w:rsidP="00866B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Обессоленная нефть нагревается в теплообменниках с помощью тепла отводимых продуктов и двумя циркуляционными потоками - это тепло циркуляционных орошений основной и вакуумной колонн.</w:t>
      </w:r>
    </w:p>
    <w:p w:rsidR="00AB3891" w:rsidRDefault="00AB3891" w:rsidP="00866B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 тарелки выбираем в зависимости от величины и соотношения нагрузок по пару и жидкости, их физических свойств и требуемой четкости разделения. Для атмосферной колонны выбираем колпачковые тарелки. Они наиболее универсальны, обеспечивают устойчивую работу. При вакуумной перегонки в колоннах всех диаметров рекомендуются струйные тарелки, которые обеспечивают брызгоулавливание.</w:t>
      </w:r>
    </w:p>
    <w:p w:rsidR="00AB3891" w:rsidRDefault="00AB3891" w:rsidP="00517A3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установках АВТ для перекачки жидкости используются центробежные насосы. Они обеспечивают равномерную подачу продукта, занимают меньше места, имеют более простую конструкцию. Они выпускаются с ротором и колесом, детали проточной части изготавливаются из углеродистой, хромистой и хромоникелевой стали.</w:t>
      </w:r>
    </w:p>
    <w:p w:rsidR="00866B1E" w:rsidRDefault="00AB3891" w:rsidP="00517A3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низу вакуумной колонны используется поршневой насос, а в верху пароэжекторный.</w:t>
      </w:r>
    </w:p>
    <w:p w:rsidR="00161BE2" w:rsidRDefault="00866B1E" w:rsidP="00866B1E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161BE2">
        <w:rPr>
          <w:b/>
          <w:bCs/>
          <w:sz w:val="28"/>
          <w:szCs w:val="28"/>
        </w:rPr>
        <w:t>1. Основная часть</w:t>
      </w:r>
    </w:p>
    <w:p w:rsidR="00866B1E" w:rsidRDefault="00866B1E" w:rsidP="00866B1E">
      <w:pPr>
        <w:spacing w:line="360" w:lineRule="auto"/>
        <w:ind w:firstLine="709"/>
        <w:rPr>
          <w:b/>
          <w:bCs/>
          <w:sz w:val="28"/>
          <w:szCs w:val="28"/>
        </w:rPr>
      </w:pPr>
    </w:p>
    <w:p w:rsidR="00161BE2" w:rsidRPr="00161BE2" w:rsidRDefault="00161BE2" w:rsidP="00517A3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  </w:t>
      </w:r>
      <w:r w:rsidRPr="00161BE2">
        <w:rPr>
          <w:b/>
          <w:bCs/>
          <w:sz w:val="28"/>
          <w:szCs w:val="28"/>
        </w:rPr>
        <w:t>Общая характерис</w:t>
      </w:r>
      <w:r>
        <w:rPr>
          <w:b/>
          <w:bCs/>
          <w:sz w:val="28"/>
          <w:szCs w:val="28"/>
        </w:rPr>
        <w:t>тика производственного процесса</w:t>
      </w:r>
    </w:p>
    <w:p w:rsidR="00161BE2" w:rsidRPr="00161BE2" w:rsidRDefault="00161BE2" w:rsidP="00517A30">
      <w:pPr>
        <w:spacing w:line="360" w:lineRule="auto"/>
        <w:ind w:left="2160" w:firstLine="709"/>
        <w:jc w:val="both"/>
        <w:rPr>
          <w:sz w:val="28"/>
          <w:szCs w:val="28"/>
        </w:rPr>
      </w:pPr>
    </w:p>
    <w:p w:rsidR="00161BE2" w:rsidRPr="00161BE2" w:rsidRDefault="00161BE2" w:rsidP="00517A30">
      <w:pPr>
        <w:pStyle w:val="af3"/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В проекте задания Ново-Ишимбайского нефтеперерабатывающего завода, разработанном Ленгипрогазом в 1953 году, для переработки нефти приняты типовые установки АВТ по проекту «ГИПРОАЗНЕФТИ» А-12/1.</w:t>
      </w:r>
    </w:p>
    <w:p w:rsidR="00161BE2" w:rsidRPr="00161BE2" w:rsidRDefault="00161BE2" w:rsidP="00517A30">
      <w:pPr>
        <w:pStyle w:val="34"/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Указанное проектное задание рассмотрено отделом технической экспертизы Министерства нефтяной промышленности и утверждено 10 октября 1953 года заместителем Министра тов. Евсеенко А.А. (решение ОТЭ МНП № 1112-С).</w:t>
      </w:r>
    </w:p>
    <w:p w:rsidR="00161BE2" w:rsidRPr="00161BE2" w:rsidRDefault="00161BE2" w:rsidP="00517A30">
      <w:pPr>
        <w:pStyle w:val="34"/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Генпроектировщиком является «Азгипронефтехим».</w:t>
      </w:r>
    </w:p>
    <w:p w:rsidR="00161BE2" w:rsidRPr="00161BE2" w:rsidRDefault="00161BE2" w:rsidP="00517A30">
      <w:pPr>
        <w:pStyle w:val="34"/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Установка атмосферно-вакуумной трубчатки №1-АВТ-1 введена в эксплуатацию в 1956году. Проектная производительность –1 млн. тонн в год.</w:t>
      </w:r>
    </w:p>
    <w:p w:rsidR="00161BE2" w:rsidRPr="00161BE2" w:rsidRDefault="00161BE2" w:rsidP="00517A30">
      <w:pPr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Число дней работы в году по проекту 310 дней.</w:t>
      </w:r>
    </w:p>
    <w:p w:rsidR="00161BE2" w:rsidRPr="00161BE2" w:rsidRDefault="00161BE2" w:rsidP="00517A30">
      <w:pPr>
        <w:pStyle w:val="a9"/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Назначение установки АВТ-1 – первичная переработка нефти с целью получения жирного газа, рефлюкса, прямогонного бензина, керосина, керосиногазойлевой фракции, вакуумного газойля, гудрона.</w:t>
      </w:r>
    </w:p>
    <w:p w:rsidR="00161BE2" w:rsidRPr="00161BE2" w:rsidRDefault="00161BE2" w:rsidP="00517A30">
      <w:pPr>
        <w:pStyle w:val="a9"/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Установка по проекту состоит из следующих основных технологических блоков:</w:t>
      </w:r>
    </w:p>
    <w:p w:rsidR="00161BE2" w:rsidRPr="00161BE2" w:rsidRDefault="00161BE2" w:rsidP="00517A30">
      <w:pPr>
        <w:pStyle w:val="a9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регенеративного теплообмена горячих потоков для предварительного нагрева сырья;</w:t>
      </w:r>
    </w:p>
    <w:p w:rsidR="00161BE2" w:rsidRPr="00161BE2" w:rsidRDefault="00161BE2" w:rsidP="00517A30">
      <w:pPr>
        <w:pStyle w:val="a9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атмосферной перегонки нефти (колонны К-1,К-2,К-3 и печь П-1);</w:t>
      </w:r>
    </w:p>
    <w:p w:rsidR="00161BE2" w:rsidRPr="00161BE2" w:rsidRDefault="00161BE2" w:rsidP="00517A30">
      <w:pPr>
        <w:pStyle w:val="a9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вакуумной перегонки мазута (колонна К-5, в печь П-2);</w:t>
      </w:r>
    </w:p>
    <w:p w:rsidR="00161BE2" w:rsidRPr="00161BE2" w:rsidRDefault="00161BE2" w:rsidP="00517A30">
      <w:pPr>
        <w:pStyle w:val="a9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физической стабилизации бензиновой фракции (колонна К-4);</w:t>
      </w:r>
    </w:p>
    <w:p w:rsidR="00161BE2" w:rsidRPr="00161BE2" w:rsidRDefault="00161BE2" w:rsidP="00517A30">
      <w:pPr>
        <w:pStyle w:val="a9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вторичной перегонки бензина (колонна К-6);</w:t>
      </w:r>
    </w:p>
    <w:p w:rsidR="00161BE2" w:rsidRPr="00161BE2" w:rsidRDefault="00161BE2" w:rsidP="00517A30">
      <w:pPr>
        <w:pStyle w:val="a9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защелачивание светлых нефтепродуктов.</w:t>
      </w:r>
    </w:p>
    <w:p w:rsidR="00161BE2" w:rsidRPr="00161BE2" w:rsidRDefault="00161BE2" w:rsidP="00517A30">
      <w:pPr>
        <w:pStyle w:val="a9"/>
        <w:spacing w:line="360" w:lineRule="auto"/>
        <w:ind w:left="567" w:firstLine="709"/>
        <w:jc w:val="both"/>
        <w:rPr>
          <w:sz w:val="28"/>
          <w:szCs w:val="28"/>
        </w:rPr>
      </w:pPr>
    </w:p>
    <w:p w:rsidR="00161BE2" w:rsidRPr="00161BE2" w:rsidRDefault="00161BE2" w:rsidP="00517A30">
      <w:pPr>
        <w:pStyle w:val="a9"/>
        <w:spacing w:line="360" w:lineRule="auto"/>
        <w:ind w:left="567"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В процессе эксплуатации установки выполнены следующие изменения:</w:t>
      </w:r>
    </w:p>
    <w:p w:rsidR="00161BE2" w:rsidRPr="00161BE2" w:rsidRDefault="00161BE2" w:rsidP="00517A30">
      <w:pPr>
        <w:pStyle w:val="a9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в 1960г. выведен из эксплуатации блок вторичной перегонки бензина;</w:t>
      </w:r>
    </w:p>
    <w:p w:rsidR="00161BE2" w:rsidRPr="00161BE2" w:rsidRDefault="00161BE2" w:rsidP="00517A30">
      <w:pPr>
        <w:pStyle w:val="a9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в 1972 произведена реконструкция блока стабилизации: заменены тарелки в К-4 с желобчатых на тарелки провального типа (ниже ввода сырья);</w:t>
      </w:r>
    </w:p>
    <w:p w:rsidR="00161BE2" w:rsidRPr="00161BE2" w:rsidRDefault="00161BE2" w:rsidP="00517A30">
      <w:pPr>
        <w:pStyle w:val="a9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в 1985г. исключена схема защелачивания  бензина;</w:t>
      </w:r>
    </w:p>
    <w:p w:rsidR="00161BE2" w:rsidRPr="00161BE2" w:rsidRDefault="00161BE2" w:rsidP="00517A30">
      <w:pPr>
        <w:pStyle w:val="a9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в 1987г. произведено дополнительное экранирование топочной поверхности печи П-1;</w:t>
      </w:r>
    </w:p>
    <w:p w:rsidR="00161BE2" w:rsidRPr="00161BE2" w:rsidRDefault="00161BE2" w:rsidP="00517A30">
      <w:pPr>
        <w:pStyle w:val="a9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в 1988г. изменена конструкция внутренних контактн</w:t>
      </w:r>
      <w:r w:rsidR="00AB3891">
        <w:rPr>
          <w:sz w:val="28"/>
          <w:szCs w:val="28"/>
        </w:rPr>
        <w:t>ы</w:t>
      </w:r>
      <w:r w:rsidRPr="00161BE2">
        <w:rPr>
          <w:sz w:val="28"/>
          <w:szCs w:val="28"/>
        </w:rPr>
        <w:t>х устройств баромконденсатора. Взамен оборотной воды использовано охлажденное дизельное топливо для конденсации углеводородных и водяных паров.</w:t>
      </w:r>
    </w:p>
    <w:p w:rsidR="00161BE2" w:rsidRPr="00161BE2" w:rsidRDefault="00161BE2" w:rsidP="00517A30">
      <w:pPr>
        <w:pStyle w:val="a9"/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В качестве сырья используются смеси  обессоленной и обезвоженной Арланской,  Уршакской , Ишимбайской, Введеновской, Западно –Сибирской, Шкаповской нефтей.</w:t>
      </w:r>
    </w:p>
    <w:p w:rsidR="00161BE2" w:rsidRPr="00161BE2" w:rsidRDefault="00161BE2" w:rsidP="00517A30">
      <w:pPr>
        <w:pStyle w:val="a9"/>
        <w:spacing w:line="360" w:lineRule="auto"/>
        <w:ind w:left="567"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Периодически в сырьё может вовлекаться:</w:t>
      </w:r>
    </w:p>
    <w:p w:rsidR="00161BE2" w:rsidRPr="00161BE2" w:rsidRDefault="00161BE2" w:rsidP="00517A30">
      <w:pPr>
        <w:pStyle w:val="a9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обезвоженный ловушечный продукт с цеха №13;</w:t>
      </w:r>
    </w:p>
    <w:p w:rsidR="00161BE2" w:rsidRPr="00161BE2" w:rsidRDefault="00161BE2" w:rsidP="00517A30">
      <w:pPr>
        <w:pStyle w:val="a9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мазут (остаток переработки газового конденсата) с установки ТК-2 и ЭЛОУ-АВТ-4 цеха №18;</w:t>
      </w:r>
    </w:p>
    <w:p w:rsidR="00161BE2" w:rsidRPr="00161BE2" w:rsidRDefault="00161BE2" w:rsidP="00517A30">
      <w:pPr>
        <w:pStyle w:val="a9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фракция 180-КК от перегонки газового конденсата на установке ГО-4 цеха №11;</w:t>
      </w:r>
    </w:p>
    <w:p w:rsidR="00161BE2" w:rsidRPr="00161BE2" w:rsidRDefault="00161BE2" w:rsidP="00517A30">
      <w:pPr>
        <w:pStyle w:val="a9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61BE2">
        <w:rPr>
          <w:sz w:val="28"/>
          <w:szCs w:val="28"/>
        </w:rPr>
        <w:t>нестабильный бензин гидрокрекинга с цеха №9;</w:t>
      </w:r>
    </w:p>
    <w:p w:rsidR="00866B1E" w:rsidRDefault="00161BE2" w:rsidP="00866B1E">
      <w:pPr>
        <w:pStyle w:val="a9"/>
        <w:numPr>
          <w:ilvl w:val="0"/>
          <w:numId w:val="2"/>
        </w:numPr>
        <w:spacing w:line="360" w:lineRule="auto"/>
        <w:ind w:firstLine="709"/>
        <w:jc w:val="both"/>
      </w:pPr>
      <w:r w:rsidRPr="00161BE2">
        <w:t xml:space="preserve">бензин от  гидрообессеривания керосина и дизельного топлива с цеха №9. </w:t>
      </w:r>
    </w:p>
    <w:p w:rsidR="00161BE2" w:rsidRPr="00866B1E" w:rsidRDefault="00866B1E" w:rsidP="00866B1E">
      <w:pPr>
        <w:pStyle w:val="a9"/>
        <w:numPr>
          <w:ilvl w:val="0"/>
          <w:numId w:val="2"/>
        </w:num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br w:type="page"/>
      </w:r>
      <w:r w:rsidR="00161BE2" w:rsidRPr="00866B1E">
        <w:rPr>
          <w:b/>
          <w:bCs/>
          <w:sz w:val="28"/>
          <w:szCs w:val="28"/>
        </w:rPr>
        <w:t>2. Расчетная часть</w:t>
      </w:r>
    </w:p>
    <w:p w:rsidR="00161BE2" w:rsidRDefault="000D040E" w:rsidP="00517A3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Расчет выбросов загрязняющих веществ от печей АВТ</w:t>
      </w:r>
    </w:p>
    <w:p w:rsidR="00161BE2" w:rsidRDefault="00161BE2" w:rsidP="00517A30">
      <w:pPr>
        <w:spacing w:line="360" w:lineRule="auto"/>
        <w:ind w:firstLine="709"/>
        <w:rPr>
          <w:rFonts w:ascii="Courier" w:hAnsi="Courier" w:cs="Courier"/>
          <w:sz w:val="20"/>
          <w:szCs w:val="20"/>
        </w:rPr>
      </w:pPr>
    </w:p>
    <w:p w:rsidR="00161BE2" w:rsidRPr="00161BE2" w:rsidRDefault="00161BE2" w:rsidP="00866B1E">
      <w:pPr>
        <w:spacing w:line="360" w:lineRule="auto"/>
        <w:rPr>
          <w:sz w:val="28"/>
          <w:szCs w:val="28"/>
        </w:rPr>
      </w:pPr>
      <w:r w:rsidRPr="00161BE2">
        <w:rPr>
          <w:sz w:val="28"/>
          <w:szCs w:val="28"/>
        </w:rPr>
        <w:t>Предприятие: ОАО "СНОС"</w:t>
      </w:r>
      <w:r w:rsidR="000D040E">
        <w:rPr>
          <w:sz w:val="28"/>
          <w:szCs w:val="28"/>
        </w:rPr>
        <w:t xml:space="preserve"> НПЗ цех №14 установка АВТ</w:t>
      </w:r>
      <w:r w:rsidRPr="00161BE2">
        <w:rPr>
          <w:sz w:val="28"/>
          <w:szCs w:val="28"/>
        </w:rPr>
        <w:t xml:space="preserve"> </w:t>
      </w:r>
    </w:p>
    <w:p w:rsidR="00161BE2" w:rsidRPr="00161BE2" w:rsidRDefault="00161BE2" w:rsidP="00866B1E">
      <w:pPr>
        <w:spacing w:line="360" w:lineRule="auto"/>
        <w:rPr>
          <w:sz w:val="28"/>
          <w:szCs w:val="28"/>
        </w:rPr>
      </w:pPr>
      <w:r w:rsidRPr="00161BE2">
        <w:rPr>
          <w:sz w:val="28"/>
          <w:szCs w:val="28"/>
        </w:rPr>
        <w:t xml:space="preserve">  Модуль реализует п.3.2 "Методики расчета вредных выбросов в </w:t>
      </w:r>
    </w:p>
    <w:p w:rsidR="00161BE2" w:rsidRPr="00161BE2" w:rsidRDefault="00161BE2" w:rsidP="00866B1E">
      <w:pPr>
        <w:spacing w:line="360" w:lineRule="auto"/>
        <w:rPr>
          <w:sz w:val="28"/>
          <w:szCs w:val="28"/>
        </w:rPr>
      </w:pPr>
      <w:r w:rsidRPr="00161BE2">
        <w:rPr>
          <w:sz w:val="28"/>
          <w:szCs w:val="28"/>
        </w:rPr>
        <w:t xml:space="preserve">  атмосферу из нефтехимического оборудования РМ 62-91-90", Воронеж, </w:t>
      </w:r>
    </w:p>
    <w:p w:rsidR="00161BE2" w:rsidRPr="00161BE2" w:rsidRDefault="00161BE2" w:rsidP="00866B1E">
      <w:pPr>
        <w:spacing w:line="360" w:lineRule="auto"/>
        <w:rPr>
          <w:sz w:val="28"/>
          <w:szCs w:val="28"/>
        </w:rPr>
      </w:pPr>
      <w:r w:rsidRPr="00161BE2">
        <w:rPr>
          <w:sz w:val="28"/>
          <w:szCs w:val="28"/>
        </w:rPr>
        <w:t xml:space="preserve">  1990 г.  </w:t>
      </w:r>
    </w:p>
    <w:p w:rsidR="00161BE2" w:rsidRPr="00161BE2" w:rsidRDefault="00161BE2" w:rsidP="00866B1E">
      <w:pPr>
        <w:spacing w:line="360" w:lineRule="auto"/>
        <w:rPr>
          <w:sz w:val="28"/>
          <w:szCs w:val="28"/>
        </w:rPr>
      </w:pPr>
      <w:r w:rsidRPr="00161BE2">
        <w:rPr>
          <w:sz w:val="28"/>
          <w:szCs w:val="28"/>
        </w:rPr>
        <w:t xml:space="preserve">  Расчетные формулы:   ------------------ </w:t>
      </w:r>
    </w:p>
    <w:p w:rsidR="00161BE2" w:rsidRPr="00161BE2" w:rsidRDefault="00161BE2" w:rsidP="00866B1E">
      <w:pPr>
        <w:spacing w:line="360" w:lineRule="auto"/>
        <w:rPr>
          <w:sz w:val="28"/>
          <w:szCs w:val="28"/>
        </w:rPr>
      </w:pPr>
      <w:r w:rsidRPr="00161BE2">
        <w:rPr>
          <w:sz w:val="28"/>
          <w:szCs w:val="28"/>
        </w:rPr>
        <w:t xml:space="preserve">  1.Сернистый ангидрид  </w:t>
      </w:r>
    </w:p>
    <w:p w:rsidR="00161BE2" w:rsidRPr="00161BE2" w:rsidRDefault="00161BE2" w:rsidP="00866B1E">
      <w:pPr>
        <w:spacing w:line="360" w:lineRule="auto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 xml:space="preserve">) = 0.01 * (2 * </w:t>
      </w:r>
      <w:r w:rsidRPr="00161BE2">
        <w:rPr>
          <w:sz w:val="28"/>
          <w:szCs w:val="28"/>
          <w:lang w:val="en-US"/>
        </w:rPr>
        <w:t>Sr</w:t>
      </w:r>
      <w:r w:rsidRPr="00161BE2">
        <w:rPr>
          <w:sz w:val="28"/>
          <w:szCs w:val="28"/>
        </w:rPr>
        <w:t xml:space="preserve"> * </w:t>
      </w:r>
      <w:r w:rsidRPr="00161BE2">
        <w:rPr>
          <w:sz w:val="28"/>
          <w:szCs w:val="28"/>
          <w:lang w:val="en-US"/>
        </w:rPr>
        <w:t>B</w:t>
      </w:r>
      <w:r w:rsidRPr="00161BE2">
        <w:rPr>
          <w:sz w:val="28"/>
          <w:szCs w:val="28"/>
        </w:rPr>
        <w:t xml:space="preserve">ж + 1.88 * </w:t>
      </w:r>
      <w:r w:rsidRPr="00161BE2">
        <w:rPr>
          <w:sz w:val="28"/>
          <w:szCs w:val="28"/>
          <w:lang w:val="en-US"/>
        </w:rPr>
        <w:t>H</w:t>
      </w:r>
      <w:r w:rsidRPr="00161BE2">
        <w:rPr>
          <w:sz w:val="28"/>
          <w:szCs w:val="28"/>
        </w:rPr>
        <w:t>2</w:t>
      </w:r>
      <w:r w:rsidRPr="00161BE2">
        <w:rPr>
          <w:sz w:val="28"/>
          <w:szCs w:val="28"/>
          <w:lang w:val="en-US"/>
        </w:rPr>
        <w:t>S</w:t>
      </w:r>
      <w:r w:rsidRPr="00161BE2">
        <w:rPr>
          <w:sz w:val="28"/>
          <w:szCs w:val="28"/>
        </w:rPr>
        <w:t xml:space="preserve"> * </w:t>
      </w:r>
      <w:r w:rsidRPr="00161BE2">
        <w:rPr>
          <w:sz w:val="28"/>
          <w:szCs w:val="28"/>
          <w:lang w:val="en-US"/>
        </w:rPr>
        <w:t>B</w:t>
      </w:r>
      <w:r w:rsidRPr="00161BE2">
        <w:rPr>
          <w:sz w:val="28"/>
          <w:szCs w:val="28"/>
        </w:rPr>
        <w:t xml:space="preserve">г) т/год (г/с)  </w:t>
      </w:r>
    </w:p>
    <w:p w:rsidR="00161BE2" w:rsidRPr="00161BE2" w:rsidRDefault="00161BE2" w:rsidP="00866B1E">
      <w:pPr>
        <w:spacing w:line="360" w:lineRule="auto"/>
        <w:rPr>
          <w:sz w:val="28"/>
          <w:szCs w:val="28"/>
        </w:rPr>
      </w:pPr>
      <w:r w:rsidRPr="00161BE2">
        <w:rPr>
          <w:sz w:val="28"/>
          <w:szCs w:val="28"/>
        </w:rPr>
        <w:t xml:space="preserve">  2.Оксид углерода  </w:t>
      </w:r>
    </w:p>
    <w:p w:rsidR="00161BE2" w:rsidRPr="00161BE2" w:rsidRDefault="00161BE2" w:rsidP="00866B1E">
      <w:pPr>
        <w:spacing w:line="360" w:lineRule="auto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) = 1.5 * 10е-3 * (</w:t>
      </w:r>
      <w:r w:rsidRPr="00161BE2">
        <w:rPr>
          <w:sz w:val="28"/>
          <w:szCs w:val="28"/>
          <w:lang w:val="en-US"/>
        </w:rPr>
        <w:t>B</w:t>
      </w:r>
      <w:r w:rsidRPr="00161BE2">
        <w:rPr>
          <w:sz w:val="28"/>
          <w:szCs w:val="28"/>
        </w:rPr>
        <w:t xml:space="preserve">ж + </w:t>
      </w:r>
      <w:r w:rsidRPr="00161BE2">
        <w:rPr>
          <w:sz w:val="28"/>
          <w:szCs w:val="28"/>
          <w:lang w:val="en-US"/>
        </w:rPr>
        <w:t>B</w:t>
      </w:r>
      <w:r w:rsidRPr="00161BE2">
        <w:rPr>
          <w:sz w:val="28"/>
          <w:szCs w:val="28"/>
        </w:rPr>
        <w:t xml:space="preserve">г) т/год (г/с)  </w:t>
      </w:r>
    </w:p>
    <w:p w:rsidR="00161BE2" w:rsidRPr="00161BE2" w:rsidRDefault="00161BE2" w:rsidP="00866B1E">
      <w:pPr>
        <w:spacing w:line="360" w:lineRule="auto"/>
        <w:rPr>
          <w:sz w:val="28"/>
          <w:szCs w:val="28"/>
        </w:rPr>
      </w:pPr>
      <w:r w:rsidRPr="00161BE2">
        <w:rPr>
          <w:sz w:val="28"/>
          <w:szCs w:val="28"/>
        </w:rPr>
        <w:t xml:space="preserve">  3.Метан  </w:t>
      </w:r>
    </w:p>
    <w:p w:rsidR="00161BE2" w:rsidRPr="00161BE2" w:rsidRDefault="00161BE2" w:rsidP="00866B1E">
      <w:pPr>
        <w:spacing w:line="360" w:lineRule="auto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) = 1.5 * 10е-4 * (</w:t>
      </w:r>
      <w:r w:rsidRPr="00161BE2">
        <w:rPr>
          <w:sz w:val="28"/>
          <w:szCs w:val="28"/>
          <w:lang w:val="en-US"/>
        </w:rPr>
        <w:t>B</w:t>
      </w:r>
      <w:r w:rsidRPr="00161BE2">
        <w:rPr>
          <w:sz w:val="28"/>
          <w:szCs w:val="28"/>
        </w:rPr>
        <w:t xml:space="preserve">ж + </w:t>
      </w:r>
      <w:r w:rsidRPr="00161BE2">
        <w:rPr>
          <w:sz w:val="28"/>
          <w:szCs w:val="28"/>
          <w:lang w:val="en-US"/>
        </w:rPr>
        <w:t>B</w:t>
      </w:r>
      <w:r w:rsidRPr="00161BE2">
        <w:rPr>
          <w:sz w:val="28"/>
          <w:szCs w:val="28"/>
        </w:rPr>
        <w:t xml:space="preserve">г) т/год (г/с)  </w:t>
      </w:r>
    </w:p>
    <w:p w:rsidR="00161BE2" w:rsidRPr="00161BE2" w:rsidRDefault="00161BE2" w:rsidP="00866B1E">
      <w:pPr>
        <w:spacing w:line="360" w:lineRule="auto"/>
        <w:rPr>
          <w:sz w:val="28"/>
          <w:szCs w:val="28"/>
        </w:rPr>
      </w:pPr>
      <w:r w:rsidRPr="00161BE2">
        <w:rPr>
          <w:sz w:val="28"/>
          <w:szCs w:val="28"/>
        </w:rPr>
        <w:t xml:space="preserve">  где: </w:t>
      </w:r>
    </w:p>
    <w:p w:rsidR="00161BE2" w:rsidRPr="00161BE2" w:rsidRDefault="00161BE2" w:rsidP="00866B1E">
      <w:pPr>
        <w:spacing w:line="360" w:lineRule="auto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Sr</w:t>
      </w:r>
      <w:r w:rsidRPr="00161BE2">
        <w:rPr>
          <w:sz w:val="28"/>
          <w:szCs w:val="28"/>
        </w:rPr>
        <w:t xml:space="preserve">    - содержание серы в жидком топливе, масс.% </w:t>
      </w:r>
    </w:p>
    <w:p w:rsidR="00161BE2" w:rsidRPr="00161BE2" w:rsidRDefault="00161BE2" w:rsidP="00866B1E">
      <w:pPr>
        <w:spacing w:line="360" w:lineRule="auto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H</w:t>
      </w:r>
      <w:r w:rsidRPr="00161BE2">
        <w:rPr>
          <w:sz w:val="28"/>
          <w:szCs w:val="28"/>
        </w:rPr>
        <w:t>2</w:t>
      </w:r>
      <w:r w:rsidRPr="00161BE2">
        <w:rPr>
          <w:sz w:val="28"/>
          <w:szCs w:val="28"/>
          <w:lang w:val="en-US"/>
        </w:rPr>
        <w:t>S</w:t>
      </w:r>
      <w:r w:rsidRPr="00161BE2">
        <w:rPr>
          <w:sz w:val="28"/>
          <w:szCs w:val="28"/>
        </w:rPr>
        <w:t xml:space="preserve">   - содержание сероводорода в газовом топливе, масс.% </w:t>
      </w:r>
    </w:p>
    <w:p w:rsidR="00161BE2" w:rsidRPr="00161BE2" w:rsidRDefault="00161BE2" w:rsidP="00866B1E">
      <w:pPr>
        <w:spacing w:line="360" w:lineRule="auto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B</w:t>
      </w:r>
      <w:r w:rsidRPr="00161BE2">
        <w:rPr>
          <w:sz w:val="28"/>
          <w:szCs w:val="28"/>
        </w:rPr>
        <w:t xml:space="preserve">ж    - расход жидкого топлива, т/год (г/с) </w:t>
      </w:r>
    </w:p>
    <w:p w:rsidR="00161BE2" w:rsidRPr="00161BE2" w:rsidRDefault="00161BE2" w:rsidP="00866B1E">
      <w:pPr>
        <w:spacing w:line="360" w:lineRule="auto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B</w:t>
      </w:r>
      <w:r w:rsidRPr="00161BE2">
        <w:rPr>
          <w:sz w:val="28"/>
          <w:szCs w:val="28"/>
        </w:rPr>
        <w:t xml:space="preserve">г    - расход газообразного топлива, т/год (г/с) 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4.Оксиды азота (суммарно) 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Mnox</w:t>
      </w:r>
      <w:r w:rsidRPr="00161BE2">
        <w:rPr>
          <w:sz w:val="28"/>
          <w:szCs w:val="28"/>
        </w:rPr>
        <w:t xml:space="preserve"> = </w:t>
      </w:r>
      <w:r w:rsidRPr="00161BE2">
        <w:rPr>
          <w:sz w:val="28"/>
          <w:szCs w:val="28"/>
          <w:lang w:val="en-US"/>
        </w:rPr>
        <w:t>V</w:t>
      </w:r>
      <w:r w:rsidRPr="00161BE2">
        <w:rPr>
          <w:sz w:val="28"/>
          <w:szCs w:val="28"/>
        </w:rPr>
        <w:t>г * С</w:t>
      </w:r>
      <w:r w:rsidRPr="00161BE2">
        <w:rPr>
          <w:sz w:val="28"/>
          <w:szCs w:val="28"/>
          <w:lang w:val="en-US"/>
        </w:rPr>
        <w:t>nox</w:t>
      </w:r>
      <w:r w:rsidRPr="00161BE2">
        <w:rPr>
          <w:sz w:val="28"/>
          <w:szCs w:val="28"/>
        </w:rPr>
        <w:t xml:space="preserve"> * </w:t>
      </w:r>
      <w:r w:rsidRPr="00161BE2">
        <w:rPr>
          <w:sz w:val="28"/>
          <w:szCs w:val="28"/>
          <w:lang w:val="en-US"/>
        </w:rPr>
        <w:t>T</w:t>
      </w:r>
      <w:r w:rsidRPr="00161BE2">
        <w:rPr>
          <w:sz w:val="28"/>
          <w:szCs w:val="28"/>
        </w:rPr>
        <w:t xml:space="preserve"> * 10е-9 т/год 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mnox</w:t>
      </w:r>
      <w:r w:rsidRPr="00161BE2">
        <w:rPr>
          <w:sz w:val="28"/>
          <w:szCs w:val="28"/>
        </w:rPr>
        <w:t xml:space="preserve"> = </w:t>
      </w:r>
      <w:r w:rsidRPr="00161BE2">
        <w:rPr>
          <w:sz w:val="28"/>
          <w:szCs w:val="28"/>
          <w:lang w:val="en-US"/>
        </w:rPr>
        <w:t>V</w:t>
      </w:r>
      <w:r w:rsidRPr="00161BE2">
        <w:rPr>
          <w:sz w:val="28"/>
          <w:szCs w:val="28"/>
        </w:rPr>
        <w:t>г * С</w:t>
      </w:r>
      <w:r w:rsidRPr="00161BE2">
        <w:rPr>
          <w:sz w:val="28"/>
          <w:szCs w:val="28"/>
          <w:lang w:val="en-US"/>
        </w:rPr>
        <w:t>nox</w:t>
      </w:r>
      <w:r w:rsidRPr="00161BE2">
        <w:rPr>
          <w:sz w:val="28"/>
          <w:szCs w:val="28"/>
        </w:rPr>
        <w:t xml:space="preserve"> / 3600000 г/с 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Примечание. Выбросы оксидов азота с учетом их трансформации в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        атмосферном воздухе в оксид и диоксид азота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        рассчитываются как: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)</w:t>
      </w:r>
      <w:r w:rsidRPr="00161BE2">
        <w:rPr>
          <w:sz w:val="28"/>
          <w:szCs w:val="28"/>
          <w:lang w:val="en-US"/>
        </w:rPr>
        <w:t>NO</w:t>
      </w:r>
      <w:r w:rsidRPr="00161BE2">
        <w:rPr>
          <w:sz w:val="28"/>
          <w:szCs w:val="28"/>
        </w:rPr>
        <w:t xml:space="preserve">2 = 0.8 *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)</w:t>
      </w:r>
      <w:r w:rsidRPr="00161BE2">
        <w:rPr>
          <w:sz w:val="28"/>
          <w:szCs w:val="28"/>
          <w:lang w:val="en-US"/>
        </w:rPr>
        <w:t>nox</w:t>
      </w:r>
      <w:r w:rsidRPr="00161BE2">
        <w:rPr>
          <w:sz w:val="28"/>
          <w:szCs w:val="28"/>
        </w:rPr>
        <w:t xml:space="preserve">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  <w:lang w:val="en-US"/>
        </w:rPr>
      </w:pPr>
      <w:r w:rsidRPr="00866B1E">
        <w:rPr>
          <w:sz w:val="28"/>
          <w:szCs w:val="28"/>
          <w:lang w:val="en-US"/>
        </w:rPr>
        <w:t xml:space="preserve">                </w:t>
      </w:r>
      <w:r w:rsidRPr="00161BE2">
        <w:rPr>
          <w:sz w:val="28"/>
          <w:szCs w:val="28"/>
          <w:lang w:val="en-US"/>
        </w:rPr>
        <w:t xml:space="preserve">M(m)NO  = 0.13 * M(m)nox 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  <w:lang w:val="en-US"/>
        </w:rPr>
      </w:pPr>
      <w:r w:rsidRPr="00161BE2">
        <w:rPr>
          <w:sz w:val="28"/>
          <w:szCs w:val="28"/>
          <w:lang w:val="en-US"/>
        </w:rPr>
        <w:t xml:space="preserve">    Vг = 7.84 * alf * 3.6 * (Bж * Эж + Bг * Эг) 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  <w:lang w:val="en-US"/>
        </w:rPr>
        <w:t xml:space="preserve">    </w:t>
      </w:r>
      <w:r w:rsidRPr="00161BE2">
        <w:rPr>
          <w:sz w:val="28"/>
          <w:szCs w:val="28"/>
        </w:rPr>
        <w:t xml:space="preserve">При сжигании газообразного топлива:                                        0.5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</w:t>
      </w:r>
      <w:r w:rsidRPr="00161BE2">
        <w:rPr>
          <w:sz w:val="28"/>
          <w:szCs w:val="28"/>
          <w:lang w:val="en-US"/>
        </w:rPr>
        <w:t>Cnox</w:t>
      </w:r>
      <w:r w:rsidRPr="00161BE2">
        <w:rPr>
          <w:sz w:val="28"/>
          <w:szCs w:val="28"/>
        </w:rPr>
        <w:t xml:space="preserve"> = (</w:t>
      </w:r>
      <w:r w:rsidRPr="00161BE2">
        <w:rPr>
          <w:sz w:val="28"/>
          <w:szCs w:val="28"/>
          <w:lang w:val="en-US"/>
        </w:rPr>
        <w:t>a</w:t>
      </w:r>
      <w:r w:rsidRPr="00161BE2">
        <w:rPr>
          <w:sz w:val="28"/>
          <w:szCs w:val="28"/>
        </w:rPr>
        <w:t xml:space="preserve"> + </w:t>
      </w:r>
      <w:r w:rsidRPr="00161BE2">
        <w:rPr>
          <w:sz w:val="28"/>
          <w:szCs w:val="28"/>
          <w:lang w:val="en-US"/>
        </w:rPr>
        <w:t>b</w:t>
      </w:r>
      <w:r w:rsidRPr="00161BE2">
        <w:rPr>
          <w:sz w:val="28"/>
          <w:szCs w:val="28"/>
        </w:rPr>
        <w:t xml:space="preserve"> * </w:t>
      </w:r>
      <w:r w:rsidRPr="00161BE2">
        <w:rPr>
          <w:sz w:val="28"/>
          <w:szCs w:val="28"/>
          <w:lang w:val="en-US"/>
        </w:rPr>
        <w:t>Q</w:t>
      </w:r>
      <w:r w:rsidRPr="00161BE2">
        <w:rPr>
          <w:sz w:val="28"/>
          <w:szCs w:val="28"/>
        </w:rPr>
        <w:t xml:space="preserve">г) * (1.2 / </w:t>
      </w:r>
      <w:r w:rsidRPr="00161BE2">
        <w:rPr>
          <w:sz w:val="28"/>
          <w:szCs w:val="28"/>
          <w:lang w:val="en-US"/>
        </w:rPr>
        <w:t>alf</w:t>
      </w:r>
      <w:r w:rsidRPr="00161BE2">
        <w:rPr>
          <w:sz w:val="28"/>
          <w:szCs w:val="28"/>
        </w:rPr>
        <w:t xml:space="preserve">)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При совместном сжигании газообразного и жидкого топлива: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  <w:lang w:val="en-US"/>
        </w:rPr>
      </w:pPr>
      <w:r w:rsidRPr="00161BE2">
        <w:rPr>
          <w:sz w:val="28"/>
          <w:szCs w:val="28"/>
        </w:rPr>
        <w:t xml:space="preserve">                                                 </w:t>
      </w:r>
      <w:r w:rsidRPr="00161BE2">
        <w:rPr>
          <w:sz w:val="28"/>
          <w:szCs w:val="28"/>
          <w:lang w:val="en-US"/>
        </w:rPr>
        <w:t xml:space="preserve">0.5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  <w:lang w:val="en-US"/>
        </w:rPr>
      </w:pPr>
      <w:r w:rsidRPr="00161BE2">
        <w:rPr>
          <w:sz w:val="28"/>
          <w:szCs w:val="28"/>
          <w:lang w:val="en-US"/>
        </w:rPr>
        <w:t xml:space="preserve">  Cnox = (a + (b + с * f) * Qг) * (1.2 / alf)                             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  <w:lang w:val="en-US"/>
        </w:rPr>
        <w:t xml:space="preserve">  </w:t>
      </w:r>
      <w:r w:rsidRPr="00161BE2">
        <w:rPr>
          <w:sz w:val="28"/>
          <w:szCs w:val="28"/>
        </w:rPr>
        <w:t xml:space="preserve">При сжигании жидкого топлива:                                  0.5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</w:t>
      </w:r>
      <w:r w:rsidRPr="00161BE2">
        <w:rPr>
          <w:sz w:val="28"/>
          <w:szCs w:val="28"/>
          <w:lang w:val="en-US"/>
        </w:rPr>
        <w:t>Cnox</w:t>
      </w:r>
      <w:r w:rsidRPr="00161BE2">
        <w:rPr>
          <w:sz w:val="28"/>
          <w:szCs w:val="28"/>
        </w:rPr>
        <w:t xml:space="preserve"> = </w:t>
      </w:r>
      <w:r w:rsidRPr="00161BE2">
        <w:rPr>
          <w:sz w:val="28"/>
          <w:szCs w:val="28"/>
          <w:lang w:val="en-US"/>
        </w:rPr>
        <w:t>c</w:t>
      </w:r>
      <w:r w:rsidRPr="00161BE2">
        <w:rPr>
          <w:sz w:val="28"/>
          <w:szCs w:val="28"/>
        </w:rPr>
        <w:t xml:space="preserve"> * </w:t>
      </w:r>
      <w:r w:rsidRPr="00161BE2">
        <w:rPr>
          <w:sz w:val="28"/>
          <w:szCs w:val="28"/>
          <w:lang w:val="en-US"/>
        </w:rPr>
        <w:t>Q</w:t>
      </w:r>
      <w:r w:rsidRPr="00161BE2">
        <w:rPr>
          <w:sz w:val="28"/>
          <w:szCs w:val="28"/>
        </w:rPr>
        <w:t xml:space="preserve">г * (1.2 / </w:t>
      </w:r>
      <w:r w:rsidRPr="00161BE2">
        <w:rPr>
          <w:sz w:val="28"/>
          <w:szCs w:val="28"/>
          <w:lang w:val="en-US"/>
        </w:rPr>
        <w:t>alf</w:t>
      </w:r>
      <w:r w:rsidRPr="00161BE2">
        <w:rPr>
          <w:sz w:val="28"/>
          <w:szCs w:val="28"/>
        </w:rPr>
        <w:t xml:space="preserve">)  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V</w:t>
      </w:r>
      <w:r w:rsidRPr="00161BE2">
        <w:rPr>
          <w:sz w:val="28"/>
          <w:szCs w:val="28"/>
        </w:rPr>
        <w:t xml:space="preserve">г    - объемный расход уходящих влажных продуктов сгорания, нм3/ч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Cnox</w:t>
      </w:r>
      <w:r w:rsidRPr="00161BE2">
        <w:rPr>
          <w:sz w:val="28"/>
          <w:szCs w:val="28"/>
        </w:rPr>
        <w:t xml:space="preserve">  - концентрация оксидов азота в продуктах сгорания, мг/нм3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Т     - время работы печи в году, ч/год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alf</w:t>
      </w:r>
      <w:r w:rsidRPr="00161BE2">
        <w:rPr>
          <w:sz w:val="28"/>
          <w:szCs w:val="28"/>
        </w:rPr>
        <w:t xml:space="preserve">   - коэффициент избытка воздуха в топке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B</w:t>
      </w:r>
      <w:r w:rsidRPr="00161BE2">
        <w:rPr>
          <w:sz w:val="28"/>
          <w:szCs w:val="28"/>
        </w:rPr>
        <w:t xml:space="preserve">ж    - расход жидкого топлива, г/с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B</w:t>
      </w:r>
      <w:r w:rsidRPr="00161BE2">
        <w:rPr>
          <w:sz w:val="28"/>
          <w:szCs w:val="28"/>
        </w:rPr>
        <w:t xml:space="preserve">г    - расход газообразного топлива, г/с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Эж    - энергетический эквивалент жидкого топлива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Эг    - энергетический эквивалент газообразного топлива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Q</w:t>
      </w:r>
      <w:r w:rsidRPr="00161BE2">
        <w:rPr>
          <w:sz w:val="28"/>
          <w:szCs w:val="28"/>
        </w:rPr>
        <w:t xml:space="preserve">г    - тепловая мощность горелки, МВт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a</w:t>
      </w:r>
      <w:r w:rsidRPr="00161BE2">
        <w:rPr>
          <w:sz w:val="28"/>
          <w:szCs w:val="28"/>
        </w:rPr>
        <w:t>,</w:t>
      </w:r>
      <w:r w:rsidRPr="00161BE2">
        <w:rPr>
          <w:sz w:val="28"/>
          <w:szCs w:val="28"/>
          <w:lang w:val="en-US"/>
        </w:rPr>
        <w:t>b</w:t>
      </w:r>
      <w:r w:rsidRPr="00161BE2">
        <w:rPr>
          <w:sz w:val="28"/>
          <w:szCs w:val="28"/>
        </w:rPr>
        <w:t xml:space="preserve">   - коэффициенты, учитывающие влияние конструкции и компоновки  горелок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с     - коэффициент, учитывающий дополнительное образование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    оксидов азота при сжигании жидкого топлива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</w:t>
      </w:r>
      <w:r w:rsidRPr="00161BE2">
        <w:rPr>
          <w:sz w:val="28"/>
          <w:szCs w:val="28"/>
          <w:lang w:val="en-US"/>
        </w:rPr>
        <w:t>f</w:t>
      </w:r>
      <w:r w:rsidRPr="00161BE2">
        <w:rPr>
          <w:sz w:val="28"/>
          <w:szCs w:val="28"/>
        </w:rPr>
        <w:t xml:space="preserve">     - доля жидкого топлива по тепловыделению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5.Расчет параметров выбросов вредных веществ при сжигании топлива  в трубчатой печи: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а)Объемный расход продуктов сгорания, уходящих из дымовой трубы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</w:t>
      </w:r>
      <w:r w:rsidRPr="00161BE2">
        <w:rPr>
          <w:sz w:val="28"/>
          <w:szCs w:val="28"/>
          <w:lang w:val="en-US"/>
        </w:rPr>
        <w:t>V</w:t>
      </w:r>
      <w:r w:rsidRPr="00161BE2">
        <w:rPr>
          <w:sz w:val="28"/>
          <w:szCs w:val="28"/>
        </w:rPr>
        <w:t xml:space="preserve">пс = (273 + </w:t>
      </w:r>
      <w:r w:rsidRPr="00161BE2">
        <w:rPr>
          <w:sz w:val="28"/>
          <w:szCs w:val="28"/>
          <w:lang w:val="en-US"/>
        </w:rPr>
        <w:t>t</w:t>
      </w:r>
      <w:r w:rsidRPr="00161BE2">
        <w:rPr>
          <w:sz w:val="28"/>
          <w:szCs w:val="28"/>
        </w:rPr>
        <w:t xml:space="preserve">ух) * </w:t>
      </w:r>
      <w:r w:rsidRPr="00161BE2">
        <w:rPr>
          <w:sz w:val="28"/>
          <w:szCs w:val="28"/>
          <w:lang w:val="en-US"/>
        </w:rPr>
        <w:t>V</w:t>
      </w:r>
      <w:r w:rsidRPr="00161BE2">
        <w:rPr>
          <w:sz w:val="28"/>
          <w:szCs w:val="28"/>
        </w:rPr>
        <w:t xml:space="preserve">г / (273 * 3600), куб.м/с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б)Скорость продуктов сгорания в дымовой трубе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</w:t>
      </w:r>
      <w:r w:rsidRPr="00161BE2">
        <w:rPr>
          <w:sz w:val="28"/>
          <w:szCs w:val="28"/>
          <w:lang w:val="en-US"/>
        </w:rPr>
        <w:t>W</w:t>
      </w:r>
      <w:r w:rsidRPr="00161BE2">
        <w:rPr>
          <w:sz w:val="28"/>
          <w:szCs w:val="28"/>
        </w:rPr>
        <w:t xml:space="preserve">пс = </w:t>
      </w:r>
      <w:r w:rsidRPr="00161BE2">
        <w:rPr>
          <w:sz w:val="28"/>
          <w:szCs w:val="28"/>
          <w:lang w:val="en-US"/>
        </w:rPr>
        <w:t>V</w:t>
      </w:r>
      <w:r w:rsidRPr="00161BE2">
        <w:rPr>
          <w:sz w:val="28"/>
          <w:szCs w:val="28"/>
        </w:rPr>
        <w:t xml:space="preserve">пс / (0.785 * </w:t>
      </w:r>
      <w:r w:rsidRPr="00161BE2">
        <w:rPr>
          <w:sz w:val="28"/>
          <w:szCs w:val="28"/>
          <w:lang w:val="en-US"/>
        </w:rPr>
        <w:t>D</w:t>
      </w:r>
      <w:r w:rsidRPr="00161BE2">
        <w:rPr>
          <w:sz w:val="28"/>
          <w:szCs w:val="28"/>
        </w:rPr>
        <w:t xml:space="preserve">вн * </w:t>
      </w:r>
      <w:r w:rsidRPr="00161BE2">
        <w:rPr>
          <w:sz w:val="28"/>
          <w:szCs w:val="28"/>
          <w:lang w:val="en-US"/>
        </w:rPr>
        <w:t>D</w:t>
      </w:r>
      <w:r w:rsidRPr="00161BE2">
        <w:rPr>
          <w:sz w:val="28"/>
          <w:szCs w:val="28"/>
        </w:rPr>
        <w:t xml:space="preserve">вн), м/с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в)Концентрация вредных выбросов в дымовых газах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  <w:lang w:val="en-US"/>
        </w:rPr>
      </w:pPr>
      <w:r w:rsidRPr="00161BE2">
        <w:rPr>
          <w:sz w:val="28"/>
          <w:szCs w:val="28"/>
        </w:rPr>
        <w:t xml:space="preserve">      </w:t>
      </w:r>
      <w:r w:rsidRPr="00161BE2">
        <w:rPr>
          <w:sz w:val="28"/>
          <w:szCs w:val="28"/>
          <w:lang w:val="en-US"/>
        </w:rPr>
        <w:t xml:space="preserve">C(i) = m(i) * 1000 / Vпс, мг/куб.м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866B1E">
        <w:rPr>
          <w:sz w:val="28"/>
          <w:szCs w:val="28"/>
        </w:rPr>
        <w:t xml:space="preserve">   </w:t>
      </w:r>
      <w:r w:rsidRPr="00161BE2">
        <w:rPr>
          <w:sz w:val="28"/>
          <w:szCs w:val="28"/>
        </w:rPr>
        <w:t xml:space="preserve">где: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</w:t>
      </w:r>
      <w:r w:rsidRPr="00161BE2">
        <w:rPr>
          <w:sz w:val="28"/>
          <w:szCs w:val="28"/>
          <w:lang w:val="en-US"/>
        </w:rPr>
        <w:t>t</w:t>
      </w:r>
      <w:r w:rsidRPr="00161BE2">
        <w:rPr>
          <w:sz w:val="28"/>
          <w:szCs w:val="28"/>
        </w:rPr>
        <w:t xml:space="preserve">ух   - температура уходящих дымовых газов, °С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D</w:t>
      </w:r>
      <w:r w:rsidRPr="00161BE2">
        <w:rPr>
          <w:sz w:val="28"/>
          <w:szCs w:val="28"/>
        </w:rPr>
        <w:t xml:space="preserve">вн   - внутренний диаметр устья дымовой трубы, м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Источник выделения: печь АВТ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Номер источника:        75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Характеристика сжигания топлива: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совместное сжигание газообразного и жидкого топлива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Эксплуатационные характеристики: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- время работы печи в году, час/год: 8208.0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- коэффициент избытка воздуха в топке: 1.20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- температура уходящих дымовых газов, градусов Цельсия: 150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- внутренний диаметр устья дымовой трубы, метров: 2.00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Тип и компоновка горелок в печи: ГП-2 (фронтовая одноярусная)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Доля жидкого топлива по тепловыделению: 0.0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Мощность горелок, МВт:                      1.860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Коэффициент </w:t>
      </w:r>
      <w:r w:rsidRPr="00161BE2">
        <w:rPr>
          <w:sz w:val="28"/>
          <w:szCs w:val="28"/>
          <w:lang w:val="en-US"/>
        </w:rPr>
        <w:t>a</w:t>
      </w:r>
      <w:r w:rsidRPr="00161BE2">
        <w:rPr>
          <w:sz w:val="28"/>
          <w:szCs w:val="28"/>
        </w:rPr>
        <w:t>:  95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Коэффициент </w:t>
      </w:r>
      <w:r w:rsidRPr="00161BE2">
        <w:rPr>
          <w:sz w:val="28"/>
          <w:szCs w:val="28"/>
          <w:lang w:val="en-US"/>
        </w:rPr>
        <w:t>b</w:t>
      </w:r>
      <w:r w:rsidRPr="00161BE2">
        <w:rPr>
          <w:sz w:val="28"/>
          <w:szCs w:val="28"/>
        </w:rPr>
        <w:t>: 85.0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Коэффициент </w:t>
      </w:r>
      <w:r w:rsidRPr="00161BE2">
        <w:rPr>
          <w:sz w:val="28"/>
          <w:szCs w:val="28"/>
          <w:lang w:val="en-US"/>
        </w:rPr>
        <w:t>c</w:t>
      </w:r>
      <w:r w:rsidRPr="00161BE2">
        <w:rPr>
          <w:sz w:val="28"/>
          <w:szCs w:val="28"/>
        </w:rPr>
        <w:t>: 30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Вид используемого топлива: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Предельные газы стабилизации нефтяных дистиллятов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расход топлива:       7446.00 тонн/год,     252.000 грамм/сек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содержание серы в жидком топливе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  или сероводорода в газообразном, масс.%:  0.00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энергетический эквивалент топлива          1.50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Котельное топливо, мазут, тяжелые остатки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расход топлива:       3280.00 тонн/год,     111.000 грамм/сек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содержание серы в жидком топливе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  или сероводорода в газообразном, масс.%:  1.00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энергетический эквивалент топлива          1.40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Расчет по веществам: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Метан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 xml:space="preserve"> = 1.5 * 10</w:t>
      </w:r>
      <w:r w:rsidRPr="00161BE2">
        <w:rPr>
          <w:sz w:val="28"/>
          <w:szCs w:val="28"/>
          <w:lang w:val="en-US"/>
        </w:rPr>
        <w:t>e</w:t>
      </w:r>
      <w:r w:rsidRPr="00161BE2">
        <w:rPr>
          <w:sz w:val="28"/>
          <w:szCs w:val="28"/>
        </w:rPr>
        <w:t>-4 * (7446+3280)=1.6089000 т/год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 xml:space="preserve"> = 1.5 * 10</w:t>
      </w:r>
      <w:r w:rsidRPr="00161BE2">
        <w:rPr>
          <w:sz w:val="28"/>
          <w:szCs w:val="28"/>
          <w:lang w:val="en-US"/>
        </w:rPr>
        <w:t>e</w:t>
      </w:r>
      <w:r w:rsidRPr="00161BE2">
        <w:rPr>
          <w:sz w:val="28"/>
          <w:szCs w:val="28"/>
        </w:rPr>
        <w:t>-4 * (252+111)=0.0544500 г/с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C</w:t>
      </w:r>
      <w:r w:rsidRPr="00161BE2">
        <w:rPr>
          <w:sz w:val="28"/>
          <w:szCs w:val="28"/>
        </w:rPr>
        <w:t xml:space="preserve"> = 0.05445*1000/7.7754949=7.0027697 мг/куб.м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Оксид углерода (</w:t>
      </w:r>
      <w:r w:rsidRPr="00161BE2">
        <w:rPr>
          <w:sz w:val="28"/>
          <w:szCs w:val="28"/>
          <w:lang w:val="en-US"/>
        </w:rPr>
        <w:t>CO</w:t>
      </w:r>
      <w:r w:rsidRPr="00161BE2">
        <w:rPr>
          <w:sz w:val="28"/>
          <w:szCs w:val="28"/>
        </w:rPr>
        <w:t>)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 xml:space="preserve"> = 1.5 * 10</w:t>
      </w:r>
      <w:r w:rsidRPr="00161BE2">
        <w:rPr>
          <w:sz w:val="28"/>
          <w:szCs w:val="28"/>
          <w:lang w:val="en-US"/>
        </w:rPr>
        <w:t>e</w:t>
      </w:r>
      <w:r w:rsidRPr="00161BE2">
        <w:rPr>
          <w:sz w:val="28"/>
          <w:szCs w:val="28"/>
        </w:rPr>
        <w:t>-3 * (7446+3280)=16.0890000 т/год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 xml:space="preserve"> = 1.5 * 10</w:t>
      </w:r>
      <w:r w:rsidRPr="00161BE2">
        <w:rPr>
          <w:sz w:val="28"/>
          <w:szCs w:val="28"/>
          <w:lang w:val="en-US"/>
        </w:rPr>
        <w:t>e</w:t>
      </w:r>
      <w:r w:rsidRPr="00161BE2">
        <w:rPr>
          <w:sz w:val="28"/>
          <w:szCs w:val="28"/>
        </w:rPr>
        <w:t>-3 * (252+111)=0.5445000 г/с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C</w:t>
      </w:r>
      <w:r w:rsidRPr="00161BE2">
        <w:rPr>
          <w:sz w:val="28"/>
          <w:szCs w:val="28"/>
        </w:rPr>
        <w:t xml:space="preserve"> = 0.5445*1000/7.7754949=70.0276970 мг/куб.м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Оксиды азота: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V</w:t>
      </w:r>
      <w:r w:rsidRPr="00161BE2">
        <w:rPr>
          <w:sz w:val="28"/>
          <w:szCs w:val="28"/>
        </w:rPr>
        <w:t>г    = 7.84*1.2*3.6*(252*1.5+111*1.4)=18065.61792 нм3/ч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Cnox</w:t>
      </w:r>
      <w:r w:rsidRPr="00161BE2">
        <w:rPr>
          <w:sz w:val="28"/>
          <w:szCs w:val="28"/>
        </w:rPr>
        <w:t xml:space="preserve">  = (95+(85+30*0)*1.86)*(1.2/1.2)^0.5=253.1 мг/нм3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nox</w:t>
      </w:r>
      <w:r w:rsidRPr="00161BE2">
        <w:rPr>
          <w:sz w:val="28"/>
          <w:szCs w:val="28"/>
        </w:rPr>
        <w:t>)= 18065.61792*253.1*8208*10е-9=37.5303240 т/год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nox</w:t>
      </w:r>
      <w:r w:rsidRPr="00161BE2">
        <w:rPr>
          <w:sz w:val="28"/>
          <w:szCs w:val="28"/>
        </w:rPr>
        <w:t>)= 18065.61792*253.1/3600000=1.2701133 г/с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NO</w:t>
      </w:r>
      <w:r w:rsidRPr="00161BE2">
        <w:rPr>
          <w:sz w:val="28"/>
          <w:szCs w:val="28"/>
        </w:rPr>
        <w:t>2)= 0.8*37.530324=30.0242592 т/год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NO</w:t>
      </w:r>
      <w:r w:rsidRPr="00161BE2">
        <w:rPr>
          <w:sz w:val="28"/>
          <w:szCs w:val="28"/>
        </w:rPr>
        <w:t>2)= 0.8*1.2701133=1.0160906 г/с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C</w:t>
      </w:r>
      <w:r w:rsidRPr="00161BE2">
        <w:rPr>
          <w:sz w:val="28"/>
          <w:szCs w:val="28"/>
        </w:rPr>
        <w:t xml:space="preserve">     = 1.0160906*1000/7.7754949=130.6785816 мг/куб.м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NO</w:t>
      </w:r>
      <w:r w:rsidRPr="00161BE2">
        <w:rPr>
          <w:sz w:val="28"/>
          <w:szCs w:val="28"/>
        </w:rPr>
        <w:t>)= 0.13*37.530324=4.8789421 т/год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NO</w:t>
      </w:r>
      <w:r w:rsidRPr="00161BE2">
        <w:rPr>
          <w:sz w:val="28"/>
          <w:szCs w:val="28"/>
        </w:rPr>
        <w:t>)= 0.13*1.2701133=0.1651147 г/с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C</w:t>
      </w:r>
      <w:r w:rsidRPr="00161BE2">
        <w:rPr>
          <w:sz w:val="28"/>
          <w:szCs w:val="28"/>
        </w:rPr>
        <w:t xml:space="preserve">     = 0.1651147*1000/7.7754949=21.2352695 мг/куб.м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Оксиды серы (в пересчете на </w:t>
      </w:r>
      <w:r w:rsidRPr="00161BE2">
        <w:rPr>
          <w:sz w:val="28"/>
          <w:szCs w:val="28"/>
          <w:lang w:val="en-US"/>
        </w:rPr>
        <w:t>SO</w:t>
      </w:r>
      <w:r w:rsidRPr="00161BE2">
        <w:rPr>
          <w:sz w:val="28"/>
          <w:szCs w:val="28"/>
        </w:rPr>
        <w:t>2)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 xml:space="preserve"> = 0.01*2*1*3280=65.6000000 т/год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 xml:space="preserve"> = 0.01*2*1*111=2.2200000 г/с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C</w:t>
      </w:r>
      <w:r w:rsidRPr="00161BE2">
        <w:rPr>
          <w:sz w:val="28"/>
          <w:szCs w:val="28"/>
        </w:rPr>
        <w:t xml:space="preserve"> = 2.22*1000/7.7754949=285.5123733 мг/куб.м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Расчет параметров выбросов вредных веществ: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V</w:t>
      </w:r>
      <w:r w:rsidRPr="00161BE2">
        <w:rPr>
          <w:sz w:val="28"/>
          <w:szCs w:val="28"/>
        </w:rPr>
        <w:t>пс = (273+150)*18065.61792/(273*3600)=7.7754949 куб.м/с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W</w:t>
      </w:r>
      <w:r w:rsidRPr="00161BE2">
        <w:rPr>
          <w:sz w:val="28"/>
          <w:szCs w:val="28"/>
        </w:rPr>
        <w:t>пс = 7.7754949/(0.785*2*2)=2.4762723 м/с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</w:p>
    <w:p w:rsidR="00D90D2C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Результаты расчета выбросов по источнику</w:t>
      </w:r>
      <w:r w:rsidR="000D040E">
        <w:rPr>
          <w:sz w:val="28"/>
          <w:szCs w:val="28"/>
        </w:rPr>
        <w:t>:</w:t>
      </w:r>
      <w:r w:rsidRPr="00161BE2">
        <w:rPr>
          <w:sz w:val="28"/>
          <w:szCs w:val="28"/>
        </w:rPr>
        <w:t xml:space="preserve"> печь АВТ</w:t>
      </w:r>
    </w:p>
    <w:p w:rsidR="00161BE2" w:rsidRPr="00161BE2" w:rsidRDefault="00D90D2C" w:rsidP="00517A3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378" w:type="dxa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47"/>
        <w:gridCol w:w="737"/>
        <w:gridCol w:w="2047"/>
        <w:gridCol w:w="2047"/>
      </w:tblGrid>
      <w:tr w:rsidR="00161BE2" w:rsidRPr="00D90D2C">
        <w:tc>
          <w:tcPr>
            <w:tcW w:w="4547" w:type="dxa"/>
          </w:tcPr>
          <w:p w:rsidR="00161BE2" w:rsidRPr="00D90D2C" w:rsidRDefault="00161BE2" w:rsidP="00517A30">
            <w:pPr>
              <w:spacing w:line="360" w:lineRule="auto"/>
              <w:ind w:left="-74" w:right="-74" w:firstLine="709"/>
            </w:pPr>
            <w:r w:rsidRPr="00D90D2C">
              <w:t xml:space="preserve">                                     </w:t>
            </w:r>
            <w:r w:rsidRPr="00D90D2C">
              <w:br/>
              <w:t xml:space="preserve">          Вредное вещество           </w:t>
            </w:r>
            <w:r w:rsidRPr="00D90D2C">
              <w:br/>
              <w:t xml:space="preserve">                                     </w:t>
            </w:r>
          </w:p>
        </w:tc>
        <w:tc>
          <w:tcPr>
            <w:tcW w:w="737" w:type="dxa"/>
          </w:tcPr>
          <w:p w:rsidR="00161BE2" w:rsidRPr="00D90D2C" w:rsidRDefault="00161BE2" w:rsidP="00517A30">
            <w:pPr>
              <w:spacing w:line="360" w:lineRule="auto"/>
              <w:ind w:left="-74" w:right="-74" w:firstLine="709"/>
            </w:pPr>
            <w:r w:rsidRPr="00D90D2C">
              <w:t xml:space="preserve">Код  </w:t>
            </w:r>
            <w:r w:rsidRPr="00D90D2C">
              <w:br/>
              <w:t>веще-</w:t>
            </w:r>
            <w:r w:rsidRPr="00D90D2C">
              <w:br/>
              <w:t xml:space="preserve">ства </w:t>
            </w:r>
          </w:p>
        </w:tc>
        <w:tc>
          <w:tcPr>
            <w:tcW w:w="2047" w:type="dxa"/>
          </w:tcPr>
          <w:p w:rsidR="00161BE2" w:rsidRPr="00D90D2C" w:rsidRDefault="00161BE2" w:rsidP="00517A30">
            <w:pPr>
              <w:spacing w:line="360" w:lineRule="auto"/>
              <w:ind w:left="-74" w:right="-74" w:firstLine="709"/>
            </w:pPr>
            <w:r w:rsidRPr="00D90D2C">
              <w:t xml:space="preserve"> Валовый выброс </w:t>
            </w:r>
            <w:r w:rsidRPr="00D90D2C">
              <w:br/>
              <w:t xml:space="preserve">                </w:t>
            </w:r>
            <w:r w:rsidRPr="00D90D2C">
              <w:br/>
              <w:t xml:space="preserve">     (т/год)    </w:t>
            </w:r>
          </w:p>
        </w:tc>
        <w:tc>
          <w:tcPr>
            <w:tcW w:w="2047" w:type="dxa"/>
          </w:tcPr>
          <w:p w:rsidR="00161BE2" w:rsidRPr="00D90D2C" w:rsidRDefault="00161BE2" w:rsidP="00517A30">
            <w:pPr>
              <w:spacing w:line="360" w:lineRule="auto"/>
              <w:ind w:left="-74" w:right="-74" w:firstLine="709"/>
            </w:pPr>
            <w:r w:rsidRPr="00D90D2C">
              <w:t xml:space="preserve">  Максимально   </w:t>
            </w:r>
            <w:r w:rsidRPr="00D90D2C">
              <w:br/>
              <w:t xml:space="preserve"> разовый выброс </w:t>
            </w:r>
            <w:r w:rsidRPr="00D90D2C">
              <w:br/>
              <w:t xml:space="preserve">     (г/сек)    </w:t>
            </w:r>
          </w:p>
        </w:tc>
      </w:tr>
      <w:tr w:rsidR="00161BE2" w:rsidRPr="00D90D2C">
        <w:tc>
          <w:tcPr>
            <w:tcW w:w="4547" w:type="dxa"/>
          </w:tcPr>
          <w:p w:rsidR="00161BE2" w:rsidRPr="00D90D2C" w:rsidRDefault="00161BE2" w:rsidP="00517A30">
            <w:pPr>
              <w:spacing w:line="360" w:lineRule="auto"/>
              <w:ind w:left="-74" w:right="-74" w:firstLine="709"/>
            </w:pPr>
            <w:r w:rsidRPr="00D90D2C">
              <w:t xml:space="preserve">Азота диоксид                        </w:t>
            </w:r>
            <w:r w:rsidRPr="00D90D2C">
              <w:br/>
              <w:t xml:space="preserve">Азота оксид                          </w:t>
            </w:r>
            <w:r w:rsidRPr="00D90D2C">
              <w:br/>
              <w:t xml:space="preserve">Метан                                </w:t>
            </w:r>
            <w:r w:rsidRPr="00D90D2C">
              <w:br/>
              <w:t>Оксид углерода (</w:t>
            </w:r>
            <w:r w:rsidRPr="00D90D2C">
              <w:rPr>
                <w:lang w:val="en-US"/>
              </w:rPr>
              <w:t>CO</w:t>
            </w:r>
            <w:r w:rsidRPr="00D90D2C">
              <w:t xml:space="preserve">)                  </w:t>
            </w:r>
            <w:r w:rsidRPr="00D90D2C">
              <w:br/>
              <w:t xml:space="preserve">Оксиды серы (в пересчете на </w:t>
            </w:r>
            <w:r w:rsidRPr="00D90D2C">
              <w:rPr>
                <w:lang w:val="en-US"/>
              </w:rPr>
              <w:t>SO</w:t>
            </w:r>
            <w:r w:rsidRPr="00D90D2C">
              <w:t xml:space="preserve">2)     </w:t>
            </w:r>
          </w:p>
        </w:tc>
        <w:tc>
          <w:tcPr>
            <w:tcW w:w="737" w:type="dxa"/>
          </w:tcPr>
          <w:p w:rsidR="00161BE2" w:rsidRPr="00D90D2C" w:rsidRDefault="00161BE2" w:rsidP="00517A30">
            <w:pPr>
              <w:spacing w:line="360" w:lineRule="auto"/>
              <w:ind w:left="-74" w:right="-74" w:firstLine="709"/>
            </w:pPr>
            <w:r w:rsidRPr="00D90D2C">
              <w:t xml:space="preserve">  301</w:t>
            </w:r>
            <w:r w:rsidRPr="00D90D2C">
              <w:br/>
              <w:t xml:space="preserve">  304</w:t>
            </w:r>
            <w:r w:rsidRPr="00D90D2C">
              <w:br/>
              <w:t xml:space="preserve">  410</w:t>
            </w:r>
            <w:r w:rsidRPr="00D90D2C">
              <w:br/>
              <w:t xml:space="preserve">  337</w:t>
            </w:r>
            <w:r w:rsidRPr="00D90D2C">
              <w:br/>
              <w:t xml:space="preserve">  330</w:t>
            </w:r>
          </w:p>
        </w:tc>
        <w:tc>
          <w:tcPr>
            <w:tcW w:w="2047" w:type="dxa"/>
          </w:tcPr>
          <w:p w:rsidR="00161BE2" w:rsidRPr="00D90D2C" w:rsidRDefault="00161BE2" w:rsidP="00517A30">
            <w:pPr>
              <w:spacing w:line="360" w:lineRule="auto"/>
              <w:ind w:left="-74" w:right="-74" w:firstLine="709"/>
            </w:pPr>
            <w:r w:rsidRPr="00D90D2C">
              <w:t xml:space="preserve">      30.0242592</w:t>
            </w:r>
            <w:r w:rsidRPr="00D90D2C">
              <w:br/>
              <w:t xml:space="preserve">       4.8789421</w:t>
            </w:r>
            <w:r w:rsidRPr="00D90D2C">
              <w:br/>
              <w:t xml:space="preserve">       1.6089000</w:t>
            </w:r>
            <w:r w:rsidRPr="00D90D2C">
              <w:br/>
              <w:t xml:space="preserve">      16.0890000</w:t>
            </w:r>
            <w:r w:rsidRPr="00D90D2C">
              <w:br/>
              <w:t xml:space="preserve">      65.6000000</w:t>
            </w:r>
          </w:p>
        </w:tc>
        <w:tc>
          <w:tcPr>
            <w:tcW w:w="2047" w:type="dxa"/>
          </w:tcPr>
          <w:p w:rsidR="00161BE2" w:rsidRPr="00D90D2C" w:rsidRDefault="00161BE2" w:rsidP="00517A30">
            <w:pPr>
              <w:spacing w:line="360" w:lineRule="auto"/>
              <w:ind w:left="-74" w:right="-74" w:firstLine="709"/>
            </w:pPr>
            <w:r w:rsidRPr="00D90D2C">
              <w:t xml:space="preserve">       1.0160906</w:t>
            </w:r>
            <w:r w:rsidRPr="00D90D2C">
              <w:br/>
              <w:t xml:space="preserve">       0.1651147</w:t>
            </w:r>
            <w:r w:rsidRPr="00D90D2C">
              <w:br/>
              <w:t xml:space="preserve">       0.0544500</w:t>
            </w:r>
            <w:r w:rsidRPr="00D90D2C">
              <w:br/>
              <w:t xml:space="preserve">       0.5445000</w:t>
            </w:r>
            <w:r w:rsidRPr="00D90D2C">
              <w:br/>
              <w:t xml:space="preserve">       2.2200000</w:t>
            </w:r>
          </w:p>
        </w:tc>
      </w:tr>
    </w:tbl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Объемный расход продуктов сгорания,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уходящих из дымовой трубы, куб.м/</w:t>
      </w:r>
      <w:r w:rsidRPr="00161BE2">
        <w:rPr>
          <w:sz w:val="28"/>
          <w:szCs w:val="28"/>
          <w:lang w:val="en-US"/>
        </w:rPr>
        <w:t>c</w:t>
      </w:r>
      <w:r w:rsidRPr="00161BE2">
        <w:rPr>
          <w:sz w:val="28"/>
          <w:szCs w:val="28"/>
        </w:rPr>
        <w:t xml:space="preserve">:             </w:t>
      </w:r>
      <w:r w:rsidR="000D040E">
        <w:rPr>
          <w:sz w:val="28"/>
          <w:szCs w:val="28"/>
        </w:rPr>
        <w:tab/>
      </w:r>
      <w:r w:rsidRPr="00161BE2">
        <w:rPr>
          <w:sz w:val="28"/>
          <w:szCs w:val="28"/>
        </w:rPr>
        <w:t xml:space="preserve">  7.7754949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>Скорость продуктов сгорания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            в дымовой трубе, м/с:              </w:t>
      </w:r>
      <w:r w:rsidR="000D040E">
        <w:rPr>
          <w:sz w:val="28"/>
          <w:szCs w:val="28"/>
        </w:rPr>
        <w:tab/>
      </w:r>
      <w:r w:rsidR="000D040E">
        <w:rPr>
          <w:sz w:val="28"/>
          <w:szCs w:val="28"/>
        </w:rPr>
        <w:tab/>
      </w:r>
      <w:r w:rsidRPr="00161BE2">
        <w:rPr>
          <w:sz w:val="28"/>
          <w:szCs w:val="28"/>
        </w:rPr>
        <w:t xml:space="preserve"> 2.4762723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Концентрация вредных выбросов в дымовых газах</w:t>
      </w:r>
    </w:p>
    <w:tbl>
      <w:tblPr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46"/>
        <w:gridCol w:w="4067"/>
      </w:tblGrid>
      <w:tr w:rsidR="00161BE2" w:rsidRPr="00D90D2C" w:rsidTr="00D90D2C">
        <w:trPr>
          <w:trHeight w:val="1231"/>
        </w:trPr>
        <w:tc>
          <w:tcPr>
            <w:tcW w:w="5146" w:type="dxa"/>
          </w:tcPr>
          <w:p w:rsidR="00161BE2" w:rsidRPr="00D90D2C" w:rsidRDefault="00161BE2" w:rsidP="00517A30">
            <w:pPr>
              <w:spacing w:line="360" w:lineRule="auto"/>
              <w:ind w:left="-74" w:right="-74" w:firstLine="709"/>
            </w:pPr>
            <w:r w:rsidRPr="00D90D2C">
              <w:t xml:space="preserve">                                     </w:t>
            </w:r>
            <w:r w:rsidRPr="00D90D2C">
              <w:br/>
              <w:t xml:space="preserve">          Вредное вещество           </w:t>
            </w:r>
            <w:r w:rsidRPr="00D90D2C">
              <w:br/>
              <w:t xml:space="preserve">                                     </w:t>
            </w:r>
          </w:p>
        </w:tc>
        <w:tc>
          <w:tcPr>
            <w:tcW w:w="4067" w:type="dxa"/>
          </w:tcPr>
          <w:p w:rsidR="00161BE2" w:rsidRPr="00D90D2C" w:rsidRDefault="00161BE2" w:rsidP="00517A30">
            <w:pPr>
              <w:spacing w:line="360" w:lineRule="auto"/>
              <w:ind w:left="-74" w:right="-74" w:firstLine="709"/>
            </w:pPr>
            <w:r w:rsidRPr="00D90D2C">
              <w:t xml:space="preserve">                             </w:t>
            </w:r>
            <w:r w:rsidRPr="00D90D2C">
              <w:br/>
              <w:t xml:space="preserve">         Концентрация        </w:t>
            </w:r>
            <w:r w:rsidRPr="00D90D2C">
              <w:br/>
              <w:t xml:space="preserve">         (мг/куб.м)          </w:t>
            </w:r>
          </w:p>
        </w:tc>
      </w:tr>
      <w:tr w:rsidR="00161BE2" w:rsidRPr="00D90D2C" w:rsidTr="00D90D2C">
        <w:trPr>
          <w:trHeight w:val="2072"/>
        </w:trPr>
        <w:tc>
          <w:tcPr>
            <w:tcW w:w="5146" w:type="dxa"/>
          </w:tcPr>
          <w:p w:rsidR="00161BE2" w:rsidRPr="00D90D2C" w:rsidRDefault="00161BE2" w:rsidP="00517A30">
            <w:pPr>
              <w:spacing w:line="360" w:lineRule="auto"/>
              <w:ind w:left="-74" w:right="-74" w:firstLine="709"/>
            </w:pPr>
            <w:r w:rsidRPr="00D90D2C">
              <w:t xml:space="preserve">Азота диоксид                        </w:t>
            </w:r>
            <w:r w:rsidRPr="00D90D2C">
              <w:br/>
              <w:t xml:space="preserve">Азота оксид                          </w:t>
            </w:r>
            <w:r w:rsidRPr="00D90D2C">
              <w:br/>
              <w:t xml:space="preserve">Метан                                </w:t>
            </w:r>
            <w:r w:rsidRPr="00D90D2C">
              <w:br/>
              <w:t>Оксид углерода (</w:t>
            </w:r>
            <w:r w:rsidRPr="00D90D2C">
              <w:rPr>
                <w:lang w:val="en-US"/>
              </w:rPr>
              <w:t>CO</w:t>
            </w:r>
            <w:r w:rsidRPr="00D90D2C">
              <w:t xml:space="preserve">)                  </w:t>
            </w:r>
            <w:r w:rsidRPr="00D90D2C">
              <w:br/>
              <w:t xml:space="preserve">Оксиды серы (в пересчете на </w:t>
            </w:r>
            <w:r w:rsidRPr="00D90D2C">
              <w:rPr>
                <w:lang w:val="en-US"/>
              </w:rPr>
              <w:t>SO</w:t>
            </w:r>
            <w:r w:rsidRPr="00D90D2C">
              <w:t xml:space="preserve">2)     </w:t>
            </w:r>
          </w:p>
        </w:tc>
        <w:tc>
          <w:tcPr>
            <w:tcW w:w="4067" w:type="dxa"/>
          </w:tcPr>
          <w:p w:rsidR="00161BE2" w:rsidRPr="00D90D2C" w:rsidRDefault="00161BE2" w:rsidP="00517A30">
            <w:pPr>
              <w:spacing w:line="360" w:lineRule="auto"/>
              <w:ind w:left="-74" w:right="-74" w:firstLine="709"/>
            </w:pPr>
            <w:r w:rsidRPr="00D90D2C">
              <w:t xml:space="preserve">           130.6785816       </w:t>
            </w:r>
            <w:r w:rsidRPr="00D90D2C">
              <w:br/>
              <w:t xml:space="preserve">            21.2352695       </w:t>
            </w:r>
            <w:r w:rsidRPr="00D90D2C">
              <w:br/>
              <w:t xml:space="preserve">             7.0027697       </w:t>
            </w:r>
            <w:r w:rsidRPr="00D90D2C">
              <w:br/>
              <w:t xml:space="preserve">            70.0276970       </w:t>
            </w:r>
            <w:r w:rsidRPr="00D90D2C">
              <w:br/>
              <w:t xml:space="preserve">           285.5123733       </w:t>
            </w:r>
          </w:p>
        </w:tc>
      </w:tr>
    </w:tbl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Источник выделения: печь АВТ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Номер источника:        76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Характеристика сжигания топлива: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совместное сжигание газообразного и жидкого топлива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Эксплуатационные характеристики: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- время работы печи в году, час/год: 8208.0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- коэффициент избытка воздуха в топке: 1.20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- температура уходящих дымовых газов, градусов Цельсия: 150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- внутренний диаметр устья дымовой трубы, метров: 2.00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Тип и компоновка горелок в печи: ГП-2 (фронтовая одноярусная)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Доля жидкого топлива по тепловыделению: 0.0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Мощность горелок, МВт:                      1.860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Коэффициент </w:t>
      </w:r>
      <w:r w:rsidRPr="00161BE2">
        <w:rPr>
          <w:sz w:val="28"/>
          <w:szCs w:val="28"/>
          <w:lang w:val="en-US"/>
        </w:rPr>
        <w:t>a</w:t>
      </w:r>
      <w:r w:rsidRPr="00161BE2">
        <w:rPr>
          <w:sz w:val="28"/>
          <w:szCs w:val="28"/>
        </w:rPr>
        <w:t>:  95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Коэффициент </w:t>
      </w:r>
      <w:r w:rsidRPr="00161BE2">
        <w:rPr>
          <w:sz w:val="28"/>
          <w:szCs w:val="28"/>
          <w:lang w:val="en-US"/>
        </w:rPr>
        <w:t>b</w:t>
      </w:r>
      <w:r w:rsidRPr="00161BE2">
        <w:rPr>
          <w:sz w:val="28"/>
          <w:szCs w:val="28"/>
        </w:rPr>
        <w:t>: 85.0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Коэффициент </w:t>
      </w:r>
      <w:r w:rsidRPr="00161BE2">
        <w:rPr>
          <w:sz w:val="28"/>
          <w:szCs w:val="28"/>
          <w:lang w:val="en-US"/>
        </w:rPr>
        <w:t>c</w:t>
      </w:r>
      <w:r w:rsidRPr="00161BE2">
        <w:rPr>
          <w:sz w:val="28"/>
          <w:szCs w:val="28"/>
        </w:rPr>
        <w:t>: 30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Вид используемого топлива: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Предельные газы стабилизации нефтяных дистиллятов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расход топлива:       6385.00 тонн/год,     216.000 грамм/сек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содержание серы в жидком топливе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  или сероводорода в газообразном, масс.%:  0.00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энергетический эквивалент топлива          1.50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Котельное топливо, мазут, тяжелые остатки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расход топлива:       2807.00 тонн/год,      95.000 грамм/сек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содержание серы в жидком топливе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  или сероводорода в газообразном, масс.%:  1.00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энергетический эквивалент топлива          1.40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Расчет по веществам: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Метан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 xml:space="preserve"> = 1.5 * 10</w:t>
      </w:r>
      <w:r w:rsidRPr="00161BE2">
        <w:rPr>
          <w:sz w:val="28"/>
          <w:szCs w:val="28"/>
          <w:lang w:val="en-US"/>
        </w:rPr>
        <w:t>e</w:t>
      </w:r>
      <w:r w:rsidRPr="00161BE2">
        <w:rPr>
          <w:sz w:val="28"/>
          <w:szCs w:val="28"/>
        </w:rPr>
        <w:t>-4 * (6385+2807)=1.3788000 т/год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 xml:space="preserve"> = 1.5 * 10</w:t>
      </w:r>
      <w:r w:rsidRPr="00161BE2">
        <w:rPr>
          <w:sz w:val="28"/>
          <w:szCs w:val="28"/>
          <w:lang w:val="en-US"/>
        </w:rPr>
        <w:t>e</w:t>
      </w:r>
      <w:r w:rsidRPr="00161BE2">
        <w:rPr>
          <w:sz w:val="28"/>
          <w:szCs w:val="28"/>
        </w:rPr>
        <w:t>-4 * (216+95)=0.0466500 г/с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C</w:t>
      </w:r>
      <w:r w:rsidRPr="00161BE2">
        <w:rPr>
          <w:sz w:val="28"/>
          <w:szCs w:val="28"/>
        </w:rPr>
        <w:t xml:space="preserve"> = 0.04665*1000/6.6617945=7.0026177 мг/куб.м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Оксид углерода (</w:t>
      </w:r>
      <w:r w:rsidRPr="00161BE2">
        <w:rPr>
          <w:sz w:val="28"/>
          <w:szCs w:val="28"/>
          <w:lang w:val="en-US"/>
        </w:rPr>
        <w:t>CO</w:t>
      </w:r>
      <w:r w:rsidRPr="00161BE2">
        <w:rPr>
          <w:sz w:val="28"/>
          <w:szCs w:val="28"/>
        </w:rPr>
        <w:t>)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 xml:space="preserve"> = 1.5 * 10</w:t>
      </w:r>
      <w:r w:rsidRPr="00161BE2">
        <w:rPr>
          <w:sz w:val="28"/>
          <w:szCs w:val="28"/>
          <w:lang w:val="en-US"/>
        </w:rPr>
        <w:t>e</w:t>
      </w:r>
      <w:r w:rsidRPr="00161BE2">
        <w:rPr>
          <w:sz w:val="28"/>
          <w:szCs w:val="28"/>
        </w:rPr>
        <w:t>-3 * (6385+2807)=13.7880000 т/год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 xml:space="preserve"> = 1.5 * 10</w:t>
      </w:r>
      <w:r w:rsidRPr="00161BE2">
        <w:rPr>
          <w:sz w:val="28"/>
          <w:szCs w:val="28"/>
          <w:lang w:val="en-US"/>
        </w:rPr>
        <w:t>e</w:t>
      </w:r>
      <w:r w:rsidRPr="00161BE2">
        <w:rPr>
          <w:sz w:val="28"/>
          <w:szCs w:val="28"/>
        </w:rPr>
        <w:t>-3 * (216+95)=0.4665000 г/с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C</w:t>
      </w:r>
      <w:r w:rsidRPr="00161BE2">
        <w:rPr>
          <w:sz w:val="28"/>
          <w:szCs w:val="28"/>
        </w:rPr>
        <w:t xml:space="preserve"> = 0.4665*1000/6.6617945=70.0261773 мг/куб.м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Оксиды азота: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V</w:t>
      </w:r>
      <w:r w:rsidRPr="00161BE2">
        <w:rPr>
          <w:sz w:val="28"/>
          <w:szCs w:val="28"/>
        </w:rPr>
        <w:t>г    = 7.84*1.2*3.6*(216*1.5+95*1.4)=15478.0416 нм3/ч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Cnox</w:t>
      </w:r>
      <w:r w:rsidRPr="00161BE2">
        <w:rPr>
          <w:sz w:val="28"/>
          <w:szCs w:val="28"/>
        </w:rPr>
        <w:t xml:space="preserve">  = (95+(85+30*0)*1.86)*(1.2/1.2)^0.5=253.1 мг/нм3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nox</w:t>
      </w:r>
      <w:r w:rsidRPr="00161BE2">
        <w:rPr>
          <w:sz w:val="28"/>
          <w:szCs w:val="28"/>
        </w:rPr>
        <w:t>)= 15478.0416*253.1*8208*10е-9=32.1547770 т/год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nox</w:t>
      </w:r>
      <w:r w:rsidRPr="00161BE2">
        <w:rPr>
          <w:sz w:val="28"/>
          <w:szCs w:val="28"/>
        </w:rPr>
        <w:t>)= 15478.0416*253.1/3600000=1.0881923 г/с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NO</w:t>
      </w:r>
      <w:r w:rsidRPr="00161BE2">
        <w:rPr>
          <w:sz w:val="28"/>
          <w:szCs w:val="28"/>
        </w:rPr>
        <w:t>2)= 0.8*32.154777=25.7238216 т/год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NO</w:t>
      </w:r>
      <w:r w:rsidRPr="00161BE2">
        <w:rPr>
          <w:sz w:val="28"/>
          <w:szCs w:val="28"/>
        </w:rPr>
        <w:t>2)= 0.8*1.0881923=0.8705539 г/с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  <w:lang w:val="en-US"/>
        </w:rPr>
        <w:t>C</w:t>
      </w:r>
      <w:r w:rsidRPr="00161BE2">
        <w:rPr>
          <w:sz w:val="28"/>
          <w:szCs w:val="28"/>
        </w:rPr>
        <w:t xml:space="preserve">     = 0.8705539*1000/6.6617945=130.6785816 мг/куб.м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NO</w:t>
      </w:r>
      <w:r w:rsidRPr="00161BE2">
        <w:rPr>
          <w:sz w:val="28"/>
          <w:szCs w:val="28"/>
        </w:rPr>
        <w:t>)= 0.13*32.154777=4.1801210 т/год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>(</w:t>
      </w:r>
      <w:r w:rsidRPr="00161BE2">
        <w:rPr>
          <w:sz w:val="28"/>
          <w:szCs w:val="28"/>
          <w:lang w:val="en-US"/>
        </w:rPr>
        <w:t>NO</w:t>
      </w:r>
      <w:r w:rsidRPr="00161BE2">
        <w:rPr>
          <w:sz w:val="28"/>
          <w:szCs w:val="28"/>
        </w:rPr>
        <w:t>)= 0.13*1.0881923=0.1414650 г/с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C</w:t>
      </w:r>
      <w:r w:rsidRPr="00161BE2">
        <w:rPr>
          <w:sz w:val="28"/>
          <w:szCs w:val="28"/>
        </w:rPr>
        <w:t xml:space="preserve">     = 0.141465*1000/6.6617945=21.2352695 мг/куб.м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Оксиды серы (в пересчете на </w:t>
      </w:r>
      <w:r w:rsidRPr="00161BE2">
        <w:rPr>
          <w:sz w:val="28"/>
          <w:szCs w:val="28"/>
          <w:lang w:val="en-US"/>
        </w:rPr>
        <w:t>SO</w:t>
      </w:r>
      <w:r w:rsidRPr="00161BE2">
        <w:rPr>
          <w:sz w:val="28"/>
          <w:szCs w:val="28"/>
        </w:rPr>
        <w:t>2)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 xml:space="preserve"> = 0.01*2*1*2807=56.1400000 т/год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m</w:t>
      </w:r>
      <w:r w:rsidRPr="00161BE2">
        <w:rPr>
          <w:sz w:val="28"/>
          <w:szCs w:val="28"/>
        </w:rPr>
        <w:t xml:space="preserve"> = 0.01*2*1*95=1.9000000 г/с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C</w:t>
      </w:r>
      <w:r w:rsidRPr="00161BE2">
        <w:rPr>
          <w:sz w:val="28"/>
          <w:szCs w:val="28"/>
        </w:rPr>
        <w:t xml:space="preserve"> = 1.9*1000/6.6617945=285.2084391 мг/куб.м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Расчет параметров выбросов вредных веществ: 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V</w:t>
      </w:r>
      <w:r w:rsidRPr="00161BE2">
        <w:rPr>
          <w:sz w:val="28"/>
          <w:szCs w:val="28"/>
        </w:rPr>
        <w:t>пс = (273+150)*15478.0416/(273*3600)=6.6617945 куб.м/с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</w:t>
      </w:r>
      <w:r w:rsidRPr="00161BE2">
        <w:rPr>
          <w:sz w:val="28"/>
          <w:szCs w:val="28"/>
          <w:lang w:val="en-US"/>
        </w:rPr>
        <w:t>W</w:t>
      </w:r>
      <w:r w:rsidRPr="00161BE2">
        <w:rPr>
          <w:sz w:val="28"/>
          <w:szCs w:val="28"/>
        </w:rPr>
        <w:t>пс = 6.6617945/(0.785*2*2)=2.1215906 м/с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Результаты расчета выбросов по источнику: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печь АВТ</w:t>
      </w:r>
    </w:p>
    <w:tbl>
      <w:tblPr>
        <w:tblW w:w="9378" w:type="dxa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47"/>
        <w:gridCol w:w="737"/>
        <w:gridCol w:w="2047"/>
        <w:gridCol w:w="2047"/>
      </w:tblGrid>
      <w:tr w:rsidR="00161BE2" w:rsidRPr="00D90D2C">
        <w:tc>
          <w:tcPr>
            <w:tcW w:w="4547" w:type="dxa"/>
          </w:tcPr>
          <w:p w:rsidR="00161BE2" w:rsidRPr="00D90D2C" w:rsidRDefault="00161BE2" w:rsidP="00D90D2C">
            <w:pPr>
              <w:spacing w:line="360" w:lineRule="auto"/>
              <w:ind w:left="-74" w:right="-74" w:firstLine="74"/>
            </w:pPr>
            <w:r w:rsidRPr="00D90D2C">
              <w:t xml:space="preserve">                                     </w:t>
            </w:r>
            <w:r w:rsidRPr="00D90D2C">
              <w:br/>
              <w:t xml:space="preserve">          Вредное вещество           </w:t>
            </w:r>
            <w:r w:rsidRPr="00D90D2C">
              <w:br/>
              <w:t xml:space="preserve">                                     </w:t>
            </w:r>
          </w:p>
        </w:tc>
        <w:tc>
          <w:tcPr>
            <w:tcW w:w="737" w:type="dxa"/>
          </w:tcPr>
          <w:p w:rsidR="00161BE2" w:rsidRPr="00D90D2C" w:rsidRDefault="00161BE2" w:rsidP="00D90D2C">
            <w:pPr>
              <w:spacing w:line="360" w:lineRule="auto"/>
              <w:ind w:left="-74" w:right="-74" w:firstLine="74"/>
            </w:pPr>
            <w:r w:rsidRPr="00D90D2C">
              <w:t xml:space="preserve">Код  </w:t>
            </w:r>
            <w:r w:rsidRPr="00D90D2C">
              <w:br/>
              <w:t>веще-</w:t>
            </w:r>
            <w:r w:rsidRPr="00D90D2C">
              <w:br/>
              <w:t xml:space="preserve">ства </w:t>
            </w:r>
          </w:p>
        </w:tc>
        <w:tc>
          <w:tcPr>
            <w:tcW w:w="2047" w:type="dxa"/>
          </w:tcPr>
          <w:p w:rsidR="00161BE2" w:rsidRPr="00D90D2C" w:rsidRDefault="00161BE2" w:rsidP="00D90D2C">
            <w:pPr>
              <w:spacing w:line="360" w:lineRule="auto"/>
              <w:ind w:left="-74" w:right="-74" w:firstLine="74"/>
            </w:pPr>
            <w:r w:rsidRPr="00D90D2C">
              <w:t xml:space="preserve"> Валовый выброс </w:t>
            </w:r>
            <w:r w:rsidRPr="00D90D2C">
              <w:br/>
              <w:t xml:space="preserve">                </w:t>
            </w:r>
            <w:r w:rsidRPr="00D90D2C">
              <w:br/>
              <w:t xml:space="preserve">     (т/год)    </w:t>
            </w:r>
          </w:p>
        </w:tc>
        <w:tc>
          <w:tcPr>
            <w:tcW w:w="2047" w:type="dxa"/>
          </w:tcPr>
          <w:p w:rsidR="00161BE2" w:rsidRPr="00D90D2C" w:rsidRDefault="00161BE2" w:rsidP="00D90D2C">
            <w:pPr>
              <w:spacing w:line="360" w:lineRule="auto"/>
              <w:ind w:left="-74" w:right="-74" w:firstLine="74"/>
            </w:pPr>
            <w:r w:rsidRPr="00D90D2C">
              <w:t xml:space="preserve">  Максимально   </w:t>
            </w:r>
            <w:r w:rsidRPr="00D90D2C">
              <w:br/>
              <w:t xml:space="preserve"> разовый выброс </w:t>
            </w:r>
            <w:r w:rsidRPr="00D90D2C">
              <w:br/>
              <w:t xml:space="preserve">     (г/сек)    </w:t>
            </w:r>
          </w:p>
        </w:tc>
      </w:tr>
      <w:tr w:rsidR="00161BE2" w:rsidRPr="00D90D2C">
        <w:tc>
          <w:tcPr>
            <w:tcW w:w="4547" w:type="dxa"/>
          </w:tcPr>
          <w:p w:rsidR="00161BE2" w:rsidRPr="00D90D2C" w:rsidRDefault="00161BE2" w:rsidP="00D90D2C">
            <w:pPr>
              <w:spacing w:line="360" w:lineRule="auto"/>
              <w:ind w:left="-74" w:right="-74" w:firstLine="74"/>
            </w:pPr>
            <w:r w:rsidRPr="00D90D2C">
              <w:t xml:space="preserve">Азота диоксид                        </w:t>
            </w:r>
            <w:r w:rsidRPr="00D90D2C">
              <w:br/>
              <w:t xml:space="preserve">Азота оксид                          </w:t>
            </w:r>
            <w:r w:rsidRPr="00D90D2C">
              <w:br/>
              <w:t xml:space="preserve">Метан                                </w:t>
            </w:r>
            <w:r w:rsidRPr="00D90D2C">
              <w:br/>
              <w:t>Оксид углерода (</w:t>
            </w:r>
            <w:r w:rsidRPr="00D90D2C">
              <w:rPr>
                <w:lang w:val="en-US"/>
              </w:rPr>
              <w:t>CO</w:t>
            </w:r>
            <w:r w:rsidRPr="00D90D2C">
              <w:t xml:space="preserve">)                  </w:t>
            </w:r>
            <w:r w:rsidRPr="00D90D2C">
              <w:br/>
              <w:t xml:space="preserve">Оксиды серы (в пересчете на </w:t>
            </w:r>
            <w:r w:rsidRPr="00D90D2C">
              <w:rPr>
                <w:lang w:val="en-US"/>
              </w:rPr>
              <w:t>SO</w:t>
            </w:r>
            <w:r w:rsidRPr="00D90D2C">
              <w:t xml:space="preserve">2)     </w:t>
            </w:r>
          </w:p>
        </w:tc>
        <w:tc>
          <w:tcPr>
            <w:tcW w:w="737" w:type="dxa"/>
          </w:tcPr>
          <w:p w:rsidR="00161BE2" w:rsidRPr="00D90D2C" w:rsidRDefault="00161BE2" w:rsidP="00D90D2C">
            <w:pPr>
              <w:spacing w:line="360" w:lineRule="auto"/>
              <w:ind w:left="-74" w:right="-74" w:firstLine="74"/>
            </w:pPr>
            <w:r w:rsidRPr="00D90D2C">
              <w:t xml:space="preserve">  301</w:t>
            </w:r>
            <w:r w:rsidRPr="00D90D2C">
              <w:br/>
              <w:t xml:space="preserve">  304</w:t>
            </w:r>
            <w:r w:rsidRPr="00D90D2C">
              <w:br/>
              <w:t xml:space="preserve">  410</w:t>
            </w:r>
            <w:r w:rsidRPr="00D90D2C">
              <w:br/>
              <w:t xml:space="preserve">  337</w:t>
            </w:r>
            <w:r w:rsidRPr="00D90D2C">
              <w:br/>
              <w:t xml:space="preserve">  330</w:t>
            </w:r>
          </w:p>
        </w:tc>
        <w:tc>
          <w:tcPr>
            <w:tcW w:w="2047" w:type="dxa"/>
          </w:tcPr>
          <w:p w:rsidR="00161BE2" w:rsidRPr="00D90D2C" w:rsidRDefault="00161BE2" w:rsidP="00D90D2C">
            <w:pPr>
              <w:spacing w:line="360" w:lineRule="auto"/>
              <w:ind w:left="-74" w:right="-74" w:firstLine="74"/>
            </w:pPr>
            <w:r w:rsidRPr="00D90D2C">
              <w:t xml:space="preserve">      25.7238216</w:t>
            </w:r>
            <w:r w:rsidRPr="00D90D2C">
              <w:br/>
              <w:t xml:space="preserve">       4.1801210</w:t>
            </w:r>
            <w:r w:rsidRPr="00D90D2C">
              <w:br/>
              <w:t xml:space="preserve">       1.3788000</w:t>
            </w:r>
            <w:r w:rsidRPr="00D90D2C">
              <w:br/>
              <w:t xml:space="preserve">      13.7880000</w:t>
            </w:r>
            <w:r w:rsidRPr="00D90D2C">
              <w:br/>
              <w:t xml:space="preserve">      56.1400000</w:t>
            </w:r>
          </w:p>
        </w:tc>
        <w:tc>
          <w:tcPr>
            <w:tcW w:w="2047" w:type="dxa"/>
          </w:tcPr>
          <w:p w:rsidR="00161BE2" w:rsidRPr="00D90D2C" w:rsidRDefault="00161BE2" w:rsidP="00D90D2C">
            <w:pPr>
              <w:spacing w:line="360" w:lineRule="auto"/>
              <w:ind w:left="-74" w:right="-74" w:firstLine="74"/>
            </w:pPr>
            <w:r w:rsidRPr="00D90D2C">
              <w:t xml:space="preserve">       0.8705539</w:t>
            </w:r>
            <w:r w:rsidRPr="00D90D2C">
              <w:br/>
              <w:t xml:space="preserve">       0.1414650</w:t>
            </w:r>
            <w:r w:rsidRPr="00D90D2C">
              <w:br/>
              <w:t xml:space="preserve">       0.0466500</w:t>
            </w:r>
            <w:r w:rsidRPr="00D90D2C">
              <w:br/>
              <w:t xml:space="preserve">       0.4665000</w:t>
            </w:r>
            <w:r w:rsidRPr="00D90D2C">
              <w:br/>
              <w:t xml:space="preserve">       1.9000000</w:t>
            </w:r>
          </w:p>
        </w:tc>
      </w:tr>
    </w:tbl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>Объемный расход продуктов сгорания,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уходящих из дымовой трубы, куб.м/</w:t>
      </w:r>
      <w:r w:rsidRPr="00161BE2">
        <w:rPr>
          <w:sz w:val="28"/>
          <w:szCs w:val="28"/>
          <w:lang w:val="en-US"/>
        </w:rPr>
        <w:t>c</w:t>
      </w:r>
      <w:r w:rsidRPr="00161BE2">
        <w:rPr>
          <w:sz w:val="28"/>
          <w:szCs w:val="28"/>
        </w:rPr>
        <w:t>:               6.6617945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>Скорость продуктов сгорания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                   в дымовой трубе, м/с:               2.1215906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Концентрация вредных выбросов в дымовых газах</w:t>
      </w:r>
    </w:p>
    <w:tbl>
      <w:tblPr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46"/>
        <w:gridCol w:w="4067"/>
      </w:tblGrid>
      <w:tr w:rsidR="00161BE2" w:rsidRPr="00D90D2C" w:rsidTr="00D90D2C">
        <w:trPr>
          <w:trHeight w:val="1209"/>
        </w:trPr>
        <w:tc>
          <w:tcPr>
            <w:tcW w:w="5146" w:type="dxa"/>
          </w:tcPr>
          <w:p w:rsidR="00161BE2" w:rsidRPr="00D90D2C" w:rsidRDefault="00161BE2" w:rsidP="00D90D2C">
            <w:pPr>
              <w:spacing w:line="360" w:lineRule="auto"/>
              <w:ind w:left="-74" w:right="-74" w:hanging="45"/>
            </w:pPr>
            <w:r w:rsidRPr="00D90D2C">
              <w:t xml:space="preserve">                                     </w:t>
            </w:r>
            <w:r w:rsidRPr="00D90D2C">
              <w:br/>
              <w:t xml:space="preserve">          Вредное вещество           </w:t>
            </w:r>
            <w:r w:rsidRPr="00D90D2C">
              <w:br/>
              <w:t xml:space="preserve">                                     </w:t>
            </w:r>
          </w:p>
        </w:tc>
        <w:tc>
          <w:tcPr>
            <w:tcW w:w="4067" w:type="dxa"/>
          </w:tcPr>
          <w:p w:rsidR="00161BE2" w:rsidRPr="00D90D2C" w:rsidRDefault="00161BE2" w:rsidP="00D90D2C">
            <w:pPr>
              <w:spacing w:line="360" w:lineRule="auto"/>
              <w:ind w:left="-74" w:right="-74" w:hanging="45"/>
            </w:pPr>
            <w:r w:rsidRPr="00D90D2C">
              <w:t xml:space="preserve">                             </w:t>
            </w:r>
            <w:r w:rsidRPr="00D90D2C">
              <w:br/>
              <w:t xml:space="preserve">         Концентрация        </w:t>
            </w:r>
            <w:r w:rsidRPr="00D90D2C">
              <w:br/>
              <w:t xml:space="preserve">         (мг/куб.м)          </w:t>
            </w:r>
          </w:p>
        </w:tc>
      </w:tr>
      <w:tr w:rsidR="00161BE2" w:rsidRPr="00D90D2C" w:rsidTr="00D90D2C">
        <w:trPr>
          <w:trHeight w:val="2035"/>
        </w:trPr>
        <w:tc>
          <w:tcPr>
            <w:tcW w:w="5146" w:type="dxa"/>
          </w:tcPr>
          <w:p w:rsidR="00161BE2" w:rsidRPr="00D90D2C" w:rsidRDefault="00161BE2" w:rsidP="00D90D2C">
            <w:pPr>
              <w:spacing w:line="360" w:lineRule="auto"/>
              <w:ind w:left="-74" w:right="-74" w:hanging="45"/>
            </w:pPr>
            <w:r w:rsidRPr="00D90D2C">
              <w:t xml:space="preserve">Азота диоксид                        </w:t>
            </w:r>
            <w:r w:rsidRPr="00D90D2C">
              <w:br/>
              <w:t xml:space="preserve">Азота оксид                          </w:t>
            </w:r>
            <w:r w:rsidRPr="00D90D2C">
              <w:br/>
              <w:t xml:space="preserve">Метан                                </w:t>
            </w:r>
            <w:r w:rsidRPr="00D90D2C">
              <w:br/>
              <w:t>Оксид углерода (</w:t>
            </w:r>
            <w:r w:rsidRPr="00D90D2C">
              <w:rPr>
                <w:lang w:val="en-US"/>
              </w:rPr>
              <w:t>CO</w:t>
            </w:r>
            <w:r w:rsidRPr="00D90D2C">
              <w:t xml:space="preserve">)                  </w:t>
            </w:r>
            <w:r w:rsidRPr="00D90D2C">
              <w:br/>
              <w:t xml:space="preserve">Оксиды серы (в пересчете на </w:t>
            </w:r>
            <w:r w:rsidRPr="00D90D2C">
              <w:rPr>
                <w:lang w:val="en-US"/>
              </w:rPr>
              <w:t>SO</w:t>
            </w:r>
            <w:r w:rsidRPr="00D90D2C">
              <w:t xml:space="preserve">2)     </w:t>
            </w:r>
          </w:p>
        </w:tc>
        <w:tc>
          <w:tcPr>
            <w:tcW w:w="4067" w:type="dxa"/>
          </w:tcPr>
          <w:p w:rsidR="00161BE2" w:rsidRPr="00D90D2C" w:rsidRDefault="00161BE2" w:rsidP="00D90D2C">
            <w:pPr>
              <w:spacing w:line="360" w:lineRule="auto"/>
              <w:ind w:left="-74" w:right="-74" w:hanging="45"/>
            </w:pPr>
            <w:r w:rsidRPr="00D90D2C">
              <w:t xml:space="preserve">           130.6785816       </w:t>
            </w:r>
            <w:r w:rsidRPr="00D90D2C">
              <w:br/>
              <w:t xml:space="preserve">            21.2352695       </w:t>
            </w:r>
            <w:r w:rsidRPr="00D90D2C">
              <w:br/>
              <w:t xml:space="preserve">             7.0026177       </w:t>
            </w:r>
            <w:r w:rsidRPr="00D90D2C">
              <w:br/>
              <w:t xml:space="preserve">            70.0261773       </w:t>
            </w:r>
            <w:r w:rsidRPr="00D90D2C">
              <w:br/>
              <w:t xml:space="preserve">           285.2084391       </w:t>
            </w:r>
          </w:p>
        </w:tc>
      </w:tr>
    </w:tbl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>Результаты расчета выбросов по предприятию</w:t>
      </w:r>
    </w:p>
    <w:tbl>
      <w:tblPr>
        <w:tblW w:w="9378" w:type="dxa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47"/>
        <w:gridCol w:w="737"/>
        <w:gridCol w:w="2047"/>
        <w:gridCol w:w="2047"/>
      </w:tblGrid>
      <w:tr w:rsidR="00161BE2" w:rsidRPr="00D90D2C">
        <w:tc>
          <w:tcPr>
            <w:tcW w:w="4547" w:type="dxa"/>
          </w:tcPr>
          <w:p w:rsidR="00161BE2" w:rsidRPr="00D90D2C" w:rsidRDefault="00161BE2" w:rsidP="00D90D2C">
            <w:pPr>
              <w:spacing w:line="360" w:lineRule="auto"/>
              <w:ind w:left="-74" w:right="-74" w:hanging="45"/>
            </w:pPr>
            <w:r w:rsidRPr="00D90D2C">
              <w:t xml:space="preserve">                                     </w:t>
            </w:r>
            <w:r w:rsidRPr="00D90D2C">
              <w:br/>
              <w:t xml:space="preserve">          Вредное вещество           </w:t>
            </w:r>
            <w:r w:rsidRPr="00D90D2C">
              <w:br/>
              <w:t xml:space="preserve">                                     </w:t>
            </w:r>
          </w:p>
        </w:tc>
        <w:tc>
          <w:tcPr>
            <w:tcW w:w="737" w:type="dxa"/>
          </w:tcPr>
          <w:p w:rsidR="00161BE2" w:rsidRPr="00D90D2C" w:rsidRDefault="00161BE2" w:rsidP="00D90D2C">
            <w:pPr>
              <w:spacing w:line="360" w:lineRule="auto"/>
              <w:ind w:left="-74" w:right="-74" w:hanging="45"/>
            </w:pPr>
            <w:r w:rsidRPr="00D90D2C">
              <w:t xml:space="preserve">Код  </w:t>
            </w:r>
            <w:r w:rsidRPr="00D90D2C">
              <w:br/>
              <w:t>веще-</w:t>
            </w:r>
            <w:r w:rsidRPr="00D90D2C">
              <w:br/>
              <w:t xml:space="preserve">ства </w:t>
            </w:r>
          </w:p>
        </w:tc>
        <w:tc>
          <w:tcPr>
            <w:tcW w:w="2047" w:type="dxa"/>
          </w:tcPr>
          <w:p w:rsidR="00161BE2" w:rsidRPr="00D90D2C" w:rsidRDefault="00161BE2" w:rsidP="00D90D2C">
            <w:pPr>
              <w:spacing w:line="360" w:lineRule="auto"/>
              <w:ind w:left="-74" w:right="-74" w:hanging="45"/>
            </w:pPr>
            <w:r w:rsidRPr="00D90D2C">
              <w:t xml:space="preserve"> Валовый выброс </w:t>
            </w:r>
            <w:r w:rsidRPr="00D90D2C">
              <w:br/>
              <w:t xml:space="preserve">                </w:t>
            </w:r>
            <w:r w:rsidRPr="00D90D2C">
              <w:br/>
              <w:t xml:space="preserve">     (т/год)    </w:t>
            </w:r>
          </w:p>
        </w:tc>
        <w:tc>
          <w:tcPr>
            <w:tcW w:w="2047" w:type="dxa"/>
          </w:tcPr>
          <w:p w:rsidR="00161BE2" w:rsidRPr="00D90D2C" w:rsidRDefault="00161BE2" w:rsidP="00D90D2C">
            <w:pPr>
              <w:spacing w:line="360" w:lineRule="auto"/>
              <w:ind w:left="-74" w:right="-74" w:hanging="45"/>
            </w:pPr>
            <w:r w:rsidRPr="00D90D2C">
              <w:t xml:space="preserve">  Максимально   </w:t>
            </w:r>
            <w:r w:rsidRPr="00D90D2C">
              <w:br/>
              <w:t xml:space="preserve"> разовый выброс </w:t>
            </w:r>
            <w:r w:rsidRPr="00D90D2C">
              <w:br/>
              <w:t xml:space="preserve">     (г/сек)    </w:t>
            </w:r>
          </w:p>
        </w:tc>
      </w:tr>
      <w:tr w:rsidR="00161BE2" w:rsidRPr="00D90D2C">
        <w:tc>
          <w:tcPr>
            <w:tcW w:w="4547" w:type="dxa"/>
          </w:tcPr>
          <w:p w:rsidR="00161BE2" w:rsidRPr="00D90D2C" w:rsidRDefault="00161BE2" w:rsidP="00D90D2C">
            <w:pPr>
              <w:spacing w:line="360" w:lineRule="auto"/>
              <w:ind w:left="-74" w:right="-74" w:hanging="45"/>
            </w:pPr>
            <w:r w:rsidRPr="00D90D2C">
              <w:t xml:space="preserve">Азота диоксид                        </w:t>
            </w:r>
            <w:r w:rsidRPr="00D90D2C">
              <w:br/>
              <w:t xml:space="preserve">Азота оксид                          </w:t>
            </w:r>
            <w:r w:rsidRPr="00D90D2C">
              <w:br/>
              <w:t xml:space="preserve">Метан                                </w:t>
            </w:r>
            <w:r w:rsidRPr="00D90D2C">
              <w:br/>
              <w:t>Оксид углерода (</w:t>
            </w:r>
            <w:r w:rsidRPr="00D90D2C">
              <w:rPr>
                <w:lang w:val="en-US"/>
              </w:rPr>
              <w:t>CO</w:t>
            </w:r>
            <w:r w:rsidRPr="00D90D2C">
              <w:t xml:space="preserve">)                  </w:t>
            </w:r>
            <w:r w:rsidRPr="00D90D2C">
              <w:br/>
              <w:t xml:space="preserve">Оксиды серы (в пересчете на </w:t>
            </w:r>
            <w:r w:rsidRPr="00D90D2C">
              <w:rPr>
                <w:lang w:val="en-US"/>
              </w:rPr>
              <w:t>SO</w:t>
            </w:r>
            <w:r w:rsidRPr="00D90D2C">
              <w:t xml:space="preserve">2)     </w:t>
            </w:r>
          </w:p>
        </w:tc>
        <w:tc>
          <w:tcPr>
            <w:tcW w:w="737" w:type="dxa"/>
          </w:tcPr>
          <w:p w:rsidR="00161BE2" w:rsidRPr="00D90D2C" w:rsidRDefault="00161BE2" w:rsidP="00D90D2C">
            <w:pPr>
              <w:spacing w:line="360" w:lineRule="auto"/>
              <w:ind w:left="-74" w:right="-74" w:hanging="45"/>
            </w:pPr>
            <w:r w:rsidRPr="00D90D2C">
              <w:t xml:space="preserve">  301</w:t>
            </w:r>
            <w:r w:rsidRPr="00D90D2C">
              <w:br/>
              <w:t xml:space="preserve">  304</w:t>
            </w:r>
            <w:r w:rsidRPr="00D90D2C">
              <w:br/>
              <w:t xml:space="preserve">  410</w:t>
            </w:r>
            <w:r w:rsidRPr="00D90D2C">
              <w:br/>
              <w:t xml:space="preserve">  337</w:t>
            </w:r>
            <w:r w:rsidRPr="00D90D2C">
              <w:br/>
              <w:t xml:space="preserve">  330</w:t>
            </w:r>
          </w:p>
        </w:tc>
        <w:tc>
          <w:tcPr>
            <w:tcW w:w="2047" w:type="dxa"/>
          </w:tcPr>
          <w:p w:rsidR="00161BE2" w:rsidRPr="00D90D2C" w:rsidRDefault="00161BE2" w:rsidP="00D90D2C">
            <w:pPr>
              <w:spacing w:line="360" w:lineRule="auto"/>
              <w:ind w:left="-74" w:right="-74" w:hanging="45"/>
            </w:pPr>
            <w:r w:rsidRPr="00D90D2C">
              <w:t xml:space="preserve">      55.7480808</w:t>
            </w:r>
            <w:r w:rsidRPr="00D90D2C">
              <w:br/>
              <w:t xml:space="preserve">       9.0590631</w:t>
            </w:r>
            <w:r w:rsidRPr="00D90D2C">
              <w:br/>
              <w:t xml:space="preserve">       2.9877000</w:t>
            </w:r>
            <w:r w:rsidRPr="00D90D2C">
              <w:br/>
              <w:t xml:space="preserve">      29.8770000</w:t>
            </w:r>
            <w:r w:rsidRPr="00D90D2C">
              <w:br/>
              <w:t xml:space="preserve">     121.7400000</w:t>
            </w:r>
          </w:p>
        </w:tc>
        <w:tc>
          <w:tcPr>
            <w:tcW w:w="2047" w:type="dxa"/>
          </w:tcPr>
          <w:p w:rsidR="00161BE2" w:rsidRPr="00D90D2C" w:rsidRDefault="00161BE2" w:rsidP="00D90D2C">
            <w:pPr>
              <w:spacing w:line="360" w:lineRule="auto"/>
              <w:ind w:left="-74" w:right="-74" w:hanging="45"/>
            </w:pPr>
            <w:r w:rsidRPr="00D90D2C">
              <w:t xml:space="preserve">       1.8866445</w:t>
            </w:r>
            <w:r w:rsidRPr="00D90D2C">
              <w:br/>
              <w:t xml:space="preserve">       0.3065797</w:t>
            </w:r>
            <w:r w:rsidRPr="00D90D2C">
              <w:br/>
              <w:t xml:space="preserve">       0.1011000</w:t>
            </w:r>
            <w:r w:rsidRPr="00D90D2C">
              <w:br/>
              <w:t xml:space="preserve">       1.0110000</w:t>
            </w:r>
            <w:r w:rsidRPr="00D90D2C">
              <w:br/>
              <w:t xml:space="preserve">       4.1200000</w:t>
            </w:r>
          </w:p>
        </w:tc>
      </w:tr>
    </w:tbl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 xml:space="preserve"> ИТОГОВЫЙ РЕЗУЛЬТАТ РАСЧЕТА ВЫБРОСОВ   Дата расчета:  04.05.2006</w:t>
      </w:r>
    </w:p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</w:rPr>
      </w:pPr>
      <w:r w:rsidRPr="00161BE2">
        <w:rPr>
          <w:sz w:val="28"/>
          <w:szCs w:val="28"/>
        </w:rPr>
        <w:t>Предприятие: ОАО "СНОС"</w:t>
      </w:r>
      <w:r w:rsidR="000D040E">
        <w:rPr>
          <w:sz w:val="28"/>
          <w:szCs w:val="28"/>
        </w:rPr>
        <w:t xml:space="preserve">  НПЗ цех №14 установка АВТ</w:t>
      </w:r>
    </w:p>
    <w:tbl>
      <w:tblPr>
        <w:tblW w:w="9378" w:type="dxa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00"/>
        <w:gridCol w:w="1184"/>
        <w:gridCol w:w="2047"/>
        <w:gridCol w:w="2047"/>
      </w:tblGrid>
      <w:tr w:rsidR="00161BE2" w:rsidRPr="00161BE2" w:rsidTr="00D90D2C">
        <w:tc>
          <w:tcPr>
            <w:tcW w:w="4100" w:type="dxa"/>
          </w:tcPr>
          <w:p w:rsidR="00161BE2" w:rsidRPr="00161BE2" w:rsidRDefault="00161BE2" w:rsidP="00D90D2C">
            <w:pPr>
              <w:spacing w:line="360" w:lineRule="auto"/>
              <w:ind w:left="-74" w:right="-74" w:firstLine="74"/>
              <w:rPr>
                <w:sz w:val="28"/>
                <w:szCs w:val="28"/>
              </w:rPr>
            </w:pPr>
            <w:r w:rsidRPr="00161BE2">
              <w:rPr>
                <w:sz w:val="28"/>
                <w:szCs w:val="28"/>
              </w:rPr>
              <w:t xml:space="preserve">                                     </w:t>
            </w:r>
            <w:r w:rsidRPr="00161BE2">
              <w:rPr>
                <w:sz w:val="28"/>
                <w:szCs w:val="28"/>
              </w:rPr>
              <w:br/>
              <w:t xml:space="preserve">          Вредное вещество           </w:t>
            </w:r>
            <w:r w:rsidRPr="00161BE2">
              <w:rPr>
                <w:sz w:val="28"/>
                <w:szCs w:val="28"/>
              </w:rPr>
              <w:br/>
              <w:t xml:space="preserve">                                     </w:t>
            </w:r>
          </w:p>
        </w:tc>
        <w:tc>
          <w:tcPr>
            <w:tcW w:w="1184" w:type="dxa"/>
          </w:tcPr>
          <w:p w:rsidR="00161BE2" w:rsidRPr="00161BE2" w:rsidRDefault="00161BE2" w:rsidP="00D90D2C">
            <w:pPr>
              <w:spacing w:line="360" w:lineRule="auto"/>
              <w:ind w:left="-74" w:right="-74" w:firstLine="74"/>
              <w:rPr>
                <w:sz w:val="28"/>
                <w:szCs w:val="28"/>
              </w:rPr>
            </w:pPr>
            <w:r w:rsidRPr="00161BE2">
              <w:rPr>
                <w:sz w:val="28"/>
                <w:szCs w:val="28"/>
              </w:rPr>
              <w:t xml:space="preserve">Код  </w:t>
            </w:r>
            <w:r w:rsidRPr="00161BE2">
              <w:rPr>
                <w:sz w:val="28"/>
                <w:szCs w:val="28"/>
              </w:rPr>
              <w:br/>
              <w:t>веще-</w:t>
            </w:r>
            <w:r w:rsidRPr="00161BE2">
              <w:rPr>
                <w:sz w:val="28"/>
                <w:szCs w:val="28"/>
              </w:rPr>
              <w:br/>
              <w:t xml:space="preserve">ства </w:t>
            </w:r>
          </w:p>
        </w:tc>
        <w:tc>
          <w:tcPr>
            <w:tcW w:w="2047" w:type="dxa"/>
          </w:tcPr>
          <w:p w:rsidR="00161BE2" w:rsidRPr="00161BE2" w:rsidRDefault="00161BE2" w:rsidP="00D90D2C">
            <w:pPr>
              <w:spacing w:line="360" w:lineRule="auto"/>
              <w:ind w:left="-74" w:right="-74" w:firstLine="74"/>
              <w:rPr>
                <w:sz w:val="28"/>
                <w:szCs w:val="28"/>
              </w:rPr>
            </w:pPr>
            <w:r w:rsidRPr="00161BE2">
              <w:rPr>
                <w:sz w:val="28"/>
                <w:szCs w:val="28"/>
              </w:rPr>
              <w:t xml:space="preserve"> Валовый выброс </w:t>
            </w:r>
            <w:r w:rsidRPr="00161BE2">
              <w:rPr>
                <w:sz w:val="28"/>
                <w:szCs w:val="28"/>
              </w:rPr>
              <w:br/>
              <w:t xml:space="preserve">                </w:t>
            </w:r>
            <w:r w:rsidRPr="00161BE2">
              <w:rPr>
                <w:sz w:val="28"/>
                <w:szCs w:val="28"/>
              </w:rPr>
              <w:br/>
              <w:t xml:space="preserve">     (т/год)    </w:t>
            </w:r>
          </w:p>
        </w:tc>
        <w:tc>
          <w:tcPr>
            <w:tcW w:w="2047" w:type="dxa"/>
          </w:tcPr>
          <w:p w:rsidR="00161BE2" w:rsidRPr="00161BE2" w:rsidRDefault="00161BE2" w:rsidP="00D90D2C">
            <w:pPr>
              <w:spacing w:line="360" w:lineRule="auto"/>
              <w:ind w:left="-74" w:right="-74" w:hanging="5"/>
              <w:rPr>
                <w:sz w:val="28"/>
                <w:szCs w:val="28"/>
              </w:rPr>
            </w:pPr>
            <w:r w:rsidRPr="00161BE2">
              <w:rPr>
                <w:sz w:val="28"/>
                <w:szCs w:val="28"/>
              </w:rPr>
              <w:t xml:space="preserve">  Максимально   </w:t>
            </w:r>
            <w:r w:rsidRPr="00161BE2">
              <w:rPr>
                <w:sz w:val="28"/>
                <w:szCs w:val="28"/>
              </w:rPr>
              <w:br/>
              <w:t xml:space="preserve"> разовый выброс </w:t>
            </w:r>
            <w:r w:rsidRPr="00161BE2">
              <w:rPr>
                <w:sz w:val="28"/>
                <w:szCs w:val="28"/>
              </w:rPr>
              <w:br/>
              <w:t xml:space="preserve">     (г/сек)    </w:t>
            </w:r>
          </w:p>
        </w:tc>
      </w:tr>
      <w:tr w:rsidR="00161BE2" w:rsidRPr="00161BE2" w:rsidTr="00D90D2C">
        <w:tc>
          <w:tcPr>
            <w:tcW w:w="4100" w:type="dxa"/>
          </w:tcPr>
          <w:p w:rsidR="00161BE2" w:rsidRPr="00161BE2" w:rsidRDefault="00161BE2" w:rsidP="00D90D2C">
            <w:pPr>
              <w:spacing w:line="360" w:lineRule="auto"/>
              <w:ind w:left="-74" w:right="-74" w:firstLine="74"/>
              <w:rPr>
                <w:sz w:val="28"/>
                <w:szCs w:val="28"/>
              </w:rPr>
            </w:pPr>
            <w:r w:rsidRPr="00161BE2">
              <w:rPr>
                <w:sz w:val="28"/>
                <w:szCs w:val="28"/>
              </w:rPr>
              <w:t xml:space="preserve">Азота диоксид                        </w:t>
            </w:r>
            <w:r w:rsidRPr="00161BE2">
              <w:rPr>
                <w:sz w:val="28"/>
                <w:szCs w:val="28"/>
              </w:rPr>
              <w:br/>
              <w:t xml:space="preserve">Азота оксид                          </w:t>
            </w:r>
            <w:r w:rsidRPr="00161BE2">
              <w:rPr>
                <w:sz w:val="28"/>
                <w:szCs w:val="28"/>
              </w:rPr>
              <w:br/>
              <w:t xml:space="preserve">Метан                                </w:t>
            </w:r>
            <w:r w:rsidRPr="00161BE2">
              <w:rPr>
                <w:sz w:val="28"/>
                <w:szCs w:val="28"/>
              </w:rPr>
              <w:br/>
              <w:t>Оксид углерода (</w:t>
            </w:r>
            <w:r w:rsidRPr="00161BE2">
              <w:rPr>
                <w:sz w:val="28"/>
                <w:szCs w:val="28"/>
                <w:lang w:val="en-US"/>
              </w:rPr>
              <w:t>CO</w:t>
            </w:r>
            <w:r w:rsidRPr="00161BE2">
              <w:rPr>
                <w:sz w:val="28"/>
                <w:szCs w:val="28"/>
              </w:rPr>
              <w:t xml:space="preserve">)                  </w:t>
            </w:r>
            <w:r w:rsidRPr="00161BE2">
              <w:rPr>
                <w:sz w:val="28"/>
                <w:szCs w:val="28"/>
              </w:rPr>
              <w:br/>
              <w:t xml:space="preserve">Оксиды серы (в пересчете на </w:t>
            </w:r>
            <w:r w:rsidRPr="00161BE2">
              <w:rPr>
                <w:sz w:val="28"/>
                <w:szCs w:val="28"/>
                <w:lang w:val="en-US"/>
              </w:rPr>
              <w:t>SO</w:t>
            </w:r>
            <w:r w:rsidRPr="00161BE2">
              <w:rPr>
                <w:sz w:val="28"/>
                <w:szCs w:val="28"/>
              </w:rPr>
              <w:t xml:space="preserve">2)     </w:t>
            </w:r>
          </w:p>
        </w:tc>
        <w:tc>
          <w:tcPr>
            <w:tcW w:w="1184" w:type="dxa"/>
          </w:tcPr>
          <w:p w:rsidR="00161BE2" w:rsidRPr="00161BE2" w:rsidRDefault="00161BE2" w:rsidP="00D90D2C">
            <w:pPr>
              <w:spacing w:line="360" w:lineRule="auto"/>
              <w:ind w:left="-74" w:right="-74" w:firstLine="74"/>
              <w:rPr>
                <w:sz w:val="28"/>
                <w:szCs w:val="28"/>
                <w:lang w:val="en-US"/>
              </w:rPr>
            </w:pPr>
            <w:r w:rsidRPr="00161BE2">
              <w:rPr>
                <w:sz w:val="28"/>
                <w:szCs w:val="28"/>
              </w:rPr>
              <w:t xml:space="preserve">  </w:t>
            </w:r>
            <w:r w:rsidRPr="00161BE2">
              <w:rPr>
                <w:sz w:val="28"/>
                <w:szCs w:val="28"/>
                <w:lang w:val="en-US"/>
              </w:rPr>
              <w:t>301</w:t>
            </w:r>
            <w:r w:rsidRPr="00161BE2">
              <w:rPr>
                <w:sz w:val="28"/>
                <w:szCs w:val="28"/>
                <w:lang w:val="en-US"/>
              </w:rPr>
              <w:br/>
              <w:t xml:space="preserve">  304</w:t>
            </w:r>
            <w:r w:rsidRPr="00161BE2">
              <w:rPr>
                <w:sz w:val="28"/>
                <w:szCs w:val="28"/>
                <w:lang w:val="en-US"/>
              </w:rPr>
              <w:br/>
              <w:t xml:space="preserve">  410</w:t>
            </w:r>
            <w:r w:rsidRPr="00161BE2">
              <w:rPr>
                <w:sz w:val="28"/>
                <w:szCs w:val="28"/>
                <w:lang w:val="en-US"/>
              </w:rPr>
              <w:br/>
              <w:t xml:space="preserve">  337</w:t>
            </w:r>
            <w:r w:rsidRPr="00161BE2">
              <w:rPr>
                <w:sz w:val="28"/>
                <w:szCs w:val="28"/>
                <w:lang w:val="en-US"/>
              </w:rPr>
              <w:br/>
              <w:t xml:space="preserve">  330</w:t>
            </w:r>
          </w:p>
        </w:tc>
        <w:tc>
          <w:tcPr>
            <w:tcW w:w="2047" w:type="dxa"/>
          </w:tcPr>
          <w:p w:rsidR="00161BE2" w:rsidRPr="00161BE2" w:rsidRDefault="00161BE2" w:rsidP="00D90D2C">
            <w:pPr>
              <w:spacing w:line="360" w:lineRule="auto"/>
              <w:ind w:left="-74" w:right="-74" w:firstLine="74"/>
              <w:rPr>
                <w:sz w:val="28"/>
                <w:szCs w:val="28"/>
                <w:lang w:val="en-US"/>
              </w:rPr>
            </w:pPr>
            <w:r w:rsidRPr="00161BE2">
              <w:rPr>
                <w:sz w:val="28"/>
                <w:szCs w:val="28"/>
                <w:lang w:val="en-US"/>
              </w:rPr>
              <w:t xml:space="preserve">      55.7480808</w:t>
            </w:r>
            <w:r w:rsidRPr="00161BE2">
              <w:rPr>
                <w:sz w:val="28"/>
                <w:szCs w:val="28"/>
                <w:lang w:val="en-US"/>
              </w:rPr>
              <w:br/>
              <w:t xml:space="preserve">       9.0590631</w:t>
            </w:r>
            <w:r w:rsidRPr="00161BE2">
              <w:rPr>
                <w:sz w:val="28"/>
                <w:szCs w:val="28"/>
                <w:lang w:val="en-US"/>
              </w:rPr>
              <w:br/>
              <w:t xml:space="preserve">       2.9877000</w:t>
            </w:r>
            <w:r w:rsidRPr="00161BE2">
              <w:rPr>
                <w:sz w:val="28"/>
                <w:szCs w:val="28"/>
                <w:lang w:val="en-US"/>
              </w:rPr>
              <w:br/>
              <w:t xml:space="preserve">      29.8770000</w:t>
            </w:r>
            <w:r w:rsidRPr="00161BE2">
              <w:rPr>
                <w:sz w:val="28"/>
                <w:szCs w:val="28"/>
                <w:lang w:val="en-US"/>
              </w:rPr>
              <w:br/>
              <w:t xml:space="preserve">     121.7400000</w:t>
            </w:r>
          </w:p>
        </w:tc>
        <w:tc>
          <w:tcPr>
            <w:tcW w:w="2047" w:type="dxa"/>
          </w:tcPr>
          <w:p w:rsidR="00161BE2" w:rsidRPr="00161BE2" w:rsidRDefault="00161BE2" w:rsidP="00D90D2C">
            <w:pPr>
              <w:spacing w:line="360" w:lineRule="auto"/>
              <w:ind w:left="-74" w:right="-74" w:hanging="5"/>
              <w:rPr>
                <w:sz w:val="28"/>
                <w:szCs w:val="28"/>
                <w:lang w:val="en-US"/>
              </w:rPr>
            </w:pPr>
            <w:r w:rsidRPr="00161BE2">
              <w:rPr>
                <w:sz w:val="28"/>
                <w:szCs w:val="28"/>
                <w:lang w:val="en-US"/>
              </w:rPr>
              <w:t xml:space="preserve">       1.8866445</w:t>
            </w:r>
            <w:r w:rsidRPr="00161BE2">
              <w:rPr>
                <w:sz w:val="28"/>
                <w:szCs w:val="28"/>
                <w:lang w:val="en-US"/>
              </w:rPr>
              <w:br/>
              <w:t xml:space="preserve">       0.3065797</w:t>
            </w:r>
            <w:r w:rsidRPr="00161BE2">
              <w:rPr>
                <w:sz w:val="28"/>
                <w:szCs w:val="28"/>
                <w:lang w:val="en-US"/>
              </w:rPr>
              <w:br/>
              <w:t xml:space="preserve">       0.1011000</w:t>
            </w:r>
            <w:r w:rsidRPr="00161BE2">
              <w:rPr>
                <w:sz w:val="28"/>
                <w:szCs w:val="28"/>
                <w:lang w:val="en-US"/>
              </w:rPr>
              <w:br/>
              <w:t xml:space="preserve">       1.0110000</w:t>
            </w:r>
            <w:r w:rsidRPr="00161BE2">
              <w:rPr>
                <w:sz w:val="28"/>
                <w:szCs w:val="28"/>
                <w:lang w:val="en-US"/>
              </w:rPr>
              <w:br/>
              <w:t xml:space="preserve">       4.1200000</w:t>
            </w:r>
          </w:p>
        </w:tc>
      </w:tr>
    </w:tbl>
    <w:p w:rsidR="00161BE2" w:rsidRPr="00161BE2" w:rsidRDefault="00161BE2" w:rsidP="00517A30">
      <w:pPr>
        <w:spacing w:line="360" w:lineRule="auto"/>
        <w:ind w:firstLine="709"/>
        <w:rPr>
          <w:sz w:val="28"/>
          <w:szCs w:val="28"/>
          <w:lang w:val="en-US"/>
        </w:rPr>
      </w:pPr>
      <w:r w:rsidRPr="00161BE2">
        <w:rPr>
          <w:sz w:val="28"/>
          <w:szCs w:val="28"/>
          <w:lang w:val="en-US"/>
        </w:rPr>
        <w:t xml:space="preserve"> </w:t>
      </w:r>
      <w:bookmarkStart w:id="0" w:name="g1"/>
      <w:bookmarkEnd w:id="0"/>
    </w:p>
    <w:p w:rsidR="000D040E" w:rsidRDefault="00D90D2C" w:rsidP="00D90D2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D040E">
        <w:rPr>
          <w:b/>
          <w:bCs/>
          <w:sz w:val="28"/>
          <w:szCs w:val="28"/>
        </w:rPr>
        <w:t>2.2 Расчет и анализ рассеяния загрязняющих веществ выделяющихся в атмосферу</w:t>
      </w:r>
    </w:p>
    <w:p w:rsidR="00D90D2C" w:rsidRDefault="00D90D2C" w:rsidP="00D90D2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D040E" w:rsidRPr="000D040E" w:rsidRDefault="000D040E" w:rsidP="00517A30">
      <w:pPr>
        <w:spacing w:line="360" w:lineRule="auto"/>
        <w:ind w:firstLine="709"/>
        <w:rPr>
          <w:sz w:val="28"/>
          <w:szCs w:val="28"/>
        </w:rPr>
      </w:pPr>
      <w:r w:rsidRPr="000D040E">
        <w:rPr>
          <w:sz w:val="28"/>
          <w:szCs w:val="28"/>
        </w:rPr>
        <w:t>Диоксид азота</w:t>
      </w:r>
      <w:r>
        <w:rPr>
          <w:sz w:val="28"/>
          <w:szCs w:val="28"/>
        </w:rPr>
        <w:t>:</w:t>
      </w:r>
    </w:p>
    <w:p w:rsidR="000D040E" w:rsidRDefault="000D040E" w:rsidP="00517A3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D040E" w:rsidRDefault="001D7D8C" w:rsidP="00517A30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9.75pt;height:342.75pt">
            <v:imagedata r:id="rId5" o:title=""/>
          </v:shape>
        </w:pict>
      </w:r>
    </w:p>
    <w:p w:rsidR="000D040E" w:rsidRPr="003A09DC" w:rsidRDefault="000D040E" w:rsidP="00517A30">
      <w:pPr>
        <w:spacing w:line="360" w:lineRule="auto"/>
        <w:ind w:firstLine="709"/>
        <w:rPr>
          <w:sz w:val="28"/>
          <w:szCs w:val="28"/>
        </w:rPr>
      </w:pPr>
    </w:p>
    <w:p w:rsidR="003A09DC" w:rsidRPr="003A09DC" w:rsidRDefault="003A09DC" w:rsidP="00517A30">
      <w:pPr>
        <w:spacing w:line="360" w:lineRule="auto"/>
        <w:ind w:firstLine="709"/>
        <w:rPr>
          <w:sz w:val="28"/>
          <w:szCs w:val="28"/>
        </w:rPr>
      </w:pPr>
      <w:r w:rsidRPr="003A09DC">
        <w:rPr>
          <w:sz w:val="28"/>
          <w:szCs w:val="28"/>
        </w:rPr>
        <w:t>Максимальная расчетная приземная концентрация</w:t>
      </w:r>
      <w:r w:rsidR="00EB2BDC">
        <w:rPr>
          <w:sz w:val="28"/>
          <w:szCs w:val="28"/>
        </w:rPr>
        <w:t xml:space="preserve"> - </w:t>
      </w:r>
      <w:r w:rsidR="00EB2BDC" w:rsidRPr="003A09DC">
        <w:rPr>
          <w:sz w:val="28"/>
          <w:szCs w:val="28"/>
        </w:rPr>
        <w:t>0.5061607ПДК</w:t>
      </w:r>
      <w:r w:rsidRPr="003A09DC">
        <w:rPr>
          <w:sz w:val="28"/>
          <w:szCs w:val="28"/>
        </w:rPr>
        <w:t>.</w:t>
      </w:r>
    </w:p>
    <w:p w:rsidR="00EB2BDC" w:rsidRDefault="003A09DC" w:rsidP="00517A30">
      <w:pPr>
        <w:spacing w:line="360" w:lineRule="auto"/>
        <w:ind w:firstLine="709"/>
        <w:rPr>
          <w:sz w:val="28"/>
          <w:szCs w:val="28"/>
        </w:rPr>
      </w:pPr>
      <w:r w:rsidRPr="003A09DC">
        <w:rPr>
          <w:sz w:val="28"/>
          <w:szCs w:val="28"/>
        </w:rPr>
        <w:tab/>
        <w:t xml:space="preserve">Концентрация </w:t>
      </w:r>
      <w:r w:rsidR="00EB2BDC">
        <w:rPr>
          <w:sz w:val="28"/>
          <w:szCs w:val="28"/>
        </w:rPr>
        <w:t>диоксида азота</w:t>
      </w:r>
      <w:r w:rsidRPr="003A09DC">
        <w:rPr>
          <w:sz w:val="28"/>
          <w:szCs w:val="28"/>
        </w:rPr>
        <w:t xml:space="preserve"> не превышает установленные нормативы качества атмосферного воздуха. Источники выброса </w:t>
      </w:r>
      <w:r w:rsidR="00EB2BDC">
        <w:rPr>
          <w:sz w:val="28"/>
          <w:szCs w:val="28"/>
        </w:rPr>
        <w:t xml:space="preserve">диоксида азота </w:t>
      </w:r>
      <w:r w:rsidRPr="003A09DC">
        <w:rPr>
          <w:sz w:val="28"/>
          <w:szCs w:val="28"/>
        </w:rPr>
        <w:t xml:space="preserve"> в атмосферу – дымовые трубы печей (№ </w:t>
      </w:r>
      <w:r w:rsidR="00EB2BDC">
        <w:rPr>
          <w:sz w:val="28"/>
          <w:szCs w:val="28"/>
        </w:rPr>
        <w:t>75 и № 76).</w:t>
      </w:r>
      <w:r w:rsidRPr="003A09DC">
        <w:rPr>
          <w:sz w:val="28"/>
          <w:szCs w:val="28"/>
        </w:rPr>
        <w:tab/>
      </w:r>
    </w:p>
    <w:p w:rsidR="003A09DC" w:rsidRPr="003A09DC" w:rsidRDefault="003A09DC" w:rsidP="00517A30">
      <w:pPr>
        <w:spacing w:line="360" w:lineRule="auto"/>
        <w:ind w:firstLine="709"/>
        <w:rPr>
          <w:sz w:val="28"/>
          <w:szCs w:val="28"/>
        </w:rPr>
      </w:pPr>
      <w:r w:rsidRPr="003A09DC">
        <w:rPr>
          <w:sz w:val="28"/>
          <w:szCs w:val="28"/>
        </w:rPr>
        <w:t>На графике изолиний полей концентраций: черная линия – границы промплощадки; розовая линия – граница СЗЗ.</w:t>
      </w:r>
    </w:p>
    <w:p w:rsidR="000D040E" w:rsidRPr="000D040E" w:rsidRDefault="000D040E" w:rsidP="00517A30">
      <w:pPr>
        <w:spacing w:line="360" w:lineRule="auto"/>
        <w:ind w:firstLine="709"/>
        <w:rPr>
          <w:sz w:val="28"/>
          <w:szCs w:val="28"/>
        </w:rPr>
      </w:pPr>
    </w:p>
    <w:p w:rsidR="000D040E" w:rsidRDefault="000D040E" w:rsidP="00517A30">
      <w:pPr>
        <w:tabs>
          <w:tab w:val="left" w:pos="2415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Азота оксид:</w:t>
      </w:r>
    </w:p>
    <w:p w:rsidR="000D040E" w:rsidRDefault="000D040E" w:rsidP="00517A30">
      <w:pPr>
        <w:tabs>
          <w:tab w:val="left" w:pos="2415"/>
        </w:tabs>
        <w:spacing w:line="360" w:lineRule="auto"/>
        <w:ind w:firstLine="709"/>
        <w:rPr>
          <w:sz w:val="28"/>
          <w:szCs w:val="28"/>
        </w:rPr>
      </w:pPr>
    </w:p>
    <w:p w:rsidR="000D040E" w:rsidRDefault="001D7D8C" w:rsidP="00517A30">
      <w:pPr>
        <w:tabs>
          <w:tab w:val="left" w:pos="241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69.75pt;height:332.25pt">
            <v:imagedata r:id="rId6" o:title=""/>
          </v:shape>
        </w:pict>
      </w:r>
    </w:p>
    <w:p w:rsidR="000D040E" w:rsidRPr="000D040E" w:rsidRDefault="000D040E" w:rsidP="00517A30">
      <w:pPr>
        <w:spacing w:line="360" w:lineRule="auto"/>
        <w:ind w:firstLine="709"/>
        <w:rPr>
          <w:sz w:val="28"/>
          <w:szCs w:val="28"/>
        </w:rPr>
      </w:pPr>
    </w:p>
    <w:p w:rsidR="0090545C" w:rsidRPr="003A09DC" w:rsidRDefault="0090545C" w:rsidP="00517A30">
      <w:pPr>
        <w:spacing w:line="360" w:lineRule="auto"/>
        <w:ind w:firstLine="709"/>
        <w:rPr>
          <w:sz w:val="28"/>
          <w:szCs w:val="28"/>
        </w:rPr>
      </w:pPr>
      <w:r w:rsidRPr="003A09DC">
        <w:rPr>
          <w:sz w:val="28"/>
          <w:szCs w:val="28"/>
        </w:rPr>
        <w:t>Максимальная расчетная приземная концентрация</w:t>
      </w:r>
      <w:r>
        <w:rPr>
          <w:sz w:val="28"/>
          <w:szCs w:val="28"/>
        </w:rPr>
        <w:t xml:space="preserve"> - </w:t>
      </w:r>
      <w:r w:rsidRPr="0090545C">
        <w:rPr>
          <w:sz w:val="28"/>
          <w:szCs w:val="28"/>
        </w:rPr>
        <w:t>0.0174990ПДК</w:t>
      </w:r>
      <w:r w:rsidRPr="003A09DC">
        <w:rPr>
          <w:sz w:val="28"/>
          <w:szCs w:val="28"/>
        </w:rPr>
        <w:t>.</w:t>
      </w:r>
    </w:p>
    <w:p w:rsidR="0090545C" w:rsidRDefault="0090545C" w:rsidP="00517A30">
      <w:pPr>
        <w:spacing w:line="360" w:lineRule="auto"/>
        <w:ind w:firstLine="709"/>
        <w:rPr>
          <w:sz w:val="28"/>
          <w:szCs w:val="28"/>
        </w:rPr>
      </w:pPr>
      <w:r w:rsidRPr="003A09DC">
        <w:rPr>
          <w:sz w:val="28"/>
          <w:szCs w:val="28"/>
        </w:rPr>
        <w:tab/>
        <w:t xml:space="preserve">Концентрация </w:t>
      </w:r>
      <w:r>
        <w:rPr>
          <w:sz w:val="28"/>
          <w:szCs w:val="28"/>
        </w:rPr>
        <w:t>оксида азота</w:t>
      </w:r>
      <w:r w:rsidRPr="003A09DC">
        <w:rPr>
          <w:sz w:val="28"/>
          <w:szCs w:val="28"/>
        </w:rPr>
        <w:t xml:space="preserve"> не превышает установленные нормативы качества атмосферного воздуха. Источники выброса </w:t>
      </w:r>
      <w:r>
        <w:rPr>
          <w:sz w:val="28"/>
          <w:szCs w:val="28"/>
        </w:rPr>
        <w:t xml:space="preserve">оксида азота </w:t>
      </w:r>
      <w:r w:rsidRPr="003A09DC">
        <w:rPr>
          <w:sz w:val="28"/>
          <w:szCs w:val="28"/>
        </w:rPr>
        <w:t xml:space="preserve"> в атмосферу – дымовые трубы печей (№ </w:t>
      </w:r>
      <w:r>
        <w:rPr>
          <w:sz w:val="28"/>
          <w:szCs w:val="28"/>
        </w:rPr>
        <w:t>75 и № 76).</w:t>
      </w:r>
      <w:r w:rsidRPr="003A09DC">
        <w:rPr>
          <w:sz w:val="28"/>
          <w:szCs w:val="28"/>
        </w:rPr>
        <w:tab/>
      </w:r>
    </w:p>
    <w:p w:rsidR="0090545C" w:rsidRPr="003A09DC" w:rsidRDefault="0090545C" w:rsidP="00517A30">
      <w:pPr>
        <w:spacing w:line="360" w:lineRule="auto"/>
        <w:ind w:firstLine="709"/>
        <w:rPr>
          <w:sz w:val="28"/>
          <w:szCs w:val="28"/>
        </w:rPr>
      </w:pPr>
      <w:r w:rsidRPr="003A09DC">
        <w:rPr>
          <w:sz w:val="28"/>
          <w:szCs w:val="28"/>
        </w:rPr>
        <w:t>На графике изолиний полей концентраций: черная линия – границы промплощадки; розовая линия – граница СЗЗ.</w:t>
      </w:r>
    </w:p>
    <w:p w:rsidR="000D040E" w:rsidRDefault="007C54A1" w:rsidP="00517A30">
      <w:pPr>
        <w:tabs>
          <w:tab w:val="left" w:pos="1965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Сернистый ангидрид</w:t>
      </w:r>
      <w:r w:rsidR="000D040E">
        <w:rPr>
          <w:sz w:val="28"/>
          <w:szCs w:val="28"/>
        </w:rPr>
        <w:t>:</w:t>
      </w:r>
    </w:p>
    <w:p w:rsidR="000D040E" w:rsidRDefault="001D7D8C" w:rsidP="00517A30">
      <w:pPr>
        <w:tabs>
          <w:tab w:val="left" w:pos="1965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87.5pt;height:487.5pt">
            <v:imagedata r:id="rId7" o:title=""/>
          </v:shape>
        </w:pict>
      </w:r>
    </w:p>
    <w:p w:rsidR="000D040E" w:rsidRPr="000D040E" w:rsidRDefault="000D040E" w:rsidP="00517A30">
      <w:pPr>
        <w:spacing w:line="360" w:lineRule="auto"/>
        <w:ind w:firstLine="709"/>
        <w:rPr>
          <w:sz w:val="28"/>
          <w:szCs w:val="28"/>
        </w:rPr>
      </w:pPr>
    </w:p>
    <w:p w:rsidR="0090545C" w:rsidRPr="003A09DC" w:rsidRDefault="0090545C" w:rsidP="00517A30">
      <w:pPr>
        <w:spacing w:line="360" w:lineRule="auto"/>
        <w:ind w:firstLine="709"/>
        <w:rPr>
          <w:sz w:val="28"/>
          <w:szCs w:val="28"/>
        </w:rPr>
      </w:pPr>
      <w:r w:rsidRPr="003A09DC">
        <w:rPr>
          <w:sz w:val="28"/>
          <w:szCs w:val="28"/>
        </w:rPr>
        <w:t>Максимальная расчетная приземная концентрация</w:t>
      </w:r>
      <w:r>
        <w:rPr>
          <w:sz w:val="28"/>
          <w:szCs w:val="28"/>
        </w:rPr>
        <w:t xml:space="preserve"> - </w:t>
      </w:r>
      <w:r w:rsidRPr="0090545C">
        <w:rPr>
          <w:sz w:val="28"/>
          <w:szCs w:val="28"/>
        </w:rPr>
        <w:t>0.1878723ПДК</w:t>
      </w:r>
      <w:r w:rsidRPr="003A09DC">
        <w:rPr>
          <w:sz w:val="28"/>
          <w:szCs w:val="28"/>
        </w:rPr>
        <w:t>.</w:t>
      </w:r>
    </w:p>
    <w:p w:rsidR="0090545C" w:rsidRDefault="0090545C" w:rsidP="00517A30">
      <w:pPr>
        <w:spacing w:line="360" w:lineRule="auto"/>
        <w:ind w:firstLine="709"/>
        <w:rPr>
          <w:sz w:val="28"/>
          <w:szCs w:val="28"/>
        </w:rPr>
      </w:pPr>
      <w:r w:rsidRPr="003A09DC">
        <w:rPr>
          <w:sz w:val="28"/>
          <w:szCs w:val="28"/>
        </w:rPr>
        <w:tab/>
        <w:t xml:space="preserve">Концентрация </w:t>
      </w:r>
      <w:r>
        <w:rPr>
          <w:sz w:val="28"/>
          <w:szCs w:val="28"/>
        </w:rPr>
        <w:t>диоксида серы</w:t>
      </w:r>
      <w:r w:rsidRPr="003A09DC">
        <w:rPr>
          <w:sz w:val="28"/>
          <w:szCs w:val="28"/>
        </w:rPr>
        <w:t xml:space="preserve"> не превышает установленные нормативы качества атмосферного воздуха. Источники выброса </w:t>
      </w:r>
      <w:r>
        <w:rPr>
          <w:sz w:val="28"/>
          <w:szCs w:val="28"/>
        </w:rPr>
        <w:t xml:space="preserve">диоксида серы </w:t>
      </w:r>
      <w:r w:rsidRPr="003A09DC">
        <w:rPr>
          <w:sz w:val="28"/>
          <w:szCs w:val="28"/>
        </w:rPr>
        <w:t xml:space="preserve"> в атмосферу – дымовые трубы печей (№ </w:t>
      </w:r>
      <w:r>
        <w:rPr>
          <w:sz w:val="28"/>
          <w:szCs w:val="28"/>
        </w:rPr>
        <w:t>75 и № 76).</w:t>
      </w:r>
      <w:r w:rsidRPr="003A09DC">
        <w:rPr>
          <w:sz w:val="28"/>
          <w:szCs w:val="28"/>
        </w:rPr>
        <w:tab/>
      </w:r>
    </w:p>
    <w:p w:rsidR="0090545C" w:rsidRPr="003A09DC" w:rsidRDefault="0090545C" w:rsidP="00517A30">
      <w:pPr>
        <w:spacing w:line="360" w:lineRule="auto"/>
        <w:ind w:firstLine="709"/>
        <w:rPr>
          <w:sz w:val="28"/>
          <w:szCs w:val="28"/>
        </w:rPr>
      </w:pPr>
      <w:r w:rsidRPr="003A09DC">
        <w:rPr>
          <w:sz w:val="28"/>
          <w:szCs w:val="28"/>
        </w:rPr>
        <w:t>На графике изолиний полей концентраций: черная линия – границы промплощадки; розовая линия – граница СЗЗ.</w:t>
      </w:r>
    </w:p>
    <w:p w:rsidR="0090545C" w:rsidRPr="000D040E" w:rsidRDefault="0090545C" w:rsidP="00517A30">
      <w:pPr>
        <w:spacing w:line="360" w:lineRule="auto"/>
        <w:ind w:firstLine="709"/>
        <w:rPr>
          <w:sz w:val="28"/>
          <w:szCs w:val="28"/>
        </w:rPr>
      </w:pPr>
    </w:p>
    <w:p w:rsidR="000D040E" w:rsidRDefault="000D040E" w:rsidP="00517A3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Оксид углерода:</w:t>
      </w:r>
    </w:p>
    <w:p w:rsidR="000D040E" w:rsidRDefault="001D7D8C" w:rsidP="00517A3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96pt;height:396pt">
            <v:imagedata r:id="rId8" o:title=""/>
          </v:shape>
        </w:pict>
      </w:r>
    </w:p>
    <w:p w:rsidR="000D040E" w:rsidRPr="000D040E" w:rsidRDefault="000D040E" w:rsidP="00517A30">
      <w:pPr>
        <w:spacing w:line="360" w:lineRule="auto"/>
        <w:ind w:firstLine="709"/>
        <w:rPr>
          <w:sz w:val="28"/>
          <w:szCs w:val="28"/>
        </w:rPr>
      </w:pPr>
    </w:p>
    <w:p w:rsidR="0090545C" w:rsidRPr="003A09DC" w:rsidRDefault="0090545C" w:rsidP="00517A30">
      <w:pPr>
        <w:spacing w:line="360" w:lineRule="auto"/>
        <w:ind w:firstLine="709"/>
        <w:rPr>
          <w:sz w:val="28"/>
          <w:szCs w:val="28"/>
        </w:rPr>
      </w:pPr>
      <w:r w:rsidRPr="003A09DC">
        <w:rPr>
          <w:sz w:val="28"/>
          <w:szCs w:val="28"/>
        </w:rPr>
        <w:t>Максимальная расчетная приземная концентрация</w:t>
      </w:r>
      <w:r>
        <w:rPr>
          <w:sz w:val="28"/>
          <w:szCs w:val="28"/>
        </w:rPr>
        <w:t xml:space="preserve"> - </w:t>
      </w:r>
      <w:r w:rsidRPr="0090545C">
        <w:rPr>
          <w:sz w:val="28"/>
          <w:szCs w:val="28"/>
        </w:rPr>
        <w:t>0.0046102ПДК</w:t>
      </w:r>
      <w:r w:rsidRPr="003A09DC">
        <w:rPr>
          <w:sz w:val="28"/>
          <w:szCs w:val="28"/>
        </w:rPr>
        <w:t>.</w:t>
      </w:r>
    </w:p>
    <w:p w:rsidR="0090545C" w:rsidRDefault="0090545C" w:rsidP="00517A30">
      <w:pPr>
        <w:spacing w:line="360" w:lineRule="auto"/>
        <w:ind w:firstLine="709"/>
        <w:rPr>
          <w:sz w:val="28"/>
          <w:szCs w:val="28"/>
        </w:rPr>
      </w:pPr>
      <w:r w:rsidRPr="003A09DC">
        <w:rPr>
          <w:sz w:val="28"/>
          <w:szCs w:val="28"/>
        </w:rPr>
        <w:tab/>
        <w:t xml:space="preserve">Концентрация </w:t>
      </w:r>
      <w:r>
        <w:rPr>
          <w:sz w:val="28"/>
          <w:szCs w:val="28"/>
        </w:rPr>
        <w:t>оксида углерода</w:t>
      </w:r>
      <w:r w:rsidRPr="003A09DC">
        <w:rPr>
          <w:sz w:val="28"/>
          <w:szCs w:val="28"/>
        </w:rPr>
        <w:t xml:space="preserve"> не превышает установленные нормативы качества атмосферного воздуха. Источники выброса </w:t>
      </w:r>
      <w:r>
        <w:rPr>
          <w:sz w:val="28"/>
          <w:szCs w:val="28"/>
        </w:rPr>
        <w:t xml:space="preserve">оксида углерода </w:t>
      </w:r>
      <w:r w:rsidRPr="003A09DC">
        <w:rPr>
          <w:sz w:val="28"/>
          <w:szCs w:val="28"/>
        </w:rPr>
        <w:t xml:space="preserve"> в атмосферу – дымовые трубы печей (№ </w:t>
      </w:r>
      <w:r>
        <w:rPr>
          <w:sz w:val="28"/>
          <w:szCs w:val="28"/>
        </w:rPr>
        <w:t>75 и № 76).</w:t>
      </w:r>
      <w:r w:rsidRPr="003A09DC">
        <w:rPr>
          <w:sz w:val="28"/>
          <w:szCs w:val="28"/>
        </w:rPr>
        <w:tab/>
      </w:r>
    </w:p>
    <w:p w:rsidR="0090545C" w:rsidRPr="003A09DC" w:rsidRDefault="0090545C" w:rsidP="00517A30">
      <w:pPr>
        <w:spacing w:line="360" w:lineRule="auto"/>
        <w:ind w:firstLine="709"/>
        <w:rPr>
          <w:sz w:val="28"/>
          <w:szCs w:val="28"/>
        </w:rPr>
      </w:pPr>
      <w:r w:rsidRPr="003A09DC">
        <w:rPr>
          <w:sz w:val="28"/>
          <w:szCs w:val="28"/>
        </w:rPr>
        <w:t>На графике изолиний полей концентраций: черная линия – границы промплощадки; розовая линия – граница СЗЗ.</w:t>
      </w:r>
    </w:p>
    <w:p w:rsidR="000D040E" w:rsidRDefault="00D90D2C" w:rsidP="00517A30">
      <w:pPr>
        <w:tabs>
          <w:tab w:val="left" w:pos="141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C54A1">
        <w:rPr>
          <w:sz w:val="28"/>
          <w:szCs w:val="28"/>
        </w:rPr>
        <w:t>Метан</w:t>
      </w:r>
      <w:r w:rsidR="000D040E">
        <w:rPr>
          <w:sz w:val="28"/>
          <w:szCs w:val="28"/>
        </w:rPr>
        <w:t>:</w:t>
      </w:r>
    </w:p>
    <w:p w:rsidR="000D040E" w:rsidRDefault="001D7D8C" w:rsidP="00517A30">
      <w:pPr>
        <w:tabs>
          <w:tab w:val="left" w:pos="141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444.75pt;height:444.75pt">
            <v:imagedata r:id="rId9" o:title=""/>
          </v:shape>
        </w:pict>
      </w:r>
    </w:p>
    <w:p w:rsidR="000D040E" w:rsidRPr="000D040E" w:rsidRDefault="000D040E" w:rsidP="00517A30">
      <w:pPr>
        <w:spacing w:line="360" w:lineRule="auto"/>
        <w:ind w:firstLine="709"/>
        <w:rPr>
          <w:sz w:val="28"/>
          <w:szCs w:val="28"/>
        </w:rPr>
      </w:pPr>
    </w:p>
    <w:p w:rsidR="0090545C" w:rsidRPr="003A09DC" w:rsidRDefault="0090545C" w:rsidP="00517A30">
      <w:pPr>
        <w:spacing w:line="360" w:lineRule="auto"/>
        <w:ind w:firstLine="709"/>
        <w:rPr>
          <w:sz w:val="28"/>
          <w:szCs w:val="28"/>
        </w:rPr>
      </w:pPr>
      <w:r w:rsidRPr="003A09DC">
        <w:rPr>
          <w:sz w:val="28"/>
          <w:szCs w:val="28"/>
        </w:rPr>
        <w:t>Максимальная расчетная приземная концентрация</w:t>
      </w:r>
      <w:r>
        <w:rPr>
          <w:sz w:val="28"/>
          <w:szCs w:val="28"/>
        </w:rPr>
        <w:t xml:space="preserve"> - </w:t>
      </w:r>
      <w:r w:rsidRPr="0090545C">
        <w:rPr>
          <w:sz w:val="28"/>
          <w:szCs w:val="28"/>
        </w:rPr>
        <w:t>0.0000461ПДК</w:t>
      </w:r>
      <w:r w:rsidRPr="003A09DC">
        <w:rPr>
          <w:sz w:val="28"/>
          <w:szCs w:val="28"/>
        </w:rPr>
        <w:t>.</w:t>
      </w:r>
    </w:p>
    <w:p w:rsidR="0090545C" w:rsidRDefault="0090545C" w:rsidP="00517A30">
      <w:pPr>
        <w:spacing w:line="360" w:lineRule="auto"/>
        <w:ind w:firstLine="709"/>
        <w:rPr>
          <w:sz w:val="28"/>
          <w:szCs w:val="28"/>
        </w:rPr>
      </w:pPr>
      <w:r w:rsidRPr="003A09DC">
        <w:rPr>
          <w:sz w:val="28"/>
          <w:szCs w:val="28"/>
        </w:rPr>
        <w:tab/>
        <w:t xml:space="preserve">Концентрация </w:t>
      </w:r>
      <w:r>
        <w:rPr>
          <w:sz w:val="28"/>
          <w:szCs w:val="28"/>
        </w:rPr>
        <w:t>метана</w:t>
      </w:r>
      <w:r w:rsidRPr="003A09DC">
        <w:rPr>
          <w:sz w:val="28"/>
          <w:szCs w:val="28"/>
        </w:rPr>
        <w:t xml:space="preserve"> не превышает установленные нормативы качества атмосферного воздуха. Источники выброса </w:t>
      </w:r>
      <w:r>
        <w:rPr>
          <w:sz w:val="28"/>
          <w:szCs w:val="28"/>
        </w:rPr>
        <w:t xml:space="preserve">метана </w:t>
      </w:r>
      <w:r w:rsidRPr="003A09DC">
        <w:rPr>
          <w:sz w:val="28"/>
          <w:szCs w:val="28"/>
        </w:rPr>
        <w:t xml:space="preserve"> в атмосферу – дымовые трубы печей (№ </w:t>
      </w:r>
      <w:r>
        <w:rPr>
          <w:sz w:val="28"/>
          <w:szCs w:val="28"/>
        </w:rPr>
        <w:t>75 и № 76).</w:t>
      </w:r>
      <w:r w:rsidRPr="003A09DC">
        <w:rPr>
          <w:sz w:val="28"/>
          <w:szCs w:val="28"/>
        </w:rPr>
        <w:tab/>
      </w:r>
    </w:p>
    <w:p w:rsidR="00D90D2C" w:rsidRDefault="0090545C" w:rsidP="00517A30">
      <w:pPr>
        <w:spacing w:line="360" w:lineRule="auto"/>
        <w:ind w:firstLine="709"/>
        <w:rPr>
          <w:sz w:val="28"/>
          <w:szCs w:val="28"/>
        </w:rPr>
      </w:pPr>
      <w:r w:rsidRPr="003A09DC">
        <w:rPr>
          <w:sz w:val="28"/>
          <w:szCs w:val="28"/>
        </w:rPr>
        <w:t>На графике изолиний полей концентраций: черная линия – границы промплощадки; розовая линия – граница СЗЗ</w:t>
      </w:r>
    </w:p>
    <w:p w:rsidR="00994B08" w:rsidRDefault="00D90D2C" w:rsidP="00D90D2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94B08" w:rsidRPr="0090545C">
        <w:rPr>
          <w:b/>
          <w:bCs/>
          <w:sz w:val="28"/>
          <w:szCs w:val="28"/>
        </w:rPr>
        <w:t>Выводы</w:t>
      </w:r>
    </w:p>
    <w:p w:rsidR="00D90D2C" w:rsidRDefault="00D90D2C" w:rsidP="00D90D2C">
      <w:pPr>
        <w:spacing w:line="360" w:lineRule="auto"/>
        <w:ind w:firstLine="709"/>
        <w:rPr>
          <w:b/>
          <w:bCs/>
          <w:sz w:val="28"/>
          <w:szCs w:val="28"/>
        </w:rPr>
      </w:pPr>
    </w:p>
    <w:p w:rsidR="00994B08" w:rsidRPr="00994B08" w:rsidRDefault="00994B08" w:rsidP="00517A30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  <w:r w:rsidRPr="00994B08">
        <w:rPr>
          <w:sz w:val="28"/>
          <w:szCs w:val="28"/>
        </w:rPr>
        <w:t>В результате расчетов выбросов вредных веществ на установке АВТ цеха №14 и сравнения фактических выбросов с технологическим регламентом показали , что валовые выбросы по диоксиду серы превышают на 54 т/год, диоксиду азота  - 55,7 т/год , оксиду азота - 6,8 т/год , по метану на 1,3 т/год  , по оксиду углерода - 25,9 т/год.</w:t>
      </w:r>
    </w:p>
    <w:p w:rsidR="00994B08" w:rsidRPr="00994B08" w:rsidRDefault="00994B08" w:rsidP="00517A30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  <w:r w:rsidRPr="00994B08">
        <w:rPr>
          <w:sz w:val="28"/>
          <w:szCs w:val="28"/>
        </w:rPr>
        <w:t xml:space="preserve">В целях снижения выбросов вредных веществ в атмосферу от АВТ необходимо </w:t>
      </w:r>
      <w:r w:rsidRPr="00994B08">
        <w:t xml:space="preserve"> </w:t>
      </w:r>
      <w:r w:rsidRPr="00994B08">
        <w:rPr>
          <w:sz w:val="28"/>
          <w:szCs w:val="28"/>
        </w:rPr>
        <w:t>предусмотреть мероприятия :</w:t>
      </w:r>
    </w:p>
    <w:p w:rsidR="00994B08" w:rsidRPr="00994B08" w:rsidRDefault="00994B08" w:rsidP="00517A30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  <w:r w:rsidRPr="00994B08">
        <w:rPr>
          <w:sz w:val="28"/>
          <w:szCs w:val="28"/>
        </w:rPr>
        <w:t>- более полное сгорание топлива в печах;</w:t>
      </w:r>
    </w:p>
    <w:p w:rsidR="00994B08" w:rsidRPr="00994B08" w:rsidRDefault="00994B08" w:rsidP="00517A30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  <w:r w:rsidRPr="00994B08">
        <w:rPr>
          <w:sz w:val="28"/>
          <w:szCs w:val="28"/>
        </w:rPr>
        <w:t>-использовать газовое топливо с предварительной очисткой от сернистых соединений и других вредных веществ, а мазут использовать в качестве сырья для других нефтеперабатывающих  установок;</w:t>
      </w:r>
    </w:p>
    <w:p w:rsidR="00994B08" w:rsidRPr="00994B08" w:rsidRDefault="00994B08" w:rsidP="00517A30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  <w:r w:rsidRPr="00994B08">
        <w:rPr>
          <w:sz w:val="28"/>
          <w:szCs w:val="28"/>
        </w:rPr>
        <w:t>-произвести реконструкцию горелок печей на более совершенные с учетом передового опыта и собственных разработок в нашей стране</w:t>
      </w:r>
    </w:p>
    <w:p w:rsidR="00994B08" w:rsidRPr="00994B08" w:rsidRDefault="00994B08" w:rsidP="00517A30">
      <w:pPr>
        <w:tabs>
          <w:tab w:val="left" w:pos="1740"/>
        </w:tabs>
        <w:spacing w:line="360" w:lineRule="auto"/>
        <w:ind w:firstLine="709"/>
        <w:jc w:val="both"/>
        <w:rPr>
          <w:sz w:val="28"/>
          <w:szCs w:val="28"/>
        </w:rPr>
      </w:pPr>
      <w:r w:rsidRPr="00994B08">
        <w:rPr>
          <w:sz w:val="28"/>
          <w:szCs w:val="28"/>
        </w:rPr>
        <w:t>- строго придерживаться тенологического регламента.</w:t>
      </w:r>
    </w:p>
    <w:p w:rsidR="00994B08" w:rsidRDefault="00D90D2C" w:rsidP="00517A30">
      <w:pPr>
        <w:tabs>
          <w:tab w:val="left" w:pos="159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994B08" w:rsidRPr="007C54A1">
        <w:rPr>
          <w:b/>
          <w:bCs/>
          <w:sz w:val="28"/>
          <w:szCs w:val="28"/>
        </w:rPr>
        <w:t>Список использованных источников</w:t>
      </w:r>
    </w:p>
    <w:p w:rsidR="00994B08" w:rsidRDefault="00994B08" w:rsidP="00517A30">
      <w:pPr>
        <w:tabs>
          <w:tab w:val="left" w:pos="159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94B08" w:rsidRPr="007C54A1" w:rsidRDefault="00994B08" w:rsidP="00517A30">
      <w:pPr>
        <w:numPr>
          <w:ilvl w:val="0"/>
          <w:numId w:val="3"/>
        </w:numPr>
        <w:tabs>
          <w:tab w:val="left" w:pos="1590"/>
        </w:tabs>
        <w:spacing w:line="360" w:lineRule="auto"/>
        <w:ind w:firstLine="709"/>
        <w:jc w:val="both"/>
        <w:rPr>
          <w:sz w:val="28"/>
          <w:szCs w:val="28"/>
        </w:rPr>
      </w:pPr>
      <w:r w:rsidRPr="007C54A1">
        <w:rPr>
          <w:sz w:val="28"/>
          <w:szCs w:val="28"/>
        </w:rPr>
        <w:t>Технологический регламент установки АВТ,  цех №14</w:t>
      </w:r>
    </w:p>
    <w:p w:rsidR="00994B08" w:rsidRPr="007C54A1" w:rsidRDefault="00994B08" w:rsidP="00517A30">
      <w:pPr>
        <w:numPr>
          <w:ilvl w:val="0"/>
          <w:numId w:val="3"/>
        </w:numPr>
        <w:tabs>
          <w:tab w:val="left" w:pos="1590"/>
        </w:tabs>
        <w:spacing w:line="360" w:lineRule="auto"/>
        <w:ind w:firstLine="709"/>
        <w:jc w:val="both"/>
        <w:rPr>
          <w:sz w:val="28"/>
          <w:szCs w:val="28"/>
        </w:rPr>
      </w:pPr>
      <w:r w:rsidRPr="007C54A1">
        <w:rPr>
          <w:sz w:val="28"/>
          <w:szCs w:val="28"/>
        </w:rPr>
        <w:t>Программный комплекс «ЭкоРасчет» НПП «ЛОГУС»</w:t>
      </w:r>
    </w:p>
    <w:p w:rsidR="00994B08" w:rsidRPr="007C54A1" w:rsidRDefault="00994B08" w:rsidP="00517A30">
      <w:pPr>
        <w:numPr>
          <w:ilvl w:val="0"/>
          <w:numId w:val="3"/>
        </w:numPr>
        <w:tabs>
          <w:tab w:val="left" w:pos="1590"/>
        </w:tabs>
        <w:spacing w:line="360" w:lineRule="auto"/>
        <w:ind w:firstLine="709"/>
        <w:jc w:val="both"/>
        <w:rPr>
          <w:sz w:val="28"/>
          <w:szCs w:val="28"/>
        </w:rPr>
      </w:pPr>
      <w:r w:rsidRPr="007C54A1">
        <w:rPr>
          <w:sz w:val="28"/>
          <w:szCs w:val="28"/>
        </w:rPr>
        <w:t>Программный комплекс «ПРИЗМА» НПП «ЛОГУС»</w:t>
      </w:r>
    </w:p>
    <w:p w:rsidR="000D4F5C" w:rsidRDefault="00994B08" w:rsidP="00517A30">
      <w:pPr>
        <w:numPr>
          <w:ilvl w:val="0"/>
          <w:numId w:val="3"/>
        </w:numPr>
        <w:tabs>
          <w:tab w:val="left" w:pos="1590"/>
        </w:tabs>
        <w:spacing w:line="360" w:lineRule="auto"/>
        <w:ind w:firstLine="709"/>
        <w:jc w:val="both"/>
        <w:rPr>
          <w:sz w:val="28"/>
          <w:szCs w:val="28"/>
        </w:rPr>
      </w:pPr>
      <w:r w:rsidRPr="007C54A1">
        <w:rPr>
          <w:sz w:val="28"/>
          <w:szCs w:val="28"/>
        </w:rPr>
        <w:t xml:space="preserve">Дьяконов К.Н., Дончева А.В. «Экологическое проектирование и экспертиза»: учебник для вузов – М.: Аспект Пресс, 2002. – 384 с. </w:t>
      </w:r>
    </w:p>
    <w:p w:rsid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Pr="000D040E" w:rsidRDefault="000D040E" w:rsidP="00517A30">
      <w:pPr>
        <w:pStyle w:val="32"/>
        <w:spacing w:line="360" w:lineRule="auto"/>
        <w:ind w:firstLine="709"/>
        <w:rPr>
          <w:rFonts w:ascii="Arial" w:hAnsi="Arial" w:cs="Arial"/>
        </w:rPr>
      </w:pPr>
    </w:p>
    <w:p w:rsid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P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P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Default="000D040E" w:rsidP="00517A30">
      <w:pPr>
        <w:pStyle w:val="32"/>
        <w:spacing w:line="360" w:lineRule="auto"/>
        <w:ind w:firstLine="709"/>
        <w:jc w:val="center"/>
        <w:rPr>
          <w:rFonts w:ascii="Arial" w:hAnsi="Arial" w:cs="Arial"/>
        </w:rPr>
      </w:pPr>
    </w:p>
    <w:p w:rsidR="000D040E" w:rsidRDefault="000D040E" w:rsidP="00517A30">
      <w:pPr>
        <w:spacing w:line="360" w:lineRule="auto"/>
        <w:ind w:firstLine="709"/>
        <w:rPr>
          <w:rFonts w:ascii="Courier New" w:hAnsi="Courier New" w:cs="Courier New"/>
          <w:b/>
          <w:bCs/>
        </w:rPr>
      </w:pPr>
      <w:bookmarkStart w:id="1" w:name="town_name"/>
      <w:bookmarkEnd w:id="1"/>
      <w:r>
        <w:rPr>
          <w:rFonts w:ascii="Courier New" w:hAnsi="Courier New" w:cs="Courier New"/>
        </w:rPr>
        <w:br w:type="page"/>
      </w:r>
      <w:bookmarkStart w:id="2" w:name="meteo"/>
      <w:bookmarkStart w:id="3" w:name="titul_end"/>
      <w:bookmarkEnd w:id="2"/>
      <w:bookmarkEnd w:id="3"/>
      <w:r>
        <w:rPr>
          <w:rFonts w:ascii="Courier New" w:hAnsi="Courier New" w:cs="Courier New"/>
          <w:b/>
          <w:bCs/>
        </w:rPr>
        <w:t>Метеорологические характеристики и коэффициенты, определяющие условия рассеивания загрязняющих веществ в атмосфере города:</w:t>
      </w:r>
    </w:p>
    <w:tbl>
      <w:tblPr>
        <w:tblpPr w:leftFromText="180" w:rightFromText="180" w:horzAnchor="margin" w:tblpY="15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2"/>
        <w:gridCol w:w="1606"/>
      </w:tblGrid>
      <w:tr w:rsidR="000D040E" w:rsidRPr="000D4F5C" w:rsidTr="000D4F5C">
        <w:trPr>
          <w:trHeight w:val="758"/>
        </w:trPr>
        <w:tc>
          <w:tcPr>
            <w:tcW w:w="7512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  <w:b/>
                <w:bCs/>
              </w:rPr>
            </w:pPr>
            <w:r w:rsidRPr="000D4F5C">
              <w:rPr>
                <w:rFonts w:ascii="Courier New" w:hAnsi="Courier New" w:cs="Courier New"/>
                <w:b/>
                <w:bCs/>
              </w:rPr>
              <w:t>Наименование характеристик</w:t>
            </w:r>
          </w:p>
        </w:tc>
        <w:tc>
          <w:tcPr>
            <w:tcW w:w="1606" w:type="dxa"/>
          </w:tcPr>
          <w:p w:rsidR="000D040E" w:rsidRPr="000D4F5C" w:rsidRDefault="000D040E" w:rsidP="000D4F5C">
            <w:pPr>
              <w:spacing w:line="360" w:lineRule="auto"/>
              <w:ind w:firstLine="142"/>
            </w:pPr>
            <w:r w:rsidRPr="000D4F5C">
              <w:rPr>
                <w:rFonts w:ascii="Courier New" w:hAnsi="Courier New" w:cs="Courier New"/>
                <w:b/>
                <w:bCs/>
              </w:rPr>
              <w:t>Величины</w:t>
            </w:r>
          </w:p>
        </w:tc>
      </w:tr>
      <w:tr w:rsidR="000D040E" w:rsidRPr="000D4F5C" w:rsidTr="000D4F5C">
        <w:trPr>
          <w:trHeight w:val="730"/>
        </w:trPr>
        <w:tc>
          <w:tcPr>
            <w:tcW w:w="7512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Коэффициент, зависящий от стратификации атмосферы А</w:t>
            </w:r>
          </w:p>
        </w:tc>
        <w:tc>
          <w:tcPr>
            <w:tcW w:w="160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bookmarkStart w:id="4" w:name="a_a"/>
            <w:bookmarkEnd w:id="4"/>
            <w:r w:rsidRPr="000D4F5C">
              <w:rPr>
                <w:rFonts w:ascii="Courier New" w:hAnsi="Courier New" w:cs="Courier New"/>
              </w:rPr>
              <w:t>200</w:t>
            </w:r>
          </w:p>
        </w:tc>
      </w:tr>
      <w:tr w:rsidR="000D040E" w:rsidRPr="000D4F5C" w:rsidTr="000D4F5C">
        <w:trPr>
          <w:trHeight w:val="421"/>
        </w:trPr>
        <w:tc>
          <w:tcPr>
            <w:tcW w:w="7512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 xml:space="preserve">Коэффициент рельефа местности </w:t>
            </w:r>
            <w:r w:rsidRPr="000D4F5C">
              <w:rPr>
                <w:rFonts w:ascii="Courier New" w:hAnsi="Courier New" w:cs="Courier New"/>
              </w:rPr>
              <w:sym w:font="Symbol" w:char="F068"/>
            </w:r>
          </w:p>
        </w:tc>
        <w:tc>
          <w:tcPr>
            <w:tcW w:w="160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</w:t>
            </w:r>
          </w:p>
        </w:tc>
      </w:tr>
      <w:tr w:rsidR="000D040E" w:rsidRPr="000D4F5C" w:rsidTr="000D4F5C">
        <w:trPr>
          <w:trHeight w:val="730"/>
        </w:trPr>
        <w:tc>
          <w:tcPr>
            <w:tcW w:w="7512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Средняя температура наружного воздуха самого жаркого месяца в 13 часов дня, °С</w:t>
            </w:r>
          </w:p>
        </w:tc>
        <w:tc>
          <w:tcPr>
            <w:tcW w:w="160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bookmarkStart w:id="5" w:name="a_tz"/>
            <w:bookmarkEnd w:id="5"/>
            <w:r w:rsidRPr="000D4F5C">
              <w:rPr>
                <w:rFonts w:ascii="Courier New" w:hAnsi="Courier New" w:cs="Courier New"/>
              </w:rPr>
              <w:t>22.70</w:t>
            </w:r>
          </w:p>
        </w:tc>
      </w:tr>
      <w:tr w:rsidR="000D040E" w:rsidRPr="000D4F5C" w:rsidTr="000D4F5C">
        <w:trPr>
          <w:trHeight w:val="1122"/>
        </w:trPr>
        <w:tc>
          <w:tcPr>
            <w:tcW w:w="7512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Средняя температура наружного воздуха наиболее холодного месяца(для котельных, работающих по отопительному графику, °С</w:t>
            </w:r>
          </w:p>
        </w:tc>
        <w:tc>
          <w:tcPr>
            <w:tcW w:w="160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bookmarkStart w:id="6" w:name="a_tl"/>
            <w:bookmarkEnd w:id="6"/>
            <w:r w:rsidRPr="000D4F5C">
              <w:rPr>
                <w:rFonts w:ascii="Courier New" w:hAnsi="Courier New" w:cs="Courier New"/>
              </w:rPr>
              <w:t>-22.00</w:t>
            </w:r>
          </w:p>
        </w:tc>
      </w:tr>
      <w:tr w:rsidR="000D040E" w:rsidRPr="000D4F5C" w:rsidTr="000D4F5C">
        <w:trPr>
          <w:trHeight w:val="365"/>
        </w:trPr>
        <w:tc>
          <w:tcPr>
            <w:tcW w:w="7512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Среднегодовая роза ветров, %</w:t>
            </w:r>
          </w:p>
        </w:tc>
        <w:tc>
          <w:tcPr>
            <w:tcW w:w="160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</w:p>
        </w:tc>
      </w:tr>
      <w:tr w:rsidR="000D040E" w:rsidRPr="000D4F5C" w:rsidTr="000D4F5C">
        <w:trPr>
          <w:trHeight w:val="758"/>
        </w:trPr>
        <w:tc>
          <w:tcPr>
            <w:tcW w:w="751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</w:t>
            </w:r>
          </w:p>
        </w:tc>
        <w:tc>
          <w:tcPr>
            <w:tcW w:w="160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bookmarkStart w:id="7" w:name="a_roza"/>
            <w:bookmarkEnd w:id="7"/>
            <w:r w:rsidRPr="000D4F5C">
              <w:rPr>
                <w:rFonts w:ascii="Courier New" w:hAnsi="Courier New" w:cs="Courier New"/>
              </w:rPr>
              <w:t>10.00</w:t>
            </w:r>
          </w:p>
        </w:tc>
      </w:tr>
      <w:tr w:rsidR="000D040E" w:rsidRPr="000D4F5C" w:rsidTr="000D4F5C">
        <w:trPr>
          <w:trHeight w:val="730"/>
        </w:trPr>
        <w:tc>
          <w:tcPr>
            <w:tcW w:w="751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СВ</w:t>
            </w:r>
          </w:p>
        </w:tc>
        <w:tc>
          <w:tcPr>
            <w:tcW w:w="160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7.00</w:t>
            </w:r>
          </w:p>
        </w:tc>
      </w:tr>
      <w:tr w:rsidR="000D040E" w:rsidRPr="000D4F5C" w:rsidTr="000D4F5C">
        <w:trPr>
          <w:trHeight w:val="758"/>
        </w:trPr>
        <w:tc>
          <w:tcPr>
            <w:tcW w:w="751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В</w:t>
            </w:r>
          </w:p>
        </w:tc>
        <w:tc>
          <w:tcPr>
            <w:tcW w:w="160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10.00</w:t>
            </w:r>
          </w:p>
        </w:tc>
      </w:tr>
      <w:tr w:rsidR="000D040E" w:rsidRPr="000D4F5C" w:rsidTr="000D4F5C">
        <w:trPr>
          <w:trHeight w:val="730"/>
        </w:trPr>
        <w:tc>
          <w:tcPr>
            <w:tcW w:w="751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ЮВ</w:t>
            </w:r>
          </w:p>
        </w:tc>
        <w:tc>
          <w:tcPr>
            <w:tcW w:w="160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13.00</w:t>
            </w:r>
          </w:p>
        </w:tc>
      </w:tr>
      <w:tr w:rsidR="000D040E" w:rsidRPr="000D4F5C" w:rsidTr="000D4F5C">
        <w:trPr>
          <w:trHeight w:val="758"/>
        </w:trPr>
        <w:tc>
          <w:tcPr>
            <w:tcW w:w="751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Ю</w:t>
            </w:r>
          </w:p>
        </w:tc>
        <w:tc>
          <w:tcPr>
            <w:tcW w:w="160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15.00</w:t>
            </w:r>
          </w:p>
        </w:tc>
      </w:tr>
      <w:tr w:rsidR="000D040E" w:rsidRPr="000D4F5C" w:rsidTr="000D4F5C">
        <w:trPr>
          <w:trHeight w:val="730"/>
        </w:trPr>
        <w:tc>
          <w:tcPr>
            <w:tcW w:w="751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ЮЗ</w:t>
            </w:r>
          </w:p>
        </w:tc>
        <w:tc>
          <w:tcPr>
            <w:tcW w:w="160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16.00</w:t>
            </w:r>
          </w:p>
        </w:tc>
      </w:tr>
      <w:tr w:rsidR="000D040E" w:rsidRPr="000D4F5C" w:rsidTr="000D4F5C">
        <w:trPr>
          <w:trHeight w:val="758"/>
        </w:trPr>
        <w:tc>
          <w:tcPr>
            <w:tcW w:w="751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З</w:t>
            </w:r>
          </w:p>
        </w:tc>
        <w:tc>
          <w:tcPr>
            <w:tcW w:w="160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18.00</w:t>
            </w:r>
          </w:p>
        </w:tc>
      </w:tr>
      <w:tr w:rsidR="000D040E" w:rsidRPr="000D4F5C" w:rsidTr="000D4F5C">
        <w:trPr>
          <w:trHeight w:val="730"/>
        </w:trPr>
        <w:tc>
          <w:tcPr>
            <w:tcW w:w="751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СЗ</w:t>
            </w:r>
          </w:p>
        </w:tc>
        <w:tc>
          <w:tcPr>
            <w:tcW w:w="160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11.00</w:t>
            </w:r>
          </w:p>
        </w:tc>
      </w:tr>
      <w:tr w:rsidR="000D040E" w:rsidRPr="000D4F5C" w:rsidTr="000D4F5C">
        <w:trPr>
          <w:trHeight w:val="758"/>
        </w:trPr>
        <w:tc>
          <w:tcPr>
            <w:tcW w:w="7512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Скорость ветра(U*), повторяемость превышения которой составляет 5%, м/с</w:t>
            </w:r>
          </w:p>
        </w:tc>
        <w:tc>
          <w:tcPr>
            <w:tcW w:w="160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bookmarkStart w:id="8" w:name="a_uz"/>
            <w:bookmarkEnd w:id="8"/>
            <w:r w:rsidRPr="000D4F5C">
              <w:rPr>
                <w:rFonts w:ascii="Courier New" w:hAnsi="Courier New" w:cs="Courier New"/>
              </w:rPr>
              <w:t>6.00</w:t>
            </w:r>
          </w:p>
        </w:tc>
      </w:tr>
    </w:tbl>
    <w:p w:rsidR="000D040E" w:rsidRPr="000D4F5C" w:rsidRDefault="000D040E" w:rsidP="000D4F5C">
      <w:pPr>
        <w:spacing w:line="360" w:lineRule="auto"/>
        <w:ind w:firstLine="142"/>
        <w:rPr>
          <w:rFonts w:ascii="Courier New" w:hAnsi="Courier New" w:cs="Courier New"/>
        </w:rPr>
      </w:pPr>
    </w:p>
    <w:p w:rsidR="000D040E" w:rsidRPr="000D4F5C" w:rsidRDefault="000D040E" w:rsidP="000D4F5C">
      <w:pPr>
        <w:spacing w:line="360" w:lineRule="auto"/>
        <w:ind w:firstLine="142"/>
        <w:rPr>
          <w:rFonts w:ascii="Courier New" w:hAnsi="Courier New" w:cs="Courier New"/>
        </w:rPr>
      </w:pPr>
    </w:p>
    <w:p w:rsidR="000D040E" w:rsidRPr="000D4F5C" w:rsidRDefault="000D4F5C" w:rsidP="000D4F5C">
      <w:pPr>
        <w:pStyle w:val="Zag1"/>
        <w:spacing w:line="360" w:lineRule="auto"/>
        <w:ind w:firstLine="142"/>
        <w:rPr>
          <w:sz w:val="24"/>
          <w:szCs w:val="24"/>
        </w:rPr>
      </w:pPr>
      <w:bookmarkStart w:id="9" w:name="_Toc55122214"/>
      <w:bookmarkStart w:id="10" w:name="_Toc134504204"/>
      <w:r>
        <w:rPr>
          <w:sz w:val="24"/>
          <w:szCs w:val="24"/>
        </w:rPr>
        <w:br w:type="page"/>
      </w:r>
      <w:r w:rsidR="000D040E" w:rsidRPr="000D4F5C">
        <w:rPr>
          <w:sz w:val="24"/>
          <w:szCs w:val="24"/>
        </w:rPr>
        <w:t>Опции расчета</w:t>
      </w:r>
      <w:bookmarkEnd w:id="9"/>
      <w:bookmarkEnd w:id="10"/>
    </w:p>
    <w:p w:rsidR="000D040E" w:rsidRPr="000D4F5C" w:rsidRDefault="000D040E" w:rsidP="000D4F5C">
      <w:pPr>
        <w:spacing w:line="360" w:lineRule="auto"/>
        <w:ind w:firstLine="142"/>
        <w:rPr>
          <w:rFonts w:ascii="Courier New" w:hAnsi="Courier New" w:cs="Courier New"/>
        </w:rPr>
      </w:pPr>
    </w:p>
    <w:p w:rsidR="000D040E" w:rsidRPr="000D4F5C" w:rsidRDefault="000D040E" w:rsidP="000D4F5C">
      <w:pPr>
        <w:spacing w:line="360" w:lineRule="auto"/>
        <w:ind w:firstLine="142"/>
        <w:outlineLvl w:val="0"/>
        <w:rPr>
          <w:rFonts w:ascii="Courier New" w:hAnsi="Courier New" w:cs="Courier New"/>
        </w:rPr>
      </w:pPr>
      <w:r w:rsidRPr="000D4F5C">
        <w:rPr>
          <w:rFonts w:ascii="Courier New" w:hAnsi="Courier New" w:cs="Courier New"/>
        </w:rPr>
        <w:t xml:space="preserve">Режим расчета: </w:t>
      </w:r>
      <w:bookmarkStart w:id="11" w:name="a_vv"/>
      <w:bookmarkEnd w:id="11"/>
      <w:r w:rsidRPr="000D4F5C">
        <w:rPr>
          <w:rFonts w:ascii="Courier New" w:hAnsi="Courier New" w:cs="Courier New"/>
        </w:rPr>
        <w:t>ОНД-86 автомат</w:t>
      </w:r>
    </w:p>
    <w:p w:rsidR="000D040E" w:rsidRPr="000D4F5C" w:rsidRDefault="000D040E" w:rsidP="000D4F5C">
      <w:pPr>
        <w:spacing w:line="360" w:lineRule="auto"/>
        <w:ind w:firstLine="142"/>
        <w:rPr>
          <w:rFonts w:ascii="Courier New" w:hAnsi="Courier New" w:cs="Courier New"/>
        </w:rPr>
      </w:pPr>
      <w:r w:rsidRPr="000D4F5C">
        <w:rPr>
          <w:rFonts w:ascii="Courier New" w:hAnsi="Courier New" w:cs="Courier New"/>
        </w:rPr>
        <w:tab/>
      </w:r>
      <w:bookmarkStart w:id="12" w:name="a_par1"/>
      <w:bookmarkEnd w:id="12"/>
      <w:r w:rsidRPr="000D4F5C">
        <w:rPr>
          <w:rFonts w:ascii="Courier New" w:hAnsi="Courier New" w:cs="Courier New"/>
        </w:rPr>
        <w:t>Расчет производится при скоростях: 0.5, 0.5Umc, 1.0Umc, 1.5Umc, u*</w:t>
      </w:r>
    </w:p>
    <w:p w:rsidR="000D040E" w:rsidRPr="000D4F5C" w:rsidRDefault="000D040E" w:rsidP="000D4F5C">
      <w:pPr>
        <w:spacing w:line="360" w:lineRule="auto"/>
        <w:ind w:firstLine="142"/>
        <w:rPr>
          <w:rFonts w:ascii="Courier New" w:hAnsi="Courier New" w:cs="Courier New"/>
        </w:rPr>
      </w:pPr>
      <w:r w:rsidRPr="000D4F5C">
        <w:rPr>
          <w:rFonts w:ascii="Courier New" w:hAnsi="Courier New" w:cs="Courier New"/>
        </w:rPr>
        <w:tab/>
      </w:r>
      <w:bookmarkStart w:id="13" w:name="a_par2"/>
      <w:bookmarkEnd w:id="13"/>
      <w:r w:rsidRPr="000D4F5C">
        <w:rPr>
          <w:rFonts w:ascii="Courier New" w:hAnsi="Courier New" w:cs="Courier New"/>
        </w:rPr>
        <w:t xml:space="preserve">Расчет производится с перебором всех направлений ветра </w:t>
      </w:r>
      <w:r w:rsidRPr="000D4F5C">
        <w:rPr>
          <w:rFonts w:ascii="Courier New" w:hAnsi="Courier New" w:cs="Courier New"/>
        </w:rPr>
        <w:tab/>
      </w:r>
      <w:r w:rsidRPr="000D4F5C">
        <w:rPr>
          <w:rFonts w:ascii="Courier New" w:hAnsi="Courier New" w:cs="Courier New"/>
        </w:rPr>
        <w:tab/>
      </w:r>
    </w:p>
    <w:p w:rsidR="000D040E" w:rsidRPr="000D4F5C" w:rsidRDefault="000D040E" w:rsidP="000D4F5C">
      <w:pPr>
        <w:spacing w:line="360" w:lineRule="auto"/>
        <w:ind w:firstLine="142"/>
        <w:outlineLvl w:val="0"/>
        <w:rPr>
          <w:rFonts w:ascii="Courier New" w:hAnsi="Courier New" w:cs="Courier New"/>
        </w:rPr>
      </w:pPr>
    </w:p>
    <w:p w:rsidR="000D040E" w:rsidRPr="000D4F5C" w:rsidRDefault="000D040E" w:rsidP="000D4F5C">
      <w:pPr>
        <w:spacing w:line="360" w:lineRule="auto"/>
        <w:ind w:firstLine="142"/>
        <w:outlineLvl w:val="0"/>
        <w:rPr>
          <w:rFonts w:ascii="Courier New" w:hAnsi="Courier New" w:cs="Courier New"/>
        </w:rPr>
      </w:pPr>
      <w:r w:rsidRPr="000D4F5C">
        <w:rPr>
          <w:rFonts w:ascii="Courier New" w:hAnsi="Courier New" w:cs="Courier New"/>
        </w:rPr>
        <w:t xml:space="preserve">Учет фона: </w:t>
      </w:r>
      <w:bookmarkStart w:id="14" w:name="a_fon"/>
      <w:bookmarkEnd w:id="14"/>
      <w:r w:rsidRPr="000D4F5C">
        <w:rPr>
          <w:rFonts w:ascii="Courier New" w:hAnsi="Courier New" w:cs="Courier New"/>
        </w:rPr>
        <w:t>без учета фона</w:t>
      </w:r>
    </w:p>
    <w:p w:rsidR="000D040E" w:rsidRPr="000D4F5C" w:rsidRDefault="000D040E" w:rsidP="000D4F5C">
      <w:pPr>
        <w:spacing w:line="360" w:lineRule="auto"/>
        <w:ind w:firstLine="142"/>
        <w:rPr>
          <w:rFonts w:ascii="Courier New" w:hAnsi="Courier New" w:cs="Courier New"/>
        </w:rPr>
      </w:pPr>
    </w:p>
    <w:p w:rsidR="000D040E" w:rsidRPr="000D4F5C" w:rsidRDefault="000D040E" w:rsidP="000D4F5C">
      <w:pPr>
        <w:spacing w:line="360" w:lineRule="auto"/>
        <w:ind w:firstLine="142"/>
        <w:rPr>
          <w:rFonts w:ascii="Courier New" w:hAnsi="Courier New" w:cs="Courier New"/>
        </w:rPr>
      </w:pPr>
      <w:r w:rsidRPr="000D4F5C">
        <w:rPr>
          <w:rFonts w:ascii="Courier New" w:hAnsi="Courier New" w:cs="Courier New"/>
        </w:rPr>
        <w:t xml:space="preserve">Критерий расчета: </w:t>
      </w:r>
      <w:bookmarkStart w:id="15" w:name="a_krit"/>
      <w:bookmarkEnd w:id="15"/>
      <w:r w:rsidRPr="000D4F5C">
        <w:rPr>
          <w:rFonts w:ascii="Courier New" w:hAnsi="Courier New" w:cs="Courier New"/>
        </w:rPr>
        <w:t>0.0000000</w:t>
      </w:r>
    </w:p>
    <w:p w:rsidR="000D040E" w:rsidRPr="000D4F5C" w:rsidRDefault="000D040E" w:rsidP="000D4F5C">
      <w:pPr>
        <w:spacing w:line="360" w:lineRule="auto"/>
        <w:ind w:firstLine="142"/>
        <w:rPr>
          <w:rFonts w:ascii="Courier New" w:hAnsi="Courier New" w:cs="Courier New"/>
        </w:rPr>
      </w:pPr>
      <w:r w:rsidRPr="000D4F5C">
        <w:rPr>
          <w:rFonts w:ascii="Courier New" w:hAnsi="Courier New" w:cs="Courier New"/>
        </w:rPr>
        <w:t xml:space="preserve">Признак расчета по ЗВ из ГС: </w:t>
      </w:r>
      <w:bookmarkStart w:id="16" w:name="a_zvgs"/>
      <w:bookmarkEnd w:id="16"/>
      <w:r w:rsidRPr="000D4F5C">
        <w:rPr>
          <w:rFonts w:ascii="Courier New" w:hAnsi="Courier New" w:cs="Courier New"/>
        </w:rPr>
        <w:t>Да</w:t>
      </w:r>
    </w:p>
    <w:p w:rsidR="000D040E" w:rsidRPr="000D4F5C" w:rsidRDefault="000D040E" w:rsidP="000D4F5C">
      <w:pPr>
        <w:spacing w:line="360" w:lineRule="auto"/>
        <w:ind w:firstLine="142"/>
        <w:rPr>
          <w:rFonts w:ascii="Courier New" w:hAnsi="Courier New" w:cs="Courier New"/>
        </w:rPr>
      </w:pPr>
    </w:p>
    <w:p w:rsidR="000D040E" w:rsidRPr="000D4F5C" w:rsidRDefault="000D040E" w:rsidP="000D4F5C">
      <w:pPr>
        <w:spacing w:line="360" w:lineRule="auto"/>
        <w:ind w:firstLine="142"/>
        <w:rPr>
          <w:rFonts w:ascii="Courier New" w:hAnsi="Courier New" w:cs="Courier New"/>
        </w:rPr>
      </w:pPr>
      <w:r w:rsidRPr="000D4F5C">
        <w:br w:type="page"/>
      </w:r>
      <w:bookmarkStart w:id="17" w:name="a_fact"/>
      <w:bookmarkEnd w:id="17"/>
    </w:p>
    <w:p w:rsidR="000D040E" w:rsidRPr="000D4F5C" w:rsidRDefault="000D040E" w:rsidP="000D4F5C">
      <w:pPr>
        <w:pStyle w:val="Zag1"/>
        <w:spacing w:line="360" w:lineRule="auto"/>
        <w:ind w:firstLine="142"/>
        <w:rPr>
          <w:sz w:val="24"/>
          <w:szCs w:val="24"/>
        </w:rPr>
      </w:pPr>
      <w:bookmarkStart w:id="18" w:name="_Toc55122216"/>
      <w:bookmarkStart w:id="19" w:name="_Toc134504206"/>
      <w:r w:rsidRPr="000D4F5C">
        <w:rPr>
          <w:sz w:val="24"/>
          <w:szCs w:val="24"/>
        </w:rPr>
        <w:t>Параметры расчета</w:t>
      </w:r>
      <w:bookmarkEnd w:id="18"/>
      <w:bookmarkEnd w:id="19"/>
    </w:p>
    <w:p w:rsidR="000D040E" w:rsidRPr="000D4F5C" w:rsidRDefault="000D040E" w:rsidP="000D4F5C">
      <w:pPr>
        <w:spacing w:line="360" w:lineRule="auto"/>
        <w:ind w:firstLine="142"/>
        <w:rPr>
          <w:rFonts w:ascii="Courier New" w:hAnsi="Courier New" w:cs="Courier New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6062"/>
        <w:gridCol w:w="1559"/>
      </w:tblGrid>
      <w:tr w:rsidR="000D040E" w:rsidRPr="000D4F5C">
        <w:tc>
          <w:tcPr>
            <w:tcW w:w="6062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Количество загрязняющих веществ       :</w:t>
            </w:r>
          </w:p>
        </w:tc>
        <w:tc>
          <w:tcPr>
            <w:tcW w:w="155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bookmarkStart w:id="20" w:name="a_var_pr2"/>
            <w:bookmarkEnd w:id="20"/>
            <w:r w:rsidRPr="000D4F5C">
              <w:rPr>
                <w:rFonts w:ascii="Courier New" w:hAnsi="Courier New" w:cs="Courier New"/>
              </w:rPr>
              <w:t>5</w:t>
            </w:r>
          </w:p>
        </w:tc>
      </w:tr>
      <w:tr w:rsidR="000D040E" w:rsidRPr="000D4F5C">
        <w:tc>
          <w:tcPr>
            <w:tcW w:w="6062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Количество загрязняющих веществ в фоне:</w:t>
            </w:r>
          </w:p>
        </w:tc>
        <w:tc>
          <w:tcPr>
            <w:tcW w:w="155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bookmarkStart w:id="21" w:name="a_var_pr3"/>
            <w:bookmarkEnd w:id="21"/>
            <w:r w:rsidRPr="000D4F5C">
              <w:rPr>
                <w:rFonts w:ascii="Courier New" w:hAnsi="Courier New" w:cs="Courier New"/>
              </w:rPr>
              <w:t>0</w:t>
            </w:r>
          </w:p>
        </w:tc>
      </w:tr>
      <w:tr w:rsidR="000D040E" w:rsidRPr="000D4F5C">
        <w:tc>
          <w:tcPr>
            <w:tcW w:w="6062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Количество групп суммации             :</w:t>
            </w:r>
          </w:p>
        </w:tc>
        <w:tc>
          <w:tcPr>
            <w:tcW w:w="155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bookmarkStart w:id="22" w:name="a_var_pr4"/>
            <w:bookmarkEnd w:id="22"/>
            <w:r w:rsidRPr="000D4F5C">
              <w:rPr>
                <w:rFonts w:ascii="Courier New" w:hAnsi="Courier New" w:cs="Courier New"/>
              </w:rPr>
              <w:t>1</w:t>
            </w:r>
          </w:p>
        </w:tc>
      </w:tr>
      <w:tr w:rsidR="000D040E" w:rsidRPr="000D4F5C">
        <w:tc>
          <w:tcPr>
            <w:tcW w:w="6062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Количество расчетных прямоугольников  :</w:t>
            </w:r>
          </w:p>
        </w:tc>
        <w:tc>
          <w:tcPr>
            <w:tcW w:w="155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bookmarkStart w:id="23" w:name="a_var_pr5"/>
            <w:bookmarkEnd w:id="23"/>
            <w:r w:rsidRPr="000D4F5C">
              <w:rPr>
                <w:rFonts w:ascii="Courier New" w:hAnsi="Courier New" w:cs="Courier New"/>
              </w:rPr>
              <w:t>1</w:t>
            </w:r>
          </w:p>
        </w:tc>
      </w:tr>
      <w:tr w:rsidR="000D040E" w:rsidRPr="000D4F5C">
        <w:tc>
          <w:tcPr>
            <w:tcW w:w="6062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Количество расчетных точек            :</w:t>
            </w:r>
          </w:p>
        </w:tc>
        <w:tc>
          <w:tcPr>
            <w:tcW w:w="155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bookmarkStart w:id="24" w:name="a_var_pr6"/>
            <w:bookmarkEnd w:id="24"/>
            <w:r w:rsidRPr="000D4F5C">
              <w:rPr>
                <w:rFonts w:ascii="Courier New" w:hAnsi="Courier New" w:cs="Courier New"/>
              </w:rPr>
              <w:t>4</w:t>
            </w:r>
          </w:p>
        </w:tc>
      </w:tr>
    </w:tbl>
    <w:p w:rsidR="000D040E" w:rsidRPr="000D4F5C" w:rsidRDefault="000D040E" w:rsidP="000D4F5C">
      <w:pPr>
        <w:spacing w:line="360" w:lineRule="auto"/>
        <w:ind w:firstLine="142"/>
        <w:rPr>
          <w:rFonts w:ascii="Courier New" w:hAnsi="Courier New" w:cs="Courier New"/>
        </w:rPr>
      </w:pPr>
    </w:p>
    <w:p w:rsidR="000D040E" w:rsidRPr="000D4F5C" w:rsidRDefault="000D040E" w:rsidP="000D4F5C">
      <w:pPr>
        <w:pStyle w:val="Zag1"/>
        <w:spacing w:line="360" w:lineRule="auto"/>
        <w:ind w:firstLine="142"/>
        <w:rPr>
          <w:sz w:val="24"/>
          <w:szCs w:val="24"/>
        </w:rPr>
      </w:pPr>
      <w:bookmarkStart w:id="25" w:name="meteo_end"/>
      <w:bookmarkStart w:id="26" w:name="tbl_zv"/>
      <w:bookmarkStart w:id="27" w:name="_Toc55122217"/>
      <w:bookmarkStart w:id="28" w:name="_Toc134504207"/>
      <w:bookmarkEnd w:id="25"/>
      <w:bookmarkEnd w:id="26"/>
      <w:r w:rsidRPr="000D4F5C">
        <w:rPr>
          <w:sz w:val="24"/>
          <w:szCs w:val="24"/>
        </w:rPr>
        <w:t>Перечень загрязняющих веществ, выбрасываемых в атмосферу.</w:t>
      </w:r>
      <w:bookmarkEnd w:id="27"/>
      <w:bookmarkEnd w:id="28"/>
    </w:p>
    <w:p w:rsidR="000D040E" w:rsidRPr="000D4F5C" w:rsidRDefault="000D040E" w:rsidP="000D4F5C">
      <w:pPr>
        <w:spacing w:line="360" w:lineRule="auto"/>
        <w:ind w:firstLine="142"/>
        <w:jc w:val="center"/>
        <w:rPr>
          <w:rFonts w:ascii="Courier New" w:hAnsi="Courier New" w:cs="Courier New"/>
          <w:b/>
          <w:bCs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1701"/>
        <w:gridCol w:w="1701"/>
        <w:gridCol w:w="1701"/>
        <w:gridCol w:w="957"/>
      </w:tblGrid>
      <w:tr w:rsidR="000D040E" w:rsidRPr="000D4F5C">
        <w:trPr>
          <w:cantSplit/>
        </w:trPr>
        <w:tc>
          <w:tcPr>
            <w:tcW w:w="3510" w:type="dxa"/>
            <w:gridSpan w:val="2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Вещество</w:t>
            </w:r>
          </w:p>
        </w:tc>
        <w:tc>
          <w:tcPr>
            <w:tcW w:w="6060" w:type="dxa"/>
            <w:gridSpan w:val="4"/>
          </w:tcPr>
          <w:p w:rsidR="000D040E" w:rsidRPr="000D4F5C" w:rsidRDefault="000D040E" w:rsidP="000D4F5C">
            <w:pPr>
              <w:tabs>
                <w:tab w:val="left" w:pos="426"/>
              </w:tabs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Критерии качества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 xml:space="preserve"> Атмосферного воздуха</w:t>
            </w:r>
          </w:p>
        </w:tc>
      </w:tr>
      <w:tr w:rsidR="000D040E" w:rsidRPr="000D4F5C">
        <w:tc>
          <w:tcPr>
            <w:tcW w:w="81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Код</w:t>
            </w:r>
          </w:p>
        </w:tc>
        <w:tc>
          <w:tcPr>
            <w:tcW w:w="269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Наименование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ПДК м.р.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(мг/м3)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ПДК с.с.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(мг/м3)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ОБУВ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(мг/м3)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Класс опасн.</w:t>
            </w:r>
          </w:p>
        </w:tc>
      </w:tr>
      <w:tr w:rsidR="000D040E" w:rsidRPr="000D4F5C">
        <w:tc>
          <w:tcPr>
            <w:tcW w:w="81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</w:t>
            </w:r>
          </w:p>
        </w:tc>
        <w:tc>
          <w:tcPr>
            <w:tcW w:w="269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4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5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6</w:t>
            </w:r>
          </w:p>
        </w:tc>
      </w:tr>
      <w:tr w:rsidR="000D040E" w:rsidRPr="000D4F5C">
        <w:tc>
          <w:tcPr>
            <w:tcW w:w="81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bookmarkStart w:id="29" w:name="b_zag"/>
            <w:bookmarkEnd w:id="29"/>
            <w:r w:rsidRPr="000D4F5C">
              <w:rPr>
                <w:rFonts w:ascii="Courier New" w:hAnsi="Courier New" w:cs="Courier New"/>
              </w:rPr>
              <w:t>301</w:t>
            </w:r>
          </w:p>
        </w:tc>
        <w:tc>
          <w:tcPr>
            <w:tcW w:w="2693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Азота диоксид; Азот(IV) оксид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0.0850000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0.0400000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</w:t>
            </w:r>
          </w:p>
        </w:tc>
      </w:tr>
      <w:tr w:rsidR="000D040E" w:rsidRPr="000D4F5C">
        <w:tc>
          <w:tcPr>
            <w:tcW w:w="81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304</w:t>
            </w:r>
          </w:p>
        </w:tc>
        <w:tc>
          <w:tcPr>
            <w:tcW w:w="2693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Азота оксид; Азот (II) оксид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0.4000000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0.0600000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</w:t>
            </w:r>
          </w:p>
        </w:tc>
      </w:tr>
      <w:tr w:rsidR="000D040E" w:rsidRPr="000D4F5C">
        <w:tc>
          <w:tcPr>
            <w:tcW w:w="81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330</w:t>
            </w:r>
          </w:p>
        </w:tc>
        <w:tc>
          <w:tcPr>
            <w:tcW w:w="2693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Ангидрид сернистый;Сера диоксид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0.5000000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0.0500000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</w:t>
            </w:r>
          </w:p>
        </w:tc>
      </w:tr>
      <w:tr w:rsidR="000D040E" w:rsidRPr="000D4F5C">
        <w:tc>
          <w:tcPr>
            <w:tcW w:w="81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337</w:t>
            </w:r>
          </w:p>
        </w:tc>
        <w:tc>
          <w:tcPr>
            <w:tcW w:w="2693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Углерода оксид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5.0000000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3.0000000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4</w:t>
            </w:r>
          </w:p>
        </w:tc>
      </w:tr>
      <w:tr w:rsidR="000D040E" w:rsidRPr="000D4F5C">
        <w:tc>
          <w:tcPr>
            <w:tcW w:w="81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410</w:t>
            </w:r>
          </w:p>
        </w:tc>
        <w:tc>
          <w:tcPr>
            <w:tcW w:w="2693" w:type="dxa"/>
          </w:tcPr>
          <w:p w:rsidR="000D040E" w:rsidRPr="000D4F5C" w:rsidRDefault="000D040E" w:rsidP="000D4F5C">
            <w:pPr>
              <w:spacing w:line="360" w:lineRule="auto"/>
              <w:ind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Метан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50.0000000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</w:tr>
    </w:tbl>
    <w:p w:rsidR="007C54A1" w:rsidRPr="000D4F5C" w:rsidRDefault="007C54A1" w:rsidP="000D4F5C">
      <w:pPr>
        <w:pStyle w:val="Zag1"/>
        <w:spacing w:line="360" w:lineRule="auto"/>
        <w:ind w:firstLine="142"/>
        <w:jc w:val="left"/>
        <w:rPr>
          <w:sz w:val="24"/>
          <w:szCs w:val="24"/>
        </w:rPr>
      </w:pPr>
      <w:bookmarkStart w:id="30" w:name="tbl_zv_end"/>
      <w:bookmarkStart w:id="31" w:name="tbl_gr"/>
      <w:bookmarkStart w:id="32" w:name="_Toc55122218"/>
      <w:bookmarkStart w:id="33" w:name="_Toc134504208"/>
      <w:bookmarkEnd w:id="30"/>
      <w:bookmarkEnd w:id="31"/>
    </w:p>
    <w:p w:rsidR="000D040E" w:rsidRPr="000D4F5C" w:rsidRDefault="000D040E" w:rsidP="000D4F5C">
      <w:pPr>
        <w:pStyle w:val="Zag1"/>
        <w:spacing w:line="360" w:lineRule="auto"/>
        <w:ind w:firstLine="142"/>
        <w:rPr>
          <w:sz w:val="24"/>
          <w:szCs w:val="24"/>
        </w:rPr>
      </w:pPr>
      <w:r w:rsidRPr="000D4F5C">
        <w:rPr>
          <w:sz w:val="24"/>
          <w:szCs w:val="24"/>
        </w:rPr>
        <w:t>Перечень групп суммаций загрязняющих веществ.</w:t>
      </w:r>
      <w:bookmarkEnd w:id="32"/>
      <w:bookmarkEnd w:id="33"/>
    </w:p>
    <w:p w:rsidR="000D040E" w:rsidRPr="000D4F5C" w:rsidRDefault="000D040E" w:rsidP="000D4F5C">
      <w:pPr>
        <w:pStyle w:val="a9"/>
        <w:spacing w:line="360" w:lineRule="auto"/>
        <w:ind w:firstLine="142"/>
        <w:outlineLvl w:val="0"/>
      </w:pPr>
    </w:p>
    <w:tbl>
      <w:tblPr>
        <w:tblW w:w="9640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8"/>
        <w:gridCol w:w="3098"/>
        <w:gridCol w:w="1701"/>
        <w:gridCol w:w="1701"/>
        <w:gridCol w:w="1701"/>
        <w:gridCol w:w="851"/>
      </w:tblGrid>
      <w:tr w:rsidR="000D040E" w:rsidRPr="000D4F5C">
        <w:tc>
          <w:tcPr>
            <w:tcW w:w="588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 xml:space="preserve">Код </w:t>
            </w:r>
            <w:r w:rsidRPr="000D4F5C">
              <w:rPr>
                <w:rFonts w:ascii="Courier New" w:hAnsi="Courier New" w:cs="Courier New"/>
              </w:rPr>
              <w:br/>
              <w:t>в-ва</w:t>
            </w:r>
            <w:r w:rsidRPr="000D4F5C">
              <w:rPr>
                <w:rFonts w:ascii="Courier New" w:hAnsi="Courier New" w:cs="Courier New"/>
              </w:rPr>
              <w:br/>
              <w:t xml:space="preserve">    </w:t>
            </w:r>
          </w:p>
        </w:tc>
        <w:tc>
          <w:tcPr>
            <w:tcW w:w="3098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Наименование групп суммаций и загрязняющих веществ группы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 xml:space="preserve">ПДК(мг/м3) </w:t>
            </w:r>
            <w:r w:rsidRPr="000D4F5C">
              <w:rPr>
                <w:rFonts w:ascii="Courier New" w:hAnsi="Courier New" w:cs="Courier New"/>
              </w:rPr>
              <w:br/>
              <w:t xml:space="preserve">максимально </w:t>
            </w:r>
            <w:r w:rsidRPr="000D4F5C">
              <w:rPr>
                <w:rFonts w:ascii="Courier New" w:hAnsi="Courier New" w:cs="Courier New"/>
              </w:rPr>
              <w:br/>
              <w:t>разовая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 xml:space="preserve">ПДК(мг/м3) </w:t>
            </w:r>
            <w:r w:rsidRPr="000D4F5C">
              <w:rPr>
                <w:rFonts w:ascii="Courier New" w:hAnsi="Courier New" w:cs="Courier New"/>
              </w:rPr>
              <w:br/>
              <w:t xml:space="preserve">средне    </w:t>
            </w:r>
            <w:r w:rsidRPr="000D4F5C">
              <w:rPr>
                <w:rFonts w:ascii="Courier New" w:hAnsi="Courier New" w:cs="Courier New"/>
              </w:rPr>
              <w:br/>
              <w:t>суточная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 xml:space="preserve">ОБУВ    </w:t>
            </w:r>
            <w:r w:rsidRPr="000D4F5C">
              <w:rPr>
                <w:rFonts w:ascii="Courier New" w:hAnsi="Courier New" w:cs="Courier New"/>
              </w:rPr>
              <w:br/>
              <w:t xml:space="preserve">(мг/м3)   </w:t>
            </w:r>
            <w:r w:rsidRPr="000D4F5C">
              <w:rPr>
                <w:rFonts w:ascii="Courier New" w:hAnsi="Courier New" w:cs="Courier New"/>
              </w:rPr>
              <w:br/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 xml:space="preserve">Класс     </w:t>
            </w:r>
            <w:r w:rsidRPr="000D4F5C">
              <w:rPr>
                <w:rFonts w:ascii="Courier New" w:hAnsi="Courier New" w:cs="Courier New"/>
              </w:rPr>
              <w:br/>
              <w:t xml:space="preserve">опасности   </w:t>
            </w:r>
            <w:r w:rsidRPr="000D4F5C">
              <w:rPr>
                <w:rFonts w:ascii="Courier New" w:hAnsi="Courier New" w:cs="Courier New"/>
              </w:rPr>
              <w:br/>
            </w:r>
          </w:p>
        </w:tc>
      </w:tr>
      <w:tr w:rsidR="000D040E" w:rsidRPr="000D4F5C">
        <w:tc>
          <w:tcPr>
            <w:tcW w:w="588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</w:t>
            </w:r>
          </w:p>
        </w:tc>
        <w:tc>
          <w:tcPr>
            <w:tcW w:w="3098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4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5</w:t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6</w:t>
            </w:r>
          </w:p>
        </w:tc>
      </w:tr>
      <w:tr w:rsidR="000D040E" w:rsidRPr="000D4F5C">
        <w:trPr>
          <w:cantSplit/>
        </w:trPr>
        <w:tc>
          <w:tcPr>
            <w:tcW w:w="9640" w:type="dxa"/>
            <w:gridSpan w:val="6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  <w:b/>
                <w:bCs/>
              </w:rPr>
              <w:t>Группа: 6009 (Ксд = 1.00)</w:t>
            </w:r>
          </w:p>
        </w:tc>
      </w:tr>
      <w:tr w:rsidR="000D040E" w:rsidRPr="000D4F5C">
        <w:tc>
          <w:tcPr>
            <w:tcW w:w="588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right"/>
              <w:rPr>
                <w:rFonts w:ascii="Courier New" w:hAnsi="Courier New" w:cs="Courier New"/>
              </w:rPr>
            </w:pPr>
            <w:bookmarkStart w:id="34" w:name="d_gr"/>
            <w:bookmarkEnd w:id="34"/>
            <w:r w:rsidRPr="000D4F5C">
              <w:rPr>
                <w:rFonts w:ascii="Courier New" w:hAnsi="Courier New" w:cs="Courier New"/>
              </w:rPr>
              <w:t>301</w:t>
            </w:r>
          </w:p>
        </w:tc>
        <w:tc>
          <w:tcPr>
            <w:tcW w:w="3098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Азота диоксид; Азот(IV) оксид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0.0850000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0.0400000</w:t>
            </w:r>
          </w:p>
        </w:tc>
        <w:tc>
          <w:tcPr>
            <w:tcW w:w="1701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</w:t>
            </w:r>
          </w:p>
        </w:tc>
      </w:tr>
      <w:tr w:rsidR="000D040E" w:rsidRPr="000D4F5C">
        <w:tc>
          <w:tcPr>
            <w:tcW w:w="588" w:type="dxa"/>
            <w:tcBorders>
              <w:bottom w:val="single" w:sz="4" w:space="0" w:color="auto"/>
            </w:tcBorders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330</w:t>
            </w:r>
          </w:p>
        </w:tc>
        <w:tc>
          <w:tcPr>
            <w:tcW w:w="3098" w:type="dxa"/>
            <w:tcBorders>
              <w:bottom w:val="single" w:sz="4" w:space="0" w:color="auto"/>
            </w:tcBorders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Ангидрид сернистый;Сера диоксид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0.5000000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0.0500000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D040E" w:rsidRPr="000D4F5C" w:rsidRDefault="000D040E" w:rsidP="000D4F5C">
            <w:pPr>
              <w:spacing w:line="360" w:lineRule="auto"/>
              <w:ind w:left="-74" w:right="-7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</w:t>
            </w:r>
          </w:p>
        </w:tc>
      </w:tr>
    </w:tbl>
    <w:p w:rsidR="007C54A1" w:rsidRPr="000D4F5C" w:rsidRDefault="007C54A1" w:rsidP="000D4F5C">
      <w:pPr>
        <w:pStyle w:val="Zag1"/>
        <w:spacing w:line="360" w:lineRule="auto"/>
        <w:ind w:firstLine="142"/>
        <w:rPr>
          <w:sz w:val="24"/>
          <w:szCs w:val="24"/>
        </w:rPr>
      </w:pPr>
      <w:bookmarkStart w:id="35" w:name="tbl_gr_end"/>
      <w:bookmarkStart w:id="36" w:name="tbl_c"/>
      <w:bookmarkEnd w:id="35"/>
      <w:bookmarkEnd w:id="36"/>
    </w:p>
    <w:p w:rsidR="000D040E" w:rsidRPr="000D4F5C" w:rsidRDefault="000D040E" w:rsidP="000D4F5C">
      <w:pPr>
        <w:pStyle w:val="Zag1"/>
        <w:spacing w:line="360" w:lineRule="auto"/>
        <w:ind w:firstLine="142"/>
        <w:rPr>
          <w:sz w:val="24"/>
          <w:szCs w:val="24"/>
        </w:rPr>
      </w:pPr>
      <w:r w:rsidRPr="000D4F5C">
        <w:rPr>
          <w:sz w:val="24"/>
          <w:szCs w:val="24"/>
        </w:rPr>
        <w:t xml:space="preserve"> </w:t>
      </w:r>
      <w:bookmarkStart w:id="37" w:name="tbl_c_end"/>
      <w:bookmarkStart w:id="38" w:name="tbl_e"/>
      <w:bookmarkStart w:id="39" w:name="tbl_e_end"/>
      <w:bookmarkStart w:id="40" w:name="tbl_sq"/>
      <w:bookmarkStart w:id="41" w:name="_Toc134504209"/>
      <w:bookmarkStart w:id="42" w:name="_Toc55122221"/>
      <w:bookmarkEnd w:id="37"/>
      <w:bookmarkEnd w:id="38"/>
      <w:bookmarkEnd w:id="39"/>
      <w:bookmarkEnd w:id="40"/>
      <w:r w:rsidRPr="000D4F5C">
        <w:rPr>
          <w:sz w:val="24"/>
          <w:szCs w:val="24"/>
        </w:rPr>
        <w:t>Перечень расчетных прямоугольников</w:t>
      </w:r>
      <w:bookmarkEnd w:id="41"/>
    </w:p>
    <w:p w:rsidR="000D040E" w:rsidRPr="000D4F5C" w:rsidRDefault="000D040E" w:rsidP="000D4F5C">
      <w:pPr>
        <w:pStyle w:val="Zag1"/>
        <w:spacing w:line="360" w:lineRule="auto"/>
        <w:ind w:firstLine="142"/>
        <w:rPr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1276"/>
        <w:gridCol w:w="1134"/>
        <w:gridCol w:w="1134"/>
        <w:gridCol w:w="1134"/>
        <w:gridCol w:w="1134"/>
        <w:gridCol w:w="1276"/>
      </w:tblGrid>
      <w:tr w:rsidR="000D040E" w:rsidRPr="000D4F5C">
        <w:tc>
          <w:tcPr>
            <w:tcW w:w="675" w:type="dxa"/>
          </w:tcPr>
          <w:p w:rsidR="000D040E" w:rsidRPr="000D4F5C" w:rsidRDefault="000D040E" w:rsidP="000D4F5C">
            <w:pPr>
              <w:spacing w:line="360" w:lineRule="auto"/>
              <w:ind w:left="-142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 xml:space="preserve">Координата </w:t>
            </w:r>
            <w:r w:rsidRPr="000D4F5C">
              <w:rPr>
                <w:rFonts w:ascii="Courier New" w:hAnsi="Courier New" w:cs="Courier New"/>
                <w:lang w:val="en-US"/>
              </w:rPr>
              <w:t>X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(м)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 xml:space="preserve">Координата </w:t>
            </w:r>
            <w:r w:rsidRPr="000D4F5C">
              <w:rPr>
                <w:rFonts w:ascii="Courier New" w:hAnsi="Courier New" w:cs="Courier New"/>
                <w:lang w:val="en-US"/>
              </w:rPr>
              <w:t>Y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(м)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pStyle w:val="a6"/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Длина</w:t>
            </w:r>
          </w:p>
          <w:p w:rsidR="000D040E" w:rsidRPr="000D4F5C" w:rsidRDefault="000D040E" w:rsidP="000D4F5C">
            <w:pPr>
              <w:pStyle w:val="a6"/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(м)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Ширина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(м)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Шаг по длине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(м)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66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Шаг по ширине</w:t>
            </w:r>
          </w:p>
          <w:p w:rsidR="000D040E" w:rsidRPr="000D4F5C" w:rsidRDefault="000D040E" w:rsidP="000D4F5C">
            <w:pPr>
              <w:spacing w:line="360" w:lineRule="auto"/>
              <w:ind w:left="-108" w:right="-66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(м)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Высота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(м)</w:t>
            </w:r>
          </w:p>
        </w:tc>
      </w:tr>
      <w:tr w:rsidR="000D040E" w:rsidRPr="000D4F5C">
        <w:tc>
          <w:tcPr>
            <w:tcW w:w="675" w:type="dxa"/>
          </w:tcPr>
          <w:p w:rsidR="000D040E" w:rsidRPr="000D4F5C" w:rsidRDefault="000D040E" w:rsidP="000D4F5C">
            <w:pPr>
              <w:spacing w:line="360" w:lineRule="auto"/>
              <w:ind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pStyle w:val="a6"/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4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5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6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66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7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8</w:t>
            </w:r>
          </w:p>
        </w:tc>
      </w:tr>
      <w:tr w:rsidR="000D040E" w:rsidRPr="000D4F5C">
        <w:tc>
          <w:tcPr>
            <w:tcW w:w="675" w:type="dxa"/>
          </w:tcPr>
          <w:p w:rsidR="000D040E" w:rsidRPr="000D4F5C" w:rsidRDefault="000D040E" w:rsidP="000D4F5C">
            <w:pPr>
              <w:spacing w:line="360" w:lineRule="auto"/>
              <w:ind w:right="-108" w:firstLine="142"/>
              <w:jc w:val="right"/>
              <w:rPr>
                <w:rFonts w:ascii="Courier New" w:hAnsi="Courier New" w:cs="Courier New"/>
              </w:rPr>
            </w:pPr>
            <w:bookmarkStart w:id="43" w:name="sq_rep"/>
            <w:bookmarkEnd w:id="43"/>
            <w:r w:rsidRPr="000D4F5C">
              <w:rPr>
                <w:rFonts w:ascii="Courier New" w:hAnsi="Courier New" w:cs="Courier New"/>
              </w:rPr>
              <w:t>1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pStyle w:val="a6"/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1000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1000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100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66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100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0.0</w:t>
            </w:r>
          </w:p>
        </w:tc>
      </w:tr>
    </w:tbl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pStyle w:val="Zag1"/>
        <w:spacing w:line="360" w:lineRule="auto"/>
        <w:ind w:firstLine="142"/>
        <w:rPr>
          <w:sz w:val="24"/>
          <w:szCs w:val="24"/>
        </w:rPr>
      </w:pPr>
      <w:r w:rsidRPr="000D4F5C">
        <w:rPr>
          <w:sz w:val="24"/>
          <w:szCs w:val="24"/>
        </w:rPr>
        <w:br w:type="page"/>
      </w:r>
      <w:bookmarkStart w:id="44" w:name="tbl_sq_end"/>
      <w:bookmarkStart w:id="45" w:name="tbl_home"/>
      <w:bookmarkStart w:id="46" w:name="zv_capt"/>
      <w:bookmarkStart w:id="47" w:name="tbl_home_end"/>
      <w:bookmarkEnd w:id="44"/>
      <w:bookmarkEnd w:id="45"/>
      <w:bookmarkEnd w:id="46"/>
      <w:bookmarkEnd w:id="47"/>
      <w:r w:rsidRPr="000D4F5C">
        <w:rPr>
          <w:sz w:val="24"/>
          <w:szCs w:val="24"/>
        </w:rPr>
        <w:t xml:space="preserve"> </w:t>
      </w:r>
      <w:bookmarkStart w:id="48" w:name="_Toc134504210"/>
      <w:r w:rsidRPr="000D4F5C">
        <w:rPr>
          <w:sz w:val="24"/>
          <w:szCs w:val="24"/>
        </w:rPr>
        <w:t>Результаты расчета по веществам и группам суммации.</w:t>
      </w:r>
      <w:bookmarkStart w:id="49" w:name="zv_capt_end"/>
      <w:bookmarkEnd w:id="42"/>
      <w:bookmarkEnd w:id="48"/>
      <w:bookmarkEnd w:id="49"/>
    </w:p>
    <w:p w:rsidR="000D040E" w:rsidRPr="000D4F5C" w:rsidRDefault="000D040E" w:rsidP="000D4F5C">
      <w:pPr>
        <w:pStyle w:val="Zag2"/>
        <w:spacing w:line="360" w:lineRule="auto"/>
        <w:ind w:firstLine="142"/>
        <w:rPr>
          <w:sz w:val="24"/>
          <w:szCs w:val="24"/>
          <w:lang w:val="ru-RU"/>
        </w:rPr>
      </w:pPr>
      <w:bookmarkStart w:id="50" w:name="f_capt"/>
      <w:bookmarkStart w:id="51" w:name="tbls"/>
      <w:bookmarkStart w:id="52" w:name="f_tabl6"/>
      <w:bookmarkStart w:id="53" w:name="tbls_end"/>
      <w:bookmarkEnd w:id="50"/>
      <w:bookmarkEnd w:id="51"/>
      <w:bookmarkEnd w:id="52"/>
      <w:bookmarkEnd w:id="53"/>
    </w:p>
    <w:p w:rsidR="000D040E" w:rsidRPr="000D4F5C" w:rsidRDefault="000D040E" w:rsidP="000D4F5C">
      <w:pPr>
        <w:pStyle w:val="Zag2"/>
        <w:spacing w:line="360" w:lineRule="auto"/>
        <w:ind w:firstLine="142"/>
        <w:rPr>
          <w:sz w:val="24"/>
          <w:szCs w:val="24"/>
          <w:lang w:val="ru-RU"/>
        </w:rPr>
      </w:pPr>
      <w:bookmarkStart w:id="54" w:name="_Toc134504211"/>
      <w:r w:rsidRPr="000D4F5C">
        <w:rPr>
          <w:sz w:val="24"/>
          <w:szCs w:val="24"/>
          <w:lang w:val="ru-RU"/>
        </w:rPr>
        <w:t>Вещество: 301 - Азота диоксид; Азот(</w:t>
      </w:r>
      <w:r w:rsidRPr="000D4F5C">
        <w:rPr>
          <w:sz w:val="24"/>
          <w:szCs w:val="24"/>
        </w:rPr>
        <w:t>IV</w:t>
      </w:r>
      <w:r w:rsidRPr="000D4F5C">
        <w:rPr>
          <w:sz w:val="24"/>
          <w:szCs w:val="24"/>
          <w:lang w:val="ru-RU"/>
        </w:rPr>
        <w:t>) оксид</w:t>
      </w:r>
      <w:bookmarkEnd w:id="54"/>
    </w:p>
    <w:p w:rsidR="000D040E" w:rsidRPr="000D4F5C" w:rsidRDefault="000D040E" w:rsidP="000D4F5C">
      <w:pPr>
        <w:spacing w:line="360" w:lineRule="auto"/>
        <w:ind w:firstLine="142"/>
      </w:pPr>
      <w:r w:rsidRPr="000D4F5C">
        <w:rPr>
          <w:b/>
          <w:bCs/>
        </w:rPr>
        <w:t xml:space="preserve">ПДК: </w:t>
      </w:r>
      <w:r w:rsidRPr="000D4F5C">
        <w:t>величина ПДК для расчета: 0.0850000(для расчета использована ПДК м.р.)</w:t>
      </w:r>
    </w:p>
    <w:p w:rsidR="000D040E" w:rsidRPr="000D4F5C" w:rsidRDefault="000D040E" w:rsidP="000D4F5C">
      <w:pPr>
        <w:spacing w:line="360" w:lineRule="auto"/>
        <w:ind w:firstLine="142"/>
        <w:jc w:val="center"/>
      </w:pPr>
      <w:r w:rsidRPr="000D4F5C">
        <w:rPr>
          <w:b/>
          <w:bCs/>
        </w:rPr>
        <w:t>Источники выбросов ЗВ: 301</w:t>
      </w:r>
    </w:p>
    <w:p w:rsidR="000D040E" w:rsidRPr="000D4F5C" w:rsidRDefault="000D040E" w:rsidP="000D4F5C">
      <w:pPr>
        <w:spacing w:line="360" w:lineRule="auto"/>
        <w:ind w:firstLine="142"/>
        <w:jc w:val="center"/>
      </w:pPr>
      <w:r w:rsidRPr="000D4F5C">
        <w:t>Часть 1</w:t>
      </w:r>
    </w:p>
    <w:p w:rsidR="000D040E" w:rsidRPr="000D4F5C" w:rsidRDefault="000D040E" w:rsidP="000D4F5C">
      <w:pPr>
        <w:spacing w:line="360" w:lineRule="auto"/>
        <w:ind w:firstLine="142"/>
        <w:jc w:val="center"/>
        <w:rPr>
          <w:rFonts w:ascii="Courier New" w:hAnsi="Courier New" w:cs="Courier New"/>
        </w:rPr>
      </w:pPr>
    </w:p>
    <w:tbl>
      <w:tblPr>
        <w:tblW w:w="960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284"/>
        <w:gridCol w:w="283"/>
        <w:gridCol w:w="284"/>
        <w:gridCol w:w="708"/>
        <w:gridCol w:w="567"/>
        <w:gridCol w:w="993"/>
        <w:gridCol w:w="992"/>
        <w:gridCol w:w="992"/>
        <w:gridCol w:w="851"/>
        <w:gridCol w:w="992"/>
        <w:gridCol w:w="673"/>
      </w:tblGrid>
      <w:tr w:rsidR="000D040E" w:rsidRPr="000D4F5C">
        <w:trPr>
          <w:cantSplit/>
          <w:trHeight w:val="240"/>
          <w:jc w:val="right"/>
        </w:trPr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промплощадки</w:t>
            </w:r>
          </w:p>
        </w:tc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цеха</w:t>
            </w:r>
          </w:p>
        </w:tc>
        <w:tc>
          <w:tcPr>
            <w:tcW w:w="567" w:type="dxa"/>
            <w:vMerge w:val="restart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ист.</w:t>
            </w:r>
          </w:p>
        </w:tc>
        <w:tc>
          <w:tcPr>
            <w:tcW w:w="284" w:type="dxa"/>
            <w:vMerge w:val="restart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Тип</w:t>
            </w:r>
          </w:p>
        </w:tc>
        <w:tc>
          <w:tcPr>
            <w:tcW w:w="283" w:type="dxa"/>
            <w:vMerge w:val="restart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Сезон</w:t>
            </w:r>
          </w:p>
        </w:tc>
        <w:tc>
          <w:tcPr>
            <w:tcW w:w="284" w:type="dxa"/>
            <w:vMerge w:val="restart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Фон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Высота</w:t>
            </w:r>
          </w:p>
        </w:tc>
        <w:tc>
          <w:tcPr>
            <w:tcW w:w="567" w:type="dxa"/>
            <w:vMerge w:val="restart"/>
          </w:tcPr>
          <w:p w:rsidR="000D040E" w:rsidRPr="000D4F5C" w:rsidRDefault="000D040E" w:rsidP="000D4F5C">
            <w:pPr>
              <w:spacing w:line="360" w:lineRule="auto"/>
              <w:ind w:left="-108" w:right="-131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left="-108" w:right="-131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Коэфрельефа</w:t>
            </w: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Диаметр</w:t>
            </w:r>
          </w:p>
        </w:tc>
        <w:tc>
          <w:tcPr>
            <w:tcW w:w="1984" w:type="dxa"/>
            <w:gridSpan w:val="2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Точечн. Ист.</w:t>
            </w: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одного конца</w:t>
            </w:r>
          </w:p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линейн.середины</w:t>
            </w:r>
          </w:p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ст. площ. Ист.</w:t>
            </w:r>
          </w:p>
        </w:tc>
        <w:tc>
          <w:tcPr>
            <w:tcW w:w="1843" w:type="dxa"/>
            <w:gridSpan w:val="2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Второго конца</w:t>
            </w: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Линейн. Ист.</w:t>
            </w:r>
          </w:p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сред. Противоп.</w:t>
            </w:r>
          </w:p>
          <w:p w:rsidR="000D040E" w:rsidRPr="000D4F5C" w:rsidRDefault="000D040E" w:rsidP="000D4F5C">
            <w:pPr>
              <w:tabs>
                <w:tab w:val="right" w:pos="1735"/>
              </w:tabs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Стороны площад.</w:t>
            </w: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left="-108" w:right="-144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Ши-рина площадного</w:t>
            </w:r>
          </w:p>
        </w:tc>
      </w:tr>
      <w:tr w:rsidR="000D040E" w:rsidRPr="000D4F5C">
        <w:trPr>
          <w:cantSplit/>
          <w:trHeight w:val="240"/>
          <w:jc w:val="right"/>
        </w:trPr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4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4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X(м)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Y(м)</w:t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X(м)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Y(м)</w:t>
            </w: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</w:tr>
      <w:tr w:rsidR="000D040E" w:rsidRPr="000D4F5C">
        <w:trPr>
          <w:cantSplit/>
          <w:trHeight w:val="240"/>
          <w:jc w:val="right"/>
        </w:trPr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4</w:t>
            </w:r>
          </w:p>
        </w:tc>
        <w:tc>
          <w:tcPr>
            <w:tcW w:w="283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5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6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7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8</w:t>
            </w: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10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11</w:t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12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13</w:t>
            </w: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14</w:t>
            </w:r>
          </w:p>
        </w:tc>
      </w:tr>
      <w:tr w:rsidR="000D040E" w:rsidRPr="000D4F5C">
        <w:trPr>
          <w:trHeight w:val="240"/>
          <w:jc w:val="right"/>
        </w:trPr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99999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0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т1</w:t>
            </w:r>
          </w:p>
        </w:tc>
        <w:tc>
          <w:tcPr>
            <w:tcW w:w="283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л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+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left="-250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32.0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1.0</w:t>
            </w: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left="-153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2.0000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</w:t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ind w:left="-250" w:right="-9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left="-108" w:right="-2"/>
              <w:jc w:val="center"/>
              <w:rPr>
                <w:rFonts w:ascii="Courier New" w:hAnsi="Courier New" w:cs="Courier New"/>
              </w:rPr>
            </w:pPr>
          </w:p>
        </w:tc>
      </w:tr>
    </w:tbl>
    <w:p w:rsidR="000D4F5C" w:rsidRDefault="000D4F5C" w:rsidP="000D4F5C">
      <w:pPr>
        <w:spacing w:line="360" w:lineRule="auto"/>
        <w:jc w:val="center"/>
      </w:pPr>
    </w:p>
    <w:p w:rsidR="000D040E" w:rsidRPr="000D4F5C" w:rsidRDefault="000D040E" w:rsidP="000D4F5C">
      <w:pPr>
        <w:spacing w:line="360" w:lineRule="auto"/>
        <w:jc w:val="center"/>
      </w:pPr>
      <w:r w:rsidRPr="000D4F5C">
        <w:t>Часть 2</w:t>
      </w:r>
    </w:p>
    <w:p w:rsidR="000D040E" w:rsidRPr="000D4F5C" w:rsidRDefault="000D040E" w:rsidP="000D4F5C">
      <w:pPr>
        <w:spacing w:line="360" w:lineRule="auto"/>
        <w:jc w:val="center"/>
        <w:rPr>
          <w:rFonts w:ascii="Courier New" w:hAnsi="Courier New" w:cs="Courier New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1134"/>
        <w:gridCol w:w="1134"/>
        <w:gridCol w:w="709"/>
        <w:gridCol w:w="1276"/>
        <w:gridCol w:w="425"/>
        <w:gridCol w:w="1276"/>
        <w:gridCol w:w="708"/>
        <w:gridCol w:w="957"/>
      </w:tblGrid>
      <w:tr w:rsidR="000D040E" w:rsidRPr="000D4F5C">
        <w:trPr>
          <w:cantSplit/>
        </w:trPr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промплощадки</w:t>
            </w:r>
          </w:p>
        </w:tc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цеха</w:t>
            </w:r>
          </w:p>
        </w:tc>
        <w:tc>
          <w:tcPr>
            <w:tcW w:w="567" w:type="dxa"/>
            <w:vMerge w:val="restart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ист.</w:t>
            </w:r>
          </w:p>
        </w:tc>
        <w:tc>
          <w:tcPr>
            <w:tcW w:w="2977" w:type="dxa"/>
            <w:gridSpan w:val="3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Параметры ГВС</w:t>
            </w:r>
          </w:p>
        </w:tc>
        <w:tc>
          <w:tcPr>
            <w:tcW w:w="1276" w:type="dxa"/>
            <w:vMerge w:val="restart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Мощность выброса</w:t>
            </w:r>
          </w:p>
        </w:tc>
        <w:tc>
          <w:tcPr>
            <w:tcW w:w="425" w:type="dxa"/>
            <w:vMerge w:val="restart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F</w:t>
            </w:r>
          </w:p>
        </w:tc>
        <w:tc>
          <w:tcPr>
            <w:tcW w:w="1276" w:type="dxa"/>
            <w:vMerge w:val="restart"/>
          </w:tcPr>
          <w:p w:rsidR="000D040E" w:rsidRPr="000D4F5C" w:rsidRDefault="000D040E" w:rsidP="000D4F5C">
            <w:pPr>
              <w:tabs>
                <w:tab w:val="right" w:pos="6521"/>
                <w:tab w:val="right" w:pos="7655"/>
              </w:tabs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Максим. концентр.</w:t>
            </w:r>
          </w:p>
        </w:tc>
        <w:tc>
          <w:tcPr>
            <w:tcW w:w="708" w:type="dxa"/>
            <w:vMerge w:val="restart"/>
          </w:tcPr>
          <w:p w:rsidR="000D040E" w:rsidRPr="000D4F5C" w:rsidRDefault="000D040E" w:rsidP="000D4F5C">
            <w:pPr>
              <w:tabs>
                <w:tab w:val="right" w:pos="7797"/>
                <w:tab w:val="right" w:pos="8364"/>
              </w:tabs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Опасная скор. Ветра</w:t>
            </w:r>
          </w:p>
        </w:tc>
        <w:tc>
          <w:tcPr>
            <w:tcW w:w="957" w:type="dxa"/>
            <w:vMerge w:val="restart"/>
          </w:tcPr>
          <w:p w:rsidR="000D040E" w:rsidRPr="000D4F5C" w:rsidRDefault="000D040E" w:rsidP="000D4F5C">
            <w:pPr>
              <w:tabs>
                <w:tab w:val="right" w:pos="8505"/>
              </w:tabs>
              <w:spacing w:line="360" w:lineRule="auto"/>
              <w:ind w:left="-108" w:right="-144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Опасное</w:t>
            </w:r>
          </w:p>
          <w:p w:rsidR="000D040E" w:rsidRPr="000D4F5C" w:rsidRDefault="000D040E" w:rsidP="000D4F5C">
            <w:pPr>
              <w:tabs>
                <w:tab w:val="right" w:pos="8505"/>
              </w:tabs>
              <w:spacing w:line="360" w:lineRule="auto"/>
              <w:ind w:left="-108" w:right="-144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Расстояние</w:t>
            </w:r>
          </w:p>
        </w:tc>
      </w:tr>
      <w:tr w:rsidR="000D040E" w:rsidRPr="000D4F5C">
        <w:trPr>
          <w:cantSplit/>
        </w:trPr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Средний расход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Средняя скорость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Температура</w:t>
            </w:r>
          </w:p>
        </w:tc>
        <w:tc>
          <w:tcPr>
            <w:tcW w:w="1276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425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57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</w:tr>
      <w:tr w:rsidR="000D040E" w:rsidRPr="000D4F5C">
        <w:trPr>
          <w:cantSplit/>
        </w:trPr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м3/с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м/с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t</w:t>
            </w:r>
            <w:r w:rsidRPr="000D4F5C">
              <w:rPr>
                <w:rFonts w:ascii="Courier New" w:hAnsi="Courier New" w:cs="Courier New"/>
              </w:rPr>
              <w:sym w:font="Symbol" w:char="F0B0"/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г/с</w:t>
            </w:r>
          </w:p>
        </w:tc>
        <w:tc>
          <w:tcPr>
            <w:tcW w:w="425" w:type="dxa"/>
            <w:vMerge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мг/м3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м/с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</w:tr>
      <w:tr w:rsidR="000D040E" w:rsidRPr="000D4F5C"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(1)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(2)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(3)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16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17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18</w:t>
            </w:r>
          </w:p>
        </w:tc>
        <w:tc>
          <w:tcPr>
            <w:tcW w:w="425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19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20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21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22</w:t>
            </w:r>
          </w:p>
        </w:tc>
      </w:tr>
      <w:tr w:rsidR="000D040E" w:rsidRPr="000D4F5C"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99999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6.66000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19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2.1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99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150.0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1.8870000</w:t>
            </w:r>
          </w:p>
        </w:tc>
        <w:tc>
          <w:tcPr>
            <w:tcW w:w="425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1.0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0.0430237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left="-108" w:right="-108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2.20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left="-108" w:right="-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361.9</w:t>
            </w:r>
          </w:p>
        </w:tc>
      </w:tr>
    </w:tbl>
    <w:p w:rsidR="000D040E" w:rsidRPr="000D4F5C" w:rsidRDefault="000D040E" w:rsidP="000D4F5C">
      <w:pPr>
        <w:spacing w:line="360" w:lineRule="auto"/>
        <w:ind w:firstLine="142"/>
        <w:jc w:val="center"/>
      </w:pPr>
    </w:p>
    <w:p w:rsidR="000D040E" w:rsidRPr="000D4F5C" w:rsidRDefault="000D040E" w:rsidP="000D4F5C">
      <w:pPr>
        <w:spacing w:line="360" w:lineRule="auto"/>
        <w:ind w:firstLine="142"/>
      </w:pPr>
      <w:r w:rsidRPr="000D4F5C">
        <w:t>Всего источников, выбрасывающих вещество: 1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  <w:r w:rsidRPr="000D4F5C">
        <w:t xml:space="preserve">      Суммарный выброс по всем источникам: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1.8870000 г/с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55.7480000 т/г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  <w:r w:rsidRPr="000D4F5C">
        <w:t xml:space="preserve">      Суммы Cm/ПДК и (Cm+Cф)/ПДК по всем источникам: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Cm/ПДК = 0.5061607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(Cm+Cф)/ПДК = 0.5061607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pStyle w:val="Zag2"/>
        <w:spacing w:line="360" w:lineRule="auto"/>
        <w:ind w:firstLine="142"/>
        <w:rPr>
          <w:sz w:val="24"/>
          <w:szCs w:val="24"/>
          <w:lang w:val="ru-RU"/>
        </w:rPr>
      </w:pPr>
      <w:r w:rsidRPr="000D4F5C">
        <w:rPr>
          <w:sz w:val="24"/>
          <w:szCs w:val="24"/>
          <w:lang w:val="ru-RU"/>
        </w:rPr>
        <w:br w:type="page"/>
      </w:r>
      <w:bookmarkStart w:id="55" w:name="_Toc134504212"/>
      <w:r w:rsidRPr="000D4F5C">
        <w:rPr>
          <w:sz w:val="24"/>
          <w:szCs w:val="24"/>
          <w:lang w:val="ru-RU"/>
        </w:rPr>
        <w:t>Вещество: 304 - Азота оксид; Азот (</w:t>
      </w:r>
      <w:r w:rsidRPr="000D4F5C">
        <w:rPr>
          <w:sz w:val="24"/>
          <w:szCs w:val="24"/>
        </w:rPr>
        <w:t>II</w:t>
      </w:r>
      <w:r w:rsidRPr="000D4F5C">
        <w:rPr>
          <w:sz w:val="24"/>
          <w:szCs w:val="24"/>
          <w:lang w:val="ru-RU"/>
        </w:rPr>
        <w:t>) оксид</w:t>
      </w:r>
      <w:bookmarkEnd w:id="55"/>
    </w:p>
    <w:p w:rsidR="000D040E" w:rsidRPr="000D4F5C" w:rsidRDefault="000D040E" w:rsidP="000D4F5C">
      <w:pPr>
        <w:spacing w:line="360" w:lineRule="auto"/>
        <w:ind w:firstLine="142"/>
      </w:pPr>
      <w:r w:rsidRPr="000D4F5C">
        <w:rPr>
          <w:b/>
          <w:bCs/>
        </w:rPr>
        <w:t xml:space="preserve">ПДК: </w:t>
      </w:r>
      <w:r w:rsidRPr="000D4F5C">
        <w:t>величина ПДК для расчета: 0.4000000(для расчета использована ПДК м.р.)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  <w:jc w:val="center"/>
      </w:pPr>
      <w:r w:rsidRPr="000D4F5C">
        <w:rPr>
          <w:b/>
          <w:bCs/>
        </w:rPr>
        <w:t>Источники выбросов ЗВ: 304</w:t>
      </w:r>
    </w:p>
    <w:p w:rsidR="000D040E" w:rsidRPr="000D4F5C" w:rsidRDefault="000D040E" w:rsidP="000D4F5C">
      <w:pPr>
        <w:spacing w:line="360" w:lineRule="auto"/>
        <w:ind w:firstLine="142"/>
        <w:jc w:val="right"/>
      </w:pPr>
      <w:r w:rsidRPr="000D4F5C">
        <w:t>Часть 1</w:t>
      </w:r>
    </w:p>
    <w:p w:rsidR="000D040E" w:rsidRPr="000D4F5C" w:rsidRDefault="000D040E" w:rsidP="000D4F5C">
      <w:pPr>
        <w:spacing w:line="360" w:lineRule="auto"/>
        <w:ind w:firstLine="142"/>
        <w:jc w:val="right"/>
        <w:rPr>
          <w:rFonts w:ascii="Courier New" w:hAnsi="Courier New" w:cs="Courier New"/>
        </w:rPr>
      </w:pPr>
    </w:p>
    <w:tbl>
      <w:tblPr>
        <w:tblW w:w="960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284"/>
        <w:gridCol w:w="283"/>
        <w:gridCol w:w="284"/>
        <w:gridCol w:w="708"/>
        <w:gridCol w:w="567"/>
        <w:gridCol w:w="993"/>
        <w:gridCol w:w="992"/>
        <w:gridCol w:w="992"/>
        <w:gridCol w:w="851"/>
        <w:gridCol w:w="992"/>
        <w:gridCol w:w="673"/>
      </w:tblGrid>
      <w:tr w:rsidR="000D040E" w:rsidRPr="000D4F5C">
        <w:trPr>
          <w:cantSplit/>
          <w:trHeight w:val="240"/>
          <w:jc w:val="right"/>
        </w:trPr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промплощадки</w:t>
            </w:r>
          </w:p>
        </w:tc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цеха</w:t>
            </w:r>
          </w:p>
        </w:tc>
        <w:tc>
          <w:tcPr>
            <w:tcW w:w="567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ист.</w:t>
            </w:r>
          </w:p>
        </w:tc>
        <w:tc>
          <w:tcPr>
            <w:tcW w:w="284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Тип</w:t>
            </w:r>
          </w:p>
        </w:tc>
        <w:tc>
          <w:tcPr>
            <w:tcW w:w="283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Сезон</w:t>
            </w:r>
          </w:p>
        </w:tc>
        <w:tc>
          <w:tcPr>
            <w:tcW w:w="284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Фон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Высота</w:t>
            </w:r>
          </w:p>
        </w:tc>
        <w:tc>
          <w:tcPr>
            <w:tcW w:w="567" w:type="dxa"/>
            <w:vMerge w:val="restart"/>
          </w:tcPr>
          <w:p w:rsidR="000D040E" w:rsidRPr="000D4F5C" w:rsidRDefault="000D040E" w:rsidP="000D4F5C">
            <w:pPr>
              <w:spacing w:line="360" w:lineRule="auto"/>
              <w:ind w:left="-108" w:right="-131"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left="-108" w:right="-131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Коэфрельефа</w:t>
            </w: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right="-108"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Диаметр</w:t>
            </w:r>
          </w:p>
        </w:tc>
        <w:tc>
          <w:tcPr>
            <w:tcW w:w="1984" w:type="dxa"/>
            <w:gridSpan w:val="2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Точечн. Ист.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 xml:space="preserve">одного конца 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линейн.середины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ст. площ. Ист.</w:t>
            </w:r>
          </w:p>
        </w:tc>
        <w:tc>
          <w:tcPr>
            <w:tcW w:w="1843" w:type="dxa"/>
            <w:gridSpan w:val="2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Второго конца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Линейн. Ист.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сред. Противоп.</w:t>
            </w:r>
          </w:p>
          <w:p w:rsidR="000D040E" w:rsidRPr="000D4F5C" w:rsidRDefault="000D040E" w:rsidP="000D4F5C">
            <w:pPr>
              <w:tabs>
                <w:tab w:val="right" w:pos="1735"/>
              </w:tabs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Стороны площад.</w:t>
            </w: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left="-108" w:right="-14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Ши-рина площадного</w:t>
            </w:r>
          </w:p>
        </w:tc>
      </w:tr>
      <w:tr w:rsidR="000D040E" w:rsidRPr="000D4F5C">
        <w:trPr>
          <w:cantSplit/>
          <w:trHeight w:val="240"/>
          <w:jc w:val="right"/>
        </w:trPr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4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4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X(м)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Y(м)</w:t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X(м)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Y(м)</w:t>
            </w: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</w:tr>
      <w:tr w:rsidR="000D040E" w:rsidRPr="000D4F5C">
        <w:trPr>
          <w:cantSplit/>
          <w:trHeight w:val="240"/>
          <w:jc w:val="right"/>
        </w:trPr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4</w:t>
            </w:r>
          </w:p>
        </w:tc>
        <w:tc>
          <w:tcPr>
            <w:tcW w:w="28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5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6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7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8</w:t>
            </w: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10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11</w:t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12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13</w:t>
            </w: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14</w:t>
            </w:r>
          </w:p>
        </w:tc>
      </w:tr>
      <w:tr w:rsidR="000D040E" w:rsidRPr="000D4F5C">
        <w:trPr>
          <w:trHeight w:val="240"/>
          <w:jc w:val="right"/>
        </w:trPr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99999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0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т1</w:t>
            </w:r>
          </w:p>
        </w:tc>
        <w:tc>
          <w:tcPr>
            <w:tcW w:w="283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л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+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left="-250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32.0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1.0</w:t>
            </w: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left="-153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2.0000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</w:t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ind w:left="-250" w:right="-92" w:firstLine="142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left="-108" w:right="-2" w:firstLine="142"/>
              <w:jc w:val="right"/>
              <w:rPr>
                <w:rFonts w:ascii="Courier New" w:hAnsi="Courier New" w:cs="Courier New"/>
              </w:rPr>
            </w:pPr>
          </w:p>
        </w:tc>
      </w:tr>
    </w:tbl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  <w:jc w:val="right"/>
      </w:pPr>
      <w:r w:rsidRPr="000D4F5C">
        <w:t>Часть 2</w:t>
      </w:r>
    </w:p>
    <w:p w:rsidR="000D040E" w:rsidRPr="000D4F5C" w:rsidRDefault="000D040E" w:rsidP="000D4F5C">
      <w:pPr>
        <w:spacing w:line="360" w:lineRule="auto"/>
        <w:ind w:firstLine="142"/>
        <w:rPr>
          <w:rFonts w:ascii="Courier New" w:hAnsi="Courier New" w:cs="Courier New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1134"/>
        <w:gridCol w:w="1134"/>
        <w:gridCol w:w="709"/>
        <w:gridCol w:w="1276"/>
        <w:gridCol w:w="425"/>
        <w:gridCol w:w="1276"/>
        <w:gridCol w:w="708"/>
        <w:gridCol w:w="957"/>
      </w:tblGrid>
      <w:tr w:rsidR="000D040E" w:rsidRPr="000D4F5C">
        <w:trPr>
          <w:cantSplit/>
        </w:trPr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промплощадки</w:t>
            </w:r>
          </w:p>
        </w:tc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цеха</w:t>
            </w:r>
          </w:p>
        </w:tc>
        <w:tc>
          <w:tcPr>
            <w:tcW w:w="567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ист.</w:t>
            </w:r>
          </w:p>
        </w:tc>
        <w:tc>
          <w:tcPr>
            <w:tcW w:w="2977" w:type="dxa"/>
            <w:gridSpan w:val="3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Параметры ГВС</w:t>
            </w:r>
          </w:p>
        </w:tc>
        <w:tc>
          <w:tcPr>
            <w:tcW w:w="1276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Мощность выброса</w:t>
            </w:r>
          </w:p>
        </w:tc>
        <w:tc>
          <w:tcPr>
            <w:tcW w:w="425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F</w:t>
            </w:r>
          </w:p>
        </w:tc>
        <w:tc>
          <w:tcPr>
            <w:tcW w:w="1276" w:type="dxa"/>
            <w:vMerge w:val="restart"/>
          </w:tcPr>
          <w:p w:rsidR="000D040E" w:rsidRPr="000D4F5C" w:rsidRDefault="000D040E" w:rsidP="000D4F5C">
            <w:pPr>
              <w:tabs>
                <w:tab w:val="right" w:pos="6521"/>
                <w:tab w:val="right" w:pos="7655"/>
              </w:tabs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Максим. концентр.</w:t>
            </w:r>
          </w:p>
        </w:tc>
        <w:tc>
          <w:tcPr>
            <w:tcW w:w="708" w:type="dxa"/>
            <w:vMerge w:val="restart"/>
          </w:tcPr>
          <w:p w:rsidR="000D040E" w:rsidRPr="000D4F5C" w:rsidRDefault="000D040E" w:rsidP="000D4F5C">
            <w:pPr>
              <w:tabs>
                <w:tab w:val="right" w:pos="7797"/>
                <w:tab w:val="right" w:pos="8364"/>
              </w:tabs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Опасная скор. Ветра</w:t>
            </w:r>
          </w:p>
        </w:tc>
        <w:tc>
          <w:tcPr>
            <w:tcW w:w="957" w:type="dxa"/>
            <w:vMerge w:val="restart"/>
          </w:tcPr>
          <w:p w:rsidR="000D040E" w:rsidRPr="000D4F5C" w:rsidRDefault="000D040E" w:rsidP="000D4F5C">
            <w:pPr>
              <w:tabs>
                <w:tab w:val="right" w:pos="8505"/>
              </w:tabs>
              <w:spacing w:line="360" w:lineRule="auto"/>
              <w:ind w:left="-108" w:right="-14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Опасное</w:t>
            </w:r>
          </w:p>
          <w:p w:rsidR="000D040E" w:rsidRPr="000D4F5C" w:rsidRDefault="000D040E" w:rsidP="000D4F5C">
            <w:pPr>
              <w:tabs>
                <w:tab w:val="right" w:pos="8505"/>
              </w:tabs>
              <w:spacing w:line="360" w:lineRule="auto"/>
              <w:ind w:left="-108" w:right="-14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Расстояние</w:t>
            </w:r>
          </w:p>
        </w:tc>
      </w:tr>
      <w:tr w:rsidR="000D040E" w:rsidRPr="000D4F5C">
        <w:trPr>
          <w:cantSplit/>
        </w:trPr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Средний расход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Средняя скорость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Температура</w:t>
            </w:r>
          </w:p>
        </w:tc>
        <w:tc>
          <w:tcPr>
            <w:tcW w:w="1276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425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57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</w:tr>
      <w:tr w:rsidR="000D040E" w:rsidRPr="000D4F5C">
        <w:trPr>
          <w:cantSplit/>
        </w:trPr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м3/с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м/с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t</w:t>
            </w:r>
            <w:r w:rsidRPr="000D4F5C">
              <w:rPr>
                <w:rFonts w:ascii="Courier New" w:hAnsi="Courier New" w:cs="Courier New"/>
              </w:rPr>
              <w:sym w:font="Symbol" w:char="F0B0"/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г/с</w:t>
            </w:r>
          </w:p>
        </w:tc>
        <w:tc>
          <w:tcPr>
            <w:tcW w:w="425" w:type="dxa"/>
            <w:vMerge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мг/м3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м/с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</w:tr>
      <w:tr w:rsidR="000D040E" w:rsidRPr="000D4F5C"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(1)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(2)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(3)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16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17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18</w:t>
            </w:r>
          </w:p>
        </w:tc>
        <w:tc>
          <w:tcPr>
            <w:tcW w:w="425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19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20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21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22</w:t>
            </w:r>
          </w:p>
        </w:tc>
      </w:tr>
      <w:tr w:rsidR="000D040E" w:rsidRPr="000D4F5C"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99999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6.66000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19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2.1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99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150.0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0.3070000</w:t>
            </w:r>
          </w:p>
        </w:tc>
        <w:tc>
          <w:tcPr>
            <w:tcW w:w="425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1.0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0.0069996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2.20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left="-108" w:right="-2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361.9</w:t>
            </w:r>
          </w:p>
        </w:tc>
      </w:tr>
    </w:tbl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  <w:r w:rsidRPr="000D4F5C">
        <w:t>Всего источников, выбрасывающих вещество: 1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  <w:r w:rsidRPr="000D4F5C">
        <w:t xml:space="preserve">      Суммарный выброс по всем источникам: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0.3070000 г/с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9.0590000 т/г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  <w:r w:rsidRPr="000D4F5C">
        <w:t xml:space="preserve">      Суммы Cm/ПДК и (Cm+Cф)/ПДК по всем источникам: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Cm/ПДК = 0.0174990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(Cm+Cф)/ПДК = 0.0174990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pStyle w:val="Zag2"/>
        <w:spacing w:line="360" w:lineRule="auto"/>
        <w:ind w:firstLine="142"/>
        <w:rPr>
          <w:sz w:val="24"/>
          <w:szCs w:val="24"/>
          <w:lang w:val="ru-RU"/>
        </w:rPr>
      </w:pPr>
      <w:r w:rsidRPr="000D4F5C">
        <w:rPr>
          <w:sz w:val="24"/>
          <w:szCs w:val="24"/>
          <w:lang w:val="ru-RU"/>
        </w:rPr>
        <w:br w:type="page"/>
      </w:r>
      <w:bookmarkStart w:id="56" w:name="_Toc134504213"/>
      <w:r w:rsidRPr="000D4F5C">
        <w:rPr>
          <w:sz w:val="24"/>
          <w:szCs w:val="24"/>
          <w:lang w:val="ru-RU"/>
        </w:rPr>
        <w:t>Вещество: 330 - Ангидрид сернистый;Сера диоксид</w:t>
      </w:r>
      <w:bookmarkEnd w:id="56"/>
    </w:p>
    <w:p w:rsidR="000D040E" w:rsidRPr="000D4F5C" w:rsidRDefault="000D040E" w:rsidP="000D4F5C">
      <w:pPr>
        <w:spacing w:line="360" w:lineRule="auto"/>
        <w:ind w:firstLine="142"/>
      </w:pPr>
      <w:r w:rsidRPr="000D4F5C">
        <w:rPr>
          <w:b/>
          <w:bCs/>
        </w:rPr>
        <w:t xml:space="preserve">ПДК: </w:t>
      </w:r>
      <w:r w:rsidRPr="000D4F5C">
        <w:t>величина ПДК для расчета: 0.5000000(для расчета использована ПДК м.р.)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  <w:jc w:val="center"/>
      </w:pPr>
      <w:r w:rsidRPr="000D4F5C">
        <w:rPr>
          <w:b/>
          <w:bCs/>
        </w:rPr>
        <w:t>Источники выбросов ЗВ: 330</w:t>
      </w:r>
    </w:p>
    <w:p w:rsidR="000D040E" w:rsidRPr="000D4F5C" w:rsidRDefault="000D040E" w:rsidP="000D4F5C">
      <w:pPr>
        <w:spacing w:line="360" w:lineRule="auto"/>
        <w:ind w:firstLine="142"/>
        <w:jc w:val="right"/>
      </w:pPr>
      <w:r w:rsidRPr="000D4F5C">
        <w:t>Часть 1</w:t>
      </w:r>
    </w:p>
    <w:p w:rsidR="000D040E" w:rsidRPr="000D4F5C" w:rsidRDefault="000D040E" w:rsidP="000D4F5C">
      <w:pPr>
        <w:spacing w:line="360" w:lineRule="auto"/>
        <w:ind w:firstLine="142"/>
        <w:jc w:val="right"/>
        <w:rPr>
          <w:rFonts w:ascii="Courier New" w:hAnsi="Courier New" w:cs="Courier New"/>
        </w:rPr>
      </w:pPr>
    </w:p>
    <w:tbl>
      <w:tblPr>
        <w:tblW w:w="960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284"/>
        <w:gridCol w:w="283"/>
        <w:gridCol w:w="284"/>
        <w:gridCol w:w="708"/>
        <w:gridCol w:w="567"/>
        <w:gridCol w:w="993"/>
        <w:gridCol w:w="992"/>
        <w:gridCol w:w="992"/>
        <w:gridCol w:w="851"/>
        <w:gridCol w:w="992"/>
        <w:gridCol w:w="673"/>
      </w:tblGrid>
      <w:tr w:rsidR="000D040E" w:rsidRPr="000D4F5C">
        <w:trPr>
          <w:cantSplit/>
          <w:trHeight w:val="240"/>
          <w:jc w:val="right"/>
        </w:trPr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промплощадки</w:t>
            </w:r>
          </w:p>
        </w:tc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цеха</w:t>
            </w:r>
          </w:p>
        </w:tc>
        <w:tc>
          <w:tcPr>
            <w:tcW w:w="567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ист.</w:t>
            </w:r>
          </w:p>
        </w:tc>
        <w:tc>
          <w:tcPr>
            <w:tcW w:w="284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Тип</w:t>
            </w:r>
          </w:p>
        </w:tc>
        <w:tc>
          <w:tcPr>
            <w:tcW w:w="283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Сезон</w:t>
            </w:r>
          </w:p>
        </w:tc>
        <w:tc>
          <w:tcPr>
            <w:tcW w:w="284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Фон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Высота</w:t>
            </w:r>
          </w:p>
        </w:tc>
        <w:tc>
          <w:tcPr>
            <w:tcW w:w="567" w:type="dxa"/>
            <w:vMerge w:val="restart"/>
          </w:tcPr>
          <w:p w:rsidR="000D040E" w:rsidRPr="000D4F5C" w:rsidRDefault="000D040E" w:rsidP="000D4F5C">
            <w:pPr>
              <w:spacing w:line="360" w:lineRule="auto"/>
              <w:ind w:left="-108" w:right="-131"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left="-108" w:right="-131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Коэфрельефа</w:t>
            </w: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right="-108"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Диаметр</w:t>
            </w:r>
          </w:p>
        </w:tc>
        <w:tc>
          <w:tcPr>
            <w:tcW w:w="1984" w:type="dxa"/>
            <w:gridSpan w:val="2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Точечн. Ист.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 xml:space="preserve">одного конца 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линейн.середины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ст. площ. Ист.</w:t>
            </w:r>
          </w:p>
        </w:tc>
        <w:tc>
          <w:tcPr>
            <w:tcW w:w="1843" w:type="dxa"/>
            <w:gridSpan w:val="2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Второго конца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Линейн. Ист.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сред. Противоп.</w:t>
            </w:r>
          </w:p>
          <w:p w:rsidR="000D040E" w:rsidRPr="000D4F5C" w:rsidRDefault="000D040E" w:rsidP="000D4F5C">
            <w:pPr>
              <w:tabs>
                <w:tab w:val="right" w:pos="1735"/>
              </w:tabs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Стороны площад.</w:t>
            </w: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left="-108" w:right="-14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Ши-рина площадного</w:t>
            </w:r>
          </w:p>
        </w:tc>
      </w:tr>
      <w:tr w:rsidR="000D040E" w:rsidRPr="000D4F5C">
        <w:trPr>
          <w:cantSplit/>
          <w:trHeight w:val="240"/>
          <w:jc w:val="right"/>
        </w:trPr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4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4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X(м)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Y(м)</w:t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X(м)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Y(м)</w:t>
            </w: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</w:tr>
      <w:tr w:rsidR="000D040E" w:rsidRPr="000D4F5C">
        <w:trPr>
          <w:cantSplit/>
          <w:trHeight w:val="240"/>
          <w:jc w:val="right"/>
        </w:trPr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4</w:t>
            </w:r>
          </w:p>
        </w:tc>
        <w:tc>
          <w:tcPr>
            <w:tcW w:w="28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5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6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7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8</w:t>
            </w: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10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11</w:t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12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13</w:t>
            </w: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14</w:t>
            </w:r>
          </w:p>
        </w:tc>
      </w:tr>
      <w:tr w:rsidR="000D040E" w:rsidRPr="000D4F5C">
        <w:trPr>
          <w:trHeight w:val="240"/>
          <w:jc w:val="right"/>
        </w:trPr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99999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0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т1</w:t>
            </w:r>
          </w:p>
        </w:tc>
        <w:tc>
          <w:tcPr>
            <w:tcW w:w="283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л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+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left="-250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32.0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1.0</w:t>
            </w: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left="-153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2.0000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</w:t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ind w:left="-250" w:right="-92" w:firstLine="142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left="-108" w:right="-2" w:firstLine="142"/>
              <w:jc w:val="right"/>
              <w:rPr>
                <w:rFonts w:ascii="Courier New" w:hAnsi="Courier New" w:cs="Courier New"/>
              </w:rPr>
            </w:pPr>
          </w:p>
        </w:tc>
      </w:tr>
    </w:tbl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  <w:jc w:val="right"/>
      </w:pPr>
      <w:r w:rsidRPr="000D4F5C">
        <w:t>Часть 2</w:t>
      </w:r>
    </w:p>
    <w:p w:rsidR="000D040E" w:rsidRPr="000D4F5C" w:rsidRDefault="000D040E" w:rsidP="000D4F5C">
      <w:pPr>
        <w:spacing w:line="360" w:lineRule="auto"/>
        <w:ind w:firstLine="142"/>
        <w:rPr>
          <w:rFonts w:ascii="Courier New" w:hAnsi="Courier New" w:cs="Courier New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1134"/>
        <w:gridCol w:w="1134"/>
        <w:gridCol w:w="709"/>
        <w:gridCol w:w="1276"/>
        <w:gridCol w:w="425"/>
        <w:gridCol w:w="1276"/>
        <w:gridCol w:w="708"/>
        <w:gridCol w:w="957"/>
      </w:tblGrid>
      <w:tr w:rsidR="000D040E" w:rsidRPr="000D4F5C">
        <w:trPr>
          <w:cantSplit/>
        </w:trPr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промплощадки</w:t>
            </w:r>
          </w:p>
        </w:tc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цеха</w:t>
            </w:r>
          </w:p>
        </w:tc>
        <w:tc>
          <w:tcPr>
            <w:tcW w:w="567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ист.</w:t>
            </w:r>
          </w:p>
        </w:tc>
        <w:tc>
          <w:tcPr>
            <w:tcW w:w="2977" w:type="dxa"/>
            <w:gridSpan w:val="3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Параметры ГВС</w:t>
            </w:r>
          </w:p>
        </w:tc>
        <w:tc>
          <w:tcPr>
            <w:tcW w:w="1276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Мощность выброса</w:t>
            </w:r>
          </w:p>
        </w:tc>
        <w:tc>
          <w:tcPr>
            <w:tcW w:w="425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F</w:t>
            </w:r>
          </w:p>
        </w:tc>
        <w:tc>
          <w:tcPr>
            <w:tcW w:w="1276" w:type="dxa"/>
            <w:vMerge w:val="restart"/>
          </w:tcPr>
          <w:p w:rsidR="000D040E" w:rsidRPr="000D4F5C" w:rsidRDefault="000D040E" w:rsidP="000D4F5C">
            <w:pPr>
              <w:tabs>
                <w:tab w:val="right" w:pos="6521"/>
                <w:tab w:val="right" w:pos="7655"/>
              </w:tabs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Максим. концентр.</w:t>
            </w:r>
          </w:p>
        </w:tc>
        <w:tc>
          <w:tcPr>
            <w:tcW w:w="708" w:type="dxa"/>
            <w:vMerge w:val="restart"/>
          </w:tcPr>
          <w:p w:rsidR="000D040E" w:rsidRPr="000D4F5C" w:rsidRDefault="000D040E" w:rsidP="000D4F5C">
            <w:pPr>
              <w:tabs>
                <w:tab w:val="right" w:pos="7797"/>
                <w:tab w:val="right" w:pos="8364"/>
              </w:tabs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Опасная скор. Ветра</w:t>
            </w:r>
          </w:p>
        </w:tc>
        <w:tc>
          <w:tcPr>
            <w:tcW w:w="957" w:type="dxa"/>
            <w:vMerge w:val="restart"/>
          </w:tcPr>
          <w:p w:rsidR="000D040E" w:rsidRPr="000D4F5C" w:rsidRDefault="000D040E" w:rsidP="000D4F5C">
            <w:pPr>
              <w:tabs>
                <w:tab w:val="right" w:pos="8505"/>
              </w:tabs>
              <w:spacing w:line="360" w:lineRule="auto"/>
              <w:ind w:left="-108" w:right="-14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Опасное</w:t>
            </w:r>
          </w:p>
          <w:p w:rsidR="000D040E" w:rsidRPr="000D4F5C" w:rsidRDefault="000D040E" w:rsidP="000D4F5C">
            <w:pPr>
              <w:tabs>
                <w:tab w:val="right" w:pos="8505"/>
              </w:tabs>
              <w:spacing w:line="360" w:lineRule="auto"/>
              <w:ind w:left="-108" w:right="-14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Расстояние</w:t>
            </w:r>
          </w:p>
        </w:tc>
      </w:tr>
      <w:tr w:rsidR="000D040E" w:rsidRPr="000D4F5C">
        <w:trPr>
          <w:cantSplit/>
        </w:trPr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Средний расход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Средняя скорость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Температура</w:t>
            </w:r>
          </w:p>
        </w:tc>
        <w:tc>
          <w:tcPr>
            <w:tcW w:w="1276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425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57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</w:tr>
      <w:tr w:rsidR="000D040E" w:rsidRPr="000D4F5C">
        <w:trPr>
          <w:cantSplit/>
        </w:trPr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м3/с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м/с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t</w:t>
            </w:r>
            <w:r w:rsidRPr="000D4F5C">
              <w:rPr>
                <w:rFonts w:ascii="Courier New" w:hAnsi="Courier New" w:cs="Courier New"/>
              </w:rPr>
              <w:sym w:font="Symbol" w:char="F0B0"/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г/с</w:t>
            </w:r>
          </w:p>
        </w:tc>
        <w:tc>
          <w:tcPr>
            <w:tcW w:w="425" w:type="dxa"/>
            <w:vMerge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мг/м3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м/с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</w:tr>
      <w:tr w:rsidR="000D040E" w:rsidRPr="000D4F5C"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(1)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(2)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(3)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16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17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18</w:t>
            </w:r>
          </w:p>
        </w:tc>
        <w:tc>
          <w:tcPr>
            <w:tcW w:w="425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19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20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21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22</w:t>
            </w:r>
          </w:p>
        </w:tc>
      </w:tr>
      <w:tr w:rsidR="000D040E" w:rsidRPr="000D4F5C"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99999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6.66000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19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2.1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99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150.0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4.1200000</w:t>
            </w:r>
          </w:p>
        </w:tc>
        <w:tc>
          <w:tcPr>
            <w:tcW w:w="425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1.0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0.0939361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2.20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left="-108" w:right="-2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361.9</w:t>
            </w:r>
          </w:p>
        </w:tc>
      </w:tr>
    </w:tbl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  <w:r w:rsidRPr="000D4F5C">
        <w:t>Всего источников, выбрасывающих вещество: 1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  <w:r w:rsidRPr="000D4F5C">
        <w:t xml:space="preserve">      Суммарный выброс по всем источникам: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4.1200000 г/с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121.7400000 т/г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  <w:r w:rsidRPr="000D4F5C">
        <w:t xml:space="preserve">      Суммы Cm/ПДК и (Cm+Cф)/ПДК по всем источникам: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Cm/ПДК = 0.1878723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(Cm+Cф)/ПДК = 0.1878723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pStyle w:val="Zag2"/>
        <w:spacing w:line="360" w:lineRule="auto"/>
        <w:ind w:firstLine="142"/>
        <w:rPr>
          <w:sz w:val="24"/>
          <w:szCs w:val="24"/>
          <w:lang w:val="ru-RU"/>
        </w:rPr>
      </w:pPr>
      <w:r w:rsidRPr="000D4F5C">
        <w:rPr>
          <w:sz w:val="24"/>
          <w:szCs w:val="24"/>
          <w:lang w:val="ru-RU"/>
        </w:rPr>
        <w:br w:type="page"/>
      </w:r>
      <w:bookmarkStart w:id="57" w:name="_Toc134504214"/>
      <w:r w:rsidRPr="000D4F5C">
        <w:rPr>
          <w:sz w:val="24"/>
          <w:szCs w:val="24"/>
          <w:lang w:val="ru-RU"/>
        </w:rPr>
        <w:t>Вещество: 337 - Углерода оксид</w:t>
      </w:r>
      <w:bookmarkEnd w:id="57"/>
    </w:p>
    <w:p w:rsidR="000D040E" w:rsidRPr="000D4F5C" w:rsidRDefault="000D040E" w:rsidP="000D4F5C">
      <w:pPr>
        <w:spacing w:line="360" w:lineRule="auto"/>
        <w:ind w:firstLine="142"/>
      </w:pPr>
      <w:r w:rsidRPr="000D4F5C">
        <w:rPr>
          <w:b/>
          <w:bCs/>
        </w:rPr>
        <w:t xml:space="preserve">ПДК: </w:t>
      </w:r>
      <w:r w:rsidRPr="000D4F5C">
        <w:t>величина ПДК для расчета: 5.0000000(для расчета использована ПДК м.р.)</w:t>
      </w:r>
    </w:p>
    <w:p w:rsidR="000D040E" w:rsidRPr="000D4F5C" w:rsidRDefault="000D040E" w:rsidP="000D4F5C">
      <w:pPr>
        <w:spacing w:line="360" w:lineRule="auto"/>
        <w:ind w:firstLine="142"/>
        <w:jc w:val="center"/>
      </w:pPr>
      <w:r w:rsidRPr="000D4F5C">
        <w:rPr>
          <w:b/>
          <w:bCs/>
        </w:rPr>
        <w:t>Источники выбросов ЗВ: 337</w:t>
      </w:r>
    </w:p>
    <w:p w:rsidR="000D040E" w:rsidRPr="000D4F5C" w:rsidRDefault="000D040E" w:rsidP="000D4F5C">
      <w:pPr>
        <w:spacing w:line="360" w:lineRule="auto"/>
        <w:ind w:firstLine="142"/>
        <w:jc w:val="center"/>
      </w:pPr>
    </w:p>
    <w:p w:rsidR="000D040E" w:rsidRPr="000D4F5C" w:rsidRDefault="000D040E" w:rsidP="000D4F5C">
      <w:pPr>
        <w:spacing w:line="360" w:lineRule="auto"/>
        <w:ind w:firstLine="142"/>
        <w:jc w:val="right"/>
      </w:pPr>
      <w:r w:rsidRPr="000D4F5C">
        <w:t>Часть 1</w:t>
      </w:r>
    </w:p>
    <w:p w:rsidR="000D040E" w:rsidRPr="000D4F5C" w:rsidRDefault="000D040E" w:rsidP="000D4F5C">
      <w:pPr>
        <w:spacing w:line="360" w:lineRule="auto"/>
        <w:ind w:firstLine="142"/>
        <w:jc w:val="right"/>
        <w:rPr>
          <w:rFonts w:ascii="Courier New" w:hAnsi="Courier New" w:cs="Courier New"/>
        </w:rPr>
      </w:pPr>
    </w:p>
    <w:tbl>
      <w:tblPr>
        <w:tblW w:w="960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284"/>
        <w:gridCol w:w="283"/>
        <w:gridCol w:w="284"/>
        <w:gridCol w:w="708"/>
        <w:gridCol w:w="567"/>
        <w:gridCol w:w="993"/>
        <w:gridCol w:w="992"/>
        <w:gridCol w:w="992"/>
        <w:gridCol w:w="851"/>
        <w:gridCol w:w="992"/>
        <w:gridCol w:w="673"/>
      </w:tblGrid>
      <w:tr w:rsidR="000D040E" w:rsidRPr="000D4F5C">
        <w:trPr>
          <w:cantSplit/>
          <w:trHeight w:val="240"/>
          <w:jc w:val="right"/>
        </w:trPr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промплощадки</w:t>
            </w:r>
          </w:p>
        </w:tc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цеха</w:t>
            </w:r>
          </w:p>
        </w:tc>
        <w:tc>
          <w:tcPr>
            <w:tcW w:w="567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ист.</w:t>
            </w:r>
          </w:p>
        </w:tc>
        <w:tc>
          <w:tcPr>
            <w:tcW w:w="284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Тип</w:t>
            </w:r>
          </w:p>
        </w:tc>
        <w:tc>
          <w:tcPr>
            <w:tcW w:w="283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Сезон</w:t>
            </w:r>
          </w:p>
        </w:tc>
        <w:tc>
          <w:tcPr>
            <w:tcW w:w="284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Фон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Высота</w:t>
            </w:r>
          </w:p>
        </w:tc>
        <w:tc>
          <w:tcPr>
            <w:tcW w:w="567" w:type="dxa"/>
            <w:vMerge w:val="restart"/>
          </w:tcPr>
          <w:p w:rsidR="000D040E" w:rsidRPr="000D4F5C" w:rsidRDefault="000D040E" w:rsidP="000D4F5C">
            <w:pPr>
              <w:spacing w:line="360" w:lineRule="auto"/>
              <w:ind w:left="-108" w:right="-131"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left="-108" w:right="-131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Коэфрельефа</w:t>
            </w: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right="-108"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Диаметр</w:t>
            </w:r>
          </w:p>
        </w:tc>
        <w:tc>
          <w:tcPr>
            <w:tcW w:w="1984" w:type="dxa"/>
            <w:gridSpan w:val="2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Точечн. Ист.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 xml:space="preserve">одного конца 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линейн.середины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ст. площ. Ист.</w:t>
            </w:r>
          </w:p>
        </w:tc>
        <w:tc>
          <w:tcPr>
            <w:tcW w:w="1843" w:type="dxa"/>
            <w:gridSpan w:val="2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Второго конца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Линейн. Ист.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сред. Противоп.</w:t>
            </w:r>
          </w:p>
          <w:p w:rsidR="000D040E" w:rsidRPr="000D4F5C" w:rsidRDefault="000D040E" w:rsidP="000D4F5C">
            <w:pPr>
              <w:tabs>
                <w:tab w:val="right" w:pos="1735"/>
              </w:tabs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Стороны площад.</w:t>
            </w: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left="-108" w:right="-14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Ши-рина площадного</w:t>
            </w:r>
          </w:p>
        </w:tc>
      </w:tr>
      <w:tr w:rsidR="000D040E" w:rsidRPr="000D4F5C">
        <w:trPr>
          <w:cantSplit/>
          <w:trHeight w:val="240"/>
          <w:jc w:val="right"/>
        </w:trPr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4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4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X(м)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Y(м)</w:t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X(м)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Y(м)</w:t>
            </w: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</w:tr>
      <w:tr w:rsidR="000D040E" w:rsidRPr="000D4F5C">
        <w:trPr>
          <w:cantSplit/>
          <w:trHeight w:val="240"/>
          <w:jc w:val="right"/>
        </w:trPr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4</w:t>
            </w:r>
          </w:p>
        </w:tc>
        <w:tc>
          <w:tcPr>
            <w:tcW w:w="28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5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6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7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8</w:t>
            </w: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10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11</w:t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12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13</w:t>
            </w: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14</w:t>
            </w:r>
          </w:p>
        </w:tc>
      </w:tr>
      <w:tr w:rsidR="000D040E" w:rsidRPr="000D4F5C">
        <w:trPr>
          <w:trHeight w:val="240"/>
          <w:jc w:val="right"/>
        </w:trPr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99999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0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т1</w:t>
            </w:r>
          </w:p>
        </w:tc>
        <w:tc>
          <w:tcPr>
            <w:tcW w:w="283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л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+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left="-250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32.0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1.0</w:t>
            </w: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left="-153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2.0000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</w:t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ind w:left="-250" w:right="-92" w:firstLine="142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left="-108" w:right="-2" w:firstLine="142"/>
              <w:jc w:val="right"/>
              <w:rPr>
                <w:rFonts w:ascii="Courier New" w:hAnsi="Courier New" w:cs="Courier New"/>
              </w:rPr>
            </w:pPr>
          </w:p>
        </w:tc>
      </w:tr>
    </w:tbl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  <w:jc w:val="right"/>
      </w:pPr>
      <w:r w:rsidRPr="000D4F5C">
        <w:t>Часть 2</w:t>
      </w:r>
    </w:p>
    <w:p w:rsidR="000D040E" w:rsidRPr="000D4F5C" w:rsidRDefault="000D040E" w:rsidP="000D4F5C">
      <w:pPr>
        <w:spacing w:line="360" w:lineRule="auto"/>
        <w:ind w:firstLine="142"/>
        <w:rPr>
          <w:rFonts w:ascii="Courier New" w:hAnsi="Courier New" w:cs="Courier New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1134"/>
        <w:gridCol w:w="1134"/>
        <w:gridCol w:w="709"/>
        <w:gridCol w:w="1276"/>
        <w:gridCol w:w="425"/>
        <w:gridCol w:w="1276"/>
        <w:gridCol w:w="708"/>
        <w:gridCol w:w="957"/>
      </w:tblGrid>
      <w:tr w:rsidR="000D040E" w:rsidRPr="000D4F5C">
        <w:trPr>
          <w:cantSplit/>
        </w:trPr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промплощадки</w:t>
            </w:r>
          </w:p>
        </w:tc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цеха</w:t>
            </w:r>
          </w:p>
        </w:tc>
        <w:tc>
          <w:tcPr>
            <w:tcW w:w="567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ист.</w:t>
            </w:r>
          </w:p>
        </w:tc>
        <w:tc>
          <w:tcPr>
            <w:tcW w:w="2977" w:type="dxa"/>
            <w:gridSpan w:val="3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Параметры ГВС</w:t>
            </w:r>
          </w:p>
        </w:tc>
        <w:tc>
          <w:tcPr>
            <w:tcW w:w="1276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Мощность выброса</w:t>
            </w:r>
          </w:p>
        </w:tc>
        <w:tc>
          <w:tcPr>
            <w:tcW w:w="425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F</w:t>
            </w:r>
          </w:p>
        </w:tc>
        <w:tc>
          <w:tcPr>
            <w:tcW w:w="1276" w:type="dxa"/>
            <w:vMerge w:val="restart"/>
          </w:tcPr>
          <w:p w:rsidR="000D040E" w:rsidRPr="000D4F5C" w:rsidRDefault="000D040E" w:rsidP="000D4F5C">
            <w:pPr>
              <w:tabs>
                <w:tab w:val="right" w:pos="6521"/>
                <w:tab w:val="right" w:pos="7655"/>
              </w:tabs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Максим. концентр.</w:t>
            </w:r>
          </w:p>
        </w:tc>
        <w:tc>
          <w:tcPr>
            <w:tcW w:w="708" w:type="dxa"/>
            <w:vMerge w:val="restart"/>
          </w:tcPr>
          <w:p w:rsidR="000D040E" w:rsidRPr="000D4F5C" w:rsidRDefault="000D040E" w:rsidP="000D4F5C">
            <w:pPr>
              <w:tabs>
                <w:tab w:val="right" w:pos="7797"/>
                <w:tab w:val="right" w:pos="8364"/>
              </w:tabs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Опасная скор. Ветра</w:t>
            </w:r>
          </w:p>
        </w:tc>
        <w:tc>
          <w:tcPr>
            <w:tcW w:w="957" w:type="dxa"/>
            <w:vMerge w:val="restart"/>
          </w:tcPr>
          <w:p w:rsidR="000D040E" w:rsidRPr="000D4F5C" w:rsidRDefault="000D040E" w:rsidP="000D4F5C">
            <w:pPr>
              <w:tabs>
                <w:tab w:val="right" w:pos="8505"/>
              </w:tabs>
              <w:spacing w:line="360" w:lineRule="auto"/>
              <w:ind w:left="-108" w:right="-14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Опасное</w:t>
            </w:r>
          </w:p>
          <w:p w:rsidR="000D040E" w:rsidRPr="000D4F5C" w:rsidRDefault="000D040E" w:rsidP="000D4F5C">
            <w:pPr>
              <w:tabs>
                <w:tab w:val="right" w:pos="8505"/>
              </w:tabs>
              <w:spacing w:line="360" w:lineRule="auto"/>
              <w:ind w:left="-108" w:right="-14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Расстояние</w:t>
            </w:r>
          </w:p>
        </w:tc>
      </w:tr>
      <w:tr w:rsidR="000D040E" w:rsidRPr="000D4F5C">
        <w:trPr>
          <w:cantSplit/>
        </w:trPr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Средний расход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Средняя скорость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Температура</w:t>
            </w:r>
          </w:p>
        </w:tc>
        <w:tc>
          <w:tcPr>
            <w:tcW w:w="1276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425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57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</w:tr>
      <w:tr w:rsidR="000D040E" w:rsidRPr="000D4F5C">
        <w:trPr>
          <w:cantSplit/>
        </w:trPr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м3/с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м/с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t</w:t>
            </w:r>
            <w:r w:rsidRPr="000D4F5C">
              <w:rPr>
                <w:rFonts w:ascii="Courier New" w:hAnsi="Courier New" w:cs="Courier New"/>
              </w:rPr>
              <w:sym w:font="Symbol" w:char="F0B0"/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г/с</w:t>
            </w:r>
          </w:p>
        </w:tc>
        <w:tc>
          <w:tcPr>
            <w:tcW w:w="425" w:type="dxa"/>
            <w:vMerge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мг/м3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м/с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</w:tr>
      <w:tr w:rsidR="000D040E" w:rsidRPr="000D4F5C"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(1)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(2)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(3)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16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17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18</w:t>
            </w:r>
          </w:p>
        </w:tc>
        <w:tc>
          <w:tcPr>
            <w:tcW w:w="425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19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20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21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22</w:t>
            </w:r>
          </w:p>
        </w:tc>
      </w:tr>
      <w:tr w:rsidR="000D040E" w:rsidRPr="000D4F5C"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99999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6.66000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19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2.1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99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150.0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1.0110000</w:t>
            </w:r>
          </w:p>
        </w:tc>
        <w:tc>
          <w:tcPr>
            <w:tcW w:w="425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1.0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0.0230508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2.20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left="-108" w:right="-2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361.9</w:t>
            </w:r>
          </w:p>
        </w:tc>
      </w:tr>
    </w:tbl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  <w:r w:rsidRPr="000D4F5C">
        <w:t>Всего источников, выбрасывающих вещество: 1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  <w:r w:rsidRPr="000D4F5C">
        <w:t xml:space="preserve">      Суммарный выброс по всем источникам: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1.0110000 г/с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29.8770000 т/г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  <w:r w:rsidRPr="000D4F5C">
        <w:t xml:space="preserve">      Суммы Cm/ПДК и (Cm+Cф)/ПДК по всем источникам: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Cm/ПДК = 0.0046102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(Cm+Cф)/ПДК = 0.0046102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pStyle w:val="Zag2"/>
        <w:spacing w:line="360" w:lineRule="auto"/>
        <w:ind w:firstLine="142"/>
        <w:rPr>
          <w:sz w:val="24"/>
          <w:szCs w:val="24"/>
          <w:lang w:val="ru-RU"/>
        </w:rPr>
      </w:pPr>
      <w:r w:rsidRPr="000D4F5C">
        <w:rPr>
          <w:sz w:val="24"/>
          <w:szCs w:val="24"/>
          <w:lang w:val="ru-RU"/>
        </w:rPr>
        <w:br w:type="page"/>
      </w:r>
      <w:bookmarkStart w:id="58" w:name="_Toc134504215"/>
      <w:r w:rsidRPr="000D4F5C">
        <w:rPr>
          <w:sz w:val="24"/>
          <w:szCs w:val="24"/>
          <w:lang w:val="ru-RU"/>
        </w:rPr>
        <w:t>Вещество: 410 - Метан</w:t>
      </w:r>
      <w:bookmarkEnd w:id="58"/>
    </w:p>
    <w:p w:rsidR="000D040E" w:rsidRPr="000D4F5C" w:rsidRDefault="000D040E" w:rsidP="000D4F5C">
      <w:pPr>
        <w:spacing w:line="360" w:lineRule="auto"/>
        <w:ind w:firstLine="142"/>
      </w:pPr>
      <w:r w:rsidRPr="000D4F5C">
        <w:rPr>
          <w:b/>
          <w:bCs/>
        </w:rPr>
        <w:t xml:space="preserve">ПДК: </w:t>
      </w:r>
      <w:r w:rsidRPr="000D4F5C">
        <w:t>величина ПДК для расчета: 50.0000000(для расчета использована ОБУВ)</w:t>
      </w:r>
    </w:p>
    <w:p w:rsidR="000D040E" w:rsidRPr="000D4F5C" w:rsidRDefault="000D040E" w:rsidP="000D4F5C">
      <w:pPr>
        <w:spacing w:line="360" w:lineRule="auto"/>
        <w:ind w:firstLine="142"/>
        <w:jc w:val="center"/>
      </w:pPr>
      <w:r w:rsidRPr="000D4F5C">
        <w:rPr>
          <w:b/>
          <w:bCs/>
        </w:rPr>
        <w:t>Источники выбросов ЗВ: 410</w:t>
      </w:r>
    </w:p>
    <w:p w:rsidR="000D040E" w:rsidRPr="000D4F5C" w:rsidRDefault="000D040E" w:rsidP="000D4F5C">
      <w:pPr>
        <w:spacing w:line="360" w:lineRule="auto"/>
        <w:ind w:firstLine="142"/>
        <w:jc w:val="center"/>
      </w:pPr>
    </w:p>
    <w:p w:rsidR="000D040E" w:rsidRPr="000D4F5C" w:rsidRDefault="000D040E" w:rsidP="000D4F5C">
      <w:pPr>
        <w:spacing w:line="360" w:lineRule="auto"/>
        <w:ind w:firstLine="142"/>
        <w:jc w:val="right"/>
      </w:pPr>
      <w:r w:rsidRPr="000D4F5C">
        <w:t>Часть 1</w:t>
      </w:r>
    </w:p>
    <w:p w:rsidR="000D040E" w:rsidRPr="000D4F5C" w:rsidRDefault="000D040E" w:rsidP="000D4F5C">
      <w:pPr>
        <w:spacing w:line="360" w:lineRule="auto"/>
        <w:ind w:firstLine="142"/>
        <w:jc w:val="right"/>
        <w:rPr>
          <w:rFonts w:ascii="Courier New" w:hAnsi="Courier New" w:cs="Courier New"/>
        </w:rPr>
      </w:pPr>
    </w:p>
    <w:tbl>
      <w:tblPr>
        <w:tblW w:w="960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284"/>
        <w:gridCol w:w="283"/>
        <w:gridCol w:w="284"/>
        <w:gridCol w:w="708"/>
        <w:gridCol w:w="567"/>
        <w:gridCol w:w="993"/>
        <w:gridCol w:w="992"/>
        <w:gridCol w:w="992"/>
        <w:gridCol w:w="851"/>
        <w:gridCol w:w="992"/>
        <w:gridCol w:w="673"/>
      </w:tblGrid>
      <w:tr w:rsidR="000D040E" w:rsidRPr="000D4F5C">
        <w:trPr>
          <w:cantSplit/>
          <w:trHeight w:val="240"/>
          <w:jc w:val="right"/>
        </w:trPr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промплощадки</w:t>
            </w:r>
          </w:p>
        </w:tc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цеха</w:t>
            </w:r>
          </w:p>
        </w:tc>
        <w:tc>
          <w:tcPr>
            <w:tcW w:w="567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ист.</w:t>
            </w:r>
          </w:p>
        </w:tc>
        <w:tc>
          <w:tcPr>
            <w:tcW w:w="284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Тип</w:t>
            </w:r>
          </w:p>
        </w:tc>
        <w:tc>
          <w:tcPr>
            <w:tcW w:w="283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Сезон</w:t>
            </w:r>
          </w:p>
        </w:tc>
        <w:tc>
          <w:tcPr>
            <w:tcW w:w="284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Фон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Высота</w:t>
            </w:r>
          </w:p>
        </w:tc>
        <w:tc>
          <w:tcPr>
            <w:tcW w:w="567" w:type="dxa"/>
            <w:vMerge w:val="restart"/>
          </w:tcPr>
          <w:p w:rsidR="000D040E" w:rsidRPr="000D4F5C" w:rsidRDefault="000D040E" w:rsidP="000D4F5C">
            <w:pPr>
              <w:spacing w:line="360" w:lineRule="auto"/>
              <w:ind w:left="-108" w:right="-131"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left="-108" w:right="-131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Коэфрельефа</w:t>
            </w: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right="-108" w:firstLine="142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Диаметр</w:t>
            </w:r>
          </w:p>
        </w:tc>
        <w:tc>
          <w:tcPr>
            <w:tcW w:w="1984" w:type="dxa"/>
            <w:gridSpan w:val="2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Точечн. Ист.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 xml:space="preserve">одного конца 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линейн.середины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ст. площ. Ист.</w:t>
            </w:r>
          </w:p>
        </w:tc>
        <w:tc>
          <w:tcPr>
            <w:tcW w:w="1843" w:type="dxa"/>
            <w:gridSpan w:val="2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Второго конца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Линейн. Ист.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сред. Противоп.</w:t>
            </w:r>
          </w:p>
          <w:p w:rsidR="000D040E" w:rsidRPr="000D4F5C" w:rsidRDefault="000D040E" w:rsidP="000D4F5C">
            <w:pPr>
              <w:tabs>
                <w:tab w:val="right" w:pos="1735"/>
              </w:tabs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Стороны площад.</w:t>
            </w: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left="-108" w:right="-14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Ши-рина площадного</w:t>
            </w:r>
          </w:p>
        </w:tc>
      </w:tr>
      <w:tr w:rsidR="000D040E" w:rsidRPr="000D4F5C">
        <w:trPr>
          <w:cantSplit/>
          <w:trHeight w:val="240"/>
          <w:jc w:val="right"/>
        </w:trPr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4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4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X(м)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Y(м)</w:t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X(м)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Y(м)</w:t>
            </w: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</w:tr>
      <w:tr w:rsidR="000D040E" w:rsidRPr="000D4F5C">
        <w:trPr>
          <w:cantSplit/>
          <w:trHeight w:val="240"/>
          <w:jc w:val="right"/>
        </w:trPr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4</w:t>
            </w:r>
          </w:p>
        </w:tc>
        <w:tc>
          <w:tcPr>
            <w:tcW w:w="28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5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6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7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8</w:t>
            </w: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10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11</w:t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12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13</w:t>
            </w: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14</w:t>
            </w:r>
          </w:p>
        </w:tc>
      </w:tr>
      <w:tr w:rsidR="000D040E" w:rsidRPr="000D4F5C">
        <w:trPr>
          <w:trHeight w:val="240"/>
          <w:jc w:val="right"/>
        </w:trPr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99999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0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т1</w:t>
            </w:r>
          </w:p>
        </w:tc>
        <w:tc>
          <w:tcPr>
            <w:tcW w:w="283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л</w:t>
            </w:r>
          </w:p>
        </w:tc>
        <w:tc>
          <w:tcPr>
            <w:tcW w:w="28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+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left="-250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32.0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1.0</w:t>
            </w:r>
          </w:p>
        </w:tc>
        <w:tc>
          <w:tcPr>
            <w:tcW w:w="993" w:type="dxa"/>
          </w:tcPr>
          <w:p w:rsidR="000D040E" w:rsidRPr="000D4F5C" w:rsidRDefault="000D040E" w:rsidP="000D4F5C">
            <w:pPr>
              <w:spacing w:line="360" w:lineRule="auto"/>
              <w:ind w:left="-153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2.0000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</w:t>
            </w: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</w:t>
            </w:r>
          </w:p>
        </w:tc>
        <w:tc>
          <w:tcPr>
            <w:tcW w:w="851" w:type="dxa"/>
          </w:tcPr>
          <w:p w:rsidR="000D040E" w:rsidRPr="000D4F5C" w:rsidRDefault="000D040E" w:rsidP="000D4F5C">
            <w:pPr>
              <w:spacing w:line="360" w:lineRule="auto"/>
              <w:ind w:left="-250" w:right="-92" w:firstLine="142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73" w:type="dxa"/>
          </w:tcPr>
          <w:p w:rsidR="000D040E" w:rsidRPr="000D4F5C" w:rsidRDefault="000D040E" w:rsidP="000D4F5C">
            <w:pPr>
              <w:spacing w:line="360" w:lineRule="auto"/>
              <w:ind w:left="-108" w:right="-2" w:firstLine="142"/>
              <w:jc w:val="right"/>
              <w:rPr>
                <w:rFonts w:ascii="Courier New" w:hAnsi="Courier New" w:cs="Courier New"/>
              </w:rPr>
            </w:pPr>
          </w:p>
        </w:tc>
      </w:tr>
    </w:tbl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  <w:jc w:val="right"/>
      </w:pPr>
      <w:r w:rsidRPr="000D4F5C">
        <w:t>Часть 2</w:t>
      </w:r>
    </w:p>
    <w:p w:rsidR="000D040E" w:rsidRPr="000D4F5C" w:rsidRDefault="000D040E" w:rsidP="000D4F5C">
      <w:pPr>
        <w:spacing w:line="360" w:lineRule="auto"/>
        <w:ind w:firstLine="142"/>
        <w:rPr>
          <w:rFonts w:ascii="Courier New" w:hAnsi="Courier New" w:cs="Courier New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1134"/>
        <w:gridCol w:w="1134"/>
        <w:gridCol w:w="709"/>
        <w:gridCol w:w="1276"/>
        <w:gridCol w:w="425"/>
        <w:gridCol w:w="1276"/>
        <w:gridCol w:w="708"/>
        <w:gridCol w:w="957"/>
      </w:tblGrid>
      <w:tr w:rsidR="000D040E" w:rsidRPr="000D4F5C">
        <w:trPr>
          <w:cantSplit/>
        </w:trPr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промплощадки</w:t>
            </w:r>
          </w:p>
        </w:tc>
        <w:tc>
          <w:tcPr>
            <w:tcW w:w="709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цеха</w:t>
            </w:r>
          </w:p>
        </w:tc>
        <w:tc>
          <w:tcPr>
            <w:tcW w:w="567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№</w:t>
            </w:r>
          </w:p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ист.</w:t>
            </w:r>
          </w:p>
        </w:tc>
        <w:tc>
          <w:tcPr>
            <w:tcW w:w="2977" w:type="dxa"/>
            <w:gridSpan w:val="3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Параметры ГВС</w:t>
            </w:r>
          </w:p>
        </w:tc>
        <w:tc>
          <w:tcPr>
            <w:tcW w:w="1276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Мощность выброса</w:t>
            </w:r>
          </w:p>
        </w:tc>
        <w:tc>
          <w:tcPr>
            <w:tcW w:w="425" w:type="dxa"/>
            <w:vMerge w:val="restart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F</w:t>
            </w:r>
          </w:p>
        </w:tc>
        <w:tc>
          <w:tcPr>
            <w:tcW w:w="1276" w:type="dxa"/>
            <w:vMerge w:val="restart"/>
          </w:tcPr>
          <w:p w:rsidR="000D040E" w:rsidRPr="000D4F5C" w:rsidRDefault="000D040E" w:rsidP="000D4F5C">
            <w:pPr>
              <w:tabs>
                <w:tab w:val="right" w:pos="6521"/>
                <w:tab w:val="right" w:pos="7655"/>
              </w:tabs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Максим. концентр.</w:t>
            </w:r>
          </w:p>
        </w:tc>
        <w:tc>
          <w:tcPr>
            <w:tcW w:w="708" w:type="dxa"/>
            <w:vMerge w:val="restart"/>
          </w:tcPr>
          <w:p w:rsidR="000D040E" w:rsidRPr="000D4F5C" w:rsidRDefault="000D040E" w:rsidP="000D4F5C">
            <w:pPr>
              <w:tabs>
                <w:tab w:val="right" w:pos="7797"/>
                <w:tab w:val="right" w:pos="8364"/>
              </w:tabs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Опасная скор. Ветра</w:t>
            </w:r>
          </w:p>
        </w:tc>
        <w:tc>
          <w:tcPr>
            <w:tcW w:w="957" w:type="dxa"/>
            <w:vMerge w:val="restart"/>
          </w:tcPr>
          <w:p w:rsidR="000D040E" w:rsidRPr="000D4F5C" w:rsidRDefault="000D040E" w:rsidP="000D4F5C">
            <w:pPr>
              <w:tabs>
                <w:tab w:val="right" w:pos="8505"/>
              </w:tabs>
              <w:spacing w:line="360" w:lineRule="auto"/>
              <w:ind w:left="-108" w:right="-14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Опасное</w:t>
            </w:r>
          </w:p>
          <w:p w:rsidR="000D040E" w:rsidRPr="000D4F5C" w:rsidRDefault="000D040E" w:rsidP="000D4F5C">
            <w:pPr>
              <w:tabs>
                <w:tab w:val="right" w:pos="8505"/>
              </w:tabs>
              <w:spacing w:line="360" w:lineRule="auto"/>
              <w:ind w:left="-108" w:right="-144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Расстояние</w:t>
            </w:r>
          </w:p>
        </w:tc>
      </w:tr>
      <w:tr w:rsidR="000D040E" w:rsidRPr="000D4F5C">
        <w:trPr>
          <w:cantSplit/>
        </w:trPr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Средний расход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Средняя скорость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Температура</w:t>
            </w:r>
          </w:p>
        </w:tc>
        <w:tc>
          <w:tcPr>
            <w:tcW w:w="1276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425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57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</w:tr>
      <w:tr w:rsidR="000D040E" w:rsidRPr="000D4F5C">
        <w:trPr>
          <w:cantSplit/>
        </w:trPr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vMerge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м3/с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м/с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t</w:t>
            </w:r>
            <w:r w:rsidRPr="000D4F5C">
              <w:rPr>
                <w:rFonts w:ascii="Courier New" w:hAnsi="Courier New" w:cs="Courier New"/>
              </w:rPr>
              <w:sym w:font="Symbol" w:char="F0B0"/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г/с</w:t>
            </w:r>
          </w:p>
        </w:tc>
        <w:tc>
          <w:tcPr>
            <w:tcW w:w="425" w:type="dxa"/>
            <w:vMerge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мг/м3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м/с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м</w:t>
            </w:r>
          </w:p>
        </w:tc>
      </w:tr>
      <w:tr w:rsidR="000D040E" w:rsidRPr="000D4F5C"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(1)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(2)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(3)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16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17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18</w:t>
            </w:r>
          </w:p>
        </w:tc>
        <w:tc>
          <w:tcPr>
            <w:tcW w:w="425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19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20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21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firstLine="142"/>
              <w:jc w:val="center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22</w:t>
            </w:r>
          </w:p>
        </w:tc>
      </w:tr>
      <w:tr w:rsidR="000D040E" w:rsidRPr="000D4F5C"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99999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</w:t>
            </w:r>
          </w:p>
        </w:tc>
        <w:tc>
          <w:tcPr>
            <w:tcW w:w="567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9999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6.66000</w:t>
            </w:r>
          </w:p>
        </w:tc>
        <w:tc>
          <w:tcPr>
            <w:tcW w:w="1134" w:type="dxa"/>
          </w:tcPr>
          <w:p w:rsidR="000D040E" w:rsidRPr="000D4F5C" w:rsidRDefault="000D040E" w:rsidP="000D4F5C">
            <w:pPr>
              <w:spacing w:line="360" w:lineRule="auto"/>
              <w:ind w:left="-108" w:right="-119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2.1</w:t>
            </w:r>
          </w:p>
        </w:tc>
        <w:tc>
          <w:tcPr>
            <w:tcW w:w="709" w:type="dxa"/>
          </w:tcPr>
          <w:p w:rsidR="000D040E" w:rsidRPr="000D4F5C" w:rsidRDefault="000D040E" w:rsidP="000D4F5C">
            <w:pPr>
              <w:spacing w:line="360" w:lineRule="auto"/>
              <w:ind w:left="-108" w:right="-99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150.0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0.1010000</w:t>
            </w:r>
          </w:p>
        </w:tc>
        <w:tc>
          <w:tcPr>
            <w:tcW w:w="425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1.0</w:t>
            </w:r>
          </w:p>
        </w:tc>
        <w:tc>
          <w:tcPr>
            <w:tcW w:w="1276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0.0023028</w:t>
            </w:r>
          </w:p>
        </w:tc>
        <w:tc>
          <w:tcPr>
            <w:tcW w:w="708" w:type="dxa"/>
          </w:tcPr>
          <w:p w:rsidR="000D040E" w:rsidRPr="000D4F5C" w:rsidRDefault="000D040E" w:rsidP="000D4F5C">
            <w:pPr>
              <w:spacing w:line="360" w:lineRule="auto"/>
              <w:ind w:left="-108" w:right="-108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2.20</w:t>
            </w:r>
          </w:p>
        </w:tc>
        <w:tc>
          <w:tcPr>
            <w:tcW w:w="957" w:type="dxa"/>
          </w:tcPr>
          <w:p w:rsidR="000D040E" w:rsidRPr="000D4F5C" w:rsidRDefault="000D040E" w:rsidP="000D4F5C">
            <w:pPr>
              <w:spacing w:line="360" w:lineRule="auto"/>
              <w:ind w:left="-108" w:right="-2" w:firstLine="142"/>
              <w:jc w:val="right"/>
              <w:rPr>
                <w:rFonts w:ascii="Courier New" w:hAnsi="Courier New" w:cs="Courier New"/>
              </w:rPr>
            </w:pPr>
            <w:r w:rsidRPr="000D4F5C">
              <w:rPr>
                <w:rFonts w:ascii="Courier New" w:hAnsi="Courier New" w:cs="Courier New"/>
              </w:rPr>
              <w:t>361.9</w:t>
            </w:r>
          </w:p>
        </w:tc>
      </w:tr>
    </w:tbl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  <w:r w:rsidRPr="000D4F5C">
        <w:t>Всего источников, выбрасывающих вещество: 1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  <w:r w:rsidRPr="000D4F5C">
        <w:t xml:space="preserve">      Суммарный выброс по всем источникам: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0.1010000 г/с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2.9880000 т/г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  <w:r w:rsidRPr="000D4F5C">
        <w:t xml:space="preserve">      Суммы Cm/ПДК и (Cm+Cф)/ПДК по всем источникам: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Cm/ПДК = 0.0000461</w:t>
      </w:r>
    </w:p>
    <w:p w:rsidR="000D040E" w:rsidRPr="000D4F5C" w:rsidRDefault="000D040E" w:rsidP="000D4F5C">
      <w:pPr>
        <w:spacing w:line="360" w:lineRule="auto"/>
        <w:ind w:firstLine="142"/>
      </w:pPr>
      <w:r w:rsidRPr="000D4F5C">
        <w:t>(Cm+Cф)/ПДК = 0.0000461</w:t>
      </w:r>
    </w:p>
    <w:p w:rsidR="000D040E" w:rsidRPr="000D4F5C" w:rsidRDefault="000D040E" w:rsidP="000D4F5C">
      <w:pPr>
        <w:spacing w:line="360" w:lineRule="auto"/>
        <w:ind w:firstLine="142"/>
      </w:pPr>
    </w:p>
    <w:p w:rsidR="000D040E" w:rsidRPr="000D4F5C" w:rsidRDefault="000D040E" w:rsidP="000D4F5C">
      <w:pPr>
        <w:spacing w:line="360" w:lineRule="auto"/>
        <w:ind w:firstLine="142"/>
      </w:pPr>
    </w:p>
    <w:p w:rsidR="000D040E" w:rsidRDefault="000D040E" w:rsidP="00517A30">
      <w:pPr>
        <w:pStyle w:val="Zag2"/>
        <w:spacing w:line="360" w:lineRule="auto"/>
        <w:ind w:firstLine="709"/>
        <w:rPr>
          <w:lang w:val="ru-RU"/>
        </w:rPr>
      </w:pPr>
      <w:r>
        <w:rPr>
          <w:lang w:val="ru-RU"/>
        </w:rPr>
        <w:br w:type="page"/>
      </w:r>
      <w:bookmarkStart w:id="59" w:name="_Toc134504216"/>
      <w:r>
        <w:rPr>
          <w:lang w:val="ru-RU"/>
        </w:rPr>
        <w:t>Группа суммации: 6009: 0301 + 0330</w:t>
      </w:r>
      <w:bookmarkEnd w:id="59"/>
    </w:p>
    <w:p w:rsidR="000D040E" w:rsidRDefault="000D040E" w:rsidP="00517A30">
      <w:pPr>
        <w:spacing w:line="360" w:lineRule="auto"/>
        <w:ind w:firstLine="709"/>
      </w:pPr>
      <w:r>
        <w:t>Коэффициент комбинации совместного гигиенического действия: 1.00</w:t>
      </w:r>
    </w:p>
    <w:p w:rsidR="000D040E" w:rsidRDefault="000D040E" w:rsidP="00517A30">
      <w:pPr>
        <w:spacing w:line="360" w:lineRule="auto"/>
        <w:ind w:firstLine="709"/>
      </w:pPr>
    </w:p>
    <w:p w:rsidR="000D040E" w:rsidRDefault="000D040E" w:rsidP="00517A30">
      <w:pPr>
        <w:spacing w:line="360" w:lineRule="auto"/>
        <w:ind w:firstLine="709"/>
      </w:pPr>
      <w:r>
        <w:t xml:space="preserve">      Суммарный выброс по всем источникам:</w:t>
      </w:r>
    </w:p>
    <w:p w:rsidR="000D040E" w:rsidRDefault="000D040E" w:rsidP="00517A30">
      <w:pPr>
        <w:spacing w:line="360" w:lineRule="auto"/>
        <w:ind w:firstLine="709"/>
      </w:pPr>
      <w:r>
        <w:t>30.4400000 г/с</w:t>
      </w:r>
    </w:p>
    <w:p w:rsidR="000D040E" w:rsidRDefault="000D040E" w:rsidP="00517A30">
      <w:pPr>
        <w:spacing w:line="360" w:lineRule="auto"/>
        <w:ind w:firstLine="709"/>
      </w:pPr>
      <w:r>
        <w:t>899.3388235 т/г</w:t>
      </w:r>
    </w:p>
    <w:p w:rsidR="000D040E" w:rsidRDefault="000D040E" w:rsidP="00517A30">
      <w:pPr>
        <w:spacing w:line="360" w:lineRule="auto"/>
        <w:ind w:firstLine="709"/>
      </w:pPr>
    </w:p>
    <w:p w:rsidR="000D040E" w:rsidRDefault="000D040E" w:rsidP="00517A30">
      <w:pPr>
        <w:spacing w:line="360" w:lineRule="auto"/>
        <w:ind w:firstLine="709"/>
      </w:pPr>
      <w:r>
        <w:t xml:space="preserve">      Суммы Cm/ПДК и (Cm+Cф)/ПДК по всем источникам:</w:t>
      </w:r>
    </w:p>
    <w:p w:rsidR="000D040E" w:rsidRDefault="000D040E" w:rsidP="00517A30">
      <w:pPr>
        <w:spacing w:line="360" w:lineRule="auto"/>
        <w:ind w:firstLine="709"/>
      </w:pPr>
      <w:r>
        <w:t>Cm/ПДК = 0.6940330</w:t>
      </w:r>
    </w:p>
    <w:p w:rsidR="000D040E" w:rsidRDefault="000D040E" w:rsidP="00517A30">
      <w:pPr>
        <w:spacing w:line="360" w:lineRule="auto"/>
        <w:ind w:firstLine="709"/>
      </w:pPr>
      <w:r>
        <w:t>(Cm+Cф)/ПДК = 0.6940330</w:t>
      </w:r>
      <w:bookmarkStart w:id="60" w:name="_GoBack"/>
      <w:bookmarkEnd w:id="60"/>
    </w:p>
    <w:sectPr w:rsidR="000D040E" w:rsidSect="00517A30">
      <w:pgSz w:w="11907" w:h="16840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2C163B"/>
    <w:multiLevelType w:val="multilevel"/>
    <w:tmpl w:val="30BE3BB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  <w:color w:val="auto"/>
      </w:rPr>
    </w:lvl>
  </w:abstractNum>
  <w:abstractNum w:abstractNumId="1">
    <w:nsid w:val="4D947377"/>
    <w:multiLevelType w:val="hybridMultilevel"/>
    <w:tmpl w:val="77FEE7C0"/>
    <w:lvl w:ilvl="0" w:tplc="11E28234">
      <w:numFmt w:val="bullet"/>
      <w:lvlText w:val="-"/>
      <w:lvlJc w:val="left"/>
      <w:pPr>
        <w:tabs>
          <w:tab w:val="num" w:pos="1392"/>
        </w:tabs>
        <w:ind w:left="1392" w:hanging="82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2">
    <w:nsid w:val="78D3011B"/>
    <w:multiLevelType w:val="hybridMultilevel"/>
    <w:tmpl w:val="4F8C3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revisionView w:markup="0"/>
  <w:doNotTrackMoves/>
  <w:doNotTrackFormatting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0FC5"/>
    <w:rsid w:val="000D040E"/>
    <w:rsid w:val="000D4F5C"/>
    <w:rsid w:val="000E217E"/>
    <w:rsid w:val="00161BE2"/>
    <w:rsid w:val="001719F5"/>
    <w:rsid w:val="001D7D8C"/>
    <w:rsid w:val="001E1305"/>
    <w:rsid w:val="0021251F"/>
    <w:rsid w:val="003A09DC"/>
    <w:rsid w:val="00451FC6"/>
    <w:rsid w:val="00517A30"/>
    <w:rsid w:val="007C54A1"/>
    <w:rsid w:val="00841472"/>
    <w:rsid w:val="00866B1E"/>
    <w:rsid w:val="0090545C"/>
    <w:rsid w:val="009324F8"/>
    <w:rsid w:val="00933923"/>
    <w:rsid w:val="00946FEC"/>
    <w:rsid w:val="00994B08"/>
    <w:rsid w:val="009A0276"/>
    <w:rsid w:val="00A90CBA"/>
    <w:rsid w:val="00AB3891"/>
    <w:rsid w:val="00C42B8C"/>
    <w:rsid w:val="00CC0FC5"/>
    <w:rsid w:val="00CE57C4"/>
    <w:rsid w:val="00D0611B"/>
    <w:rsid w:val="00D90D2C"/>
    <w:rsid w:val="00DC28F3"/>
    <w:rsid w:val="00E466B3"/>
    <w:rsid w:val="00EB2BDC"/>
    <w:rsid w:val="00F2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CA890DED-EE0F-4B54-BE69-56C04FB3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F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uppressAutoHyphens/>
      <w:spacing w:line="336" w:lineRule="auto"/>
      <w:jc w:val="center"/>
      <w:outlineLvl w:val="0"/>
    </w:pPr>
    <w:rPr>
      <w:b/>
      <w:bCs/>
      <w:caps/>
      <w:kern w:val="28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suppressAutoHyphens/>
      <w:spacing w:line="336" w:lineRule="auto"/>
      <w:ind w:left="851"/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suppressAutoHyphens/>
      <w:spacing w:line="336" w:lineRule="auto"/>
      <w:ind w:left="851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suppressAutoHyphens/>
      <w:spacing w:line="336" w:lineRule="auto"/>
      <w:jc w:val="center"/>
      <w:outlineLvl w:val="3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uk-UA"/>
    </w:r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caption"/>
    <w:basedOn w:val="a"/>
    <w:next w:val="a"/>
    <w:uiPriority w:val="99"/>
    <w:qFormat/>
    <w:pPr>
      <w:suppressAutoHyphens/>
      <w:spacing w:line="336" w:lineRule="auto"/>
      <w:jc w:val="center"/>
    </w:pPr>
    <w:rPr>
      <w:lang w:val="uk-UA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  <w:rPr>
      <w:lang w:val="uk-UA"/>
    </w:r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Pr>
      <w:rFonts w:ascii="Times New Roman" w:hAnsi="Times New Roman" w:cs="Times New Roman"/>
      <w:lang w:val="uk-UA"/>
    </w:rPr>
  </w:style>
  <w:style w:type="paragraph" w:styleId="11">
    <w:name w:val="toc 1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right="851"/>
    </w:pPr>
    <w:rPr>
      <w:caps/>
    </w:rPr>
  </w:style>
  <w:style w:type="paragraph" w:styleId="21">
    <w:name w:val="toc 2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left="284" w:right="851"/>
    </w:pPr>
  </w:style>
  <w:style w:type="paragraph" w:styleId="31">
    <w:name w:val="toc 3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left="567" w:right="851"/>
    </w:pPr>
  </w:style>
  <w:style w:type="paragraph" w:styleId="41">
    <w:name w:val="toc 4"/>
    <w:basedOn w:val="a"/>
    <w:next w:val="a"/>
    <w:autoRedefine/>
    <w:uiPriority w:val="99"/>
    <w:semiHidden/>
    <w:pPr>
      <w:tabs>
        <w:tab w:val="right" w:leader="dot" w:pos="9356"/>
      </w:tabs>
      <w:spacing w:line="336" w:lineRule="auto"/>
      <w:ind w:left="284" w:right="851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ой текст Знак"/>
    <w:link w:val="a9"/>
    <w:uiPriority w:val="99"/>
    <w:semiHidden/>
    <w:rPr>
      <w:sz w:val="24"/>
      <w:szCs w:val="24"/>
    </w:rPr>
  </w:style>
  <w:style w:type="paragraph" w:customStyle="1" w:styleId="ab">
    <w:name w:val="Переменные"/>
    <w:basedOn w:val="a9"/>
    <w:uiPriority w:val="9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sz w:val="16"/>
      <w:szCs w:val="16"/>
    </w:rPr>
  </w:style>
  <w:style w:type="paragraph" w:customStyle="1" w:styleId="ae">
    <w:name w:val="Формула"/>
    <w:basedOn w:val="a9"/>
    <w:uiPriority w:val="9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uiPriority w:val="99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customStyle="1" w:styleId="af0">
    <w:name w:val="Листинг программы"/>
    <w:uiPriority w:val="99"/>
    <w:pPr>
      <w:suppressAutoHyphens/>
    </w:pPr>
    <w:rPr>
      <w:noProof/>
    </w:rPr>
  </w:style>
  <w:style w:type="paragraph" w:styleId="af1">
    <w:name w:val="annotation text"/>
    <w:basedOn w:val="a"/>
    <w:link w:val="af2"/>
    <w:uiPriority w:val="99"/>
    <w:semiHidden/>
    <w:rPr>
      <w:rFonts w:ascii="Journal" w:hAnsi="Journal" w:cs="Journal"/>
    </w:rPr>
  </w:style>
  <w:style w:type="character" w:customStyle="1" w:styleId="af2">
    <w:name w:val="Текст примечания Знак"/>
    <w:link w:val="af1"/>
    <w:uiPriority w:val="99"/>
    <w:semiHidden/>
    <w:rPr>
      <w:sz w:val="20"/>
      <w:szCs w:val="20"/>
    </w:rPr>
  </w:style>
  <w:style w:type="paragraph" w:styleId="32">
    <w:name w:val="Body Text 3"/>
    <w:basedOn w:val="a"/>
    <w:link w:val="33"/>
    <w:uiPriority w:val="99"/>
    <w:rsid w:val="00CC0FC5"/>
    <w:pPr>
      <w:widowControl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Pr>
      <w:sz w:val="16"/>
      <w:szCs w:val="16"/>
    </w:rPr>
  </w:style>
  <w:style w:type="paragraph" w:styleId="22">
    <w:name w:val="Body Text Indent 2"/>
    <w:basedOn w:val="a"/>
    <w:link w:val="23"/>
    <w:uiPriority w:val="99"/>
    <w:rsid w:val="00CC0FC5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jc w:val="both"/>
      <w:textAlignment w:val="baseline"/>
    </w:pPr>
    <w:rPr>
      <w:sz w:val="28"/>
      <w:szCs w:val="28"/>
    </w:rPr>
  </w:style>
  <w:style w:type="character" w:customStyle="1" w:styleId="23">
    <w:name w:val="Основной текст с отступом 2 Знак"/>
    <w:link w:val="22"/>
    <w:uiPriority w:val="99"/>
    <w:semiHidden/>
    <w:rPr>
      <w:sz w:val="24"/>
      <w:szCs w:val="24"/>
    </w:rPr>
  </w:style>
  <w:style w:type="paragraph" w:styleId="af3">
    <w:name w:val="Body Text Indent"/>
    <w:basedOn w:val="a"/>
    <w:link w:val="af4"/>
    <w:uiPriority w:val="99"/>
    <w:rsid w:val="00161BE2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4"/>
      <w:szCs w:val="24"/>
    </w:rPr>
  </w:style>
  <w:style w:type="paragraph" w:styleId="34">
    <w:name w:val="Body Text Indent 3"/>
    <w:basedOn w:val="a"/>
    <w:link w:val="35"/>
    <w:uiPriority w:val="99"/>
    <w:rsid w:val="00161BE2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Pr>
      <w:sz w:val="16"/>
      <w:szCs w:val="16"/>
    </w:rPr>
  </w:style>
  <w:style w:type="paragraph" w:customStyle="1" w:styleId="Zag1">
    <w:name w:val="Zag_1"/>
    <w:basedOn w:val="a"/>
    <w:uiPriority w:val="99"/>
    <w:rsid w:val="000D040E"/>
    <w:pPr>
      <w:jc w:val="center"/>
    </w:pPr>
    <w:rPr>
      <w:rFonts w:ascii="Arial" w:hAnsi="Arial" w:cs="Arial"/>
      <w:sz w:val="28"/>
      <w:szCs w:val="28"/>
    </w:rPr>
  </w:style>
  <w:style w:type="paragraph" w:customStyle="1" w:styleId="Zag2">
    <w:name w:val="Zag_2"/>
    <w:basedOn w:val="a"/>
    <w:uiPriority w:val="99"/>
    <w:rsid w:val="000D040E"/>
    <w:rPr>
      <w:rFonts w:ascii="Arial" w:hAnsi="Arial" w:cs="Arial"/>
      <w:b/>
      <w:b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rtem%20S\&#1052;&#1086;&#1080;%20&#1076;&#1086;&#1082;&#1091;&#1084;&#1077;&#1085;&#1090;&#1099;\A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A4.DOT</Template>
  <TotalTime>0</TotalTime>
  <Pages>1</Pages>
  <Words>4596</Words>
  <Characters>26202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Home office</Company>
  <LinksUpToDate>false</LinksUpToDate>
  <CharactersWithSpaces>30737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Artem Seleznev</dc:creator>
  <cp:keywords/>
  <dc:description/>
  <cp:lastModifiedBy>admin</cp:lastModifiedBy>
  <cp:revision>2</cp:revision>
  <dcterms:created xsi:type="dcterms:W3CDTF">2014-06-23T22:35:00Z</dcterms:created>
  <dcterms:modified xsi:type="dcterms:W3CDTF">2014-06-23T22:35:00Z</dcterms:modified>
</cp:coreProperties>
</file>