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C4A" w:rsidRPr="00DE1156" w:rsidRDefault="00034C4A" w:rsidP="00DE1156">
      <w:pPr>
        <w:spacing w:line="360" w:lineRule="auto"/>
        <w:ind w:firstLine="709"/>
        <w:jc w:val="center"/>
        <w:rPr>
          <w:sz w:val="28"/>
          <w:szCs w:val="28"/>
        </w:rPr>
      </w:pPr>
      <w:r w:rsidRPr="00DE1156">
        <w:rPr>
          <w:sz w:val="28"/>
          <w:szCs w:val="28"/>
        </w:rPr>
        <w:t>Ульяновский Государственный Технический Университет</w:t>
      </w:r>
    </w:p>
    <w:p w:rsidR="00034C4A" w:rsidRPr="00DE1156" w:rsidRDefault="00034C4A" w:rsidP="00DE1156">
      <w:pPr>
        <w:spacing w:line="360" w:lineRule="auto"/>
        <w:ind w:firstLine="709"/>
        <w:jc w:val="center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center"/>
        <w:rPr>
          <w:sz w:val="28"/>
          <w:szCs w:val="28"/>
        </w:rPr>
      </w:pPr>
      <w:r w:rsidRPr="00DE1156">
        <w:rPr>
          <w:sz w:val="28"/>
          <w:szCs w:val="28"/>
        </w:rPr>
        <w:t>Кафедра «Электропривод и автоматика ПУ и ТК»</w:t>
      </w:r>
    </w:p>
    <w:p w:rsidR="00034C4A" w:rsidRPr="00DE1156" w:rsidRDefault="00034C4A" w:rsidP="00DE1156">
      <w:pPr>
        <w:spacing w:line="360" w:lineRule="auto"/>
        <w:ind w:firstLine="709"/>
        <w:jc w:val="center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center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center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center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center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center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center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center"/>
        <w:rPr>
          <w:sz w:val="28"/>
          <w:szCs w:val="28"/>
        </w:rPr>
      </w:pPr>
    </w:p>
    <w:p w:rsidR="00DE1156" w:rsidRDefault="00DE1156" w:rsidP="00DE1156">
      <w:pPr>
        <w:spacing w:line="360" w:lineRule="auto"/>
        <w:ind w:firstLine="709"/>
        <w:jc w:val="center"/>
        <w:rPr>
          <w:iCs/>
          <w:sz w:val="28"/>
          <w:szCs w:val="52"/>
        </w:rPr>
      </w:pPr>
    </w:p>
    <w:p w:rsidR="00DE1156" w:rsidRDefault="00DE1156" w:rsidP="00DE1156">
      <w:pPr>
        <w:spacing w:line="360" w:lineRule="auto"/>
        <w:ind w:firstLine="709"/>
        <w:jc w:val="center"/>
        <w:rPr>
          <w:iCs/>
          <w:sz w:val="28"/>
          <w:szCs w:val="52"/>
        </w:rPr>
      </w:pPr>
    </w:p>
    <w:p w:rsidR="00DE1156" w:rsidRDefault="00DE1156" w:rsidP="00DE1156">
      <w:pPr>
        <w:spacing w:line="360" w:lineRule="auto"/>
        <w:ind w:firstLine="709"/>
        <w:jc w:val="center"/>
        <w:rPr>
          <w:iCs/>
          <w:sz w:val="28"/>
          <w:szCs w:val="52"/>
        </w:rPr>
      </w:pPr>
    </w:p>
    <w:p w:rsidR="00034C4A" w:rsidRPr="00DE1156" w:rsidRDefault="00034C4A" w:rsidP="00DE1156">
      <w:pPr>
        <w:spacing w:line="360" w:lineRule="auto"/>
        <w:ind w:firstLine="709"/>
        <w:jc w:val="center"/>
        <w:rPr>
          <w:iCs/>
          <w:sz w:val="28"/>
          <w:szCs w:val="52"/>
        </w:rPr>
      </w:pPr>
      <w:r w:rsidRPr="00DE1156">
        <w:rPr>
          <w:iCs/>
          <w:sz w:val="28"/>
          <w:szCs w:val="52"/>
        </w:rPr>
        <w:t>Курсовая работа</w:t>
      </w:r>
    </w:p>
    <w:p w:rsidR="00DE1156" w:rsidRDefault="00034C4A" w:rsidP="00DE1156">
      <w:pPr>
        <w:spacing w:line="360" w:lineRule="auto"/>
        <w:ind w:firstLine="709"/>
        <w:jc w:val="center"/>
        <w:rPr>
          <w:iCs/>
          <w:sz w:val="28"/>
          <w:szCs w:val="28"/>
        </w:rPr>
      </w:pPr>
      <w:r w:rsidRPr="00DE1156">
        <w:rPr>
          <w:iCs/>
          <w:sz w:val="28"/>
          <w:szCs w:val="28"/>
        </w:rPr>
        <w:t>по дисциплине</w:t>
      </w:r>
    </w:p>
    <w:p w:rsidR="00034C4A" w:rsidRPr="00DE1156" w:rsidRDefault="00034C4A" w:rsidP="00DE1156">
      <w:pPr>
        <w:spacing w:line="360" w:lineRule="auto"/>
        <w:ind w:firstLine="709"/>
        <w:jc w:val="center"/>
        <w:rPr>
          <w:iCs/>
          <w:sz w:val="28"/>
          <w:szCs w:val="28"/>
        </w:rPr>
      </w:pPr>
      <w:r w:rsidRPr="00DE1156">
        <w:rPr>
          <w:iCs/>
          <w:sz w:val="28"/>
          <w:szCs w:val="28"/>
        </w:rPr>
        <w:t>Те</w:t>
      </w:r>
      <w:r w:rsidR="00DE1156">
        <w:rPr>
          <w:iCs/>
          <w:sz w:val="28"/>
          <w:szCs w:val="28"/>
        </w:rPr>
        <w:t>ория автоматического управления</w:t>
      </w:r>
    </w:p>
    <w:p w:rsidR="00034C4A" w:rsidRPr="004625AE" w:rsidRDefault="004625AE" w:rsidP="00DE1156">
      <w:pPr>
        <w:spacing w:line="360" w:lineRule="auto"/>
        <w:ind w:firstLine="709"/>
        <w:jc w:val="center"/>
        <w:rPr>
          <w:sz w:val="28"/>
          <w:szCs w:val="28"/>
        </w:rPr>
      </w:pPr>
      <w:r w:rsidRPr="004625AE">
        <w:rPr>
          <w:sz w:val="28"/>
          <w:szCs w:val="28"/>
        </w:rPr>
        <w:t>Структурная схема и управление электроприводом</w:t>
      </w:r>
    </w:p>
    <w:p w:rsidR="00034C4A" w:rsidRPr="00DE1156" w:rsidRDefault="00034C4A" w:rsidP="00DE1156">
      <w:pPr>
        <w:spacing w:line="360" w:lineRule="auto"/>
        <w:ind w:firstLine="709"/>
        <w:jc w:val="center"/>
        <w:rPr>
          <w:sz w:val="28"/>
          <w:szCs w:val="28"/>
        </w:rPr>
      </w:pPr>
    </w:p>
    <w:p w:rsidR="00DE1156" w:rsidRDefault="00DE1156" w:rsidP="00DE1156">
      <w:pPr>
        <w:spacing w:line="360" w:lineRule="auto"/>
        <w:ind w:firstLine="709"/>
        <w:jc w:val="center"/>
        <w:rPr>
          <w:sz w:val="28"/>
          <w:szCs w:val="28"/>
        </w:rPr>
      </w:pPr>
    </w:p>
    <w:p w:rsidR="00034C4A" w:rsidRPr="00DE1156" w:rsidRDefault="00997EB8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Выполнил: ст. гр.Ад</w:t>
      </w:r>
      <w:r w:rsidR="00AB3F14" w:rsidRPr="00DE1156">
        <w:rPr>
          <w:sz w:val="28"/>
          <w:szCs w:val="28"/>
        </w:rPr>
        <w:t>-41</w:t>
      </w:r>
    </w:p>
    <w:p w:rsidR="00DE1156" w:rsidRDefault="00AB3F14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Сапунов Н.Е.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center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center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center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center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center"/>
        <w:rPr>
          <w:sz w:val="28"/>
          <w:szCs w:val="28"/>
        </w:rPr>
      </w:pPr>
    </w:p>
    <w:p w:rsidR="00034C4A" w:rsidRPr="00DE1156" w:rsidRDefault="00997EB8" w:rsidP="00DE1156">
      <w:pPr>
        <w:spacing w:line="360" w:lineRule="auto"/>
        <w:ind w:firstLine="709"/>
        <w:jc w:val="center"/>
        <w:rPr>
          <w:sz w:val="28"/>
          <w:szCs w:val="28"/>
        </w:rPr>
      </w:pPr>
      <w:r w:rsidRPr="00DE1156">
        <w:rPr>
          <w:sz w:val="28"/>
          <w:szCs w:val="28"/>
        </w:rPr>
        <w:t>Ульяновск 2010</w:t>
      </w:r>
    </w:p>
    <w:p w:rsidR="00034C4A" w:rsidRDefault="00DE1156" w:rsidP="00DE1156">
      <w:pPr>
        <w:spacing w:line="360" w:lineRule="auto"/>
        <w:ind w:firstLine="709"/>
        <w:jc w:val="both"/>
        <w:rPr>
          <w:sz w:val="28"/>
          <w:szCs w:val="36"/>
        </w:rPr>
      </w:pPr>
      <w:r>
        <w:rPr>
          <w:sz w:val="28"/>
          <w:szCs w:val="36"/>
        </w:rPr>
        <w:br w:type="page"/>
      </w:r>
      <w:r w:rsidR="00034C4A" w:rsidRPr="00DE1156">
        <w:rPr>
          <w:sz w:val="28"/>
          <w:szCs w:val="36"/>
        </w:rPr>
        <w:lastRenderedPageBreak/>
        <w:t>Содержание</w:t>
      </w:r>
    </w:p>
    <w:p w:rsidR="00DE1156" w:rsidRDefault="00DE1156" w:rsidP="00DE1156">
      <w:pPr>
        <w:spacing w:line="360" w:lineRule="auto"/>
        <w:ind w:firstLine="709"/>
        <w:jc w:val="both"/>
        <w:rPr>
          <w:sz w:val="28"/>
          <w:szCs w:val="36"/>
        </w:rPr>
      </w:pPr>
    </w:p>
    <w:p w:rsidR="00DE1156" w:rsidRPr="00DE1156" w:rsidRDefault="00DE1156" w:rsidP="00DE1156">
      <w:pPr>
        <w:spacing w:line="360" w:lineRule="auto"/>
        <w:jc w:val="both"/>
        <w:rPr>
          <w:sz w:val="28"/>
          <w:szCs w:val="36"/>
        </w:rPr>
      </w:pPr>
      <w:r w:rsidRPr="00DE1156">
        <w:rPr>
          <w:sz w:val="28"/>
          <w:szCs w:val="36"/>
        </w:rPr>
        <w:t>Описа</w:t>
      </w:r>
      <w:r>
        <w:rPr>
          <w:sz w:val="28"/>
          <w:szCs w:val="36"/>
        </w:rPr>
        <w:t>ние задания на курсовую работу</w:t>
      </w:r>
    </w:p>
    <w:p w:rsidR="00034C4A" w:rsidRPr="00DE1156" w:rsidRDefault="00034C4A" w:rsidP="00DE1156">
      <w:pPr>
        <w:spacing w:line="360" w:lineRule="auto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1. Описание САУ переменного тока</w:t>
      </w:r>
    </w:p>
    <w:p w:rsidR="00DE1156" w:rsidRDefault="00034C4A" w:rsidP="00DE1156">
      <w:pPr>
        <w:spacing w:line="360" w:lineRule="auto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2. Статические характеристики САУ переменного тока</w:t>
      </w:r>
    </w:p>
    <w:p w:rsidR="00DE1156" w:rsidRDefault="00034C4A" w:rsidP="00DE1156">
      <w:pPr>
        <w:spacing w:line="360" w:lineRule="auto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2.1</w:t>
      </w:r>
      <w:r w:rsidR="00DE1156" w:rsidRPr="00DE1156">
        <w:rPr>
          <w:sz w:val="28"/>
          <w:szCs w:val="28"/>
        </w:rPr>
        <w:t xml:space="preserve"> </w:t>
      </w:r>
      <w:r w:rsidRPr="00DE1156">
        <w:rPr>
          <w:sz w:val="28"/>
          <w:szCs w:val="28"/>
        </w:rPr>
        <w:t>Математическое описание преобразователя частоты (ПЧ) с промежуточным звеном постоянного тока на основе АИН</w:t>
      </w:r>
    </w:p>
    <w:p w:rsidR="00DE1156" w:rsidRDefault="00034C4A" w:rsidP="00DE1156">
      <w:pPr>
        <w:spacing w:line="360" w:lineRule="auto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2.2 Математическое описание асинхронного двигателя при управлении частотой и напряжением статора</w:t>
      </w:r>
    </w:p>
    <w:p w:rsidR="00DE1156" w:rsidRDefault="00034C4A" w:rsidP="00DE1156">
      <w:pPr>
        <w:spacing w:line="360" w:lineRule="auto"/>
        <w:jc w:val="both"/>
        <w:rPr>
          <w:sz w:val="28"/>
          <w:szCs w:val="28"/>
        </w:rPr>
      </w:pPr>
      <w:r w:rsidRPr="00DE1156">
        <w:rPr>
          <w:sz w:val="28"/>
          <w:szCs w:val="28"/>
        </w:rPr>
        <w:t xml:space="preserve">2.3 Статические </w:t>
      </w:r>
      <w:r w:rsidR="006D499D" w:rsidRPr="00DE1156">
        <w:rPr>
          <w:sz w:val="28"/>
          <w:szCs w:val="28"/>
        </w:rPr>
        <w:t>характеристики САУ на основе АД</w:t>
      </w:r>
    </w:p>
    <w:p w:rsidR="00DE1156" w:rsidRDefault="00034C4A" w:rsidP="00DE1156">
      <w:pPr>
        <w:tabs>
          <w:tab w:val="left" w:pos="3965"/>
        </w:tabs>
        <w:spacing w:line="360" w:lineRule="auto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2.3.1 Статически</w:t>
      </w:r>
      <w:r w:rsidR="006D499D" w:rsidRPr="00DE1156">
        <w:rPr>
          <w:sz w:val="28"/>
          <w:szCs w:val="28"/>
        </w:rPr>
        <w:t>е характеристики САУ при</w:t>
      </w:r>
      <w:r w:rsidR="00DE1156" w:rsidRPr="00DE1156">
        <w:rPr>
          <w:sz w:val="28"/>
          <w:szCs w:val="28"/>
        </w:rPr>
        <w:t xml:space="preserve"> </w:t>
      </w:r>
      <w:r w:rsidR="00E23C33"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33.75pt">
            <v:imagedata r:id="rId7" o:title=""/>
          </v:shape>
        </w:pict>
      </w:r>
    </w:p>
    <w:p w:rsidR="00DE1156" w:rsidRDefault="0015215E" w:rsidP="00DE1156">
      <w:pPr>
        <w:tabs>
          <w:tab w:val="left" w:pos="3965"/>
        </w:tabs>
        <w:spacing w:line="360" w:lineRule="auto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2.3.2</w:t>
      </w:r>
      <w:r w:rsidR="00034C4A" w:rsidRPr="00DE1156">
        <w:rPr>
          <w:sz w:val="28"/>
          <w:szCs w:val="28"/>
        </w:rPr>
        <w:t xml:space="preserve"> Статически</w:t>
      </w:r>
      <w:r w:rsidR="006D499D" w:rsidRPr="00DE1156">
        <w:rPr>
          <w:sz w:val="28"/>
          <w:szCs w:val="28"/>
        </w:rPr>
        <w:t xml:space="preserve">е характеристики САУ при </w:t>
      </w:r>
      <w:r w:rsidR="00E23C33">
        <w:rPr>
          <w:sz w:val="28"/>
        </w:rPr>
        <w:pict>
          <v:shape id="_x0000_i1026" type="#_x0000_t75" style="width:54.75pt;height:16.5pt">
            <v:imagedata r:id="rId8" o:title=""/>
          </v:shape>
        </w:pict>
      </w:r>
    </w:p>
    <w:p w:rsidR="00034C4A" w:rsidRPr="00DE1156" w:rsidRDefault="0015215E" w:rsidP="00DE1156">
      <w:pPr>
        <w:tabs>
          <w:tab w:val="left" w:pos="3965"/>
        </w:tabs>
        <w:spacing w:line="360" w:lineRule="auto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2.3.3</w:t>
      </w:r>
      <w:r w:rsidR="00034C4A" w:rsidRPr="00DE1156">
        <w:rPr>
          <w:sz w:val="28"/>
          <w:szCs w:val="28"/>
        </w:rPr>
        <w:t xml:space="preserve"> Статические характеристики САУ при</w:t>
      </w:r>
      <w:r w:rsidR="006D499D" w:rsidRPr="00DE1156">
        <w:rPr>
          <w:sz w:val="28"/>
          <w:szCs w:val="28"/>
        </w:rPr>
        <w:t xml:space="preserve"> вентиляторной нагрузке</w:t>
      </w:r>
    </w:p>
    <w:p w:rsidR="00034C4A" w:rsidRPr="00DE1156" w:rsidRDefault="00034C4A" w:rsidP="00DE1156">
      <w:pPr>
        <w:spacing w:line="360" w:lineRule="auto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3. Динамические характеристики САУ переменного тока</w:t>
      </w:r>
    </w:p>
    <w:p w:rsidR="00DE1156" w:rsidRDefault="00034C4A" w:rsidP="00DE1156">
      <w:pPr>
        <w:spacing w:line="360" w:lineRule="auto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4. Анализ устойчивости САУ</w:t>
      </w:r>
    </w:p>
    <w:p w:rsidR="00DE1156" w:rsidRDefault="00034C4A" w:rsidP="00DE1156">
      <w:pPr>
        <w:spacing w:line="360" w:lineRule="auto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4.1 Критерий устойчивости Гурвица</w:t>
      </w:r>
    </w:p>
    <w:p w:rsidR="00DE1156" w:rsidRDefault="00DE1156" w:rsidP="00DE115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="00034C4A" w:rsidRPr="00DE1156">
        <w:rPr>
          <w:sz w:val="28"/>
          <w:szCs w:val="28"/>
        </w:rPr>
        <w:t xml:space="preserve"> Критерий устойчивости </w:t>
      </w:r>
      <w:r w:rsidR="006D499D" w:rsidRPr="00DE1156">
        <w:rPr>
          <w:sz w:val="28"/>
          <w:szCs w:val="28"/>
        </w:rPr>
        <w:t>Найквиста</w:t>
      </w:r>
    </w:p>
    <w:p w:rsidR="00DE1156" w:rsidRDefault="00DE1156" w:rsidP="00DE115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="00034C4A" w:rsidRPr="00DE1156">
        <w:rPr>
          <w:sz w:val="28"/>
          <w:szCs w:val="28"/>
        </w:rPr>
        <w:t xml:space="preserve"> Критерий устойчивости </w:t>
      </w:r>
      <w:r w:rsidR="006D499D" w:rsidRPr="00DE1156">
        <w:rPr>
          <w:sz w:val="28"/>
          <w:szCs w:val="28"/>
        </w:rPr>
        <w:t>Михайлова</w:t>
      </w:r>
    </w:p>
    <w:p w:rsidR="00034C4A" w:rsidRPr="00DE1156" w:rsidRDefault="00034C4A" w:rsidP="00DE1156">
      <w:pPr>
        <w:spacing w:line="360" w:lineRule="auto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4.4</w:t>
      </w:r>
      <w:r w:rsidR="006D499D" w:rsidRPr="00DE1156">
        <w:rPr>
          <w:sz w:val="28"/>
          <w:szCs w:val="28"/>
        </w:rPr>
        <w:t xml:space="preserve"> Построение ЛАЧХ и ФЧХ</w:t>
      </w:r>
    </w:p>
    <w:p w:rsidR="00034C4A" w:rsidRPr="00DE1156" w:rsidRDefault="00034C4A" w:rsidP="00DE1156">
      <w:pPr>
        <w:spacing w:line="360" w:lineRule="auto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5. Расчет переходного процесса</w:t>
      </w:r>
    </w:p>
    <w:p w:rsidR="002D0A96" w:rsidRPr="00DE1156" w:rsidRDefault="002D0A96" w:rsidP="00DE1156">
      <w:pPr>
        <w:spacing w:line="360" w:lineRule="auto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6. Вывод</w:t>
      </w:r>
    </w:p>
    <w:p w:rsidR="00034C4A" w:rsidRPr="00DE1156" w:rsidRDefault="002D0A96" w:rsidP="00DE1156">
      <w:pPr>
        <w:spacing w:line="360" w:lineRule="auto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7</w:t>
      </w:r>
      <w:r w:rsidR="00034C4A" w:rsidRPr="00DE1156">
        <w:rPr>
          <w:sz w:val="28"/>
          <w:szCs w:val="28"/>
        </w:rPr>
        <w:t>. Список литературы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6"/>
        </w:rPr>
      </w:pPr>
    </w:p>
    <w:p w:rsidR="00034C4A" w:rsidRPr="00DE1156" w:rsidRDefault="00DE1156" w:rsidP="00DE1156">
      <w:pPr>
        <w:spacing w:line="360" w:lineRule="auto"/>
        <w:ind w:firstLine="709"/>
        <w:jc w:val="both"/>
        <w:rPr>
          <w:sz w:val="28"/>
          <w:szCs w:val="36"/>
        </w:rPr>
      </w:pPr>
      <w:r>
        <w:rPr>
          <w:sz w:val="28"/>
          <w:szCs w:val="36"/>
        </w:rPr>
        <w:br w:type="page"/>
      </w:r>
      <w:r w:rsidR="00034C4A" w:rsidRPr="00DE1156">
        <w:rPr>
          <w:sz w:val="28"/>
          <w:szCs w:val="36"/>
        </w:rPr>
        <w:lastRenderedPageBreak/>
        <w:t>Описа</w:t>
      </w:r>
      <w:r>
        <w:rPr>
          <w:sz w:val="28"/>
          <w:szCs w:val="36"/>
        </w:rPr>
        <w:t>ние задания на курсовую работу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ab/>
        <w:t>Целью данной курсовой работы является получение практических навыков по построению структурной схемы для системы «Управляемый выпрямитель - автономный инвертор напряжения – асинхронный двигатель», и ее дальнейшее упрощение с целью получения передаточной функции по управляющему воздействию (Δ</w:t>
      </w:r>
      <w:r w:rsidRPr="00DE1156">
        <w:rPr>
          <w:sz w:val="28"/>
          <w:szCs w:val="28"/>
          <w:lang w:val="en-US"/>
        </w:rPr>
        <w:t>x</w:t>
      </w:r>
      <w:r w:rsidRPr="00DE1156">
        <w:rPr>
          <w:sz w:val="28"/>
          <w:szCs w:val="28"/>
          <w:vertAlign w:val="subscript"/>
          <w:lang w:val="en-US"/>
        </w:rPr>
        <w:t>f</w:t>
      </w:r>
      <w:r w:rsidRPr="00DE1156">
        <w:rPr>
          <w:sz w:val="28"/>
          <w:szCs w:val="28"/>
        </w:rPr>
        <w:t xml:space="preserve"> и Δ</w:t>
      </w:r>
      <w:r w:rsidRPr="00DE1156">
        <w:rPr>
          <w:sz w:val="28"/>
          <w:szCs w:val="28"/>
          <w:lang w:val="en-US"/>
        </w:rPr>
        <w:t>x</w:t>
      </w:r>
      <w:r w:rsidRPr="00DE1156">
        <w:rPr>
          <w:sz w:val="28"/>
          <w:szCs w:val="28"/>
          <w:vertAlign w:val="subscript"/>
          <w:lang w:val="en-US"/>
        </w:rPr>
        <w:t>u</w:t>
      </w:r>
      <w:r w:rsidRPr="00DE1156">
        <w:rPr>
          <w:sz w:val="28"/>
          <w:szCs w:val="28"/>
        </w:rPr>
        <w:t>). Проверка системы автоматического управления с помощью критериев устойчивости. И построение графиков переходного процесса.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ab/>
        <w:t>Исходные данные:</w:t>
      </w:r>
    </w:p>
    <w:p w:rsidR="00DE1156" w:rsidRDefault="00DE1156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САУ переменного тока. Настройка на симметричный оптимум.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1312"/>
        <w:gridCol w:w="1550"/>
        <w:gridCol w:w="1550"/>
        <w:gridCol w:w="1550"/>
        <w:gridCol w:w="1550"/>
        <w:gridCol w:w="1560"/>
      </w:tblGrid>
      <w:tr w:rsidR="00034C4A" w:rsidRPr="00DE1156" w:rsidTr="00DE1156">
        <w:trPr>
          <w:jc w:val="center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C4A" w:rsidRPr="00DE1156" w:rsidRDefault="00034C4A" w:rsidP="00DE1156">
            <w:pPr>
              <w:snapToGrid w:val="0"/>
              <w:spacing w:line="360" w:lineRule="auto"/>
              <w:jc w:val="both"/>
            </w:pPr>
            <w:r w:rsidRPr="00DE1156">
              <w:rPr>
                <w:lang w:val="en-US"/>
              </w:rPr>
              <w:t>U</w:t>
            </w:r>
            <w:r w:rsidRPr="00DE1156">
              <w:rPr>
                <w:vertAlign w:val="subscript"/>
              </w:rPr>
              <w:t>ф.с.м</w:t>
            </w:r>
            <w:r w:rsidRPr="00DE1156">
              <w:t>, В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C4A" w:rsidRPr="00DE1156" w:rsidRDefault="00034C4A" w:rsidP="00DE1156">
            <w:pPr>
              <w:snapToGrid w:val="0"/>
              <w:spacing w:line="360" w:lineRule="auto"/>
              <w:jc w:val="both"/>
            </w:pPr>
            <w:r w:rsidRPr="00DE1156">
              <w:rPr>
                <w:lang w:val="en-US"/>
              </w:rPr>
              <w:t>n</w:t>
            </w:r>
            <w:r w:rsidRPr="00DE1156">
              <w:rPr>
                <w:vertAlign w:val="subscript"/>
                <w:lang w:val="en-US"/>
              </w:rPr>
              <w:t>c</w:t>
            </w:r>
            <w:r w:rsidRPr="00DE1156">
              <w:t>, об</w:t>
            </w:r>
            <w:r w:rsidRPr="00DE1156">
              <w:rPr>
                <w:lang w:val="en-US"/>
              </w:rPr>
              <w:t>/</w:t>
            </w:r>
            <w:r w:rsidRPr="00DE1156">
              <w:t>мин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C4A" w:rsidRPr="00DE1156" w:rsidRDefault="00034C4A" w:rsidP="00DE1156">
            <w:pPr>
              <w:snapToGrid w:val="0"/>
              <w:spacing w:line="360" w:lineRule="auto"/>
              <w:jc w:val="both"/>
            </w:pPr>
            <w:r w:rsidRPr="00DE1156">
              <w:rPr>
                <w:lang w:val="en-US"/>
              </w:rPr>
              <w:t>r</w:t>
            </w:r>
            <w:r w:rsidRPr="00DE1156">
              <w:rPr>
                <w:vertAlign w:val="subscript"/>
                <w:lang w:val="en-US"/>
              </w:rPr>
              <w:t>c</w:t>
            </w:r>
            <w:r w:rsidRPr="00DE1156">
              <w:t>, Ом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C4A" w:rsidRPr="00DE1156" w:rsidRDefault="00034C4A" w:rsidP="00DE1156">
            <w:pPr>
              <w:snapToGrid w:val="0"/>
              <w:spacing w:line="360" w:lineRule="auto"/>
              <w:jc w:val="both"/>
            </w:pPr>
            <w:r w:rsidRPr="00DE1156">
              <w:rPr>
                <w:lang w:val="en-US"/>
              </w:rPr>
              <w:t>x</w:t>
            </w:r>
            <w:r w:rsidRPr="00DE1156">
              <w:rPr>
                <w:vertAlign w:val="subscript"/>
                <w:lang w:val="en-US"/>
              </w:rPr>
              <w:t>c</w:t>
            </w:r>
            <w:r w:rsidRPr="00DE1156">
              <w:t>, Ом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C4A" w:rsidRPr="00DE1156" w:rsidRDefault="00034C4A" w:rsidP="00DE1156">
            <w:pPr>
              <w:snapToGrid w:val="0"/>
              <w:spacing w:line="360" w:lineRule="auto"/>
              <w:jc w:val="both"/>
            </w:pPr>
            <w:r w:rsidRPr="00DE1156">
              <w:rPr>
                <w:lang w:val="en-US"/>
              </w:rPr>
              <w:t>r</w:t>
            </w:r>
            <w:r w:rsidRPr="00DE1156">
              <w:rPr>
                <w:vertAlign w:val="subscript"/>
                <w:lang w:val="en-US"/>
              </w:rPr>
              <w:t>p</w:t>
            </w:r>
            <w:r w:rsidRPr="00DE1156">
              <w:rPr>
                <w:lang w:val="en-US"/>
              </w:rPr>
              <w:t>’</w:t>
            </w:r>
            <w:r w:rsidRPr="00DE1156">
              <w:t>, Ом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C4A" w:rsidRPr="00DE1156" w:rsidRDefault="00034C4A" w:rsidP="00DE1156">
            <w:pPr>
              <w:snapToGrid w:val="0"/>
              <w:spacing w:line="360" w:lineRule="auto"/>
              <w:jc w:val="both"/>
            </w:pPr>
            <w:r w:rsidRPr="00DE1156">
              <w:rPr>
                <w:lang w:val="en-US"/>
              </w:rPr>
              <w:t>x</w:t>
            </w:r>
            <w:r w:rsidRPr="00DE1156">
              <w:rPr>
                <w:vertAlign w:val="subscript"/>
                <w:lang w:val="en-US"/>
              </w:rPr>
              <w:t>p</w:t>
            </w:r>
            <w:r w:rsidRPr="00DE1156">
              <w:rPr>
                <w:lang w:val="en-US"/>
              </w:rPr>
              <w:t>’</w:t>
            </w:r>
            <w:r w:rsidRPr="00DE1156">
              <w:t>, Ом</w:t>
            </w:r>
          </w:p>
        </w:tc>
      </w:tr>
      <w:tr w:rsidR="00034C4A" w:rsidRPr="00DE1156" w:rsidTr="00DE1156">
        <w:trPr>
          <w:jc w:val="center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C4A" w:rsidRPr="00DE1156" w:rsidRDefault="00034C4A" w:rsidP="00DE1156">
            <w:pPr>
              <w:snapToGrid w:val="0"/>
              <w:spacing w:line="360" w:lineRule="auto"/>
              <w:jc w:val="both"/>
            </w:pPr>
            <w:r w:rsidRPr="00DE1156">
              <w:t>220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C4A" w:rsidRPr="00DE1156" w:rsidRDefault="005D1BC3" w:rsidP="00DE1156">
            <w:pPr>
              <w:snapToGrid w:val="0"/>
              <w:spacing w:line="360" w:lineRule="auto"/>
              <w:jc w:val="both"/>
            </w:pPr>
            <w:r w:rsidRPr="00DE1156">
              <w:t>875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C4A" w:rsidRPr="00DE1156" w:rsidRDefault="005D1BC3" w:rsidP="00DE1156">
            <w:pPr>
              <w:snapToGrid w:val="0"/>
              <w:spacing w:line="360" w:lineRule="auto"/>
              <w:jc w:val="both"/>
            </w:pPr>
            <w:r w:rsidRPr="00DE1156">
              <w:t>3,6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C4A" w:rsidRPr="00DE1156" w:rsidRDefault="005D1BC3" w:rsidP="00DE1156">
            <w:pPr>
              <w:snapToGrid w:val="0"/>
              <w:spacing w:line="360" w:lineRule="auto"/>
              <w:jc w:val="both"/>
            </w:pPr>
            <w:r w:rsidRPr="00DE1156">
              <w:t>2,58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4C4A" w:rsidRPr="00DE1156" w:rsidRDefault="005D1BC3" w:rsidP="00DE1156">
            <w:pPr>
              <w:snapToGrid w:val="0"/>
              <w:spacing w:line="360" w:lineRule="auto"/>
              <w:jc w:val="both"/>
            </w:pPr>
            <w:r w:rsidRPr="00DE1156">
              <w:t>5,7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C4A" w:rsidRPr="00DE1156" w:rsidRDefault="005D1BC3" w:rsidP="00DE1156">
            <w:pPr>
              <w:snapToGrid w:val="0"/>
              <w:spacing w:line="360" w:lineRule="auto"/>
              <w:jc w:val="both"/>
            </w:pPr>
            <w:r w:rsidRPr="00DE1156">
              <w:t>2,63</w:t>
            </w:r>
          </w:p>
        </w:tc>
      </w:tr>
    </w:tbl>
    <w:p w:rsidR="00DE1156" w:rsidRDefault="00DE1156" w:rsidP="00DE1156">
      <w:pPr>
        <w:spacing w:line="360" w:lineRule="auto"/>
        <w:ind w:firstLine="709"/>
        <w:jc w:val="both"/>
        <w:rPr>
          <w:sz w:val="28"/>
          <w:szCs w:val="36"/>
        </w:rPr>
      </w:pPr>
    </w:p>
    <w:p w:rsidR="00034C4A" w:rsidRPr="00DE1156" w:rsidRDefault="00DE1156" w:rsidP="00DE1156">
      <w:pPr>
        <w:spacing w:line="360" w:lineRule="auto"/>
        <w:ind w:firstLine="709"/>
        <w:jc w:val="both"/>
        <w:rPr>
          <w:sz w:val="28"/>
          <w:szCs w:val="36"/>
        </w:rPr>
      </w:pPr>
      <w:r>
        <w:rPr>
          <w:sz w:val="28"/>
          <w:szCs w:val="36"/>
        </w:rPr>
        <w:br w:type="page"/>
      </w:r>
      <w:r w:rsidR="00034C4A" w:rsidRPr="00DE1156">
        <w:rPr>
          <w:sz w:val="28"/>
          <w:szCs w:val="36"/>
        </w:rPr>
        <w:lastRenderedPageBreak/>
        <w:t>1</w:t>
      </w:r>
      <w:r w:rsidR="00641FC7">
        <w:rPr>
          <w:sz w:val="28"/>
          <w:szCs w:val="36"/>
        </w:rPr>
        <w:t>. Описание САУ переменного тока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6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Развитие полупроводниковой преобразовательной техники привело к широкому использованию электроприводов с электродвигателями переменного тока, к созданию новых систем управления этими электродвигателями. По сравнению с системами управления электроприводами постоянного тока системы управления электроприводами переменного тока значительно более разнообразны. В регулируемых электроприводах используются асинхронные электродвигатели с короткозамкнутым или фазным ротором, синхронные и вентильные электродвигатели. Применяются различные способы регулирования скорости электродвигателя путем изменения: напряжения статора, частоты и напряжения статора, частоты и напряжения ротора, добавочного сопротивления в цепи ротора и др. Используется значительно большее число регулируемых координат, чем в электроприводах постоянного тока. Вместе с тем имеются определенные ограничения в использовании того или иного способа управления и созданной на основе этого способа системы управления электродвигателем. Все эти обстоятельства затрудняют формирование общих подходов к синтезу АСУ ЭП переменного тока в такой степени, как это было сделано в АСУ ЭП постоянного тока.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Управление электродвигателями переменного тока осложнено рядом обстоятельств, наиболее существенными из которых являются следующие: 1) момент электродвигателя определяется произведением двух результирующих векторов электромагнитных параметров статора и ротора и является функцией четырех переменных; 2) имеется сильное взаимодействие намагничивающих сил статора и ротора, взаимное состояние которых непрерывно меняется при вращении ротора; 3) с целью лучшего использования двигателя в различных режимах его работы возникает задача регулирования магнитного потока двигателя.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lastRenderedPageBreak/>
        <w:t>Электродвигатели переменного тока совместно с управляемыми преобразователями представляют собой сложные многосвязные нелинейные объекты управления. Полное математическое описание таких объектов оказывается довольно громоздким и неприменимым для инженерных методов синтеза систем управления. Вместе с тем в практике построения систем электроприводов, включая и АСУ ЭП переменного тока, получили распространение простые приемы синтеза систем управления, основанные на принципах подчиненного управления и на использовании унифицированных настроек контуров регулирования, входящих в систему управления. Использование этих приемов позволяет не только просто выполнить синтез систем управления, но и создает обоснованную возможность упрощения математического описания электроприводов переменного тока, в частности возможность пренебрежения взаимосвязью ряда координат и параметров электроприводов.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Основная сложность при создании АСУ ЭП переменного тока заключается в создании независимого управления электромагнитным моментом и потоком двигателя. Если это удается выполнить, то АСУ ЭП переменного тока с обратными связями по скорости или по положению выполняются точно так же, как и АСУ ЭП постоянного тока, включая и способы управления пусковыми и тормозными режимами.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При синтезе взаимосвязанных систем управления используются два основных приема, обеспечивающих автономность (независимость) контуров регулирования: а) использование различного рода дополнительных компенсационных связей между локальными контурами регулирования; б) разделение локальных контуров регулирования по быстродействию. Оба этих приема используются при выполнении АСУ ЭП переменного тока, и это дает основание уже на стадии формирования математической модели электропривода делать ряд упрощений.</w:t>
      </w:r>
    </w:p>
    <w:p w:rsidR="00034C4A" w:rsidRPr="00DE1156" w:rsidRDefault="00641FC7" w:rsidP="00DE1156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034C4A" w:rsidRPr="00DE1156">
        <w:rPr>
          <w:sz w:val="28"/>
          <w:szCs w:val="32"/>
        </w:rPr>
        <w:lastRenderedPageBreak/>
        <w:t>2. Статические характеристики САУ переменного тока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2.1 Математическое описание преобразователя частоты (ПЧ) с промежуточным звеном постоянного тока на основе АИН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21.75pt;height:187.5pt">
            <v:imagedata r:id="rId9" o:title=""/>
          </v:shape>
        </w:pic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УВ – управляемый выпрямитель, отвечает за напряжение подаваемое на асинхронный двигатель;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АИН – автономный инвертор напряжения, отвечает за частоту подаваемого напряжения на асинхронный двигатель.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Функциональная схема преобразователя частоты</w: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26" style="position:absolute;left:0;text-align:left;margin-left:10.35pt;margin-top:13.9pt;width:344.65pt;height:137.8pt;z-index:251622400;mso-wrap-distance-left:0;mso-wrap-distance-right:0" coordorigin="-210,278" coordsize="8879,3779">
            <o:lock v:ext="edit" text="t"/>
            <v:group id="_x0000_s1027" style="position:absolute;left:3715;top:2000;width:394;height:557;mso-wrap-distance-left:0;mso-wrap-distance-right:0" coordorigin="3715,2000" coordsize="394,557">
              <o:lock v:ext="edit" text="t"/>
              <v:line id="_x0000_s1028" style="position:absolute" from="3918,2000" to="3918,2215" strokeweight=".26mm">
                <v:stroke joinstyle="miter"/>
              </v:line>
              <v:line id="_x0000_s1029" style="position:absolute" from="3720,2228" to="4109,2228" strokeweight=".26mm">
                <v:stroke joinstyle="miter"/>
              </v:line>
              <v:line id="_x0000_s1030" style="position:absolute" from="3715,2342" to="4104,2342" strokeweight=".26mm">
                <v:stroke joinstyle="miter"/>
              </v:line>
              <v:line id="_x0000_s1031" style="position:absolute" from="3918,2354" to="3918,2557" strokeweight=".26mm">
                <v:stroke joinstyle="miter"/>
              </v:lin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4620;top:824;width:1529;height:3017;v-text-anchor:middle" strokeweight=".26mm">
              <v:fill color2="black"/>
              <v:textbox style="mso-next-textbox:#_x0000_s1032;mso-rotate-with-shape:t">
                <w:txbxContent>
                  <w:p w:rsidR="00F8270C" w:rsidRDefault="00F8270C" w:rsidP="00034C4A">
                    <w:pPr>
                      <w:jc w:val="center"/>
                    </w:pPr>
                  </w:p>
                  <w:p w:rsidR="00F8270C" w:rsidRDefault="00F8270C" w:rsidP="00034C4A">
                    <w:pPr>
                      <w:jc w:val="center"/>
                    </w:pPr>
                  </w:p>
                  <w:p w:rsidR="00F8270C" w:rsidRDefault="00F8270C" w:rsidP="00034C4A">
                    <w:pPr>
                      <w:jc w:val="center"/>
                    </w:pPr>
                  </w:p>
                  <w:p w:rsidR="00F8270C" w:rsidRDefault="00F8270C" w:rsidP="00034C4A">
                    <w:pPr>
                      <w:jc w:val="center"/>
                    </w:pPr>
                  </w:p>
                  <w:p w:rsidR="00F8270C" w:rsidRDefault="00F8270C" w:rsidP="00034C4A">
                    <w:pPr>
                      <w:jc w:val="center"/>
                    </w:pPr>
                  </w:p>
                  <w:p w:rsidR="00F8270C" w:rsidRDefault="00F8270C" w:rsidP="00034C4A">
                    <w:pPr>
                      <w:jc w:val="center"/>
                    </w:pPr>
                  </w:p>
                  <w:p w:rsidR="00F8270C" w:rsidRDefault="00F8270C" w:rsidP="00034C4A">
                    <w:pPr>
                      <w:jc w:val="center"/>
                    </w:pPr>
                    <w:r>
                      <w:t>АИН</w:t>
                    </w:r>
                  </w:p>
                </w:txbxContent>
              </v:textbox>
            </v:shape>
            <v:group id="_x0000_s1033" style="position:absolute;left:480;top:536;width:4127;height:3521;mso-wrap-distance-left:0;mso-wrap-distance-right:0" coordorigin="480,536" coordsize="4127,3521">
              <o:lock v:ext="edit" text="t"/>
              <v:rect id="_x0000_s1034" style="position:absolute;left:480;top:536;width:2675;height:3521;mso-wrap-style:none;v-text-anchor:middle" strokeweight=".26mm">
                <v:fill color2="black"/>
                <v:stroke dashstyle="dash"/>
              </v:rect>
              <v:group id="_x0000_s1035" style="position:absolute;left:714;top:1922;width:761;height:761;mso-wrap-distance-left:0;mso-wrap-distance-right:0" coordorigin="714,1922" coordsize="761,761">
                <o:lock v:ext="edit" text="t"/>
                <v:oval id="_x0000_s1036" style="position:absolute;left:714;top:1922;width:761;height:761;mso-wrap-style:none;v-text-anchor:middle" strokeweight=".26mm">
                  <v:fill color2="black"/>
                  <v:stroke joinstyle="miter"/>
                </v:oval>
                <v:line id="_x0000_s1037" style="position:absolute;flip:y" from="1092,1928" to="1092,2670" strokeweight=".26mm">
                  <v:stroke endarrow="block" joinstyle="miter"/>
                </v:line>
              </v:group>
              <v:line id="_x0000_s1038" style="position:absolute" from="1110,3596" to="4607,3596" strokeweight=".26mm">
                <v:stroke joinstyle="miter"/>
              </v:line>
              <v:line id="_x0000_s1039" style="position:absolute" from="1104,1112" to="4601,1112" strokeweight=".26mm">
                <v:stroke joinstyle="miter"/>
              </v:line>
              <v:rect id="_x0000_s1040" style="position:absolute;left:2388;top:998;width:563;height:203;mso-wrap-style:none;v-text-anchor:middle" strokeweight=".26mm">
                <v:fill color2="black"/>
              </v:rect>
              <v:group id="_x0000_s1041" style="position:absolute;left:1152;top:1028;width:1196;height:225;mso-wrap-distance-left:0;mso-wrap-distance-right:0" coordorigin="1152,1028" coordsize="1196,225">
                <o:lock v:ext="edit" text="t"/>
                <v:oval id="_x0000_s1042" style="position:absolute;left:1494;top:1032;width:179;height:179;mso-wrap-style:none;v-text-anchor:middle" strokeweight=".26mm">
                  <v:fill color2="black"/>
                  <v:stroke joinstyle="miter"/>
                </v:oval>
                <v:line id="_x0000_s1043" style="position:absolute" from="1152,1112" to="1484,1112" strokeweight=".26mm">
                  <v:stroke joinstyle="miter"/>
                </v:line>
                <v:oval id="_x0000_s1044" style="position:absolute;left:1661;top:1028;width:179;height:179;mso-wrap-style:none;v-text-anchor:middle" strokeweight=".26mm">
                  <v:fill color2="black"/>
                  <v:stroke joinstyle="miter"/>
                </v:oval>
                <v:oval id="_x0000_s1045" style="position:absolute;left:1841;top:1028;width:179;height:179;mso-wrap-style:none;v-text-anchor:middle" strokeweight=".26mm">
                  <v:fill color2="black"/>
                  <v:stroke joinstyle="miter"/>
                </v:oval>
                <v:rect id="_x0000_s1046" style="position:absolute;left:1467;top:1122;width:599;height:131;mso-wrap-style:none;v-text-anchor:middle" stroked="f">
                  <v:fill color2="black"/>
                  <v:stroke joinstyle="round"/>
                </v:rect>
                <v:line id="_x0000_s1047" style="position:absolute" from="2019,1110" to="2348,1110" strokeweight=".26mm">
                  <v:stroke joinstyle="miter"/>
                </v:line>
              </v:group>
              <v:line id="_x0000_s1048" style="position:absolute;flip:y" from="1092,1106" to="1092,3595" strokeweight=".26mm">
                <v:stroke joinstyle="miter"/>
              </v:line>
              <v:oval id="_x0000_s1049" style="position:absolute;left:3366;top:1082;width:65;height:65;mso-wrap-style:none;v-text-anchor:middle" strokeweight=".26mm">
                <v:fill color2="black"/>
                <v:stroke joinstyle="miter"/>
              </v:oval>
              <v:oval id="_x0000_s1050" style="position:absolute;left:3366;top:3566;width:65;height:65;mso-wrap-style:none;v-text-anchor:middle" strokeweight=".26mm">
                <v:fill color2="black"/>
                <v:stroke joinstyle="miter"/>
              </v:oval>
            </v:group>
            <v:line id="_x0000_s1051" style="position:absolute" from="-210,2288" to="479,2288" strokeweight=".26mm">
              <v:stroke endarrow="block" joinstyle="miter"/>
            </v:line>
            <v:line id="_x0000_s1052" style="position:absolute" from="5382,278" to="5382,817" strokeweight=".26mm">
              <v:stroke endarrow="block" joinstyle="miter"/>
            </v:line>
            <v:group id="_x0000_s1053" style="position:absolute;left:6144;top:1658;width:2321;height:1385;mso-wrap-distance-left:0;mso-wrap-distance-right:0" coordorigin="6144,1658" coordsize="2321,1385">
              <o:lock v:ext="edit" text="t"/>
              <v:oval id="_x0000_s1054" style="position:absolute;left:7080;top:1658;width:1385;height:1385;mso-wrap-style:none;v-text-anchor:middle" strokeweight=".26mm">
                <v:fill color2="black"/>
                <v:stroke joinstyle="miter"/>
              </v:oval>
              <v:oval id="_x0000_s1055" style="position:absolute;left:7422;top:2000;width:713;height:713;mso-wrap-style:none;v-text-anchor:middle" strokeweight=".26mm">
                <v:fill color2="black"/>
                <v:stroke joinstyle="miter"/>
              </v:oval>
              <v:line id="_x0000_s1056" style="position:absolute" from="6150,2378" to="7073,2378" strokeweight=".26mm">
                <v:stroke joinstyle="miter"/>
              </v:line>
              <v:line id="_x0000_s1057" style="position:absolute" from="6150,2690" to="7169,2690" strokeweight=".26mm">
                <v:stroke joinstyle="miter"/>
              </v:line>
              <v:line id="_x0000_s1058" style="position:absolute" from="6144,2000" to="7175,2000" strokeweight=".26mm">
                <v:stroke joinstyle="miter"/>
              </v:line>
            </v:group>
            <v:shape id="_x0000_s1059" type="#_x0000_t75" style="position:absolute;left:-114;top:1850;width:279;height:359;mso-wrap-style:none;v-text-anchor:middle">
              <v:fill type="frame"/>
              <v:stroke joinstyle="round"/>
              <v:imagedata r:id="rId10" o:title=""/>
            </v:shape>
            <v:shape id="_x0000_s1060" type="#_x0000_t75" style="position:absolute;left:5483;top:326;width:300;height:379;mso-wrap-style:none;v-text-anchor:middle">
              <v:fill type="frame"/>
              <v:stroke joinstyle="round"/>
              <v:imagedata r:id="rId11" o:title=""/>
            </v:shape>
            <v:shape id="_x0000_s1061" type="#_x0000_t75" style="position:absolute;left:8249;top:1298;width:420;height:319;mso-wrap-style:none;v-text-anchor:middle">
              <v:fill type="frame"/>
              <v:stroke joinstyle="round"/>
              <v:imagedata r:id="rId12" o:title=""/>
            </v:shape>
            <v:line id="_x0000_s1062" style="position:absolute;flip:y" from="3918,1106" to="3918,2107" strokeweight=".26mm">
              <v:stroke joinstyle="miter"/>
            </v:line>
            <v:line id="_x0000_s1063" style="position:absolute;flip:y" from="3924,2504" to="3924,3583" strokeweight=".26mm">
              <v:stroke joinstyle="miter"/>
            </v:line>
            <v:shape id="_x0000_s1064" type="#_x0000_t75" style="position:absolute;left:1589;top:1232;width:420;height:359;mso-wrap-style:none;v-text-anchor:middle">
              <v:fill type="frame"/>
              <v:stroke joinstyle="round"/>
              <v:imagedata r:id="rId13" o:title=""/>
            </v:shape>
            <v:shape id="_x0000_s1065" type="#_x0000_t75" style="position:absolute;left:2489;top:1298;width:420;height:359;mso-wrap-style:none;v-text-anchor:middle">
              <v:fill type="frame"/>
              <v:stroke joinstyle="round"/>
              <v:imagedata r:id="rId14" o:title=""/>
            </v:shape>
            <v:shape id="_x0000_s1066" type="#_x0000_t75" style="position:absolute;left:1517;top:2126;width:260;height:359;mso-wrap-style:none;v-text-anchor:middle">
              <v:fill type="frame"/>
              <v:stroke joinstyle="round"/>
              <v:imagedata r:id="rId15" o:title=""/>
            </v:shape>
            <v:shape id="_x0000_s1067" type="#_x0000_t75" style="position:absolute;left:4061;top:1688;width:200;height:359;mso-wrap-style:none;v-text-anchor:middle">
              <v:fill type="frame"/>
              <v:stroke joinstyle="round"/>
              <v:imagedata r:id="rId16" o:title=""/>
            </v:shape>
            <v:shape id="_x0000_s1068" type="#_x0000_t75" style="position:absolute;left:3479;top:602;width:200;height:359;mso-wrap-style:none;v-text-anchor:middle">
              <v:fill type="frame"/>
              <v:stroke joinstyle="round"/>
              <v:imagedata r:id="rId17" o:title=""/>
            </v:shape>
            <v:shape id="_x0000_s1069" type="#_x0000_t75" style="position:absolute;left:4205;top:584;width:220;height:359;mso-wrap-style:none;v-text-anchor:middle">
              <v:fill type="frame"/>
              <v:stroke joinstyle="round"/>
              <v:imagedata r:id="rId18" o:title=""/>
            </v:shape>
            <v:line id="_x0000_s1070" style="position:absolute" from="3360,956" to="3773,956" strokeweight=".26mm">
              <v:stroke endarrow="block" joinstyle="miter"/>
            </v:line>
            <v:line id="_x0000_s1071" style="position:absolute" from="4086,956" to="4452,956" strokeweight=".26mm">
              <v:stroke endarrow="block" joinstyle="miter"/>
            </v:line>
            <v:line id="_x0000_s1072" style="position:absolute" from="4014,1664" to="4014,2029" strokeweight=".26mm">
              <v:stroke endarrow="block" joinstyle="miter"/>
            </v:line>
          </v:group>
        </w:pic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34C4A" w:rsidRPr="00DE1156">
        <w:rPr>
          <w:sz w:val="28"/>
          <w:szCs w:val="28"/>
        </w:rPr>
        <w:lastRenderedPageBreak/>
        <w:t>Исходное дифференциальное уравнение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300pt;height:90.75pt" filled="t">
            <v:fill color2="black"/>
            <v:imagedata r:id="rId19" o:title=""/>
          </v:shape>
        </w:pict>
      </w:r>
      <w:r w:rsidR="00DE1156" w:rsidRPr="00DE1156">
        <w:rPr>
          <w:sz w:val="28"/>
          <w:szCs w:val="28"/>
        </w:rPr>
        <w:t xml:space="preserve"> </w:t>
      </w:r>
    </w:p>
    <w:p w:rsid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ab/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Запишем эти уравнения в операторной форме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pict>
          <v:shape id="_x0000_i1029" type="#_x0000_t75" style="width:114.75pt;height:43.5pt" filled="t">
            <v:fill color2="black"/>
            <v:imagedata r:id="rId20" o:title=""/>
          </v:shape>
        </w:pic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388.5pt;height:69pt" o:allowoverlap="f" filled="t">
            <v:fill color2="black"/>
            <v:imagedata r:id="rId21" o:title=""/>
          </v:shape>
        </w:pic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Структурная схема ПЧ на основе АИН.</w: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73" type="#_x0000_t75" style="position:absolute;left:0;text-align:left;margin-left:163.6pt;margin-top:12.6pt;width:56.25pt;height:23.65pt;z-index:251644928;mso-wrap-style:none;v-text-anchor:middle">
            <v:fill type="frame"/>
            <v:stroke joinstyle="round"/>
            <v:imagedata r:id="rId22" o:title=""/>
          </v:shape>
        </w:pic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74" type="#_x0000_t75" style="position:absolute;left:0;text-align:left;margin-left:355.2pt;margin-top:11.85pt;width:60.8pt;height:22.35pt;z-index:251649024;mso-wrap-style:none;v-text-anchor:middle">
            <v:fill type="frame"/>
            <v:stroke joinstyle="round"/>
            <v:imagedata r:id="rId23" o:title=""/>
          </v:shape>
        </w:pict>
      </w:r>
      <w:r>
        <w:rPr>
          <w:noProof/>
        </w:rPr>
        <w:pict>
          <v:shape id="_x0000_s1075" type="#_x0000_t75" style="position:absolute;left:0;text-align:left;margin-left:261.65pt;margin-top:11.45pt;width:60.85pt;height:23.65pt;z-index:251648000;mso-wrap-style:none;v-text-anchor:middle">
            <v:fill type="frame"/>
            <v:stroke joinstyle="round"/>
            <v:imagedata r:id="rId24" o:title=""/>
          </v:shape>
        </w:pic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76" type="#_x0000_t202" style="position:absolute;left:0;text-align:left;margin-left:325.55pt;margin-top:13.45pt;width:21.85pt;height:23.3pt;z-index:251631616;v-text-anchor:middle" strokeweight=".26mm">
            <v:fill color2="black"/>
            <v:textbox style="mso-next-textbox:#_x0000_s1076;mso-rotate-with-shape:t" inset="0,0,0,0">
              <w:txbxContent>
                <w:p w:rsidR="00F8270C" w:rsidRPr="00C72DC3" w:rsidRDefault="00F8270C" w:rsidP="00034C4A">
                  <w:pPr>
                    <w:rPr>
                      <w:vertAlign w:val="subscript"/>
                    </w:rPr>
                  </w:pPr>
                  <w:r>
                    <w:rPr>
                      <w:lang w:val="en-US"/>
                    </w:rPr>
                    <w:t xml:space="preserve"> K</w:t>
                  </w:r>
                  <w:r>
                    <w:rPr>
                      <w:vertAlign w:val="subscript"/>
                    </w:rPr>
                    <w:t>пи</w:t>
                  </w:r>
                </w:p>
                <w:p w:rsidR="00F8270C" w:rsidRDefault="00F8270C" w:rsidP="00034C4A"/>
              </w:txbxContent>
            </v:textbox>
          </v:shape>
        </w:pict>
      </w:r>
      <w:r>
        <w:rPr>
          <w:noProof/>
        </w:rPr>
        <w:pict>
          <v:group id="_x0000_s1077" style="position:absolute;left:0;text-align:left;margin-left:150.45pt;margin-top:14.25pt;width:25.9pt;height:22.5pt;z-index:251627520;mso-wrap-distance-left:0;mso-wrap-distance-right:0" coordorigin="3006,696" coordsize="341,341">
            <o:lock v:ext="edit" text="t"/>
            <v:oval id="_x0000_s1078" style="position:absolute;left:3006;top:696;width:341;height:341;mso-wrap-style:none;v-text-anchor:middle" strokeweight=".26mm">
              <v:fill color2="black"/>
              <v:stroke joinstyle="miter"/>
            </v:oval>
            <v:line id="_x0000_s1079" style="position:absolute" from="3060,750" to="3287,977" strokeweight=".26mm">
              <v:stroke joinstyle="miter"/>
            </v:line>
            <v:line id="_x0000_s1080" style="position:absolute;flip:x" from="3048,738" to="3293,983" strokeweight=".26mm">
              <v:stroke joinstyle="miter"/>
            </v:line>
          </v:group>
        </w:pict>
      </w:r>
      <w:r>
        <w:rPr>
          <w:noProof/>
        </w:rPr>
        <w:pict>
          <v:shape id="_x0000_s1081" type="#_x0000_t75" style="position:absolute;left:0;text-align:left;margin-left:73.2pt;margin-top:7.8pt;width:49.95pt;height:36.55pt;z-index:251626496;mso-wrap-style:none;v-text-anchor:middle">
            <v:fill type="frame"/>
            <v:stroke joinstyle="round"/>
            <v:imagedata r:id="rId25" o:title=""/>
          </v:shape>
        </w:pict>
      </w:r>
      <w:r>
        <w:rPr>
          <w:noProof/>
        </w:rPr>
        <w:pict>
          <v:shape id="_x0000_s1082" type="#_x0000_t202" style="position:absolute;left:0;text-align:left;margin-left:18.6pt;margin-top:0;width:54.2pt;height:20.5pt;z-index:251623424;v-text-anchor:middle" filled="f" stroked="f">
            <v:stroke joinstyle="round"/>
            <v:textbox style="mso-next-textbox:#_x0000_s1082;mso-rotate-with-shape:t" inset="0,0,0,0">
              <w:txbxContent>
                <w:p w:rsidR="00F8270C" w:rsidRDefault="00F8270C" w:rsidP="00034C4A">
                  <w:r>
                    <w:t>Δ</w:t>
                  </w:r>
                  <w:r>
                    <w:rPr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u</w:t>
                  </w:r>
                  <w:r>
                    <w:t>(</w:t>
                  </w:r>
                  <w:r>
                    <w:rPr>
                      <w:lang w:val="en-US"/>
                    </w:rPr>
                    <w:t>p</w:t>
                  </w:r>
                  <w: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83" style="position:absolute;left:0;text-align:left;margin-left:73.2pt;margin-top:8.65pt;width:49.4pt;height:35.7pt;z-index:251620352"/>
        </w:pic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84" style="position:absolute;left:0;text-align:left;z-index:251641856" from="347.5pt,9.6pt" to="388.55pt,9.6pt" strokeweight=".18mm">
            <v:stroke endarrow="block" joinstyle="miter"/>
          </v:line>
        </w:pict>
      </w:r>
      <w:r>
        <w:rPr>
          <w:noProof/>
        </w:rPr>
        <w:pict>
          <v:group id="_x0000_s1085" style="position:absolute;left:0;text-align:left;margin-left:156.8pt;margin-top:11.2pt;width:13.15pt;height:8.25pt;z-index:251640832;mso-wrap-distance-left:0;mso-wrap-distance-right:0" coordorigin="3090,894" coordsize="173,125">
            <o:lock v:ext="edit" text="t"/>
            <v:line id="_x0000_s1086" style="position:absolute;flip:y" from="3090,894" to="3203,1007" strokeweight="1.59mm">
              <v:stroke joinstyle="miter"/>
            </v:line>
            <v:line id="_x0000_s1087" style="position:absolute;flip:x" from="3150,948" to="3263,1019" strokeweight="1.59mm">
              <v:stroke joinstyle="miter"/>
            </v:line>
          </v:group>
        </w:pict>
      </w:r>
      <w:r>
        <w:rPr>
          <w:noProof/>
        </w:rPr>
        <w:pict>
          <v:line id="_x0000_s1088" style="position:absolute;left:0;text-align:left;z-index:251638784" from="222.5pt,9.3pt" to="325.55pt,9.3pt" strokeweight=".18mm">
            <v:stroke joinstyle="miter"/>
          </v:line>
        </w:pict>
      </w:r>
      <w:r>
        <w:rPr>
          <w:noProof/>
        </w:rPr>
        <w:pict>
          <v:line id="_x0000_s1089" style="position:absolute;left:0;text-align:left;z-index:251635712" from="176.45pt,8.85pt" to="211.5pt,8.85pt" strokeweight=".18mm">
            <v:stroke endarrow="block" joinstyle="miter"/>
          </v:line>
        </w:pict>
      </w:r>
      <w:r>
        <w:rPr>
          <w:noProof/>
        </w:rPr>
        <w:pict>
          <v:line id="_x0000_s1090" style="position:absolute;left:0;text-align:left;z-index:251634688" from="122.6pt,8.85pt" to="149.9pt,8.85pt" strokeweight=".18mm">
            <v:stroke endarrow="block" joinstyle="miter"/>
          </v:line>
        </w:pict>
      </w:r>
      <w:r>
        <w:rPr>
          <w:noProof/>
        </w:rPr>
        <w:pict>
          <v:line id="_x0000_s1091" style="position:absolute;left:0;text-align:left;z-index:251633664" from="38.45pt,8.85pt" to="72.6pt,8.85pt" strokeweight=".18mm">
            <v:stroke endarrow="block" joinstyle="miter"/>
          </v:line>
        </w:pict>
      </w:r>
      <w:r>
        <w:rPr>
          <w:noProof/>
        </w:rPr>
        <w:pict>
          <v:shape id="_x0000_s1092" type="#_x0000_t202" style="position:absolute;left:0;text-align:left;margin-left:211.1pt;margin-top:.95pt;width:12.25pt;height:16.1pt;z-index:251629568;v-text-anchor:middle" strokeweight=".26mm">
            <v:fill color2="black"/>
            <v:textbox style="mso-next-textbox:#_x0000_s1092;mso-rotate-with-shape:t" inset="0,0,0,0">
              <w:txbxContent>
                <w:p w:rsidR="00F8270C" w:rsidRDefault="00F8270C" w:rsidP="00034C4A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93" style="position:absolute;left:0;text-align:left;z-index:251625472" from="261.3pt,8.85pt" to="261.3pt,81.5pt" strokeweight=".18mm">
            <v:stroke endarrow="block" joinstyle="miter"/>
          </v:line>
        </w:pic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94" style="position:absolute;left:0;text-align:left;flip:y;z-index:251636736" from="162.75pt,5.45pt" to="162.75pt,57.1pt" strokeweight=".18mm">
            <v:stroke endarrow="block" joinstyle="miter"/>
          </v:line>
        </w:pic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95" type="#_x0000_t202" style="position:absolute;left:0;text-align:left;margin-left:249.4pt;margin-top:1.55pt;width:21.85pt;height:16.95pt;z-index:251639808;v-text-anchor:middle" strokeweight=".26mm">
            <v:fill color2="black"/>
            <v:textbox style="mso-next-textbox:#_x0000_s1095;mso-rotate-with-shape:t" inset="0,0,0,0">
              <w:txbxContent>
                <w:p w:rsidR="00F8270C" w:rsidRDefault="00F8270C" w:rsidP="00034C4A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cp</w:t>
                  </w:r>
                </w:p>
              </w:txbxContent>
            </v:textbox>
          </v:shape>
        </w:pic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96" type="#_x0000_t75" style="position:absolute;left:0;text-align:left;margin-left:234.45pt;margin-top:3.05pt;width:27.35pt;height:23.65pt;z-index:251624448;mso-wrap-style:none;v-text-anchor:middle">
            <v:fill type="frame"/>
            <v:stroke joinstyle="round"/>
            <v:imagedata r:id="rId26" o:title=""/>
          </v:shape>
        </w:pic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97" type="#_x0000_t202" style="position:absolute;left:0;text-align:left;margin-left:126.65pt;margin-top:8.8pt;width:66.65pt;height:37.5pt;z-index:251630592;v-text-anchor:middle" strokeweight=".26mm">
            <v:fill color2="black"/>
            <v:textbox style="mso-next-textbox:#_x0000_s1097;mso-rotate-with-shape:t" inset="0,0,0,0">
              <w:txbxContent>
                <w:p w:rsidR="00F8270C" w:rsidRDefault="00E23C33" w:rsidP="00034C4A">
                  <w:pPr>
                    <w:rPr>
                      <w:lang w:val="en-US"/>
                    </w:rPr>
                  </w:pPr>
                  <w:r>
                    <w:rPr>
                      <w:position w:val="-30"/>
                    </w:rPr>
                    <w:pict>
                      <v:shape id="_x0000_i1032" type="#_x0000_t75" style="width:63pt;height:33.75pt">
                        <v:imagedata r:id="rId27" o:title="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>
          <v:shape id="_x0000_s1098" type="#_x0000_t75" style="position:absolute;left:0;text-align:left;margin-left:348.8pt;margin-top:2.95pt;width:25.85pt;height:22.35pt;z-index:251650048;mso-wrap-style:none;v-text-anchor:middle">
            <v:fill type="frame"/>
            <v:stroke joinstyle="round"/>
            <v:imagedata r:id="rId28" o:title=""/>
          </v:shape>
        </w:pict>
      </w:r>
      <w:r>
        <w:rPr>
          <w:noProof/>
        </w:rPr>
        <w:pict>
          <v:shape id="_x0000_s1099" type="#_x0000_t75" style="position:absolute;left:0;text-align:left;margin-left:283.55pt;margin-top:2.95pt;width:27.4pt;height:23.65pt;z-index:251646976;mso-wrap-style:none;v-text-anchor:middle">
            <v:fill type="frame"/>
            <v:stroke joinstyle="round"/>
            <v:imagedata r:id="rId29" o:title=""/>
          </v:shape>
        </w:pic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00" type="#_x0000_t75" style="position:absolute;left:0;text-align:left;margin-left:205.1pt;margin-top:14.2pt;width:27.35pt;height:23.65pt;z-index:251645952;mso-wrap-style:none;v-text-anchor:middle">
            <v:fill type="frame"/>
            <v:stroke joinstyle="round"/>
            <v:imagedata r:id="rId30" o:title=""/>
          </v:shape>
        </w:pict>
      </w:r>
      <w:r>
        <w:rPr>
          <w:noProof/>
        </w:rPr>
        <w:pict>
          <v:line id="_x0000_s1101" style="position:absolute;left:0;text-align:left;flip:x;z-index:251643904" from="333.35pt,13.35pt" to="371.6pt,13.35pt" strokeweight=".18mm">
            <v:stroke endarrow="block" joinstyle="miter"/>
          </v:line>
        </w:pict>
      </w:r>
      <w:r>
        <w:rPr>
          <w:noProof/>
        </w:rPr>
        <w:pict>
          <v:line id="_x0000_s1102" style="position:absolute;left:0;text-align:left;flip:x;z-index:251642880" from="274.05pt,12.95pt" to="312.3pt,12.95pt" strokeweight=".18mm">
            <v:stroke endarrow="block" joinstyle="miter"/>
          </v:line>
        </w:pict>
      </w:r>
      <w:r>
        <w:rPr>
          <w:noProof/>
        </w:rPr>
        <w:pict>
          <v:line id="_x0000_s1103" style="position:absolute;left:0;text-align:left;flip:x;z-index:251637760" from="193.3pt,13.35pt" to="246.6pt,13.35pt" strokeweight=".18mm">
            <v:stroke endarrow="block" joinstyle="miter"/>
          </v:line>
        </w:pict>
      </w:r>
      <w:r>
        <w:rPr>
          <w:noProof/>
        </w:rPr>
        <w:pict>
          <v:shape id="_x0000_s1104" type="#_x0000_t202" style="position:absolute;left:0;text-align:left;margin-left:312.35pt;margin-top:3.05pt;width:21.4pt;height:20.5pt;z-index:251632640;v-text-anchor:middle" strokeweight=".26mm">
            <v:fill color2="black"/>
            <v:textbox style="mso-next-textbox:#_x0000_s1104;mso-rotate-with-shape:t" inset="0,0,0,0">
              <w:txbxContent>
                <w:p w:rsidR="00F8270C" w:rsidRPr="00C72DC3" w:rsidRDefault="00F8270C" w:rsidP="00034C4A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K</w:t>
                  </w:r>
                  <w:r>
                    <w:rPr>
                      <w:vertAlign w:val="subscript"/>
                      <w:lang w:val="en-US"/>
                    </w:rPr>
                    <w:t>pi</w:t>
                  </w:r>
                </w:p>
                <w:p w:rsidR="00F8270C" w:rsidRDefault="00F8270C" w:rsidP="00034C4A"/>
                <w:p w:rsidR="00F8270C" w:rsidRDefault="00F8270C" w:rsidP="00034C4A"/>
                <w:p w:rsidR="00F8270C" w:rsidRDefault="00F8270C" w:rsidP="00034C4A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 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105" style="position:absolute;left:0;text-align:left;margin-left:247.15pt;margin-top:1.85pt;width:25.9pt;height:22.5pt;z-index:251628544;mso-wrap-distance-left:0;mso-wrap-distance-right:0" coordorigin="4278,1974" coordsize="341,341">
            <o:lock v:ext="edit" text="t"/>
            <v:oval id="_x0000_s1106" style="position:absolute;left:4278;top:1974;width:341;height:341;mso-wrap-style:none;v-text-anchor:middle" strokeweight=".26mm">
              <v:fill color2="black"/>
              <v:stroke joinstyle="miter"/>
            </v:oval>
            <v:line id="_x0000_s1107" style="position:absolute" from="4332,2028" to="4559,2255" strokeweight=".26mm">
              <v:stroke joinstyle="miter"/>
            </v:line>
            <v:line id="_x0000_s1108" style="position:absolute;flip:x" from="4320,2017" to="4565,2262" strokeweight=".26mm">
              <v:stroke joinstyle="miter"/>
            </v:line>
          </v:group>
        </w:pic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34C4A" w:rsidRPr="00DE1156">
        <w:rPr>
          <w:sz w:val="28"/>
          <w:szCs w:val="28"/>
        </w:rPr>
        <w:lastRenderedPageBreak/>
        <w:t>2.2 Математическое описание асинхронного двигателя при управлении частотой и напряжением статора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641FC7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При исследовании переходных процессов в трехфазных асинхронных электродвигателях целесообразно принять следующие допущения, позволяющие в доступной математической форме выразить соотношения основных параметров и координат электродвигателя:</w:t>
      </w:r>
    </w:p>
    <w:p w:rsidR="00641FC7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1) намагничивающие силы обмоток двигателя распределены синусоидально вдоль окружности воздушного зазора;</w:t>
      </w:r>
    </w:p>
    <w:p w:rsidR="00641FC7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2) потери встали статора и ротора отсутствуют;</w:t>
      </w:r>
    </w:p>
    <w:p w:rsidR="00641FC7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3) обмотки статора и ротора строго симметричны со сдвигом осей обмоток на 120°;</w:t>
      </w:r>
    </w:p>
    <w:p w:rsid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4) насыщение магнитной цепи отсутствует.</w:t>
      </w:r>
    </w:p>
    <w:p w:rsidR="00034C4A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Уравнения равновесия напряжений для обмоток трех фаз статора имеют вид</w:t>
      </w:r>
    </w:p>
    <w:p w:rsidR="00641FC7" w:rsidRPr="00DE1156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33" type="#_x0000_t75" style="width:267pt;height:129pt" filled="t">
            <v:fill color2="black"/>
            <v:imagedata r:id="rId31" o:title=""/>
          </v:shape>
        </w:pict>
      </w:r>
      <w:r w:rsidR="00DE1156" w:rsidRPr="00DE1156">
        <w:rPr>
          <w:sz w:val="28"/>
          <w:szCs w:val="28"/>
        </w:rPr>
        <w:t xml:space="preserve"> </w:t>
      </w:r>
      <w:r w:rsidR="00034C4A" w:rsidRPr="00DE1156">
        <w:rPr>
          <w:sz w:val="28"/>
          <w:szCs w:val="28"/>
        </w:rPr>
        <w:t>(1)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Соответственно для обмоток трех фаз ротора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34" type="#_x0000_t75" style="width:208.5pt;height:116.25pt" filled="t">
            <v:fill color2="black"/>
            <v:imagedata r:id="rId32" o:title=""/>
          </v:shape>
        </w:pic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(2)</w:t>
      </w:r>
    </w:p>
    <w:p w:rsidR="00641FC7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lastRenderedPageBreak/>
        <w:t xml:space="preserve">Где </w:t>
      </w:r>
      <w:r w:rsidR="00E23C33">
        <w:rPr>
          <w:sz w:val="28"/>
        </w:rPr>
        <w:pict>
          <v:shape id="_x0000_i1035" type="#_x0000_t75" style="width:135pt;height:18pt" filled="t">
            <v:fill color2="black"/>
            <v:imagedata r:id="rId33" o:title=""/>
          </v:shape>
        </w:pict>
      </w:r>
      <w:r w:rsidRPr="00DE1156">
        <w:rPr>
          <w:sz w:val="28"/>
          <w:szCs w:val="28"/>
        </w:rPr>
        <w:t>— мгновенные значения фазных напряжений статора и ротора;</w:t>
      </w:r>
    </w:p>
    <w:p w:rsidR="00641FC7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36" type="#_x0000_t75" style="width:159pt;height:24pt" filled="t">
            <v:fill color2="black"/>
            <v:imagedata r:id="rId34" o:title=""/>
          </v:shape>
        </w:pict>
      </w:r>
      <w:r w:rsidR="00034C4A" w:rsidRPr="00DE1156">
        <w:rPr>
          <w:sz w:val="28"/>
          <w:szCs w:val="28"/>
        </w:rPr>
        <w:t>— мгновенные значения фазных токов статора и ротора;</w:t>
      </w:r>
    </w:p>
    <w:p w:rsidR="00641FC7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37" type="#_x0000_t75" style="width:183pt;height:18.75pt" filled="t">
            <v:fill color2="black"/>
            <v:imagedata r:id="rId35" o:title=""/>
          </v:shape>
        </w:pict>
      </w:r>
      <w:r w:rsidR="00034C4A" w:rsidRPr="00DE1156">
        <w:rPr>
          <w:sz w:val="28"/>
          <w:szCs w:val="28"/>
        </w:rPr>
        <w:t xml:space="preserve"> - полные </w:t>
      </w:r>
      <w:r w:rsidR="00641FC7">
        <w:rPr>
          <w:sz w:val="28"/>
          <w:szCs w:val="28"/>
        </w:rPr>
        <w:t>потокосцепления фазных обмоток;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  <w:lang w:val="en-US"/>
        </w:rPr>
        <w:t>R</w:t>
      </w:r>
      <w:r w:rsidRPr="00DE1156">
        <w:rPr>
          <w:sz w:val="28"/>
          <w:szCs w:val="28"/>
          <w:vertAlign w:val="subscript"/>
        </w:rPr>
        <w:t>1</w:t>
      </w:r>
      <w:r w:rsidRPr="00DE1156">
        <w:rPr>
          <w:sz w:val="28"/>
          <w:szCs w:val="28"/>
        </w:rPr>
        <w:t xml:space="preserve">, </w:t>
      </w:r>
      <w:r w:rsidRPr="00DE1156">
        <w:rPr>
          <w:sz w:val="28"/>
          <w:szCs w:val="28"/>
          <w:lang w:val="en-US"/>
        </w:rPr>
        <w:t>R</w:t>
      </w:r>
      <w:r w:rsidRPr="00DE1156">
        <w:rPr>
          <w:sz w:val="28"/>
          <w:szCs w:val="28"/>
          <w:vertAlign w:val="subscript"/>
        </w:rPr>
        <w:t>2</w:t>
      </w:r>
      <w:r w:rsidRPr="00DE1156">
        <w:rPr>
          <w:sz w:val="28"/>
          <w:szCs w:val="28"/>
        </w:rPr>
        <w:t xml:space="preserve"> — активные сопротивления обмоток статора и ротора.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 xml:space="preserve">Асинхронный электродвигатель представляет собой систему магнитно-связанных обмоток, расположенных на статоре и роторе. При вращении ротора взаимное положение обмоток статора и ротора непрерывно изменяется, соответственно изменяется и взаимная индуктивность между ними. С учетом принятых допущений можно считать, что взаимная индуктивность пропорциональна косинусу текущего угла между осями обмоток ротора и статора. 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 xml:space="preserve">При математическом описании трехфазных асинхронных двигателей удобно оперировать не мгновенным значениями координат, а их результирующими векторами. Если, например, мгновенные значения токов равны </w:t>
      </w:r>
      <w:r w:rsidRPr="00DE1156">
        <w:rPr>
          <w:sz w:val="28"/>
          <w:szCs w:val="28"/>
          <w:lang w:val="en-US"/>
        </w:rPr>
        <w:t>i</w:t>
      </w:r>
      <w:r w:rsidRPr="00DE1156">
        <w:rPr>
          <w:sz w:val="28"/>
          <w:szCs w:val="28"/>
          <w:vertAlign w:val="subscript"/>
          <w:lang w:val="en-US"/>
        </w:rPr>
        <w:t>a</w:t>
      </w:r>
      <w:r w:rsidRPr="00DE1156">
        <w:rPr>
          <w:sz w:val="28"/>
          <w:szCs w:val="28"/>
        </w:rPr>
        <w:t xml:space="preserve">, </w:t>
      </w:r>
      <w:r w:rsidRPr="00DE1156">
        <w:rPr>
          <w:sz w:val="28"/>
          <w:szCs w:val="28"/>
          <w:lang w:val="en-US"/>
        </w:rPr>
        <w:t>i</w:t>
      </w:r>
      <w:r w:rsidRPr="00DE1156">
        <w:rPr>
          <w:sz w:val="28"/>
          <w:szCs w:val="28"/>
          <w:vertAlign w:val="subscript"/>
          <w:lang w:val="en-US"/>
        </w:rPr>
        <w:t>b</w:t>
      </w:r>
      <w:r w:rsidRPr="00DE1156">
        <w:rPr>
          <w:sz w:val="28"/>
          <w:szCs w:val="28"/>
        </w:rPr>
        <w:t xml:space="preserve">, </w:t>
      </w:r>
      <w:r w:rsidRPr="00DE1156">
        <w:rPr>
          <w:sz w:val="28"/>
          <w:szCs w:val="28"/>
          <w:lang w:val="en-US"/>
        </w:rPr>
        <w:t>i</w:t>
      </w:r>
      <w:r w:rsidRPr="00DE1156">
        <w:rPr>
          <w:sz w:val="28"/>
          <w:szCs w:val="28"/>
          <w:vertAlign w:val="subscript"/>
          <w:lang w:val="en-US"/>
        </w:rPr>
        <w:t>c</w:t>
      </w:r>
      <w:r w:rsidRPr="00DE1156">
        <w:rPr>
          <w:sz w:val="28"/>
          <w:szCs w:val="28"/>
        </w:rPr>
        <w:t>, то результирующий вектор тока определяется уравнением: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lang w:val="en-US"/>
        </w:rPr>
        <w:pict>
          <v:shape id="_x0000_i1038" type="#_x0000_t75" style="width:265.5pt;height:42pt" filled="t">
            <v:fill color2="black"/>
            <v:imagedata r:id="rId36" o:title=""/>
          </v:shape>
        </w:pict>
      </w:r>
      <w:r w:rsidR="00034C4A" w:rsidRPr="00DE1156">
        <w:rPr>
          <w:sz w:val="28"/>
          <w:szCs w:val="28"/>
          <w:lang w:val="en-US"/>
        </w:rPr>
        <w:t>,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641FC7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Где</w:t>
      </w:r>
      <w:r w:rsidRPr="00641FC7">
        <w:rPr>
          <w:sz w:val="28"/>
          <w:szCs w:val="28"/>
        </w:rPr>
        <w:t xml:space="preserve"> </w:t>
      </w:r>
      <w:r w:rsidRPr="00DE1156">
        <w:rPr>
          <w:sz w:val="28"/>
          <w:szCs w:val="28"/>
          <w:lang w:val="en-US"/>
        </w:rPr>
        <w:t>a</w:t>
      </w:r>
      <w:r w:rsidRPr="00641FC7">
        <w:rPr>
          <w:sz w:val="28"/>
          <w:szCs w:val="28"/>
          <w:vertAlign w:val="superscript"/>
        </w:rPr>
        <w:t>0</w:t>
      </w:r>
      <w:r w:rsidRPr="00641FC7">
        <w:rPr>
          <w:sz w:val="28"/>
          <w:szCs w:val="28"/>
        </w:rPr>
        <w:t>=</w:t>
      </w:r>
      <w:r w:rsidRPr="00DE1156">
        <w:rPr>
          <w:sz w:val="28"/>
          <w:szCs w:val="28"/>
          <w:lang w:val="en-US"/>
        </w:rPr>
        <w:t>e</w:t>
      </w:r>
      <w:r w:rsidRPr="00DE1156">
        <w:rPr>
          <w:sz w:val="28"/>
          <w:szCs w:val="28"/>
          <w:vertAlign w:val="superscript"/>
          <w:lang w:val="en-US"/>
        </w:rPr>
        <w:t>j</w:t>
      </w:r>
      <w:r w:rsidRPr="00641FC7">
        <w:rPr>
          <w:sz w:val="28"/>
          <w:szCs w:val="28"/>
          <w:vertAlign w:val="superscript"/>
        </w:rPr>
        <w:t>0</w:t>
      </w:r>
      <w:r w:rsidRPr="00641FC7">
        <w:rPr>
          <w:sz w:val="28"/>
          <w:szCs w:val="28"/>
        </w:rPr>
        <w:t xml:space="preserve">=1; </w:t>
      </w:r>
      <w:r w:rsidRPr="00DE1156">
        <w:rPr>
          <w:sz w:val="28"/>
          <w:szCs w:val="28"/>
          <w:lang w:val="en-US"/>
        </w:rPr>
        <w:t>a</w:t>
      </w:r>
      <w:r w:rsidRPr="00641FC7">
        <w:rPr>
          <w:sz w:val="28"/>
          <w:szCs w:val="28"/>
        </w:rPr>
        <w:t>=</w:t>
      </w:r>
      <w:r w:rsidRPr="00DE1156">
        <w:rPr>
          <w:sz w:val="28"/>
          <w:szCs w:val="28"/>
          <w:lang w:val="en-US"/>
        </w:rPr>
        <w:t>e</w:t>
      </w:r>
      <w:r w:rsidRPr="00DE1156">
        <w:rPr>
          <w:sz w:val="28"/>
          <w:szCs w:val="28"/>
          <w:vertAlign w:val="superscript"/>
          <w:lang w:val="en-US"/>
        </w:rPr>
        <w:t>j</w:t>
      </w:r>
      <w:r w:rsidRPr="00641FC7">
        <w:rPr>
          <w:sz w:val="28"/>
          <w:szCs w:val="28"/>
          <w:vertAlign w:val="superscript"/>
        </w:rPr>
        <w:t>2</w:t>
      </w:r>
      <w:r w:rsidRPr="00DE1156">
        <w:rPr>
          <w:sz w:val="28"/>
          <w:szCs w:val="28"/>
          <w:vertAlign w:val="superscript"/>
          <w:lang w:val="en-US"/>
        </w:rPr>
        <w:t>π</w:t>
      </w:r>
      <w:r w:rsidRPr="00641FC7">
        <w:rPr>
          <w:sz w:val="28"/>
          <w:szCs w:val="28"/>
          <w:vertAlign w:val="superscript"/>
        </w:rPr>
        <w:t>/3</w:t>
      </w:r>
      <w:r w:rsidRPr="00641FC7">
        <w:rPr>
          <w:sz w:val="28"/>
          <w:szCs w:val="28"/>
        </w:rPr>
        <w:t xml:space="preserve">; </w:t>
      </w:r>
      <w:r w:rsidRPr="00DE1156">
        <w:rPr>
          <w:sz w:val="28"/>
          <w:szCs w:val="28"/>
          <w:lang w:val="en-US"/>
        </w:rPr>
        <w:t>a</w:t>
      </w:r>
      <w:r w:rsidRPr="00641FC7">
        <w:rPr>
          <w:sz w:val="28"/>
          <w:szCs w:val="28"/>
          <w:vertAlign w:val="superscript"/>
        </w:rPr>
        <w:t>2</w:t>
      </w:r>
      <w:r w:rsidRPr="00641FC7">
        <w:rPr>
          <w:sz w:val="28"/>
          <w:szCs w:val="28"/>
        </w:rPr>
        <w:t xml:space="preserve">= </w:t>
      </w:r>
      <w:r w:rsidRPr="00DE1156">
        <w:rPr>
          <w:sz w:val="28"/>
          <w:szCs w:val="28"/>
          <w:lang w:val="en-US"/>
        </w:rPr>
        <w:t>e</w:t>
      </w:r>
      <w:r w:rsidRPr="00DE1156">
        <w:rPr>
          <w:sz w:val="28"/>
          <w:szCs w:val="28"/>
          <w:vertAlign w:val="superscript"/>
          <w:lang w:val="en-US"/>
        </w:rPr>
        <w:t>j</w:t>
      </w:r>
      <w:r w:rsidRPr="00641FC7">
        <w:rPr>
          <w:sz w:val="28"/>
          <w:szCs w:val="28"/>
          <w:vertAlign w:val="superscript"/>
        </w:rPr>
        <w:t>4</w:t>
      </w:r>
      <w:r w:rsidRPr="00DE1156">
        <w:rPr>
          <w:sz w:val="28"/>
          <w:szCs w:val="28"/>
          <w:vertAlign w:val="superscript"/>
          <w:lang w:val="en-US"/>
        </w:rPr>
        <w:t>π</w:t>
      </w:r>
      <w:r w:rsidRPr="00641FC7">
        <w:rPr>
          <w:sz w:val="28"/>
          <w:szCs w:val="28"/>
          <w:vertAlign w:val="superscript"/>
        </w:rPr>
        <w:t>/3</w:t>
      </w:r>
      <w:r w:rsidRPr="00641FC7">
        <w:rPr>
          <w:sz w:val="28"/>
          <w:szCs w:val="28"/>
        </w:rPr>
        <w:t>.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Аналогично определяются результирующие векторы напряжения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39" type="#_x0000_t75" style="width:132pt;height:33.75pt" filled="t">
            <v:fill color2="black"/>
            <v:imagedata r:id="rId37" o:title=""/>
          </v:shape>
        </w:pict>
      </w:r>
    </w:p>
    <w:p w:rsidR="00034C4A" w:rsidRPr="00DE1156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34C4A" w:rsidRPr="00DE1156">
        <w:rPr>
          <w:sz w:val="28"/>
          <w:szCs w:val="28"/>
        </w:rPr>
        <w:lastRenderedPageBreak/>
        <w:t>и потокосцепления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40" type="#_x0000_t75" style="width:187.5pt;height:41.25pt" filled="t">
            <v:fill color2="black"/>
            <v:imagedata r:id="rId38" o:title=""/>
          </v:shape>
        </w:pic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Используя выражения результирующих векторов,</w:t>
      </w:r>
      <w:r w:rsidR="00DE1156" w:rsidRPr="00DE1156">
        <w:rPr>
          <w:sz w:val="28"/>
          <w:szCs w:val="28"/>
        </w:rPr>
        <w:t xml:space="preserve"> </w:t>
      </w:r>
      <w:r w:rsidRPr="00DE1156">
        <w:rPr>
          <w:sz w:val="28"/>
          <w:szCs w:val="28"/>
        </w:rPr>
        <w:t>уравнения (1) можно записать в виде одного дифференциального уравнения в векторной форме. Для этого первое уравнение из (1) умножается на 2/3</w:t>
      </w:r>
      <w:r w:rsidRPr="00DE1156">
        <w:rPr>
          <w:sz w:val="28"/>
          <w:szCs w:val="28"/>
          <w:lang w:val="en-US"/>
        </w:rPr>
        <w:t>a</w:t>
      </w:r>
      <w:r w:rsidRPr="00DE1156">
        <w:rPr>
          <w:sz w:val="28"/>
          <w:szCs w:val="28"/>
          <w:vertAlign w:val="superscript"/>
        </w:rPr>
        <w:t>0</w:t>
      </w:r>
      <w:r w:rsidRPr="00DE1156">
        <w:rPr>
          <w:sz w:val="28"/>
          <w:szCs w:val="28"/>
        </w:rPr>
        <w:t>, второе на 2/3</w:t>
      </w:r>
      <w:r w:rsidRPr="00DE1156">
        <w:rPr>
          <w:sz w:val="28"/>
          <w:szCs w:val="28"/>
          <w:lang w:val="en-US"/>
        </w:rPr>
        <w:t>a</w:t>
      </w:r>
      <w:r w:rsidRPr="00DE1156">
        <w:rPr>
          <w:sz w:val="28"/>
          <w:szCs w:val="28"/>
        </w:rPr>
        <w:t>, третье на 2/3</w:t>
      </w:r>
      <w:r w:rsidRPr="00DE1156">
        <w:rPr>
          <w:sz w:val="28"/>
          <w:szCs w:val="28"/>
          <w:lang w:val="en-US"/>
        </w:rPr>
        <w:t>a</w:t>
      </w:r>
      <w:r w:rsidRPr="00DE1156">
        <w:rPr>
          <w:sz w:val="28"/>
          <w:szCs w:val="28"/>
          <w:vertAlign w:val="superscript"/>
        </w:rPr>
        <w:t>2</w:t>
      </w:r>
      <w:r w:rsidRPr="00DE1156">
        <w:rPr>
          <w:sz w:val="28"/>
          <w:szCs w:val="28"/>
        </w:rPr>
        <w:t>. Суммируя полученные произведения, получим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41" type="#_x0000_t75" style="width:354.75pt;height:49.5pt" filled="t">
            <v:fill color2="black"/>
            <v:imagedata r:id="rId39" o:title=""/>
          </v:shape>
        </w:pic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или в векторной форме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42" type="#_x0000_t75" style="width:99pt;height:30.75pt" filled="t">
            <v:fill color2="black"/>
            <v:imagedata r:id="rId40" o:title=""/>
          </v:shape>
        </w:pic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(4)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Аналогично векторное уравнение напряжений ротора: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43" type="#_x0000_t75" style="width:96.75pt;height:35.25pt" filled="t">
            <v:fill color2="black"/>
            <v:imagedata r:id="rId41" o:title=""/>
          </v:shape>
        </w:pic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(5)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В уравнениях (4) и (5) векторы записаны соответственно в системах координат статора и ротора. Для совместного решения уравнений их необходимо привести к одной системе координат.</w:t>
      </w:r>
    </w:p>
    <w:p w:rsidR="00641FC7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 xml:space="preserve">При исследовании переходных процессов в электродвигателях переменного тока применяют различные ортогональные системы координат, отличающиеся угловой скоростью вращения координатных осей сок, </w:t>
      </w:r>
      <w:r w:rsidRPr="00DE1156">
        <w:rPr>
          <w:sz w:val="28"/>
          <w:szCs w:val="28"/>
        </w:rPr>
        <w:lastRenderedPageBreak/>
        <w:t>например системы, оси которых неподвижны относительно ротора, или неподвижны относительно статора, или вращаются с синхронной скоростью.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Уравнения асинхронного электродвигателя в системе координат, вращающейся с произвольной скоростью ω</w:t>
      </w:r>
      <w:r w:rsidRPr="00DE1156">
        <w:rPr>
          <w:sz w:val="28"/>
          <w:szCs w:val="28"/>
          <w:vertAlign w:val="subscript"/>
        </w:rPr>
        <w:t>к</w:t>
      </w:r>
      <w:r w:rsidRPr="00DE1156">
        <w:rPr>
          <w:sz w:val="28"/>
          <w:szCs w:val="28"/>
        </w:rPr>
        <w:t>, имеют вид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44" type="#_x0000_t75" style="width:206.25pt;height:76.5pt" filled="t">
            <v:fill color2="black"/>
            <v:imagedata r:id="rId42" o:title=""/>
          </v:shape>
        </w:pic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(6)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 xml:space="preserve">где ω — угловая скорость вращения ротора; </w:t>
      </w:r>
      <w:r w:rsidRPr="00DE1156">
        <w:rPr>
          <w:sz w:val="28"/>
          <w:szCs w:val="28"/>
          <w:lang w:val="en-US"/>
        </w:rPr>
        <w:t>p</w:t>
      </w:r>
      <w:r w:rsidRPr="00DE1156">
        <w:rPr>
          <w:sz w:val="28"/>
          <w:szCs w:val="28"/>
          <w:vertAlign w:val="subscript"/>
        </w:rPr>
        <w:t>п</w:t>
      </w:r>
      <w:r w:rsidRPr="00DE1156">
        <w:rPr>
          <w:sz w:val="28"/>
          <w:szCs w:val="28"/>
        </w:rPr>
        <w:t xml:space="preserve"> — число пар полюсов.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При исследовании переходных процессов в асинхронном электродвигателе, управляемом частотой и напряжением статора, удобно использовать систему координат, вращающуюся со скоростью ω</w:t>
      </w:r>
      <w:r w:rsidRPr="00DE1156">
        <w:rPr>
          <w:sz w:val="28"/>
          <w:szCs w:val="28"/>
          <w:vertAlign w:val="subscript"/>
        </w:rPr>
        <w:t>к</w:t>
      </w:r>
      <w:r w:rsidRPr="00DE1156">
        <w:rPr>
          <w:sz w:val="28"/>
          <w:szCs w:val="28"/>
        </w:rPr>
        <w:t>, равной угловой скорости вращения магнитного поля ω</w:t>
      </w:r>
      <w:r w:rsidRPr="00DE1156">
        <w:rPr>
          <w:sz w:val="28"/>
          <w:szCs w:val="28"/>
          <w:vertAlign w:val="subscript"/>
        </w:rPr>
        <w:t>0</w:t>
      </w:r>
      <w:r w:rsidRPr="00DE1156">
        <w:rPr>
          <w:sz w:val="28"/>
          <w:szCs w:val="28"/>
        </w:rPr>
        <w:t>’, приведенной к числу пар полюсов, равному единице (приведенной к двухполюсному электродвигателю). Предполагается при этом справедливым равенство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45" type="#_x0000_t75" style="width:75pt;height:18.75pt" filled="t">
            <v:fill color2="black"/>
            <v:imagedata r:id="rId43" o:title=""/>
          </v:shape>
        </w:pict>
      </w:r>
      <w:r w:rsidR="00034C4A" w:rsidRPr="00DE1156">
        <w:rPr>
          <w:sz w:val="28"/>
          <w:szCs w:val="28"/>
        </w:rPr>
        <w:t>,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где f</w:t>
      </w:r>
      <w:r w:rsidRPr="00DE1156">
        <w:rPr>
          <w:sz w:val="28"/>
          <w:szCs w:val="28"/>
          <w:vertAlign w:val="subscript"/>
        </w:rPr>
        <w:t>1</w:t>
      </w:r>
      <w:r w:rsidRPr="00DE1156">
        <w:rPr>
          <w:sz w:val="28"/>
          <w:szCs w:val="28"/>
        </w:rPr>
        <w:t xml:space="preserve"> — частота напряжения статора, Гц; ω</w:t>
      </w:r>
      <w:r w:rsidRPr="00DE1156">
        <w:rPr>
          <w:sz w:val="28"/>
          <w:szCs w:val="28"/>
          <w:vertAlign w:val="subscript"/>
        </w:rPr>
        <w:t>1</w:t>
      </w:r>
      <w:r w:rsidRPr="00DE1156">
        <w:rPr>
          <w:sz w:val="28"/>
          <w:szCs w:val="28"/>
        </w:rPr>
        <w:t xml:space="preserve"> — угловая частота напряжения статора, рад/с.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На основании уравнений (6) для рассматриваемой координатной системы можно записать</w: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lastRenderedPageBreak/>
        <w:pict>
          <v:shape id="_x0000_i1046" type="#_x0000_t75" style="width:192.75pt;height:102.75pt" filled="t">
            <v:fill color2="black"/>
            <v:imagedata r:id="rId44" o:title=""/>
          </v:shape>
        </w:pic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(7)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где s — скольжение электродвигателя: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47" type="#_x0000_t75" style="width:176.25pt;height:54pt" filled="t">
            <v:fill color2="black"/>
            <v:imagedata r:id="rId45" o:title=""/>
          </v:shape>
        </w:pic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(ω</w:t>
      </w:r>
      <w:r w:rsidRPr="00DE1156">
        <w:rPr>
          <w:sz w:val="28"/>
          <w:szCs w:val="28"/>
          <w:vertAlign w:val="subscript"/>
        </w:rPr>
        <w:t>0</w:t>
      </w:r>
      <w:r w:rsidRPr="00DE1156">
        <w:rPr>
          <w:sz w:val="28"/>
          <w:szCs w:val="28"/>
        </w:rPr>
        <w:t>= ω</w:t>
      </w:r>
      <w:r w:rsidRPr="00DE1156">
        <w:rPr>
          <w:sz w:val="28"/>
          <w:szCs w:val="28"/>
          <w:vertAlign w:val="subscript"/>
        </w:rPr>
        <w:t>0</w:t>
      </w:r>
      <w:r w:rsidRPr="00DE1156">
        <w:rPr>
          <w:sz w:val="28"/>
          <w:szCs w:val="28"/>
        </w:rPr>
        <w:t>’/</w:t>
      </w:r>
      <w:r w:rsidRPr="00DE1156">
        <w:rPr>
          <w:sz w:val="28"/>
          <w:szCs w:val="28"/>
          <w:lang w:val="en-US"/>
        </w:rPr>
        <w:t>p</w:t>
      </w:r>
      <w:r w:rsidRPr="00DE1156">
        <w:rPr>
          <w:sz w:val="28"/>
          <w:szCs w:val="28"/>
          <w:vertAlign w:val="subscript"/>
        </w:rPr>
        <w:t>п</w:t>
      </w:r>
      <w:r w:rsidRPr="00DE1156">
        <w:rPr>
          <w:sz w:val="28"/>
          <w:szCs w:val="28"/>
        </w:rPr>
        <w:t xml:space="preserve"> — угловая скорость вращения магнитного поля, или синхронная скорость электродвигателя).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Потокосцепления связаны с токами через индуктивности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48" type="#_x0000_t75" style="width:123.75pt;height:60pt" filled="t">
            <v:fill color2="black"/>
            <v:imagedata r:id="rId46" o:title=""/>
          </v:shape>
        </w:pic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(8)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DE1156">
        <w:rPr>
          <w:sz w:val="28"/>
          <w:szCs w:val="28"/>
        </w:rPr>
        <w:t>Для определения электромагнитного момента асинхронного электродвигателя используется векторное произведение ψ</w:t>
      </w:r>
      <w:r w:rsidRPr="00DE1156">
        <w:rPr>
          <w:sz w:val="28"/>
          <w:szCs w:val="28"/>
          <w:vertAlign w:val="subscript"/>
        </w:rPr>
        <w:t>1</w:t>
      </w:r>
      <w:r w:rsidRPr="00DE1156">
        <w:rPr>
          <w:sz w:val="28"/>
          <w:szCs w:val="28"/>
        </w:rPr>
        <w:t xml:space="preserve"> и </w:t>
      </w:r>
      <w:r w:rsidRPr="00DE1156">
        <w:rPr>
          <w:sz w:val="28"/>
          <w:szCs w:val="28"/>
          <w:lang w:val="en-US"/>
        </w:rPr>
        <w:t>i</w:t>
      </w:r>
      <w:r w:rsidRPr="00DE1156">
        <w:rPr>
          <w:sz w:val="28"/>
          <w:szCs w:val="28"/>
          <w:vertAlign w:val="subscript"/>
        </w:rPr>
        <w:t>1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тогда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49" type="#_x0000_t75" style="width:154.5pt;height:54pt" filled="t">
            <v:fill color2="black"/>
            <v:imagedata r:id="rId47" o:title=""/>
          </v:shape>
        </w:pic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(9)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или векторное произведение ψ</w:t>
      </w:r>
      <w:r w:rsidRPr="00DE1156">
        <w:rPr>
          <w:sz w:val="28"/>
          <w:szCs w:val="28"/>
          <w:vertAlign w:val="subscript"/>
        </w:rPr>
        <w:t>2</w:t>
      </w:r>
      <w:r w:rsidRPr="00DE1156">
        <w:rPr>
          <w:sz w:val="28"/>
          <w:szCs w:val="28"/>
        </w:rPr>
        <w:t xml:space="preserve"> и </w:t>
      </w:r>
      <w:r w:rsidRPr="00DE1156">
        <w:rPr>
          <w:sz w:val="28"/>
          <w:szCs w:val="28"/>
          <w:lang w:val="en-US"/>
        </w:rPr>
        <w:t>i</w:t>
      </w:r>
      <w:r w:rsidRPr="00DE1156">
        <w:rPr>
          <w:sz w:val="28"/>
          <w:szCs w:val="28"/>
          <w:vertAlign w:val="subscript"/>
        </w:rPr>
        <w:t>2</w:t>
      </w:r>
      <w:r w:rsidRPr="00DE1156">
        <w:rPr>
          <w:sz w:val="28"/>
          <w:szCs w:val="28"/>
        </w:rPr>
        <w:t>’, тогда</w: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lastRenderedPageBreak/>
        <w:pict>
          <v:shape id="_x0000_i1050" type="#_x0000_t75" style="width:147pt;height:47.25pt" filled="t">
            <v:fill color2="black"/>
            <v:imagedata r:id="rId48" o:title=""/>
          </v:shape>
        </w:pict>
      </w:r>
      <w:r w:rsidR="00034C4A" w:rsidRPr="00DE1156">
        <w:rPr>
          <w:sz w:val="28"/>
          <w:szCs w:val="28"/>
        </w:rPr>
        <w:t xml:space="preserve"> </w: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(10)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Учитывая выражения (8), можно записать (9) и (10) в виде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51" type="#_x0000_t75" style="width:258.75pt;height:41.25pt" filled="t">
            <v:fill color2="black"/>
            <v:imagedata r:id="rId49" o:title=""/>
          </v:shape>
        </w:pict>
      </w:r>
      <w:r w:rsidR="00034C4A" w:rsidRPr="00DE1156">
        <w:rPr>
          <w:sz w:val="28"/>
          <w:szCs w:val="28"/>
        </w:rPr>
        <w:t>;</w: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(11)</w: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52" type="#_x0000_t75" style="width:267.75pt;height:37.5pt" filled="t">
            <v:fill color2="black"/>
            <v:imagedata r:id="rId50" o:title=""/>
          </v:shape>
        </w:pict>
      </w:r>
      <w:r w:rsidR="00034C4A" w:rsidRPr="00DE1156">
        <w:rPr>
          <w:sz w:val="28"/>
          <w:szCs w:val="28"/>
        </w:rPr>
        <w:t>.</w: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(12)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Вторые равенства в уравнениях (11), (12) справедливы потому, что векторное произведение двух одинаково направленных векторов равно нулю.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Для полного описания переходных</w:t>
      </w:r>
      <w:r w:rsidR="00DE1156" w:rsidRPr="00DE1156">
        <w:rPr>
          <w:sz w:val="28"/>
          <w:szCs w:val="28"/>
        </w:rPr>
        <w:t xml:space="preserve"> </w:t>
      </w:r>
      <w:r w:rsidRPr="00DE1156">
        <w:rPr>
          <w:sz w:val="28"/>
          <w:szCs w:val="28"/>
        </w:rPr>
        <w:t>процессов</w:t>
      </w:r>
      <w:r w:rsidR="00DE1156" w:rsidRPr="00DE1156">
        <w:rPr>
          <w:sz w:val="28"/>
          <w:szCs w:val="28"/>
        </w:rPr>
        <w:t xml:space="preserve"> </w:t>
      </w:r>
      <w:r w:rsidRPr="00DE1156">
        <w:rPr>
          <w:sz w:val="28"/>
          <w:szCs w:val="28"/>
        </w:rPr>
        <w:t>в</w:t>
      </w:r>
      <w:r w:rsidR="00DE1156" w:rsidRPr="00DE1156">
        <w:rPr>
          <w:sz w:val="28"/>
          <w:szCs w:val="28"/>
        </w:rPr>
        <w:t xml:space="preserve"> </w:t>
      </w:r>
      <w:r w:rsidRPr="00DE1156">
        <w:rPr>
          <w:sz w:val="28"/>
          <w:szCs w:val="28"/>
        </w:rPr>
        <w:t>асинхронном электродвигателе к уравнениям напряжений и моментов следуй добавить уравнение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53" type="#_x0000_t75" style="width:115.5pt;height:39pt" filled="t">
            <v:fill color2="black"/>
            <v:imagedata r:id="rId51" o:title=""/>
          </v:shape>
        </w:pict>
      </w:r>
      <w:r w:rsidR="00034C4A" w:rsidRPr="00DE1156">
        <w:rPr>
          <w:sz w:val="28"/>
          <w:szCs w:val="28"/>
        </w:rPr>
        <w:t>,</w: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DE1156" w:rsidRPr="00DE1156">
        <w:rPr>
          <w:sz w:val="28"/>
          <w:szCs w:val="28"/>
        </w:rPr>
        <w:t xml:space="preserve"> </w:t>
      </w:r>
      <w:r w:rsidR="00034C4A" w:rsidRPr="00DE1156">
        <w:rPr>
          <w:sz w:val="28"/>
          <w:szCs w:val="28"/>
        </w:rPr>
        <w:t>(13)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записанное для скалярных значений моментов М и М</w:t>
      </w:r>
      <w:r w:rsidRPr="00DE1156">
        <w:rPr>
          <w:sz w:val="28"/>
          <w:szCs w:val="28"/>
          <w:vertAlign w:val="subscript"/>
        </w:rPr>
        <w:t>с</w:t>
      </w:r>
      <w:r w:rsidRPr="00DE1156">
        <w:rPr>
          <w:sz w:val="28"/>
          <w:szCs w:val="28"/>
        </w:rPr>
        <w:t>.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Полученная система уравнений электродвигателя является нелинейной, и решение ее для различных динамических режимов работы электродвигателя может быть выполнено с использованием вычислительных машин. При синтезе систем управления асинхронным электродвигателем целесообразно располагать простыми и наглядными динамическими моделями электродвигателя в виде передаточных функций или структурных схем. Такая возможность появляется, если рассматривать переходные процессы в отклонениях относительно начальных координат электродвигателя.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lastRenderedPageBreak/>
        <w:t xml:space="preserve">Сравнительно простая структурная схема может быть получена, если пренебречь активным сопротивлением статорной цепи, т. е. положить </w:t>
      </w:r>
      <w:r w:rsidRPr="00DE1156">
        <w:rPr>
          <w:sz w:val="28"/>
          <w:szCs w:val="28"/>
          <w:lang w:val="en-US"/>
        </w:rPr>
        <w:t>R</w:t>
      </w:r>
      <w:r w:rsidRPr="00DE1156">
        <w:rPr>
          <w:sz w:val="28"/>
          <w:szCs w:val="28"/>
          <w:vertAlign w:val="subscript"/>
        </w:rPr>
        <w:t>1</w:t>
      </w:r>
      <w:r w:rsidRPr="00DE1156">
        <w:rPr>
          <w:sz w:val="28"/>
          <w:szCs w:val="28"/>
        </w:rPr>
        <w:t>=0. Безусловно, что такое пренебрежение накладывает определенные ограничения на использование получаемых моделей. Они вполне применимы для систем с небольшим диапазоном регулирования скорости относительно синхронной скорости, для электродвигателей средней и большой мощности. При широком регулировании скорости, а также для электродвигателей малой мощности необходимы уточнения структурных схем.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Для дальнейших исследований динамических свойств асинхронных ^ электродвигателей целесообразно результирующие векторы представить в виде проекций на комплексной плоскости и записать их через вещественные и мнимые части в следующем виде: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54" type="#_x0000_t75" style="width:158.25pt;height:90pt" filled="t">
            <v:fill color2="black"/>
            <v:imagedata r:id="rId52" o:title=""/>
          </v:shape>
        </w:pict>
      </w:r>
      <w:r>
        <w:rPr>
          <w:sz w:val="28"/>
        </w:rPr>
        <w:pict>
          <v:shape id="_x0000_i1055" type="#_x0000_t75" style="width:160.5pt;height:99pt" filled="t">
            <v:fill color2="black"/>
            <v:imagedata r:id="rId53" o:title=""/>
          </v:shape>
        </w:pict>
      </w:r>
      <w:r w:rsidR="00034C4A" w:rsidRPr="00DE1156">
        <w:rPr>
          <w:sz w:val="28"/>
          <w:szCs w:val="28"/>
        </w:rPr>
        <w:tab/>
        <w:t>(14)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Совместив вектор напряжения статора с действительной осью координатной системы, т. е. положив</w:t>
      </w:r>
      <w:r w:rsidR="00DE1156" w:rsidRPr="00DE1156">
        <w:rPr>
          <w:sz w:val="28"/>
          <w:szCs w:val="28"/>
        </w:rPr>
        <w:t xml:space="preserve"> </w:t>
      </w:r>
      <w:r w:rsidRPr="00DE1156">
        <w:rPr>
          <w:sz w:val="28"/>
          <w:szCs w:val="28"/>
          <w:lang w:val="en-US"/>
        </w:rPr>
        <w:t>u</w:t>
      </w:r>
      <w:r w:rsidRPr="00DE1156">
        <w:rPr>
          <w:sz w:val="28"/>
          <w:szCs w:val="28"/>
          <w:vertAlign w:val="subscript"/>
        </w:rPr>
        <w:t>1</w:t>
      </w:r>
      <w:r w:rsidRPr="00DE1156">
        <w:rPr>
          <w:sz w:val="28"/>
          <w:szCs w:val="28"/>
          <w:vertAlign w:val="subscript"/>
          <w:lang w:val="en-US"/>
        </w:rPr>
        <w:t>β</w:t>
      </w:r>
      <w:r w:rsidRPr="00DE1156">
        <w:rPr>
          <w:sz w:val="28"/>
          <w:szCs w:val="28"/>
        </w:rPr>
        <w:t>=0, на основании (7) получим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56" type="#_x0000_t75" style="width:171pt;height:54pt" filled="t">
            <v:fill color2="black"/>
            <v:imagedata r:id="rId54" o:title=""/>
          </v:shape>
        </w:pict>
      </w:r>
      <w:r w:rsidR="00034C4A" w:rsidRPr="00DE1156">
        <w:rPr>
          <w:sz w:val="28"/>
          <w:szCs w:val="28"/>
        </w:rPr>
        <w:t>;</w: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DE1156" w:rsidRPr="00DE1156">
        <w:rPr>
          <w:sz w:val="28"/>
          <w:szCs w:val="28"/>
        </w:rPr>
        <w:t xml:space="preserve"> </w:t>
      </w:r>
      <w:r w:rsidR="00034C4A" w:rsidRPr="00DE1156">
        <w:rPr>
          <w:sz w:val="28"/>
          <w:szCs w:val="28"/>
        </w:rPr>
        <w:t>(15)</w: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57" type="#_x0000_t75" style="width:159.75pt;height:56.25pt" filled="t">
            <v:fill color2="black"/>
            <v:imagedata r:id="rId55" o:title=""/>
          </v:shape>
        </w:pict>
      </w:r>
      <w:r w:rsidR="00034C4A" w:rsidRPr="00DE1156">
        <w:rPr>
          <w:sz w:val="28"/>
          <w:szCs w:val="28"/>
        </w:rPr>
        <w:t>;</w: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(16)</w: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58" type="#_x0000_t75" style="width:228pt;height:45.75pt" filled="t">
            <v:fill color2="black"/>
            <v:imagedata r:id="rId56" o:title=""/>
          </v:shape>
        </w:pict>
      </w:r>
      <w:r w:rsidR="00034C4A" w:rsidRPr="00DE1156">
        <w:rPr>
          <w:sz w:val="28"/>
          <w:szCs w:val="28"/>
        </w:rPr>
        <w:t>;</w: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(17)</w: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lastRenderedPageBreak/>
        <w:pict>
          <v:shape id="_x0000_i1059" type="#_x0000_t75" style="width:229.5pt;height:51.75pt" filled="t">
            <v:fill color2="black"/>
            <v:imagedata r:id="rId57" o:title=""/>
          </v:shape>
        </w:pict>
      </w:r>
      <w:r w:rsidR="00034C4A" w:rsidRPr="00DE1156">
        <w:rPr>
          <w:sz w:val="28"/>
          <w:szCs w:val="28"/>
        </w:rPr>
        <w:t>.</w: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(18)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Выразив также электромагнитный момент по уравнению (9) через составляющие векторов тока и потокосцепления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60" type="#_x0000_t75" style="width:208.5pt;height:41.25pt" filled="t">
            <v:fill color2="black"/>
            <v:imagedata r:id="rId58" o:title=""/>
          </v:shape>
        </w:pic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и применив правило векторного произведения векторов, получим абсолютное значение момента: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61" type="#_x0000_t75" style="width:196.5pt;height:50.25pt" filled="t">
            <v:fill color2="black"/>
            <v:imagedata r:id="rId59" o:title=""/>
          </v:shape>
        </w:pict>
      </w:r>
      <w:r w:rsidR="00034C4A" w:rsidRPr="00DE1156">
        <w:rPr>
          <w:sz w:val="28"/>
          <w:szCs w:val="28"/>
        </w:rPr>
        <w:t>,</w: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(19</w:t>
      </w:r>
      <w:r w:rsidR="00034C4A" w:rsidRPr="00DE1156">
        <w:rPr>
          <w:sz w:val="28"/>
          <w:szCs w:val="28"/>
          <w:lang w:val="en-US"/>
        </w:rPr>
        <w:t>a</w:t>
      </w:r>
      <w:r w:rsidR="00034C4A" w:rsidRPr="00DE1156">
        <w:rPr>
          <w:sz w:val="28"/>
          <w:szCs w:val="28"/>
        </w:rPr>
        <w:t>)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 xml:space="preserve">где </w:t>
      </w:r>
      <w:r w:rsidR="00E23C33">
        <w:rPr>
          <w:sz w:val="28"/>
        </w:rPr>
        <w:pict>
          <v:shape id="_x0000_i1062" type="#_x0000_t75" style="width:128.25pt;height:24pt" filled="t">
            <v:fill color2="black"/>
            <v:imagedata r:id="rId60" o:title=""/>
          </v:shape>
        </w:pict>
      </w:r>
      <w:r w:rsidRPr="00DE1156">
        <w:rPr>
          <w:sz w:val="28"/>
          <w:szCs w:val="28"/>
        </w:rPr>
        <w:t>;</w:t>
      </w:r>
      <w:r w:rsidR="00DE1156" w:rsidRPr="00DE1156">
        <w:rPr>
          <w:sz w:val="28"/>
          <w:szCs w:val="28"/>
        </w:rPr>
        <w:t xml:space="preserve"> </w: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63" type="#_x0000_t75" style="width:143.25pt;height:27pt" filled="t">
            <v:fill color2="black"/>
            <v:imagedata r:id="rId61" o:title=""/>
          </v:shape>
        </w:pic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Воспользовавшись выражением (10), можно аналогично получить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64" type="#_x0000_t75" style="width:189pt;height:46.5pt" filled="t">
            <v:fill color2="black"/>
            <v:imagedata r:id="rId62" o:title=""/>
          </v:shape>
        </w:pic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(19б)</w:t>
      </w:r>
    </w:p>
    <w:p w:rsid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 xml:space="preserve">где </w:t>
      </w:r>
      <w:r w:rsidR="00E23C33">
        <w:rPr>
          <w:sz w:val="28"/>
        </w:rPr>
        <w:pict>
          <v:shape id="_x0000_i1065" type="#_x0000_t75" style="width:129pt;height:29.25pt" filled="t">
            <v:fill color2="black"/>
            <v:imagedata r:id="rId63" o:title=""/>
          </v:shape>
        </w:pict>
      </w:r>
      <w:r w:rsidRPr="00DE1156">
        <w:rPr>
          <w:sz w:val="28"/>
          <w:szCs w:val="28"/>
        </w:rPr>
        <w:t>;</w:t>
      </w:r>
      <w:r w:rsidR="00DE1156" w:rsidRPr="00DE1156">
        <w:rPr>
          <w:sz w:val="28"/>
          <w:szCs w:val="28"/>
        </w:rPr>
        <w:t xml:space="preserve"> </w: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66" type="#_x0000_t75" style="width:123pt;height:28.5pt" filled="t">
            <v:fill color2="black"/>
            <v:imagedata r:id="rId64" o:title=""/>
          </v:shape>
        </w:pict>
      </w:r>
    </w:p>
    <w:p w:rsidR="00034C4A" w:rsidRPr="00DE1156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34C4A" w:rsidRPr="00DE1156">
        <w:rPr>
          <w:sz w:val="28"/>
          <w:szCs w:val="28"/>
        </w:rPr>
        <w:lastRenderedPageBreak/>
        <w:t>Составляющие тока ротора могут быть выражены через составляющие потокосцепления в следующем виде: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67" type="#_x0000_t75" style="width:153pt;height:104.25pt" filled="t">
            <v:fill color2="black"/>
            <v:imagedata r:id="rId65" o:title=""/>
          </v:shape>
        </w:pic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(20)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 xml:space="preserve">где </w:t>
      </w:r>
      <w:r w:rsidRPr="00DE1156">
        <w:rPr>
          <w:sz w:val="28"/>
          <w:szCs w:val="28"/>
          <w:lang w:val="en-US"/>
        </w:rPr>
        <w:t>k</w:t>
      </w:r>
      <w:r w:rsidRPr="00DE1156">
        <w:rPr>
          <w:sz w:val="28"/>
          <w:szCs w:val="28"/>
          <w:vertAlign w:val="subscript"/>
        </w:rPr>
        <w:t>1</w:t>
      </w:r>
      <w:r w:rsidRPr="00DE1156">
        <w:rPr>
          <w:sz w:val="28"/>
          <w:szCs w:val="28"/>
        </w:rPr>
        <w:t xml:space="preserve"> - коэффициент электромагнитной связи статора;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  <w:lang w:val="en-US"/>
        </w:rPr>
        <w:t>k</w:t>
      </w:r>
      <w:r w:rsidRPr="00DE1156">
        <w:rPr>
          <w:sz w:val="28"/>
          <w:szCs w:val="28"/>
          <w:vertAlign w:val="subscript"/>
        </w:rPr>
        <w:t>1</w:t>
      </w:r>
      <w:r w:rsidRPr="00DE1156">
        <w:rPr>
          <w:sz w:val="28"/>
          <w:szCs w:val="28"/>
        </w:rPr>
        <w:t>=</w:t>
      </w:r>
      <w:r w:rsidRPr="00DE1156">
        <w:rPr>
          <w:sz w:val="28"/>
          <w:szCs w:val="28"/>
          <w:lang w:val="en-US"/>
        </w:rPr>
        <w:t>L</w:t>
      </w:r>
      <w:r w:rsidRPr="00DE1156">
        <w:rPr>
          <w:sz w:val="28"/>
          <w:szCs w:val="28"/>
          <w:vertAlign w:val="subscript"/>
          <w:lang w:val="en-US"/>
        </w:rPr>
        <w:t>m</w:t>
      </w:r>
      <w:r w:rsidRPr="00DE1156">
        <w:rPr>
          <w:sz w:val="28"/>
          <w:szCs w:val="28"/>
        </w:rPr>
        <w:t>/</w:t>
      </w:r>
      <w:r w:rsidRPr="00DE1156">
        <w:rPr>
          <w:sz w:val="28"/>
          <w:szCs w:val="28"/>
          <w:lang w:val="en-US"/>
        </w:rPr>
        <w:t>L</w:t>
      </w:r>
      <w:r w:rsidRPr="00DE1156">
        <w:rPr>
          <w:sz w:val="28"/>
          <w:szCs w:val="28"/>
          <w:vertAlign w:val="subscript"/>
        </w:rPr>
        <w:t>1</w:t>
      </w:r>
      <w:r w:rsidRPr="00DE1156">
        <w:rPr>
          <w:sz w:val="28"/>
          <w:szCs w:val="28"/>
        </w:rPr>
        <w:t>;</w:t>
      </w:r>
      <w:r w:rsidRPr="00DE1156">
        <w:rPr>
          <w:sz w:val="28"/>
          <w:szCs w:val="28"/>
        </w:rPr>
        <w:tab/>
      </w:r>
      <w:r w:rsidRPr="00DE1156">
        <w:rPr>
          <w:sz w:val="28"/>
          <w:szCs w:val="28"/>
        </w:rPr>
        <w:tab/>
      </w:r>
      <w:r w:rsidRPr="00DE1156">
        <w:rPr>
          <w:sz w:val="28"/>
          <w:szCs w:val="28"/>
        </w:rPr>
        <w:tab/>
      </w:r>
      <w:r w:rsidRPr="00DE1156">
        <w:rPr>
          <w:sz w:val="28"/>
          <w:szCs w:val="28"/>
        </w:rPr>
        <w:tab/>
      </w:r>
      <w:r w:rsidRPr="00DE1156">
        <w:rPr>
          <w:sz w:val="28"/>
          <w:szCs w:val="28"/>
        </w:rPr>
        <w:tab/>
      </w:r>
      <w:r w:rsidRPr="00DE1156">
        <w:rPr>
          <w:sz w:val="28"/>
          <w:szCs w:val="28"/>
        </w:rPr>
        <w:tab/>
      </w:r>
      <w:r w:rsidRPr="00DE1156">
        <w:rPr>
          <w:sz w:val="28"/>
          <w:szCs w:val="28"/>
        </w:rPr>
        <w:tab/>
      </w:r>
      <w:r w:rsidRPr="00DE1156">
        <w:rPr>
          <w:sz w:val="28"/>
          <w:szCs w:val="28"/>
        </w:rPr>
        <w:tab/>
        <w:t>(21</w:t>
      </w:r>
      <w:r w:rsidRPr="00DE1156">
        <w:rPr>
          <w:sz w:val="28"/>
          <w:szCs w:val="28"/>
          <w:lang w:val="en-US"/>
        </w:rPr>
        <w:t>a</w:t>
      </w:r>
      <w:r w:rsidRPr="00DE1156">
        <w:rPr>
          <w:sz w:val="28"/>
          <w:szCs w:val="28"/>
        </w:rPr>
        <w:t>)</w: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68" type="#_x0000_t75" style="width:209.25pt;height:30.75pt" filled="t">
            <v:fill color2="black"/>
            <v:imagedata r:id="rId66" o:title=""/>
          </v:shape>
        </w:pict>
      </w:r>
      <w:r w:rsidR="00034C4A" w:rsidRPr="00DE1156">
        <w:rPr>
          <w:sz w:val="28"/>
          <w:szCs w:val="28"/>
        </w:rPr>
        <w:t>.</w: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(21б)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С учетом (8) и (21а) можно выражения моментов записать в форме, удобной для вывода передаточных функций двигателя;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69" type="#_x0000_t75" style="width:126.75pt;height:46.5pt" filled="t">
            <v:fill color2="black"/>
            <v:imagedata r:id="rId67" o:title=""/>
          </v:shape>
        </w:pic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или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70" type="#_x0000_t75" style="width:211.5pt;height:47.25pt" filled="t">
            <v:fill color2="black"/>
            <v:imagedata r:id="rId68" o:title=""/>
          </v:shape>
        </w:pict>
      </w:r>
      <w:r w:rsidR="00034C4A" w:rsidRPr="00DE1156">
        <w:rPr>
          <w:sz w:val="28"/>
          <w:szCs w:val="28"/>
        </w:rPr>
        <w:t>.</w: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(22)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В случае одновременного изменения частоты и напряжения статора, при котором потокосцепление статора остается постоянным, из уравнений (15) и (16) можно получить</w: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lastRenderedPageBreak/>
        <w:pict>
          <v:shape id="_x0000_i1071" type="#_x0000_t75" style="width:262.5pt;height:56.25pt" filled="t">
            <v:fill color2="black"/>
            <v:imagedata r:id="rId69" o:title=""/>
          </v:shape>
        </w:pic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(23)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 xml:space="preserve">Для двигателя с короткозамкнутым ротором в уравнениях (17), (18) </w:t>
      </w:r>
      <w:r w:rsidR="00E23C33">
        <w:rPr>
          <w:sz w:val="28"/>
        </w:rPr>
        <w:pict>
          <v:shape id="_x0000_i1072" type="#_x0000_t75" style="width:96pt;height:27pt" filled="t">
            <v:fill color2="black"/>
            <v:imagedata r:id="rId70" o:title=""/>
          </v:shape>
        </w:pict>
      </w:r>
      <w:r w:rsidRPr="00DE1156">
        <w:rPr>
          <w:sz w:val="28"/>
          <w:szCs w:val="28"/>
        </w:rPr>
        <w:t>. Выразив из уравнений (20) ψ</w:t>
      </w:r>
      <w:r w:rsidRPr="00DE1156">
        <w:rPr>
          <w:sz w:val="28"/>
          <w:szCs w:val="28"/>
          <w:vertAlign w:val="subscript"/>
        </w:rPr>
        <w:t>2α</w:t>
      </w:r>
      <w:r w:rsidRPr="00DE1156">
        <w:rPr>
          <w:sz w:val="28"/>
          <w:szCs w:val="28"/>
        </w:rPr>
        <w:t xml:space="preserve"> и ψ</w:t>
      </w:r>
      <w:r w:rsidRPr="00DE1156">
        <w:rPr>
          <w:sz w:val="28"/>
          <w:szCs w:val="28"/>
          <w:vertAlign w:val="subscript"/>
        </w:rPr>
        <w:t xml:space="preserve">2β </w:t>
      </w:r>
      <w:r w:rsidRPr="00DE1156">
        <w:rPr>
          <w:sz w:val="28"/>
          <w:szCs w:val="28"/>
        </w:rPr>
        <w:t>и подставив их в уравнения (17), (18), получим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73" type="#_x0000_t75" style="width:300pt;height:51.75pt" filled="t">
            <v:fill color2="black"/>
            <v:imagedata r:id="rId71" o:title=""/>
          </v:shape>
        </w:pict>
      </w:r>
      <w:r w:rsidR="00034C4A" w:rsidRPr="00DE1156">
        <w:rPr>
          <w:sz w:val="28"/>
          <w:szCs w:val="28"/>
        </w:rPr>
        <w:tab/>
        <w:t>(24)</w: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74" type="#_x0000_t75" style="width:228.75pt;height:54pt" filled="t">
            <v:fill color2="black"/>
            <v:imagedata r:id="rId72" o:title=""/>
          </v:shape>
        </w:pic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(25)</w: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75" type="#_x0000_t75" style="width:115.5pt;height:42.75pt" filled="t">
            <v:fill color2="black"/>
            <v:imagedata r:id="rId73" o:title=""/>
          </v:shape>
        </w:pict>
      </w:r>
      <w:r w:rsidR="00034C4A" w:rsidRPr="00DE1156">
        <w:rPr>
          <w:sz w:val="28"/>
          <w:szCs w:val="28"/>
        </w:rPr>
        <w:t>.</w: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(26)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 xml:space="preserve">Рассматривая переменные величины в приращениях относительно начальных значений </w:t>
      </w:r>
      <w:r w:rsidR="00E23C33">
        <w:rPr>
          <w:sz w:val="28"/>
        </w:rPr>
        <w:pict>
          <v:shape id="_x0000_i1076" type="#_x0000_t75" style="width:75.75pt;height:18pt" filled="t">
            <v:fill color2="black"/>
            <v:imagedata r:id="rId74" o:title=""/>
          </v:shape>
        </w:pict>
      </w:r>
      <w:r w:rsidRPr="00DE1156">
        <w:rPr>
          <w:sz w:val="28"/>
          <w:szCs w:val="28"/>
        </w:rPr>
        <w:t xml:space="preserve">, </w:t>
      </w:r>
      <w:r w:rsidR="00E23C33">
        <w:rPr>
          <w:sz w:val="28"/>
        </w:rPr>
        <w:pict>
          <v:shape id="_x0000_i1077" type="#_x0000_t75" style="width:75pt;height:18pt" filled="t">
            <v:fill color2="black"/>
            <v:imagedata r:id="rId75" o:title=""/>
          </v:shape>
        </w:pict>
      </w:r>
      <w:r w:rsidRPr="00DE1156">
        <w:rPr>
          <w:sz w:val="28"/>
          <w:szCs w:val="28"/>
        </w:rPr>
        <w:t xml:space="preserve">, </w:t>
      </w:r>
      <w:r w:rsidR="00E23C33">
        <w:rPr>
          <w:sz w:val="28"/>
        </w:rPr>
        <w:pict>
          <v:shape id="_x0000_i1078" type="#_x0000_t75" style="width:75pt;height:15.75pt" filled="t">
            <v:fill color2="black"/>
            <v:imagedata r:id="rId76" o:title=""/>
          </v:shape>
        </w:pict>
      </w:r>
      <w:r w:rsidRPr="00DE1156">
        <w:rPr>
          <w:sz w:val="28"/>
          <w:szCs w:val="28"/>
        </w:rPr>
        <w:t xml:space="preserve">, </w:t>
      </w:r>
      <w:r w:rsidR="00E23C33">
        <w:rPr>
          <w:sz w:val="28"/>
        </w:rPr>
        <w:pict>
          <v:shape id="_x0000_i1079" type="#_x0000_t75" style="width:62.25pt;height:12.75pt" filled="t">
            <v:fill color2="black"/>
            <v:imagedata r:id="rId77" o:title=""/>
          </v:shape>
        </w:pict>
      </w:r>
      <w:r w:rsidRPr="00DE1156">
        <w:rPr>
          <w:sz w:val="28"/>
          <w:szCs w:val="28"/>
        </w:rPr>
        <w:t xml:space="preserve">, </w:t>
      </w:r>
      <w:r w:rsidR="00E23C33">
        <w:rPr>
          <w:sz w:val="28"/>
        </w:rPr>
        <w:pict>
          <v:shape id="_x0000_i1080" type="#_x0000_t75" style="width:53.25pt;height:12.75pt" filled="t">
            <v:fill color2="black"/>
            <v:imagedata r:id="rId78" o:title=""/>
          </v:shape>
        </w:pict>
      </w:r>
      <w:r w:rsidRPr="00DE1156">
        <w:rPr>
          <w:sz w:val="28"/>
          <w:szCs w:val="28"/>
        </w:rPr>
        <w:t xml:space="preserve">, </w:t>
      </w:r>
      <w:r w:rsidR="00E23C33">
        <w:rPr>
          <w:sz w:val="28"/>
        </w:rPr>
        <w:pict>
          <v:shape id="_x0000_i1081" type="#_x0000_t75" style="width:84.75pt;height:15.75pt" filled="t">
            <v:fill color2="black"/>
            <v:imagedata r:id="rId79" o:title=""/>
          </v:shape>
        </w:pict>
      </w:r>
      <w:r w:rsidRPr="00DE1156">
        <w:rPr>
          <w:sz w:val="28"/>
          <w:szCs w:val="28"/>
        </w:rPr>
        <w:t>, получим из (23) - (26) уравнения для статического режима, связывающие начальные значения координат,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82" type="#_x0000_t75" style="width:186.75pt;height:58.5pt" filled="t">
            <v:fill color2="black"/>
            <v:imagedata r:id="rId80" o:title=""/>
          </v:shape>
        </w:pic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(27)</w: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83" type="#_x0000_t75" style="width:330.75pt;height:31.5pt" filled="t">
            <v:fill color2="black"/>
            <v:imagedata r:id="rId81" o:title=""/>
          </v:shape>
        </w:pict>
      </w:r>
      <w:r w:rsidR="00034C4A" w:rsidRPr="00DE1156">
        <w:rPr>
          <w:sz w:val="28"/>
          <w:szCs w:val="28"/>
        </w:rPr>
        <w:tab/>
        <w:t>(28)</w: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84" type="#_x0000_t75" style="width:199.5pt;height:28.5pt" filled="t">
            <v:fill color2="black"/>
            <v:imagedata r:id="rId82" o:title=""/>
          </v:shape>
        </w:pic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(29)</w: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lastRenderedPageBreak/>
        <w:pict>
          <v:shape id="_x0000_i1085" type="#_x0000_t75" style="width:162pt;height:48pt" filled="t">
            <v:fill color2="black"/>
            <v:imagedata r:id="rId83" o:title=""/>
          </v:shape>
        </w:pic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(30)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и уравнения для динамического режима, связывающие приращения координат: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86" type="#_x0000_t75" style="width:287.25pt;height:52.5pt" filled="t">
            <v:fill color2="black"/>
            <v:imagedata r:id="rId84" o:title=""/>
          </v:shape>
        </w:pict>
      </w:r>
      <w:r w:rsidR="00034C4A" w:rsidRPr="00DE1156">
        <w:rPr>
          <w:sz w:val="28"/>
          <w:szCs w:val="28"/>
        </w:rPr>
        <w:tab/>
        <w:t>(31)</w: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87" type="#_x0000_t75" style="width:258.75pt;height:56.25pt" filled="t">
            <v:fill color2="black"/>
            <v:imagedata r:id="rId85" o:title=""/>
          </v:shape>
        </w:pic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(32)</w: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88" type="#_x0000_t75" style="width:174pt;height:56.25pt" filled="t">
            <v:fill color2="black"/>
            <v:imagedata r:id="rId86" o:title=""/>
          </v:shape>
        </w:pic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(33)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 xml:space="preserve">где </w:t>
      </w:r>
      <w:r w:rsidR="00E23C33">
        <w:rPr>
          <w:sz w:val="28"/>
        </w:rPr>
        <w:pict>
          <v:shape id="_x0000_i1089" type="#_x0000_t75" style="width:114.75pt;height:30.75pt" filled="t">
            <v:fill color2="black"/>
            <v:imagedata r:id="rId87" o:title=""/>
          </v:shape>
        </w:pict>
      </w:r>
      <w:r w:rsidRPr="00DE1156">
        <w:rPr>
          <w:sz w:val="28"/>
          <w:szCs w:val="28"/>
        </w:rPr>
        <w:t xml:space="preserve">- электромагнитная постоянная времени электродвигателя; 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90" type="#_x0000_t75" style="width:99.75pt;height:45pt" filled="t">
            <v:fill color2="black"/>
            <v:imagedata r:id="rId88" o:title=""/>
          </v:shape>
        </w:pict>
      </w:r>
      <w:r w:rsidR="00034C4A" w:rsidRPr="00DE1156">
        <w:rPr>
          <w:sz w:val="28"/>
          <w:szCs w:val="28"/>
        </w:rPr>
        <w:t xml:space="preserve"> - критическое скольжение.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На основании уравнений (27)-(33) можно записать передаточную функцию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91" type="#_x0000_t75" style="width:329.25pt;height:88.5pt" filled="t">
            <v:fill color2="black"/>
            <v:imagedata r:id="rId89" o:title=""/>
          </v:shape>
        </w:pict>
      </w:r>
      <w:r w:rsidR="00034C4A" w:rsidRPr="00DE1156">
        <w:rPr>
          <w:sz w:val="28"/>
          <w:szCs w:val="28"/>
        </w:rPr>
        <w:tab/>
        <w:t>(34)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lastRenderedPageBreak/>
        <w:t xml:space="preserve">Выражение </w:t>
      </w:r>
      <w:r w:rsidR="00E23C33">
        <w:rPr>
          <w:sz w:val="28"/>
        </w:rPr>
        <w:pict>
          <v:shape id="_x0000_i1092" type="#_x0000_t75" style="width:90.75pt;height:45pt" filled="t">
            <v:fill color2="black"/>
            <v:imagedata r:id="rId90" o:title=""/>
          </v:shape>
        </w:pict>
      </w:r>
      <w:r w:rsidRPr="00DE1156">
        <w:rPr>
          <w:sz w:val="28"/>
          <w:szCs w:val="28"/>
        </w:rPr>
        <w:t xml:space="preserve"> в первом слагаемом числителя (34) представляет собой значение фиктивного пускового момента М</w:t>
      </w:r>
      <w:r w:rsidRPr="00DE1156">
        <w:rPr>
          <w:sz w:val="28"/>
          <w:szCs w:val="28"/>
          <w:vertAlign w:val="subscript"/>
        </w:rPr>
        <w:t>п.ф.</w:t>
      </w:r>
      <w:r w:rsidRPr="00DE1156">
        <w:rPr>
          <w:sz w:val="28"/>
          <w:szCs w:val="28"/>
        </w:rPr>
        <w:t xml:space="preserve"> определяемое в результате линеаризации рабочей части механической характеристики двигателя для принятых значений напряжения статора U</w:t>
      </w:r>
      <w:r w:rsidRPr="00DE1156">
        <w:rPr>
          <w:sz w:val="28"/>
          <w:szCs w:val="28"/>
          <w:vertAlign w:val="subscript"/>
        </w:rPr>
        <w:t>1α</w:t>
      </w:r>
      <w:r w:rsidRPr="00DE1156">
        <w:rPr>
          <w:sz w:val="28"/>
          <w:szCs w:val="28"/>
        </w:rPr>
        <w:t xml:space="preserve"> и угловой частоты напряжения статора Ω</w:t>
      </w:r>
      <w:r w:rsidRPr="00DE1156">
        <w:rPr>
          <w:sz w:val="28"/>
          <w:szCs w:val="28"/>
          <w:vertAlign w:val="subscript"/>
        </w:rPr>
        <w:t>1</w:t>
      </w:r>
      <w:r w:rsidRPr="00DE1156">
        <w:rPr>
          <w:sz w:val="28"/>
          <w:szCs w:val="28"/>
        </w:rPr>
        <w:t>: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93" type="#_x0000_t75" style="width:266.25pt;height:47.25pt" filled="t">
            <v:fill color2="black"/>
            <v:imagedata r:id="rId91" o:title=""/>
          </v:shape>
        </w:pict>
      </w:r>
      <w:r w:rsidR="00034C4A" w:rsidRPr="00DE1156">
        <w:rPr>
          <w:sz w:val="28"/>
          <w:szCs w:val="28"/>
        </w:rPr>
        <w:t>,</w: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(35)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 xml:space="preserve">где </w:t>
      </w:r>
      <w:r w:rsidR="00E23C33">
        <w:rPr>
          <w:sz w:val="28"/>
        </w:rPr>
        <w:pict>
          <v:shape id="_x0000_i1094" type="#_x0000_t75" style="width:175.5pt;height:49.5pt" filled="t">
            <v:fill color2="black"/>
            <v:imagedata r:id="rId92" o:title=""/>
          </v:shape>
        </w:pict>
      </w:r>
      <w:r w:rsidRPr="00DE1156">
        <w:rPr>
          <w:sz w:val="28"/>
          <w:szCs w:val="28"/>
        </w:rPr>
        <w:t xml:space="preserve"> - критический момент двигателя.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Момент М</w:t>
      </w:r>
      <w:r w:rsidRPr="00DE1156">
        <w:rPr>
          <w:sz w:val="28"/>
          <w:szCs w:val="28"/>
          <w:vertAlign w:val="subscript"/>
        </w:rPr>
        <w:t>нач</w:t>
      </w:r>
      <w:r w:rsidRPr="00DE1156">
        <w:rPr>
          <w:sz w:val="28"/>
          <w:szCs w:val="28"/>
        </w:rPr>
        <w:t xml:space="preserve"> во втором слагаемом числителя (34) можно записать с учетом принятых допущений в виде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95" type="#_x0000_t75" style="width:176.25pt;height:51pt" filled="t">
            <v:fill color2="black"/>
            <v:imagedata r:id="rId93" o:title=""/>
          </v:shape>
        </w:pict>
      </w:r>
      <w:r w:rsidR="00034C4A" w:rsidRPr="00DE1156">
        <w:rPr>
          <w:sz w:val="28"/>
          <w:szCs w:val="28"/>
        </w:rPr>
        <w:t>,</w: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(36)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С учетом (35) и (36) выражение (34) примет следующий вид: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96" type="#_x0000_t75" style="width:305.25pt;height:96.75pt" filled="t">
            <v:fill color2="black"/>
            <v:imagedata r:id="rId94" o:title=""/>
          </v:shape>
        </w:pict>
      </w:r>
      <w:r w:rsidR="00034C4A" w:rsidRPr="00DE1156">
        <w:rPr>
          <w:sz w:val="28"/>
          <w:szCs w:val="28"/>
        </w:rPr>
        <w:t>.</w:t>
      </w:r>
      <w:r w:rsidR="00034C4A" w:rsidRPr="00DE1156">
        <w:rPr>
          <w:sz w:val="28"/>
          <w:szCs w:val="28"/>
        </w:rPr>
        <w:tab/>
        <w:t>(37)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Для рабочей части механической характеристики двигателя можно принять</w: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lastRenderedPageBreak/>
        <w:pict>
          <v:shape id="_x0000_i1097" type="#_x0000_t75" style="width:122.25pt;height:36pt" filled="t">
            <v:fill color2="black"/>
            <v:imagedata r:id="rId95" o:title=""/>
          </v:shape>
        </w:pict>
      </w:r>
      <w:r w:rsidR="00034C4A" w:rsidRPr="00DE1156">
        <w:rPr>
          <w:sz w:val="28"/>
          <w:szCs w:val="28"/>
        </w:rPr>
        <w:t>,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и тогда передаточную функцию (37) можно записать в упрощенном виде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98" type="#_x0000_t75" style="width:188.25pt;height:52.5pt" filled="t">
            <v:fill color2="black"/>
            <v:imagedata r:id="rId96" o:title=""/>
          </v:shape>
        </w:pic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(38)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Представив зависимость скольжения электродвигателя от угловой частоты напряжения статора в приращениях и выполнив линеаризацию при условии, что в рабочей области s&lt;&lt;l, получим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99" type="#_x0000_t75" style="width:132pt;height:46.5pt" filled="t">
            <v:fill color2="black"/>
            <v:imagedata r:id="rId97" o:title=""/>
          </v:shape>
        </w:pic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(39)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Уравнение равновесия моментов (13) может быть записано в приращениях в виде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100" type="#_x0000_t75" style="width:171pt;height:27pt" filled="t">
            <v:fill color2="black"/>
            <v:imagedata r:id="rId98" o:title=""/>
          </v:shape>
        </w:pict>
      </w:r>
      <w:r w:rsidR="00034C4A" w:rsidRPr="00DE1156">
        <w:rPr>
          <w:sz w:val="28"/>
          <w:szCs w:val="28"/>
        </w:rPr>
        <w:t>.</w: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(40)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На основании полученных выражений может быть составлена структурная схема асинхронного двигателя при управлении угловой частотой напряжения статора и при условии постоянства потокосцепления статора. Однако это удобнее сделать, если представить координаты двигателя в о. е., приняв за базовые значения координат их значения в номинальном режиме: М</w:t>
      </w:r>
      <w:r w:rsidRPr="00DE1156">
        <w:rPr>
          <w:sz w:val="28"/>
          <w:szCs w:val="28"/>
          <w:vertAlign w:val="subscript"/>
        </w:rPr>
        <w:t>п.ф.н.</w:t>
      </w:r>
      <w:r w:rsidRPr="00DE1156">
        <w:rPr>
          <w:sz w:val="28"/>
          <w:szCs w:val="28"/>
        </w:rPr>
        <w:t>, Ω</w:t>
      </w:r>
      <w:r w:rsidRPr="00DE1156">
        <w:rPr>
          <w:sz w:val="28"/>
          <w:szCs w:val="28"/>
          <w:vertAlign w:val="subscript"/>
        </w:rPr>
        <w:t>1н</w:t>
      </w:r>
      <w:r w:rsidRPr="00DE1156">
        <w:rPr>
          <w:sz w:val="28"/>
          <w:szCs w:val="28"/>
        </w:rPr>
        <w:t xml:space="preserve">, </w:t>
      </w:r>
      <w:r w:rsidRPr="00DE1156">
        <w:rPr>
          <w:sz w:val="28"/>
          <w:szCs w:val="28"/>
          <w:lang w:val="en-US"/>
        </w:rPr>
        <w:t>U</w:t>
      </w:r>
      <w:r w:rsidRPr="00DE1156">
        <w:rPr>
          <w:sz w:val="28"/>
          <w:szCs w:val="28"/>
          <w:vertAlign w:val="subscript"/>
        </w:rPr>
        <w:t>1αн</w:t>
      </w:r>
      <w:r w:rsidRPr="00DE1156">
        <w:rPr>
          <w:sz w:val="28"/>
          <w:szCs w:val="28"/>
        </w:rPr>
        <w:t>, Ω</w:t>
      </w:r>
      <w:r w:rsidRPr="00DE1156">
        <w:rPr>
          <w:sz w:val="28"/>
          <w:szCs w:val="28"/>
          <w:vertAlign w:val="subscript"/>
        </w:rPr>
        <w:t>0н</w:t>
      </w:r>
      <w:r w:rsidRPr="00DE1156">
        <w:rPr>
          <w:sz w:val="28"/>
          <w:szCs w:val="28"/>
        </w:rPr>
        <w:t>=Ω</w:t>
      </w:r>
      <w:r w:rsidRPr="00DE1156">
        <w:rPr>
          <w:sz w:val="28"/>
          <w:szCs w:val="28"/>
          <w:vertAlign w:val="subscript"/>
        </w:rPr>
        <w:t>1н</w:t>
      </w:r>
      <w:r w:rsidRPr="00DE1156">
        <w:rPr>
          <w:sz w:val="28"/>
          <w:szCs w:val="28"/>
        </w:rPr>
        <w:t>/</w:t>
      </w:r>
      <w:r w:rsidRPr="00DE1156">
        <w:rPr>
          <w:sz w:val="28"/>
          <w:szCs w:val="28"/>
          <w:lang w:val="en-US"/>
        </w:rPr>
        <w:t>p</w:t>
      </w:r>
      <w:r w:rsidRPr="00DE1156">
        <w:rPr>
          <w:sz w:val="28"/>
          <w:szCs w:val="28"/>
          <w:vertAlign w:val="subscript"/>
        </w:rPr>
        <w:t>п</w:t>
      </w:r>
      <w:r w:rsidR="00DE1156" w:rsidRPr="00DE1156">
        <w:rPr>
          <w:sz w:val="28"/>
          <w:szCs w:val="28"/>
        </w:rPr>
        <w:t xml:space="preserve"> </w:t>
      </w:r>
      <w:r w:rsidRPr="00DE1156">
        <w:rPr>
          <w:sz w:val="28"/>
          <w:szCs w:val="28"/>
        </w:rPr>
        <w:t>где Ω</w:t>
      </w:r>
      <w:r w:rsidRPr="00DE1156">
        <w:rPr>
          <w:sz w:val="28"/>
          <w:szCs w:val="28"/>
          <w:vertAlign w:val="subscript"/>
        </w:rPr>
        <w:t>0н</w:t>
      </w:r>
      <w:r w:rsidRPr="00DE1156">
        <w:rPr>
          <w:sz w:val="28"/>
          <w:szCs w:val="28"/>
        </w:rPr>
        <w:t xml:space="preserve"> - синхронная угловая скорость двигателя. </w:t>
      </w:r>
      <w:r w:rsidRPr="00DE1156">
        <w:rPr>
          <w:sz w:val="28"/>
          <w:szCs w:val="28"/>
        </w:rPr>
        <w:lastRenderedPageBreak/>
        <w:t xml:space="preserve">Тогда </w:t>
      </w:r>
      <w:r w:rsidR="00E23C33">
        <w:rPr>
          <w:sz w:val="28"/>
        </w:rPr>
        <w:pict>
          <v:shape id="_x0000_i1101" type="#_x0000_t75" style="width:110.25pt;height:28.5pt" filled="t">
            <v:fill color2="black"/>
            <v:imagedata r:id="rId99" o:title=""/>
          </v:shape>
        </w:pict>
      </w:r>
      <w:r w:rsidRPr="00DE1156">
        <w:rPr>
          <w:sz w:val="28"/>
          <w:szCs w:val="28"/>
        </w:rPr>
        <w:t xml:space="preserve">, </w:t>
      </w:r>
      <w:r w:rsidR="00E23C33">
        <w:rPr>
          <w:sz w:val="28"/>
        </w:rPr>
        <w:pict>
          <v:shape id="_x0000_i1102" type="#_x0000_t75" style="width:139.5pt;height:31.5pt" filled="t">
            <v:fill color2="black"/>
            <v:imagedata r:id="rId100" o:title=""/>
          </v:shape>
        </w:pict>
      </w:r>
      <w:r w:rsidRPr="00DE1156">
        <w:rPr>
          <w:sz w:val="28"/>
          <w:szCs w:val="28"/>
        </w:rPr>
        <w:t xml:space="preserve">, </w:t>
      </w:r>
      <w:r w:rsidR="00E23C33">
        <w:rPr>
          <w:sz w:val="28"/>
        </w:rPr>
        <w:pict>
          <v:shape id="_x0000_i1103" type="#_x0000_t75" style="width:132pt;height:29.25pt" filled="t">
            <v:fill color2="black"/>
            <v:imagedata r:id="rId101" o:title=""/>
          </v:shape>
        </w:pict>
      </w:r>
      <w:r w:rsidRPr="00DE1156">
        <w:rPr>
          <w:sz w:val="28"/>
          <w:szCs w:val="28"/>
        </w:rPr>
        <w:t xml:space="preserve">, </w:t>
      </w:r>
      <w:r w:rsidR="00E23C33">
        <w:rPr>
          <w:sz w:val="28"/>
        </w:rPr>
        <w:pict>
          <v:shape id="_x0000_i1104" type="#_x0000_t75" style="width:159.75pt;height:32.25pt" filled="t">
            <v:fill color2="black"/>
            <v:imagedata r:id="rId102" o:title=""/>
          </v:shape>
        </w:pict>
      </w:r>
      <w:r w:rsidRPr="00DE1156">
        <w:rPr>
          <w:sz w:val="28"/>
          <w:szCs w:val="28"/>
        </w:rPr>
        <w:t xml:space="preserve">, </w:t>
      </w:r>
      <w:r w:rsidR="00E23C33">
        <w:rPr>
          <w:sz w:val="28"/>
        </w:rPr>
        <w:pict>
          <v:shape id="_x0000_i1105" type="#_x0000_t75" style="width:140.25pt;height:30.75pt" filled="t">
            <v:fill color2="black"/>
            <v:imagedata r:id="rId103" o:title=""/>
          </v:shape>
        </w:pict>
      </w:r>
      <w:r w:rsidRPr="00DE1156">
        <w:rPr>
          <w:sz w:val="28"/>
          <w:szCs w:val="28"/>
        </w:rPr>
        <w:t>.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Передаточная функция (37) с учетом (39) запишется так: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106" type="#_x0000_t75" style="width:364.5pt;height:70.5pt" filled="t">
            <v:fill color2="black"/>
            <v:imagedata r:id="rId104" o:title=""/>
          </v:shape>
        </w:pict>
      </w:r>
      <w:r w:rsidR="00034C4A" w:rsidRPr="00DE1156">
        <w:rPr>
          <w:sz w:val="28"/>
          <w:szCs w:val="28"/>
        </w:rPr>
        <w:t>(41)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где γ=</w:t>
      </w:r>
      <w:r w:rsidRPr="00DE1156">
        <w:rPr>
          <w:sz w:val="28"/>
          <w:szCs w:val="28"/>
          <w:lang w:val="en-US"/>
        </w:rPr>
        <w:t>U</w:t>
      </w:r>
      <w:r w:rsidRPr="00DE1156">
        <w:rPr>
          <w:sz w:val="28"/>
          <w:szCs w:val="28"/>
          <w:vertAlign w:val="subscript"/>
        </w:rPr>
        <w:t>1α</w:t>
      </w:r>
      <w:r w:rsidRPr="00DE1156">
        <w:rPr>
          <w:sz w:val="28"/>
          <w:szCs w:val="28"/>
        </w:rPr>
        <w:t>/</w:t>
      </w:r>
      <w:r w:rsidRPr="00DE1156">
        <w:rPr>
          <w:sz w:val="28"/>
          <w:szCs w:val="28"/>
          <w:lang w:val="en-US"/>
        </w:rPr>
        <w:t>U</w:t>
      </w:r>
      <w:r w:rsidRPr="00DE1156">
        <w:rPr>
          <w:sz w:val="28"/>
          <w:szCs w:val="28"/>
          <w:vertAlign w:val="subscript"/>
        </w:rPr>
        <w:t xml:space="preserve">1αн </w:t>
      </w:r>
      <w:r w:rsidRPr="00DE1156">
        <w:rPr>
          <w:sz w:val="28"/>
          <w:szCs w:val="28"/>
        </w:rPr>
        <w:t>- относительное</w:t>
      </w:r>
      <w:r w:rsidR="00DE1156" w:rsidRPr="00DE1156">
        <w:rPr>
          <w:sz w:val="28"/>
          <w:szCs w:val="28"/>
        </w:rPr>
        <w:t xml:space="preserve"> </w:t>
      </w:r>
      <w:r w:rsidRPr="00DE1156">
        <w:rPr>
          <w:sz w:val="28"/>
          <w:szCs w:val="28"/>
        </w:rPr>
        <w:t>напряжение</w:t>
      </w:r>
      <w:r w:rsidR="00DE1156" w:rsidRPr="00DE1156">
        <w:rPr>
          <w:sz w:val="28"/>
          <w:szCs w:val="28"/>
        </w:rPr>
        <w:t xml:space="preserve"> </w:t>
      </w:r>
      <w:r w:rsidRPr="00DE1156">
        <w:rPr>
          <w:sz w:val="28"/>
          <w:szCs w:val="28"/>
        </w:rPr>
        <w:t>статора; ν=Ω</w:t>
      </w:r>
      <w:r w:rsidRPr="00DE1156">
        <w:rPr>
          <w:sz w:val="28"/>
          <w:szCs w:val="28"/>
          <w:vertAlign w:val="subscript"/>
        </w:rPr>
        <w:t>1</w:t>
      </w:r>
      <w:r w:rsidRPr="00DE1156">
        <w:rPr>
          <w:sz w:val="28"/>
          <w:szCs w:val="28"/>
        </w:rPr>
        <w:t>/Ω</w:t>
      </w:r>
      <w:r w:rsidRPr="00DE1156">
        <w:rPr>
          <w:sz w:val="28"/>
          <w:szCs w:val="28"/>
          <w:vertAlign w:val="subscript"/>
        </w:rPr>
        <w:t>1н</w:t>
      </w:r>
      <w:r w:rsidRPr="00DE1156">
        <w:rPr>
          <w:sz w:val="28"/>
          <w:szCs w:val="28"/>
        </w:rPr>
        <w:t xml:space="preserve"> – относительная частота напряжения статора.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Или в упрощенном виде: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107" type="#_x0000_t75" style="width:238.5pt;height:57.75pt" filled="t">
            <v:fill color2="black"/>
            <v:imagedata r:id="rId105" o:title=""/>
          </v:shape>
        </w:pic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(42)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Соответственно на основании уравнения (40) имеем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108" type="#_x0000_t75" style="width:212.25pt;height:62.25pt" filled="t">
            <v:fill color2="black"/>
            <v:imagedata r:id="rId106" o:title=""/>
          </v:shape>
        </w:pic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(43)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 xml:space="preserve">где </w:t>
      </w:r>
      <w:r w:rsidRPr="00DE1156">
        <w:rPr>
          <w:sz w:val="28"/>
          <w:szCs w:val="28"/>
          <w:lang w:val="en-US"/>
        </w:rPr>
        <w:t>T</w:t>
      </w:r>
      <w:r w:rsidRPr="00DE1156">
        <w:rPr>
          <w:sz w:val="28"/>
          <w:szCs w:val="28"/>
          <w:vertAlign w:val="subscript"/>
        </w:rPr>
        <w:t>м</w:t>
      </w:r>
      <w:r w:rsidRPr="00DE1156">
        <w:rPr>
          <w:sz w:val="28"/>
          <w:szCs w:val="28"/>
        </w:rPr>
        <w:t>=</w:t>
      </w:r>
      <w:r w:rsidRPr="00DE1156">
        <w:rPr>
          <w:sz w:val="28"/>
          <w:szCs w:val="28"/>
          <w:lang w:val="en-US"/>
        </w:rPr>
        <w:t>JΩ</w:t>
      </w:r>
      <w:r w:rsidRPr="00DE1156">
        <w:rPr>
          <w:sz w:val="28"/>
          <w:szCs w:val="28"/>
          <w:vertAlign w:val="subscript"/>
        </w:rPr>
        <w:t>0н</w:t>
      </w:r>
      <w:r w:rsidRPr="00DE1156">
        <w:rPr>
          <w:sz w:val="28"/>
          <w:szCs w:val="28"/>
        </w:rPr>
        <w:t>/М</w:t>
      </w:r>
      <w:r w:rsidRPr="00DE1156">
        <w:rPr>
          <w:sz w:val="28"/>
          <w:szCs w:val="28"/>
          <w:vertAlign w:val="subscript"/>
        </w:rPr>
        <w:t>п.ф.н</w:t>
      </w:r>
      <w:r w:rsidRPr="00DE1156">
        <w:rPr>
          <w:sz w:val="28"/>
          <w:szCs w:val="28"/>
        </w:rPr>
        <w:t xml:space="preserve"> - механическая</w:t>
      </w:r>
      <w:r w:rsidR="00DE1156" w:rsidRPr="00DE1156">
        <w:rPr>
          <w:sz w:val="28"/>
          <w:szCs w:val="28"/>
        </w:rPr>
        <w:t xml:space="preserve"> </w:t>
      </w:r>
      <w:r w:rsidRPr="00DE1156">
        <w:rPr>
          <w:sz w:val="28"/>
          <w:szCs w:val="28"/>
        </w:rPr>
        <w:t>постоянная</w:t>
      </w:r>
      <w:r w:rsidR="00DE1156" w:rsidRPr="00DE1156">
        <w:rPr>
          <w:sz w:val="28"/>
          <w:szCs w:val="28"/>
        </w:rPr>
        <w:t xml:space="preserve"> </w:t>
      </w:r>
      <w:r w:rsidRPr="00DE1156">
        <w:rPr>
          <w:sz w:val="28"/>
          <w:szCs w:val="28"/>
        </w:rPr>
        <w:t>времени двигателя.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lastRenderedPageBreak/>
        <w:t>Упрощенная структурная схема асинхронного двигателя при управлении угловой частотой напряжения статора, построенная на основании выражений (42), (43), показана на рис. 1.</w:t>
      </w:r>
      <w:r w:rsidRPr="00DE1156">
        <w:rPr>
          <w:sz w:val="28"/>
        </w:rPr>
        <w:t xml:space="preserve"> 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641FC7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09" style="position:absolute;left:0;text-align:left;z-index:251664384" from="290pt,11.4pt" to="290pt,64.2pt" strokeweight=".18mm">
            <v:stroke endarrow="block" joinstyle="miter"/>
          </v:line>
        </w:pic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10" type="#_x0000_t75" style="position:absolute;left:0;text-align:left;margin-left:250.7pt;margin-top:4.1pt;width:41.25pt;height:27.65pt;z-index:251656192;mso-wrap-style:none;v-text-anchor:middle">
            <v:fill type="frame"/>
            <v:stroke joinstyle="round"/>
            <v:imagedata r:id="rId107" o:title=""/>
          </v:shape>
        </w:pic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11" type="#_x0000_t75" style="position:absolute;left:0;text-align:left;margin-left:382pt;margin-top:14.95pt;width:33.9pt;height:27.65pt;z-index:251666432;mso-wrap-style:none;v-text-anchor:middle">
            <v:fill type="frame"/>
            <v:stroke joinstyle="round"/>
            <v:imagedata r:id="rId108" o:title=""/>
          </v:shape>
        </w:pic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12" type="#_x0000_t202" style="position:absolute;left:0;text-align:left;margin-left:335.2pt;margin-top:7.65pt;width:46.8pt;height:46pt;z-index:251654144;v-text-anchor:middle" strokeweight=".26mm">
            <v:fill color2="black"/>
            <v:textbox style="mso-next-textbox:#_x0000_s1112;mso-rotate-with-shape:t" inset="0,0,0,0">
              <w:txbxContent>
                <w:p w:rsidR="00F8270C" w:rsidRPr="009276D1" w:rsidRDefault="00F8270C" w:rsidP="00034C4A">
                  <w:r>
                    <w:rPr>
                      <w:lang w:val="en-US"/>
                    </w:rPr>
                    <w:t xml:space="preserve"> </w:t>
                  </w:r>
                  <w:r>
                    <w:t xml:space="preserve">   </w:t>
                  </w:r>
                  <w:r w:rsidR="00E23C33">
                    <w:rPr>
                      <w:position w:val="-30"/>
                    </w:rPr>
                    <w:pict>
                      <v:shape id="_x0000_i1110" type="#_x0000_t75" style="width:25.5pt;height:33.75pt">
                        <v:imagedata r:id="rId109" o:title="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>
          <v:shape id="_x0000_s1113" type="#_x0000_t75" style="position:absolute;left:0;text-align:left;margin-left:80pt;margin-top:.3pt;width:33.9pt;height:27.65pt;z-index:251665408;mso-wrap-style:none;v-text-anchor:middle">
            <v:fill type="frame"/>
            <v:stroke joinstyle="round"/>
            <v:imagedata r:id="rId108" o:title=""/>
          </v:shape>
        </w:pict>
      </w:r>
      <w:r>
        <w:rPr>
          <w:noProof/>
        </w:rPr>
        <w:pict>
          <v:shape id="_x0000_s1114" type="#_x0000_t202" style="position:absolute;left:0;text-align:left;margin-left:179.1pt;margin-top:7.65pt;width:66.3pt;height:45pt;z-index:251653120;v-text-anchor:middle" strokeweight=".26mm">
            <v:fill color2="black"/>
            <v:textbox style="mso-next-textbox:#_x0000_s1114;mso-rotate-with-shape:t" inset="0,0,0,0">
              <w:txbxContent>
                <w:p w:rsidR="00F8270C" w:rsidRDefault="00E23C33" w:rsidP="00034C4A">
                  <w:pPr>
                    <w:rPr>
                      <w:lang w:val="en-US"/>
                    </w:rPr>
                  </w:pPr>
                  <w:r>
                    <w:rPr>
                      <w:position w:val="-30"/>
                    </w:rPr>
                    <w:pict>
                      <v:shape id="_x0000_i1112" type="#_x0000_t75" style="width:61.5pt;height:35.25pt">
                        <v:imagedata r:id="rId110" o:title=""/>
                      </v:shape>
                    </w:pict>
                  </w:r>
                </w:p>
                <w:p w:rsidR="00F8270C" w:rsidRDefault="00F8270C" w:rsidP="00034C4A"/>
              </w:txbxContent>
            </v:textbox>
          </v:shape>
        </w:pic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15" style="position:absolute;left:0;text-align:left;z-index:251668480" from="384.75pt,14.1pt" to="384.75pt,59.45pt" strokeweight=".18mm">
            <v:stroke joinstyle="miter"/>
          </v:line>
        </w:pict>
      </w:r>
      <w:r>
        <w:rPr>
          <w:noProof/>
        </w:rPr>
        <w:pict>
          <v:line id="_x0000_s1116" style="position:absolute;left:0;text-align:left;z-index:251667456" from="382pt,14.1pt" to="442.5pt,14.1pt" strokeweight=".18mm">
            <v:stroke endarrow="block" joinstyle="miter"/>
          </v:line>
        </w:pict>
      </w:r>
      <w:r>
        <w:rPr>
          <w:noProof/>
        </w:rPr>
        <w:pict>
          <v:group id="_x0000_s1117" style="position:absolute;left:0;text-align:left;margin-left:283.1pt;margin-top:2.3pt;width:12.7pt;height:10.25pt;z-index:251663360;mso-wrap-distance-left:0;mso-wrap-distance-right:0" coordorigin="5096,1616" coordsize="172,125">
            <o:lock v:ext="edit" text="t"/>
            <v:line id="_x0000_s1118" style="position:absolute" from="5096,1628" to="5209,1741" strokeweight="1.59mm">
              <v:stroke joinstyle="miter"/>
            </v:line>
            <v:line id="_x0000_s1119" style="position:absolute;flip:x y" from="5155,1616" to="5268,1687" strokeweight="1.59mm">
              <v:stroke joinstyle="miter"/>
            </v:line>
          </v:group>
        </w:pict>
      </w:r>
      <w:r>
        <w:rPr>
          <w:noProof/>
        </w:rPr>
        <w:pict>
          <v:group id="_x0000_s1120" style="position:absolute;left:0;text-align:left;margin-left:276.85pt;margin-top:1.35pt;width:25.15pt;height:27.85pt;z-index:251662336;mso-wrap-distance-left:0;mso-wrap-distance-right:0" coordorigin="5011,1604" coordsize="341,341">
            <o:lock v:ext="edit" text="t"/>
            <v:oval id="_x0000_s1121" style="position:absolute;left:5011;top:1604;width:341;height:341;mso-wrap-style:none;v-text-anchor:middle" strokeweight=".26mm">
              <v:fill color2="black"/>
              <v:stroke joinstyle="miter"/>
            </v:oval>
            <v:line id="_x0000_s1122" style="position:absolute" from="5066,1658" to="5292,1885" strokeweight=".26mm">
              <v:stroke joinstyle="miter"/>
            </v:line>
            <v:line id="_x0000_s1123" style="position:absolute;flip:x" from="5053,1646" to="5298,1891" strokeweight=".26mm">
              <v:stroke joinstyle="miter"/>
            </v:line>
          </v:group>
        </w:pict>
      </w:r>
      <w:r>
        <w:rPr>
          <w:noProof/>
        </w:rPr>
        <w:pict>
          <v:line id="_x0000_s1124" style="position:absolute;left:0;text-align:left;z-index:251658240" from="80.95pt,14.55pt" to="122.9pt,14.55pt" strokeweight=".18mm">
            <v:stroke endarrow="block" joinstyle="miter"/>
          </v:line>
        </w:pict>
      </w:r>
      <w:r>
        <w:rPr>
          <w:noProof/>
        </w:rPr>
        <w:pict>
          <v:line id="_x0000_s1125" style="position:absolute;left:0;text-align:left;z-index:251657216" from="148.25pt,15.05pt" to="177.7pt,15.05pt" strokeweight=".18mm">
            <v:stroke endarrow="block" joinstyle="miter"/>
          </v:line>
        </w:pict>
      </w:r>
      <w:r>
        <w:rPr>
          <w:noProof/>
        </w:rPr>
        <w:pict>
          <v:line id="_x0000_s1126" style="position:absolute;left:0;text-align:left;z-index:251655168" from="302.95pt,14.55pt" to="335.2pt,14.55pt" strokeweight=".18mm">
            <v:stroke endarrow="block" joinstyle="miter"/>
          </v:line>
        </w:pict>
      </w:r>
      <w:r>
        <w:rPr>
          <w:noProof/>
        </w:rPr>
        <w:pict>
          <v:group id="_x0000_s1127" style="position:absolute;left:0;text-align:left;margin-left:122.95pt;margin-top:1.35pt;width:25.15pt;height:27.85pt;z-index:251652096;mso-wrap-distance-left:0;mso-wrap-distance-right:0" coordorigin="2923,1604" coordsize="341,341">
            <o:lock v:ext="edit" text="t"/>
            <v:oval id="_x0000_s1128" style="position:absolute;left:2923;top:1604;width:341;height:341;mso-wrap-style:none;v-text-anchor:middle" strokeweight=".26mm">
              <v:fill color2="black"/>
              <v:stroke joinstyle="miter"/>
            </v:oval>
            <v:line id="_x0000_s1129" style="position:absolute" from="2978,1658" to="3204,1885" strokeweight=".26mm">
              <v:stroke joinstyle="miter"/>
            </v:line>
            <v:line id="_x0000_s1130" style="position:absolute;flip:x" from="2965,1646" to="3210,1891" strokeweight=".26mm">
              <v:stroke joinstyle="miter"/>
            </v:line>
          </v:group>
        </w:pic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31" style="position:absolute;left:0;text-align:left;flip:y;z-index:251660288" from="135.35pt,12.65pt" to="135.35pt,43.35pt" strokeweight=".18mm">
            <v:stroke endarrow="block" joinstyle="miter"/>
          </v:line>
        </w:pict>
      </w:r>
      <w:r>
        <w:rPr>
          <w:noProof/>
        </w:rPr>
        <w:pict>
          <v:group id="_x0000_s1132" style="position:absolute;left:0;text-align:left;margin-left:129.25pt;margin-top:1.9pt;width:12.65pt;height:10.2pt;z-index:251661312;mso-wrap-distance-left:0;mso-wrap-distance-right:0" coordorigin="3008,1808" coordsize="172,125">
            <o:lock v:ext="edit" text="t"/>
            <v:line id="_x0000_s1133" style="position:absolute;flip:y" from="3008,1808" to="3121,1921" strokeweight="1.59mm">
              <v:stroke joinstyle="miter"/>
            </v:line>
            <v:line id="_x0000_s1134" style="position:absolute;flip:x" from="3067,1862" to="3180,1933" strokeweight="1.59mm">
              <v:stroke joinstyle="miter"/>
            </v:line>
          </v:group>
        </w:pict>
      </w:r>
      <w:r>
        <w:rPr>
          <w:noProof/>
        </w:rPr>
        <w:pict>
          <v:line id="_x0000_s1135" style="position:absolute;left:0;text-align:left;z-index:251651072" from="245.45pt,-.55pt" to="276.35pt,-.55pt" strokeweight=".18mm">
            <v:stroke endarrow="block" joinstyle="miter"/>
          </v:line>
        </w:pict>
      </w:r>
      <w:r w:rsidR="00DE1156" w:rsidRPr="00DE1156">
        <w:rPr>
          <w:sz w:val="28"/>
          <w:szCs w:val="28"/>
        </w:rPr>
        <w:t xml:space="preserve"> </w: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36" style="position:absolute;left:0;text-align:left;flip:x;z-index:251659264" from="134.75pt,11.1pt" to="384.05pt,11.1pt" strokeweight=".18mm">
            <v:stroke joinstyle="miter"/>
          </v:line>
        </w:pic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Рис.1.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Используя изложенный выше подход к выводу передаточных функций двигателя, можно получить передаточную функцию, связывающую изменение электромагнитного момента двигателя ΔМ при изменении напряжения статора Δ</w:t>
      </w:r>
      <w:r w:rsidRPr="00DE1156">
        <w:rPr>
          <w:sz w:val="28"/>
          <w:szCs w:val="28"/>
          <w:lang w:val="en-US"/>
        </w:rPr>
        <w:t>u</w:t>
      </w:r>
      <w:r w:rsidRPr="00DE1156">
        <w:rPr>
          <w:sz w:val="28"/>
          <w:szCs w:val="28"/>
          <w:vertAlign w:val="subscript"/>
        </w:rPr>
        <w:t>1α</w:t>
      </w:r>
      <w:r w:rsidRPr="00DE1156">
        <w:rPr>
          <w:sz w:val="28"/>
          <w:szCs w:val="28"/>
        </w:rPr>
        <w:t xml:space="preserve"> и неизменной частоте напряжения статора (ω</w:t>
      </w:r>
      <w:r w:rsidRPr="00DE1156">
        <w:rPr>
          <w:sz w:val="28"/>
          <w:szCs w:val="28"/>
          <w:vertAlign w:val="subscript"/>
        </w:rPr>
        <w:t>1</w:t>
      </w:r>
      <w:r w:rsidRPr="00DE1156">
        <w:rPr>
          <w:sz w:val="28"/>
          <w:szCs w:val="28"/>
        </w:rPr>
        <w:t>=const). Этот случай соответствует изменяющемуся потокосцеплению статора. В о. е. получим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113" type="#_x0000_t75" style="width:234pt;height:100.5pt" filled="t">
            <v:fill color2="black"/>
            <v:imagedata r:id="rId111" o:title=""/>
          </v:shape>
        </w:pict>
      </w:r>
      <w:r w:rsidR="00034C4A" w:rsidRPr="00DE1156">
        <w:rPr>
          <w:sz w:val="28"/>
          <w:szCs w:val="28"/>
        </w:rPr>
        <w:t>,</w:t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</w:r>
      <w:r w:rsidR="00034C4A" w:rsidRPr="00DE1156">
        <w:rPr>
          <w:sz w:val="28"/>
          <w:szCs w:val="28"/>
        </w:rPr>
        <w:tab/>
        <w:t>(44)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 xml:space="preserve">Где </w:t>
      </w:r>
      <w:r w:rsidRPr="00DE1156">
        <w:rPr>
          <w:sz w:val="28"/>
          <w:szCs w:val="28"/>
          <w:lang w:val="en-US"/>
        </w:rPr>
        <w:t>S</w:t>
      </w:r>
      <w:r w:rsidRPr="00DE1156">
        <w:rPr>
          <w:sz w:val="28"/>
          <w:szCs w:val="28"/>
          <w:vertAlign w:val="subscript"/>
        </w:rPr>
        <w:t>2</w:t>
      </w:r>
      <w:r w:rsidRPr="00DE1156">
        <w:rPr>
          <w:sz w:val="28"/>
          <w:szCs w:val="28"/>
        </w:rPr>
        <w:t xml:space="preserve"> - абсолютное скольжение электродвигателя в рабочей точке, равное отношению угловой частоты ЭДС ротора Ω</w:t>
      </w:r>
      <w:r w:rsidRPr="00DE1156">
        <w:rPr>
          <w:sz w:val="28"/>
          <w:szCs w:val="28"/>
          <w:vertAlign w:val="subscript"/>
        </w:rPr>
        <w:t xml:space="preserve">2 </w:t>
      </w:r>
      <w:r w:rsidRPr="00DE1156">
        <w:rPr>
          <w:sz w:val="28"/>
          <w:szCs w:val="28"/>
        </w:rPr>
        <w:t>(приведенной к двухполюсному электродвигателю) к номинальному значению угловой частоты напряжения статора Ω</w:t>
      </w:r>
      <w:r w:rsidRPr="00DE1156">
        <w:rPr>
          <w:sz w:val="28"/>
          <w:szCs w:val="28"/>
          <w:vertAlign w:val="subscript"/>
        </w:rPr>
        <w:t>1н</w:t>
      </w:r>
      <w:r w:rsidRPr="00DE1156">
        <w:rPr>
          <w:sz w:val="28"/>
          <w:szCs w:val="28"/>
        </w:rPr>
        <w:t>.</w: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lastRenderedPageBreak/>
        <w:pict>
          <v:shape id="_x0000_i1114" type="#_x0000_t75" style="width:275.25pt;height:54.75pt" filled="t">
            <v:fill color2="black"/>
            <v:imagedata r:id="rId112" o:title=""/>
          </v:shape>
        </w:pict>
      </w:r>
      <w:r w:rsidR="00034C4A" w:rsidRPr="00DE1156">
        <w:rPr>
          <w:sz w:val="28"/>
          <w:szCs w:val="28"/>
        </w:rPr>
        <w:t>.</w: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Структурная схема асинхронного электродвигателя при управлении напряжением статора показана на рис. 2.</w:t>
      </w:r>
    </w:p>
    <w:p w:rsidR="00034C4A" w:rsidRPr="00DE1156" w:rsidRDefault="00E23C33" w:rsidP="00DE1156">
      <w:pPr>
        <w:tabs>
          <w:tab w:val="left" w:pos="3965"/>
        </w:tabs>
        <w:spacing w:line="360" w:lineRule="auto"/>
        <w:ind w:firstLine="709"/>
        <w:jc w:val="both"/>
        <w:rPr>
          <w:sz w:val="28"/>
          <w:szCs w:val="44"/>
        </w:rPr>
      </w:pPr>
      <w:r>
        <w:rPr>
          <w:noProof/>
        </w:rPr>
        <w:pict>
          <v:shape id="_x0000_s1137" type="#_x0000_t202" style="position:absolute;left:0;text-align:left;margin-left:102.15pt;margin-top:19.7pt;width:124.15pt;height:70.1pt;z-index:251672576;v-text-anchor:middle" strokeweight=".26mm">
            <v:fill color2="black"/>
            <v:textbox style="mso-next-textbox:#_x0000_s1137;mso-rotate-with-shape:t" inset="0,0,0,0">
              <w:txbxContent>
                <w:p w:rsidR="00F8270C" w:rsidRDefault="00F8270C" w:rsidP="00034C4A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</w:t>
                  </w:r>
                  <w:r w:rsidR="00E23C33">
                    <w:rPr>
                      <w:position w:val="-84"/>
                    </w:rPr>
                    <w:pict>
                      <v:shape id="_x0000_i1116" type="#_x0000_t75" style="width:123.75pt;height:56.25pt">
                        <v:imagedata r:id="rId113" o:title=""/>
                      </v:shape>
                    </w:pict>
                  </w:r>
                </w:p>
                <w:p w:rsidR="00F8270C" w:rsidRDefault="00F8270C" w:rsidP="00034C4A"/>
              </w:txbxContent>
            </v:textbox>
          </v:shape>
        </w:pict>
      </w:r>
      <w:r>
        <w:rPr>
          <w:noProof/>
        </w:rPr>
        <w:pict>
          <v:line id="_x0000_s1138" style="position:absolute;left:0;text-align:left;z-index:251677696" from="277.15pt,1.9pt" to="277.15pt,39.75pt" strokeweight=".18mm">
            <v:stroke endarrow="block" joinstyle="miter"/>
          </v:line>
        </w:pict>
      </w:r>
      <w:r>
        <w:rPr>
          <w:noProof/>
        </w:rPr>
        <w:pict>
          <v:shape id="_x0000_s1139" type="#_x0000_t75" style="position:absolute;left:0;text-align:left;margin-left:236.6pt;margin-top:7.5pt;width:43.4pt;height:19.85pt;z-index:251673600;mso-wrap-style:none;v-text-anchor:middle">
            <v:fill type="frame"/>
            <v:stroke joinstyle="round"/>
            <v:imagedata r:id="rId107" o:title=""/>
          </v:shape>
        </w:pict>
      </w:r>
    </w:p>
    <w:p w:rsidR="00034C4A" w:rsidRPr="00DE1156" w:rsidRDefault="00E23C33" w:rsidP="00DE1156">
      <w:pPr>
        <w:tabs>
          <w:tab w:val="left" w:pos="396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40" type="#_x0000_t75" style="position:absolute;left:0;text-align:left;margin-left:374.75pt;margin-top:1.5pt;width:37.25pt;height:22.15pt;z-index:251679744;mso-wrap-style:none;v-text-anchor:middle">
            <v:fill type="frame"/>
            <v:stroke joinstyle="round"/>
            <v:imagedata r:id="rId114" o:title=""/>
          </v:shape>
        </w:pict>
      </w:r>
      <w:r>
        <w:rPr>
          <w:noProof/>
        </w:rPr>
        <w:pict>
          <v:shape id="_x0000_s1141" type="#_x0000_t75" style="position:absolute;left:0;text-align:left;margin-left:57pt;margin-top:2.55pt;width:40.3pt;height:19.85pt;z-index:251678720;mso-wrap-style:none;v-text-anchor:middle">
            <v:fill type="frame"/>
            <v:stroke joinstyle="round"/>
            <v:imagedata r:id="rId115" o:title=""/>
          </v:shape>
        </w:pict>
      </w:r>
      <w:r>
        <w:rPr>
          <w:noProof/>
        </w:rPr>
        <w:pict>
          <v:group id="_x0000_s1142" style="position:absolute;left:0;text-align:left;margin-left:264.1pt;margin-top:14.85pt;width:26.45pt;height:19.95pt;z-index:251675648;mso-wrap-distance-left:0;mso-wrap-distance-right:0" coordorigin="4831,692" coordsize="341,341">
            <o:lock v:ext="edit" text="t"/>
            <v:oval id="_x0000_s1143" style="position:absolute;left:4831;top:692;width:341;height:341;mso-wrap-style:none;v-text-anchor:middle" strokeweight=".26mm">
              <v:fill color2="black"/>
              <v:stroke joinstyle="miter"/>
            </v:oval>
            <v:line id="_x0000_s1144" style="position:absolute" from="4885,746" to="5112,973" strokeweight=".26mm">
              <v:stroke joinstyle="miter"/>
            </v:line>
            <v:line id="_x0000_s1145" style="position:absolute;flip:x" from="4873,734" to="5118,979" strokeweight=".26mm">
              <v:stroke joinstyle="miter"/>
            </v:line>
          </v:group>
        </w:pict>
      </w:r>
      <w:r>
        <w:rPr>
          <w:noProof/>
        </w:rPr>
        <w:pict>
          <v:shape id="_x0000_s1146" type="#_x0000_t202" style="position:absolute;left:0;text-align:left;margin-left:325.5pt;margin-top:8.9pt;width:31.1pt;height:32.9pt;z-index:251669504;v-text-anchor:middle" strokeweight=".26mm">
            <v:fill color2="black"/>
            <v:textbox style="mso-next-textbox:#_x0000_s1146;mso-rotate-with-shape:t" inset="0,0,0,0">
              <w:txbxContent>
                <w:p w:rsidR="00F8270C" w:rsidRDefault="00F8270C" w:rsidP="00034C4A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</w:t>
                  </w:r>
                  <w:r w:rsidR="00E23C33">
                    <w:rPr>
                      <w:position w:val="-30"/>
                    </w:rPr>
                    <w:pict>
                      <v:shape id="_x0000_i1118" type="#_x0000_t75" style="width:24pt;height:31.5pt">
                        <v:imagedata r:id="rId116" o:title=""/>
                      </v:shape>
                    </w:pict>
                  </w:r>
                </w:p>
              </w:txbxContent>
            </v:textbox>
          </v:shape>
        </w:pict>
      </w:r>
    </w:p>
    <w:p w:rsidR="00034C4A" w:rsidRPr="00DE1156" w:rsidRDefault="00E23C33" w:rsidP="00DE1156">
      <w:pPr>
        <w:tabs>
          <w:tab w:val="left" w:pos="396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147" style="position:absolute;left:0;text-align:left;margin-left:270.15pt;margin-top:10.65pt;width:13.4pt;height:7.35pt;z-index:251682816;mso-wrap-distance-left:0;mso-wrap-distance-right:0" coordorigin="4909,896" coordsize="173,125">
            <o:lock v:ext="edit" text="t"/>
            <v:line id="_x0000_s1148" style="position:absolute;flip:y" from="4909,896" to="5022,1009" strokeweight="1.59mm">
              <v:stroke joinstyle="miter"/>
            </v:line>
            <v:line id="_x0000_s1149" style="position:absolute;flip:x" from="4969,950" to="5082,1021" strokeweight="1.59mm">
              <v:stroke joinstyle="miter"/>
            </v:line>
          </v:group>
        </w:pict>
      </w:r>
      <w:r>
        <w:rPr>
          <w:noProof/>
        </w:rPr>
        <w:pict>
          <v:line id="_x0000_s1150" style="position:absolute;left:0;text-align:left;z-index:251681792" from="377.65pt,7.85pt" to="377.65pt,37.25pt" strokeweight=".18mm">
            <v:stroke endarrow="block" joinstyle="miter"/>
          </v:line>
        </w:pict>
      </w:r>
      <w:r>
        <w:rPr>
          <w:noProof/>
        </w:rPr>
        <w:pict>
          <v:line id="_x0000_s1151" style="position:absolute;left:0;text-align:left;z-index:251680768" from="356.7pt,8.2pt" to="420.35pt,8.2pt" strokeweight=".18mm">
            <v:stroke endarrow="block" joinstyle="miter"/>
          </v:line>
        </w:pict>
      </w:r>
      <w:r>
        <w:rPr>
          <w:noProof/>
        </w:rPr>
        <w:pict>
          <v:group id="_x0000_s1152" style="position:absolute;left:0;text-align:left;margin-left:270.6pt;margin-top:-.55pt;width:13.45pt;height:7.3pt;z-index:251676672;mso-wrap-distance-left:0;mso-wrap-distance-right:0" coordorigin="4915,704" coordsize="173,125">
            <o:lock v:ext="edit" text="t"/>
            <v:line id="_x0000_s1153" style="position:absolute" from="4915,716" to="5028,829" strokeweight="1.59mm">
              <v:stroke joinstyle="miter"/>
            </v:line>
            <v:line id="_x0000_s1154" style="position:absolute;flip:x y" from="4975,704" to="5088,775" strokeweight="1.59mm">
              <v:stroke joinstyle="miter"/>
            </v:line>
          </v:group>
        </w:pict>
      </w:r>
      <w:r>
        <w:rPr>
          <w:noProof/>
        </w:rPr>
        <w:pict>
          <v:line id="_x0000_s1155" style="position:absolute;left:0;text-align:left;z-index:251674624" from="58pt,8.2pt" to="102.15pt,8.2pt" strokeweight=".18mm">
            <v:stroke endarrow="block" joinstyle="miter"/>
          </v:line>
        </w:pict>
      </w:r>
      <w:r>
        <w:rPr>
          <w:noProof/>
        </w:rPr>
        <w:pict>
          <v:line id="_x0000_s1156" style="position:absolute;left:0;text-align:left;z-index:251671552" from="227.8pt,8.9pt" to="263.55pt,8.9pt" strokeweight=".18mm">
            <v:stroke endarrow="block" joinstyle="miter"/>
          </v:line>
        </w:pict>
      </w:r>
      <w:r>
        <w:rPr>
          <w:noProof/>
        </w:rPr>
        <w:pict>
          <v:line id="_x0000_s1157" style="position:absolute;left:0;text-align:left;z-index:251670528" from="291.55pt,8.2pt" to="325.45pt,8.2pt" strokeweight=".18mm">
            <v:stroke endarrow="block" joinstyle="miter"/>
          </v:line>
        </w:pict>
      </w:r>
    </w:p>
    <w:p w:rsidR="00034C4A" w:rsidRPr="00DE1156" w:rsidRDefault="00E23C33" w:rsidP="00DE1156">
      <w:pPr>
        <w:tabs>
          <w:tab w:val="left" w:pos="396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58" style="position:absolute;left:0;text-align:left;flip:x y;z-index:251685888" from="277.15pt,3pt" to="280pt,59.1pt" strokeweight=".18mm">
            <v:stroke endarrow="block" joinstyle="miter"/>
          </v:line>
        </w:pict>
      </w:r>
    </w:p>
    <w:p w:rsidR="00034C4A" w:rsidRPr="00DE1156" w:rsidRDefault="00E23C33" w:rsidP="00DE1156">
      <w:pPr>
        <w:tabs>
          <w:tab w:val="left" w:pos="396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59" type="#_x0000_t202" style="position:absolute;left:0;text-align:left;margin-left:336.7pt;margin-top:5.15pt;width:83.2pt;height:40.5pt;z-index:251683840;v-text-anchor:middle" strokeweight=".26mm">
            <v:fill color2="black"/>
            <v:textbox style="mso-next-textbox:#_x0000_s1159;mso-rotate-with-shape:t" inset="0,0,0,0">
              <w:txbxContent>
                <w:p w:rsidR="00F8270C" w:rsidRDefault="00F8270C" w:rsidP="00034C4A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</w:t>
                  </w:r>
                  <w:r w:rsidR="00E23C33">
                    <w:rPr>
                      <w:position w:val="-30"/>
                    </w:rPr>
                    <w:pict>
                      <v:shape id="_x0000_i1120" type="#_x0000_t75" style="width:65.25pt;height:35.25pt">
                        <v:imagedata r:id="rId117" o:title=""/>
                      </v:shape>
                    </w:pict>
                  </w:r>
                </w:p>
              </w:txbxContent>
            </v:textbox>
          </v:shape>
        </w:pict>
      </w:r>
    </w:p>
    <w:p w:rsidR="00034C4A" w:rsidRPr="00DE1156" w:rsidRDefault="00E23C33" w:rsidP="00DE1156">
      <w:pPr>
        <w:tabs>
          <w:tab w:val="left" w:pos="396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60" style="position:absolute;left:0;text-align:left;flip:x;z-index:251684864" from="277.15pt,8pt" to="338.45pt,8pt" strokeweight=".18mm">
            <v:stroke joinstyle="miter"/>
          </v:line>
        </w:pict>
      </w:r>
    </w:p>
    <w:p w:rsidR="00034C4A" w:rsidRPr="00DE1156" w:rsidRDefault="00034C4A" w:rsidP="00DE1156">
      <w:pPr>
        <w:tabs>
          <w:tab w:val="left" w:pos="3965"/>
        </w:tabs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Рис.2.</w:t>
      </w:r>
    </w:p>
    <w:p w:rsidR="00034C4A" w:rsidRPr="00DE1156" w:rsidRDefault="00034C4A" w:rsidP="00DE1156">
      <w:pPr>
        <w:tabs>
          <w:tab w:val="left" w:pos="3965"/>
        </w:tabs>
        <w:spacing w:line="360" w:lineRule="auto"/>
        <w:ind w:firstLine="709"/>
        <w:jc w:val="both"/>
        <w:rPr>
          <w:sz w:val="28"/>
          <w:szCs w:val="28"/>
        </w:rPr>
      </w:pPr>
    </w:p>
    <w:p w:rsidR="00034C4A" w:rsidRDefault="00034C4A" w:rsidP="00DE1156">
      <w:pPr>
        <w:tabs>
          <w:tab w:val="left" w:pos="3965"/>
        </w:tabs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 xml:space="preserve">2.3 Статические </w:t>
      </w:r>
      <w:r w:rsidR="00641FC7">
        <w:rPr>
          <w:sz w:val="28"/>
          <w:szCs w:val="28"/>
        </w:rPr>
        <w:t>характеристики САУ на основе АД</w:t>
      </w:r>
    </w:p>
    <w:p w:rsidR="00641FC7" w:rsidRPr="00DE1156" w:rsidRDefault="00641FC7" w:rsidP="00DE1156">
      <w:pPr>
        <w:tabs>
          <w:tab w:val="left" w:pos="3965"/>
        </w:tabs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tabs>
          <w:tab w:val="left" w:pos="3965"/>
        </w:tabs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2.3.1 Статические х</w:t>
      </w:r>
      <w:r w:rsidR="00840D38" w:rsidRPr="00DE1156">
        <w:rPr>
          <w:sz w:val="28"/>
          <w:szCs w:val="28"/>
        </w:rPr>
        <w:t xml:space="preserve">арактеристики САУ при </w:t>
      </w:r>
      <w:r w:rsidR="00E23C33">
        <w:rPr>
          <w:sz w:val="28"/>
        </w:rPr>
        <w:pict>
          <v:shape id="_x0000_i1121" type="#_x0000_t75" style="width:57pt;height:33.75pt">
            <v:imagedata r:id="rId7" o:title=""/>
          </v:shape>
        </w:pic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 xml:space="preserve">Для построения механических характеристик разомкнутой системы электропривода в диапазоне скоростей, меньше синхронной, воспользуемся зависимостью для момента М в функции скольжения при </w:t>
      </w:r>
      <w:r w:rsidRPr="00DE1156">
        <w:rPr>
          <w:sz w:val="28"/>
          <w:szCs w:val="28"/>
          <w:lang w:val="en-US"/>
        </w:rPr>
        <w:t>f</w:t>
      </w:r>
      <w:r w:rsidRPr="00DE1156">
        <w:rPr>
          <w:sz w:val="28"/>
          <w:szCs w:val="28"/>
        </w:rPr>
        <w:t>=</w:t>
      </w:r>
      <w:r w:rsidRPr="00DE1156">
        <w:rPr>
          <w:sz w:val="28"/>
          <w:szCs w:val="28"/>
          <w:lang w:val="en-US"/>
        </w:rPr>
        <w:t>var</w:t>
      </w:r>
      <w:r w:rsidRPr="00DE1156">
        <w:rPr>
          <w:sz w:val="28"/>
          <w:szCs w:val="28"/>
        </w:rPr>
        <w:t>.</w:t>
      </w:r>
    </w:p>
    <w:p w:rsidR="00641FC7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ab/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</w:rPr>
        <w:pict>
          <v:shape id="_x0000_i1122" type="#_x0000_t75" style="width:287.25pt;height:99pt" filled="t">
            <v:fill color2="black"/>
            <v:imagedata r:id="rId118" o:title=""/>
          </v:shape>
        </w:pict>
      </w:r>
    </w:p>
    <w:p w:rsidR="00641FC7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  <w:lang w:val="en-US"/>
        </w:rPr>
        <w:tab/>
      </w:r>
      <w:r w:rsidRPr="00DE1156">
        <w:rPr>
          <w:sz w:val="28"/>
          <w:szCs w:val="28"/>
        </w:rPr>
        <w:t xml:space="preserve">Где </w:t>
      </w:r>
      <w:r w:rsidRPr="00DE1156">
        <w:rPr>
          <w:sz w:val="28"/>
          <w:szCs w:val="28"/>
          <w:lang w:val="en-US"/>
        </w:rPr>
        <w:t>U</w:t>
      </w:r>
      <w:r w:rsidRPr="00DE1156">
        <w:rPr>
          <w:sz w:val="28"/>
          <w:szCs w:val="28"/>
        </w:rPr>
        <w:t>ф.с.м – номинальное фазное напряжения статора;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  <w:lang w:val="en-US"/>
        </w:rPr>
        <w:t>f</w:t>
      </w:r>
      <w:r w:rsidRPr="00DE1156">
        <w:rPr>
          <w:sz w:val="28"/>
          <w:szCs w:val="28"/>
        </w:rPr>
        <w:t xml:space="preserve"> – частота напряжения на выходе инвертора;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  <w:lang w:val="en-US"/>
        </w:rPr>
        <w:t>n</w:t>
      </w:r>
      <w:r w:rsidRPr="00DE1156">
        <w:rPr>
          <w:sz w:val="28"/>
          <w:szCs w:val="28"/>
          <w:vertAlign w:val="subscript"/>
          <w:lang w:val="en-US"/>
        </w:rPr>
        <w:t>c</w:t>
      </w:r>
      <w:r w:rsidRPr="00DE1156">
        <w:rPr>
          <w:sz w:val="28"/>
          <w:szCs w:val="28"/>
        </w:rPr>
        <w:t xml:space="preserve"> – синхронная скорость двигателя;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  <w:lang w:val="en-US"/>
        </w:rPr>
        <w:lastRenderedPageBreak/>
        <w:t>r</w:t>
      </w:r>
      <w:r w:rsidRPr="00DE1156">
        <w:rPr>
          <w:sz w:val="28"/>
          <w:szCs w:val="28"/>
          <w:vertAlign w:val="subscript"/>
          <w:lang w:val="en-US"/>
        </w:rPr>
        <w:t>p</w:t>
      </w:r>
      <w:r w:rsidRPr="00DE1156">
        <w:rPr>
          <w:sz w:val="28"/>
          <w:szCs w:val="28"/>
        </w:rPr>
        <w:t xml:space="preserve">’, </w:t>
      </w:r>
      <w:r w:rsidRPr="00DE1156">
        <w:rPr>
          <w:sz w:val="28"/>
          <w:szCs w:val="28"/>
          <w:lang w:val="en-US"/>
        </w:rPr>
        <w:t>x</w:t>
      </w:r>
      <w:r w:rsidRPr="00DE1156">
        <w:rPr>
          <w:sz w:val="28"/>
          <w:szCs w:val="28"/>
          <w:vertAlign w:val="subscript"/>
          <w:lang w:val="en-US"/>
        </w:rPr>
        <w:t>p</w:t>
      </w:r>
      <w:r w:rsidRPr="00DE1156">
        <w:rPr>
          <w:sz w:val="28"/>
          <w:szCs w:val="28"/>
        </w:rPr>
        <w:t xml:space="preserve">’, </w:t>
      </w:r>
      <w:r w:rsidRPr="00DE1156">
        <w:rPr>
          <w:sz w:val="28"/>
          <w:szCs w:val="28"/>
          <w:lang w:val="en-US"/>
        </w:rPr>
        <w:t>r</w:t>
      </w:r>
      <w:r w:rsidRPr="00DE1156">
        <w:rPr>
          <w:sz w:val="28"/>
          <w:szCs w:val="28"/>
          <w:vertAlign w:val="subscript"/>
          <w:lang w:val="en-US"/>
        </w:rPr>
        <w:t>c</w:t>
      </w:r>
      <w:r w:rsidRPr="00DE1156">
        <w:rPr>
          <w:sz w:val="28"/>
          <w:szCs w:val="28"/>
        </w:rPr>
        <w:t xml:space="preserve">, </w:t>
      </w:r>
      <w:r w:rsidRPr="00DE1156">
        <w:rPr>
          <w:sz w:val="28"/>
          <w:szCs w:val="28"/>
          <w:lang w:val="en-US"/>
        </w:rPr>
        <w:t>x</w:t>
      </w:r>
      <w:r w:rsidRPr="00DE1156">
        <w:rPr>
          <w:sz w:val="28"/>
          <w:szCs w:val="28"/>
          <w:vertAlign w:val="subscript"/>
          <w:lang w:val="en-US"/>
        </w:rPr>
        <w:t>c</w:t>
      </w:r>
      <w:r w:rsidRPr="00DE1156">
        <w:rPr>
          <w:sz w:val="28"/>
          <w:szCs w:val="28"/>
        </w:rPr>
        <w:t xml:space="preserve"> – параметры схемы замещения двигателя;</w:t>
      </w:r>
    </w:p>
    <w:p w:rsidR="00034C4A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 xml:space="preserve">После подсчета в программе </w:t>
      </w:r>
      <w:r w:rsidRPr="00DE1156">
        <w:rPr>
          <w:sz w:val="28"/>
          <w:szCs w:val="28"/>
          <w:lang w:val="en-US"/>
        </w:rPr>
        <w:t>MathCad</w:t>
      </w:r>
      <w:r w:rsidRPr="00DE1156">
        <w:rPr>
          <w:sz w:val="28"/>
          <w:szCs w:val="28"/>
        </w:rPr>
        <w:t xml:space="preserve"> получаем механические характеристики:</w:t>
      </w:r>
    </w:p>
    <w:p w:rsidR="00AE66ED" w:rsidRPr="00DE1156" w:rsidRDefault="00AE66ED" w:rsidP="00DE11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AE66ED" w:rsidRPr="00DE1156" w:rsidRDefault="00E23C33" w:rsidP="00DE11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23" type="#_x0000_t75" style="width:203.25pt;height:197.25pt">
            <v:imagedata r:id="rId119" o:title=""/>
          </v:shape>
        </w:pict>
      </w:r>
    </w:p>
    <w:p w:rsidR="00F51DBD" w:rsidRPr="00DE1156" w:rsidRDefault="00F51DBD" w:rsidP="00DE11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8C411E" w:rsidRPr="00DE1156" w:rsidRDefault="00E23C33" w:rsidP="00641FC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24" type="#_x0000_t75" style="width:381.75pt;height:243.75pt">
            <v:imagedata r:id="rId120" o:title=""/>
          </v:shape>
        </w:pic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2.3.2 Статические характеристики САУ при</w:t>
      </w:r>
      <w:r w:rsidR="00840D38" w:rsidRPr="00DE1156">
        <w:rPr>
          <w:sz w:val="28"/>
          <w:szCs w:val="28"/>
        </w:rPr>
        <w:t xml:space="preserve"> </w:t>
      </w:r>
      <w:r w:rsidR="00E23C33">
        <w:rPr>
          <w:sz w:val="28"/>
        </w:rPr>
        <w:pict>
          <v:shape id="_x0000_i1125" type="#_x0000_t75" style="width:54.75pt;height:16.5pt">
            <v:imagedata r:id="rId121" o:title=""/>
          </v:shape>
        </w:pic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 xml:space="preserve">Для построения механических характеристик разомкнутой системы электропривода в диапазоне скоростей, меньше синхронной, воспользуемся зависимостью для момента М в функции скольжения при </w:t>
      </w:r>
      <w:r w:rsidRPr="00DE1156">
        <w:rPr>
          <w:sz w:val="28"/>
          <w:szCs w:val="28"/>
          <w:lang w:val="en-US"/>
        </w:rPr>
        <w:t>f</w:t>
      </w:r>
      <w:r w:rsidRPr="00DE1156">
        <w:rPr>
          <w:sz w:val="28"/>
          <w:szCs w:val="28"/>
        </w:rPr>
        <w:t>=</w:t>
      </w:r>
      <w:r w:rsidRPr="00DE1156">
        <w:rPr>
          <w:sz w:val="28"/>
          <w:szCs w:val="28"/>
          <w:lang w:val="en-US"/>
        </w:rPr>
        <w:t>var</w:t>
      </w:r>
      <w:r w:rsidRPr="00DE1156">
        <w:rPr>
          <w:sz w:val="28"/>
          <w:szCs w:val="28"/>
        </w:rPr>
        <w:t>.</w: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pict>
          <v:shape id="_x0000_i1126" type="#_x0000_t75" style="width:279.75pt;height:101.25pt" filled="t">
            <v:fill color2="black"/>
            <v:imagedata r:id="rId122" o:title=""/>
          </v:shape>
        </w:pic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 xml:space="preserve">После подсчета в программе </w:t>
      </w:r>
      <w:r w:rsidRPr="00DE1156">
        <w:rPr>
          <w:sz w:val="28"/>
          <w:szCs w:val="28"/>
          <w:lang w:val="en-US"/>
        </w:rPr>
        <w:t>MathCad</w:t>
      </w:r>
      <w:r w:rsidRPr="00DE1156">
        <w:rPr>
          <w:sz w:val="28"/>
          <w:szCs w:val="28"/>
        </w:rPr>
        <w:t xml:space="preserve"> получаем механические характеристики:</w: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7" type="#_x0000_t75" style="width:182.25pt;height:198pt">
            <v:imagedata r:id="rId123" o:title=""/>
          </v:shape>
        </w:pict>
      </w:r>
    </w:p>
    <w:p w:rsidR="001A1855" w:rsidRPr="00DE1156" w:rsidRDefault="001A1855" w:rsidP="00DE11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8C411E" w:rsidRPr="00DE1156" w:rsidRDefault="00E23C33" w:rsidP="00641FC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28" type="#_x0000_t75" style="width:346.5pt;height:215.25pt">
            <v:imagedata r:id="rId124" o:title=""/>
          </v:shape>
        </w:pict>
      </w:r>
    </w:p>
    <w:p w:rsidR="00034C4A" w:rsidRPr="00DE1156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34C4A" w:rsidRPr="00DE1156">
        <w:rPr>
          <w:sz w:val="28"/>
          <w:szCs w:val="28"/>
        </w:rPr>
        <w:lastRenderedPageBreak/>
        <w:t>2.3.3 Статические характеристики САУ при</w:t>
      </w:r>
      <w:r>
        <w:rPr>
          <w:sz w:val="28"/>
          <w:szCs w:val="28"/>
        </w:rPr>
        <w:t xml:space="preserve"> вентиляторной нагрузке</w:t>
      </w:r>
    </w:p>
    <w:p w:rsidR="00034C4A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 xml:space="preserve">Для построения механических характеристик разомкнутой системы электропривода в диапазоне скоростей, меньше синхронной, воспользуемся зависимостью для момента М в функции скольжения при </w:t>
      </w:r>
      <w:r w:rsidRPr="00DE1156">
        <w:rPr>
          <w:sz w:val="28"/>
          <w:szCs w:val="28"/>
          <w:lang w:val="en-US"/>
        </w:rPr>
        <w:t>f</w:t>
      </w:r>
      <w:r w:rsidRPr="00DE1156">
        <w:rPr>
          <w:sz w:val="28"/>
          <w:szCs w:val="28"/>
        </w:rPr>
        <w:t>=</w:t>
      </w:r>
      <w:r w:rsidRPr="00DE1156">
        <w:rPr>
          <w:sz w:val="28"/>
          <w:szCs w:val="28"/>
          <w:lang w:val="en-US"/>
        </w:rPr>
        <w:t>var</w:t>
      </w:r>
      <w:r w:rsidRPr="00DE1156">
        <w:rPr>
          <w:sz w:val="28"/>
          <w:szCs w:val="28"/>
        </w:rPr>
        <w:t>.</w:t>
      </w:r>
    </w:p>
    <w:p w:rsidR="00641FC7" w:rsidRPr="00DE1156" w:rsidRDefault="00641FC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</w:rPr>
        <w:pict>
          <v:shape id="_x0000_i1129" type="#_x0000_t75" style="width:319.5pt;height:101.25pt" filled="t">
            <v:fill color2="black"/>
            <v:imagedata r:id="rId125" o:title=""/>
          </v:shape>
        </w:pic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 xml:space="preserve">После подсчета в программе </w:t>
      </w:r>
      <w:r w:rsidRPr="00DE1156">
        <w:rPr>
          <w:sz w:val="28"/>
          <w:szCs w:val="28"/>
          <w:lang w:val="en-US"/>
        </w:rPr>
        <w:t>MathCad</w:t>
      </w:r>
      <w:r w:rsidRPr="00DE1156">
        <w:rPr>
          <w:sz w:val="28"/>
          <w:szCs w:val="28"/>
        </w:rPr>
        <w:t xml:space="preserve"> получаем механические характеристики:</w:t>
      </w:r>
    </w:p>
    <w:p w:rsidR="00923289" w:rsidRPr="00DE1156" w:rsidRDefault="00923289" w:rsidP="00DE115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130" type="#_x0000_t75" style="width:174pt;height:155.25pt">
            <v:imagedata r:id="rId126" o:title=""/>
          </v:shape>
        </w:pict>
      </w:r>
    </w:p>
    <w:p w:rsidR="008C411E" w:rsidRPr="00DE1156" w:rsidRDefault="00E23C33" w:rsidP="00641FC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31" type="#_x0000_t75" style="width:292.5pt;height:185.25pt">
            <v:imagedata r:id="rId127" o:title=""/>
          </v:shape>
        </w:pict>
      </w:r>
    </w:p>
    <w:p w:rsidR="00034C4A" w:rsidRPr="00DE1156" w:rsidRDefault="00C16740" w:rsidP="00DE1156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034C4A" w:rsidRPr="00DE1156">
        <w:rPr>
          <w:sz w:val="28"/>
          <w:szCs w:val="32"/>
        </w:rPr>
        <w:lastRenderedPageBreak/>
        <w:t>3. Динамические характеристики САУ переменного тока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8C7DEC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Исходная структурная схема разомкнутой САУ:</w:t>
      </w:r>
    </w:p>
    <w:p w:rsidR="00DE1156" w:rsidRDefault="00DE1156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ПЧ</w:t>
      </w:r>
      <w:r w:rsidR="00DE1156" w:rsidRPr="00DE1156">
        <w:rPr>
          <w:sz w:val="28"/>
          <w:szCs w:val="28"/>
        </w:rPr>
        <w:t xml:space="preserve"> </w:t>
      </w:r>
      <w:r w:rsidRPr="00DE1156">
        <w:rPr>
          <w:sz w:val="28"/>
          <w:szCs w:val="28"/>
        </w:rPr>
        <w:t>АД</w: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noProof/>
        </w:rPr>
        <w:pict>
          <v:group id="_x0000_s1161" style="position:absolute;left:0;text-align:left;margin-left:50pt;margin-top:14.25pt;width:369.65pt;height:157.9pt;z-index:251694080" coordorigin="734,701" coordsize="9802,3736">
            <v:shape id="_x0000_s1162" type="#_x0000_t202" style="position:absolute;left:1369;top:900;width:988;height:686;v-text-anchor:middle" strokeweight=".26mm">
              <v:fill color2="black"/>
              <v:textbox style="mso-next-textbox:#_x0000_s1162;mso-rotate-with-shape:t" inset="0,0,0,0">
                <w:txbxContent>
                  <w:p w:rsidR="00F8270C" w:rsidRDefault="00F8270C" w:rsidP="00034C4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</w:t>
                    </w:r>
                  </w:p>
                </w:txbxContent>
              </v:textbox>
            </v:shape>
            <v:line id="_x0000_s1163" style="position:absolute" from="3942,1240" to="3942,2021" strokeweight=".26mm">
              <v:stroke endarrow="block" joinstyle="miter"/>
            </v:line>
            <v:shape id="_x0000_s1164" type="#_x0000_t75" style="position:absolute;left:1401;top:927;width:816;height:683;mso-wrap-style:none;v-text-anchor:middle">
              <v:fill type="frame"/>
              <v:stroke joinstyle="round"/>
              <v:imagedata r:id="rId25" o:title=""/>
            </v:shape>
            <v:group id="_x0000_s1165" style="position:absolute;left:2662;top:1048;width:423;height:419;mso-wrap-distance-left:0;mso-wrap-distance-right:0" coordorigin="2094,488" coordsize="341,341">
              <o:lock v:ext="edit" text="t"/>
              <v:oval id="_x0000_s1166" style="position:absolute;left:2094;top:488;width:341;height:341;mso-wrap-style:none;v-text-anchor:middle" strokeweight=".26mm">
                <v:fill color2="black"/>
                <v:stroke joinstyle="miter"/>
              </v:oval>
              <v:line id="_x0000_s1167" style="position:absolute" from="2148,543" to="2375,769" strokeweight=".26mm">
                <v:stroke joinstyle="miter"/>
              </v:line>
              <v:line id="_x0000_s1168" style="position:absolute;flip:x" from="2136,530" to="2381,775" strokeweight=".26mm">
                <v:stroke joinstyle="miter"/>
              </v:line>
            </v:group>
            <v:group id="_x0000_s1169" style="position:absolute;left:3728;top:2030;width:423;height:420;mso-wrap-distance-left:0;mso-wrap-distance-right:0" coordorigin="2953,1286" coordsize="341,341">
              <o:lock v:ext="edit" text="t"/>
              <v:oval id="_x0000_s1170" style="position:absolute;left:2953;top:1286;width:341;height:341;mso-wrap-style:none;v-text-anchor:middle" strokeweight=".26mm">
                <v:fill color2="black"/>
                <v:stroke joinstyle="miter"/>
              </v:oval>
              <v:line id="_x0000_s1171" style="position:absolute" from="3006,1340" to="3233,1567" strokeweight=".26mm">
                <v:stroke joinstyle="miter"/>
              </v:line>
              <v:line id="_x0000_s1172" style="position:absolute;flip:x" from="2995,1328" to="3240,1573" strokeweight=".26mm">
                <v:stroke joinstyle="miter"/>
              </v:line>
            </v:group>
            <v:shape id="_x0000_s1173" type="#_x0000_t202" style="position:absolute;left:3443;top:1092;width:200;height:302;v-text-anchor:middle" strokeweight=".26mm">
              <v:fill color2="black"/>
              <v:textbox style="mso-next-textbox:#_x0000_s1173;mso-rotate-with-shape:t" inset="0,0,0,0">
                <w:txbxContent>
                  <w:p w:rsidR="00F8270C" w:rsidRDefault="00F8270C" w:rsidP="00034C4A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174" type="#_x0000_t202" style="position:absolute;left:2217;top:1882;width:1128;height:686;v-text-anchor:middle" strokeweight=".26mm">
              <v:fill color2="black"/>
              <v:textbox style="mso-next-textbox:#_x0000_s1174;mso-rotate-with-shape:t" inset="0,0,0,0">
                <w:txbxContent>
                  <w:p w:rsidR="00F8270C" w:rsidRDefault="00E23C33" w:rsidP="00034C4A">
                    <w:pPr>
                      <w:rPr>
                        <w:lang w:val="en-US"/>
                      </w:rPr>
                    </w:pPr>
                    <w:r>
                      <w:rPr>
                        <w:position w:val="-28"/>
                      </w:rPr>
                      <w:pict>
                        <v:shape id="_x0000_i1133" type="#_x0000_t75" style="width:54.75pt;height:31.5pt">
                          <v:imagedata r:id="rId128" o:title=""/>
                        </v:shape>
                      </w:pict>
                    </w:r>
                  </w:p>
                </w:txbxContent>
              </v:textbox>
            </v:shape>
            <v:shape id="_x0000_s1175" type="#_x0000_t202" style="position:absolute;left:4151;top:1048;width:357;height:368;v-text-anchor:middle" strokeweight=".26mm">
              <v:fill color2="black"/>
              <v:textbox style="mso-next-textbox:#_x0000_s1175;mso-rotate-with-shape:t" inset="0,0,0,0">
                <w:txbxContent>
                  <w:p w:rsidR="00F8270C" w:rsidRPr="00411BA1" w:rsidRDefault="00F8270C" w:rsidP="00034C4A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k</w:t>
                    </w:r>
                    <w:r>
                      <w:rPr>
                        <w:vertAlign w:val="subscript"/>
                        <w:lang w:val="en-US"/>
                      </w:rPr>
                      <w:t>nu</w:t>
                    </w:r>
                  </w:p>
                  <w:p w:rsidR="00F8270C" w:rsidRDefault="00F8270C" w:rsidP="00034C4A"/>
                </w:txbxContent>
              </v:textbox>
            </v:shape>
            <v:shape id="_x0000_s1176" type="#_x0000_t202" style="position:absolute;left:5230;top:922;width:252;height:664;v-text-anchor:middle" strokeweight=".26mm">
              <v:fill color2="black"/>
              <v:textbox style="mso-next-textbox:#_x0000_s1176;mso-rotate-with-shape:t" inset="0,0,0,0">
                <w:txbxContent>
                  <w:p w:rsidR="00F8270C" w:rsidRDefault="00E23C33" w:rsidP="00034C4A">
                    <w:pPr>
                      <w:rPr>
                        <w:lang w:val="en-US"/>
                      </w:rPr>
                    </w:pPr>
                    <w:r>
                      <w:rPr>
                        <w:position w:val="-28"/>
                      </w:rPr>
                      <w:pict>
                        <v:shape id="_x0000_i1135" type="#_x0000_t75" style="width:12pt;height:32.25pt">
                          <v:imagedata r:id="rId129" o:title=""/>
                        </v:shape>
                      </w:pict>
                    </w:r>
                    <w:r w:rsidR="00F8270C">
                      <w:rPr>
                        <w:lang w:val="en-US"/>
                      </w:rPr>
                      <w:t xml:space="preserve">   </w:t>
                    </w:r>
                  </w:p>
                  <w:p w:rsidR="00F8270C" w:rsidRDefault="00F8270C" w:rsidP="00034C4A"/>
                </w:txbxContent>
              </v:textbox>
            </v:shape>
            <v:shape id="_x0000_s1177" type="#_x0000_t202" style="position:absolute;left:6987;top:863;width:996;height:774;v-text-anchor:middle" strokeweight=".26mm">
              <v:fill color2="black"/>
              <v:textbox style="mso-next-textbox:#_x0000_s1177;mso-rotate-with-shape:t" inset="0,0,0,0">
                <w:txbxContent>
                  <w:p w:rsidR="00F8270C" w:rsidRDefault="00F8270C" w:rsidP="00034C4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</w:t>
                    </w:r>
                    <w:r w:rsidR="00E23C33">
                      <w:rPr>
                        <w:position w:val="-28"/>
                      </w:rPr>
                      <w:pict>
                        <v:shape id="_x0000_i1137" type="#_x0000_t75" style="width:39.75pt;height:34.5pt">
                          <v:imagedata r:id="rId130" o:title=""/>
                        </v:shape>
                      </w:pict>
                    </w:r>
                    <w:r>
                      <w:rPr>
                        <w:lang w:val="en-US"/>
                      </w:rPr>
                      <w:t xml:space="preserve">  </w:t>
                    </w:r>
                  </w:p>
                </w:txbxContent>
              </v:textbox>
            </v:shape>
            <v:shape id="_x0000_s1178" type="#_x0000_t202" style="position:absolute;left:5982;top:1882;width:431;height:664;v-text-anchor:middle" strokeweight=".26mm">
              <v:fill color2="black"/>
              <v:textbox style="mso-next-textbox:#_x0000_s1178;mso-rotate-with-shape:t" inset="0,0,0,0">
                <w:txbxContent>
                  <w:p w:rsidR="00F8270C" w:rsidRDefault="00F8270C" w:rsidP="00034C4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</w:t>
                    </w:r>
                    <w:r w:rsidR="00E23C33">
                      <w:rPr>
                        <w:position w:val="-24"/>
                      </w:rPr>
                      <w:pict>
                        <v:shape id="_x0000_i1139" type="#_x0000_t75" style="width:12.75pt;height:33pt">
                          <v:imagedata r:id="rId131" o:title=""/>
                        </v:shape>
                      </w:pict>
                    </w:r>
                    <w:r>
                      <w:rPr>
                        <w:lang w:val="en-US"/>
                      </w:rPr>
                      <w:t xml:space="preserve">  </w:t>
                    </w:r>
                  </w:p>
                  <w:p w:rsidR="00F8270C" w:rsidRDefault="00F8270C" w:rsidP="00034C4A"/>
                </w:txbxContent>
              </v:textbox>
            </v:shape>
            <v:group id="_x0000_s1179" style="position:absolute;left:5974;top:1048;width:423;height:419;mso-wrap-distance-left:0;mso-wrap-distance-right:0" coordorigin="4764,488" coordsize="341,341">
              <o:lock v:ext="edit" text="t"/>
              <v:oval id="_x0000_s1180" style="position:absolute;left:4764;top:488;width:341;height:341;mso-wrap-style:none;v-text-anchor:middle" strokeweight=".26mm">
                <v:fill color2="black"/>
                <v:stroke joinstyle="miter"/>
              </v:oval>
              <v:line id="_x0000_s1181" style="position:absolute" from="4818,543" to="5045,769" strokeweight=".26mm">
                <v:stroke joinstyle="miter"/>
              </v:line>
              <v:line id="_x0000_s1182" style="position:absolute;flip:x" from="4806,530" to="5051,775" strokeweight=".26mm">
                <v:stroke joinstyle="miter"/>
              </v:line>
            </v:group>
            <v:shape id="_x0000_s1183" type="#_x0000_t202" style="position:absolute;left:6875;top:2835;width:275;height:671;v-text-anchor:middle" strokeweight=".26mm">
              <v:fill color2="black"/>
              <v:textbox style="mso-next-textbox:#_x0000_s1183;mso-rotate-with-shape:t" inset="0,0,0,0">
                <w:txbxContent>
                  <w:p w:rsidR="00F8270C" w:rsidRDefault="00E23C33" w:rsidP="00034C4A">
                    <w:pPr>
                      <w:rPr>
                        <w:lang w:val="en-US"/>
                      </w:rPr>
                    </w:pPr>
                    <w:r>
                      <w:rPr>
                        <w:position w:val="-24"/>
                      </w:rPr>
                      <w:pict>
                        <v:shape id="_x0000_i1141" type="#_x0000_t75" style="width:12.75pt;height:33pt">
                          <v:imagedata r:id="rId132" o:title=""/>
                        </v:shape>
                      </w:pict>
                    </w:r>
                  </w:p>
                </w:txbxContent>
              </v:textbox>
            </v:shape>
            <v:shape id="_x0000_s1184" type="#_x0000_t202" style="position:absolute;left:7747;top:2827;width:274;height:679;v-text-anchor:middle" strokeweight=".26mm">
              <v:fill color2="black"/>
              <v:textbox style="mso-next-textbox:#_x0000_s1184;mso-rotate-with-shape:t" inset="0,0,0,0">
                <w:txbxContent>
                  <w:p w:rsidR="00F8270C" w:rsidRDefault="00E23C33" w:rsidP="00034C4A">
                    <w:pPr>
                      <w:rPr>
                        <w:lang w:val="en-US"/>
                      </w:rPr>
                    </w:pPr>
                    <w:r>
                      <w:rPr>
                        <w:position w:val="-24"/>
                      </w:rPr>
                      <w:pict>
                        <v:shape id="_x0000_i1143" type="#_x0000_t75" style="width:12.75pt;height:33pt">
                          <v:imagedata r:id="rId132" o:title=""/>
                        </v:shape>
                      </w:pict>
                    </w:r>
                    <w:r w:rsidR="00F8270C">
                      <w:rPr>
                        <w:lang w:val="en-US"/>
                      </w:rPr>
                      <w:t xml:space="preserve"> </w:t>
                    </w:r>
                  </w:p>
                </w:txbxContent>
              </v:textbox>
            </v:shape>
            <v:shape id="_x0000_s1185" type="#_x0000_t202" style="position:absolute;left:9183;top:2820;width:504;height:686;v-text-anchor:middle" strokeweight=".26mm">
              <v:fill color2="black"/>
              <v:textbox style="mso-next-textbox:#_x0000_s1185;mso-rotate-with-shape:t" inset="0,0,0,0">
                <w:txbxContent>
                  <w:p w:rsidR="00F8270C" w:rsidRDefault="00E23C33" w:rsidP="00034C4A">
                    <w:r>
                      <w:rPr>
                        <w:position w:val="-30"/>
                      </w:rPr>
                      <w:pict>
                        <v:shape id="_x0000_i1145" type="#_x0000_t75" style="width:24.75pt;height:33pt">
                          <v:imagedata r:id="rId133" o:title=""/>
                        </v:shape>
                      </w:pict>
                    </w:r>
                  </w:p>
                  <w:p w:rsidR="00F8270C" w:rsidRDefault="00F8270C" w:rsidP="00034C4A"/>
                  <w:p w:rsidR="00F8270C" w:rsidRDefault="00F8270C" w:rsidP="00034C4A"/>
                  <w:p w:rsidR="00F8270C" w:rsidRDefault="00F8270C" w:rsidP="00034C4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    </w:t>
                    </w:r>
                  </w:p>
                </w:txbxContent>
              </v:textbox>
            </v:shape>
            <v:shape id="_x0000_s1186" type="#_x0000_t202" style="position:absolute;left:7969;top:3721;width:245;height:383;v-text-anchor:middle" strokeweight=".26mm">
              <v:fill color2="black"/>
              <v:textbox style="mso-next-textbox:#_x0000_s1186;mso-rotate-with-shape:t" inset="0,0,0,0">
                <w:txbxContent>
                  <w:p w:rsidR="00F8270C" w:rsidRDefault="00F8270C" w:rsidP="00034C4A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187" type="#_x0000_t202" style="position:absolute;left:4746;top:2281;width:408;height:626;v-text-anchor:middle" strokeweight=".26mm">
              <v:fill color2="black"/>
              <v:textbox style="mso-next-textbox:#_x0000_s1187;mso-rotate-with-shape:t" inset="0,0,0,0">
                <w:txbxContent>
                  <w:p w:rsidR="00F8270C" w:rsidRDefault="00E23C33" w:rsidP="00034C4A">
                    <w:r>
                      <w:rPr>
                        <w:position w:val="-24"/>
                      </w:rPr>
                      <w:pict>
                        <v:shape id="_x0000_i1147" type="#_x0000_t75" style="width:19.5pt;height:28.5pt">
                          <v:imagedata r:id="rId134" o:title=""/>
                        </v:shape>
                      </w:pict>
                    </w:r>
                  </w:p>
                  <w:p w:rsidR="00F8270C" w:rsidRDefault="00F8270C" w:rsidP="00034C4A"/>
                  <w:p w:rsidR="00F8270C" w:rsidRDefault="00F8270C" w:rsidP="00034C4A"/>
                  <w:p w:rsidR="00F8270C" w:rsidRDefault="00F8270C" w:rsidP="00034C4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    </w:t>
                    </w:r>
                  </w:p>
                </w:txbxContent>
              </v:textbox>
            </v:shape>
            <v:group id="_x0000_s1188" style="position:absolute;left:5974;top:2946;width:423;height:419;mso-wrap-distance-left:0;mso-wrap-distance-right:0" coordorigin="4764,2030" coordsize="341,341">
              <o:lock v:ext="edit" text="t"/>
              <v:oval id="_x0000_s1189" style="position:absolute;left:4764;top:2030;width:341;height:341;mso-wrap-style:none;v-text-anchor:middle" strokeweight=".26mm">
                <v:fill color2="black"/>
                <v:stroke joinstyle="miter"/>
              </v:oval>
              <v:line id="_x0000_s1190" style="position:absolute" from="4818,2084" to="5045,2311" strokeweight=".26mm">
                <v:stroke joinstyle="miter"/>
              </v:line>
              <v:line id="_x0000_s1191" style="position:absolute;flip:x" from="4806,2072" to="5051,2317" strokeweight=".26mm">
                <v:stroke joinstyle="miter"/>
              </v:line>
            </v:group>
            <v:shape id="_x0000_s1192" type="#_x0000_t202" style="position:absolute;left:3958;top:3750;width:431;height:686;v-text-anchor:middle" strokeweight=".26mm">
              <v:fill color2="black"/>
              <v:textbox style="mso-next-textbox:#_x0000_s1192;mso-rotate-with-shape:t" inset="0,0,0,0">
                <w:txbxContent>
                  <w:p w:rsidR="00F8270C" w:rsidRDefault="00E23C33" w:rsidP="00034C4A">
                    <w:r>
                      <w:rPr>
                        <w:position w:val="-30"/>
                      </w:rPr>
                      <w:pict>
                        <v:shape id="_x0000_i1149" type="#_x0000_t75" style="width:21pt;height:32.25pt">
                          <v:imagedata r:id="rId135" o:title=""/>
                        </v:shape>
                      </w:pict>
                    </w:r>
                  </w:p>
                  <w:p w:rsidR="00F8270C" w:rsidRDefault="00F8270C" w:rsidP="00034C4A"/>
                  <w:p w:rsidR="00F8270C" w:rsidRDefault="00F8270C" w:rsidP="00034C4A"/>
                  <w:p w:rsidR="00F8270C" w:rsidRDefault="00F8270C" w:rsidP="00034C4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    </w:t>
                    </w:r>
                  </w:p>
                </w:txbxContent>
              </v:textbox>
            </v:shape>
            <v:shape id="_x0000_s1193" type="#_x0000_t202" style="position:absolute;left:3257;top:3876;width:349;height:383;v-text-anchor:middle" strokeweight=".26mm">
              <v:fill color2="black"/>
              <v:textbox style="mso-next-textbox:#_x0000_s1193;mso-rotate-with-shape:t" inset="0,0,0,0">
                <w:txbxContent>
                  <w:p w:rsidR="00F8270C" w:rsidRPr="00411BA1" w:rsidRDefault="00F8270C" w:rsidP="00034C4A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k</w:t>
                    </w:r>
                    <w:r>
                      <w:rPr>
                        <w:vertAlign w:val="subscript"/>
                        <w:lang w:val="en-US"/>
                      </w:rPr>
                      <w:t>ni</w:t>
                    </w:r>
                  </w:p>
                  <w:p w:rsidR="00F8270C" w:rsidRDefault="00F8270C" w:rsidP="00034C4A"/>
                  <w:p w:rsidR="00F8270C" w:rsidRDefault="00F8270C" w:rsidP="00034C4A"/>
                  <w:p w:rsidR="00F8270C" w:rsidRDefault="00F8270C" w:rsidP="00034C4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    </w:t>
                    </w:r>
                  </w:p>
                </w:txbxContent>
              </v:textbox>
            </v:shape>
            <v:line id="_x0000_s1194" style="position:absolute" from="834,1247" to="1392,1247" strokeweight=".18mm">
              <v:stroke endarrow="block" joinstyle="miter"/>
            </v:line>
            <v:line id="_x0000_s1195" style="position:absolute" from="2357,1247" to="2654,1247" strokeweight=".18mm">
              <v:stroke endarrow="block" joinstyle="miter"/>
            </v:line>
            <v:line id="_x0000_s1196" style="position:absolute" from="3086,1247" to="3420,1247" strokeweight=".18mm">
              <v:stroke endarrow="block" joinstyle="miter"/>
            </v:line>
            <v:line id="_x0000_s1197" style="position:absolute;flip:y" from="2863,1483" to="2863,1866" strokeweight=".18mm">
              <v:stroke endarrow="block" joinstyle="miter"/>
            </v:line>
            <v:line id="_x0000_s1198" style="position:absolute;flip:x" from="3333,2237" to="3734,2237" strokeweight=".18mm">
              <v:stroke endarrow="block" joinstyle="miter"/>
            </v:line>
            <v:line id="_x0000_s1199" style="position:absolute" from="3630,1247" to="4151,1247" strokeweight=".18mm">
              <v:stroke joinstyle="miter"/>
            </v:line>
            <v:shape id="_x0000_s1200" type="#_x0000_t202" style="position:absolute;left:3771;top:1491;width:356;height:316;v-text-anchor:middle" strokeweight=".26mm">
              <v:fill color2="black"/>
              <v:textbox style="mso-next-textbox:#_x0000_s1200;mso-rotate-with-shape:t" inset="0,0,0,0">
                <w:txbxContent>
                  <w:p w:rsidR="00F8270C" w:rsidRDefault="00F8270C" w:rsidP="00034C4A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Cp</w:t>
                    </w:r>
                  </w:p>
                </w:txbxContent>
              </v:textbox>
            </v:shape>
            <v:group id="_x0000_s1201" style="position:absolute;left:2766;top:1293;width:215;height:152;mso-wrap-distance-left:0;mso-wrap-distance-right:0" coordorigin="2178,687" coordsize="173,124">
              <o:lock v:ext="edit" text="t"/>
              <v:line id="_x0000_s1202" style="position:absolute;flip:y" from="2178,687" to="2291,800" strokeweight="1.59mm">
                <v:stroke joinstyle="miter"/>
              </v:line>
              <v:line id="_x0000_s1203" style="position:absolute;flip:x" from="2238,740" to="2351,811" strokeweight="1.59mm">
                <v:stroke joinstyle="miter"/>
              </v:line>
            </v:group>
            <v:line id="_x0000_s1204" style="position:absolute" from="4508,1256" to="5208,1256" strokeweight=".18mm">
              <v:stroke endarrow="block" joinstyle="miter"/>
            </v:line>
            <v:line id="_x0000_s1205" style="position:absolute" from="5477,1256" to="5967,1256" strokeweight=".18mm">
              <v:stroke endarrow="block" joinstyle="miter"/>
            </v:line>
            <v:group id="_x0000_s1206" style="position:absolute;left:6079;top:1299;width:214;height:154;mso-wrap-distance-left:0;mso-wrap-distance-right:0" coordorigin="4848,692" coordsize="173,125">
              <o:lock v:ext="edit" text="t"/>
              <v:line id="_x0000_s1207" style="position:absolute;flip:y" from="4848,692" to="4961,805" strokeweight="1.59mm">
                <v:stroke joinstyle="miter"/>
              </v:line>
              <v:line id="_x0000_s1208" style="position:absolute;flip:x" from="4908,746" to="5021,817" strokeweight="1.59mm">
                <v:stroke joinstyle="miter"/>
              </v:line>
            </v:group>
            <v:line id="_x0000_s1209" style="position:absolute;flip:y" from="6183,1483" to="6183,1882" strokeweight=".18mm">
              <v:stroke endarrow="block" joinstyle="miter"/>
            </v:line>
            <v:group id="_x0000_s1210" style="position:absolute;left:4731;top:3869;width:423;height:419;mso-wrap-distance-left:0;mso-wrap-distance-right:0" coordorigin="3762,2780" coordsize="341,341">
              <o:lock v:ext="edit" text="t"/>
              <v:oval id="_x0000_s1211" style="position:absolute;left:3762;top:2780;width:341;height:341;mso-wrap-style:none;v-text-anchor:middle" strokeweight=".26mm">
                <v:fill color2="black"/>
                <v:stroke joinstyle="miter"/>
              </v:oval>
              <v:line id="_x0000_s1212" style="position:absolute" from="3817,2834" to="4043,3061" strokeweight=".26mm">
                <v:stroke joinstyle="miter"/>
              </v:line>
              <v:line id="_x0000_s1213" style="position:absolute;flip:x" from="3804,2822" to="4049,3067" strokeweight=".26mm">
                <v:stroke joinstyle="miter"/>
              </v:line>
            </v:group>
            <v:line id="_x0000_s1214" style="position:absolute;flip:y" from="6191,2539" to="6191,2834" strokeweight=".18mm">
              <v:stroke endarrow="block" joinstyle="miter"/>
            </v:line>
            <v:group id="_x0000_s1215" style="position:absolute;left:6086;top:3189;width:215;height:154;mso-wrap-distance-left:0;mso-wrap-distance-right:0" coordorigin="4854,2228" coordsize="173,125">
              <o:lock v:ext="edit" text="t"/>
              <v:line id="_x0000_s1216" style="position:absolute;flip:y" from="4854,2228" to="4967,2341" strokeweight="1.59mm">
                <v:stroke joinstyle="miter"/>
              </v:line>
              <v:line id="_x0000_s1217" style="position:absolute;flip:x" from="4914,2282" to="5027,2353" strokeweight="1.59mm">
                <v:stroke joinstyle="miter"/>
              </v:line>
            </v:group>
            <v:group id="_x0000_s1218" style="position:absolute;left:8438;top:2939;width:423;height:420;mso-wrap-distance-left:0;mso-wrap-distance-right:0" coordorigin="6750,2025" coordsize="341,341">
              <o:lock v:ext="edit" text="t"/>
              <v:oval id="_x0000_s1219" style="position:absolute;left:6750;top:2025;width:341;height:341;mso-wrap-style:none;v-text-anchor:middle" strokeweight=".26mm">
                <v:fill color2="black"/>
                <v:stroke joinstyle="miter"/>
              </v:oval>
              <v:line id="_x0000_s1220" style="position:absolute" from="6804,2078" to="7031,2305" strokeweight=".26mm">
                <v:stroke joinstyle="miter"/>
              </v:line>
              <v:line id="_x0000_s1221" style="position:absolute;flip:x" from="6792,2066" to="7037,2312" strokeweight=".26mm">
                <v:stroke joinstyle="miter"/>
              </v:line>
            </v:group>
            <v:line id="_x0000_s1222" style="position:absolute" from="6413,1247" to="6985,1247" strokeweight=".18mm">
              <v:stroke endarrow="block" joinstyle="miter"/>
            </v:line>
            <v:line id="_x0000_s1223" style="position:absolute" from="5387,3160" to="5973,3160" strokeweight=".18mm">
              <v:stroke endarrow="block" joinstyle="miter"/>
            </v:line>
            <v:line id="_x0000_s1224" style="position:absolute" from="6399,3154" to="6866,3154" strokeweight=".18mm">
              <v:stroke endarrow="block" joinstyle="miter"/>
            </v:line>
            <v:line id="_x0000_s1225" style="position:absolute" from="7150,3154" to="7722,3154" strokeweight=".18mm">
              <v:stroke endarrow="block" joinstyle="miter"/>
            </v:line>
            <v:line id="_x0000_s1226" style="position:absolute" from="8021,3154" to="8423,3154" strokeweight=".18mm">
              <v:stroke endarrow="block" joinstyle="miter"/>
            </v:line>
            <v:line id="_x0000_s1227" style="position:absolute" from="7978,1232" to="8653,1232" strokeweight=".18mm">
              <v:stroke joinstyle="miter"/>
            </v:line>
            <v:line id="_x0000_s1228" style="position:absolute" from="8654,1232" to="8654,2930" strokeweight=".18mm">
              <v:stroke endarrow="block" joinstyle="miter"/>
            </v:line>
            <v:line id="_x0000_s1229" style="position:absolute" from="8855,3138" to="9166,3138" strokeweight=".18mm">
              <v:stroke endarrow="block" joinstyle="miter"/>
            </v:line>
            <v:line id="_x0000_s1230" style="position:absolute" from="9681,3138" to="10529,3138" strokeweight=".18mm">
              <v:stroke endarrow="block" joinstyle="miter"/>
            </v:line>
            <v:line id="_x0000_s1231" style="position:absolute" from="10001,3130" to="10001,3904" strokeweight=".18mm">
              <v:stroke joinstyle="miter"/>
            </v:line>
            <v:line id="_x0000_s1232" style="position:absolute;flip:x" from="8207,3920" to="9993,3920" strokeweight=".18mm">
              <v:stroke endarrow="block" joinstyle="miter"/>
            </v:line>
            <v:line id="_x0000_s1233" style="position:absolute;flip:x" from="6191,3920" to="7962,3920" strokeweight=".18mm">
              <v:stroke joinstyle="miter"/>
            </v:line>
            <v:line id="_x0000_s1234" style="position:absolute;flip:y" from="6183,3374" to="6183,3926" strokeweight=".18mm">
              <v:stroke endarrow="block" joinstyle="miter"/>
            </v:line>
            <v:line id="_x0000_s1235" style="position:absolute" from="6638,1240" to="6638,1755" strokeweight=".18mm">
              <v:stroke joinstyle="miter"/>
            </v:line>
            <v:line id="_x0000_s1236" style="position:absolute;flip:x" from="4962,1757" to="6636,1757" strokeweight=".18mm">
              <v:stroke joinstyle="miter"/>
            </v:line>
            <v:line id="_x0000_s1237" style="position:absolute" from="4947,1757" to="4947,2287" strokeweight=".18mm">
              <v:stroke endarrow="block" joinstyle="miter"/>
            </v:line>
            <v:line id="_x0000_s1238" style="position:absolute" from="7344,3145" to="7344,4075" strokeweight=".18mm">
              <v:stroke joinstyle="miter"/>
            </v:line>
            <v:line id="_x0000_s1239" style="position:absolute;flip:x" from="5157,4075" to="7344,4075" strokeweight=".18mm">
              <v:stroke endarrow="block" joinstyle="miter"/>
            </v:line>
            <v:line id="_x0000_s1240" style="position:absolute" from="4947,2901" to="4947,3861" strokeweight=".18mm">
              <v:stroke endarrow="block" joinstyle="miter"/>
            </v:line>
            <v:line id="_x0000_s1241" style="position:absolute;flip:x" from="4405,4068" to="4716,4082" strokeweight=".18mm">
              <v:stroke endarrow="block" joinstyle="miter"/>
            </v:line>
            <v:line id="_x0000_s1242" style="position:absolute;flip:x" from="3630,4068" to="3934,4068" strokeweight=".18mm">
              <v:stroke endarrow="block" joinstyle="miter"/>
            </v:line>
            <v:line id="_x0000_s1243" style="position:absolute;flip:y" from="3414,3242" to="3414,3869" strokeweight=".18mm">
              <v:stroke joinstyle="miter"/>
            </v:line>
            <v:line id="_x0000_s1244" style="position:absolute" from="3414,3242" to="3919,3242" strokeweight=".18mm">
              <v:stroke joinstyle="miter"/>
            </v:line>
            <v:line id="_x0000_s1245" style="position:absolute;flip:y" from="3927,2451" to="3927,3240" strokeweight=".18mm">
              <v:stroke endarrow="block" joinstyle="miter"/>
            </v:line>
            <v:shape id="_x0000_s1246" type="#_x0000_t202" style="position:absolute;left:5193;top:2768;width:482;height:383;v-text-anchor:middle" filled="f" stroked="f">
              <v:stroke joinstyle="round"/>
              <v:textbox style="mso-next-textbox:#_x0000_s1246;mso-rotate-with-shape:t" inset="0,0,0,0">
                <w:txbxContent>
                  <w:p w:rsidR="00F8270C" w:rsidRDefault="00F8270C" w:rsidP="00034C4A">
                    <w:pPr>
                      <w:rPr>
                        <w:vertAlign w:val="subscript"/>
                        <w:lang w:val="en-US"/>
                      </w:rPr>
                    </w:pPr>
                    <w:r>
                      <w:t>Δ</w:t>
                    </w:r>
                    <w:r>
                      <w:rPr>
                        <w:lang w:val="en-US"/>
                      </w:rPr>
                      <w:t>x</w:t>
                    </w:r>
                    <w:r>
                      <w:rPr>
                        <w:vertAlign w:val="subscript"/>
                        <w:lang w:val="en-US"/>
                      </w:rPr>
                      <w:t>f</w:t>
                    </w:r>
                  </w:p>
                </w:txbxContent>
              </v:textbox>
            </v:shape>
            <v:shape id="_x0000_s1247" type="#_x0000_t202" style="position:absolute;left:734;top:804;width:483;height:383;v-text-anchor:middle" filled="f" stroked="f">
              <v:stroke joinstyle="round"/>
              <v:textbox style="mso-next-textbox:#_x0000_s1247;mso-rotate-with-shape:t" inset="0,0,0,0">
                <w:txbxContent>
                  <w:p w:rsidR="00F8270C" w:rsidRDefault="00F8270C" w:rsidP="00034C4A">
                    <w:pPr>
                      <w:rPr>
                        <w:vertAlign w:val="subscript"/>
                        <w:lang w:val="en-US"/>
                      </w:rPr>
                    </w:pPr>
                    <w:r>
                      <w:t>Δ</w:t>
                    </w:r>
                    <w:r>
                      <w:rPr>
                        <w:lang w:val="en-US"/>
                      </w:rPr>
                      <w:t>x</w:t>
                    </w:r>
                    <w:r>
                      <w:rPr>
                        <w:vertAlign w:val="subscript"/>
                        <w:lang w:val="en-US"/>
                      </w:rPr>
                      <w:t>u</w:t>
                    </w:r>
                  </w:p>
                </w:txbxContent>
              </v:textbox>
            </v:shape>
            <v:shape id="_x0000_s1248" type="#_x0000_t202" style="position:absolute;left:10053;top:2687;width:483;height:383;v-text-anchor:middle" filled="f" stroked="f">
              <v:stroke joinstyle="round"/>
              <v:textbox style="mso-next-textbox:#_x0000_s1248;mso-rotate-with-shape:t" inset="0,0,0,0">
                <w:txbxContent>
                  <w:p w:rsidR="00F8270C" w:rsidRDefault="00F8270C" w:rsidP="00034C4A">
                    <w:r>
                      <w:t>Δω</w:t>
                    </w:r>
                  </w:p>
                </w:txbxContent>
              </v:textbox>
            </v:shape>
            <v:line id="_x0000_s1249" style="position:absolute;flip:y" from="5699,2842" to="5699,3144" strokeweight=".26mm">
              <v:stroke joinstyle="miter"/>
            </v:line>
            <v:line id="_x0000_s1250" style="position:absolute" from="5699,2842" to="6181,2842" strokeweight=".26mm">
              <v:stroke joinstyle="miter"/>
            </v:line>
            <v:rect id="_x0000_s1251" style="position:absolute;left:1217;top:709;width:3439;height:2059" filled="f">
              <v:stroke dashstyle="dash"/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52" type="#_x0000_t32" style="position:absolute;left:4656;top:709;width:5397;height:1" o:connectortype="straight">
              <v:stroke dashstyle="dash"/>
            </v:shape>
            <v:shape id="_x0000_s1253" type="#_x0000_t32" style="position:absolute;left:10053;top:701;width:0;height:3727" o:connectortype="straight">
              <v:stroke dashstyle="dash"/>
            </v:shape>
            <v:shape id="_x0000_s1254" type="#_x0000_t32" style="position:absolute;left:3018;top:4436;width:7035;height:1;flip:x" o:connectortype="straight">
              <v:stroke dashstyle="dash"/>
            </v:shape>
            <v:shape id="_x0000_s1255" type="#_x0000_t32" style="position:absolute;left:3011;top:2768;width:7;height:1660;flip:y" o:connectortype="straight">
              <v:stroke dashstyle="dash"/>
            </v:shape>
          </v:group>
        </w:pic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32"/>
        </w:rPr>
        <w:t>1 -</w:t>
      </w:r>
      <w:r w:rsidRPr="00DE1156">
        <w:rPr>
          <w:sz w:val="28"/>
          <w:szCs w:val="28"/>
        </w:rPr>
        <w:t>Преобразование структурной схемы.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Получим передаточную функцию разомкнутой системы «ПЧ-АД по каналу управления напряжением:</w:t>
      </w:r>
    </w:p>
    <w:p w:rsidR="00C16740" w:rsidRDefault="00C16740" w:rsidP="00DE1156">
      <w:pPr>
        <w:spacing w:line="360" w:lineRule="auto"/>
        <w:ind w:firstLine="709"/>
        <w:jc w:val="both"/>
        <w:rPr>
          <w:sz w:val="28"/>
        </w:rPr>
      </w:pPr>
    </w:p>
    <w:p w:rsidR="00034C4A" w:rsidRDefault="00E23C33" w:rsidP="00DE115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50" type="#_x0000_t75" style="width:118.5pt;height:51pt" filled="t">
            <v:fill color2="black"/>
            <v:imagedata r:id="rId136" o:title=""/>
          </v:shape>
        </w:pict>
      </w:r>
      <w:r w:rsidR="00034C4A" w:rsidRPr="00DE1156">
        <w:rPr>
          <w:sz w:val="28"/>
          <w:szCs w:val="28"/>
        </w:rPr>
        <w:t xml:space="preserve">; при условии </w:t>
      </w:r>
      <w:r>
        <w:rPr>
          <w:sz w:val="28"/>
        </w:rPr>
        <w:pict>
          <v:shape id="_x0000_i1151" type="#_x0000_t75" style="width:153.75pt;height:27.75pt" filled="t">
            <v:fill color2="black"/>
            <v:imagedata r:id="rId137" o:title=""/>
          </v:shape>
        </w:pict>
      </w:r>
    </w:p>
    <w:p w:rsidR="00C16740" w:rsidRPr="00DE1156" w:rsidRDefault="00C16740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noProof/>
        </w:rPr>
        <w:pict>
          <v:shape id="_x0000_s1256" type="#_x0000_t202" style="position:absolute;left:0;text-align:left;margin-left:50pt;margin-top:19.1pt;width:25.3pt;height:21.6pt;z-index:251686912;v-text-anchor:middle" filled="f" stroked="f">
            <v:stroke joinstyle="round"/>
            <v:textbox style="mso-next-textbox:#_x0000_s1256;mso-rotate-with-shape:t" inset="0,0,0,0">
              <w:txbxContent>
                <w:p w:rsidR="00F8270C" w:rsidRDefault="00F8270C" w:rsidP="00034C4A">
                  <w:pPr>
                    <w:rPr>
                      <w:vertAlign w:val="subscript"/>
                      <w:lang w:val="en-US"/>
                    </w:rPr>
                  </w:pPr>
                  <w:r>
                    <w:t>Δ</w:t>
                  </w:r>
                  <w:r>
                    <w:rPr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u</w:t>
                  </w:r>
                </w:p>
              </w:txbxContent>
            </v:textbox>
          </v:shape>
        </w:pic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noProof/>
        </w:rPr>
        <w:pict>
          <v:group id="_x0000_s1257" style="position:absolute;left:0;text-align:left;margin-left:60pt;margin-top:3.95pt;width:369.65pt;height:152.9pt;z-index:251687936" coordorigin="769,7336" coordsize="9713,3643">
            <v:shape id="_x0000_s1258" type="#_x0000_t75" style="position:absolute;left:1380;top:7367;width:347;height:404;mso-wrap-style:none;v-text-anchor:middle">
              <v:fill type="frame"/>
              <v:stroke joinstyle="round"/>
              <v:imagedata r:id="rId138" o:title=""/>
            </v:shape>
            <v:group id="_x0000_s1259" style="position:absolute;left:2218;top:7336;width:444;height:474;mso-wrap-distance-left:0;mso-wrap-distance-right:0" coordorigin="1860,392" coordsize="341,341">
              <o:lock v:ext="edit" text="t"/>
              <v:oval id="_x0000_s1260" style="position:absolute;left:1860;top:392;width:341;height:341;mso-wrap-style:none;v-text-anchor:middle" strokeweight=".26mm">
                <v:fill color2="black"/>
                <v:stroke joinstyle="miter"/>
              </v:oval>
              <v:line id="_x0000_s1261" style="position:absolute" from="1914,446" to="2141,673" strokeweight=".26mm">
                <v:stroke joinstyle="miter"/>
              </v:line>
              <v:line id="_x0000_s1262" style="position:absolute;flip:x" from="1902,434" to="2147,679" strokeweight=".26mm">
                <v:stroke joinstyle="miter"/>
              </v:line>
            </v:group>
            <v:group id="_x0000_s1263" style="position:absolute;left:3335;top:8445;width:444;height:474;mso-wrap-distance-left:0;mso-wrap-distance-right:0" coordorigin="2718,1190" coordsize="341,341">
              <o:lock v:ext="edit" text="t"/>
              <v:oval id="_x0000_s1264" style="position:absolute;left:2718;top:1190;width:341;height:341;mso-wrap-style:none;v-text-anchor:middle" strokeweight=".26mm">
                <v:fill color2="black"/>
                <v:stroke joinstyle="miter"/>
              </v:oval>
              <v:line id="_x0000_s1265" style="position:absolute" from="2772,1244" to="2999,1471" strokeweight=".26mm">
                <v:stroke joinstyle="miter"/>
              </v:line>
              <v:line id="_x0000_s1266" style="position:absolute;flip:x" from="2760,1232" to="3005,1477" strokeweight=".26mm">
                <v:stroke joinstyle="miter"/>
              </v:line>
            </v:group>
            <v:shape id="_x0000_s1267" type="#_x0000_t202" style="position:absolute;left:6765;top:7353;width:373;height:399;v-text-anchor:middle" strokeweight=".26mm">
              <v:fill color2="black"/>
              <v:textbox style="mso-next-textbox:#_x0000_s1267;mso-rotate-with-shape:t" inset="0,0,0,0">
                <w:txbxContent>
                  <w:p w:rsidR="00F8270C" w:rsidRPr="00FF07DF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5</w:t>
                    </w:r>
                  </w:p>
                </w:txbxContent>
              </v:textbox>
            </v:shape>
            <v:line id="_x0000_s1268" style="position:absolute" from="769,7597" to="1353,7597" strokeweight=".18mm">
              <v:stroke endarrow="block" joinstyle="miter"/>
            </v:line>
            <v:line id="_x0000_s1269" style="position:absolute" from="1742,7561" to="2209,7561" strokeweight=".18mm">
              <v:stroke endarrow="block" joinstyle="miter"/>
            </v:line>
            <v:line id="_x0000_s1270" style="position:absolute" from="2664,7561" to="2971,7561" strokeweight=".18mm">
              <v:stroke endarrow="block" joinstyle="miter"/>
            </v:line>
            <v:line id="_x0000_s1271" style="position:absolute;flip:y" from="2429,7828" to="2429,8445" strokeweight=".18mm">
              <v:stroke endarrow="block" joinstyle="miter"/>
            </v:line>
            <v:line id="_x0000_s1272" style="position:absolute;flip:x" from="2662,8679" to="3342,8679" strokeweight=".18mm">
              <v:stroke endarrow="block" joinstyle="miter"/>
            </v:line>
            <v:line id="_x0000_s1273" style="position:absolute" from="3283,7561" to="4115,7561" strokeweight=".18mm">
              <v:stroke joinstyle="miter"/>
            </v:line>
            <v:group id="_x0000_s1274" style="position:absolute;left:2328;top:7611;width:225;height:174;mso-wrap-distance-left:0;mso-wrap-distance-right:0" coordorigin="1944,590" coordsize="173,125">
              <o:lock v:ext="edit" text="t"/>
              <v:line id="_x0000_s1275" style="position:absolute;flip:y" from="1944,590" to="2057,703" strokeweight="1.59mm">
                <v:stroke joinstyle="miter"/>
              </v:line>
              <v:line id="_x0000_s1276" style="position:absolute;flip:x" from="2004,644" to="2117,715" strokeweight="1.59mm">
                <v:stroke joinstyle="miter"/>
              </v:line>
            </v:group>
            <v:group id="_x0000_s1277" style="position:absolute;left:4710;top:10505;width:444;height:474;mso-wrap-distance-left:0;mso-wrap-distance-right:0" coordorigin="3774,2672" coordsize="341,341">
              <o:lock v:ext="edit" text="t"/>
              <v:oval id="_x0000_s1278" style="position:absolute;left:3774;top:2672;width:341;height:341;mso-wrap-style:none;v-text-anchor:middle" strokeweight=".26mm">
                <v:fill color2="black"/>
                <v:stroke joinstyle="miter"/>
              </v:oval>
              <v:line id="_x0000_s1279" style="position:absolute" from="3828,2726" to="4055,2953" strokeweight=".26mm">
                <v:stroke joinstyle="miter"/>
              </v:line>
              <v:line id="_x0000_s1280" style="position:absolute;flip:x" from="3816,2714" to="4061,2959" strokeweight=".26mm">
                <v:stroke joinstyle="miter"/>
              </v:line>
            </v:group>
            <v:group id="_x0000_s1281" style="position:absolute;left:8280;top:9471;width:444;height:474;mso-wrap-distance-left:0;mso-wrap-distance-right:0" coordorigin="6516,1928" coordsize="341,341">
              <o:lock v:ext="edit" text="t"/>
              <v:oval id="_x0000_s1282" style="position:absolute;left:6516;top:1928;width:341;height:341;mso-wrap-style:none;v-text-anchor:middle" strokeweight=".26mm">
                <v:fill color2="black"/>
                <v:stroke joinstyle="miter"/>
              </v:oval>
              <v:line id="_x0000_s1283" style="position:absolute" from="6570,1982" to="6797,2209" strokeweight=".26mm">
                <v:stroke joinstyle="miter"/>
              </v:line>
              <v:line id="_x0000_s1284" style="position:absolute;flip:x" from="6558,1970" to="6803,2215" strokeweight=".26mm">
                <v:stroke joinstyle="miter"/>
              </v:line>
            </v:group>
            <v:line id="_x0000_s1285" style="position:absolute" from="4523,7561" to="6756,7561" strokeweight=".18mm">
              <v:stroke endarrow="block" joinstyle="miter"/>
            </v:line>
            <v:line id="_x0000_s1286" style="position:absolute" from="6106,9713" to="6631,9713" strokeweight=".18mm">
              <v:stroke endarrow="block" joinstyle="miter"/>
            </v:line>
            <v:line id="_x0000_s1287" style="position:absolute" from="6929,9713" to="7529,9713" strokeweight=".18mm">
              <v:stroke endarrow="block" joinstyle="miter"/>
            </v:line>
            <v:line id="_x0000_s1288" style="position:absolute" from="7843,9713" to="8263,9713" strokeweight=".18mm">
              <v:stroke endarrow="block" joinstyle="miter"/>
            </v:line>
            <v:line id="_x0000_s1289" style="position:absolute" from="7138,7545" to="8506,7545" strokeweight=".18mm">
              <v:stroke joinstyle="miter"/>
            </v:line>
            <v:line id="_x0000_s1290" style="position:absolute" from="8507,7545" to="8507,9461" strokeweight=".18mm">
              <v:stroke endarrow="block" joinstyle="miter"/>
            </v:line>
            <v:line id="_x0000_s1291" style="position:absolute" from="8718,9696" to="9045,9696" strokeweight=".18mm">
              <v:stroke endarrow="block" joinstyle="miter"/>
            </v:line>
            <v:line id="_x0000_s1292" style="position:absolute" from="9413,9696" to="10474,9696" strokeweight=".18mm">
              <v:stroke endarrow="block" joinstyle="miter"/>
            </v:line>
            <v:line id="_x0000_s1293" style="position:absolute" from="9921,9688" to="9921,10562" strokeweight=".18mm">
              <v:stroke joinstyle="miter"/>
            </v:line>
            <v:line id="_x0000_s1294" style="position:absolute;flip:x" from="8038,10580" to="9912,10580" strokeweight=".18mm">
              <v:stroke endarrow="block" joinstyle="miter"/>
            </v:line>
            <v:line id="_x0000_s1295" style="position:absolute;flip:x" from="6106,10580" to="7779,10580" strokeweight=".18mm">
              <v:stroke joinstyle="miter"/>
            </v:line>
            <v:line id="_x0000_s1296" style="position:absolute" from="4937,7570" to="4937,8736" strokeweight=".18mm">
              <v:stroke endarrow="block" joinstyle="miter"/>
            </v:line>
            <v:line id="_x0000_s1297" style="position:absolute" from="7132,9704" to="7132,10754" strokeweight=".18mm">
              <v:stroke joinstyle="miter"/>
            </v:line>
            <v:line id="_x0000_s1298" style="position:absolute;flip:x" from="5187,10738" to="7131,10738" strokeweight=".18mm">
              <v:stroke endarrow="block" joinstyle="miter"/>
            </v:line>
            <v:line id="_x0000_s1299" style="position:absolute" from="4937,9146" to="4937,10503" strokeweight=".18mm">
              <v:stroke endarrow="block" joinstyle="miter"/>
            </v:line>
            <v:line id="_x0000_s1300" style="position:absolute;flip:x" from="3687,10763" to="4740,10763" strokeweight=".18mm">
              <v:stroke endarrow="block" joinstyle="miter"/>
            </v:line>
            <v:line id="_x0000_s1301" style="position:absolute;flip:y" from="3546,8920" to="3546,10528" strokeweight=".18mm">
              <v:stroke endarrow="block" joinstyle="miter"/>
            </v:line>
            <v:shape id="_x0000_s1302" type="#_x0000_t202" style="position:absolute;left:9976;top:9187;width:506;height:433;v-text-anchor:middle" filled="f" stroked="f">
              <v:stroke joinstyle="round"/>
              <v:textbox style="mso-next-textbox:#_x0000_s1302;mso-rotate-with-shape:t" inset="0,0,0,0">
                <w:txbxContent>
                  <w:p w:rsidR="00F8270C" w:rsidRDefault="00F8270C" w:rsidP="00034C4A">
                    <w:r>
                      <w:t>Δω</w:t>
                    </w:r>
                  </w:p>
                </w:txbxContent>
              </v:textbox>
            </v:shape>
            <v:line id="_x0000_s1303" style="position:absolute" from="3554,7553" to="3554,8452" strokeweight=".26mm">
              <v:stroke endarrow="block" joinstyle="miter"/>
            </v:line>
            <v:shape id="_x0000_s1304" type="#_x0000_t202" style="position:absolute;left:3367;top:7820;width:373;height:357;v-text-anchor:middle" strokeweight=".26mm">
              <v:fill color2="black"/>
              <v:textbox style="mso-next-textbox:#_x0000_s1304;mso-rotate-with-shape:t" inset="0,0,0,0">
                <w:txbxContent>
                  <w:p w:rsidR="00F8270C" w:rsidRDefault="00F8270C" w:rsidP="00034C4A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Cp</w:t>
                    </w:r>
                  </w:p>
                </w:txbxContent>
              </v:textbox>
            </v:shape>
            <v:shape id="_x0000_s1305" type="#_x0000_t202" style="position:absolute;left:1353;top:7404;width:448;height:416;v-text-anchor:middle" strokeweight=".26mm">
              <v:fill color2="black"/>
              <v:textbox style="mso-next-textbox:#_x0000_s1305;mso-rotate-with-shape:t" inset="0,0,0,0">
                <w:txbxContent>
                  <w:p w:rsidR="00F8270C" w:rsidRPr="00FF07DF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  <w:p w:rsidR="00F8270C" w:rsidRDefault="00F8270C" w:rsidP="00034C4A"/>
                </w:txbxContent>
              </v:textbox>
            </v:shape>
            <v:shape id="_x0000_s1306" type="#_x0000_t202" style="position:absolute;left:2865;top:7352;width:450;height:416;v-text-anchor:middle" strokeweight=".26mm">
              <v:fill color2="black"/>
              <v:textbox style="mso-next-textbox:#_x0000_s1306;mso-rotate-with-shape:t" inset="0,0,0,0">
                <w:txbxContent>
                  <w:p w:rsidR="00F8270C" w:rsidRDefault="00F8270C" w:rsidP="00034C4A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</w:t>
                    </w:r>
                  </w:p>
                  <w:p w:rsidR="00F8270C" w:rsidRDefault="00F8270C" w:rsidP="00034C4A"/>
                </w:txbxContent>
              </v:textbox>
            </v:shape>
            <v:shape id="_x0000_s1307" type="#_x0000_t202" style="position:absolute;left:2230;top:8452;width:432;height:416;v-text-anchor:middle" strokeweight=".26mm">
              <v:fill color2="black"/>
              <v:textbox style="mso-next-textbox:#_x0000_s1307;mso-rotate-with-shape:t" inset="0,0,0,0">
                <w:txbxContent>
                  <w:p w:rsidR="00F8270C" w:rsidRPr="009A2A16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  <w:p w:rsidR="00F8270C" w:rsidRDefault="00F8270C" w:rsidP="00034C4A"/>
                </w:txbxContent>
              </v:textbox>
            </v:shape>
            <v:shape id="_x0000_s1308" type="#_x0000_t202" style="position:absolute;left:4115;top:7336;width:432;height:416;v-text-anchor:middle" strokeweight=".26mm">
              <v:fill color2="black"/>
              <v:textbox style="mso-next-textbox:#_x0000_s1308;mso-rotate-with-shape:t" inset="0,0,0,0">
                <w:txbxContent>
                  <w:p w:rsidR="00F8270C" w:rsidRDefault="00F8270C" w:rsidP="00034C4A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4</w:t>
                    </w:r>
                  </w:p>
                  <w:p w:rsidR="00F8270C" w:rsidRDefault="00F8270C" w:rsidP="00034C4A"/>
                </w:txbxContent>
              </v:textbox>
            </v:shape>
            <v:shape id="_x0000_s1309" type="#_x0000_t202" style="position:absolute;left:4710;top:8730;width:432;height:416;v-text-anchor:middle" strokeweight=".26mm">
              <v:fill color2="black"/>
              <v:textbox style="mso-next-textbox:#_x0000_s1309;mso-rotate-with-shape:t" inset="0,0,0,0">
                <w:txbxContent>
                  <w:p w:rsidR="00F8270C" w:rsidRPr="009A2A16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6</w:t>
                    </w:r>
                  </w:p>
                  <w:p w:rsidR="00F8270C" w:rsidRDefault="00F8270C" w:rsidP="00034C4A"/>
                </w:txbxContent>
              </v:textbox>
            </v:shape>
            <v:shape id="_x0000_s1310" type="#_x0000_t202" style="position:absolute;left:3283;top:10505;width:432;height:416;v-text-anchor:middle" strokeweight=".26mm">
              <v:fill color2="black"/>
              <v:textbox style="mso-next-textbox:#_x0000_s1310;mso-rotate-with-shape:t" inset="0,0,0,0">
                <w:txbxContent>
                  <w:p w:rsidR="00F8270C" w:rsidRPr="009A2A16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3</w:t>
                    </w:r>
                  </w:p>
                  <w:p w:rsidR="00F8270C" w:rsidRDefault="00F8270C" w:rsidP="00034C4A"/>
                </w:txbxContent>
              </v:textbox>
            </v:shape>
            <v:line id="_x0000_s1311" style="position:absolute" from="6106,9704" to="6106,10562" strokeweight=".18mm">
              <v:stroke joinstyle="miter"/>
            </v:line>
            <v:shape id="_x0000_s1312" type="#_x0000_t202" style="position:absolute;left:7652;top:10347;width:432;height:416;v-text-anchor:middle" strokeweight=".26mm">
              <v:fill color2="black"/>
              <v:textbox style="mso-next-textbox:#_x0000_s1312;mso-rotate-with-shape:t" inset="0,0,0,0">
                <w:txbxContent>
                  <w:p w:rsidR="00F8270C" w:rsidRPr="009A2A16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-1</w:t>
                    </w:r>
                  </w:p>
                  <w:p w:rsidR="00F8270C" w:rsidRDefault="00F8270C" w:rsidP="00034C4A"/>
                </w:txbxContent>
              </v:textbox>
            </v:shape>
            <v:shape id="_x0000_s1313" type="#_x0000_t202" style="position:absolute;left:6600;top:9461;width:432;height:416;v-text-anchor:middle" strokeweight=".26mm">
              <v:fill color2="black"/>
              <v:textbox style="mso-next-textbox:#_x0000_s1313;mso-rotate-with-shape:t" inset="0,0,0,0">
                <w:txbxContent>
                  <w:p w:rsidR="00F8270C" w:rsidRPr="009A2A16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7</w:t>
                    </w:r>
                  </w:p>
                  <w:p w:rsidR="00F8270C" w:rsidRDefault="00F8270C" w:rsidP="00034C4A"/>
                </w:txbxContent>
              </v:textbox>
            </v:shape>
            <v:shape id="_x0000_s1314" type="#_x0000_t202" style="position:absolute;left:7529;top:9479;width:432;height:416;v-text-anchor:middle" strokeweight=".26mm">
              <v:fill color2="black"/>
              <v:textbox style="mso-next-textbox:#_x0000_s1314;mso-rotate-with-shape:t" inset="0,0,0,0">
                <w:txbxContent>
                  <w:p w:rsidR="00F8270C" w:rsidRPr="009A2A16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8</w:t>
                    </w:r>
                  </w:p>
                  <w:p w:rsidR="00F8270C" w:rsidRDefault="00F8270C" w:rsidP="00034C4A"/>
                </w:txbxContent>
              </v:textbox>
            </v:shape>
            <v:shape id="_x0000_s1315" type="#_x0000_t202" style="position:absolute;left:9045;top:9446;width:432;height:416;v-text-anchor:middle" strokeweight=".26mm">
              <v:fill color2="black"/>
              <v:textbox style="mso-next-textbox:#_x0000_s1315;mso-rotate-with-shape:t" inset="0,0,0,0">
                <w:txbxContent>
                  <w:p w:rsidR="00F8270C" w:rsidRPr="009A2A16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9</w:t>
                    </w:r>
                  </w:p>
                  <w:p w:rsidR="00F8270C" w:rsidRDefault="00F8270C" w:rsidP="00034C4A"/>
                </w:txbxContent>
              </v:textbox>
            </v:shape>
          </v:group>
        </w:pic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lastRenderedPageBreak/>
        <w:t>Этап первый</w:t>
      </w:r>
    </w:p>
    <w:p w:rsidR="00C16740" w:rsidRPr="00DE1156" w:rsidRDefault="00C16740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noProof/>
        </w:rPr>
        <w:pict>
          <v:group id="_x0000_s1316" style="position:absolute;left:0;text-align:left;margin-left:80pt;margin-top:2.85pt;width:358pt;height:195.9pt;z-index:251688960" coordorigin="1174,935" coordsize="9468,4589">
            <v:shape id="_x0000_s1317" type="#_x0000_t202" style="position:absolute;left:1801;top:1192;width:432;height:416;v-text-anchor:middle" strokeweight=".26mm">
              <v:fill color2="black"/>
              <v:textbox style="mso-next-textbox:#_x0000_s1317;mso-rotate-with-shape:t" inset="0,0,0,0">
                <w:txbxContent>
                  <w:p w:rsidR="00F8270C" w:rsidRPr="009A2A16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  <w:p w:rsidR="00F8270C" w:rsidRDefault="00F8270C" w:rsidP="00034C4A"/>
                </w:txbxContent>
              </v:textbox>
            </v:shape>
            <v:shape id="_x0000_s1318" type="#_x0000_t202" style="position:absolute;left:3367;top:1964;width:432;height:416;v-text-anchor:middle" strokeweight=".26mm">
              <v:fill color2="black"/>
              <v:textbox style="mso-next-textbox:#_x0000_s1318;mso-rotate-with-shape:t" inset="0,0,0,0">
                <w:txbxContent>
                  <w:p w:rsidR="00F8270C" w:rsidRPr="009A2A16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1</w:t>
                    </w:r>
                  </w:p>
                  <w:p w:rsidR="00F8270C" w:rsidRDefault="00F8270C" w:rsidP="00034C4A"/>
                </w:txbxContent>
              </v:textbox>
            </v:shape>
            <v:group id="_x0000_s1319" style="position:absolute;left:2616;top:1964;width:431;height:449;mso-wrap-distance-left:0;mso-wrap-distance-right:0" coordorigin="1860,879" coordsize="341,341">
              <o:lock v:ext="edit" text="t"/>
              <v:oval id="_x0000_s1320" style="position:absolute;left:1860;top:879;width:341;height:341;mso-wrap-style:none;v-text-anchor:middle" strokeweight=".26mm">
                <v:fill color2="black"/>
                <v:stroke joinstyle="miter"/>
              </v:oval>
              <v:line id="_x0000_s1321" style="position:absolute" from="1914,933" to="2141,1160" strokeweight=".26mm">
                <v:stroke joinstyle="miter"/>
              </v:line>
              <v:line id="_x0000_s1322" style="position:absolute;flip:x" from="1902,921" to="2147,1166" strokeweight=".26mm">
                <v:stroke joinstyle="miter"/>
              </v:line>
            </v:group>
            <v:shape id="_x0000_s1323" type="#_x0000_t202" style="position:absolute;left:3048;top:2731;width:651;height:410;v-text-anchor:middle" strokeweight=".26mm">
              <v:fill color2="black"/>
              <v:textbox style="mso-next-textbox:#_x0000_s1323;mso-rotate-with-shape:t" inset="0,0,0,0">
                <w:txbxContent>
                  <w:p w:rsidR="00F8270C" w:rsidRPr="00A30B2B" w:rsidRDefault="00F8270C" w:rsidP="00034C4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</w:t>
                    </w:r>
                    <w:r>
                      <w:rPr>
                        <w:vertAlign w:val="subscript"/>
                        <w:lang w:val="en-US"/>
                      </w:rPr>
                      <w:t>p</w:t>
                    </w:r>
                    <w:r>
                      <w:rPr>
                        <w:lang w:val="en-US"/>
                      </w:rPr>
                      <w:t>W</w:t>
                    </w:r>
                  </w:p>
                  <w:p w:rsidR="00F8270C" w:rsidRDefault="00F8270C" w:rsidP="00034C4A"/>
                </w:txbxContent>
              </v:textbox>
            </v:shape>
            <v:shape id="_x0000_s1324" type="#_x0000_t202" style="position:absolute;left:3173;top:5016;width:678;height:508;v-text-anchor:middle" strokeweight=".26mm">
              <v:fill color2="black"/>
              <v:textbox style="mso-next-textbox:#_x0000_s1324;mso-rotate-with-shape:t" inset="0,0,0,0">
                <w:txbxContent>
                  <w:p w:rsidR="00F8270C" w:rsidRPr="00A30B2B" w:rsidRDefault="00F8270C" w:rsidP="00034C4A">
                    <w:pPr>
                      <w:spacing w:line="360" w:lineRule="auto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3</w:t>
                    </w:r>
                  </w:p>
                  <w:p w:rsidR="00F8270C" w:rsidRDefault="00F8270C" w:rsidP="00034C4A"/>
                  <w:p w:rsidR="00F8270C" w:rsidRDefault="00F8270C" w:rsidP="00034C4A"/>
                  <w:p w:rsidR="00F8270C" w:rsidRDefault="00F8270C" w:rsidP="00034C4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    </w:t>
                    </w:r>
                  </w:p>
                </w:txbxContent>
              </v:textbox>
            </v:shape>
            <v:line id="_x0000_s1325" style="position:absolute" from="1265,1410" to="1833,1410" strokeweight=".18mm">
              <v:stroke endarrow="block" joinstyle="miter"/>
            </v:line>
            <v:line id="_x0000_s1326" style="position:absolute" from="3048,2177" to="3388,2177" strokeweight=".18mm">
              <v:stroke endarrow="block" joinstyle="miter"/>
            </v:line>
            <v:line id="_x0000_s1327" style="position:absolute;flip:y" from="2820,2430" to="2820,2943" strokeweight=".18mm">
              <v:stroke endarrow="block" joinstyle="miter"/>
            </v:line>
            <v:line id="_x0000_s1328" style="position:absolute" from="3799,2177" to="4458,2177" strokeweight=".18mm">
              <v:stroke joinstyle="miter"/>
            </v:line>
            <v:group id="_x0000_s1329" style="position:absolute;left:2722;top:2225;width:219;height:165;mso-wrap-distance-left:0;mso-wrap-distance-right:0" coordorigin="1944,1077" coordsize="173,125">
              <o:lock v:ext="edit" text="t"/>
              <v:line id="_x0000_s1330" style="position:absolute;flip:y" from="1944,1077" to="2057,1190" strokeweight="1.59mm">
                <v:stroke joinstyle="miter"/>
              </v:line>
              <v:line id="_x0000_s1331" style="position:absolute;flip:x" from="2004,1131" to="2117,1202" strokeweight="1.59mm">
                <v:stroke joinstyle="miter"/>
              </v:line>
            </v:group>
            <v:group id="_x0000_s1332" style="position:absolute;left:5036;top:4969;width:431;height:449;mso-wrap-distance-left:0;mso-wrap-distance-right:0" coordorigin="3774,3159" coordsize="341,341">
              <o:lock v:ext="edit" text="t"/>
              <v:oval id="_x0000_s1333" style="position:absolute;left:3774;top:3159;width:341;height:341;mso-wrap-style:none;v-text-anchor:middle" strokeweight=".26mm">
                <v:fill color2="black"/>
                <v:stroke joinstyle="miter"/>
              </v:oval>
              <v:line id="_x0000_s1334" style="position:absolute" from="3828,3213" to="4055,3440" strokeweight=".26mm">
                <v:stroke joinstyle="miter"/>
              </v:line>
              <v:line id="_x0000_s1335" style="position:absolute;flip:x" from="3816,3201" to="4061,3446" strokeweight=".26mm">
                <v:stroke joinstyle="miter"/>
              </v:line>
            </v:group>
            <v:group id="_x0000_s1336" style="position:absolute;left:8504;top:3988;width:431;height:450;mso-wrap-distance-left:0;mso-wrap-distance-right:0" coordorigin="6516,2415" coordsize="341,341">
              <o:lock v:ext="edit" text="t"/>
              <v:oval id="_x0000_s1337" style="position:absolute;left:6516;top:2415;width:341;height:341;mso-wrap-style:none;v-text-anchor:middle" strokeweight=".26mm">
                <v:fill color2="black"/>
                <v:stroke joinstyle="miter"/>
              </v:oval>
              <v:line id="_x0000_s1338" style="position:absolute" from="6570,2469" to="6797,2696" strokeweight=".26mm">
                <v:stroke joinstyle="miter"/>
              </v:line>
              <v:line id="_x0000_s1339" style="position:absolute;flip:x" from="6558,2457" to="6803,2702" strokeweight=".26mm">
                <v:stroke joinstyle="miter"/>
              </v:line>
            </v:group>
            <v:line id="_x0000_s1340" style="position:absolute" from="4854,2177" to="7023,2177" strokeweight=".18mm">
              <v:stroke endarrow="block" joinstyle="miter"/>
            </v:line>
            <v:line id="_x0000_s1341" style="position:absolute" from="6425,4217" to="6901,4217" strokeweight=".18mm">
              <v:stroke endarrow="block" joinstyle="miter"/>
            </v:line>
            <v:line id="_x0000_s1342" style="position:absolute" from="7191,4217" to="7774,4217" strokeweight=".18mm">
              <v:stroke endarrow="block" joinstyle="miter"/>
            </v:line>
            <v:line id="_x0000_s1343" style="position:absolute" from="8079,4217" to="8487,4217" strokeweight=".18mm">
              <v:stroke endarrow="block" joinstyle="miter"/>
            </v:line>
            <v:line id="_x0000_s1344" style="position:absolute" from="7335,2162" to="8722,2162" strokeweight=".18mm">
              <v:stroke joinstyle="miter"/>
            </v:line>
            <v:line id="_x0000_s1345" style="position:absolute" from="8724,2162" to="8724,3979" strokeweight=".18mm">
              <v:stroke endarrow="block" joinstyle="miter"/>
            </v:line>
            <v:line id="_x0000_s1346" style="position:absolute" from="8928,4202" to="9246,4202" strokeweight=".18mm">
              <v:stroke endarrow="block" joinstyle="miter"/>
            </v:line>
            <v:line id="_x0000_s1347" style="position:absolute" from="9604,4202" to="10634,4202" strokeweight=".18mm">
              <v:stroke endarrow="block" joinstyle="miter"/>
            </v:line>
            <v:line id="_x0000_s1348" style="position:absolute" from="10097,4194" to="10097,5023" strokeweight=".18mm">
              <v:stroke joinstyle="miter"/>
            </v:line>
            <v:line id="_x0000_s1349" style="position:absolute;flip:x" from="8268,5040" to="10088,5040" strokeweight=".18mm">
              <v:stroke endarrow="block" joinstyle="miter"/>
            </v:line>
            <v:line id="_x0000_s1350" style="position:absolute;flip:x" from="6425,5040" to="8017,5040" strokeweight=".18mm">
              <v:stroke joinstyle="miter"/>
            </v:line>
            <v:line id="_x0000_s1351" style="position:absolute" from="5256,2185" to="5256,3291" strokeweight=".18mm">
              <v:stroke endarrow="block" joinstyle="miter"/>
            </v:line>
            <v:line id="_x0000_s1352" style="position:absolute" from="7388,4210" to="7388,5206" strokeweight=".18mm">
              <v:stroke joinstyle="miter"/>
            </v:line>
            <v:line id="_x0000_s1353" style="position:absolute;flip:x" from="5499,5190" to="7387,5190" strokeweight=".18mm">
              <v:stroke endarrow="block" joinstyle="miter"/>
            </v:line>
            <v:line id="_x0000_s1354" style="position:absolute" from="5256,3680" to="5256,4967" strokeweight=".18mm">
              <v:stroke endarrow="block" joinstyle="miter"/>
            </v:line>
            <v:line id="_x0000_s1355" style="position:absolute;flip:x" from="3852,5214" to="5027,5214" strokeweight=".18mm">
              <v:stroke endarrow="block" joinstyle="miter"/>
            </v:line>
            <v:shape id="_x0000_s1356" type="#_x0000_t202" style="position:absolute;left:1174;top:935;width:492;height:410;v-text-anchor:middle" filled="f" stroked="f">
              <v:stroke joinstyle="round"/>
              <v:textbox style="mso-next-textbox:#_x0000_s1356;mso-rotate-with-shape:t" inset="0,0,0,0">
                <w:txbxContent>
                  <w:p w:rsidR="00F8270C" w:rsidRDefault="00F8270C" w:rsidP="00034C4A">
                    <w:pPr>
                      <w:rPr>
                        <w:vertAlign w:val="subscript"/>
                        <w:lang w:val="en-US"/>
                      </w:rPr>
                    </w:pPr>
                    <w:r>
                      <w:t>Δ</w:t>
                    </w:r>
                    <w:r>
                      <w:rPr>
                        <w:lang w:val="en-US"/>
                      </w:rPr>
                      <w:t>x</w:t>
                    </w:r>
                    <w:r>
                      <w:rPr>
                        <w:vertAlign w:val="subscript"/>
                        <w:lang w:val="en-US"/>
                      </w:rPr>
                      <w:t>u</w:t>
                    </w:r>
                  </w:p>
                </w:txbxContent>
              </v:textbox>
            </v:shape>
            <v:shape id="_x0000_s1357" type="#_x0000_t202" style="position:absolute;left:10150;top:3719;width:492;height:410;v-text-anchor:middle" filled="f" stroked="f">
              <v:stroke joinstyle="round"/>
              <v:textbox style="mso-next-textbox:#_x0000_s1357;mso-rotate-with-shape:t" inset="0,0,0,0">
                <w:txbxContent>
                  <w:p w:rsidR="00F8270C" w:rsidRDefault="00F8270C" w:rsidP="00034C4A">
                    <w:r>
                      <w:t>Δω</w:t>
                    </w:r>
                  </w:p>
                </w:txbxContent>
              </v:textbox>
            </v:shape>
            <v:line id="_x0000_s1358" style="position:absolute;flip:x" from="1918,5206" to="3173,5214" strokeweight=".18mm">
              <v:stroke joinstyle="miter"/>
            </v:line>
            <v:line id="_x0000_s1359" style="position:absolute;flip:y" from="1918,2170" to="1918,5212" strokeweight=".18mm">
              <v:stroke joinstyle="miter"/>
            </v:line>
            <v:line id="_x0000_s1360" style="position:absolute" from="1910,2154" to="2599,2154" strokeweight=".18mm">
              <v:stroke endarrow="block" joinstyle="miter"/>
            </v:line>
            <v:line id="_x0000_s1361" style="position:absolute" from="2218,1410" to="2819,1410" strokeweight=".18mm">
              <v:stroke joinstyle="miter"/>
            </v:line>
            <v:line id="_x0000_s1362" style="position:absolute" from="2820,1418" to="2820,1956" strokeweight=".18mm">
              <v:stroke endarrow="block" joinstyle="miter"/>
            </v:line>
            <v:line id="_x0000_s1363" style="position:absolute" from="4050,2177" to="4050,2960" strokeweight=".18mm">
              <v:stroke joinstyle="miter"/>
            </v:line>
            <v:line id="_x0000_s1364" style="position:absolute;flip:x" from="3678,2960" to="4050,2960" strokeweight=".18mm">
              <v:stroke endarrow="block" joinstyle="miter"/>
            </v:line>
            <v:line id="_x0000_s1365" style="position:absolute;flip:x" from="2813,2952" to="3047,2952" strokeweight=".18mm">
              <v:stroke joinstyle="miter"/>
            </v:line>
            <v:shape id="_x0000_s1366" type="#_x0000_t202" style="position:absolute;left:4458;top:1964;width:432;height:416;v-text-anchor:middle" strokeweight=".26mm">
              <v:fill color2="black"/>
              <v:textbox style="mso-next-textbox:#_x0000_s1366;mso-rotate-with-shape:t" inset="0,0,0,0">
                <w:txbxContent>
                  <w:p w:rsidR="00F8270C" w:rsidRPr="009A2A16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4</w:t>
                    </w:r>
                  </w:p>
                  <w:p w:rsidR="00F8270C" w:rsidRDefault="00F8270C" w:rsidP="00034C4A"/>
                </w:txbxContent>
              </v:textbox>
            </v:shape>
            <v:shape id="_x0000_s1367" type="#_x0000_t202" style="position:absolute;left:5027;top:3264;width:432;height:416;v-text-anchor:middle" strokeweight=".26mm">
              <v:fill color2="black"/>
              <v:textbox style="mso-next-textbox:#_x0000_s1367;mso-rotate-with-shape:t" inset="0,0,0,0">
                <w:txbxContent>
                  <w:p w:rsidR="00F8270C" w:rsidRPr="00A30B2B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6</w:t>
                    </w:r>
                  </w:p>
                  <w:p w:rsidR="00F8270C" w:rsidRDefault="00F8270C" w:rsidP="00034C4A"/>
                </w:txbxContent>
              </v:textbox>
            </v:shape>
            <v:shape id="_x0000_s1368" type="#_x0000_t202" style="position:absolute;left:7032;top:1964;width:432;height:416;v-text-anchor:middle" strokeweight=".26mm">
              <v:fill color2="black"/>
              <v:textbox style="mso-next-textbox:#_x0000_s1368;mso-rotate-with-shape:t" inset="0,0,0,0">
                <w:txbxContent>
                  <w:p w:rsidR="00F8270C" w:rsidRPr="009A2A16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5</w:t>
                    </w:r>
                  </w:p>
                  <w:p w:rsidR="00F8270C" w:rsidRDefault="00F8270C" w:rsidP="00034C4A"/>
                </w:txbxContent>
              </v:textbox>
            </v:shape>
            <v:shape id="_x0000_s1369" type="#_x0000_t202" style="position:absolute;left:9246;top:3988;width:432;height:416;v-text-anchor:middle" strokeweight=".26mm">
              <v:fill color2="black"/>
              <v:textbox style="mso-next-textbox:#_x0000_s1369;mso-rotate-with-shape:t" inset="0,0,0,0">
                <w:txbxContent>
                  <w:p w:rsidR="00F8270C" w:rsidRPr="009A2A16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9</w:t>
                    </w:r>
                  </w:p>
                  <w:p w:rsidR="00F8270C" w:rsidRDefault="00F8270C" w:rsidP="00034C4A"/>
                </w:txbxContent>
              </v:textbox>
            </v:shape>
            <v:shape id="_x0000_s1370" type="#_x0000_t202" style="position:absolute;left:6901;top:3979;width:432;height:416;v-text-anchor:middle" strokeweight=".26mm">
              <v:fill color2="black"/>
              <v:textbox style="mso-next-textbox:#_x0000_s1370;mso-rotate-with-shape:t" inset="0,0,0,0">
                <w:txbxContent>
                  <w:p w:rsidR="00F8270C" w:rsidRPr="009A2A16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7</w:t>
                    </w:r>
                  </w:p>
                  <w:p w:rsidR="00F8270C" w:rsidRDefault="00F8270C" w:rsidP="00034C4A"/>
                </w:txbxContent>
              </v:textbox>
            </v:shape>
            <v:shape id="_x0000_s1371" type="#_x0000_t202" style="position:absolute;left:7774;top:3988;width:432;height:416;v-text-anchor:middle" strokeweight=".26mm">
              <v:fill color2="black"/>
              <v:textbox style="mso-next-textbox:#_x0000_s1371;mso-rotate-with-shape:t" inset="0,0,0,0">
                <w:txbxContent>
                  <w:p w:rsidR="00F8270C" w:rsidRPr="009A2A16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8</w:t>
                    </w:r>
                  </w:p>
                  <w:p w:rsidR="00F8270C" w:rsidRDefault="00F8270C" w:rsidP="00034C4A"/>
                </w:txbxContent>
              </v:textbox>
            </v:shape>
            <v:shape id="_x0000_s1372" type="#_x0000_t202" style="position:absolute;left:7848;top:4828;width:432;height:416;v-text-anchor:middle" strokeweight=".26mm">
              <v:fill color2="black"/>
              <v:textbox style="mso-next-textbox:#_x0000_s1372;mso-rotate-with-shape:t" inset="0,0,0,0">
                <w:txbxContent>
                  <w:p w:rsidR="00F8270C" w:rsidRPr="009A2A16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-1</w:t>
                    </w:r>
                  </w:p>
                  <w:p w:rsidR="00F8270C" w:rsidRDefault="00F8270C" w:rsidP="00034C4A"/>
                </w:txbxContent>
              </v:textbox>
            </v:shape>
            <v:line id="_x0000_s1373" style="position:absolute" from="6425,4217" to="6425,5075" strokeweight=".18mm">
              <v:stroke joinstyle="miter"/>
            </v:line>
          </v:group>
        </w:pic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tabs>
          <w:tab w:val="left" w:pos="8696"/>
        </w:tabs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tabs>
          <w:tab w:val="left" w:pos="8696"/>
        </w:tabs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Этап второй</w:t>
      </w:r>
    </w:p>
    <w:p w:rsidR="00034C4A" w:rsidRPr="00DE1156" w:rsidRDefault="00E23C33" w:rsidP="00DE1156">
      <w:pPr>
        <w:tabs>
          <w:tab w:val="left" w:pos="8696"/>
        </w:tabs>
        <w:spacing w:line="360" w:lineRule="auto"/>
        <w:ind w:firstLine="709"/>
        <w:jc w:val="both"/>
        <w:rPr>
          <w:sz w:val="28"/>
          <w:szCs w:val="32"/>
        </w:rPr>
      </w:pPr>
      <w:r>
        <w:rPr>
          <w:noProof/>
        </w:rPr>
        <w:pict>
          <v:group id="_x0000_s1374" style="position:absolute;left:0;text-align:left;margin-left:50pt;margin-top:19.1pt;width:404.65pt;height:147.05pt;z-index:251691008" coordorigin="988,8976" coordsize="9712,3763">
            <v:shape id="_x0000_s1375" type="#_x0000_t202" style="position:absolute;left:1542;top:9108;width:432;height:416;v-text-anchor:middle" strokeweight=".26mm">
              <v:fill color2="black"/>
              <v:textbox style="mso-next-textbox:#_x0000_s1375;mso-rotate-with-shape:t" inset="0,0,0,0">
                <w:txbxContent>
                  <w:p w:rsidR="00F8270C" w:rsidRPr="009A2A16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  <w:p w:rsidR="00F8270C" w:rsidRDefault="00F8270C" w:rsidP="00034C4A"/>
                </w:txbxContent>
              </v:textbox>
            </v:shape>
            <v:group id="_x0000_s1376" style="position:absolute;left:2408;top:9091;width:446;height:470;mso-wrap-distance-left:0;mso-wrap-distance-right:0" coordorigin="2059,364" coordsize="341,341">
              <o:lock v:ext="edit" text="t"/>
              <v:oval id="_x0000_s1377" style="position:absolute;left:2059;top:364;width:341;height:341;mso-wrap-style:none;v-text-anchor:middle" strokeweight=".26mm">
                <v:fill color2="black"/>
                <v:stroke joinstyle="miter"/>
              </v:oval>
              <v:line id="_x0000_s1378" style="position:absolute" from="2112,418" to="2339,645" strokeweight=".26mm">
                <v:stroke joinstyle="miter"/>
              </v:line>
              <v:line id="_x0000_s1379" style="position:absolute;flip:x" from="2100,406" to="2346,651" strokeweight=".26mm">
                <v:stroke joinstyle="miter"/>
              </v:line>
            </v:group>
            <v:shape id="_x0000_s1380" type="#_x0000_t202" style="position:absolute;left:3277;top:8976;width:853;height:709;v-text-anchor:middle" strokeweight=".26mm">
              <v:fill color2="black"/>
              <v:textbox style="mso-next-textbox:#_x0000_s1380;mso-rotate-with-shape:t" inset="0,0,0,0">
                <w:txbxContent>
                  <w:p w:rsidR="00F8270C" w:rsidRDefault="00E23C33" w:rsidP="00034C4A">
                    <w:pPr>
                      <w:rPr>
                        <w:lang w:val="en-US"/>
                      </w:rPr>
                    </w:pPr>
                    <w:r>
                      <w:rPr>
                        <w:position w:val="-34"/>
                      </w:rPr>
                      <w:pict>
                        <v:shape id="_x0000_i1153" type="#_x0000_t75" style="width:45pt;height:33.75pt">
                          <v:imagedata r:id="rId139" o:title=""/>
                        </v:shape>
                      </w:pict>
                    </w:r>
                  </w:p>
                  <w:p w:rsidR="00F8270C" w:rsidRDefault="00F8270C" w:rsidP="00034C4A"/>
                </w:txbxContent>
              </v:textbox>
            </v:shape>
            <v:line id="_x0000_s1381" style="position:absolute" from="988,9323" to="1575,9323" strokeweight=".18mm">
              <v:stroke endarrow="block" joinstyle="miter"/>
            </v:line>
            <v:group id="_x0000_s1382" style="position:absolute;left:4908;top:12231;width:445;height:470;mso-wrap-distance-left:0;mso-wrap-distance-right:0" coordorigin="3972,2644" coordsize="341,341">
              <o:lock v:ext="edit" text="t"/>
              <v:oval id="_x0000_s1383" style="position:absolute;left:3972;top:2644;width:341;height:341;mso-wrap-style:none;v-text-anchor:middle" strokeweight=".26mm">
                <v:fill color2="black"/>
                <v:stroke joinstyle="miter"/>
              </v:oval>
              <v:line id="_x0000_s1384" style="position:absolute" from="4026,2698" to="4253,2925" strokeweight=".26mm">
                <v:stroke joinstyle="miter"/>
              </v:line>
              <v:line id="_x0000_s1385" style="position:absolute;flip:x" from="4014,2686" to="4259,2931" strokeweight=".26mm">
                <v:stroke joinstyle="miter"/>
              </v:line>
            </v:group>
            <v:group id="_x0000_s1386" style="position:absolute;left:8491;top:11207;width:445;height:469;mso-wrap-distance-left:0;mso-wrap-distance-right:0" coordorigin="6714,1900" coordsize="341,341">
              <o:lock v:ext="edit" text="t"/>
              <v:oval id="_x0000_s1387" style="position:absolute;left:6714;top:1900;width:341;height:341;mso-wrap-style:none;v-text-anchor:middle" strokeweight=".26mm">
                <v:fill color2="black"/>
                <v:stroke joinstyle="miter"/>
              </v:oval>
              <v:line id="_x0000_s1388" style="position:absolute" from="6769,1954" to="6995,2181" strokeweight=".26mm">
                <v:stroke joinstyle="miter"/>
              </v:line>
              <v:line id="_x0000_s1389" style="position:absolute;flip:x" from="6756,1942" to="7001,2187" strokeweight=".26mm">
                <v:stroke joinstyle="miter"/>
              </v:line>
            </v:group>
            <v:line id="_x0000_s1390" style="position:absolute" from="4720,9315" to="6962,9315" strokeweight=".18mm">
              <v:stroke endarrow="block" joinstyle="miter"/>
            </v:line>
            <v:line id="_x0000_s1391" style="position:absolute" from="6343,11446" to="6835,11446" strokeweight=".18mm">
              <v:stroke endarrow="block" joinstyle="miter"/>
            </v:line>
            <v:line id="_x0000_s1392" style="position:absolute" from="7134,11446" to="7737,11446" strokeweight=".18mm">
              <v:stroke endarrow="block" joinstyle="miter"/>
            </v:line>
            <v:line id="_x0000_s1393" style="position:absolute" from="8053,11446" to="8475,11446" strokeweight=".18mm">
              <v:stroke endarrow="block" joinstyle="miter"/>
            </v:line>
            <v:line id="_x0000_s1394" style="position:absolute" from="7283,9298" to="8717,9298" strokeweight=".18mm">
              <v:stroke joinstyle="miter"/>
            </v:line>
            <v:line id="_x0000_s1395" style="position:absolute" from="8718,9298" to="8718,11197" strokeweight=".18mm">
              <v:stroke endarrow="block" joinstyle="miter"/>
            </v:line>
            <v:line id="_x0000_s1396" style="position:absolute" from="8930,11430" to="9259,11430" strokeweight=".18mm">
              <v:stroke endarrow="block" joinstyle="miter"/>
            </v:line>
            <v:line id="_x0000_s1397" style="position:absolute" from="9627,11430" to="10692,11430" strokeweight=".18mm">
              <v:stroke endarrow="block" joinstyle="miter"/>
            </v:line>
            <v:line id="_x0000_s1398" style="position:absolute" from="10137,11422" to="10137,12288" strokeweight=".18mm">
              <v:stroke joinstyle="miter"/>
            </v:line>
            <v:line id="_x0000_s1399" style="position:absolute;flip:x" from="8248,12306" to="10128,12306" strokeweight=".18mm">
              <v:stroke endarrow="block" joinstyle="miter"/>
            </v:line>
            <v:line id="_x0000_s1400" style="position:absolute;flip:x" from="6343,12306" to="7988,12306" strokeweight=".18mm">
              <v:stroke joinstyle="miter"/>
            </v:line>
            <v:line id="_x0000_s1401" style="position:absolute" from="5137,9323" to="5137,10478" strokeweight=".18mm">
              <v:stroke endarrow="block" joinstyle="miter"/>
            </v:line>
            <v:line id="_x0000_s1402" style="position:absolute" from="7339,11438" to="7339,12478" strokeweight=".18mm">
              <v:stroke joinstyle="miter"/>
            </v:line>
            <v:line id="_x0000_s1403" style="position:absolute;flip:x" from="5386,12463" to="7337,12463" strokeweight=".18mm">
              <v:stroke endarrow="block" joinstyle="miter"/>
            </v:line>
            <v:line id="_x0000_s1404" style="position:absolute" from="5137,10885" to="5137,12230" strokeweight=".18mm">
              <v:stroke endarrow="block" joinstyle="miter"/>
            </v:line>
            <v:line id="_x0000_s1405" style="position:absolute;flip:x" from="3685,12488" to="4899,12488" strokeweight=".18mm">
              <v:stroke endarrow="block" joinstyle="miter"/>
            </v:line>
            <v:shape id="_x0000_s1406" type="#_x0000_t202" style="position:absolute;left:10192;top:10926;width:508;height:428;v-text-anchor:middle" filled="f" stroked="f">
              <v:stroke joinstyle="round"/>
              <v:textbox style="mso-next-textbox:#_x0000_s1406;mso-rotate-with-shape:t" inset="0,0,0,0">
                <w:txbxContent>
                  <w:p w:rsidR="00F8270C" w:rsidRDefault="00F8270C" w:rsidP="00034C4A">
                    <w:r>
                      <w:t>Δω</w:t>
                    </w:r>
                  </w:p>
                </w:txbxContent>
              </v:textbox>
            </v:shape>
            <v:line id="_x0000_s1407" style="position:absolute;flip:x" from="2636,12488" to="3080,12488" strokeweight=".18mm">
              <v:stroke joinstyle="miter"/>
            </v:line>
            <v:line id="_x0000_s1408" style="position:absolute" from="1874,9323" to="2391,9323" strokeweight=".18mm">
              <v:stroke endarrow="block" joinstyle="miter"/>
            </v:line>
            <v:line id="_x0000_s1409" style="position:absolute" from="2854,9323" to="3254,9323" strokeweight=".18mm">
              <v:stroke endarrow="block" joinstyle="miter"/>
            </v:line>
            <v:line id="_x0000_s1410" style="position:absolute" from="4130,9306" to="4319,9306" strokeweight=".18mm">
              <v:stroke endarrow="block" joinstyle="miter"/>
            </v:line>
            <v:line id="_x0000_s1411" style="position:absolute" from="2611,9562" to="2611,12486" strokeweight=".18mm">
              <v:stroke startarrow="block" joinstyle="miter"/>
            </v:line>
            <v:shape id="_x0000_s1412" type="#_x0000_t202" style="position:absolute;left:4921;top:10469;width:432;height:416;v-text-anchor:middle" strokeweight=".26mm">
              <v:fill color2="black"/>
              <v:textbox style="mso-next-textbox:#_x0000_s1412;mso-rotate-with-shape:t" inset="0,0,0,0">
                <w:txbxContent>
                  <w:p w:rsidR="00F8270C" w:rsidRPr="009A2A16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6</w:t>
                    </w:r>
                  </w:p>
                  <w:p w:rsidR="00F8270C" w:rsidRDefault="00F8270C" w:rsidP="00034C4A"/>
                </w:txbxContent>
              </v:textbox>
            </v:shape>
            <v:shape id="_x0000_s1413" type="#_x0000_t202" style="position:absolute;left:6962;top:9145;width:432;height:416;v-text-anchor:middle" strokeweight=".26mm">
              <v:fill color2="black"/>
              <v:textbox style="mso-next-textbox:#_x0000_s1413;mso-rotate-with-shape:t" inset="0,0,0,0">
                <w:txbxContent>
                  <w:p w:rsidR="00F8270C" w:rsidRPr="009A2A16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5</w:t>
                    </w:r>
                  </w:p>
                  <w:p w:rsidR="00F8270C" w:rsidRDefault="00F8270C" w:rsidP="00034C4A"/>
                </w:txbxContent>
              </v:textbox>
            </v:shape>
            <v:shape id="_x0000_s1414" type="#_x0000_t202" style="position:absolute;left:4319;top:9108;width:432;height:416;v-text-anchor:middle" strokeweight=".26mm">
              <v:fill color2="black"/>
              <v:textbox style="mso-next-textbox:#_x0000_s1414;mso-rotate-with-shape:t" inset="0,0,0,0">
                <w:txbxContent>
                  <w:p w:rsidR="00F8270C" w:rsidRPr="009A2A16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4</w:t>
                    </w:r>
                  </w:p>
                  <w:p w:rsidR="00F8270C" w:rsidRDefault="00F8270C" w:rsidP="00034C4A"/>
                </w:txbxContent>
              </v:textbox>
            </v:shape>
            <v:shape id="_x0000_s1415" type="#_x0000_t202" style="position:absolute;left:3037;top:12231;width:678;height:508;v-text-anchor:middle" strokeweight=".26mm">
              <v:fill color2="black"/>
              <v:textbox style="mso-next-textbox:#_x0000_s1415;mso-rotate-with-shape:t" inset="0,0,0,0">
                <w:txbxContent>
                  <w:p w:rsidR="00F8270C" w:rsidRPr="00A30B2B" w:rsidRDefault="00F8270C" w:rsidP="00034C4A">
                    <w:pPr>
                      <w:spacing w:line="360" w:lineRule="auto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3</w:t>
                    </w:r>
                  </w:p>
                  <w:p w:rsidR="00F8270C" w:rsidRDefault="00F8270C" w:rsidP="00034C4A"/>
                  <w:p w:rsidR="00F8270C" w:rsidRDefault="00F8270C" w:rsidP="00034C4A"/>
                  <w:p w:rsidR="00F8270C" w:rsidRDefault="00F8270C" w:rsidP="00034C4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    </w:t>
                    </w:r>
                  </w:p>
                </w:txbxContent>
              </v:textbox>
            </v:shape>
            <v:shape id="_x0000_s1416" type="#_x0000_t202" style="position:absolute;left:9259;top:11207;width:432;height:416;v-text-anchor:middle" strokeweight=".26mm">
              <v:fill color2="black"/>
              <v:textbox style="mso-next-textbox:#_x0000_s1416;mso-rotate-with-shape:t" inset="0,0,0,0">
                <w:txbxContent>
                  <w:p w:rsidR="00F8270C" w:rsidRPr="009A2A16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9</w:t>
                    </w:r>
                  </w:p>
                  <w:p w:rsidR="00F8270C" w:rsidRDefault="00F8270C" w:rsidP="00034C4A"/>
                </w:txbxContent>
              </v:textbox>
            </v:shape>
            <v:shape id="_x0000_s1417" type="#_x0000_t202" style="position:absolute;left:7691;top:11207;width:432;height:416;v-text-anchor:middle" strokeweight=".26mm">
              <v:fill color2="black"/>
              <v:textbox style="mso-next-textbox:#_x0000_s1417;mso-rotate-with-shape:t" inset="0,0,0,0">
                <w:txbxContent>
                  <w:p w:rsidR="00F8270C" w:rsidRPr="009A2A16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8</w:t>
                    </w:r>
                  </w:p>
                  <w:p w:rsidR="00F8270C" w:rsidRDefault="00F8270C" w:rsidP="00034C4A"/>
                </w:txbxContent>
              </v:textbox>
            </v:shape>
            <v:shape id="_x0000_s1418" type="#_x0000_t202" style="position:absolute;left:6835;top:11207;width:432;height:416;v-text-anchor:middle" strokeweight=".26mm">
              <v:fill color2="black"/>
              <v:textbox style="mso-next-textbox:#_x0000_s1418;mso-rotate-with-shape:t" inset="0,0,0,0">
                <w:txbxContent>
                  <w:p w:rsidR="00F8270C" w:rsidRPr="009A2A16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7</w:t>
                    </w:r>
                  </w:p>
                  <w:p w:rsidR="00F8270C" w:rsidRDefault="00F8270C" w:rsidP="00034C4A"/>
                </w:txbxContent>
              </v:textbox>
            </v:shape>
            <v:shape id="_x0000_s1419" type="#_x0000_t202" style="position:absolute;left:7816;top:12072;width:432;height:416;v-text-anchor:middle" strokeweight=".26mm">
              <v:fill color2="black"/>
              <v:textbox style="mso-next-textbox:#_x0000_s1419;mso-rotate-with-shape:t" inset="0,0,0,0">
                <w:txbxContent>
                  <w:p w:rsidR="00F8270C" w:rsidRPr="009A2A16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-1</w:t>
                    </w:r>
                  </w:p>
                  <w:p w:rsidR="00F8270C" w:rsidRDefault="00F8270C" w:rsidP="00034C4A"/>
                </w:txbxContent>
              </v:textbox>
            </v:shape>
            <v:line id="_x0000_s1420" style="position:absolute" from="6353,11448" to="6353,12306" strokeweight=".18mm">
              <v:stroke joinstyle="miter"/>
            </v:line>
          </v:group>
        </w:pict>
      </w:r>
      <w:r>
        <w:rPr>
          <w:noProof/>
        </w:rPr>
        <w:pict>
          <v:shape id="_x0000_s1421" type="#_x0000_t202" style="position:absolute;left:0;text-align:left;margin-left:19.35pt;margin-top:17.45pt;width:25.4pt;height:21.4pt;z-index:251689984;v-text-anchor:middle" filled="f" stroked="f">
            <v:stroke joinstyle="round"/>
            <v:textbox style="mso-next-textbox:#_x0000_s1421;mso-rotate-with-shape:t" inset="0,0,0,0">
              <w:txbxContent>
                <w:p w:rsidR="00F8270C" w:rsidRDefault="00F8270C" w:rsidP="00034C4A">
                  <w:pPr>
                    <w:rPr>
                      <w:vertAlign w:val="subscript"/>
                      <w:lang w:val="en-US"/>
                    </w:rPr>
                  </w:pPr>
                  <w:r>
                    <w:t>Δ</w:t>
                  </w:r>
                  <w:r>
                    <w:rPr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u</w:t>
                  </w:r>
                </w:p>
              </w:txbxContent>
            </v:textbox>
          </v:shape>
        </w:pic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Этап третий</w: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noProof/>
        </w:rPr>
        <w:pict>
          <v:group id="_x0000_s1422" style="position:absolute;left:0;text-align:left;margin-left:105pt;margin-top:17.75pt;width:331pt;height:139.95pt;z-index:251692032" coordorigin="1914,1736" coordsize="8194,3385">
            <v:shape id="_x0000_s1423" type="#_x0000_t202" style="position:absolute;left:2591;top:1985;width:432;height:416;v-text-anchor:middle" strokeweight=".26mm">
              <v:fill color2="black"/>
              <v:textbox style="mso-next-textbox:#_x0000_s1423;mso-rotate-with-shape:t" inset="0,0,0,0">
                <w:txbxContent>
                  <w:p w:rsidR="00F8270C" w:rsidRPr="009A2A16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  <w:p w:rsidR="00F8270C" w:rsidRDefault="00F8270C" w:rsidP="00034C4A"/>
                </w:txbxContent>
              </v:textbox>
            </v:shape>
            <v:group id="_x0000_s1424" style="position:absolute;left:3369;top:2728;width:480;height:444;mso-wrap-distance-left:0;mso-wrap-distance-right:0" coordorigin="2112,1018" coordsize="341,341">
              <o:lock v:ext="edit" text="t"/>
              <v:oval id="_x0000_s1425" style="position:absolute;left:2112;top:1018;width:341;height:341;mso-wrap-style:none;v-text-anchor:middle" strokeweight=".26mm">
                <v:fill color2="black"/>
                <v:stroke joinstyle="miter"/>
              </v:oval>
              <v:line id="_x0000_s1426" style="position:absolute" from="2166,1072" to="2393,1299" strokeweight=".26mm">
                <v:stroke joinstyle="miter"/>
              </v:line>
              <v:line id="_x0000_s1427" style="position:absolute;flip:x" from="2154,1060" to="2399,1305" strokeweight=".26mm">
                <v:stroke joinstyle="miter"/>
              </v:line>
            </v:group>
            <v:shape id="_x0000_s1428" type="#_x0000_t202" style="position:absolute;left:4604;top:2619;width:934;height:670;v-text-anchor:middle" strokeweight=".26mm">
              <v:fill color2="black"/>
              <v:textbox style="mso-next-textbox:#_x0000_s1428;mso-rotate-with-shape:t" inset="0,0,0,0">
                <w:txbxContent>
                  <w:p w:rsidR="00F8270C" w:rsidRDefault="00E23C33" w:rsidP="00034C4A">
                    <w:pPr>
                      <w:rPr>
                        <w:lang w:val="en-US"/>
                      </w:rPr>
                    </w:pPr>
                    <w:r>
                      <w:rPr>
                        <w:position w:val="-34"/>
                      </w:rPr>
                      <w:pict>
                        <v:shape id="_x0000_i1155" type="#_x0000_t75" style="width:45pt;height:33.75pt">
                          <v:imagedata r:id="rId140" o:title=""/>
                        </v:shape>
                      </w:pict>
                    </w:r>
                  </w:p>
                  <w:p w:rsidR="00F8270C" w:rsidRDefault="00F8270C" w:rsidP="00034C4A"/>
                </w:txbxContent>
              </v:textbox>
            </v:shape>
            <v:shape id="_x0000_s1429" type="#_x0000_t202" style="position:absolute;left:8393;top:4002;width:641;height:397;v-text-anchor:middle" strokeweight=".26mm">
              <v:fill color2="black"/>
              <v:textbox style="mso-next-textbox:#_x0000_s1429;mso-rotate-with-shape:t" inset="0,0,0,0">
                <w:txbxContent>
                  <w:p w:rsidR="00F8270C" w:rsidRPr="000B1E8C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7</w:t>
                    </w: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8</w:t>
                    </w:r>
                  </w:p>
                </w:txbxContent>
              </v:textbox>
            </v:shape>
            <v:shape id="_x0000_s1430" type="#_x0000_t202" style="position:absolute;left:4319;top:3642;width:1146;height:360;v-text-anchor:middle" strokeweight=".26mm">
              <v:fill color2="black"/>
              <v:textbox style="mso-next-textbox:#_x0000_s1430;mso-rotate-with-shape:t" inset="0,0,0,0">
                <w:txbxContent>
                  <w:p w:rsidR="00F8270C" w:rsidRPr="000B1E8C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3</w:t>
                    </w: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6</w:t>
                    </w:r>
                  </w:p>
                  <w:p w:rsidR="00F8270C" w:rsidRDefault="00F8270C" w:rsidP="00034C4A"/>
                  <w:p w:rsidR="00F8270C" w:rsidRDefault="00F8270C" w:rsidP="00034C4A"/>
                  <w:p w:rsidR="00F8270C" w:rsidRDefault="00F8270C" w:rsidP="00034C4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    </w:t>
                    </w:r>
                  </w:p>
                </w:txbxContent>
              </v:textbox>
            </v:shape>
            <v:shape id="_x0000_s1431" type="#_x0000_t202" style="position:absolute;left:5466;top:4705;width:785;height:416;v-text-anchor:middle" strokeweight=".26mm">
              <v:fill color2="black"/>
              <v:textbox style="mso-next-textbox:#_x0000_s1431;mso-rotate-with-shape:t" inset="0,0,0,0">
                <w:txbxContent>
                  <w:p w:rsidR="00F8270C" w:rsidRPr="000B1E8C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3</w:t>
                    </w:r>
                  </w:p>
                  <w:p w:rsidR="00F8270C" w:rsidRDefault="00F8270C" w:rsidP="00034C4A"/>
                  <w:p w:rsidR="00F8270C" w:rsidRDefault="00F8270C" w:rsidP="00034C4A"/>
                  <w:p w:rsidR="00F8270C" w:rsidRDefault="00F8270C" w:rsidP="00034C4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    </w:t>
                    </w:r>
                  </w:p>
                </w:txbxContent>
              </v:textbox>
            </v:shape>
            <v:line id="_x0000_s1432" style="position:absolute" from="2015,2205" to="2611,2205" strokeweight=".18mm">
              <v:stroke endarrow="block" joinstyle="miter"/>
            </v:line>
            <v:group id="_x0000_s1433" style="position:absolute;left:7691;top:3408;width:480;height:444;mso-wrap-distance-left:0;mso-wrap-distance-right:0" coordorigin="5178,1540" coordsize="341,341">
              <o:lock v:ext="edit" text="t"/>
              <v:oval id="_x0000_s1434" style="position:absolute;left:5178;top:1540;width:341;height:341;mso-wrap-style:none;v-text-anchor:middle" strokeweight=".26mm">
                <v:fill color2="black"/>
                <v:stroke joinstyle="miter"/>
              </v:oval>
              <v:line id="_x0000_s1435" style="position:absolute" from="5232,1594" to="5459,1821" strokeweight=".26mm">
                <v:stroke joinstyle="miter"/>
              </v:line>
              <v:line id="_x0000_s1436" style="position:absolute;flip:x" from="5220,1582" to="5465,1827" strokeweight=".26mm">
                <v:stroke joinstyle="miter"/>
              </v:line>
            </v:group>
            <v:line id="_x0000_s1437" style="position:absolute" from="5547,2939" to="6903,2939" strokeweight=".18mm">
              <v:stroke endarrow="block" joinstyle="miter"/>
            </v:line>
            <v:line id="_x0000_s1438" style="position:absolute" from="7335,2924" to="7951,2924" strokeweight=".18mm">
              <v:stroke joinstyle="miter"/>
            </v:line>
            <v:line id="_x0000_s1439" style="position:absolute" from="8198,3611" to="8552,3611" strokeweight=".18mm">
              <v:stroke endarrow="block" joinstyle="miter"/>
            </v:line>
            <v:line id="_x0000_s1440" style="position:absolute" from="8951,3611" to="10100,3611" strokeweight=".18mm">
              <v:stroke endarrow="block" joinstyle="miter"/>
            </v:line>
            <v:shape id="_x0000_s1441" type="#_x0000_t202" style="position:absolute;left:1914;top:1736;width:548;height:405;v-text-anchor:middle" filled="f" stroked="f">
              <v:stroke joinstyle="round"/>
              <v:textbox style="mso-next-textbox:#_x0000_s1441;mso-rotate-with-shape:t" inset="0,0,0,0">
                <w:txbxContent>
                  <w:p w:rsidR="00F8270C" w:rsidRDefault="00F8270C" w:rsidP="00034C4A">
                    <w:pPr>
                      <w:rPr>
                        <w:vertAlign w:val="subscript"/>
                        <w:lang w:val="en-US"/>
                      </w:rPr>
                    </w:pPr>
                    <w:r>
                      <w:t>Δ</w:t>
                    </w:r>
                    <w:r>
                      <w:rPr>
                        <w:lang w:val="en-US"/>
                      </w:rPr>
                      <w:t>x</w:t>
                    </w:r>
                    <w:r>
                      <w:rPr>
                        <w:vertAlign w:val="subscript"/>
                        <w:lang w:val="en-US"/>
                      </w:rPr>
                      <w:t>u</w:t>
                    </w:r>
                  </w:p>
                </w:txbxContent>
              </v:textbox>
            </v:shape>
            <v:shape id="_x0000_s1442" type="#_x0000_t202" style="position:absolute;left:9560;top:3134;width:548;height:405;v-text-anchor:middle" filled="f" stroked="f">
              <v:stroke joinstyle="round"/>
              <v:textbox style="mso-next-textbox:#_x0000_s1442;mso-rotate-with-shape:t" inset="0,0,0,0">
                <w:txbxContent>
                  <w:p w:rsidR="00F8270C" w:rsidRDefault="00F8270C" w:rsidP="00034C4A">
                    <w:r>
                      <w:t>Δω</w:t>
                    </w:r>
                  </w:p>
                </w:txbxContent>
              </v:textbox>
            </v:shape>
            <v:line id="_x0000_s1443" style="position:absolute;flip:x" from="2574,4885" to="5466,4885" strokeweight=".18mm">
              <v:stroke joinstyle="miter"/>
            </v:line>
            <v:line id="_x0000_s1444" style="position:absolute" from="3851,2947" to="4585,2947" strokeweight=".18mm">
              <v:stroke endarrow="block" joinstyle="miter"/>
            </v:line>
            <v:line id="_x0000_s1445" style="position:absolute;flip:y" from="2591,2931" to="2591,4899" strokeweight=".18mm">
              <v:stroke joinstyle="miter"/>
            </v:line>
            <v:line id="_x0000_s1446" style="position:absolute" from="2565,2939" to="3367,2939" strokeweight=".18mm">
              <v:stroke endarrow="block" joinstyle="miter"/>
            </v:line>
            <v:line id="_x0000_s1447" style="position:absolute" from="6346,2931" to="6346,3813" strokeweight=".18mm">
              <v:stroke joinstyle="miter"/>
            </v:line>
            <v:line id="_x0000_s1448" style="position:absolute;flip:x" from="5466,3814" to="6353,3814" strokeweight=".18mm">
              <v:stroke endarrow="block" joinstyle="miter"/>
            </v:line>
            <v:line id="_x0000_s1449" style="position:absolute;flip:x" from="3606,3813" to="4319,3814" strokeweight=".18mm">
              <v:stroke joinstyle="miter"/>
            </v:line>
            <v:line id="_x0000_s1450" style="position:absolute;flip:y" from="3606,3166" to="3606,3813" strokeweight=".18mm">
              <v:stroke endarrow="block" joinstyle="miter"/>
            </v:line>
            <v:line id="_x0000_s1451" style="position:absolute" from="2980,2205" to="3604,2205" strokeweight=".18mm">
              <v:stroke joinstyle="miter"/>
            </v:line>
            <v:line id="_x0000_s1452" style="position:absolute" from="3606,2205" to="3606,2720" strokeweight=".18mm">
              <v:stroke endarrow="block" joinstyle="miter"/>
            </v:line>
            <v:group id="_x0000_s1453" style="position:absolute;left:7809;top:3666;width:244;height:163;mso-wrap-distance-left:0;mso-wrap-distance-right:0" coordorigin="5262,1738" coordsize="173,125">
              <o:lock v:ext="edit" text="t"/>
              <v:line id="_x0000_s1454" style="position:absolute;flip:y" from="5262,1738" to="5375,1851" strokeweight="1.59mm">
                <v:stroke joinstyle="miter"/>
              </v:line>
              <v:line id="_x0000_s1455" style="position:absolute;flip:x" from="5322,1792" to="5435,1863" strokeweight="1.59mm">
                <v:stroke joinstyle="miter"/>
              </v:line>
            </v:group>
            <v:line id="_x0000_s1456" style="position:absolute" from="7944,2909" to="7944,3400" strokeweight=".18mm">
              <v:stroke endarrow="block" joinstyle="miter"/>
            </v:line>
            <v:line id="_x0000_s1457" style="position:absolute" from="9526,3603" to="9526,4891" strokeweight=".18mm">
              <v:stroke joinstyle="miter"/>
            </v:line>
            <v:line id="_x0000_s1458" style="position:absolute;flip:x" from="9018,4181" to="9524,4181" strokeweight=".18mm">
              <v:stroke endarrow="block" joinstyle="miter"/>
            </v:line>
            <v:line id="_x0000_s1459" style="position:absolute;flip:x" from="7936,4197" to="8383,4197" strokeweight=".18mm">
              <v:stroke joinstyle="miter"/>
            </v:line>
            <v:line id="_x0000_s1460" style="position:absolute;flip:y" from="7919,3861" to="7919,4205" strokeweight=".18mm">
              <v:stroke endarrow="block" joinstyle="miter"/>
            </v:line>
            <v:line id="_x0000_s1461" style="position:absolute;flip:x" from="7065,4885" to="9516,4885" strokeweight=".18mm">
              <v:stroke endarrow="block" joinstyle="miter"/>
            </v:line>
            <v:line id="_x0000_s1462" style="position:absolute;flip:x" from="6244,4892" to="6700,4892" strokeweight=".18mm">
              <v:stroke endarrow="block" joinstyle="miter"/>
            </v:line>
            <v:shape id="_x0000_s1463" type="#_x0000_t202" style="position:absolute;left:6633;top:4705;width:432;height:416;v-text-anchor:middle" strokeweight=".26mm">
              <v:fill color2="black"/>
              <v:textbox style="mso-next-textbox:#_x0000_s1463;mso-rotate-with-shape:t" inset="0,0,0,0">
                <w:txbxContent>
                  <w:p w:rsidR="00F8270C" w:rsidRPr="000B1E8C" w:rsidRDefault="00F8270C" w:rsidP="00034C4A">
                    <w:pPr>
                      <w:jc w:val="center"/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</w:rPr>
                      <w:t>7</w:t>
                    </w:r>
                  </w:p>
                  <w:p w:rsidR="00F8270C" w:rsidRDefault="00F8270C" w:rsidP="00034C4A"/>
                </w:txbxContent>
              </v:textbox>
            </v:shape>
            <v:shape id="_x0000_s1464" type="#_x0000_t202" style="position:absolute;left:8546;top:3387;width:432;height:416;v-text-anchor:middle" strokeweight=".26mm">
              <v:fill color2="black"/>
              <v:textbox style="mso-next-textbox:#_x0000_s1464;mso-rotate-with-shape:t" inset="0,0,0,0">
                <w:txbxContent>
                  <w:p w:rsidR="00F8270C" w:rsidRPr="000B1E8C" w:rsidRDefault="00F8270C" w:rsidP="00034C4A">
                    <w:pPr>
                      <w:jc w:val="center"/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</w:rPr>
                      <w:t>9</w:t>
                    </w:r>
                  </w:p>
                  <w:p w:rsidR="00F8270C" w:rsidRDefault="00F8270C" w:rsidP="00034C4A"/>
                </w:txbxContent>
              </v:textbox>
            </v:shape>
            <v:shape id="_x0000_s1465" type="#_x0000_t202" style="position:absolute;left:6903;top:2728;width:432;height:416;v-text-anchor:middle" strokeweight=".26mm">
              <v:fill color2="black"/>
              <v:textbox style="mso-next-textbox:#_x0000_s1465;mso-rotate-with-shape:t" inset="0,0,0,0">
                <w:txbxContent>
                  <w:p w:rsidR="00F8270C" w:rsidRPr="000B1E8C" w:rsidRDefault="00F8270C" w:rsidP="00034C4A">
                    <w:pPr>
                      <w:jc w:val="center"/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</w:rPr>
                      <w:t>5</w:t>
                    </w:r>
                  </w:p>
                  <w:p w:rsidR="00F8270C" w:rsidRDefault="00F8270C" w:rsidP="00034C4A"/>
                </w:txbxContent>
              </v:textbox>
            </v:shape>
          </v:group>
        </w:pic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C16740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34C4A" w:rsidRPr="00DE1156">
        <w:rPr>
          <w:sz w:val="28"/>
          <w:szCs w:val="28"/>
        </w:rPr>
        <w:lastRenderedPageBreak/>
        <w:t>Этап четвертый</w: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noProof/>
        </w:rPr>
        <w:pict>
          <v:group id="_x0000_s1466" style="position:absolute;left:0;text-align:left;margin-left:36.75pt;margin-top:17.45pt;width:355.45pt;height:98.6pt;z-index:251693056" coordorigin="1869,6566" coordsize="7109,1972">
            <v:group id="_x0000_s1467" style="position:absolute;left:3394;top:7006;width:470;height:447;mso-wrap-distance-left:0;mso-wrap-distance-right:0" coordorigin="2364,685" coordsize="341,341">
              <o:lock v:ext="edit" text="t"/>
              <v:oval id="_x0000_s1468" style="position:absolute;left:2364;top:685;width:341;height:341;mso-wrap-style:none;v-text-anchor:middle" strokeweight=".26mm">
                <v:fill color2="black"/>
                <v:stroke joinstyle="miter"/>
              </v:oval>
              <v:line id="_x0000_s1469" style="position:absolute" from="2419,739" to="2645,966" strokeweight=".26mm">
                <v:stroke joinstyle="miter"/>
              </v:line>
              <v:line id="_x0000_s1470" style="position:absolute;flip:x" from="2406,727" to="2651,972" strokeweight=".26mm">
                <v:stroke joinstyle="miter"/>
              </v:line>
            </v:group>
            <v:shape id="_x0000_s1471" type="#_x0000_t202" style="position:absolute;left:4338;top:6566;width:1531;height:1327;v-text-anchor:middle" strokeweight=".26mm">
              <v:fill color2="black"/>
              <v:textbox style="mso-next-textbox:#_x0000_s1471;mso-rotate-with-shape:t" inset="0,0,0,0">
                <w:txbxContent>
                  <w:p w:rsidR="00F8270C" w:rsidRDefault="00E23C33" w:rsidP="00034C4A">
                    <w:pPr>
                      <w:rPr>
                        <w:lang w:val="en-US"/>
                      </w:rPr>
                    </w:pPr>
                    <w:r>
                      <w:rPr>
                        <w:position w:val="-64"/>
                      </w:rPr>
                      <w:pict>
                        <v:shape id="_x0000_i1157" type="#_x0000_t75" style="width:69pt;height:65.25pt">
                          <v:imagedata r:id="rId141" o:title=""/>
                        </v:shape>
                      </w:pict>
                    </w:r>
                  </w:p>
                  <w:p w:rsidR="00F8270C" w:rsidRDefault="00F8270C" w:rsidP="00034C4A"/>
                </w:txbxContent>
              </v:textbox>
            </v:shape>
            <v:shape id="_x0000_s1472" type="#_x0000_t202" style="position:absolute;left:6310;top:6833;width:1242;height:738;v-text-anchor:middle" strokeweight=".26mm">
              <v:fill color2="black"/>
              <v:textbox style="mso-next-textbox:#_x0000_s1472;mso-rotate-with-shape:t" inset="0,0,0,0">
                <w:txbxContent>
                  <w:p w:rsidR="00F8270C" w:rsidRDefault="00F8270C" w:rsidP="00034C4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</w:t>
                    </w:r>
                    <w:r w:rsidR="00E23C33">
                      <w:rPr>
                        <w:position w:val="-30"/>
                      </w:rPr>
                      <w:pict>
                        <v:shape id="_x0000_i1159" type="#_x0000_t75" style="width:54.75pt;height:31.5pt">
                          <v:imagedata r:id="rId142" o:title=""/>
                        </v:shape>
                      </w:pict>
                    </w:r>
                    <w:r>
                      <w:rPr>
                        <w:lang w:val="en-US"/>
                      </w:rPr>
                      <w:t xml:space="preserve">  </w:t>
                    </w:r>
                  </w:p>
                </w:txbxContent>
              </v:textbox>
            </v:shape>
            <v:shape id="_x0000_s1473" type="#_x0000_t202" style="position:absolute;left:5137;top:8201;width:998;height:337;v-text-anchor:middle" strokeweight=".26mm">
              <v:fill color2="black"/>
              <v:textbox style="mso-next-textbox:#_x0000_s1473;mso-rotate-with-shape:t" inset="0,0,0,0">
                <w:txbxContent>
                  <w:p w:rsidR="00F8270C" w:rsidRPr="00495394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3</w:t>
                    </w: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7</w:t>
                    </w:r>
                  </w:p>
                  <w:p w:rsidR="00F8270C" w:rsidRDefault="00F8270C" w:rsidP="00034C4A"/>
                  <w:p w:rsidR="00F8270C" w:rsidRDefault="00F8270C" w:rsidP="00034C4A"/>
                  <w:p w:rsidR="00F8270C" w:rsidRDefault="00F8270C" w:rsidP="00034C4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    </w:t>
                    </w:r>
                  </w:p>
                </w:txbxContent>
              </v:textbox>
            </v:shape>
            <v:line id="_x0000_s1474" style="position:absolute" from="1968,7210" to="2588,7210" strokeweight=".18mm">
              <v:stroke endarrow="block" joinstyle="miter"/>
            </v:line>
            <v:line id="_x0000_s1475" style="position:absolute" from="5869,7218" to="6292,7218" strokeweight=".18mm">
              <v:stroke endarrow="block" joinstyle="miter"/>
            </v:line>
            <v:line id="_x0000_s1476" style="position:absolute" from="7546,7180" to="8978,7180" strokeweight=".18mm">
              <v:stroke endarrow="block" joinstyle="miter"/>
            </v:line>
            <v:shape id="_x0000_s1477" type="#_x0000_t202" style="position:absolute;left:1869;top:6739;width:537;height:407;v-text-anchor:middle" filled="f" stroked="f">
              <v:stroke joinstyle="round"/>
              <v:textbox style="mso-next-textbox:#_x0000_s1477;mso-rotate-with-shape:t" inset="0,0,0,0">
                <w:txbxContent>
                  <w:p w:rsidR="00F8270C" w:rsidRDefault="00F8270C" w:rsidP="00034C4A">
                    <w:pPr>
                      <w:rPr>
                        <w:vertAlign w:val="subscript"/>
                        <w:lang w:val="en-US"/>
                      </w:rPr>
                    </w:pPr>
                    <w:r>
                      <w:t>Δ</w:t>
                    </w:r>
                    <w:r>
                      <w:rPr>
                        <w:lang w:val="en-US"/>
                      </w:rPr>
                      <w:t>x</w:t>
                    </w:r>
                    <w:r>
                      <w:rPr>
                        <w:vertAlign w:val="subscript"/>
                        <w:lang w:val="en-US"/>
                      </w:rPr>
                      <w:t>u</w:t>
                    </w:r>
                  </w:p>
                </w:txbxContent>
              </v:textbox>
            </v:shape>
            <v:shape id="_x0000_s1478" type="#_x0000_t202" style="position:absolute;left:8431;top:6668;width:537;height:407;v-text-anchor:middle" filled="f" stroked="f">
              <v:stroke joinstyle="round"/>
              <v:textbox style="mso-next-textbox:#_x0000_s1478;mso-rotate-with-shape:t" inset="0,0,0,0">
                <w:txbxContent>
                  <w:p w:rsidR="00F8270C" w:rsidRDefault="00F8270C" w:rsidP="00034C4A">
                    <w:r>
                      <w:t>Δω</w:t>
                    </w:r>
                  </w:p>
                </w:txbxContent>
              </v:textbox>
            </v:shape>
            <v:line id="_x0000_s1479" style="position:absolute;flip:x" from="3626,8397" to="5137,8397" strokeweight=".18mm">
              <v:stroke joinstyle="miter"/>
            </v:line>
            <v:line id="_x0000_s1480" style="position:absolute" from="3867,7226" to="4320,7226" strokeweight=".18mm">
              <v:stroke endarrow="block" joinstyle="miter"/>
            </v:line>
            <v:line id="_x0000_s1481" style="position:absolute;flip:y" from="3617,7454" to="3617,8380" strokeweight=".18mm">
              <v:stroke endarrow="block" joinstyle="miter"/>
            </v:line>
            <v:line id="_x0000_s1482" style="position:absolute" from="2914,7210" to="3394,7210" strokeweight=".18mm">
              <v:stroke endarrow="block" joinstyle="miter"/>
            </v:line>
            <v:line id="_x0000_s1483" style="position:absolute" from="7826,7171" to="7826,8388" strokeweight=".18mm">
              <v:stroke joinstyle="miter"/>
            </v:line>
            <v:line id="_x0000_s1484" style="position:absolute;flip:x" from="6119,8389" to="7817,8389" strokeweight=".18mm">
              <v:stroke endarrow="block" joinstyle="miter"/>
            </v:line>
            <v:shape id="_x0000_s1485" type="#_x0000_t202" style="position:absolute;left:2588;top:6966;width:432;height:416;v-text-anchor:middle" strokeweight=".26mm">
              <v:fill color2="black"/>
              <v:textbox style="mso-next-textbox:#_x0000_s1485;mso-rotate-with-shape:t" inset="0,0,0,0">
                <w:txbxContent>
                  <w:p w:rsidR="00F8270C" w:rsidRPr="009A2A16" w:rsidRDefault="00F8270C" w:rsidP="00034C4A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  <w:p w:rsidR="00F8270C" w:rsidRDefault="00F8270C" w:rsidP="00034C4A"/>
                </w:txbxContent>
              </v:textbox>
            </v:shape>
          </v:group>
        </w:pic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Этап пятый</w: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noProof/>
        </w:rPr>
        <w:pict>
          <v:group id="_x0000_s1486" style="position:absolute;left:0;text-align:left;margin-left:106pt;margin-top:17.75pt;width:175pt;height:52.4pt;z-index:251621376" coordorigin="3254,9424" coordsize="3500,1048">
            <v:shape id="_x0000_s1487" type="#_x0000_t202" style="position:absolute;left:4505;top:9788;width:1098;height:684;v-text-anchor:middle" strokeweight=".26mm">
              <v:fill color2="black"/>
              <v:textbox style="mso-next-textbox:#_x0000_s1487;mso-rotate-with-shape:t" inset="0,0,0,0">
                <w:txbxContent>
                  <w:p w:rsidR="00F8270C" w:rsidRDefault="00F8270C" w:rsidP="00034C4A"/>
                  <w:p w:rsidR="00F8270C" w:rsidRPr="00495394" w:rsidRDefault="00F8270C" w:rsidP="00034C4A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W</w:t>
                    </w:r>
                    <w:r>
                      <w:rPr>
                        <w:vertAlign w:val="subscript"/>
                        <w:lang w:val="en-US"/>
                      </w:rPr>
                      <w:t>u</w:t>
                    </w:r>
                    <w:r>
                      <w:rPr>
                        <w:lang w:val="en-US"/>
                      </w:rPr>
                      <w:t>(p)</w:t>
                    </w:r>
                  </w:p>
                  <w:p w:rsidR="00F8270C" w:rsidRDefault="00F8270C" w:rsidP="00034C4A"/>
                </w:txbxContent>
              </v:textbox>
            </v:shape>
            <v:line id="_x0000_s1488" style="position:absolute" from="3254,10124" to="4515,10124" strokeweight=".18mm">
              <v:stroke endarrow="block" joinstyle="miter"/>
            </v:line>
            <v:shape id="_x0000_s1489" type="#_x0000_t202" style="position:absolute;left:3329;top:9424;width:811;height:698;v-text-anchor:middle" filled="f" stroked="f">
              <v:stroke joinstyle="round"/>
              <v:textbox style="mso-next-textbox:#_x0000_s1489;mso-rotate-with-shape:t" inset="0,0,0,0">
                <w:txbxContent>
                  <w:p w:rsidR="00F8270C" w:rsidRDefault="00F8270C" w:rsidP="00034C4A">
                    <w:pPr>
                      <w:rPr>
                        <w:vertAlign w:val="subscript"/>
                        <w:lang w:val="en-US"/>
                      </w:rPr>
                    </w:pPr>
                    <w:r>
                      <w:t>Δ</w:t>
                    </w:r>
                    <w:r>
                      <w:rPr>
                        <w:lang w:val="en-US"/>
                      </w:rPr>
                      <w:t>x</w:t>
                    </w:r>
                    <w:r>
                      <w:rPr>
                        <w:vertAlign w:val="subscript"/>
                        <w:lang w:val="en-US"/>
                      </w:rPr>
                      <w:t>u</w:t>
                    </w:r>
                  </w:p>
                </w:txbxContent>
              </v:textbox>
            </v:shape>
            <v:shape id="_x0000_s1490" type="#_x0000_t202" style="position:absolute;left:5781;top:9464;width:810;height:698;v-text-anchor:middle" filled="f" stroked="f">
              <v:stroke joinstyle="round"/>
              <v:textbox style="mso-next-textbox:#_x0000_s1490;mso-rotate-with-shape:t" inset="0,0,0,0">
                <w:txbxContent>
                  <w:p w:rsidR="00F8270C" w:rsidRDefault="00F8270C" w:rsidP="00034C4A">
                    <w:r>
                      <w:t>Δω</w:t>
                    </w:r>
                  </w:p>
                </w:txbxContent>
              </v:textbox>
            </v:shape>
            <v:line id="_x0000_s1491" style="position:absolute" from="5593,10124" to="6754,10124" strokeweight=".18mm">
              <v:stroke endarrow="block" joinstyle="miter"/>
            </v:line>
          </v:group>
        </w:pic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C16740" w:rsidRDefault="00C16740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Получили передаточную функцию разомкнутой системы «ПЧ-АД по каналу управления напряжением</w:t>
      </w:r>
    </w:p>
    <w:p w:rsidR="00C16740" w:rsidRDefault="00C16740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</w:rPr>
        <w:pict>
          <v:shape id="_x0000_i1160" type="#_x0000_t75" style="width:363.75pt;height:43.5pt" filled="t">
            <v:fill color2="black"/>
            <v:imagedata r:id="rId143" o:title=""/>
          </v:shape>
        </w:pict>
      </w:r>
    </w:p>
    <w:p w:rsidR="00C16740" w:rsidRDefault="00C16740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C16740" w:rsidRDefault="00C16740" w:rsidP="00DE1156">
      <w:pPr>
        <w:spacing w:line="360" w:lineRule="auto"/>
        <w:ind w:firstLine="709"/>
        <w:jc w:val="both"/>
        <w:rPr>
          <w:sz w:val="28"/>
          <w:szCs w:val="32"/>
        </w:rPr>
      </w:pPr>
      <w:r w:rsidRPr="00DE1156">
        <w:rPr>
          <w:sz w:val="28"/>
          <w:szCs w:val="32"/>
        </w:rPr>
        <w:t>Г</w:t>
      </w:r>
      <w:r w:rsidR="00034C4A" w:rsidRPr="00DE1156">
        <w:rPr>
          <w:sz w:val="28"/>
          <w:szCs w:val="32"/>
        </w:rPr>
        <w:t>де</w:t>
      </w:r>
    </w:p>
    <w:p w:rsidR="00C16740" w:rsidRDefault="00C16740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</w:rPr>
        <w:pict>
          <v:shape id="_x0000_i1161" type="#_x0000_t75" style="width:79.5pt;height:43.5pt" filled="t">
            <v:fill color2="black"/>
            <v:imagedata r:id="rId144" o:title=""/>
          </v:shape>
        </w:pict>
      </w:r>
      <w:r w:rsidR="00034C4A" w:rsidRPr="00DE1156">
        <w:rPr>
          <w:sz w:val="28"/>
          <w:szCs w:val="32"/>
        </w:rPr>
        <w:t>;</w:t>
      </w:r>
    </w:p>
    <w:p w:rsidR="00DE1156" w:rsidRDefault="00E23C33" w:rsidP="00DE1156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</w:rPr>
        <w:pict>
          <v:shape id="_x0000_i1162" type="#_x0000_t75" style="width:64.5pt;height:27pt" filled="t">
            <v:fill color2="black"/>
            <v:imagedata r:id="rId145" o:title=""/>
          </v:shape>
        </w:pict>
      </w:r>
      <w:r w:rsidR="00034C4A" w:rsidRPr="00DE1156">
        <w:rPr>
          <w:sz w:val="28"/>
        </w:rPr>
        <w:t>;</w:t>
      </w:r>
      <w:r>
        <w:rPr>
          <w:sz w:val="28"/>
        </w:rPr>
        <w:pict>
          <v:shape id="_x0000_i1163" type="#_x0000_t75" style="width:74.25pt;height:18.75pt" filled="t">
            <v:fill color2="black"/>
            <v:imagedata r:id="rId146" o:title=""/>
          </v:shape>
        </w:pic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64" type="#_x0000_t75" style="width:98.25pt;height:21pt" filled="t">
            <v:fill color2="black"/>
            <v:imagedata r:id="rId147" o:title=""/>
          </v:shape>
        </w:pict>
      </w:r>
      <w:r w:rsidR="00034C4A" w:rsidRPr="00DE1156">
        <w:rPr>
          <w:sz w:val="28"/>
        </w:rPr>
        <w:t xml:space="preserve">; </w:t>
      </w:r>
      <w:r>
        <w:rPr>
          <w:sz w:val="28"/>
        </w:rPr>
        <w:pict>
          <v:shape id="_x0000_i1165" type="#_x0000_t75" style="width:127.5pt;height:42.75pt" filled="t">
            <v:fill color2="black"/>
            <v:imagedata r:id="rId148" o:title=""/>
          </v:shape>
        </w:pict>
      </w:r>
      <w:r w:rsidR="00034C4A" w:rsidRPr="00DE1156">
        <w:rPr>
          <w:sz w:val="28"/>
        </w:rPr>
        <w:t xml:space="preserve">; </w:t>
      </w:r>
      <w:r>
        <w:rPr>
          <w:sz w:val="28"/>
        </w:rPr>
        <w:pict>
          <v:shape id="_x0000_i1166" type="#_x0000_t75" style="width:79.5pt;height:39pt" filled="t">
            <v:fill color2="black"/>
            <v:imagedata r:id="rId149" o:title=""/>
          </v:shape>
        </w:pict>
      </w:r>
      <w:r w:rsidR="00034C4A" w:rsidRPr="00DE1156">
        <w:rPr>
          <w:sz w:val="28"/>
        </w:rPr>
        <w:t xml:space="preserve">; </w: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67" type="#_x0000_t75" style="width:104.25pt;height:51pt" filled="t">
            <v:fill color2="black"/>
            <v:imagedata r:id="rId150" o:title=""/>
          </v:shape>
        </w:pict>
      </w:r>
      <w:r w:rsidR="00034C4A" w:rsidRPr="00DE1156">
        <w:rPr>
          <w:sz w:val="28"/>
        </w:rPr>
        <w:t xml:space="preserve"> </w:t>
      </w:r>
      <w:r>
        <w:rPr>
          <w:sz w:val="28"/>
        </w:rPr>
        <w:pict>
          <v:shape id="_x0000_i1168" type="#_x0000_t75" style="width:159pt;height:51.75pt" filled="t">
            <v:fill color2="black"/>
            <v:imagedata r:id="rId151" o:title=""/>
          </v:shape>
        </w:pict>
      </w:r>
      <w:r w:rsidR="00034C4A" w:rsidRPr="00DE1156">
        <w:rPr>
          <w:sz w:val="28"/>
        </w:rPr>
        <w:t xml:space="preserve"> </w:t>
      </w:r>
      <w:r>
        <w:rPr>
          <w:sz w:val="28"/>
        </w:rPr>
        <w:pict>
          <v:shape id="_x0000_i1169" type="#_x0000_t75" style="width:71.25pt;height:33.75pt" filled="t">
            <v:fill color2="black"/>
            <v:imagedata r:id="rId152" o:title=""/>
          </v:shape>
        </w:pict>
      </w:r>
      <w:r w:rsidR="00034C4A" w:rsidRPr="00DE1156">
        <w:rPr>
          <w:sz w:val="28"/>
        </w:rPr>
        <w:t xml:space="preserve">; </w:t>
      </w:r>
      <w:r>
        <w:rPr>
          <w:sz w:val="28"/>
        </w:rPr>
        <w:pict>
          <v:shape id="_x0000_i1170" type="#_x0000_t75" style="width:57pt;height:33.75pt" filled="t">
            <v:fill color2="black"/>
            <v:imagedata r:id="rId153" o:title=""/>
          </v:shape>
        </w:pic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pict>
          <v:shape id="_x0000_i1171" type="#_x0000_t75" style="width:51pt;height:30.75pt" filled="t">
            <v:fill color2="black"/>
            <v:imagedata r:id="rId154" o:title=""/>
          </v:shape>
        </w:pict>
      </w:r>
      <w:r w:rsidR="00034C4A" w:rsidRPr="00DE1156">
        <w:rPr>
          <w:sz w:val="28"/>
        </w:rPr>
        <w:t xml:space="preserve">; </w:t>
      </w:r>
      <w:r>
        <w:rPr>
          <w:sz w:val="28"/>
        </w:rPr>
        <w:pict>
          <v:shape id="_x0000_i1172" type="#_x0000_t75" style="width:62.25pt;height:30.75pt" filled="t">
            <v:fill color2="black"/>
            <v:imagedata r:id="rId155" o:title=""/>
          </v:shape>
        </w:pic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173" type="#_x0000_t75" style="width:51.75pt;height:33.75pt" filled="t">
            <v:fill color2="black"/>
            <v:imagedata r:id="rId156" o:title=""/>
          </v:shape>
        </w:pict>
      </w:r>
      <w:r w:rsidR="00034C4A" w:rsidRPr="00DE1156">
        <w:rPr>
          <w:sz w:val="28"/>
        </w:rPr>
        <w:t>;</w:t>
      </w:r>
      <w:r>
        <w:rPr>
          <w:sz w:val="28"/>
        </w:rPr>
        <w:pict>
          <v:shape id="_x0000_i1174" type="#_x0000_t75" style="width:42.75pt;height:18pt" filled="t">
            <v:fill color2="black"/>
            <v:imagedata r:id="rId157" o:title=""/>
          </v:shape>
        </w:pict>
      </w:r>
    </w:p>
    <w:p w:rsidR="00C16740" w:rsidRDefault="00C16740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DE1156">
        <w:rPr>
          <w:sz w:val="28"/>
          <w:szCs w:val="28"/>
        </w:rPr>
        <w:t xml:space="preserve">Заменяем </w:t>
      </w:r>
      <w:r w:rsidRPr="00DE1156">
        <w:rPr>
          <w:sz w:val="28"/>
          <w:szCs w:val="28"/>
          <w:lang w:val="en-US"/>
        </w:rPr>
        <w:t>W</w:t>
      </w:r>
      <w:r w:rsidRPr="00DE1156">
        <w:rPr>
          <w:sz w:val="28"/>
          <w:szCs w:val="28"/>
          <w:vertAlign w:val="subscript"/>
        </w:rPr>
        <w:t>1</w:t>
      </w:r>
      <w:r w:rsidRPr="00DE1156">
        <w:rPr>
          <w:sz w:val="28"/>
          <w:szCs w:val="28"/>
        </w:rPr>
        <w:t>,</w:t>
      </w:r>
      <w:r w:rsidRPr="00DE1156">
        <w:rPr>
          <w:sz w:val="28"/>
          <w:szCs w:val="28"/>
          <w:lang w:val="en-US"/>
        </w:rPr>
        <w:t>W</w:t>
      </w:r>
      <w:r w:rsidRPr="00DE1156">
        <w:rPr>
          <w:sz w:val="28"/>
          <w:szCs w:val="28"/>
          <w:vertAlign w:val="subscript"/>
        </w:rPr>
        <w:t>2</w:t>
      </w:r>
      <w:r w:rsidRPr="00DE1156">
        <w:rPr>
          <w:sz w:val="28"/>
          <w:szCs w:val="28"/>
        </w:rPr>
        <w:t>,…,</w:t>
      </w:r>
      <w:r w:rsidRPr="00DE1156">
        <w:rPr>
          <w:sz w:val="28"/>
          <w:szCs w:val="28"/>
          <w:lang w:val="en-US"/>
        </w:rPr>
        <w:t>W</w:t>
      </w:r>
      <w:r w:rsidRPr="00DE1156">
        <w:rPr>
          <w:sz w:val="28"/>
          <w:szCs w:val="28"/>
          <w:vertAlign w:val="subscript"/>
        </w:rPr>
        <w:t>9</w:t>
      </w:r>
    </w:p>
    <w:p w:rsidR="00034C4A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Упрощаем структурную формулу</w:t>
      </w:r>
    </w:p>
    <w:p w:rsidR="00C16740" w:rsidRPr="00DE1156" w:rsidRDefault="00C16740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</w:rPr>
        <w:pict>
          <v:shape id="_x0000_i1175" type="#_x0000_t75" style="width:374.25pt;height:62.25pt" filled="t">
            <v:fill color2="black"/>
            <v:imagedata r:id="rId158" o:title=""/>
          </v:shape>
        </w:pict>
      </w:r>
      <w:r w:rsidR="00034C4A" w:rsidRPr="00DE1156">
        <w:rPr>
          <w:sz w:val="28"/>
          <w:szCs w:val="32"/>
        </w:rPr>
        <w:t xml:space="preserve"> 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Полученная функция имеет вид:</w:t>
      </w:r>
    </w:p>
    <w:p w:rsidR="00C16740" w:rsidRDefault="00C16740" w:rsidP="00DE1156">
      <w:pPr>
        <w:tabs>
          <w:tab w:val="left" w:pos="5873"/>
        </w:tabs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tabs>
          <w:tab w:val="left" w:pos="587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176" type="#_x0000_t75" style="width:238.5pt;height:52.5pt" filled="t">
            <v:fill color2="black"/>
            <v:imagedata r:id="rId159" o:title=""/>
          </v:shape>
        </w:pic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 xml:space="preserve">Выпишем значения коэффициентов </w:t>
      </w:r>
      <w:r w:rsidRPr="00DE1156">
        <w:rPr>
          <w:sz w:val="28"/>
          <w:szCs w:val="28"/>
          <w:lang w:val="en-US"/>
        </w:rPr>
        <w:t>a</w:t>
      </w:r>
      <w:r w:rsidRPr="00DE1156">
        <w:rPr>
          <w:sz w:val="28"/>
          <w:szCs w:val="28"/>
          <w:vertAlign w:val="subscript"/>
        </w:rPr>
        <w:t>4</w:t>
      </w:r>
      <w:r w:rsidRPr="00DE1156">
        <w:rPr>
          <w:sz w:val="28"/>
          <w:szCs w:val="28"/>
        </w:rPr>
        <w:t xml:space="preserve">, </w:t>
      </w:r>
      <w:r w:rsidRPr="00DE1156">
        <w:rPr>
          <w:sz w:val="28"/>
          <w:szCs w:val="28"/>
          <w:lang w:val="en-US"/>
        </w:rPr>
        <w:t>a</w:t>
      </w:r>
      <w:r w:rsidRPr="00DE1156">
        <w:rPr>
          <w:sz w:val="28"/>
          <w:szCs w:val="28"/>
          <w:vertAlign w:val="subscript"/>
        </w:rPr>
        <w:t>3</w:t>
      </w:r>
      <w:r w:rsidRPr="00DE1156">
        <w:rPr>
          <w:sz w:val="28"/>
          <w:szCs w:val="28"/>
        </w:rPr>
        <w:t xml:space="preserve">, </w:t>
      </w:r>
      <w:r w:rsidRPr="00DE1156">
        <w:rPr>
          <w:sz w:val="28"/>
          <w:szCs w:val="28"/>
          <w:lang w:val="en-US"/>
        </w:rPr>
        <w:t>a</w:t>
      </w:r>
      <w:r w:rsidRPr="00DE1156">
        <w:rPr>
          <w:sz w:val="28"/>
          <w:szCs w:val="28"/>
          <w:vertAlign w:val="subscript"/>
        </w:rPr>
        <w:t>2</w:t>
      </w:r>
      <w:r w:rsidRPr="00DE1156">
        <w:rPr>
          <w:sz w:val="28"/>
          <w:szCs w:val="28"/>
        </w:rPr>
        <w:t xml:space="preserve">, </w:t>
      </w:r>
      <w:r w:rsidRPr="00DE1156">
        <w:rPr>
          <w:sz w:val="28"/>
          <w:szCs w:val="28"/>
          <w:lang w:val="en-US"/>
        </w:rPr>
        <w:t>a</w:t>
      </w:r>
      <w:r w:rsidRPr="00DE1156">
        <w:rPr>
          <w:sz w:val="28"/>
          <w:szCs w:val="28"/>
          <w:vertAlign w:val="subscript"/>
        </w:rPr>
        <w:t>1</w:t>
      </w:r>
      <w:r w:rsidRPr="00DE1156">
        <w:rPr>
          <w:sz w:val="28"/>
          <w:szCs w:val="28"/>
        </w:rPr>
        <w:t xml:space="preserve">, </w:t>
      </w:r>
      <w:r w:rsidRPr="00DE1156">
        <w:rPr>
          <w:sz w:val="28"/>
          <w:szCs w:val="28"/>
          <w:lang w:val="en-US"/>
        </w:rPr>
        <w:t>a</w:t>
      </w:r>
      <w:r w:rsidRPr="00DE1156">
        <w:rPr>
          <w:sz w:val="28"/>
          <w:szCs w:val="28"/>
          <w:vertAlign w:val="subscript"/>
        </w:rPr>
        <w:t>0</w:t>
      </w:r>
      <w:r w:rsidRPr="00DE1156">
        <w:rPr>
          <w:sz w:val="28"/>
          <w:szCs w:val="28"/>
        </w:rPr>
        <w:t xml:space="preserve"> перед </w:t>
      </w:r>
      <w:r w:rsidRPr="00DE1156">
        <w:rPr>
          <w:sz w:val="28"/>
          <w:szCs w:val="28"/>
          <w:lang w:val="en-US"/>
        </w:rPr>
        <w:t>p</w:t>
      </w:r>
      <w:r w:rsidRPr="00DE1156">
        <w:rPr>
          <w:sz w:val="28"/>
          <w:szCs w:val="28"/>
          <w:vertAlign w:val="superscript"/>
        </w:rPr>
        <w:t>4</w:t>
      </w:r>
      <w:r w:rsidRPr="00DE1156">
        <w:rPr>
          <w:sz w:val="28"/>
          <w:szCs w:val="28"/>
        </w:rPr>
        <w:t xml:space="preserve">, </w:t>
      </w:r>
      <w:r w:rsidRPr="00DE1156">
        <w:rPr>
          <w:sz w:val="28"/>
          <w:szCs w:val="28"/>
          <w:lang w:val="en-US"/>
        </w:rPr>
        <w:t>p</w:t>
      </w:r>
      <w:r w:rsidRPr="00DE1156">
        <w:rPr>
          <w:sz w:val="28"/>
          <w:szCs w:val="28"/>
          <w:vertAlign w:val="superscript"/>
        </w:rPr>
        <w:t>3</w:t>
      </w:r>
      <w:r w:rsidRPr="00DE1156">
        <w:rPr>
          <w:sz w:val="28"/>
          <w:szCs w:val="28"/>
        </w:rPr>
        <w:t xml:space="preserve">, </w:t>
      </w:r>
      <w:r w:rsidRPr="00DE1156">
        <w:rPr>
          <w:sz w:val="28"/>
          <w:szCs w:val="28"/>
          <w:lang w:val="en-US"/>
        </w:rPr>
        <w:t>p</w:t>
      </w:r>
      <w:r w:rsidRPr="00DE1156">
        <w:rPr>
          <w:sz w:val="28"/>
          <w:szCs w:val="28"/>
          <w:vertAlign w:val="superscript"/>
        </w:rPr>
        <w:t>2</w:t>
      </w:r>
      <w:r w:rsidRPr="00DE1156">
        <w:rPr>
          <w:sz w:val="28"/>
          <w:szCs w:val="28"/>
        </w:rPr>
        <w:t xml:space="preserve">, </w:t>
      </w:r>
      <w:r w:rsidRPr="00DE1156">
        <w:rPr>
          <w:sz w:val="28"/>
          <w:szCs w:val="28"/>
          <w:lang w:val="en-US"/>
        </w:rPr>
        <w:t>p</w:t>
      </w:r>
      <w:r w:rsidRPr="00DE1156">
        <w:rPr>
          <w:sz w:val="28"/>
          <w:szCs w:val="28"/>
          <w:vertAlign w:val="superscript"/>
        </w:rPr>
        <w:t>1</w:t>
      </w:r>
      <w:r w:rsidRPr="00DE1156">
        <w:rPr>
          <w:sz w:val="28"/>
          <w:szCs w:val="28"/>
        </w:rPr>
        <w:t xml:space="preserve">, </w:t>
      </w:r>
      <w:r w:rsidRPr="00DE1156">
        <w:rPr>
          <w:sz w:val="28"/>
          <w:szCs w:val="28"/>
          <w:lang w:val="en-US"/>
        </w:rPr>
        <w:t>p</w:t>
      </w:r>
      <w:r w:rsidRPr="00DE1156">
        <w:rPr>
          <w:sz w:val="28"/>
          <w:szCs w:val="28"/>
          <w:vertAlign w:val="superscript"/>
        </w:rPr>
        <w:t>0</w:t>
      </w:r>
      <w:r w:rsidRPr="00DE1156">
        <w:rPr>
          <w:sz w:val="28"/>
          <w:szCs w:val="28"/>
        </w:rPr>
        <w:t xml:space="preserve"> соответственно.</w:t>
      </w:r>
    </w:p>
    <w:p w:rsidR="00C16740" w:rsidRDefault="00C16740" w:rsidP="00DE1156">
      <w:pPr>
        <w:tabs>
          <w:tab w:val="left" w:pos="5873"/>
        </w:tabs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tabs>
          <w:tab w:val="left" w:pos="5873"/>
        </w:tabs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</w:rPr>
        <w:pict>
          <v:shape id="_x0000_i1177" type="#_x0000_t75" style="width:135.75pt;height:27pt" filled="t">
            <v:fill color2="black"/>
            <v:imagedata r:id="rId160" o:title=""/>
          </v:shape>
        </w:pict>
      </w:r>
      <w:r w:rsidR="00034C4A" w:rsidRPr="00DE1156">
        <w:rPr>
          <w:sz w:val="28"/>
          <w:szCs w:val="32"/>
          <w:lang w:val="en-US"/>
        </w:rPr>
        <w:t>;</w:t>
      </w:r>
    </w:p>
    <w:p w:rsidR="00034C4A" w:rsidRPr="00DE1156" w:rsidRDefault="00E23C33" w:rsidP="00DE1156">
      <w:pPr>
        <w:tabs>
          <w:tab w:val="left" w:pos="5873"/>
        </w:tabs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</w:rPr>
        <w:pict>
          <v:shape id="_x0000_i1178" type="#_x0000_t75" style="width:369.75pt;height:74.25pt" filled="t">
            <v:fill color2="black"/>
            <v:imagedata r:id="rId161" o:title=""/>
          </v:shape>
        </w:pict>
      </w:r>
      <w:r w:rsidR="00034C4A" w:rsidRPr="00DE1156">
        <w:rPr>
          <w:sz w:val="28"/>
          <w:szCs w:val="32"/>
          <w:lang w:val="en-US"/>
        </w:rPr>
        <w:t>;</w:t>
      </w:r>
    </w:p>
    <w:p w:rsidR="00034C4A" w:rsidRPr="00DE1156" w:rsidRDefault="00E23C33" w:rsidP="00DE1156">
      <w:pPr>
        <w:tabs>
          <w:tab w:val="left" w:pos="5873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179" type="#_x0000_t75" style="width:435.75pt;height:18.75pt" filled="t">
            <v:fill color2="black"/>
            <v:imagedata r:id="rId162" o:title=""/>
            <o:lock v:ext="edit" aspectratio="f"/>
          </v:shape>
        </w:pict>
      </w:r>
      <w:r>
        <w:rPr>
          <w:sz w:val="28"/>
        </w:rPr>
        <w:pict>
          <v:shape id="_x0000_i1180" type="#_x0000_t75" style="width:403.5pt;height:33.75pt">
            <v:imagedata r:id="rId163" o:title=""/>
          </v:shape>
        </w:pict>
      </w:r>
    </w:p>
    <w:p w:rsidR="00034C4A" w:rsidRPr="00DE1156" w:rsidRDefault="00E23C33" w:rsidP="00DE1156">
      <w:pPr>
        <w:tabs>
          <w:tab w:val="left" w:pos="5873"/>
        </w:tabs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</w:rPr>
        <w:pict>
          <v:shape id="_x0000_i1181" type="#_x0000_t75" style="width:420.75pt;height:13.5pt" filled="t">
            <v:fill color2="black"/>
            <v:imagedata r:id="rId164" o:title=""/>
          </v:shape>
        </w:pict>
      </w:r>
      <w:r>
        <w:rPr>
          <w:sz w:val="28"/>
        </w:rPr>
        <w:pict>
          <v:shape id="_x0000_i1182" type="#_x0000_t75" style="width:276.75pt;height:42pt">
            <v:imagedata r:id="rId165" o:title=""/>
          </v:shape>
        </w:pict>
      </w:r>
    </w:p>
    <w:p w:rsidR="00034C4A" w:rsidRPr="00DE1156" w:rsidRDefault="00E23C33" w:rsidP="00DE1156">
      <w:pPr>
        <w:tabs>
          <w:tab w:val="left" w:pos="5873"/>
        </w:tabs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</w:rPr>
        <w:pict>
          <v:shape id="_x0000_i1183" type="#_x0000_t75" style="width:348.75pt;height:36.75pt" filled="t">
            <v:fill color2="black"/>
            <v:imagedata r:id="rId166" o:title=""/>
          </v:shape>
        </w:pict>
      </w:r>
      <w:r w:rsidR="00034C4A" w:rsidRPr="00DE1156">
        <w:rPr>
          <w:sz w:val="28"/>
          <w:szCs w:val="32"/>
          <w:lang w:val="en-US"/>
        </w:rPr>
        <w:t>;</w:t>
      </w:r>
    </w:p>
    <w:p w:rsidR="00C16740" w:rsidRDefault="00C16740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Коэффициент числителя</w:t>
      </w:r>
    </w:p>
    <w:p w:rsidR="00C16740" w:rsidRDefault="00C16740" w:rsidP="00DE1156">
      <w:pPr>
        <w:tabs>
          <w:tab w:val="left" w:pos="5873"/>
        </w:tabs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tabs>
          <w:tab w:val="left" w:pos="5873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184" type="#_x0000_t75" style="width:219pt;height:60.75pt" filled="t">
            <v:fill color2="black"/>
            <v:imagedata r:id="rId167" o:title=""/>
          </v:shape>
        </w:pict>
      </w:r>
    </w:p>
    <w:p w:rsidR="00034C4A" w:rsidRPr="00DE1156" w:rsidRDefault="00034C4A" w:rsidP="00DE1156">
      <w:pPr>
        <w:tabs>
          <w:tab w:val="left" w:pos="5873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 xml:space="preserve">Рассчитаем данные коэффициенты с помощью </w:t>
      </w:r>
      <w:r w:rsidRPr="00DE1156">
        <w:rPr>
          <w:sz w:val="28"/>
          <w:szCs w:val="28"/>
          <w:lang w:val="en-US"/>
        </w:rPr>
        <w:t>MathCad</w:t>
      </w:r>
      <w:r w:rsidRPr="00DE1156">
        <w:rPr>
          <w:sz w:val="28"/>
          <w:szCs w:val="28"/>
        </w:rPr>
        <w:t xml:space="preserve">. 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Получим коэффициенты:</w:t>
      </w:r>
    </w:p>
    <w:p w:rsidR="00C16740" w:rsidRDefault="00C16740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185" type="#_x0000_t75" style="width:88.5pt;height:114.75pt">
            <v:imagedata r:id="rId168" o:title=""/>
          </v:shape>
        </w:pict>
      </w:r>
    </w:p>
    <w:p w:rsidR="00034C4A" w:rsidRPr="00DE1156" w:rsidRDefault="00C16740" w:rsidP="00DE1156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034C4A" w:rsidRPr="00DE1156">
        <w:rPr>
          <w:sz w:val="28"/>
          <w:szCs w:val="32"/>
        </w:rPr>
        <w:t>4</w:t>
      </w:r>
      <w:r w:rsidR="00034C4A" w:rsidRPr="00DE1156">
        <w:rPr>
          <w:sz w:val="28"/>
          <w:szCs w:val="36"/>
        </w:rPr>
        <w:t>. Анализ устойчивости САУ.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  <w:r w:rsidRPr="00DE1156">
        <w:rPr>
          <w:sz w:val="28"/>
          <w:szCs w:val="32"/>
        </w:rPr>
        <w:t>4.1 Критерий устойчивости Гурвица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186" type="#_x0000_t75" style="width:186pt;height:31.5pt" filled="t">
            <v:fill color2="black"/>
            <v:imagedata r:id="rId169" o:title=""/>
          </v:shape>
        </w:pic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187" type="#_x0000_t75" style="width:276.75pt;height:24pt" filled="t">
            <v:fill color2="black"/>
            <v:imagedata r:id="rId170" o:title=""/>
          </v:shape>
        </w:pict>
      </w:r>
    </w:p>
    <w:p w:rsidR="00034C4A" w:rsidRPr="00DE1156" w:rsidRDefault="00034C4A" w:rsidP="00DE1156">
      <w:pPr>
        <w:tabs>
          <w:tab w:val="left" w:pos="5873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034C4A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ab/>
        <w:t>Условие устойчивости.</w:t>
      </w:r>
    </w:p>
    <w:p w:rsidR="00C16740" w:rsidRPr="00DE1156" w:rsidRDefault="00C16740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C16740" w:rsidRDefault="00E23C33" w:rsidP="00DE1156">
      <w:pPr>
        <w:tabs>
          <w:tab w:val="left" w:pos="5873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88" type="#_x0000_t75" style="width:438.75pt;height:24.75pt" filled="t">
            <v:fill color2="black"/>
            <v:imagedata r:id="rId171" o:title=""/>
          </v:shape>
        </w:pict>
      </w:r>
    </w:p>
    <w:p w:rsidR="00034C4A" w:rsidRPr="00DE1156" w:rsidRDefault="00E23C33" w:rsidP="00DE1156">
      <w:pPr>
        <w:tabs>
          <w:tab w:val="left" w:pos="587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189" type="#_x0000_t75" style="width:141.75pt;height:96.75pt" filled="t">
            <v:fill color2="black"/>
            <v:imagedata r:id="rId172" o:title=""/>
          </v:shape>
        </w:pict>
      </w:r>
    </w:p>
    <w:p w:rsidR="00C16740" w:rsidRDefault="00C16740" w:rsidP="00DE1156">
      <w:pPr>
        <w:tabs>
          <w:tab w:val="left" w:pos="5873"/>
        </w:tabs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tabs>
          <w:tab w:val="left" w:pos="5873"/>
        </w:tabs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Вывод: Исходя из критерия устойчивости Гурвица система устойчив</w:t>
      </w:r>
      <w:r w:rsidR="00C16740">
        <w:rPr>
          <w:sz w:val="28"/>
          <w:szCs w:val="28"/>
        </w:rPr>
        <w:t>а</w:t>
      </w:r>
      <w:r w:rsidRPr="00DE1156">
        <w:rPr>
          <w:sz w:val="28"/>
          <w:szCs w:val="28"/>
        </w:rPr>
        <w:t>.</w:t>
      </w:r>
    </w:p>
    <w:p w:rsidR="00A164D9" w:rsidRPr="00DE1156" w:rsidRDefault="00A164D9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  <w:r w:rsidRPr="00DE1156">
        <w:rPr>
          <w:sz w:val="28"/>
          <w:szCs w:val="32"/>
        </w:rPr>
        <w:t>4.2</w:t>
      </w:r>
      <w:r w:rsidR="00DE1156" w:rsidRPr="00DE1156">
        <w:rPr>
          <w:sz w:val="28"/>
          <w:szCs w:val="32"/>
        </w:rPr>
        <w:t xml:space="preserve"> </w:t>
      </w:r>
      <w:r w:rsidR="00651FC0" w:rsidRPr="00DE1156">
        <w:rPr>
          <w:sz w:val="28"/>
          <w:szCs w:val="32"/>
        </w:rPr>
        <w:t>Критерий устойчивости Найквиста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651FC0" w:rsidRPr="00DE1156" w:rsidRDefault="00E23C33" w:rsidP="00DE115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90" type="#_x0000_t75" style="width:299.25pt;height:59.25pt" filled="t">
            <v:fill color2="black"/>
            <v:imagedata r:id="rId173" o:title=""/>
          </v:shape>
        </w:pict>
      </w:r>
    </w:p>
    <w:p w:rsidR="00424842" w:rsidRPr="00DE1156" w:rsidRDefault="00E23C33" w:rsidP="00C1674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91" type="#_x0000_t75" style="width:245.25pt;height:41.25pt">
            <v:imagedata r:id="rId174" o:title=""/>
          </v:shape>
        </w:pict>
      </w:r>
    </w:p>
    <w:p w:rsidR="00034C4A" w:rsidRPr="00DE1156" w:rsidRDefault="00C16740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23C33">
        <w:rPr>
          <w:sz w:val="28"/>
          <w:szCs w:val="28"/>
        </w:rPr>
        <w:pict>
          <v:shape id="_x0000_i1192" type="#_x0000_t75" style="width:166.5pt;height:200.25pt">
            <v:imagedata r:id="rId175" o:title=""/>
          </v:shape>
        </w:pic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D00316" w:rsidRPr="00DE1156" w:rsidRDefault="00E23C33" w:rsidP="00C1674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93" type="#_x0000_t75" style="width:315.75pt;height:201pt">
            <v:imagedata r:id="rId176" o:title=""/>
          </v:shape>
        </w:pict>
      </w:r>
    </w:p>
    <w:p w:rsidR="00D26D45" w:rsidRPr="00DE1156" w:rsidRDefault="00D26D45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32"/>
        </w:rPr>
        <w:t xml:space="preserve">4.3 Критерий устойчивости </w:t>
      </w:r>
      <w:r w:rsidR="00651FC0" w:rsidRPr="00DE1156">
        <w:rPr>
          <w:sz w:val="28"/>
          <w:szCs w:val="32"/>
        </w:rPr>
        <w:t>Михайлова</w: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493" type="#_x0000_t75" style="position:absolute;left:0;text-align:left;margin-left:45pt;margin-top:21pt;width:351.75pt;height:31.5pt;z-index:-251621376" filled="t">
            <v:fill color2="black"/>
            <v:imagedata r:id="rId177" o:title=""/>
          </v:shape>
        </w:pic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424842" w:rsidRPr="00DE1156" w:rsidRDefault="00424842" w:rsidP="00DE1156">
      <w:pPr>
        <w:spacing w:line="360" w:lineRule="auto"/>
        <w:ind w:firstLine="709"/>
        <w:jc w:val="both"/>
        <w:rPr>
          <w:sz w:val="28"/>
        </w:rPr>
      </w:pPr>
    </w:p>
    <w:p w:rsidR="00424842" w:rsidRPr="00DE1156" w:rsidRDefault="00E23C33" w:rsidP="00DE1156">
      <w:pPr>
        <w:framePr w:w="7167" w:h="450" w:wrap="auto" w:vAnchor="text" w:hAnchor="text" w:x="81" w:y="1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94" type="#_x0000_t75" style="width:299.25pt;height:22.5pt">
            <v:imagedata r:id="rId178" o:title=""/>
          </v:shape>
        </w:pict>
      </w:r>
    </w:p>
    <w:p w:rsidR="00424842" w:rsidRPr="00DE1156" w:rsidRDefault="00424842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95" type="#_x0000_t75" style="width:143.25pt;height:192.75pt">
            <v:imagedata r:id="rId179" o:title=""/>
          </v:shape>
        </w:pict>
      </w:r>
    </w:p>
    <w:p w:rsidR="009B6047" w:rsidRPr="00DE1156" w:rsidRDefault="009B6047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D00316" w:rsidRPr="00DE1156" w:rsidRDefault="00E23C33" w:rsidP="00C1674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96" type="#_x0000_t75" style="width:297.75pt;height:186pt">
            <v:imagedata r:id="rId180" o:title=""/>
          </v:shape>
        </w:pict>
      </w:r>
    </w:p>
    <w:p w:rsidR="00B06798" w:rsidRPr="00DE1156" w:rsidRDefault="00B06798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32"/>
        </w:rPr>
      </w:pPr>
      <w:r w:rsidRPr="00DE1156">
        <w:rPr>
          <w:sz w:val="28"/>
          <w:szCs w:val="32"/>
        </w:rPr>
        <w:t>4.4 Построение логарифмических амплитудно- и фазочастотны</w:t>
      </w:r>
      <w:r w:rsidR="00C16740">
        <w:rPr>
          <w:sz w:val="28"/>
          <w:szCs w:val="32"/>
        </w:rPr>
        <w:t>х характеристик</w:t>
      </w: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034C4A" w:rsidRPr="00DE1156" w:rsidRDefault="00034C4A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Формулы для расчета ЛАЧХ и ФЧХ.</w:t>
      </w:r>
    </w:p>
    <w:p w:rsidR="00C16740" w:rsidRDefault="00C16740" w:rsidP="00DE1156">
      <w:pPr>
        <w:spacing w:line="360" w:lineRule="auto"/>
        <w:ind w:firstLine="709"/>
        <w:jc w:val="both"/>
        <w:rPr>
          <w:sz w:val="28"/>
        </w:rPr>
      </w:pP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197" type="#_x0000_t75" style="width:166.5pt;height:21.75pt" filled="t">
            <v:fill color2="black"/>
            <v:imagedata r:id="rId181" o:title=""/>
          </v:shape>
        </w:pict>
      </w:r>
      <w:r w:rsidR="00034C4A" w:rsidRPr="00DE1156">
        <w:rPr>
          <w:sz w:val="28"/>
          <w:szCs w:val="28"/>
        </w:rPr>
        <w:t>;</w:t>
      </w:r>
    </w:p>
    <w:p w:rsidR="00034C4A" w:rsidRPr="00DE1156" w:rsidRDefault="00E23C33" w:rsidP="00DE115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98" type="#_x0000_t75" style="width:107.25pt;height:36pt" filled="t">
            <v:fill color2="black"/>
            <v:imagedata r:id="rId182" o:title=""/>
          </v:shape>
        </w:pict>
      </w:r>
    </w:p>
    <w:p w:rsidR="00424842" w:rsidRPr="00DE1156" w:rsidRDefault="00E23C33" w:rsidP="00DE115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199" type="#_x0000_t75" style="width:174pt;height:20.25pt">
            <v:imagedata r:id="rId183" o:title=""/>
          </v:shape>
        </w:pict>
      </w:r>
    </w:p>
    <w:p w:rsidR="00424842" w:rsidRPr="00DE1156" w:rsidRDefault="00E23C33" w:rsidP="00C1674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200" type="#_x0000_t75" style="width:108pt;height:27.75pt">
            <v:imagedata r:id="rId184" o:title=""/>
          </v:shape>
        </w:pict>
      </w:r>
    </w:p>
    <w:p w:rsidR="00424842" w:rsidRPr="00DE1156" w:rsidRDefault="00E23C33" w:rsidP="00DE115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201" type="#_x0000_t75" style="width:150.75pt;height:179.25pt">
            <v:imagedata r:id="rId185" o:title=""/>
          </v:shape>
        </w:pict>
      </w:r>
    </w:p>
    <w:p w:rsidR="008B0860" w:rsidRPr="00DE1156" w:rsidRDefault="008B0860" w:rsidP="00DE11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E72DDC" w:rsidRPr="00DE1156" w:rsidRDefault="00E23C33" w:rsidP="00C1674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202" type="#_x0000_t75" style="width:359.25pt;height:209.25pt">
            <v:imagedata r:id="rId186" o:title=""/>
          </v:shape>
        </w:pict>
      </w:r>
    </w:p>
    <w:p w:rsidR="001C10DE" w:rsidRPr="00DE1156" w:rsidRDefault="00E23C33" w:rsidP="00C1674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203" type="#_x0000_t75" style="width:303.75pt;height:165.75pt">
            <v:imagedata r:id="rId187" o:title=""/>
          </v:shape>
        </w:pict>
      </w:r>
    </w:p>
    <w:p w:rsidR="00DE1156" w:rsidRDefault="00DE1156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DE1156" w:rsidRDefault="00840D38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Запас по фазе</w:t>
      </w:r>
      <w:r w:rsidR="00222FE5" w:rsidRPr="00DE1156">
        <w:rPr>
          <w:sz w:val="28"/>
          <w:szCs w:val="28"/>
        </w:rPr>
        <w:t xml:space="preserve"> равен </w:t>
      </w:r>
      <w:r w:rsidRPr="00DE1156">
        <w:rPr>
          <w:sz w:val="28"/>
          <w:szCs w:val="28"/>
        </w:rPr>
        <w:t>85,9</w:t>
      </w:r>
    </w:p>
    <w:p w:rsidR="00E72DDC" w:rsidRPr="00DE1156" w:rsidRDefault="005A63A0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Частота среза равна 15 рад/с</w:t>
      </w:r>
    </w:p>
    <w:p w:rsidR="00034C4A" w:rsidRDefault="00C16740" w:rsidP="00DE1156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6D499D" w:rsidRPr="00DE1156">
        <w:rPr>
          <w:sz w:val="28"/>
          <w:szCs w:val="32"/>
        </w:rPr>
        <w:t xml:space="preserve">5. </w:t>
      </w:r>
      <w:r>
        <w:rPr>
          <w:sz w:val="28"/>
          <w:szCs w:val="32"/>
        </w:rPr>
        <w:t>Расчет переходного процесса</w:t>
      </w:r>
    </w:p>
    <w:p w:rsidR="00C16740" w:rsidRPr="00DE1156" w:rsidRDefault="00C16740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141C73" w:rsidRDefault="00141C73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Для получения графика переходного процесса выполним обратное преобразование Лапласа для функции.</w:t>
      </w:r>
    </w:p>
    <w:p w:rsidR="00C16740" w:rsidRPr="00DE1156" w:rsidRDefault="00C16740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141C73" w:rsidRPr="00DE1156" w:rsidRDefault="00E23C33" w:rsidP="00C1674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204" type="#_x0000_t75" style="width:150.75pt;height:37.5pt">
            <v:imagedata r:id="rId188" o:title=""/>
          </v:shape>
        </w:pict>
      </w:r>
    </w:p>
    <w:p w:rsidR="00141C73" w:rsidRPr="00DE1156" w:rsidRDefault="00141C73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141C73" w:rsidRDefault="00C16740" w:rsidP="00DE11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значениях</w:t>
      </w:r>
    </w:p>
    <w:p w:rsidR="00C16740" w:rsidRPr="00DE1156" w:rsidRDefault="00C16740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141C73" w:rsidRPr="00DE1156" w:rsidRDefault="00E23C33" w:rsidP="00C1674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205" type="#_x0000_t75" style="width:33pt;height:29.25pt">
            <v:imagedata r:id="rId189" o:title=""/>
          </v:shape>
        </w:pict>
      </w:r>
    </w:p>
    <w:p w:rsidR="005A63A0" w:rsidRPr="00DE1156" w:rsidRDefault="00E23C33" w:rsidP="00C1674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206" type="#_x0000_t75" style="width:37.5pt;height:16.5pt">
            <v:imagedata r:id="rId190" o:title=""/>
          </v:shape>
        </w:pict>
      </w:r>
    </w:p>
    <w:p w:rsidR="00141C73" w:rsidRPr="00DE1156" w:rsidRDefault="00E23C33" w:rsidP="00C1674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207" type="#_x0000_t75" style="width:46.5pt;height:31.5pt">
            <v:imagedata r:id="rId191" o:title=""/>
          </v:shape>
        </w:pict>
      </w:r>
    </w:p>
    <w:p w:rsidR="005A63A0" w:rsidRPr="00DE1156" w:rsidRDefault="00E23C33" w:rsidP="00C1674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208" type="#_x0000_t75" style="width:57pt;height:16.5pt">
            <v:imagedata r:id="rId192" o:title=""/>
          </v:shape>
        </w:pict>
      </w:r>
    </w:p>
    <w:p w:rsidR="00C16740" w:rsidRDefault="00E23C33" w:rsidP="00DE1156">
      <w:pPr>
        <w:spacing w:line="360" w:lineRule="auto"/>
        <w:ind w:firstLine="709"/>
        <w:jc w:val="both"/>
        <w:rPr>
          <w:sz w:val="28"/>
          <w:szCs w:val="32"/>
        </w:rPr>
      </w:pPr>
      <w:r>
        <w:pict>
          <v:shape id="_x0000_i1209" type="#_x0000_t75" style="width:6in;height:18pt;mso-wrap-distance-left:0;mso-wrap-distance-right:0" o:allowoverlap="f">
            <v:imagedata r:id="rId193" o:title="" cropbottom="2971f" cropright="26141f"/>
          </v:shape>
        </w:pict>
      </w:r>
    </w:p>
    <w:p w:rsidR="00D62C5B" w:rsidRDefault="00D62C5B" w:rsidP="00C16740">
      <w:pPr>
        <w:jc w:val="right"/>
        <w:rPr>
          <w:sz w:val="28"/>
          <w:szCs w:val="32"/>
        </w:rPr>
      </w:pPr>
    </w:p>
    <w:p w:rsidR="00C16740" w:rsidRDefault="00E23C33" w:rsidP="00C16740">
      <w:pPr>
        <w:tabs>
          <w:tab w:val="left" w:pos="200"/>
        </w:tabs>
        <w:spacing w:line="360" w:lineRule="auto"/>
        <w:jc w:val="right"/>
        <w:rPr>
          <w:sz w:val="28"/>
          <w:szCs w:val="32"/>
        </w:rPr>
      </w:pPr>
      <w:r>
        <w:pict>
          <v:shape id="_x0000_i1210" type="#_x0000_t75" style="width:432.75pt;height:24.75pt;mso-wrap-distance-left:0;mso-wrap-distance-right:0" o:allowincell="f" o:allowoverlap="f">
            <v:imagedata r:id="rId194" o:title="" croptop="11884f" cropleft="1345f"/>
          </v:shape>
        </w:pict>
      </w:r>
    </w:p>
    <w:p w:rsidR="00C16740" w:rsidRPr="00C16740" w:rsidRDefault="00C16740" w:rsidP="00C16740">
      <w:pPr>
        <w:jc w:val="right"/>
        <w:rPr>
          <w:sz w:val="28"/>
          <w:szCs w:val="32"/>
        </w:rPr>
      </w:pPr>
    </w:p>
    <w:p w:rsidR="005A63A0" w:rsidRPr="00DE1156" w:rsidRDefault="00E23C33" w:rsidP="00C1674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211" type="#_x0000_t75" style="width:290.25pt;height:225pt" o:allowoverlap="f">
            <v:imagedata r:id="rId195" o:title=""/>
          </v:shape>
        </w:pict>
      </w:r>
    </w:p>
    <w:p w:rsidR="005A63A0" w:rsidRPr="00DE1156" w:rsidRDefault="00055DD2" w:rsidP="00055DD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E23C33">
        <w:rPr>
          <w:sz w:val="28"/>
        </w:rPr>
        <w:pict>
          <v:shape id="_x0000_i1212" type="#_x0000_t75" style="width:63.75pt;height:12.75pt">
            <v:imagedata r:id="rId196" o:title=""/>
          </v:shape>
        </w:pict>
      </w:r>
    </w:p>
    <w:p w:rsidR="005A63A0" w:rsidRPr="00DE1156" w:rsidRDefault="00E23C33" w:rsidP="00055DD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213" type="#_x0000_t75" style="width:45.75pt;height:16.5pt">
            <v:imagedata r:id="rId197" o:title=""/>
          </v:shape>
        </w:pict>
      </w:r>
    </w:p>
    <w:p w:rsidR="00034C4A" w:rsidRPr="00DE1156" w:rsidRDefault="00055DD2" w:rsidP="00DE1156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3A062F" w:rsidRPr="00DE1156">
        <w:rPr>
          <w:sz w:val="28"/>
          <w:szCs w:val="32"/>
        </w:rPr>
        <w:t>6.Вывод</w:t>
      </w:r>
    </w:p>
    <w:p w:rsidR="00DE1156" w:rsidRDefault="00DE1156" w:rsidP="00DE1156">
      <w:pPr>
        <w:spacing w:line="360" w:lineRule="auto"/>
        <w:ind w:firstLine="709"/>
        <w:jc w:val="both"/>
        <w:rPr>
          <w:sz w:val="28"/>
          <w:szCs w:val="32"/>
        </w:rPr>
      </w:pPr>
    </w:p>
    <w:p w:rsidR="00771A18" w:rsidRPr="00DE1156" w:rsidRDefault="00771A18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В ходе проделанной курсовой работы я получил практические навыки по построению структурной схемы для системы «Управляемый выпрямитель - автономный инвертор напряжения – асинхронный двигатель». Получил передаточную функцию. Проверил систему автоматического управления</w:t>
      </w:r>
      <w:r w:rsidR="00080846" w:rsidRPr="00DE1156">
        <w:rPr>
          <w:sz w:val="28"/>
          <w:szCs w:val="28"/>
        </w:rPr>
        <w:t xml:space="preserve"> на устойчивость</w:t>
      </w:r>
      <w:r w:rsidRPr="00DE1156">
        <w:rPr>
          <w:sz w:val="28"/>
          <w:szCs w:val="28"/>
        </w:rPr>
        <w:t xml:space="preserve"> с помощью критериев устойчивости (Гурвица,</w:t>
      </w:r>
      <w:r w:rsidR="00055DD2">
        <w:rPr>
          <w:sz w:val="28"/>
          <w:szCs w:val="28"/>
        </w:rPr>
        <w:t xml:space="preserve"> </w:t>
      </w:r>
      <w:r w:rsidRPr="00DE1156">
        <w:rPr>
          <w:sz w:val="28"/>
          <w:szCs w:val="28"/>
        </w:rPr>
        <w:t>Найквиста,</w:t>
      </w:r>
      <w:r w:rsidR="00055DD2">
        <w:rPr>
          <w:sz w:val="28"/>
          <w:szCs w:val="28"/>
        </w:rPr>
        <w:t xml:space="preserve"> </w:t>
      </w:r>
      <w:r w:rsidRPr="00DE1156">
        <w:rPr>
          <w:sz w:val="28"/>
          <w:szCs w:val="28"/>
        </w:rPr>
        <w:t>Михайлова).</w:t>
      </w:r>
    </w:p>
    <w:p w:rsidR="00771A18" w:rsidRPr="00DE1156" w:rsidRDefault="00771A18" w:rsidP="00DE1156">
      <w:pPr>
        <w:spacing w:line="360" w:lineRule="auto"/>
        <w:ind w:firstLine="709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Построил</w:t>
      </w:r>
      <w:r w:rsidR="00080846" w:rsidRPr="00DE1156">
        <w:rPr>
          <w:sz w:val="28"/>
          <w:szCs w:val="28"/>
        </w:rPr>
        <w:t xml:space="preserve"> логарифмические амплитудно- и фазо-частотные характеристики и</w:t>
      </w:r>
      <w:r w:rsidRPr="00DE1156">
        <w:rPr>
          <w:sz w:val="28"/>
          <w:szCs w:val="28"/>
        </w:rPr>
        <w:t xml:space="preserve"> график переходного процесса. </w:t>
      </w:r>
    </w:p>
    <w:p w:rsidR="00771A18" w:rsidRPr="00DE1156" w:rsidRDefault="00055DD2" w:rsidP="00DE1156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771A18" w:rsidRPr="00DE1156">
        <w:rPr>
          <w:sz w:val="28"/>
          <w:szCs w:val="32"/>
        </w:rPr>
        <w:t>Список литературы</w:t>
      </w:r>
    </w:p>
    <w:p w:rsidR="00771A18" w:rsidRPr="00DE1156" w:rsidRDefault="00771A18" w:rsidP="00DE1156">
      <w:pPr>
        <w:spacing w:line="360" w:lineRule="auto"/>
        <w:ind w:firstLine="709"/>
        <w:jc w:val="both"/>
        <w:rPr>
          <w:sz w:val="28"/>
          <w:szCs w:val="28"/>
        </w:rPr>
      </w:pPr>
    </w:p>
    <w:p w:rsidR="00771A18" w:rsidRPr="00DE1156" w:rsidRDefault="00771A18" w:rsidP="00055DD2">
      <w:pPr>
        <w:spacing w:line="360" w:lineRule="auto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1. Комплектные электроприводы: Контрольные задания и методические указания для студентов заочного факультета специальности 21.05. / Сост. С.Н.</w:t>
      </w:r>
      <w:r w:rsidR="00055DD2">
        <w:rPr>
          <w:sz w:val="28"/>
          <w:szCs w:val="28"/>
        </w:rPr>
        <w:t xml:space="preserve"> </w:t>
      </w:r>
      <w:r w:rsidRPr="00DE1156">
        <w:rPr>
          <w:sz w:val="28"/>
          <w:szCs w:val="28"/>
        </w:rPr>
        <w:t>Сидоров – Ульяновск, 1990. – 44с.</w:t>
      </w:r>
    </w:p>
    <w:p w:rsidR="00771A18" w:rsidRPr="00DE1156" w:rsidRDefault="00771A18" w:rsidP="00055DD2">
      <w:pPr>
        <w:spacing w:line="360" w:lineRule="auto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2. Управление электроприводами: Учебное пособие для вузов. – Л.: Энергоиздат. Ленингр. отд-ние, 1982. – 392 с., ил.</w:t>
      </w:r>
    </w:p>
    <w:p w:rsidR="00771A18" w:rsidRPr="00DE1156" w:rsidRDefault="00771A18" w:rsidP="00055DD2">
      <w:pPr>
        <w:spacing w:line="360" w:lineRule="auto"/>
        <w:jc w:val="both"/>
        <w:rPr>
          <w:sz w:val="28"/>
          <w:szCs w:val="28"/>
        </w:rPr>
      </w:pPr>
      <w:r w:rsidRPr="00DE1156">
        <w:rPr>
          <w:sz w:val="28"/>
          <w:szCs w:val="28"/>
        </w:rPr>
        <w:t>3. Настройка комплектного электропривода постоянного тока ЭТУ 3601: сборник лабораторных работ для студентов специальности 21.05./Сост. С.Н.</w:t>
      </w:r>
      <w:r w:rsidR="00055DD2">
        <w:rPr>
          <w:sz w:val="28"/>
          <w:szCs w:val="28"/>
        </w:rPr>
        <w:t xml:space="preserve"> </w:t>
      </w:r>
      <w:r w:rsidRPr="00DE1156">
        <w:rPr>
          <w:sz w:val="28"/>
          <w:szCs w:val="28"/>
        </w:rPr>
        <w:t>Сидоров. – Ульяновск, 1992. -</w:t>
      </w:r>
      <w:r w:rsidR="00DE1156" w:rsidRPr="00DE1156">
        <w:rPr>
          <w:sz w:val="28"/>
          <w:szCs w:val="28"/>
        </w:rPr>
        <w:t xml:space="preserve"> </w:t>
      </w:r>
      <w:r w:rsidRPr="00DE1156">
        <w:rPr>
          <w:sz w:val="28"/>
          <w:szCs w:val="28"/>
        </w:rPr>
        <w:t>28 с.</w:t>
      </w:r>
      <w:bookmarkStart w:id="0" w:name="_GoBack"/>
      <w:bookmarkEnd w:id="0"/>
    </w:p>
    <w:sectPr w:rsidR="00771A18" w:rsidRPr="00DE1156" w:rsidSect="00DE1156">
      <w:pgSz w:w="11906" w:h="16838"/>
      <w:pgMar w:top="1134" w:right="850" w:bottom="1134" w:left="1701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290" w:rsidRDefault="00AD0290">
      <w:r>
        <w:separator/>
      </w:r>
    </w:p>
  </w:endnote>
  <w:endnote w:type="continuationSeparator" w:id="0">
    <w:p w:rsidR="00AD0290" w:rsidRDefault="00AD0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290" w:rsidRDefault="00AD0290">
      <w:r>
        <w:separator/>
      </w:r>
    </w:p>
  </w:footnote>
  <w:footnote w:type="continuationSeparator" w:id="0">
    <w:p w:rsidR="00AD0290" w:rsidRDefault="00AD02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6120D"/>
    <w:multiLevelType w:val="hybridMultilevel"/>
    <w:tmpl w:val="643CE0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AC503A"/>
    <w:multiLevelType w:val="singleLevel"/>
    <w:tmpl w:val="115AE81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">
    <w:nsid w:val="2AF35BCB"/>
    <w:multiLevelType w:val="hybridMultilevel"/>
    <w:tmpl w:val="64CA37B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CD64D97"/>
    <w:multiLevelType w:val="hybridMultilevel"/>
    <w:tmpl w:val="B3BA7D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71B8"/>
    <w:rsid w:val="00023395"/>
    <w:rsid w:val="00025B50"/>
    <w:rsid w:val="00027DD2"/>
    <w:rsid w:val="00034C4A"/>
    <w:rsid w:val="00045E96"/>
    <w:rsid w:val="00047FE2"/>
    <w:rsid w:val="00052FFE"/>
    <w:rsid w:val="00054239"/>
    <w:rsid w:val="00055DD2"/>
    <w:rsid w:val="00080846"/>
    <w:rsid w:val="000B1E8C"/>
    <w:rsid w:val="000C1863"/>
    <w:rsid w:val="000D02EC"/>
    <w:rsid w:val="000F13BC"/>
    <w:rsid w:val="000F600B"/>
    <w:rsid w:val="001142A2"/>
    <w:rsid w:val="001149B1"/>
    <w:rsid w:val="00114B84"/>
    <w:rsid w:val="00141C73"/>
    <w:rsid w:val="0015215E"/>
    <w:rsid w:val="0015396B"/>
    <w:rsid w:val="001617E7"/>
    <w:rsid w:val="00167550"/>
    <w:rsid w:val="00185FD4"/>
    <w:rsid w:val="001A1855"/>
    <w:rsid w:val="001C10DE"/>
    <w:rsid w:val="001E1C9F"/>
    <w:rsid w:val="001F4462"/>
    <w:rsid w:val="00207815"/>
    <w:rsid w:val="002149B0"/>
    <w:rsid w:val="00222FE5"/>
    <w:rsid w:val="002348AD"/>
    <w:rsid w:val="002351CA"/>
    <w:rsid w:val="00236E39"/>
    <w:rsid w:val="00245EDE"/>
    <w:rsid w:val="002515A7"/>
    <w:rsid w:val="00267F06"/>
    <w:rsid w:val="002916BC"/>
    <w:rsid w:val="00294B7C"/>
    <w:rsid w:val="002954CC"/>
    <w:rsid w:val="002A5A1C"/>
    <w:rsid w:val="002B39DB"/>
    <w:rsid w:val="002C0E8E"/>
    <w:rsid w:val="002D0A96"/>
    <w:rsid w:val="002D28DC"/>
    <w:rsid w:val="002D6B12"/>
    <w:rsid w:val="002E00BE"/>
    <w:rsid w:val="003002E5"/>
    <w:rsid w:val="0030746B"/>
    <w:rsid w:val="0034251E"/>
    <w:rsid w:val="0034410D"/>
    <w:rsid w:val="0036091E"/>
    <w:rsid w:val="00374A76"/>
    <w:rsid w:val="0038432C"/>
    <w:rsid w:val="00386354"/>
    <w:rsid w:val="00393F59"/>
    <w:rsid w:val="003A062F"/>
    <w:rsid w:val="003D30D6"/>
    <w:rsid w:val="003D3F98"/>
    <w:rsid w:val="003E4692"/>
    <w:rsid w:val="003E5206"/>
    <w:rsid w:val="004049D9"/>
    <w:rsid w:val="00411BA1"/>
    <w:rsid w:val="00417BAA"/>
    <w:rsid w:val="00424842"/>
    <w:rsid w:val="00426163"/>
    <w:rsid w:val="004625AE"/>
    <w:rsid w:val="00463C93"/>
    <w:rsid w:val="00494BFB"/>
    <w:rsid w:val="00495394"/>
    <w:rsid w:val="004D4480"/>
    <w:rsid w:val="004D6D30"/>
    <w:rsid w:val="0050093F"/>
    <w:rsid w:val="00501F89"/>
    <w:rsid w:val="005028AA"/>
    <w:rsid w:val="00542C20"/>
    <w:rsid w:val="00561F4E"/>
    <w:rsid w:val="00570371"/>
    <w:rsid w:val="00571279"/>
    <w:rsid w:val="0058524C"/>
    <w:rsid w:val="00593F42"/>
    <w:rsid w:val="005A63A0"/>
    <w:rsid w:val="005A7BA0"/>
    <w:rsid w:val="005D1BC3"/>
    <w:rsid w:val="005D763F"/>
    <w:rsid w:val="005E30D7"/>
    <w:rsid w:val="005E504E"/>
    <w:rsid w:val="00617E2B"/>
    <w:rsid w:val="0062595B"/>
    <w:rsid w:val="00626EA4"/>
    <w:rsid w:val="00641FC7"/>
    <w:rsid w:val="00651780"/>
    <w:rsid w:val="00651FC0"/>
    <w:rsid w:val="00656AA0"/>
    <w:rsid w:val="00673ABA"/>
    <w:rsid w:val="0067621F"/>
    <w:rsid w:val="006779E9"/>
    <w:rsid w:val="0068062F"/>
    <w:rsid w:val="00692378"/>
    <w:rsid w:val="006C68D6"/>
    <w:rsid w:val="006C7AB1"/>
    <w:rsid w:val="006D499D"/>
    <w:rsid w:val="006D7386"/>
    <w:rsid w:val="006F4CB2"/>
    <w:rsid w:val="00702510"/>
    <w:rsid w:val="00704A20"/>
    <w:rsid w:val="00730AFA"/>
    <w:rsid w:val="00732577"/>
    <w:rsid w:val="0073639A"/>
    <w:rsid w:val="00750712"/>
    <w:rsid w:val="00771A18"/>
    <w:rsid w:val="007A6FF5"/>
    <w:rsid w:val="007C0C78"/>
    <w:rsid w:val="007C1C1D"/>
    <w:rsid w:val="007D469B"/>
    <w:rsid w:val="007E40DF"/>
    <w:rsid w:val="007F3A67"/>
    <w:rsid w:val="00812ED5"/>
    <w:rsid w:val="00816029"/>
    <w:rsid w:val="00840936"/>
    <w:rsid w:val="00840D38"/>
    <w:rsid w:val="00842258"/>
    <w:rsid w:val="008573A8"/>
    <w:rsid w:val="00866E9D"/>
    <w:rsid w:val="008923DA"/>
    <w:rsid w:val="008B0860"/>
    <w:rsid w:val="008C411E"/>
    <w:rsid w:val="008C7DEC"/>
    <w:rsid w:val="008C7E3D"/>
    <w:rsid w:val="008D29F3"/>
    <w:rsid w:val="008E784B"/>
    <w:rsid w:val="008E7942"/>
    <w:rsid w:val="008F7956"/>
    <w:rsid w:val="009047F6"/>
    <w:rsid w:val="009052DB"/>
    <w:rsid w:val="00923289"/>
    <w:rsid w:val="00925BE9"/>
    <w:rsid w:val="009276D1"/>
    <w:rsid w:val="0095354B"/>
    <w:rsid w:val="009771B8"/>
    <w:rsid w:val="00997EB8"/>
    <w:rsid w:val="009A2A16"/>
    <w:rsid w:val="009B3269"/>
    <w:rsid w:val="009B6047"/>
    <w:rsid w:val="009D64E9"/>
    <w:rsid w:val="009D6DDA"/>
    <w:rsid w:val="009F0865"/>
    <w:rsid w:val="009F1960"/>
    <w:rsid w:val="00A02803"/>
    <w:rsid w:val="00A164D9"/>
    <w:rsid w:val="00A24A77"/>
    <w:rsid w:val="00A30B2B"/>
    <w:rsid w:val="00A3480F"/>
    <w:rsid w:val="00A41064"/>
    <w:rsid w:val="00A63C86"/>
    <w:rsid w:val="00A63E1F"/>
    <w:rsid w:val="00AB3F14"/>
    <w:rsid w:val="00AD0290"/>
    <w:rsid w:val="00AE1B78"/>
    <w:rsid w:val="00AE66ED"/>
    <w:rsid w:val="00AF4113"/>
    <w:rsid w:val="00B05465"/>
    <w:rsid w:val="00B06798"/>
    <w:rsid w:val="00B41969"/>
    <w:rsid w:val="00B46CC1"/>
    <w:rsid w:val="00B47FEC"/>
    <w:rsid w:val="00B57CA3"/>
    <w:rsid w:val="00B7041E"/>
    <w:rsid w:val="00B76996"/>
    <w:rsid w:val="00B77E2F"/>
    <w:rsid w:val="00B947B8"/>
    <w:rsid w:val="00BA2EC9"/>
    <w:rsid w:val="00BC2471"/>
    <w:rsid w:val="00BD46BC"/>
    <w:rsid w:val="00BD7E62"/>
    <w:rsid w:val="00C11E39"/>
    <w:rsid w:val="00C16740"/>
    <w:rsid w:val="00C212B7"/>
    <w:rsid w:val="00C26594"/>
    <w:rsid w:val="00C46FD4"/>
    <w:rsid w:val="00C56A11"/>
    <w:rsid w:val="00C72DC3"/>
    <w:rsid w:val="00CA462B"/>
    <w:rsid w:val="00CA5959"/>
    <w:rsid w:val="00CB0D73"/>
    <w:rsid w:val="00CC5687"/>
    <w:rsid w:val="00CD484C"/>
    <w:rsid w:val="00CF1867"/>
    <w:rsid w:val="00D00316"/>
    <w:rsid w:val="00D23489"/>
    <w:rsid w:val="00D26D45"/>
    <w:rsid w:val="00D31BD5"/>
    <w:rsid w:val="00D35163"/>
    <w:rsid w:val="00D61684"/>
    <w:rsid w:val="00D62C5B"/>
    <w:rsid w:val="00D818DA"/>
    <w:rsid w:val="00DE1156"/>
    <w:rsid w:val="00DE1CDD"/>
    <w:rsid w:val="00E23C33"/>
    <w:rsid w:val="00E47B5C"/>
    <w:rsid w:val="00E54B43"/>
    <w:rsid w:val="00E72DDC"/>
    <w:rsid w:val="00EB3F8B"/>
    <w:rsid w:val="00EB7A16"/>
    <w:rsid w:val="00ED5955"/>
    <w:rsid w:val="00EE3F72"/>
    <w:rsid w:val="00EE650C"/>
    <w:rsid w:val="00F13FB3"/>
    <w:rsid w:val="00F444C9"/>
    <w:rsid w:val="00F51DBD"/>
    <w:rsid w:val="00F74425"/>
    <w:rsid w:val="00F8270C"/>
    <w:rsid w:val="00FA2FA4"/>
    <w:rsid w:val="00FA6266"/>
    <w:rsid w:val="00FB12F0"/>
    <w:rsid w:val="00FF07DF"/>
    <w:rsid w:val="00FF4592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65"/>
    <o:shapelayout v:ext="edit">
      <o:idmap v:ext="edit" data="1"/>
      <o:rules v:ext="edit">
        <o:r id="V:Rule1" type="connector" idref="#_x0000_s1252"/>
        <o:r id="V:Rule2" type="connector" idref="#_x0000_s1253"/>
        <o:r id="V:Rule3" type="connector" idref="#_x0000_s1254"/>
        <o:r id="V:Rule4" type="connector" idref="#_x0000_s1255"/>
      </o:rules>
    </o:shapelayout>
  </w:shapeDefaults>
  <w:decimalSymbol w:val=","/>
  <w:listSeparator w:val=";"/>
  <w14:defaultImageDpi w14:val="0"/>
  <w15:chartTrackingRefBased/>
  <w15:docId w15:val="{E247600A-5BF8-4AC2-8412-7A007F86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sz w:val="28"/>
      <w:lang w:val="en-US"/>
    </w:rPr>
  </w:style>
  <w:style w:type="paragraph" w:styleId="2">
    <w:name w:val="heading 2"/>
    <w:basedOn w:val="a"/>
    <w:next w:val="a"/>
    <w:link w:val="20"/>
    <w:uiPriority w:val="99"/>
    <w:qFormat/>
    <w:pPr>
      <w:keepNext/>
      <w:ind w:left="142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ind w:left="284" w:right="283" w:firstLine="283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="284" w:right="283" w:firstLine="283"/>
      <w:jc w:val="both"/>
      <w:outlineLvl w:val="6"/>
    </w:pPr>
    <w:rPr>
      <w:b/>
      <w:sz w:val="32"/>
    </w:rPr>
  </w:style>
  <w:style w:type="paragraph" w:styleId="8">
    <w:name w:val="heading 8"/>
    <w:basedOn w:val="a"/>
    <w:next w:val="a"/>
    <w:link w:val="80"/>
    <w:uiPriority w:val="99"/>
    <w:qFormat/>
    <w:pPr>
      <w:keepNext/>
      <w:jc w:val="center"/>
      <w:outlineLvl w:val="7"/>
    </w:pPr>
    <w:rPr>
      <w:b/>
      <w:bCs/>
      <w:sz w:val="32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1134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0"/>
      <w:szCs w:val="20"/>
    </w:rPr>
  </w:style>
  <w:style w:type="paragraph" w:styleId="a7">
    <w:name w:val="Block Text"/>
    <w:basedOn w:val="a"/>
    <w:uiPriority w:val="99"/>
    <w:pPr>
      <w:ind w:left="284" w:right="283" w:firstLine="850"/>
      <w:jc w:val="both"/>
    </w:pPr>
    <w:rPr>
      <w:sz w:val="28"/>
    </w:rPr>
  </w:style>
  <w:style w:type="table" w:styleId="a8">
    <w:name w:val="Table Grid"/>
    <w:basedOn w:val="a1"/>
    <w:uiPriority w:val="99"/>
    <w:rsid w:val="003E52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185FD4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styleId="11">
    <w:name w:val="toc 1"/>
    <w:basedOn w:val="a"/>
    <w:next w:val="a"/>
    <w:autoRedefine/>
    <w:uiPriority w:val="99"/>
    <w:semiHidden/>
    <w:rsid w:val="00185FD4"/>
    <w:pPr>
      <w:tabs>
        <w:tab w:val="right" w:leader="dot" w:pos="9786"/>
      </w:tabs>
    </w:pPr>
    <w:rPr>
      <w:iCs/>
      <w:sz w:val="32"/>
      <w:szCs w:val="32"/>
    </w:rPr>
  </w:style>
  <w:style w:type="character" w:styleId="a9">
    <w:name w:val="Hyperlink"/>
    <w:uiPriority w:val="99"/>
    <w:rsid w:val="00185FD4"/>
    <w:rPr>
      <w:rFonts w:cs="Times New Roman"/>
      <w:color w:val="0000FF"/>
      <w:u w:val="single"/>
    </w:rPr>
  </w:style>
  <w:style w:type="character" w:styleId="aa">
    <w:name w:val="page number"/>
    <w:uiPriority w:val="99"/>
    <w:rsid w:val="00185FD4"/>
    <w:rPr>
      <w:rFonts w:cs="Times New Roman"/>
    </w:rPr>
  </w:style>
  <w:style w:type="paragraph" w:styleId="ab">
    <w:name w:val="Body Text"/>
    <w:basedOn w:val="a"/>
    <w:link w:val="ac"/>
    <w:uiPriority w:val="99"/>
    <w:rsid w:val="00185FD4"/>
    <w:pPr>
      <w:spacing w:after="120"/>
    </w:pPr>
    <w:rPr>
      <w:sz w:val="24"/>
      <w:szCs w:val="24"/>
    </w:rPr>
  </w:style>
  <w:style w:type="character" w:customStyle="1" w:styleId="ac">
    <w:name w:val="Основной текст Знак"/>
    <w:link w:val="ab"/>
    <w:uiPriority w:val="99"/>
    <w:semiHidden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85FD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character" w:customStyle="1" w:styleId="12">
    <w:name w:val="Основной шрифт абзаца1"/>
    <w:uiPriority w:val="99"/>
    <w:rsid w:val="00034C4A"/>
  </w:style>
  <w:style w:type="character" w:customStyle="1" w:styleId="ad">
    <w:name w:val="Символ нумерации"/>
    <w:uiPriority w:val="99"/>
    <w:rsid w:val="00034C4A"/>
  </w:style>
  <w:style w:type="paragraph" w:customStyle="1" w:styleId="ae">
    <w:name w:val="Заголовок"/>
    <w:basedOn w:val="a"/>
    <w:next w:val="ab"/>
    <w:uiPriority w:val="99"/>
    <w:rsid w:val="00034C4A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">
    <w:name w:val="Title"/>
    <w:basedOn w:val="ae"/>
    <w:next w:val="af0"/>
    <w:link w:val="af1"/>
    <w:uiPriority w:val="99"/>
    <w:qFormat/>
    <w:rsid w:val="00034C4A"/>
  </w:style>
  <w:style w:type="character" w:customStyle="1" w:styleId="af1">
    <w:name w:val="Название Знак"/>
    <w:link w:val="af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Subtitle"/>
    <w:basedOn w:val="ae"/>
    <w:next w:val="ab"/>
    <w:link w:val="af2"/>
    <w:uiPriority w:val="99"/>
    <w:qFormat/>
    <w:rsid w:val="00034C4A"/>
    <w:pPr>
      <w:jc w:val="center"/>
    </w:pPr>
    <w:rPr>
      <w:i/>
      <w:iCs/>
    </w:rPr>
  </w:style>
  <w:style w:type="character" w:customStyle="1" w:styleId="af2">
    <w:name w:val="Подзаголовок Знак"/>
    <w:link w:val="af0"/>
    <w:uiPriority w:val="11"/>
    <w:rPr>
      <w:rFonts w:ascii="Cambria" w:eastAsia="Times New Roman" w:hAnsi="Cambria" w:cs="Times New Roman"/>
      <w:sz w:val="24"/>
      <w:szCs w:val="24"/>
    </w:rPr>
  </w:style>
  <w:style w:type="paragraph" w:styleId="af3">
    <w:name w:val="List"/>
    <w:basedOn w:val="ab"/>
    <w:uiPriority w:val="99"/>
    <w:rsid w:val="00034C4A"/>
    <w:pPr>
      <w:suppressAutoHyphens/>
    </w:pPr>
    <w:rPr>
      <w:rFonts w:ascii="Arial" w:hAnsi="Arial" w:cs="Tahoma"/>
      <w:lang w:eastAsia="ar-SA"/>
    </w:rPr>
  </w:style>
  <w:style w:type="paragraph" w:customStyle="1" w:styleId="13">
    <w:name w:val="Название1"/>
    <w:basedOn w:val="a"/>
    <w:uiPriority w:val="99"/>
    <w:rsid w:val="00034C4A"/>
    <w:pPr>
      <w:suppressLineNumbers/>
      <w:suppressAutoHyphen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customStyle="1" w:styleId="14">
    <w:name w:val="Указатель1"/>
    <w:basedOn w:val="a"/>
    <w:uiPriority w:val="99"/>
    <w:rsid w:val="00034C4A"/>
    <w:pPr>
      <w:suppressLineNumbers/>
      <w:suppressAutoHyphens/>
    </w:pPr>
    <w:rPr>
      <w:rFonts w:ascii="Arial" w:hAnsi="Arial" w:cs="Tahoma"/>
      <w:sz w:val="24"/>
      <w:szCs w:val="24"/>
      <w:lang w:eastAsia="ar-SA"/>
    </w:rPr>
  </w:style>
  <w:style w:type="paragraph" w:customStyle="1" w:styleId="af4">
    <w:name w:val="Содержимое таблицы"/>
    <w:basedOn w:val="a"/>
    <w:uiPriority w:val="99"/>
    <w:rsid w:val="00034C4A"/>
    <w:pPr>
      <w:suppressLineNumbers/>
      <w:suppressAutoHyphens/>
    </w:pPr>
    <w:rPr>
      <w:sz w:val="24"/>
      <w:szCs w:val="24"/>
      <w:lang w:eastAsia="ar-SA"/>
    </w:rPr>
  </w:style>
  <w:style w:type="paragraph" w:customStyle="1" w:styleId="af5">
    <w:name w:val="Заголовок таблицы"/>
    <w:basedOn w:val="af4"/>
    <w:uiPriority w:val="99"/>
    <w:rsid w:val="00034C4A"/>
    <w:pPr>
      <w:jc w:val="center"/>
    </w:pPr>
    <w:rPr>
      <w:b/>
      <w:bCs/>
    </w:rPr>
  </w:style>
  <w:style w:type="paragraph" w:customStyle="1" w:styleId="af6">
    <w:name w:val="Содержимое врезки"/>
    <w:basedOn w:val="ab"/>
    <w:uiPriority w:val="99"/>
    <w:rsid w:val="00034C4A"/>
    <w:pPr>
      <w:suppressAutoHyphens/>
    </w:pPr>
    <w:rPr>
      <w:lang w:eastAsia="ar-SA"/>
    </w:rPr>
  </w:style>
  <w:style w:type="table" w:styleId="af7">
    <w:name w:val="Light Shading"/>
    <w:basedOn w:val="a1"/>
    <w:uiPriority w:val="99"/>
    <w:rsid w:val="00034C4A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">
    <w:name w:val="Light Shading Accent 1"/>
    <w:basedOn w:val="a1"/>
    <w:uiPriority w:val="99"/>
    <w:rsid w:val="00034C4A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">
    <w:name w:val="Light Shading Accent 2"/>
    <w:basedOn w:val="a1"/>
    <w:uiPriority w:val="99"/>
    <w:rsid w:val="00034C4A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170" Type="http://schemas.openxmlformats.org/officeDocument/2006/relationships/image" Target="media/image164.wmf"/><Relationship Id="rId191" Type="http://schemas.openxmlformats.org/officeDocument/2006/relationships/image" Target="media/image185.wmf"/><Relationship Id="rId196" Type="http://schemas.openxmlformats.org/officeDocument/2006/relationships/image" Target="media/image190.wmf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png"/><Relationship Id="rId128" Type="http://schemas.openxmlformats.org/officeDocument/2006/relationships/image" Target="media/image122.wmf"/><Relationship Id="rId144" Type="http://schemas.openxmlformats.org/officeDocument/2006/relationships/image" Target="media/image138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65" Type="http://schemas.openxmlformats.org/officeDocument/2006/relationships/image" Target="media/image159.wmf"/><Relationship Id="rId181" Type="http://schemas.openxmlformats.org/officeDocument/2006/relationships/image" Target="media/image175.wmf"/><Relationship Id="rId186" Type="http://schemas.openxmlformats.org/officeDocument/2006/relationships/image" Target="media/image180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34" Type="http://schemas.openxmlformats.org/officeDocument/2006/relationships/image" Target="media/image128.wmf"/><Relationship Id="rId139" Type="http://schemas.openxmlformats.org/officeDocument/2006/relationships/image" Target="media/image13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55" Type="http://schemas.openxmlformats.org/officeDocument/2006/relationships/image" Target="media/image149.wmf"/><Relationship Id="rId171" Type="http://schemas.openxmlformats.org/officeDocument/2006/relationships/image" Target="media/image165.wmf"/><Relationship Id="rId176" Type="http://schemas.openxmlformats.org/officeDocument/2006/relationships/image" Target="media/image170.wmf"/><Relationship Id="rId192" Type="http://schemas.openxmlformats.org/officeDocument/2006/relationships/image" Target="media/image186.wmf"/><Relationship Id="rId197" Type="http://schemas.openxmlformats.org/officeDocument/2006/relationships/image" Target="media/image19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45" Type="http://schemas.openxmlformats.org/officeDocument/2006/relationships/image" Target="media/image139.wmf"/><Relationship Id="rId161" Type="http://schemas.openxmlformats.org/officeDocument/2006/relationships/image" Target="media/image155.wmf"/><Relationship Id="rId166" Type="http://schemas.openxmlformats.org/officeDocument/2006/relationships/image" Target="media/image160.wmf"/><Relationship Id="rId182" Type="http://schemas.openxmlformats.org/officeDocument/2006/relationships/image" Target="media/image176.wmf"/><Relationship Id="rId187" Type="http://schemas.openxmlformats.org/officeDocument/2006/relationships/image" Target="media/image18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119" Type="http://schemas.openxmlformats.org/officeDocument/2006/relationships/image" Target="media/image113.png"/><Relationship Id="rId44" Type="http://schemas.openxmlformats.org/officeDocument/2006/relationships/image" Target="media/image38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51" Type="http://schemas.openxmlformats.org/officeDocument/2006/relationships/image" Target="media/image145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fontTable" Target="fontTable.xml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199" Type="http://schemas.openxmlformats.org/officeDocument/2006/relationships/theme" Target="theme/theme1.xml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png"/><Relationship Id="rId147" Type="http://schemas.openxmlformats.org/officeDocument/2006/relationships/image" Target="media/image141.wmf"/><Relationship Id="rId168" Type="http://schemas.openxmlformats.org/officeDocument/2006/relationships/image" Target="media/image162.png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189" Type="http://schemas.openxmlformats.org/officeDocument/2006/relationships/image" Target="media/image183.wmf"/><Relationship Id="rId3" Type="http://schemas.openxmlformats.org/officeDocument/2006/relationships/settings" Target="settings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png"/><Relationship Id="rId195" Type="http://schemas.openxmlformats.org/officeDocument/2006/relationships/image" Target="media/image189.wmf"/><Relationship Id="rId190" Type="http://schemas.openxmlformats.org/officeDocument/2006/relationships/image" Target="media/image184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9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80" Type="http://schemas.openxmlformats.org/officeDocument/2006/relationships/image" Target="media/image174.wmf"/><Relationship Id="rId26" Type="http://schemas.openxmlformats.org/officeDocument/2006/relationships/image" Target="media/image20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</TotalTime>
  <Pages>1</Pages>
  <Words>2876</Words>
  <Characters>16395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/>
  <LinksUpToDate>false</LinksUpToDate>
  <CharactersWithSpaces>19233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Илья</dc:creator>
  <cp:keywords/>
  <dc:description/>
  <cp:lastModifiedBy>admin</cp:lastModifiedBy>
  <cp:revision>2</cp:revision>
  <dcterms:created xsi:type="dcterms:W3CDTF">2014-03-15T19:45:00Z</dcterms:created>
  <dcterms:modified xsi:type="dcterms:W3CDTF">2014-03-15T19:45:00Z</dcterms:modified>
</cp:coreProperties>
</file>