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jc w:val="center"/>
        <w:rPr>
          <w:b/>
          <w:bCs/>
          <w:sz w:val="28"/>
          <w:szCs w:val="28"/>
        </w:rPr>
      </w:pPr>
    </w:p>
    <w:p w:rsidR="007D096A" w:rsidRDefault="007D096A">
      <w:pPr>
        <w:spacing w:line="360" w:lineRule="auto"/>
        <w:ind w:firstLine="720"/>
        <w:jc w:val="center"/>
        <w:rPr>
          <w:b/>
          <w:bCs/>
          <w:sz w:val="28"/>
          <w:szCs w:val="28"/>
        </w:rPr>
      </w:pPr>
      <w:r>
        <w:rPr>
          <w:b/>
          <w:bCs/>
          <w:sz w:val="28"/>
          <w:szCs w:val="28"/>
        </w:rPr>
        <w:t>ДИПЛОМНАЯ   РАБОТА</w:t>
      </w:r>
    </w:p>
    <w:p w:rsidR="007D096A" w:rsidRDefault="007D096A">
      <w:pPr>
        <w:spacing w:line="360" w:lineRule="auto"/>
        <w:ind w:firstLine="720"/>
        <w:jc w:val="center"/>
        <w:rPr>
          <w:b/>
          <w:bCs/>
          <w:sz w:val="28"/>
          <w:szCs w:val="28"/>
        </w:rPr>
      </w:pPr>
    </w:p>
    <w:p w:rsidR="007D096A" w:rsidRDefault="007D096A">
      <w:pPr>
        <w:spacing w:line="360" w:lineRule="auto"/>
        <w:ind w:firstLine="720"/>
        <w:jc w:val="center"/>
        <w:rPr>
          <w:b/>
          <w:bCs/>
          <w:sz w:val="28"/>
          <w:szCs w:val="28"/>
        </w:rPr>
      </w:pPr>
    </w:p>
    <w:p w:rsidR="007D096A" w:rsidRDefault="007D096A">
      <w:pPr>
        <w:spacing w:line="360" w:lineRule="auto"/>
        <w:ind w:firstLine="720"/>
        <w:jc w:val="center"/>
        <w:rPr>
          <w:b/>
          <w:bCs/>
          <w:sz w:val="28"/>
          <w:szCs w:val="28"/>
        </w:rPr>
      </w:pPr>
      <w:r>
        <w:rPr>
          <w:b/>
          <w:bCs/>
          <w:sz w:val="28"/>
          <w:szCs w:val="28"/>
        </w:rPr>
        <w:t>МАСОНСТВО   В  РОССИИ  И  ЗА  РУБЕЖОМ</w:t>
      </w: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877888" w:rsidRDefault="00877888">
      <w:pPr>
        <w:spacing w:line="360" w:lineRule="auto"/>
        <w:ind w:firstLine="720"/>
        <w:rPr>
          <w:sz w:val="24"/>
          <w:szCs w:val="24"/>
        </w:rPr>
      </w:pPr>
    </w:p>
    <w:p w:rsidR="00877888" w:rsidRDefault="00877888" w:rsidP="006A7810">
      <w:pPr>
        <w:spacing w:line="360" w:lineRule="auto"/>
        <w:rPr>
          <w:sz w:val="24"/>
          <w:szCs w:val="24"/>
        </w:rPr>
      </w:pPr>
    </w:p>
    <w:p w:rsidR="007D096A" w:rsidRPr="00877888" w:rsidRDefault="007D096A">
      <w:pPr>
        <w:spacing w:line="360" w:lineRule="auto"/>
        <w:ind w:firstLine="720"/>
        <w:rPr>
          <w:b/>
          <w:bCs/>
          <w:sz w:val="24"/>
          <w:szCs w:val="24"/>
        </w:rPr>
      </w:pPr>
    </w:p>
    <w:p w:rsidR="007D096A" w:rsidRPr="00877888" w:rsidRDefault="007D096A">
      <w:pPr>
        <w:spacing w:line="360" w:lineRule="auto"/>
        <w:ind w:firstLine="720"/>
        <w:jc w:val="center"/>
        <w:rPr>
          <w:b/>
          <w:bCs/>
          <w:sz w:val="24"/>
          <w:szCs w:val="24"/>
        </w:rPr>
      </w:pPr>
      <w:r w:rsidRPr="00877888">
        <w:rPr>
          <w:b/>
          <w:bCs/>
          <w:sz w:val="24"/>
          <w:szCs w:val="24"/>
        </w:rPr>
        <w:t>С О Д Е Р Ж А Н И Е:</w:t>
      </w:r>
    </w:p>
    <w:p w:rsidR="00661D8F" w:rsidRDefault="00661D8F">
      <w:pPr>
        <w:pStyle w:val="11"/>
        <w:tabs>
          <w:tab w:val="right" w:leader="dot" w:pos="9488"/>
        </w:tabs>
        <w:rPr>
          <w:sz w:val="24"/>
          <w:szCs w:val="24"/>
        </w:rPr>
      </w:pPr>
    </w:p>
    <w:p w:rsidR="00661D8F" w:rsidRDefault="00661D8F">
      <w:pPr>
        <w:pStyle w:val="11"/>
        <w:tabs>
          <w:tab w:val="right" w:leader="dot" w:pos="9488"/>
        </w:tabs>
        <w:rPr>
          <w:sz w:val="24"/>
          <w:szCs w:val="24"/>
        </w:rPr>
      </w:pPr>
    </w:p>
    <w:p w:rsidR="00661D8F" w:rsidRDefault="00661D8F">
      <w:pPr>
        <w:pStyle w:val="11"/>
        <w:tabs>
          <w:tab w:val="right" w:leader="dot" w:pos="9488"/>
        </w:tabs>
        <w:rPr>
          <w:sz w:val="24"/>
          <w:szCs w:val="24"/>
        </w:rPr>
      </w:pPr>
    </w:p>
    <w:p w:rsidR="00661D8F" w:rsidRPr="00661D8F" w:rsidRDefault="00661D8F">
      <w:pPr>
        <w:pStyle w:val="11"/>
        <w:tabs>
          <w:tab w:val="right" w:leader="dot" w:pos="9488"/>
        </w:tabs>
        <w:rPr>
          <w:noProof/>
          <w:sz w:val="24"/>
          <w:szCs w:val="24"/>
        </w:rPr>
      </w:pPr>
      <w:r w:rsidRPr="00661D8F">
        <w:rPr>
          <w:sz w:val="24"/>
          <w:szCs w:val="24"/>
        </w:rPr>
        <w:fldChar w:fldCharType="begin"/>
      </w:r>
      <w:r w:rsidRPr="00661D8F">
        <w:rPr>
          <w:sz w:val="24"/>
          <w:szCs w:val="24"/>
        </w:rPr>
        <w:instrText xml:space="preserve"> TOC \o "1-3" \h \z \u </w:instrText>
      </w:r>
      <w:r w:rsidRPr="00661D8F">
        <w:rPr>
          <w:sz w:val="24"/>
          <w:szCs w:val="24"/>
        </w:rPr>
        <w:fldChar w:fldCharType="separate"/>
      </w:r>
      <w:hyperlink w:anchor="_Toc149498600" w:history="1">
        <w:r w:rsidRPr="00661D8F">
          <w:rPr>
            <w:rStyle w:val="a9"/>
            <w:b/>
            <w:bCs/>
            <w:noProof/>
            <w:sz w:val="24"/>
            <w:szCs w:val="24"/>
          </w:rPr>
          <w:t>ВВЕДЕНИЕ</w:t>
        </w:r>
        <w:r w:rsidRPr="00661D8F">
          <w:rPr>
            <w:noProof/>
            <w:webHidden/>
            <w:sz w:val="24"/>
            <w:szCs w:val="24"/>
          </w:rPr>
          <w:tab/>
        </w:r>
        <w:r w:rsidRPr="00661D8F">
          <w:rPr>
            <w:noProof/>
            <w:webHidden/>
            <w:sz w:val="24"/>
            <w:szCs w:val="24"/>
          </w:rPr>
          <w:fldChar w:fldCharType="begin"/>
        </w:r>
        <w:r w:rsidRPr="00661D8F">
          <w:rPr>
            <w:noProof/>
            <w:webHidden/>
            <w:sz w:val="24"/>
            <w:szCs w:val="24"/>
          </w:rPr>
          <w:instrText xml:space="preserve"> PAGEREF _Toc149498600 \h </w:instrText>
        </w:r>
        <w:r w:rsidRPr="00661D8F">
          <w:rPr>
            <w:noProof/>
            <w:webHidden/>
            <w:sz w:val="24"/>
            <w:szCs w:val="24"/>
          </w:rPr>
        </w:r>
        <w:r w:rsidRPr="00661D8F">
          <w:rPr>
            <w:noProof/>
            <w:webHidden/>
            <w:sz w:val="24"/>
            <w:szCs w:val="24"/>
          </w:rPr>
          <w:fldChar w:fldCharType="separate"/>
        </w:r>
        <w:r w:rsidRPr="00661D8F">
          <w:rPr>
            <w:noProof/>
            <w:webHidden/>
            <w:sz w:val="24"/>
            <w:szCs w:val="24"/>
          </w:rPr>
          <w:t>3</w:t>
        </w:r>
        <w:r w:rsidRPr="00661D8F">
          <w:rPr>
            <w:noProof/>
            <w:webHidden/>
            <w:sz w:val="24"/>
            <w:szCs w:val="24"/>
          </w:rPr>
          <w:fldChar w:fldCharType="end"/>
        </w:r>
      </w:hyperlink>
    </w:p>
    <w:p w:rsidR="00661D8F" w:rsidRPr="00661D8F" w:rsidRDefault="00051EB6">
      <w:pPr>
        <w:pStyle w:val="11"/>
        <w:tabs>
          <w:tab w:val="right" w:leader="dot" w:pos="9488"/>
        </w:tabs>
        <w:rPr>
          <w:noProof/>
          <w:sz w:val="24"/>
          <w:szCs w:val="24"/>
        </w:rPr>
      </w:pPr>
      <w:hyperlink w:anchor="_Toc149498601" w:history="1">
        <w:r w:rsidR="00661D8F" w:rsidRPr="00661D8F">
          <w:rPr>
            <w:rStyle w:val="a9"/>
            <w:b/>
            <w:bCs/>
            <w:noProof/>
            <w:sz w:val="24"/>
            <w:szCs w:val="24"/>
          </w:rPr>
          <w:t>ГЛАВА  1.    ОБЩАЯ   ИСТОРИЯ  МАСОНСТВА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_Toc149498601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2" w:history="1">
        <w:r w:rsidR="00661D8F" w:rsidRPr="00661D8F">
          <w:rPr>
            <w:rStyle w:val="a9"/>
            <w:b/>
            <w:bCs/>
            <w:noProof/>
            <w:sz w:val="24"/>
            <w:szCs w:val="24"/>
          </w:rPr>
          <w:t>1.1. Происхождение  масонства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_Toc149498602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3" w:history="1">
        <w:r w:rsidR="00661D8F" w:rsidRPr="00661D8F">
          <w:rPr>
            <w:rStyle w:val="a9"/>
            <w:b/>
            <w:bCs/>
            <w:noProof/>
            <w:sz w:val="24"/>
            <w:szCs w:val="24"/>
          </w:rPr>
          <w:t>1.2. Цели  и  задачи  масонского  движения, его  гуманистический  характер</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_Toc149498603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9</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4" w:history="1">
        <w:r w:rsidR="00661D8F" w:rsidRPr="00661D8F">
          <w:rPr>
            <w:rStyle w:val="a9"/>
            <w:b/>
            <w:bCs/>
            <w:noProof/>
            <w:sz w:val="24"/>
            <w:szCs w:val="24"/>
          </w:rPr>
          <w:t>1.3.  Символика   масонов</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_Toc149498604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13</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5" w:history="1">
        <w:r w:rsidR="00661D8F" w:rsidRPr="00661D8F">
          <w:rPr>
            <w:rStyle w:val="a9"/>
            <w:b/>
            <w:bCs/>
            <w:noProof/>
            <w:sz w:val="24"/>
            <w:szCs w:val="24"/>
          </w:rPr>
          <w:t xml:space="preserve">1.4. Английское  масонство  </w:t>
        </w:r>
        <w:r w:rsidR="00661D8F" w:rsidRPr="00661D8F">
          <w:rPr>
            <w:rStyle w:val="a9"/>
            <w:b/>
            <w:bCs/>
            <w:noProof/>
            <w:sz w:val="24"/>
            <w:szCs w:val="24"/>
          </w:rPr>
          <w:sym w:font="Symbol" w:char="F043"/>
        </w:r>
        <w:r w:rsidR="00661D8F" w:rsidRPr="00661D8F">
          <w:rPr>
            <w:rStyle w:val="a9"/>
            <w:b/>
            <w:bCs/>
            <w:noProof/>
            <w:sz w:val="24"/>
            <w:szCs w:val="24"/>
          </w:rPr>
          <w:sym w:font="Symbol" w:char="F055"/>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xml:space="preserve"> - </w:t>
        </w:r>
        <w:r w:rsidR="00661D8F" w:rsidRPr="00661D8F">
          <w:rPr>
            <w:rStyle w:val="a9"/>
            <w:b/>
            <w:bCs/>
            <w:noProof/>
            <w:sz w:val="24"/>
            <w:szCs w:val="24"/>
          </w:rPr>
          <w:sym w:font="Symbol" w:char="F043"/>
        </w:r>
        <w:r w:rsidR="00661D8F" w:rsidRPr="00661D8F">
          <w:rPr>
            <w:rStyle w:val="a9"/>
            <w:b/>
            <w:bCs/>
            <w:noProof/>
            <w:sz w:val="24"/>
            <w:szCs w:val="24"/>
          </w:rPr>
          <w:sym w:font="Symbol" w:char="F049"/>
        </w:r>
        <w:r w:rsidR="00661D8F" w:rsidRPr="00661D8F">
          <w:rPr>
            <w:rStyle w:val="a9"/>
            <w:b/>
            <w:bCs/>
            <w:noProof/>
            <w:sz w:val="24"/>
            <w:szCs w:val="24"/>
          </w:rPr>
          <w:sym w:font="Symbol" w:char="F043"/>
        </w:r>
        <w:r w:rsidR="00661D8F" w:rsidRPr="00661D8F">
          <w:rPr>
            <w:rStyle w:val="a9"/>
            <w:b/>
            <w:bCs/>
            <w:noProof/>
            <w:sz w:val="24"/>
            <w:szCs w:val="24"/>
          </w:rPr>
          <w:t xml:space="preserve"> веков</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_Toc149498605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16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6" w:history="1">
        <w:r w:rsidR="00661D8F" w:rsidRPr="00661D8F">
          <w:rPr>
            <w:rStyle w:val="a9"/>
            <w:b/>
            <w:bCs/>
            <w:noProof/>
            <w:sz w:val="24"/>
            <w:szCs w:val="24"/>
          </w:rPr>
          <w:t xml:space="preserve">1.5. Французское  масонство  </w:t>
        </w:r>
        <w:r w:rsidR="00661D8F" w:rsidRPr="00661D8F">
          <w:rPr>
            <w:rStyle w:val="a9"/>
            <w:b/>
            <w:bCs/>
            <w:noProof/>
            <w:sz w:val="24"/>
            <w:szCs w:val="24"/>
          </w:rPr>
          <w:sym w:font="Symbol" w:char="F043"/>
        </w:r>
        <w:r w:rsidR="00661D8F" w:rsidRPr="00661D8F">
          <w:rPr>
            <w:rStyle w:val="a9"/>
            <w:b/>
            <w:bCs/>
            <w:noProof/>
            <w:sz w:val="24"/>
            <w:szCs w:val="24"/>
          </w:rPr>
          <w:sym w:font="Symbol" w:char="F055"/>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xml:space="preserve"> века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_Toc149498606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18</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7" w:history="1">
        <w:r w:rsidR="00661D8F" w:rsidRPr="00661D8F">
          <w:rPr>
            <w:rStyle w:val="a9"/>
            <w:b/>
            <w:bCs/>
            <w:noProof/>
            <w:sz w:val="24"/>
            <w:szCs w:val="24"/>
          </w:rPr>
          <w:t xml:space="preserve">1.6.Немецкое  масонство  </w:t>
        </w:r>
        <w:r w:rsidR="00661D8F" w:rsidRPr="00661D8F">
          <w:rPr>
            <w:rStyle w:val="a9"/>
            <w:b/>
            <w:bCs/>
            <w:noProof/>
            <w:sz w:val="24"/>
            <w:szCs w:val="24"/>
          </w:rPr>
          <w:sym w:font="Symbol" w:char="F043"/>
        </w:r>
        <w:r w:rsidR="00661D8F" w:rsidRPr="00661D8F">
          <w:rPr>
            <w:rStyle w:val="a9"/>
            <w:b/>
            <w:bCs/>
            <w:noProof/>
            <w:sz w:val="24"/>
            <w:szCs w:val="24"/>
          </w:rPr>
          <w:sym w:font="Symbol" w:char="F055"/>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xml:space="preserve"> века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_Toc149498607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21</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8" w:history="1">
        <w:r w:rsidR="00661D8F" w:rsidRPr="00661D8F">
          <w:rPr>
            <w:rStyle w:val="a9"/>
            <w:b/>
            <w:bCs/>
            <w:noProof/>
            <w:sz w:val="24"/>
            <w:szCs w:val="24"/>
          </w:rPr>
          <w:t>1.7.История  польского  масонства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_Toc149498608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22</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09" w:history="1">
        <w:r w:rsidR="00661D8F" w:rsidRPr="00661D8F">
          <w:rPr>
            <w:rStyle w:val="a9"/>
            <w:b/>
            <w:bCs/>
            <w:noProof/>
            <w:sz w:val="24"/>
            <w:szCs w:val="24"/>
          </w:rPr>
          <w:t>1.8.Американское  масонство</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_Toc149498609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24</w:t>
        </w:r>
        <w:r w:rsidR="00661D8F" w:rsidRPr="00661D8F">
          <w:rPr>
            <w:noProof/>
            <w:webHidden/>
            <w:sz w:val="24"/>
            <w:szCs w:val="24"/>
          </w:rPr>
          <w:fldChar w:fldCharType="end"/>
        </w:r>
      </w:hyperlink>
    </w:p>
    <w:p w:rsidR="00661D8F" w:rsidRPr="00661D8F" w:rsidRDefault="00051EB6">
      <w:pPr>
        <w:pStyle w:val="11"/>
        <w:tabs>
          <w:tab w:val="right" w:leader="dot" w:pos="9488"/>
        </w:tabs>
        <w:rPr>
          <w:noProof/>
          <w:sz w:val="24"/>
          <w:szCs w:val="24"/>
        </w:rPr>
      </w:pPr>
      <w:hyperlink w:anchor="_Toc149498610" w:history="1">
        <w:r w:rsidR="00661D8F" w:rsidRPr="00661D8F">
          <w:rPr>
            <w:rStyle w:val="a9"/>
            <w:b/>
            <w:bCs/>
            <w:noProof/>
            <w:sz w:val="24"/>
            <w:szCs w:val="24"/>
          </w:rPr>
          <w:t xml:space="preserve">ГЛАВА  </w:t>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МАСОНСТВО  В  РОССИИ</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_Toc149498610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1" w:history="1">
        <w:r w:rsidR="00661D8F" w:rsidRPr="00661D8F">
          <w:rPr>
            <w:rStyle w:val="a9"/>
            <w:b/>
            <w:bCs/>
            <w:noProof/>
            <w:sz w:val="24"/>
            <w:szCs w:val="24"/>
          </w:rPr>
          <w:t>2.1.Общие  замечания  о  русском  масонстве; история  возникновения  первых</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_Toc149498611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2" w:history="1">
        <w:r w:rsidR="00661D8F" w:rsidRPr="00661D8F">
          <w:rPr>
            <w:rStyle w:val="a9"/>
            <w:b/>
            <w:bCs/>
            <w:noProof/>
            <w:sz w:val="24"/>
            <w:szCs w:val="24"/>
          </w:rPr>
          <w:t>масонских  лож; основные  представители  русского  масонства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_Toc149498612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3" w:history="1">
        <w:r w:rsidR="00661D8F" w:rsidRPr="00661D8F">
          <w:rPr>
            <w:rStyle w:val="a9"/>
            <w:b/>
            <w:bCs/>
            <w:noProof/>
            <w:sz w:val="24"/>
            <w:szCs w:val="24"/>
          </w:rPr>
          <w:t xml:space="preserve">2.2.Масонство  при  Екатерине </w:t>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_Toc149498613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29</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4" w:history="1">
        <w:r w:rsidR="00661D8F" w:rsidRPr="00661D8F">
          <w:rPr>
            <w:rStyle w:val="a9"/>
            <w:b/>
            <w:bCs/>
            <w:noProof/>
            <w:sz w:val="24"/>
            <w:szCs w:val="24"/>
          </w:rPr>
          <w:t>2.3.Клерикат; система  Мелиссино; тамплиерство; система  Циннендорфа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_Toc149498614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31</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5" w:history="1">
        <w:r w:rsidR="00661D8F" w:rsidRPr="00661D8F">
          <w:rPr>
            <w:rStyle w:val="a9"/>
            <w:b/>
            <w:bCs/>
            <w:noProof/>
            <w:sz w:val="24"/>
            <w:szCs w:val="24"/>
          </w:rPr>
          <w:t>2.4.Учреждение английских  лож; масонские  понятия  Елагина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_Toc149498615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33</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6" w:history="1">
        <w:r w:rsidR="00661D8F" w:rsidRPr="00661D8F">
          <w:rPr>
            <w:rStyle w:val="a9"/>
            <w:b/>
            <w:bCs/>
            <w:noProof/>
            <w:sz w:val="24"/>
            <w:szCs w:val="24"/>
          </w:rPr>
          <w:t>2.5.  Русская  Национальная  ложа  шведской  системы;  противоречия  с  Елагинскими  ложами</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_Toc149498616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34</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7" w:history="1">
        <w:r w:rsidR="00661D8F" w:rsidRPr="00661D8F">
          <w:rPr>
            <w:rStyle w:val="a9"/>
            <w:b/>
            <w:bCs/>
            <w:noProof/>
            <w:sz w:val="24"/>
            <w:szCs w:val="24"/>
          </w:rPr>
          <w:t>2.6.Мистика  и  мартинизм</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_Toc149498617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36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8" w:history="1">
        <w:r w:rsidR="00661D8F" w:rsidRPr="00661D8F">
          <w:rPr>
            <w:rStyle w:val="a9"/>
            <w:b/>
            <w:bCs/>
            <w:noProof/>
            <w:sz w:val="24"/>
            <w:szCs w:val="24"/>
          </w:rPr>
          <w:t>2.7. Розенкрейцерство  и  его  введение  в  Москве</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_Toc149498618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38</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19" w:history="1">
        <w:r w:rsidR="00661D8F" w:rsidRPr="00661D8F">
          <w:rPr>
            <w:rStyle w:val="a9"/>
            <w:b/>
            <w:bCs/>
            <w:noProof/>
            <w:sz w:val="24"/>
            <w:szCs w:val="24"/>
          </w:rPr>
          <w:t xml:space="preserve">2.8.Литературная  борьба  Екатерины </w:t>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xml:space="preserve"> с  масонством;  гонения  на  масонов в  конце  </w:t>
        </w:r>
        <w:r w:rsidR="00661D8F" w:rsidRPr="00661D8F">
          <w:rPr>
            <w:rStyle w:val="a9"/>
            <w:b/>
            <w:bCs/>
            <w:noProof/>
            <w:sz w:val="24"/>
            <w:szCs w:val="24"/>
          </w:rPr>
          <w:sym w:font="Symbol" w:char="F043"/>
        </w:r>
        <w:r w:rsidR="00661D8F" w:rsidRPr="00661D8F">
          <w:rPr>
            <w:rStyle w:val="a9"/>
            <w:b/>
            <w:bCs/>
            <w:noProof/>
            <w:sz w:val="24"/>
            <w:szCs w:val="24"/>
          </w:rPr>
          <w:sym w:font="Symbol" w:char="F055"/>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xml:space="preserve"> века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_Toc149498619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40</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20" w:history="1">
        <w:r w:rsidR="00661D8F" w:rsidRPr="00661D8F">
          <w:rPr>
            <w:rStyle w:val="a9"/>
            <w:b/>
            <w:bCs/>
            <w:noProof/>
            <w:sz w:val="24"/>
            <w:szCs w:val="24"/>
          </w:rPr>
          <w:t xml:space="preserve">2.9.Масонство  при  императоре  Павле </w:t>
        </w:r>
        <w:r w:rsidR="00661D8F" w:rsidRPr="00661D8F">
          <w:rPr>
            <w:rStyle w:val="a9"/>
            <w:b/>
            <w:bCs/>
            <w:noProof/>
            <w:sz w:val="24"/>
            <w:szCs w:val="24"/>
          </w:rPr>
          <w:sym w:font="Symbol" w:char="F049"/>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_Toc149498620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42</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21" w:history="1">
        <w:r w:rsidR="00661D8F" w:rsidRPr="00661D8F">
          <w:rPr>
            <w:rStyle w:val="a9"/>
            <w:b/>
            <w:bCs/>
            <w:noProof/>
            <w:sz w:val="24"/>
            <w:szCs w:val="24"/>
          </w:rPr>
          <w:t>2.10. Александровское  масонство</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_Toc149498621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44</w:t>
        </w:r>
        <w:r w:rsidR="00661D8F" w:rsidRPr="00661D8F">
          <w:rPr>
            <w:noProof/>
            <w:webHidden/>
            <w:sz w:val="24"/>
            <w:szCs w:val="24"/>
          </w:rPr>
          <w:fldChar w:fldCharType="end"/>
        </w:r>
      </w:hyperlink>
    </w:p>
    <w:p w:rsidR="00661D8F" w:rsidRPr="00661D8F" w:rsidRDefault="00051EB6">
      <w:pPr>
        <w:pStyle w:val="11"/>
        <w:tabs>
          <w:tab w:val="right" w:leader="dot" w:pos="9488"/>
        </w:tabs>
        <w:rPr>
          <w:noProof/>
          <w:sz w:val="24"/>
          <w:szCs w:val="24"/>
        </w:rPr>
      </w:pPr>
      <w:hyperlink w:anchor="_Toc149498622" w:history="1">
        <w:r w:rsidR="00661D8F" w:rsidRPr="00661D8F">
          <w:rPr>
            <w:rStyle w:val="a9"/>
            <w:b/>
            <w:bCs/>
            <w:noProof/>
            <w:sz w:val="24"/>
            <w:szCs w:val="24"/>
          </w:rPr>
          <w:t xml:space="preserve">ГЛАВА  </w:t>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sym w:font="Symbol" w:char="F049"/>
        </w:r>
        <w:r w:rsidR="00661D8F" w:rsidRPr="00661D8F">
          <w:rPr>
            <w:rStyle w:val="a9"/>
            <w:b/>
            <w:bCs/>
            <w:noProof/>
            <w:sz w:val="24"/>
            <w:szCs w:val="24"/>
          </w:rPr>
          <w:t>.  СОВРЕМЕННОЕ  СОСТОЯНИЕ  И  ТЕНДЕНЦИИ  РАЗВИТИЯ  МАСОНСКОГО  ДВИЖЕНИЯ</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_Toc149498622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46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23" w:history="1">
        <w:r w:rsidR="00661D8F" w:rsidRPr="00661D8F">
          <w:rPr>
            <w:rStyle w:val="a9"/>
            <w:b/>
            <w:bCs/>
            <w:noProof/>
            <w:sz w:val="24"/>
            <w:szCs w:val="24"/>
          </w:rPr>
          <w:t xml:space="preserve">3.1.Масонство  в  </w:t>
        </w:r>
        <w:r w:rsidR="00661D8F" w:rsidRPr="00661D8F">
          <w:rPr>
            <w:rStyle w:val="a9"/>
            <w:b/>
            <w:bCs/>
            <w:noProof/>
            <w:sz w:val="24"/>
            <w:szCs w:val="24"/>
          </w:rPr>
          <w:sym w:font="Symbol" w:char="F043"/>
        </w:r>
        <w:r w:rsidR="00661D8F" w:rsidRPr="00661D8F">
          <w:rPr>
            <w:rStyle w:val="a9"/>
            <w:b/>
            <w:bCs/>
            <w:noProof/>
            <w:sz w:val="24"/>
            <w:szCs w:val="24"/>
          </w:rPr>
          <w:sym w:font="Symbol" w:char="F043"/>
        </w:r>
        <w:r w:rsidR="00661D8F" w:rsidRPr="00661D8F">
          <w:rPr>
            <w:rStyle w:val="a9"/>
            <w:b/>
            <w:bCs/>
            <w:noProof/>
            <w:sz w:val="24"/>
            <w:szCs w:val="24"/>
          </w:rPr>
          <w:t xml:space="preserve"> веке: общая  характеристика</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_Toc149498623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46</w:t>
        </w:r>
        <w:r w:rsidR="00661D8F" w:rsidRPr="00661D8F">
          <w:rPr>
            <w:noProof/>
            <w:webHidden/>
            <w:sz w:val="24"/>
            <w:szCs w:val="24"/>
          </w:rPr>
          <w:fldChar w:fldCharType="end"/>
        </w:r>
      </w:hyperlink>
    </w:p>
    <w:p w:rsidR="00661D8F" w:rsidRPr="00661D8F" w:rsidRDefault="00051EB6">
      <w:pPr>
        <w:pStyle w:val="25"/>
        <w:tabs>
          <w:tab w:val="right" w:leader="dot" w:pos="9488"/>
        </w:tabs>
        <w:rPr>
          <w:noProof/>
          <w:sz w:val="24"/>
          <w:szCs w:val="24"/>
        </w:rPr>
      </w:pPr>
      <w:hyperlink w:anchor="_Toc149498624" w:history="1">
        <w:r w:rsidR="00661D8F" w:rsidRPr="00661D8F">
          <w:rPr>
            <w:rStyle w:val="a9"/>
            <w:b/>
            <w:bCs/>
            <w:noProof/>
            <w:sz w:val="24"/>
            <w:szCs w:val="24"/>
          </w:rPr>
          <w:t>3.2.Концептуальная  модель  и  тенденции  развития  масонского  движения</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_Toc149498624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48</w:t>
        </w:r>
        <w:r w:rsidR="00661D8F" w:rsidRPr="00661D8F">
          <w:rPr>
            <w:noProof/>
            <w:webHidden/>
            <w:sz w:val="24"/>
            <w:szCs w:val="24"/>
          </w:rPr>
          <w:fldChar w:fldCharType="end"/>
        </w:r>
      </w:hyperlink>
    </w:p>
    <w:p w:rsidR="00661D8F" w:rsidRPr="00661D8F" w:rsidRDefault="00051EB6">
      <w:pPr>
        <w:pStyle w:val="11"/>
        <w:tabs>
          <w:tab w:val="right" w:leader="dot" w:pos="9488"/>
        </w:tabs>
        <w:rPr>
          <w:noProof/>
          <w:sz w:val="24"/>
          <w:szCs w:val="24"/>
        </w:rPr>
      </w:pPr>
      <w:hyperlink w:anchor="_Toc149498625" w:history="1">
        <w:r w:rsidR="00661D8F" w:rsidRPr="00661D8F">
          <w:rPr>
            <w:rStyle w:val="a9"/>
            <w:b/>
            <w:bCs/>
            <w:noProof/>
            <w:sz w:val="24"/>
            <w:szCs w:val="24"/>
          </w:rPr>
          <w:t>ЗАКЛЮЧЕНИЕ</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_Toc149498625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50</w:t>
        </w:r>
        <w:r w:rsidR="00661D8F" w:rsidRPr="00661D8F">
          <w:rPr>
            <w:noProof/>
            <w:webHidden/>
            <w:sz w:val="24"/>
            <w:szCs w:val="24"/>
          </w:rPr>
          <w:fldChar w:fldCharType="end"/>
        </w:r>
      </w:hyperlink>
    </w:p>
    <w:p w:rsidR="00661D8F" w:rsidRPr="00661D8F" w:rsidRDefault="00051EB6">
      <w:pPr>
        <w:pStyle w:val="11"/>
        <w:tabs>
          <w:tab w:val="right" w:leader="dot" w:pos="9488"/>
        </w:tabs>
        <w:rPr>
          <w:noProof/>
          <w:sz w:val="24"/>
          <w:szCs w:val="24"/>
        </w:rPr>
      </w:pPr>
      <w:hyperlink w:anchor="_Toc149498626" w:history="1">
        <w:r w:rsidR="00661D8F" w:rsidRPr="00661D8F">
          <w:rPr>
            <w:rStyle w:val="a9"/>
            <w:b/>
            <w:bCs/>
            <w:noProof/>
            <w:sz w:val="24"/>
            <w:szCs w:val="24"/>
          </w:rPr>
          <w:t>СПИСОК  ЛИТЕРАТУРЫ</w:t>
        </w:r>
        <w:r w:rsidR="00661D8F" w:rsidRPr="00661D8F">
          <w:rPr>
            <w:noProof/>
            <w:webHidden/>
            <w:sz w:val="24"/>
            <w:szCs w:val="24"/>
          </w:rPr>
          <w:tab/>
        </w:r>
        <w:r w:rsidR="00661D8F" w:rsidRPr="00661D8F">
          <w:rPr>
            <w:noProof/>
            <w:webHidden/>
            <w:sz w:val="24"/>
            <w:szCs w:val="24"/>
          </w:rPr>
          <w:fldChar w:fldCharType="begin"/>
        </w:r>
        <w:r w:rsidR="00661D8F" w:rsidRPr="00661D8F">
          <w:rPr>
            <w:noProof/>
            <w:webHidden/>
            <w:sz w:val="24"/>
            <w:szCs w:val="24"/>
          </w:rPr>
          <w:instrText xml:space="preserve"> PAGEREF _Toc149498626 \h </w:instrText>
        </w:r>
        <w:r w:rsidR="00661D8F" w:rsidRPr="00661D8F">
          <w:rPr>
            <w:noProof/>
            <w:webHidden/>
            <w:sz w:val="24"/>
            <w:szCs w:val="24"/>
          </w:rPr>
        </w:r>
        <w:r w:rsidR="00661D8F" w:rsidRPr="00661D8F">
          <w:rPr>
            <w:noProof/>
            <w:webHidden/>
            <w:sz w:val="24"/>
            <w:szCs w:val="24"/>
          </w:rPr>
          <w:fldChar w:fldCharType="separate"/>
        </w:r>
        <w:r w:rsidR="00661D8F" w:rsidRPr="00661D8F">
          <w:rPr>
            <w:noProof/>
            <w:webHidden/>
            <w:sz w:val="24"/>
            <w:szCs w:val="24"/>
          </w:rPr>
          <w:t>52</w:t>
        </w:r>
        <w:r w:rsidR="00661D8F" w:rsidRPr="00661D8F">
          <w:rPr>
            <w:noProof/>
            <w:webHidden/>
            <w:sz w:val="24"/>
            <w:szCs w:val="24"/>
          </w:rPr>
          <w:fldChar w:fldCharType="end"/>
        </w:r>
      </w:hyperlink>
    </w:p>
    <w:p w:rsidR="006A7810" w:rsidRDefault="00661D8F">
      <w:pPr>
        <w:spacing w:line="360" w:lineRule="auto"/>
        <w:ind w:firstLine="720"/>
        <w:rPr>
          <w:sz w:val="24"/>
          <w:szCs w:val="24"/>
        </w:rPr>
      </w:pPr>
      <w:r w:rsidRPr="00661D8F">
        <w:rPr>
          <w:sz w:val="24"/>
          <w:szCs w:val="24"/>
        </w:rPr>
        <w:fldChar w:fldCharType="end"/>
      </w:r>
    </w:p>
    <w:p w:rsidR="007D096A" w:rsidRDefault="002D3FA9">
      <w:pPr>
        <w:pStyle w:val="1"/>
        <w:rPr>
          <w:b/>
          <w:bCs/>
          <w:sz w:val="28"/>
          <w:szCs w:val="28"/>
        </w:rPr>
      </w:pPr>
      <w:r>
        <w:rPr>
          <w:b/>
          <w:bCs/>
          <w:sz w:val="28"/>
          <w:szCs w:val="28"/>
        </w:rPr>
        <w:br w:type="page"/>
      </w:r>
      <w:bookmarkStart w:id="0" w:name="_Toc149498600"/>
      <w:r w:rsidR="007D096A">
        <w:rPr>
          <w:b/>
          <w:bCs/>
          <w:sz w:val="28"/>
          <w:szCs w:val="28"/>
        </w:rPr>
        <w:t>ВВЕДЕНИЕ</w:t>
      </w:r>
      <w:bookmarkEnd w:id="0"/>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jc w:val="both"/>
        <w:rPr>
          <w:sz w:val="24"/>
          <w:szCs w:val="24"/>
        </w:rPr>
      </w:pPr>
      <w:r>
        <w:rPr>
          <w:sz w:val="24"/>
          <w:szCs w:val="24"/>
        </w:rPr>
        <w:t>Интерес  к  проблеме  масонства  обусловлен  многими  причинами  и  не  иссякает  на  протяжении  ряда  столетий, приобретая  лишь  качественно  новые  черты. Это  обусловлено  главным  образом  тем, что  среди  ученых, общественных, религиозных  и  по</w:t>
      </w:r>
      <w:r w:rsidR="00560A3B">
        <w:rPr>
          <w:sz w:val="24"/>
          <w:szCs w:val="24"/>
        </w:rPr>
        <w:t>литических  деятелей  не  было,</w:t>
      </w:r>
      <w:r>
        <w:rPr>
          <w:sz w:val="24"/>
          <w:szCs w:val="24"/>
        </w:rPr>
        <w:t xml:space="preserve"> и  нет  единства  во  взглядах  на  роль, значение  и  влияние  масонского  движения  на  развитие  мировых  общественно-политических  систем, а также  на  причины, время  возникновения  и  цели  масонства.  Порой  эти  разногласия  выходят  за  рамки  научных  дискуссий  и  перерастают  в  настоящую  конфронтацию  сторонников  и  противников  масонского  движения, в споры  о  прошлом  и  будущем  человечества.  Наиболее  острый  характер  эти  разногласия  приобретают  всякий  раз, когда  разговор  касается  России, влияния  масонства  на  ход ее  историческ</w:t>
      </w:r>
      <w:r w:rsidR="00560A3B">
        <w:rPr>
          <w:sz w:val="24"/>
          <w:szCs w:val="24"/>
        </w:rPr>
        <w:t>ого  развития.  Хотя,  так</w:t>
      </w:r>
      <w:r>
        <w:rPr>
          <w:sz w:val="24"/>
          <w:szCs w:val="24"/>
        </w:rPr>
        <w:t xml:space="preserve"> или  иначе</w:t>
      </w:r>
      <w:r w:rsidR="00560A3B">
        <w:rPr>
          <w:sz w:val="24"/>
          <w:szCs w:val="24"/>
        </w:rPr>
        <w:t>,  все исследователи  остаются едины</w:t>
      </w:r>
      <w:r>
        <w:rPr>
          <w:sz w:val="24"/>
          <w:szCs w:val="24"/>
        </w:rPr>
        <w:t xml:space="preserve"> во  мнении, что  однознач</w:t>
      </w:r>
      <w:r w:rsidR="00560A3B">
        <w:rPr>
          <w:sz w:val="24"/>
          <w:szCs w:val="24"/>
        </w:rPr>
        <w:t>ные  подходы  к</w:t>
      </w:r>
      <w:r>
        <w:rPr>
          <w:sz w:val="24"/>
          <w:szCs w:val="24"/>
        </w:rPr>
        <w:t xml:space="preserve"> изучению  феномена  масонства, перспектив  его  будущего  развития, не  приемлемы.</w:t>
      </w:r>
    </w:p>
    <w:p w:rsidR="007D096A" w:rsidRDefault="00560A3B" w:rsidP="00560A3B">
      <w:pPr>
        <w:spacing w:line="360" w:lineRule="auto"/>
        <w:ind w:firstLine="720"/>
        <w:jc w:val="both"/>
        <w:rPr>
          <w:sz w:val="24"/>
          <w:szCs w:val="24"/>
        </w:rPr>
      </w:pPr>
      <w:r>
        <w:rPr>
          <w:sz w:val="24"/>
          <w:szCs w:val="24"/>
        </w:rPr>
        <w:t xml:space="preserve">Масонство </w:t>
      </w:r>
      <w:r w:rsidR="007D096A">
        <w:rPr>
          <w:sz w:val="24"/>
          <w:szCs w:val="24"/>
        </w:rPr>
        <w:t>является  ярчайшим  явлением,  как  в  религиозном, так  и  в  политическом  отношении.</w:t>
      </w:r>
      <w:r>
        <w:rPr>
          <w:sz w:val="24"/>
          <w:szCs w:val="24"/>
        </w:rPr>
        <w:t xml:space="preserve"> </w:t>
      </w:r>
      <w:r w:rsidR="007D096A">
        <w:rPr>
          <w:sz w:val="24"/>
          <w:szCs w:val="24"/>
        </w:rPr>
        <w:t>О  времени  основания  масонского  ордена  существует  много  версий, они  дискутируются  даже  в  самом  масонстве.</w:t>
      </w:r>
      <w:r>
        <w:rPr>
          <w:sz w:val="24"/>
          <w:szCs w:val="24"/>
        </w:rPr>
        <w:t xml:space="preserve"> </w:t>
      </w:r>
      <w:r w:rsidR="007D096A">
        <w:rPr>
          <w:sz w:val="24"/>
          <w:szCs w:val="24"/>
        </w:rPr>
        <w:t>Одни  говорят  о  Кельнской  хартии  1553  года, подписанной  делегатами  19  лож, активными  деятелями  Реформации.  По  словам  хартии, масонский  орден  не  происходит  от  какого-либо  другого  общества, а  древнее  их  всех  и  ведет  свое  начало  чуть  ли  не  от  учеников  Иоанна  Крестителя.  До  1440  года  общество  даже  называлось  по  этой  версии – «Общество  братьев  Иоанна».</w:t>
      </w:r>
    </w:p>
    <w:p w:rsidR="007D096A" w:rsidRDefault="007D096A">
      <w:pPr>
        <w:spacing w:line="360" w:lineRule="auto"/>
        <w:ind w:firstLine="720"/>
        <w:jc w:val="both"/>
        <w:rPr>
          <w:sz w:val="24"/>
          <w:szCs w:val="24"/>
        </w:rPr>
      </w:pPr>
      <w:r>
        <w:rPr>
          <w:sz w:val="24"/>
          <w:szCs w:val="24"/>
        </w:rPr>
        <w:t>Другие  объявляют  невольным  основателем  Ордена  Розового  Креста  /Розенкрейцеров/  Жанна  Валентина  Андреа,  адельсбергского  аббата  /1586-1654/. Герой  его  романов  будто  открыл  тайну  человечества  и  основал  школу, имевшую  целью  облагодетельствовать  людей  истинной  религией на  основе  интернационализма. А  по  образу  описанных  в  романах  тайных  школ  в  Англии  и  Германии  стали  основываться  действительные  ложи  розенкрейцеров.  Эти  ложи  организовал  в  1650  году  Элиас  Ашмоль  /1617-1692/ - основатель  общества, имеющего  целью  построить  Храм  Соломона,  и  одновременно  он  был,  главой  Лондонской  католической  лиги.  Общество  в политическом  отношении  стремилось  восстановить  католическую  династию  Стюартов.</w:t>
      </w:r>
    </w:p>
    <w:p w:rsidR="007D096A" w:rsidRDefault="007D096A">
      <w:pPr>
        <w:spacing w:line="360" w:lineRule="auto"/>
        <w:ind w:firstLine="720"/>
        <w:jc w:val="both"/>
        <w:rPr>
          <w:sz w:val="24"/>
          <w:szCs w:val="24"/>
        </w:rPr>
      </w:pPr>
      <w:r>
        <w:rPr>
          <w:sz w:val="24"/>
          <w:szCs w:val="24"/>
        </w:rPr>
        <w:t>Голубое  масонство, представляющее  третье  мнение, отрицает  появление  его  ранее  1717  года.  Считается, что  именно  в  этом  году  ложи  каменщиков  уже  совершенно  освободились  от  рабочих  и  состояли почти  исключительно  из  интеллигенции.</w:t>
      </w:r>
    </w:p>
    <w:p w:rsidR="007D096A" w:rsidRDefault="007D096A">
      <w:pPr>
        <w:spacing w:line="360" w:lineRule="auto"/>
        <w:ind w:firstLine="720"/>
        <w:jc w:val="both"/>
        <w:rPr>
          <w:sz w:val="24"/>
          <w:szCs w:val="24"/>
        </w:rPr>
      </w:pPr>
      <w:r>
        <w:rPr>
          <w:sz w:val="24"/>
          <w:szCs w:val="24"/>
        </w:rPr>
        <w:t xml:space="preserve">Как  бы  там  ни  было  в  действительности, утверждать  можно  лишь  </w:t>
      </w:r>
      <w:r w:rsidR="00EB7547">
        <w:rPr>
          <w:sz w:val="24"/>
          <w:szCs w:val="24"/>
        </w:rPr>
        <w:t>одно:</w:t>
      </w:r>
      <w:r>
        <w:rPr>
          <w:sz w:val="24"/>
          <w:szCs w:val="24"/>
        </w:rPr>
        <w:t xml:space="preserve"> масонство  вобрало  в  себя  множество  предшествовавших  ему  еретических  учений  древних  гностиков, манихеев, всевозможных  средневековых  ересей, тамплиеров, протестантов  всех  толков, английских  мыслителей  типа  Болингброка  и  Томаса  Мора, алхимиков, каббалистов  и  т.п.  Масонство  явилось  на  свет  как  квинтэссенция  всех  этих  учений, как  антицерковь  нового  времени, в  которой  эти  учения  получили  синкретическое  завершение.</w:t>
      </w:r>
    </w:p>
    <w:p w:rsidR="007D096A" w:rsidRDefault="007D096A">
      <w:pPr>
        <w:spacing w:line="360" w:lineRule="auto"/>
        <w:ind w:firstLine="720"/>
        <w:jc w:val="both"/>
        <w:rPr>
          <w:sz w:val="24"/>
          <w:szCs w:val="24"/>
        </w:rPr>
      </w:pPr>
      <w:r>
        <w:rPr>
          <w:sz w:val="24"/>
          <w:szCs w:val="24"/>
        </w:rPr>
        <w:t xml:space="preserve">Главной  особенностью  масонства  является  то, что,  будучи  тайным  обществом, они во  многом  недосягаемо  для  исторического  исследования, так  как  действует,  открыто  на  исторической  сцене  очень  редко, не  оставляя, таким  образом, большого  материала  для   анализа  историка. Занимавшийся  западными  еретическими  учениями  профессор  Киевской  Духовной  академии  Афанасий  Иванович  Булгаков, прикоснувшись  в  начале  </w:t>
      </w:r>
      <w:r>
        <w:rPr>
          <w:sz w:val="24"/>
          <w:szCs w:val="24"/>
        </w:rPr>
        <w:sym w:font="Symbol" w:char="F043"/>
      </w:r>
      <w:r>
        <w:rPr>
          <w:sz w:val="24"/>
          <w:szCs w:val="24"/>
        </w:rPr>
        <w:sym w:font="Symbol" w:char="F043"/>
      </w:r>
      <w:r>
        <w:rPr>
          <w:sz w:val="24"/>
          <w:szCs w:val="24"/>
        </w:rPr>
        <w:t xml:space="preserve"> века  к  феномену  масонства, пришел  к  неутешительному  для  историка  выводу.  «Редкое  из  явлений  исторической  жизни, - писал  он, - в сущности  своей  окутано  такой  таинственностью, как  франкмасонство.  Можно  перечитать  множество  книг, написанных  для  ознакомления  с  ним; можно  переслушать  рассказы   десятков  лиц  о  нем  и все-таки  не  быть  в  состоянии  дать  ответ  на  вопрос: что  же  такое  франкмасонство?  Несомненно,  только  то, что  это  есть  тайное  общество  людей, и  тайное  не  потому, что  оно  скрывает  свою  деятельность  от  взоров  людских, нет!  Оно  тайное  потому, что  оно  скрывает  сущность  своих  целей  и  средства к  достижению  их».</w:t>
      </w:r>
      <w:r>
        <w:rPr>
          <w:rStyle w:val="a5"/>
          <w:sz w:val="24"/>
          <w:szCs w:val="24"/>
        </w:rPr>
        <w:footnoteReference w:id="1"/>
      </w:r>
    </w:p>
    <w:p w:rsidR="007D096A" w:rsidRDefault="007D096A">
      <w:pPr>
        <w:spacing w:line="360" w:lineRule="auto"/>
        <w:ind w:firstLine="720"/>
        <w:jc w:val="both"/>
        <w:rPr>
          <w:sz w:val="24"/>
          <w:szCs w:val="24"/>
        </w:rPr>
      </w:pPr>
      <w:r>
        <w:rPr>
          <w:sz w:val="24"/>
          <w:szCs w:val="24"/>
        </w:rPr>
        <w:t xml:space="preserve">Масонство, как  и  всюду,  проникало  в  Россию  из  Англии.  В конце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t xml:space="preserve"> и  начале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в  Московское  царство  неудержимо  хлынули  представители  и  произведения   западноевропейской  цивилизации – от  техников  и  инструментов  до  книг  и  философов  включительно. По  словам  масонского,  предания, первая  ложа  возникла  в  Москве  еще  в  царствование  Алексея  Михайловича.  Главным  образом  масонские  ложи  возникли  в  России  после  возвращения  Петра  1  из  первого  заграничного  путешествия  в  последние  годы</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t xml:space="preserve"> века.  Есть  мнение, что  масонство  в  России  ввел  сам  Петр.  Впрочем, в  истории  русской  культуры  нет, кажется, более  запутанного  и  сложного  вопроса, чем  вопрос  о  происхождении  и  развитии  масонства  в  России.  В  особенности  это  справедливо  относительно  масонства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то  есть как  раз  того  времени, когда  оно  играло  значительную  роль  в  ходе  нашего  исторического  развития.  Главным  затруднением  при  попытке  исследователя  составить  себе  сколько-нибудь отечественное  представление  о   последовательном   развитии  русского  масонского  движения  является  крайняя  бедность  архивного  материала, касающегося  «внешней  истории  ордена» в  России.  Связанные  предписанной  орденскими  законами   тайной, русские  масоны  оставляли  чрезвычайно  мало  следов  организационной  работы, да  и  из  оставшихся  материалов  большая  часть  была  уничтожена  с  наступлением  трудных  времен  «гонения» на  братство.</w:t>
      </w:r>
    </w:p>
    <w:p w:rsidR="007D096A" w:rsidRDefault="007D096A">
      <w:pPr>
        <w:spacing w:line="360" w:lineRule="auto"/>
        <w:ind w:firstLine="720"/>
        <w:jc w:val="both"/>
        <w:rPr>
          <w:sz w:val="24"/>
          <w:szCs w:val="24"/>
        </w:rPr>
      </w:pPr>
      <w:r>
        <w:rPr>
          <w:sz w:val="24"/>
          <w:szCs w:val="24"/>
        </w:rPr>
        <w:t>Сложность  рассмотрения  данной  проблематики  состоит  также  в  том, что  тема  масонства  в  мировой  и  отечественной  историографии  всегда  несет  в  себе след  субъективного  отношения  к  ней  того  или  иного  историка.</w:t>
      </w:r>
    </w:p>
    <w:p w:rsidR="007D096A" w:rsidRDefault="007D096A">
      <w:pPr>
        <w:spacing w:line="360" w:lineRule="auto"/>
        <w:ind w:firstLine="720"/>
        <w:jc w:val="both"/>
        <w:rPr>
          <w:sz w:val="24"/>
          <w:szCs w:val="24"/>
        </w:rPr>
      </w:pPr>
      <w:r>
        <w:rPr>
          <w:sz w:val="24"/>
          <w:szCs w:val="24"/>
        </w:rPr>
        <w:t xml:space="preserve">Можно  по  разному  относиться  к  масонству, но  нельзя  не  признавать  его притягательности   для  когорты  замечательных  людей, ставших  совестью  человечества.  Здесь  и  основатели  США   Франклин  и  Вашингтон, выдающиеся  мыслители  Монтескье  и  Вольтер, писатели  Гете  и  Лессинг, философы  Фихте  и  Гердер, композиторы  Моцарт, Бетховен, Гайдн, русские  полководцы  Суворов  и  Кутузов,  государственные  деятели  и  писатель  Грибоедов, величайший  поэт  России – Пушкин, деятели  освободительных  движений – Мадзини, Гарибальди, Миранда, Боливар, революционеры  Луи  Блан, Прудон, Бланки, Бакунин, братья  Реклю.  А  в </w:t>
      </w:r>
      <w:r>
        <w:rPr>
          <w:sz w:val="24"/>
          <w:szCs w:val="24"/>
        </w:rPr>
        <w:sym w:font="Symbol" w:char="F043"/>
      </w:r>
      <w:r>
        <w:rPr>
          <w:sz w:val="24"/>
          <w:szCs w:val="24"/>
        </w:rPr>
        <w:sym w:font="Symbol" w:char="F043"/>
      </w:r>
      <w:r>
        <w:rPr>
          <w:sz w:val="24"/>
          <w:szCs w:val="24"/>
        </w:rPr>
        <w:t xml:space="preserve"> веке  к  ним  относятся  Мустафа  Кемаль  Аттатюрк, Ф.Д.Рузвельт, Альенде,  Рабиндранат  Тагор, первый  космонавт  на  Луне  Олдрин,  музыканты  Армстронг  и  Дюк  Эллингтон, не  говоря  уже  о  сотнях  других  </w:t>
      </w:r>
      <w:r w:rsidR="006A7810">
        <w:rPr>
          <w:sz w:val="24"/>
          <w:szCs w:val="24"/>
        </w:rPr>
        <w:t>известных имен.  Их  объединяла</w:t>
      </w:r>
      <w:r>
        <w:rPr>
          <w:sz w:val="24"/>
          <w:szCs w:val="24"/>
        </w:rPr>
        <w:t xml:space="preserve"> страстная  вера  в  идеалы  свободы  и  справедливости, незыблемость  универсальных  прав  человека</w:t>
      </w:r>
      <w:r w:rsidR="006A7810">
        <w:rPr>
          <w:sz w:val="24"/>
          <w:szCs w:val="24"/>
        </w:rPr>
        <w:t>.</w:t>
      </w:r>
    </w:p>
    <w:p w:rsidR="007D096A" w:rsidRDefault="007D096A">
      <w:pPr>
        <w:spacing w:line="360" w:lineRule="auto"/>
        <w:ind w:firstLine="720"/>
        <w:jc w:val="both"/>
        <w:rPr>
          <w:sz w:val="24"/>
          <w:szCs w:val="24"/>
        </w:rPr>
      </w:pPr>
      <w:r>
        <w:rPr>
          <w:sz w:val="24"/>
          <w:szCs w:val="24"/>
        </w:rPr>
        <w:t>Учитывая  всю  сложность  и  многогранность  рассматриваемой  проблемы, в  данном  дипломном  исследовании предпринята  попытка  постижения  важнейших  срезов  масонского  феномена  вообще, и  масонского  движения  в  России, в  частности, без  идеологических  наслоений  и  мистики, при  соблюдении  должной  объективности.</w:t>
      </w:r>
    </w:p>
    <w:p w:rsidR="007D096A" w:rsidRDefault="007D096A" w:rsidP="00877888">
      <w:pPr>
        <w:spacing w:line="360" w:lineRule="auto"/>
        <w:ind w:firstLine="720"/>
        <w:jc w:val="both"/>
        <w:rPr>
          <w:sz w:val="24"/>
          <w:szCs w:val="24"/>
        </w:rPr>
      </w:pPr>
      <w:r>
        <w:rPr>
          <w:sz w:val="24"/>
          <w:szCs w:val="24"/>
        </w:rPr>
        <w:t xml:space="preserve">ЦЕЛЬ  дипломного  исследования – рассмотреть  причины  возникновения  масонского  движения  в России, его  цели, задачи, символику; охарактеризовать  наиболее  ярких  представителей   русского  масонства, а также  </w:t>
      </w:r>
      <w:r w:rsidR="006A7810">
        <w:rPr>
          <w:sz w:val="24"/>
          <w:szCs w:val="24"/>
        </w:rPr>
        <w:t xml:space="preserve">его </w:t>
      </w:r>
      <w:r>
        <w:rPr>
          <w:sz w:val="24"/>
          <w:szCs w:val="24"/>
        </w:rPr>
        <w:t>противников</w:t>
      </w:r>
      <w:r w:rsidR="006A7810">
        <w:rPr>
          <w:sz w:val="24"/>
          <w:szCs w:val="24"/>
        </w:rPr>
        <w:t>.</w:t>
      </w:r>
    </w:p>
    <w:p w:rsidR="007D096A" w:rsidRDefault="007D096A" w:rsidP="006A7810">
      <w:pPr>
        <w:spacing w:line="360" w:lineRule="auto"/>
        <w:ind w:firstLine="720"/>
        <w:rPr>
          <w:sz w:val="24"/>
          <w:szCs w:val="24"/>
        </w:rPr>
      </w:pPr>
      <w:r>
        <w:rPr>
          <w:sz w:val="24"/>
          <w:szCs w:val="24"/>
        </w:rPr>
        <w:t>О</w:t>
      </w:r>
      <w:r w:rsidR="00877888">
        <w:rPr>
          <w:sz w:val="24"/>
          <w:szCs w:val="24"/>
        </w:rPr>
        <w:t>бъект  исследования  - масонство</w:t>
      </w:r>
      <w:r>
        <w:rPr>
          <w:sz w:val="24"/>
          <w:szCs w:val="24"/>
        </w:rPr>
        <w:t xml:space="preserve">  в России.</w:t>
      </w:r>
    </w:p>
    <w:p w:rsidR="007D096A" w:rsidRDefault="007D096A" w:rsidP="00877888">
      <w:pPr>
        <w:spacing w:line="360" w:lineRule="auto"/>
        <w:ind w:firstLine="720"/>
        <w:jc w:val="both"/>
        <w:rPr>
          <w:sz w:val="24"/>
          <w:szCs w:val="24"/>
        </w:rPr>
      </w:pPr>
      <w:r>
        <w:rPr>
          <w:sz w:val="24"/>
          <w:szCs w:val="24"/>
        </w:rPr>
        <w:t>Предмет  исследования  - возникновение  и  особенности  развития  мирового  движения</w:t>
      </w:r>
      <w:r w:rsidR="00877888">
        <w:rPr>
          <w:sz w:val="24"/>
          <w:szCs w:val="24"/>
        </w:rPr>
        <w:t xml:space="preserve"> масонства</w:t>
      </w:r>
      <w:r>
        <w:rPr>
          <w:sz w:val="24"/>
          <w:szCs w:val="24"/>
        </w:rPr>
        <w:t>; цели, задачи, символика  и  обрядность, его  гуманистический  характер.</w:t>
      </w:r>
    </w:p>
    <w:p w:rsidR="007D096A" w:rsidRDefault="007D096A" w:rsidP="00877888">
      <w:pPr>
        <w:spacing w:line="360" w:lineRule="auto"/>
        <w:ind w:firstLine="720"/>
        <w:jc w:val="both"/>
        <w:rPr>
          <w:sz w:val="24"/>
          <w:szCs w:val="24"/>
        </w:rPr>
      </w:pPr>
      <w:r>
        <w:rPr>
          <w:sz w:val="24"/>
          <w:szCs w:val="24"/>
        </w:rPr>
        <w:t>Теоретической  базой  исследования  послужили  труды  Н.Е.Маркова,  Т.О.Соколовской, И.Г.Финделя, Р.Ю.Виппера, С.И.Трубецкого, А.А.Борового, Т.А.Бакуниной, ВА.А.Корнилова, В.В.Розанова, О.Ф.Соловтьева, В.Ф.Иванова, О.А.Платонова  и  других  исследователей, общественных  и  политических  деятелей.</w:t>
      </w:r>
    </w:p>
    <w:p w:rsidR="007D096A" w:rsidRPr="006A7810" w:rsidRDefault="007D096A" w:rsidP="006A7810">
      <w:pPr>
        <w:pStyle w:val="1"/>
        <w:rPr>
          <w:b/>
          <w:bCs/>
          <w:sz w:val="28"/>
          <w:szCs w:val="28"/>
        </w:rPr>
      </w:pPr>
      <w:r>
        <w:rPr>
          <w:b/>
          <w:bCs/>
          <w:sz w:val="28"/>
          <w:szCs w:val="28"/>
        </w:rPr>
        <w:br w:type="page"/>
      </w:r>
      <w:bookmarkStart w:id="1" w:name="_Toc149498601"/>
      <w:r w:rsidRPr="006A7810">
        <w:rPr>
          <w:b/>
          <w:bCs/>
          <w:sz w:val="28"/>
          <w:szCs w:val="28"/>
        </w:rPr>
        <w:t>ГЛАВА  1.    ОБЩАЯ   ИСТОРИЯ  МАСОНСТВА</w:t>
      </w:r>
      <w:bookmarkEnd w:id="1"/>
    </w:p>
    <w:p w:rsidR="007D096A" w:rsidRDefault="007D096A">
      <w:pPr>
        <w:spacing w:line="360" w:lineRule="auto"/>
        <w:ind w:firstLine="720"/>
        <w:rPr>
          <w:sz w:val="24"/>
          <w:szCs w:val="24"/>
        </w:rPr>
      </w:pPr>
    </w:p>
    <w:p w:rsidR="007D096A" w:rsidRPr="006A7810" w:rsidRDefault="006A7810" w:rsidP="006A7810">
      <w:pPr>
        <w:pStyle w:val="2"/>
        <w:ind w:firstLine="0"/>
        <w:jc w:val="center"/>
        <w:rPr>
          <w:b/>
          <w:bCs/>
        </w:rPr>
      </w:pPr>
      <w:bookmarkStart w:id="2" w:name="_Toc149498602"/>
      <w:r>
        <w:rPr>
          <w:b/>
          <w:bCs/>
        </w:rPr>
        <w:t xml:space="preserve">1.1. </w:t>
      </w:r>
      <w:r w:rsidR="007D096A" w:rsidRPr="006A7810">
        <w:rPr>
          <w:b/>
          <w:bCs/>
        </w:rPr>
        <w:t>Происхождение  масонства</w:t>
      </w:r>
      <w:bookmarkEnd w:id="2"/>
    </w:p>
    <w:p w:rsidR="007D096A" w:rsidRDefault="007D096A" w:rsidP="002D3FA9">
      <w:pPr>
        <w:spacing w:line="360" w:lineRule="auto"/>
        <w:rPr>
          <w:sz w:val="24"/>
          <w:szCs w:val="24"/>
        </w:rPr>
      </w:pPr>
    </w:p>
    <w:p w:rsidR="007D096A" w:rsidRDefault="007D096A" w:rsidP="002D3FA9">
      <w:pPr>
        <w:spacing w:line="360" w:lineRule="auto"/>
        <w:ind w:firstLine="720"/>
        <w:jc w:val="both"/>
        <w:rPr>
          <w:sz w:val="24"/>
          <w:szCs w:val="24"/>
        </w:rPr>
      </w:pPr>
      <w:r>
        <w:rPr>
          <w:sz w:val="24"/>
          <w:szCs w:val="24"/>
        </w:rPr>
        <w:t xml:space="preserve">Происхождение  масонства  тонет,  в  легендах,  которые  создавались  впоследствии  и   тем  самым  затемняют,  первоначальные  основы.  Мы  не  будем  углубляться  в  мифы  и  начнем  изложение  материала с того  времени, когда  выявляется  сущность  масонства,  и  оно  становится  доступным  исследователям.  Такой гранью  принято  считать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t xml:space="preserve">  столетие.</w:t>
      </w:r>
      <w:r>
        <w:rPr>
          <w:rStyle w:val="a5"/>
          <w:sz w:val="24"/>
          <w:szCs w:val="24"/>
        </w:rPr>
        <w:footnoteReference w:id="2"/>
      </w:r>
    </w:p>
    <w:p w:rsidR="007D096A" w:rsidRDefault="007D096A" w:rsidP="002D3FA9">
      <w:pPr>
        <w:spacing w:line="360" w:lineRule="auto"/>
        <w:ind w:firstLine="720"/>
        <w:jc w:val="both"/>
        <w:rPr>
          <w:sz w:val="24"/>
          <w:szCs w:val="24"/>
        </w:rPr>
      </w:pPr>
      <w:r>
        <w:rPr>
          <w:sz w:val="24"/>
          <w:szCs w:val="24"/>
        </w:rPr>
        <w:t xml:space="preserve">Орден  франкмасонов  ведет  свою  родословную  от  лондонского  клуба  начала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Документальные  сведения  о  нем   довольно  скудны.  Даже  первоначальный  факт  его  истории  был  установлен   научной  критикой  не  без  труда.</w:t>
      </w:r>
    </w:p>
    <w:p w:rsidR="007D096A" w:rsidRDefault="007D096A" w:rsidP="002D3FA9">
      <w:pPr>
        <w:spacing w:line="360" w:lineRule="auto"/>
        <w:ind w:firstLine="720"/>
        <w:jc w:val="both"/>
        <w:rPr>
          <w:sz w:val="24"/>
          <w:szCs w:val="24"/>
        </w:rPr>
      </w:pPr>
      <w:r>
        <w:rPr>
          <w:sz w:val="24"/>
          <w:szCs w:val="24"/>
        </w:rPr>
        <w:t xml:space="preserve">Начало  полному  и  систематическому  изучению  всех  относящихся  к  прошлому  масонства  документов  и  к  окончательному освобождению  масонской  истории  от  фантастических  гипотез  было  положено  немецким  историком  Бегеманом  и  англичанином  Гудом, труды, которых – «Краткая  история  франкмасонства»  и  «Доисторический  период  и   начало  франкмасонства  в  Англии»  появились  в  самом  начале  </w:t>
      </w:r>
      <w:r>
        <w:rPr>
          <w:sz w:val="24"/>
          <w:szCs w:val="24"/>
        </w:rPr>
        <w:sym w:font="Symbol" w:char="F043"/>
      </w:r>
      <w:r>
        <w:rPr>
          <w:sz w:val="24"/>
          <w:szCs w:val="24"/>
        </w:rPr>
        <w:sym w:font="Symbol" w:char="F043"/>
      </w:r>
      <w:r>
        <w:rPr>
          <w:sz w:val="24"/>
          <w:szCs w:val="24"/>
        </w:rPr>
        <w:t xml:space="preserve"> века.</w:t>
      </w:r>
    </w:p>
    <w:p w:rsidR="007D096A" w:rsidRDefault="007D096A" w:rsidP="002D3FA9">
      <w:pPr>
        <w:spacing w:line="360" w:lineRule="auto"/>
        <w:ind w:firstLine="720"/>
        <w:jc w:val="both"/>
        <w:rPr>
          <w:sz w:val="24"/>
          <w:szCs w:val="24"/>
        </w:rPr>
      </w:pPr>
      <w:r>
        <w:rPr>
          <w:sz w:val="24"/>
          <w:szCs w:val="24"/>
        </w:rPr>
        <w:t xml:space="preserve">Слово  «франкмасон» свободный  каменщик/  пришло  из  английского  в   другие  европейские  языки  уже,  после  того как  оно  потеряло  в  Англии  свой   первоначальный   смысл и  определить  его  происхождение  сложно.  До  последней    четверти  прошлого  века  термин  «франкмасон»  противопоставляли  термину «масон»  как обозначающий  не  каменщиков-рабочих,  а  каменщиков-мыслителей. В  частности, в  них  видели  то  «рыцарей  Храма», скрывшихся  под  маскою  франкмасонства  после  разгрома  их  ордена  Филиппом  Красивым, то  группу  ученых  и  философов, вступивших  в  масонский  цех, чтобы  скрыть  от  враждебно  настроенного  к  ним  правительства  свои  гуманитарно-филантропические  цели.  Однако  документы  позволяют  считать  предтечами  современных  франкмасонов  настоящих  каменщиков, а  слово  «свободный» имело  первоначально  профессионально-ремесленное, а  не  социальное  значение.  Уже  в  </w:t>
      </w:r>
      <w:r>
        <w:rPr>
          <w:sz w:val="24"/>
          <w:szCs w:val="24"/>
        </w:rPr>
        <w:sym w:font="Symbol" w:char="F043"/>
      </w:r>
      <w:r>
        <w:rPr>
          <w:sz w:val="24"/>
          <w:szCs w:val="24"/>
        </w:rPr>
        <w:sym w:font="Symbol" w:char="F049"/>
      </w:r>
      <w:r>
        <w:rPr>
          <w:sz w:val="24"/>
          <w:szCs w:val="24"/>
        </w:rPr>
        <w:sym w:font="Symbol" w:char="F055"/>
      </w:r>
      <w:r>
        <w:rPr>
          <w:sz w:val="24"/>
          <w:szCs w:val="24"/>
        </w:rPr>
        <w:t xml:space="preserve">  веке  цехи  каменщиков  называются  то  просто  масонскими, то  франкмасонскими.  Когда  старинные  братства  каменщиков  выделились  в  особую  от  цеха  организацию, получившую  известную  популярность  среди  высших  классов  общества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t xml:space="preserve"> в./, она  удержала  за  собой  название  франкмасонов, предоставив  цеховой  организации  называться  просто  масонами.</w:t>
      </w:r>
    </w:p>
    <w:p w:rsidR="007D096A" w:rsidRDefault="007D096A" w:rsidP="00D34935">
      <w:pPr>
        <w:spacing w:line="360" w:lineRule="auto"/>
        <w:ind w:firstLine="720"/>
        <w:jc w:val="both"/>
        <w:rPr>
          <w:sz w:val="24"/>
          <w:szCs w:val="24"/>
        </w:rPr>
      </w:pPr>
      <w:r>
        <w:rPr>
          <w:sz w:val="24"/>
          <w:szCs w:val="24"/>
        </w:rPr>
        <w:t xml:space="preserve">Если  старые  организации  каменщиков  были  номинальными  предками  масонства, то  истинными, духовными  предками  его  были,  несомненно,  представители  европейской  интеллигенции: алхимики  и  утописты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t xml:space="preserve">  века.</w:t>
      </w:r>
    </w:p>
    <w:p w:rsidR="007D096A" w:rsidRDefault="007D096A" w:rsidP="00D34935">
      <w:pPr>
        <w:spacing w:line="360" w:lineRule="auto"/>
        <w:ind w:firstLine="720"/>
        <w:jc w:val="both"/>
        <w:rPr>
          <w:sz w:val="24"/>
          <w:szCs w:val="24"/>
        </w:rPr>
      </w:pPr>
      <w:r>
        <w:rPr>
          <w:sz w:val="24"/>
          <w:szCs w:val="24"/>
        </w:rPr>
        <w:t xml:space="preserve">История  старых  организаций  каменщиков  тесно  связана  с  общей   историей  ремесленных  гильдий  и  братств.  Появление  первых  ремесленных  гильдий  относится  в  Англии  еще  к  началу  </w:t>
      </w:r>
      <w:r>
        <w:rPr>
          <w:sz w:val="24"/>
          <w:szCs w:val="24"/>
        </w:rPr>
        <w:sym w:font="Symbol" w:char="F043"/>
      </w:r>
      <w:r>
        <w:rPr>
          <w:sz w:val="24"/>
          <w:szCs w:val="24"/>
        </w:rPr>
        <w:sym w:font="Symbol" w:char="F049"/>
      </w:r>
      <w:r>
        <w:rPr>
          <w:sz w:val="24"/>
          <w:szCs w:val="24"/>
        </w:rPr>
        <w:sym w:font="Symbol" w:char="F049"/>
      </w:r>
      <w:r>
        <w:rPr>
          <w:sz w:val="24"/>
          <w:szCs w:val="24"/>
        </w:rPr>
        <w:t xml:space="preserve"> века, но  документальные  указания  на  гильдии  каменщиков  встречаются  не  ранее  конца </w:t>
      </w:r>
      <w:r>
        <w:rPr>
          <w:sz w:val="24"/>
          <w:szCs w:val="24"/>
        </w:rPr>
        <w:sym w:font="Symbol" w:char="F043"/>
      </w:r>
      <w:r>
        <w:rPr>
          <w:sz w:val="24"/>
          <w:szCs w:val="24"/>
        </w:rPr>
        <w:sym w:font="Symbol" w:char="F049"/>
      </w:r>
      <w:r>
        <w:rPr>
          <w:sz w:val="24"/>
          <w:szCs w:val="24"/>
        </w:rPr>
        <w:sym w:font="Symbol" w:char="F055"/>
      </w:r>
      <w:r>
        <w:rPr>
          <w:sz w:val="24"/>
          <w:szCs w:val="24"/>
        </w:rPr>
        <w:t xml:space="preserve">  века.  В  </w:t>
      </w:r>
      <w:r>
        <w:rPr>
          <w:sz w:val="24"/>
          <w:szCs w:val="24"/>
        </w:rPr>
        <w:sym w:font="Symbol" w:char="F043"/>
      </w:r>
      <w:r>
        <w:rPr>
          <w:sz w:val="24"/>
          <w:szCs w:val="24"/>
        </w:rPr>
        <w:sym w:font="Symbol" w:char="F055"/>
      </w:r>
      <w:r>
        <w:rPr>
          <w:sz w:val="24"/>
          <w:szCs w:val="24"/>
        </w:rPr>
        <w:t xml:space="preserve">  веке  цехи  уже  господствовали  в  английских  городах: старые  торговые  гильдии  отодвинулись  на  задний  план.  Цехи   владели  собственными  домами, богадельнями; из  их  среды  уже  выдвигались  будущие  фабриканты-капиталисты, богатые  предприниматели-мастера.  Члены  более  почетных  цехов  носили  мундиры /ливера/  и  составляли  городскую  аристократию,  которая  участвовала  в  выборах  членов  парламента  и  муниципалитета.  С 1481  года  к  категории  «ливрейников» были  причислены  в  силу  королевского  указа  и  лондонские  масоны.</w:t>
      </w:r>
    </w:p>
    <w:p w:rsidR="007D096A" w:rsidRDefault="007D096A" w:rsidP="00D34935">
      <w:pPr>
        <w:spacing w:line="360" w:lineRule="auto"/>
        <w:ind w:firstLine="720"/>
        <w:jc w:val="both"/>
        <w:rPr>
          <w:sz w:val="24"/>
          <w:szCs w:val="24"/>
        </w:rPr>
      </w:pPr>
      <w:r>
        <w:rPr>
          <w:sz w:val="24"/>
          <w:szCs w:val="24"/>
        </w:rPr>
        <w:t xml:space="preserve">Кроме  чисто  цеховых  организаций,  ремесленники  соединялись  в  средние  века  и  в  более  тесные  союзы,  или  братства  взаимопомощи,  носившие  церковно-религиозный  характер.  Культ  святого, патрона  цеха, и  заботы  о  загробной  судьбе  умерших  братьев  играли  в  их  деятельности  главную  роль, но  наряду  с  этим  преследовались,  и  другая  цель – взаимная  помощь  при  путешествиях: при  помощи  условных  паролей  и  знаков  братья  всюду  узнавали  друг  друга  и  получали  друг  от  друга  поддержку.  Сообщение  паролей  и  присяга  верности  составляли  самую  существенную  часть  церемонии  вступления  в  братство.  Братства  английских  каменщиков  с  </w:t>
      </w:r>
      <w:r>
        <w:rPr>
          <w:sz w:val="24"/>
          <w:szCs w:val="24"/>
        </w:rPr>
        <w:sym w:font="Symbol" w:char="F043"/>
      </w:r>
      <w:r>
        <w:rPr>
          <w:sz w:val="24"/>
          <w:szCs w:val="24"/>
        </w:rPr>
        <w:sym w:font="Symbol" w:char="F055"/>
      </w:r>
      <w:r>
        <w:rPr>
          <w:sz w:val="24"/>
          <w:szCs w:val="24"/>
        </w:rPr>
        <w:t xml:space="preserve"> века  стали  называться  ложами.</w:t>
      </w:r>
    </w:p>
    <w:p w:rsidR="007D096A" w:rsidRDefault="007D096A" w:rsidP="00D34935">
      <w:pPr>
        <w:spacing w:line="360" w:lineRule="auto"/>
        <w:ind w:firstLine="720"/>
        <w:jc w:val="both"/>
        <w:rPr>
          <w:sz w:val="24"/>
          <w:szCs w:val="24"/>
        </w:rPr>
      </w:pPr>
      <w:r>
        <w:rPr>
          <w:sz w:val="24"/>
          <w:szCs w:val="24"/>
        </w:rPr>
        <w:t>Тяжелый  удар  нанесла  ремесленным  братствам  Реформация, открывшая  поход  против  всех  организаций, носивших  церковный  характер.   В  1547  году  они  были  запрещены  парламентским  актом.  Многие  братства  с  этого  времени  прекратили  свое  существование, но  масонские  ложи  оказались  в  числе  организаций, выдержавших  этот  удар.</w:t>
      </w:r>
    </w:p>
    <w:p w:rsidR="007D096A" w:rsidRDefault="007D096A" w:rsidP="00D34935">
      <w:pPr>
        <w:spacing w:line="360" w:lineRule="auto"/>
        <w:ind w:firstLine="720"/>
        <w:jc w:val="both"/>
        <w:rPr>
          <w:sz w:val="24"/>
          <w:szCs w:val="24"/>
        </w:rPr>
      </w:pPr>
      <w:r>
        <w:rPr>
          <w:sz w:val="24"/>
          <w:szCs w:val="24"/>
        </w:rPr>
        <w:t>К  этому  времени  начинают  приобретать  первенствующее  значение  естественные  науки: физика, химия, физиология  и  анатомия; опытные  науки  увлекают  мысль  на  новые  пути.  Подрывается  вера  в  непогрешимость  церкви.  Философия  открывает  борьбу  за  свободу  мысли, она  больше  не  желает  быть  «служанкой  богословия».  Декарт,  стремится  освободить  разум  от  наросших  на   него  предрассудков  и  провозглашает  горделивую  фразу «Я  мыслю, следовательно, существую» как  единственную  основу  всякого знания.</w:t>
      </w:r>
    </w:p>
    <w:p w:rsidR="007D096A" w:rsidRDefault="007D096A" w:rsidP="00D34935">
      <w:pPr>
        <w:spacing w:line="360" w:lineRule="auto"/>
        <w:ind w:firstLine="720"/>
        <w:jc w:val="both"/>
        <w:rPr>
          <w:sz w:val="24"/>
          <w:szCs w:val="24"/>
        </w:rPr>
      </w:pPr>
      <w:r>
        <w:rPr>
          <w:sz w:val="24"/>
          <w:szCs w:val="24"/>
        </w:rPr>
        <w:t>Лучшие   умы  Европы  увидели  для  себя  полную  возможность  вести  через  ложи  пропаганду  своих  идей: Бэкон, Бокль, Ян Коменский, Лейбниц  и  др.</w:t>
      </w:r>
    </w:p>
    <w:p w:rsidR="007D096A" w:rsidRDefault="007D096A" w:rsidP="00D34935">
      <w:pPr>
        <w:spacing w:line="360" w:lineRule="auto"/>
        <w:ind w:firstLine="720"/>
        <w:jc w:val="both"/>
        <w:rPr>
          <w:sz w:val="24"/>
          <w:szCs w:val="24"/>
        </w:rPr>
      </w:pPr>
      <w:r>
        <w:rPr>
          <w:sz w:val="24"/>
          <w:szCs w:val="24"/>
        </w:rPr>
        <w:t>Вскоре  Лондон  сделался первой  лабораторией  революции.</w:t>
      </w:r>
    </w:p>
    <w:p w:rsidR="007D096A" w:rsidRDefault="007D096A" w:rsidP="00D34935">
      <w:pPr>
        <w:spacing w:line="360" w:lineRule="auto"/>
        <w:ind w:firstLine="720"/>
        <w:jc w:val="both"/>
        <w:rPr>
          <w:sz w:val="24"/>
          <w:szCs w:val="24"/>
        </w:rPr>
      </w:pPr>
      <w:r>
        <w:rPr>
          <w:sz w:val="24"/>
          <w:szCs w:val="24"/>
        </w:rPr>
        <w:t>Все  оппозиционеры  и  недовольные  собирались  в  своих  «невидимых» философских  обществах  и   коллегиях.  Главнейшим  союзом  являлась Лондонская  академия, а  самым  верным  деятелем  ее  - Самуэль  Гартлиб.</w:t>
      </w:r>
    </w:p>
    <w:p w:rsidR="007D096A" w:rsidRDefault="007D096A" w:rsidP="00D34935">
      <w:pPr>
        <w:spacing w:line="360" w:lineRule="auto"/>
        <w:ind w:firstLine="720"/>
        <w:jc w:val="both"/>
        <w:rPr>
          <w:sz w:val="24"/>
          <w:szCs w:val="24"/>
        </w:rPr>
      </w:pPr>
      <w:r>
        <w:rPr>
          <w:sz w:val="24"/>
          <w:szCs w:val="24"/>
        </w:rPr>
        <w:t>Помимо  философских  коллегий, существовали  и  тайные  союзы, проводившие  либеральные  идеи.  Гартлиб  учредил  тайное  общество  и  сочинил  описание  идеального  государства  «Макарии» /изд.  В  1638 г./,  образцами  для  которых  служили  «Утопия»  Томаса  Мора  и  «Новая Атлантида»  Френсиса  Бэкона.</w:t>
      </w:r>
    </w:p>
    <w:p w:rsidR="007D096A" w:rsidRDefault="007D096A" w:rsidP="00D34935">
      <w:pPr>
        <w:spacing w:line="360" w:lineRule="auto"/>
        <w:ind w:firstLine="720"/>
        <w:jc w:val="both"/>
        <w:rPr>
          <w:sz w:val="24"/>
          <w:szCs w:val="24"/>
        </w:rPr>
      </w:pPr>
      <w:r>
        <w:rPr>
          <w:sz w:val="24"/>
          <w:szCs w:val="24"/>
        </w:rPr>
        <w:t>Один  из  русских  исследователей  масонства  В.Ф.Иванов  считал, в частности: «Утопия  Мора вообще  служила  образцом  и  руководством  для  всех  последующих  реформаторов  мира».</w:t>
      </w:r>
      <w:r>
        <w:rPr>
          <w:rStyle w:val="a5"/>
          <w:sz w:val="24"/>
          <w:szCs w:val="24"/>
        </w:rPr>
        <w:footnoteReference w:id="3"/>
      </w:r>
      <w:r>
        <w:rPr>
          <w:sz w:val="24"/>
          <w:szCs w:val="24"/>
        </w:rPr>
        <w:t xml:space="preserve">  Как  известно, Т.Мор  был  автором   произведения, которое  он  издал  в  1516 г.  под  названием  «Золотая  книга, столь  же  полезная, как  забавная, о  наилучшем  устройстве  государства  и  о  новом  строе  Утопии».</w:t>
      </w:r>
      <w:r>
        <w:rPr>
          <w:rStyle w:val="a5"/>
          <w:sz w:val="24"/>
          <w:szCs w:val="24"/>
        </w:rPr>
        <w:footnoteReference w:id="4"/>
      </w:r>
      <w:r>
        <w:rPr>
          <w:sz w:val="24"/>
          <w:szCs w:val="24"/>
        </w:rPr>
        <w:t xml:space="preserve"> Выступая  в  эпоху  первоначального  капиталистического  накопления, Мор  в  своей  книге  подверг  критике  нарождавшиеся </w:t>
      </w:r>
      <w:r w:rsidR="00D34935">
        <w:rPr>
          <w:sz w:val="24"/>
          <w:szCs w:val="24"/>
        </w:rPr>
        <w:t xml:space="preserve"> капиталистические  отношения. </w:t>
      </w:r>
      <w:r>
        <w:rPr>
          <w:sz w:val="24"/>
          <w:szCs w:val="24"/>
        </w:rPr>
        <w:t xml:space="preserve">Коренную  причину  всех  социальных  бедствий  Мор  видел  в  частной  собственности.  Строю, основанному   на  частной  собственности, он  противопоставляет  идеальный  общественный  строй  фантастической страны  Утопии,  в основе  которого  лежит  общественная  собственное  производство  и  присвоение.  Все взрослые  люди  на  острове  Утопия  заняты  производительным  трудом, кроме лиц, выполняющих  общественные  функции, и  лиц, занятых  научной  деятельностью.  Утопические  концепции  Мора  оказали  большое  значение  на  развитие  социалистических  и  коммунистических  учений  вплоть  до  начала  </w:t>
      </w:r>
      <w:r>
        <w:rPr>
          <w:sz w:val="24"/>
          <w:szCs w:val="24"/>
        </w:rPr>
        <w:sym w:font="Symbol" w:char="F043"/>
      </w:r>
      <w:r>
        <w:rPr>
          <w:sz w:val="24"/>
          <w:szCs w:val="24"/>
        </w:rPr>
        <w:sym w:font="Symbol" w:char="F043"/>
      </w:r>
      <w:r>
        <w:rPr>
          <w:sz w:val="24"/>
          <w:szCs w:val="24"/>
        </w:rPr>
        <w:t xml:space="preserve"> века.</w:t>
      </w:r>
    </w:p>
    <w:p w:rsidR="00D34935" w:rsidRDefault="007D096A" w:rsidP="00D34935">
      <w:pPr>
        <w:spacing w:line="360" w:lineRule="auto"/>
        <w:ind w:firstLine="720"/>
        <w:jc w:val="both"/>
        <w:rPr>
          <w:sz w:val="24"/>
          <w:szCs w:val="24"/>
        </w:rPr>
      </w:pPr>
      <w:r>
        <w:rPr>
          <w:sz w:val="24"/>
          <w:szCs w:val="24"/>
        </w:rPr>
        <w:t>Несмотря  на  значительное  количество  предложений  по  вопросу  происхождения  масонства, в  сущности, с  достаточной  степенью  вероятности  можно  утверждать, что  масонство  возникло  в  Англии.  И  это  не  случайно, считает  доктор  исторических  на</w:t>
      </w:r>
      <w:r w:rsidR="00D34935">
        <w:rPr>
          <w:sz w:val="24"/>
          <w:szCs w:val="24"/>
        </w:rPr>
        <w:t xml:space="preserve">ук  О.Ф. </w:t>
      </w:r>
      <w:r>
        <w:rPr>
          <w:sz w:val="24"/>
          <w:szCs w:val="24"/>
        </w:rPr>
        <w:t xml:space="preserve">Соловьев.  ОН  пишет, что  Великобритания  «первой  из  европейских  стран» прошла  «искус  революций  и  контрреволюцией», создавшая  «устойчивые  и  признанные  народом  государственные  институты, а главное  решительно  порвавшая  с догмами  католицизма, чтобы  построить  собственную  англиканскую  церковь  протестантского  толка.      </w:t>
      </w:r>
    </w:p>
    <w:p w:rsidR="00D34935" w:rsidRDefault="00D34935" w:rsidP="00D34935">
      <w:pPr>
        <w:spacing w:line="360" w:lineRule="auto"/>
        <w:ind w:firstLine="720"/>
        <w:jc w:val="both"/>
        <w:rPr>
          <w:sz w:val="24"/>
          <w:szCs w:val="24"/>
        </w:rPr>
      </w:pPr>
      <w:r>
        <w:rPr>
          <w:sz w:val="24"/>
          <w:szCs w:val="24"/>
        </w:rPr>
        <w:t>К</w:t>
      </w:r>
      <w:r w:rsidR="007D096A">
        <w:rPr>
          <w:sz w:val="24"/>
          <w:szCs w:val="24"/>
        </w:rPr>
        <w:t xml:space="preserve">  началу  </w:t>
      </w:r>
      <w:r w:rsidR="007D096A">
        <w:rPr>
          <w:sz w:val="24"/>
          <w:szCs w:val="24"/>
        </w:rPr>
        <w:sym w:font="Symbol" w:char="F043"/>
      </w:r>
      <w:r w:rsidR="007D096A">
        <w:rPr>
          <w:sz w:val="24"/>
          <w:szCs w:val="24"/>
        </w:rPr>
        <w:sym w:font="Symbol" w:char="F055"/>
      </w:r>
      <w:r w:rsidR="007D096A">
        <w:rPr>
          <w:sz w:val="24"/>
          <w:szCs w:val="24"/>
        </w:rPr>
        <w:sym w:font="Symbol" w:char="F049"/>
      </w:r>
      <w:r w:rsidR="007D096A">
        <w:rPr>
          <w:sz w:val="24"/>
          <w:szCs w:val="24"/>
        </w:rPr>
        <w:sym w:font="Symbol" w:char="F049"/>
      </w:r>
      <w:r w:rsidR="007D096A">
        <w:rPr>
          <w:sz w:val="24"/>
          <w:szCs w:val="24"/>
        </w:rPr>
        <w:sym w:font="Symbol" w:char="F049"/>
      </w:r>
      <w:r w:rsidR="007D096A">
        <w:rPr>
          <w:sz w:val="24"/>
          <w:szCs w:val="24"/>
        </w:rPr>
        <w:t xml:space="preserve"> века  в  обстановке  усиления  классовой  борьбы  и  разложения  феодализма  роль  католицизма  ослабевает.  Перед   лицом  непрерывных  расколов, появления  ересей  и  сект,  скрытого  распространения  атеизма  Ватикан  уже  не  мог  безраздельно  господствовать  над  умами  людей….  При  этом  происходит  редкостное  сочетание  рационализма  с   мистикой».</w:t>
      </w:r>
      <w:r w:rsidR="007D096A">
        <w:rPr>
          <w:rStyle w:val="a5"/>
          <w:sz w:val="24"/>
          <w:szCs w:val="24"/>
        </w:rPr>
        <w:footnoteReference w:id="5"/>
      </w:r>
      <w:r w:rsidR="007D096A">
        <w:rPr>
          <w:sz w:val="24"/>
          <w:szCs w:val="24"/>
        </w:rPr>
        <w:t xml:space="preserve">  Примерно  такую  же  мысль  изложил  в  начале </w:t>
      </w:r>
      <w:r w:rsidR="007D096A">
        <w:rPr>
          <w:sz w:val="24"/>
          <w:szCs w:val="24"/>
        </w:rPr>
        <w:sym w:font="Symbol" w:char="F043"/>
      </w:r>
      <w:r w:rsidR="007D096A">
        <w:rPr>
          <w:sz w:val="24"/>
          <w:szCs w:val="24"/>
        </w:rPr>
        <w:sym w:font="Symbol" w:char="F043"/>
      </w:r>
      <w:r w:rsidR="007D096A">
        <w:rPr>
          <w:sz w:val="24"/>
          <w:szCs w:val="24"/>
        </w:rPr>
        <w:t xml:space="preserve"> века  Р.Ю.Виппер: «Масонство  и  другие  аналогичные  направления  делают  из  просветляющего  разума  святое  начало, обращают  право  вестников  науки  в  апостолов  нового  Евангелия, образуют  из  его  адептов  священный  орден… Орудие  знания  само  превращается  в  Бога, в  великую.  Творческую  силу, в  великого  решающего  судьбу…это  в  конце  возрождающаяся  в  другой  форме  вера.  Поворот  к  вере, к  религиозному  настроению  сильно  намечается  в  обществе  с  половины  </w:t>
      </w:r>
      <w:r w:rsidR="007D096A">
        <w:rPr>
          <w:sz w:val="24"/>
          <w:szCs w:val="24"/>
        </w:rPr>
        <w:sym w:font="Symbol" w:char="F043"/>
      </w:r>
      <w:r w:rsidR="007D096A">
        <w:rPr>
          <w:sz w:val="24"/>
          <w:szCs w:val="24"/>
        </w:rPr>
        <w:sym w:font="Symbol" w:char="F055"/>
      </w:r>
      <w:r w:rsidR="007D096A">
        <w:rPr>
          <w:sz w:val="24"/>
          <w:szCs w:val="24"/>
        </w:rPr>
        <w:sym w:font="Symbol" w:char="F049"/>
      </w:r>
      <w:r w:rsidR="007D096A">
        <w:rPr>
          <w:sz w:val="24"/>
          <w:szCs w:val="24"/>
        </w:rPr>
        <w:sym w:font="Symbol" w:char="F049"/>
      </w:r>
      <w:r w:rsidR="007D096A">
        <w:rPr>
          <w:sz w:val="24"/>
          <w:szCs w:val="24"/>
        </w:rPr>
        <w:sym w:font="Symbol" w:char="F049"/>
      </w:r>
      <w:r w:rsidR="007D096A">
        <w:rPr>
          <w:sz w:val="24"/>
          <w:szCs w:val="24"/>
        </w:rPr>
        <w:t xml:space="preserve"> в.  Он  своеобразно  совпадает  с  выступлениями  новых  общественных  классов, с  защитой  их  нужд  и  стремлений».</w:t>
      </w:r>
      <w:r w:rsidR="007D096A">
        <w:rPr>
          <w:rStyle w:val="a5"/>
          <w:sz w:val="24"/>
          <w:szCs w:val="24"/>
        </w:rPr>
        <w:footnoteReference w:id="6"/>
      </w:r>
    </w:p>
    <w:p w:rsidR="007D096A" w:rsidRDefault="00D34935" w:rsidP="00D34935">
      <w:pPr>
        <w:spacing w:line="360" w:lineRule="auto"/>
        <w:ind w:firstLine="720"/>
        <w:jc w:val="both"/>
        <w:rPr>
          <w:sz w:val="24"/>
          <w:szCs w:val="24"/>
        </w:rPr>
      </w:pPr>
      <w:r>
        <w:rPr>
          <w:sz w:val="24"/>
          <w:szCs w:val="24"/>
        </w:rPr>
        <w:t xml:space="preserve">24 </w:t>
      </w:r>
      <w:r w:rsidR="007D096A">
        <w:rPr>
          <w:sz w:val="24"/>
          <w:szCs w:val="24"/>
        </w:rPr>
        <w:t>июля  1717  года  четыре  малочисленные  лондонские  ложи  основали  в  качестве  своего  управляющего  центра  великую  ложу, юрисдикция  которой  сначала  распространялась  лишь  на  столицу  страны.  Первым  ее  руководителем  был  дворянин  Э.Сейер.  Затем  главами  стали  и  остаются  вплоть до  нашего  времени  лица  знатного  происхождения.</w:t>
      </w:r>
    </w:p>
    <w:p w:rsidR="007D096A" w:rsidRDefault="007D096A">
      <w:pPr>
        <w:spacing w:line="360" w:lineRule="auto"/>
        <w:ind w:left="720"/>
        <w:rPr>
          <w:sz w:val="24"/>
          <w:szCs w:val="24"/>
        </w:rPr>
      </w:pPr>
    </w:p>
    <w:p w:rsidR="007D096A" w:rsidRDefault="007D096A">
      <w:pPr>
        <w:pStyle w:val="2"/>
        <w:ind w:firstLine="0"/>
        <w:jc w:val="center"/>
        <w:rPr>
          <w:b/>
          <w:bCs/>
        </w:rPr>
      </w:pPr>
      <w:bookmarkStart w:id="3" w:name="_Toc149498603"/>
      <w:r>
        <w:rPr>
          <w:b/>
          <w:bCs/>
        </w:rPr>
        <w:t>1.2. Цели  и  задачи  масонского  движения, его  гуманистический  характер</w:t>
      </w:r>
      <w:bookmarkEnd w:id="3"/>
    </w:p>
    <w:p w:rsidR="007D096A" w:rsidRDefault="007D096A">
      <w:pPr>
        <w:spacing w:line="360" w:lineRule="auto"/>
        <w:jc w:val="both"/>
        <w:rPr>
          <w:sz w:val="24"/>
          <w:szCs w:val="24"/>
        </w:rPr>
      </w:pPr>
    </w:p>
    <w:p w:rsidR="007D096A" w:rsidRDefault="007D096A">
      <w:pPr>
        <w:spacing w:line="360" w:lineRule="auto"/>
        <w:ind w:firstLine="720"/>
        <w:jc w:val="both"/>
        <w:rPr>
          <w:sz w:val="24"/>
          <w:szCs w:val="24"/>
        </w:rPr>
      </w:pPr>
      <w:r>
        <w:rPr>
          <w:sz w:val="24"/>
          <w:szCs w:val="24"/>
        </w:rPr>
        <w:t>Орден  Свободных  Каменщиков – это  всемирное, тайное  братство, поставившее  себе  целью  вести  человечество  к  достижению  земного  эдема, «золотого  века», царства  любви  и  истины,  царства  Астреи.</w:t>
      </w:r>
      <w:r>
        <w:rPr>
          <w:rStyle w:val="a5"/>
          <w:sz w:val="24"/>
          <w:szCs w:val="24"/>
        </w:rPr>
        <w:footnoteReference w:id="7"/>
      </w:r>
      <w:r>
        <w:rPr>
          <w:sz w:val="24"/>
          <w:szCs w:val="24"/>
        </w:rPr>
        <w:t xml:space="preserve">  Здесь  следует  сделать  небольшое  пояснение, свидетельствующее  в  пользу  того, что  ключевые  концепции  масонства  уходят  своими  корнями  в  глубь  веков.</w:t>
      </w:r>
    </w:p>
    <w:p w:rsidR="007D096A" w:rsidRDefault="007D096A">
      <w:pPr>
        <w:spacing w:line="360" w:lineRule="auto"/>
        <w:ind w:firstLine="720"/>
        <w:jc w:val="both"/>
        <w:rPr>
          <w:sz w:val="24"/>
          <w:szCs w:val="24"/>
        </w:rPr>
      </w:pPr>
      <w:r>
        <w:rPr>
          <w:sz w:val="24"/>
          <w:szCs w:val="24"/>
        </w:rPr>
        <w:t xml:space="preserve">Дело  в том, что впервые  мечта  о  «золотом  веке» нашла  свое  отражение  еще  в  учениях  Лао-Цзы, Эвгемера, Ямбула  и  ряда  других  мыслителей  эпохи рабовладения.  В  Средней  Азии,  в  эпоху  перехода  от  рабовладения  к  феодализму  на  рубеже   </w:t>
      </w:r>
      <w:r>
        <w:rPr>
          <w:sz w:val="24"/>
          <w:szCs w:val="24"/>
        </w:rPr>
        <w:sym w:font="Symbol" w:char="F055"/>
      </w:r>
      <w:r>
        <w:rPr>
          <w:sz w:val="24"/>
          <w:szCs w:val="24"/>
        </w:rPr>
        <w:t xml:space="preserve">  и  </w:t>
      </w:r>
      <w:r>
        <w:rPr>
          <w:sz w:val="24"/>
          <w:szCs w:val="24"/>
        </w:rPr>
        <w:sym w:font="Symbol" w:char="F055"/>
      </w:r>
      <w:r>
        <w:rPr>
          <w:sz w:val="24"/>
          <w:szCs w:val="24"/>
        </w:rPr>
        <w:sym w:font="Symbol" w:char="F049"/>
      </w:r>
      <w:r>
        <w:rPr>
          <w:sz w:val="24"/>
          <w:szCs w:val="24"/>
        </w:rPr>
        <w:t xml:space="preserve">  веков идеи  социального  равенства  находят  выражение  в  широком  народном  движении  маза китов  в  Иране.  Эти  идеи  присутствовали  в  разного  рода  социально-религиозных  учениях,  ересях, произведениях  устного  народного  творчества.  Их  проповедовали  в  средневековой  Европе  табориты  и  анабаптисты  и  др.</w:t>
      </w:r>
      <w:r>
        <w:rPr>
          <w:rStyle w:val="a5"/>
          <w:sz w:val="24"/>
          <w:szCs w:val="24"/>
        </w:rPr>
        <w:footnoteReference w:id="8"/>
      </w:r>
    </w:p>
    <w:p w:rsidR="007D096A" w:rsidRDefault="007D096A">
      <w:pPr>
        <w:spacing w:line="360" w:lineRule="auto"/>
        <w:ind w:firstLine="720"/>
        <w:jc w:val="both"/>
        <w:rPr>
          <w:sz w:val="24"/>
          <w:szCs w:val="24"/>
        </w:rPr>
      </w:pPr>
      <w:r>
        <w:rPr>
          <w:sz w:val="24"/>
          <w:szCs w:val="24"/>
        </w:rPr>
        <w:t xml:space="preserve">Некоторые исследователи  считают, что  идейный  фундамент  масонства  составили  искания  античных  философов, постулаты  крупнейших  религий  в  сочетании  с  гуманизмом  эпохи  Возрождения, социальными  утопиями, мистическими  представлениями.  Разнородные  потоки  мысли  синтезировались  принципами  миролюбия, терпимости, движением  к  лучшим  формами  людского  сожительства.  Учение  «вольных  каменщиков» заполнено  думами  о  добре  и  зле, войне  и мире, созидании  и  разрушении  с  упором  на  эволюционные  формы  развития  без  вооруженных  столкновений, революций  и  контрреволюций. </w:t>
      </w:r>
      <w:r>
        <w:rPr>
          <w:rStyle w:val="a5"/>
          <w:sz w:val="24"/>
          <w:szCs w:val="24"/>
        </w:rPr>
        <w:footnoteReference w:id="9"/>
      </w:r>
    </w:p>
    <w:p w:rsidR="007D096A" w:rsidRDefault="007D096A">
      <w:pPr>
        <w:spacing w:line="360" w:lineRule="auto"/>
        <w:ind w:firstLine="720"/>
        <w:jc w:val="both"/>
        <w:rPr>
          <w:sz w:val="24"/>
          <w:szCs w:val="24"/>
        </w:rPr>
      </w:pPr>
      <w:r>
        <w:rPr>
          <w:sz w:val="24"/>
          <w:szCs w:val="24"/>
        </w:rPr>
        <w:t>Вопреки  широко  бытующим  взглядам, орден  больше  всего  почерпнул  из  христианских  заповедей  добра, равенства, мира.  Оттуда  взята  и  трактовка  Бога  в  качестве  безличного  логоса /означающего  в  переводе  с  греческого  «мысль», «разум», «закон»/, который  считается  большинством  масонских  «послушании». Великим  Архитектором  Вселенной – некоей  отвлеченной  первопричиной  сущего. Сотворившую  природу  и  общество,  без  дальнейшего  вмешательства в  их  развития.  Авторитетный  православный  мыслитель  граф  Трубецкой  формулирует  следующую  исходную  посылку: «Царство  Божие – царство  истины  и  добра, правды  и  блага  есть  конечная  цель  Бога  в  истории, конечная  цель  мира, заключая  в  себе  весь  смысл  мирового  процесса, его  разумное  основание».</w:t>
      </w:r>
      <w:r>
        <w:rPr>
          <w:rStyle w:val="a5"/>
          <w:sz w:val="24"/>
          <w:szCs w:val="24"/>
        </w:rPr>
        <w:footnoteReference w:id="10"/>
      </w:r>
      <w:r>
        <w:rPr>
          <w:sz w:val="24"/>
          <w:szCs w:val="24"/>
        </w:rPr>
        <w:t xml:space="preserve"> Орден,  в своих  трактовках  только  перенес  подобный  идеал  из  потусторонних  сфер  в  сугубо  земные  и  напрямую  связал  с  нравственным  совершенствованием  адептов, постепенно  воздвигающих  здание  справедливого  земного  общества.  От  христиан  пошли  обращения  друг  к другу «братья», и  понятие «света», изливающегося  в  ложи  во  время  работ, завершаемых  трапезами  или  агамами  в  память  общего  приема  пищи  первыми  верующими.  Раскрытая  Библия  присутствует  на  почетном  месте  при  обрядовых  действиях  во  множестве  ассоциаций.</w:t>
      </w:r>
    </w:p>
    <w:p w:rsidR="007D096A" w:rsidRDefault="007D096A">
      <w:pPr>
        <w:spacing w:line="360" w:lineRule="auto"/>
        <w:ind w:firstLine="720"/>
        <w:jc w:val="both"/>
        <w:rPr>
          <w:sz w:val="24"/>
          <w:szCs w:val="24"/>
        </w:rPr>
      </w:pPr>
      <w:r>
        <w:rPr>
          <w:sz w:val="24"/>
          <w:szCs w:val="24"/>
        </w:rPr>
        <w:t xml:space="preserve">Если  первоисточником  масонства  является  христианство, то  вторым  по  значимости – иудаизм, послуживший, как  известно, отправной  точкой  главной  религии  Запада. Сама  Библия  состоит  из  священной  книги  древних  иудеев  Ветхого  завета  и  вероучения, Иисуса  Нового  завета, связанных  и  нерасторжимо  между  собой.  Патриарх  отечественного  востоковедения  писал: «Библия  сохранила  единственный  в  своем  роде  памятник, доказывающий, что  европейский  народ  опередил, может  быть  своих  более  культурных  соседей, не  только  созрев  до  сознания  единства  человечества, но и  до  его  классификации  по  генеалогической  таблице, знаменитой  родословной  народов  в  </w:t>
      </w:r>
      <w:r>
        <w:rPr>
          <w:sz w:val="24"/>
          <w:szCs w:val="24"/>
        </w:rPr>
        <w:sym w:font="Symbol" w:char="F043"/>
      </w:r>
      <w:r>
        <w:rPr>
          <w:sz w:val="24"/>
          <w:szCs w:val="24"/>
        </w:rPr>
        <w:t xml:space="preserve"> главе  книги  Бытия».</w:t>
      </w:r>
      <w:r>
        <w:rPr>
          <w:rStyle w:val="a5"/>
          <w:sz w:val="24"/>
          <w:szCs w:val="24"/>
        </w:rPr>
        <w:footnoteReference w:id="11"/>
      </w:r>
    </w:p>
    <w:p w:rsidR="007D096A" w:rsidRDefault="007D096A">
      <w:pPr>
        <w:spacing w:line="360" w:lineRule="auto"/>
        <w:ind w:firstLine="720"/>
        <w:jc w:val="both"/>
        <w:rPr>
          <w:sz w:val="24"/>
          <w:szCs w:val="24"/>
        </w:rPr>
      </w:pPr>
      <w:r>
        <w:rPr>
          <w:sz w:val="24"/>
          <w:szCs w:val="24"/>
        </w:rPr>
        <w:t>Вместе  с  тем, вероучение,  иудаизма, несмотря  на богатство  духовных  горизонтов, все  же  осталось  национальным, и  потому   не  могло  сделаться  фундаментальным  устоем  масонской  идеологии.  Напротив, христианский  универсализм  или космополитизм, признание  равноправия  в  церкви  между  всеми  народами, без  деления  на  лучшие  и  худшие  составляют  дух  масонства.</w:t>
      </w:r>
    </w:p>
    <w:p w:rsidR="007D096A" w:rsidRDefault="007D096A">
      <w:pPr>
        <w:spacing w:line="360" w:lineRule="auto"/>
        <w:ind w:firstLine="720"/>
        <w:jc w:val="both"/>
        <w:rPr>
          <w:sz w:val="24"/>
          <w:szCs w:val="24"/>
        </w:rPr>
      </w:pPr>
      <w:r>
        <w:rPr>
          <w:sz w:val="24"/>
          <w:szCs w:val="24"/>
        </w:rPr>
        <w:t>Идеология  ордена  впитала  также  в  себя  элементы  буддизма  и  ислама.  Речь  идет  о  благородстве  моральных  заповедей  первого, концентрации  внимания  приверженцев  на  сосредоточении  и  само углублении,  понятии  «срединного  пути»,  одинаково  удаленного  от  полярных  крайностей.  Согласно  священной  книге  мусульман  Корану  единственный  Бог-Аллах – безличное  существо, вечный  свет, всемогущий  творец  мира  и  руководитель  человечества.  Не  отсюда  ли  масонский  Великий  Архитектор Вселенной  вобрал  в  себя  оригинальные  черты  носителя  абсолютной истины, известного  покровителя  адептов  ордена?</w:t>
      </w:r>
    </w:p>
    <w:p w:rsidR="007D096A" w:rsidRDefault="007D096A">
      <w:pPr>
        <w:spacing w:line="360" w:lineRule="auto"/>
        <w:ind w:firstLine="720"/>
        <w:jc w:val="both"/>
        <w:rPr>
          <w:sz w:val="24"/>
          <w:szCs w:val="24"/>
        </w:rPr>
      </w:pPr>
      <w:r>
        <w:rPr>
          <w:sz w:val="24"/>
          <w:szCs w:val="24"/>
        </w:rPr>
        <w:t>Исходя  из  мысли, что  никакие  общественные  отношения  не  могут  даровать  всемирного  благополучия  людям, которых  не  томит  жажда  всеобщего  блага, которым  неведомо  чувство  любви  к  страждущему, вольные  каменщики полагали  достичь  рая  на  земле  путем  нравственного, умственного  и  физического  совершенствования  каждой  отдельной   личности.  «Масонство – это  перевоспитание  взрослых  людей», - говорили  масоны, и  мечтали, в  более  или  менее  отдаленном  будущем, создать  в  обществе  большинство, которое, будучи  проникнуто  масонскими  идеями, помогло  бы  установить  взаимоотношения, основанные  на  любви  ко  всему  людскому  роду.</w:t>
      </w:r>
    </w:p>
    <w:p w:rsidR="007D096A" w:rsidRDefault="007D096A">
      <w:pPr>
        <w:spacing w:line="360" w:lineRule="auto"/>
        <w:ind w:firstLine="720"/>
        <w:jc w:val="both"/>
        <w:rPr>
          <w:sz w:val="24"/>
          <w:szCs w:val="24"/>
        </w:rPr>
      </w:pPr>
      <w:r>
        <w:rPr>
          <w:sz w:val="24"/>
          <w:szCs w:val="24"/>
        </w:rPr>
        <w:t>Долговременное  существование  масонского  ордена,  широкое  распространение  учения  каменщиков  среди  различных  народов, привели  к  постепенному  расколу  чистого  первичного  масонства.  Как  течение  общественное  и  длительное, оно  постоянно  видоизменялось, принимая  то  одну  форму, то  другую, и  распалось  на  множество  ветвей  или  толков, в  которых  более  или  менее  была  затемнена  основная  мысль.  Эти  различные  ветви  стали  называть  системами.</w:t>
      </w:r>
    </w:p>
    <w:p w:rsidR="007D096A" w:rsidRDefault="007D096A">
      <w:pPr>
        <w:spacing w:line="360" w:lineRule="auto"/>
        <w:ind w:firstLine="720"/>
        <w:jc w:val="both"/>
        <w:rPr>
          <w:sz w:val="24"/>
          <w:szCs w:val="24"/>
        </w:rPr>
      </w:pPr>
      <w:r>
        <w:rPr>
          <w:sz w:val="24"/>
          <w:szCs w:val="24"/>
        </w:rPr>
        <w:t>Отдавая  дань  времени, подчиняясь  иногда  властной  воле  отдельных  личностей, масонство, как  уже  отмечалось  выше, восприняло  в  себя  учения  мистиков, теософов, алхимиков; первоначальный  принцип  непротивления злу  уступал  другому, резко  от  него  отличному, позволявшему  борьбу  со  злом  силой.</w:t>
      </w:r>
    </w:p>
    <w:p w:rsidR="007D096A" w:rsidRDefault="007D096A">
      <w:pPr>
        <w:spacing w:line="360" w:lineRule="auto"/>
        <w:ind w:firstLine="720"/>
        <w:jc w:val="both"/>
        <w:rPr>
          <w:sz w:val="24"/>
          <w:szCs w:val="24"/>
        </w:rPr>
      </w:pPr>
      <w:r>
        <w:rPr>
          <w:sz w:val="24"/>
          <w:szCs w:val="24"/>
        </w:rPr>
        <w:t>В  самом  лоне  братства  каменщиков  имели  место  распри, разгоралась  борьба, и  река  масонства  разбивалась  на множество  ручьев, из которых  каждый  имел  свое  течение, свои  особенности, Поэтому, наверное, о  масонстве  нельзя  говорить, как  о чем-то  целом, неделимом.</w:t>
      </w:r>
    </w:p>
    <w:p w:rsidR="007D096A" w:rsidRDefault="007D096A">
      <w:pPr>
        <w:spacing w:line="360" w:lineRule="auto"/>
        <w:ind w:firstLine="720"/>
        <w:jc w:val="both"/>
        <w:rPr>
          <w:sz w:val="24"/>
          <w:szCs w:val="24"/>
        </w:rPr>
      </w:pPr>
      <w:r>
        <w:rPr>
          <w:sz w:val="24"/>
          <w:szCs w:val="24"/>
        </w:rPr>
        <w:t>Братья  вольные  каменщики  нередко  отмечали  в  поучениях  своих  досадное  разногласие среди  собратьев и  скорбели, что  споры  касаются  порой  даже  высшей  цели  ордена, о  которой  споров  уже «никоим  образом  быть  не должно». Но  братству  все  же  было  присуще  единство.</w:t>
      </w:r>
    </w:p>
    <w:p w:rsidR="007D096A" w:rsidRDefault="007D096A">
      <w:pPr>
        <w:spacing w:line="360" w:lineRule="auto"/>
        <w:ind w:firstLine="720"/>
        <w:jc w:val="both"/>
        <w:rPr>
          <w:sz w:val="24"/>
          <w:szCs w:val="24"/>
        </w:rPr>
      </w:pPr>
      <w:r>
        <w:rPr>
          <w:sz w:val="24"/>
          <w:szCs w:val="24"/>
        </w:rPr>
        <w:t>Вот, к  примеру, что  пишет  И.Г.Финдель: «Братство  везде  восставало  против  испорченности  духовенства  и  во  многих  случаях  расходилось  даже  с  католическим  учением».</w:t>
      </w:r>
      <w:r>
        <w:rPr>
          <w:rStyle w:val="a5"/>
          <w:sz w:val="24"/>
          <w:szCs w:val="24"/>
        </w:rPr>
        <w:footnoteReference w:id="12"/>
      </w:r>
    </w:p>
    <w:p w:rsidR="007D096A" w:rsidRDefault="007D096A" w:rsidP="00483D3A">
      <w:pPr>
        <w:spacing w:line="360" w:lineRule="auto"/>
        <w:ind w:firstLine="720"/>
        <w:jc w:val="both"/>
        <w:rPr>
          <w:sz w:val="24"/>
          <w:szCs w:val="24"/>
        </w:rPr>
      </w:pPr>
      <w:r>
        <w:rPr>
          <w:sz w:val="24"/>
          <w:szCs w:val="24"/>
        </w:rPr>
        <w:t>В  кодексе  масонских  уставов, обычаев  и  традиций – так  называемой  «Новой  Книге  Конституций», составленной  в  1721  году  пресвитерианским  пастором, доктором, богословом   Андерсоном, в  первом  параграфе  сказано: «В  старые  времена  масоны  поневоле  держались  в  каждой  стране  ее  местной  религии, какова  бы  она  ни  была. Но  в  наше  время  человек  свободно  выбирает  себе  веру, и  лишь  одна  религия  действительно  обязательна  для  всех: это  та  всеобщая. Всех  людей  объединяющая  религия, которая  состоит  в  обязанности  каждого  из  нас  быть  добрым  и  верным  долгу, быть  человеком  чести  и  совести, каким  бы  именем  не  называлось  наше  вероисповедание,  и  какие  бы  религиозные  догмам  превратит  масонство  в  объединяющий  центр  и  поможет  ему  связать  узами  дружбы  людей, доселе  бывших  друг  другу  чужими».</w:t>
      </w:r>
      <w:r>
        <w:rPr>
          <w:rStyle w:val="a5"/>
          <w:sz w:val="24"/>
          <w:szCs w:val="24"/>
        </w:rPr>
        <w:footnoteReference w:id="13"/>
      </w:r>
    </w:p>
    <w:p w:rsidR="007D096A" w:rsidRDefault="007D096A" w:rsidP="00483D3A">
      <w:pPr>
        <w:spacing w:line="360" w:lineRule="auto"/>
        <w:ind w:firstLine="720"/>
        <w:jc w:val="both"/>
        <w:rPr>
          <w:sz w:val="24"/>
          <w:szCs w:val="24"/>
        </w:rPr>
      </w:pPr>
      <w:r>
        <w:rPr>
          <w:sz w:val="24"/>
          <w:szCs w:val="24"/>
        </w:rPr>
        <w:t xml:space="preserve">Были  и  такие  высказывания: «Масонство, чуждое  мистицизму, отрицает  авторитарное  начало; глубоко  рационалистическое  не  есть только  определенная  общественная  ассоциация. Масонство  есть  противоцерковь,  противокатолицизм, церковь  еретиков, скептиков, церковь  свободной  мысли». </w:t>
      </w:r>
      <w:r>
        <w:rPr>
          <w:rStyle w:val="a5"/>
          <w:sz w:val="24"/>
          <w:szCs w:val="24"/>
        </w:rPr>
        <w:footnoteReference w:id="14"/>
      </w:r>
    </w:p>
    <w:p w:rsidR="007D096A" w:rsidRDefault="007D096A" w:rsidP="00483D3A">
      <w:pPr>
        <w:spacing w:line="360" w:lineRule="auto"/>
        <w:ind w:firstLine="720"/>
        <w:jc w:val="both"/>
        <w:rPr>
          <w:sz w:val="24"/>
          <w:szCs w:val="24"/>
        </w:rPr>
      </w:pPr>
      <w:r>
        <w:rPr>
          <w:sz w:val="24"/>
          <w:szCs w:val="24"/>
        </w:rPr>
        <w:t xml:space="preserve">В.Ф. Иванов  на  основании  подобных  изречений  делает  вывод, «отвергая  Бога, христианство, христианскую  церковь  и  христианскую  мораль, масонство создает  новую  религию – религию   гуманитаризма, совершая  замену  Бога  человечеством». Исследователь  резюмирует: «Ближайшая  задача  масонства – захват  в  свои  руки  политического  влияния  и  власти  и перевоспитание  общества  на  новых  началах.  Масонство  должно  охватить  все  сферы  человеческой  жизни  в  современных  государствах.  Религия, государство, политика, семья, школа, армия, общественный  строй. Наука, искусство, печать, промышленность, международные  отношения. Все  это  перестраивается масонством  на  новый  лад. </w:t>
      </w:r>
      <w:r>
        <w:rPr>
          <w:rStyle w:val="a5"/>
          <w:sz w:val="24"/>
          <w:szCs w:val="24"/>
        </w:rPr>
        <w:footnoteReference w:id="15"/>
      </w:r>
      <w:r>
        <w:rPr>
          <w:sz w:val="24"/>
          <w:szCs w:val="24"/>
        </w:rPr>
        <w:t xml:space="preserve"> Таким,  образом,  и  в  данном  вопросе  среди  историков  нет  единства  во взглядах.</w:t>
      </w:r>
    </w:p>
    <w:p w:rsidR="007D096A" w:rsidRDefault="007D096A">
      <w:pPr>
        <w:spacing w:line="360" w:lineRule="auto"/>
        <w:ind w:firstLine="720"/>
        <w:rPr>
          <w:sz w:val="24"/>
          <w:szCs w:val="24"/>
        </w:rPr>
      </w:pPr>
    </w:p>
    <w:p w:rsidR="007D096A" w:rsidRPr="00483D3A" w:rsidRDefault="00483D3A" w:rsidP="00483D3A">
      <w:pPr>
        <w:pStyle w:val="2"/>
        <w:ind w:firstLine="0"/>
        <w:jc w:val="center"/>
        <w:rPr>
          <w:b/>
          <w:bCs/>
        </w:rPr>
      </w:pPr>
      <w:r>
        <w:br w:type="page"/>
      </w:r>
      <w:bookmarkStart w:id="4" w:name="_Toc149498604"/>
      <w:r w:rsidR="007D096A" w:rsidRPr="00483D3A">
        <w:rPr>
          <w:b/>
          <w:bCs/>
        </w:rPr>
        <w:t>1.3.  Символика   масонов</w:t>
      </w:r>
      <w:bookmarkEnd w:id="4"/>
    </w:p>
    <w:p w:rsidR="007D096A" w:rsidRDefault="007D096A">
      <w:pPr>
        <w:spacing w:line="360" w:lineRule="auto"/>
        <w:ind w:firstLine="720"/>
        <w:rPr>
          <w:sz w:val="24"/>
          <w:szCs w:val="24"/>
        </w:rPr>
      </w:pPr>
    </w:p>
    <w:p w:rsidR="007D096A" w:rsidRDefault="007D096A" w:rsidP="00014FFA">
      <w:pPr>
        <w:spacing w:line="360" w:lineRule="auto"/>
        <w:ind w:firstLine="720"/>
        <w:jc w:val="both"/>
        <w:rPr>
          <w:sz w:val="24"/>
          <w:szCs w:val="24"/>
        </w:rPr>
      </w:pPr>
      <w:r>
        <w:rPr>
          <w:sz w:val="24"/>
          <w:szCs w:val="24"/>
        </w:rPr>
        <w:t>Своеобразность  учения  вол</w:t>
      </w:r>
      <w:r w:rsidR="00014FFA">
        <w:rPr>
          <w:sz w:val="24"/>
          <w:szCs w:val="24"/>
        </w:rPr>
        <w:t>ьных  каменщиков  заключается и в</w:t>
      </w:r>
      <w:r>
        <w:rPr>
          <w:sz w:val="24"/>
          <w:szCs w:val="24"/>
        </w:rPr>
        <w:t xml:space="preserve"> том, что  оно  проводило  в  жизнь  свои  гуманитарно-философские  идеи, воплощая  их  в  целый  ряд  символов  и  обрядов.  «Символ  представляет  из  мысли  свободу, простор; догмат сковывает, подчиняет», - объясняли  масоны-риторы.</w:t>
      </w:r>
      <w:r>
        <w:rPr>
          <w:rStyle w:val="a5"/>
          <w:sz w:val="24"/>
          <w:szCs w:val="24"/>
        </w:rPr>
        <w:footnoteReference w:id="16"/>
      </w:r>
    </w:p>
    <w:p w:rsidR="007D096A" w:rsidRDefault="007D096A" w:rsidP="00014FFA">
      <w:pPr>
        <w:spacing w:line="360" w:lineRule="auto"/>
        <w:ind w:firstLine="720"/>
        <w:jc w:val="both"/>
        <w:rPr>
          <w:sz w:val="24"/>
          <w:szCs w:val="24"/>
        </w:rPr>
      </w:pPr>
      <w:r>
        <w:rPr>
          <w:sz w:val="24"/>
          <w:szCs w:val="24"/>
        </w:rPr>
        <w:t>Язык  в  ложах  был  иносказательный.  Были  установлены  условные  наименования  предметов, имевших  отношение  к  обрядам, и к внутреннему  распорядку, обиходу.</w:t>
      </w:r>
    </w:p>
    <w:p w:rsidR="007D096A" w:rsidRDefault="007D096A" w:rsidP="00014FFA">
      <w:pPr>
        <w:spacing w:line="360" w:lineRule="auto"/>
        <w:ind w:firstLine="720"/>
        <w:jc w:val="both"/>
        <w:rPr>
          <w:sz w:val="24"/>
          <w:szCs w:val="24"/>
        </w:rPr>
      </w:pPr>
      <w:r>
        <w:rPr>
          <w:sz w:val="24"/>
          <w:szCs w:val="24"/>
        </w:rPr>
        <w:t>Что  очень  важно  отметить, невзирая  на  различие  в  системах, терминология  и  основы  устройства  были  общими  для  всего  братства.</w:t>
      </w:r>
    </w:p>
    <w:p w:rsidR="007D096A" w:rsidRDefault="007D096A" w:rsidP="00014FFA">
      <w:pPr>
        <w:spacing w:line="360" w:lineRule="auto"/>
        <w:ind w:firstLine="720"/>
        <w:jc w:val="both"/>
        <w:rPr>
          <w:sz w:val="24"/>
          <w:szCs w:val="24"/>
        </w:rPr>
      </w:pPr>
      <w:r>
        <w:rPr>
          <w:sz w:val="24"/>
          <w:szCs w:val="24"/>
        </w:rPr>
        <w:t>Помещения, в  которых  собирались  братья-каменщики для  проведения  своих  работ, назывались  ложами.  Ложами  именовались  также  союзы  братьев, отдельные  замкнутые  кружки, сплотившиеся  в  известную  организацию.  Для  отличия  каждой  ложе  присваивалось  какое-нибудь  название: 1/ в честь  людей, отличившихся  святостью  жизни, великими  добродетелями; так, в  России  была  ложа  св. Георгия  и Моисея, Елизаветы  к  добродетели  и  Александра  благотворительности  к  коронованному  Пеликану, Петра  к  Истине  и  т.п.;  2/ в память  мифических  божеств, как  выразителей  различных  идей, - Озириса, Латоны, Изиды, Гигии, кастора  и  Полукса, Астреи  были  посвящены  ложи  и  в  России; 3/ в  память  особо  чтимых  масонами  символов  Пламенеющей  Звезды, светоносного  Треугольника, Феникса, Сфинкса, Орла, Пеликана, Солнца,  Розы, Секиры Меча и  пр.; 4/ иногда в  напоминание  какого0нибудь  добродетели  /например, военно-походная  ложа  «Военной  Верности/.</w:t>
      </w:r>
      <w:r>
        <w:rPr>
          <w:rStyle w:val="a5"/>
          <w:sz w:val="24"/>
          <w:szCs w:val="24"/>
        </w:rPr>
        <w:footnoteReference w:id="17"/>
      </w:r>
    </w:p>
    <w:p w:rsidR="007D096A" w:rsidRDefault="007D096A" w:rsidP="00014FFA">
      <w:pPr>
        <w:spacing w:line="360" w:lineRule="auto"/>
        <w:ind w:firstLine="720"/>
        <w:jc w:val="both"/>
        <w:rPr>
          <w:sz w:val="24"/>
          <w:szCs w:val="24"/>
        </w:rPr>
      </w:pPr>
      <w:r>
        <w:rPr>
          <w:sz w:val="24"/>
          <w:szCs w:val="24"/>
        </w:rPr>
        <w:t>Работами  вольные  каменщики  называли  свершение  различных  обрядов, как то: прием  в  орден  начинающих /профанов/  и дальнейшие  посвящения  в  более  высокие  степени; учреждение  и  освещение  новой  ложи /инсталляции/. Столовые  ложи  или  братские  трапезы; усыновление  младенцев; траурные  ложи  в  воспоминание  об  усопших  братьях;  административные  и т.д. Под  «работой» понималось  также  стремление  просветиться, желание  совершенствоваться.</w:t>
      </w:r>
    </w:p>
    <w:p w:rsidR="007D096A" w:rsidRDefault="007D096A" w:rsidP="00014FFA">
      <w:pPr>
        <w:spacing w:line="360" w:lineRule="auto"/>
        <w:ind w:firstLine="720"/>
        <w:jc w:val="both"/>
        <w:rPr>
          <w:sz w:val="24"/>
          <w:szCs w:val="24"/>
        </w:rPr>
      </w:pPr>
      <w:r>
        <w:rPr>
          <w:sz w:val="24"/>
          <w:szCs w:val="24"/>
        </w:rPr>
        <w:t>Востоком  именовалось  высшее  управление.  Конституция, т.е.  учредительная  грамота, выдавалась  ложам  от  высшего  правления  или  Востока.</w:t>
      </w:r>
    </w:p>
    <w:p w:rsidR="007D096A" w:rsidRDefault="007D096A" w:rsidP="00014FFA">
      <w:pPr>
        <w:spacing w:line="360" w:lineRule="auto"/>
        <w:ind w:firstLine="720"/>
        <w:jc w:val="both"/>
        <w:rPr>
          <w:sz w:val="24"/>
          <w:szCs w:val="24"/>
        </w:rPr>
      </w:pPr>
      <w:r>
        <w:rPr>
          <w:sz w:val="24"/>
          <w:szCs w:val="24"/>
        </w:rPr>
        <w:t>Инсталляция  новой  ложи  производилась  по  особому, утвержденному  обряду  самим  управляющим  союзом или  его  представителем.</w:t>
      </w:r>
    </w:p>
    <w:p w:rsidR="007D096A" w:rsidRDefault="007D096A" w:rsidP="00014FFA">
      <w:pPr>
        <w:spacing w:line="360" w:lineRule="auto"/>
        <w:ind w:firstLine="720"/>
        <w:jc w:val="both"/>
        <w:rPr>
          <w:sz w:val="24"/>
          <w:szCs w:val="24"/>
        </w:rPr>
      </w:pPr>
      <w:r>
        <w:rPr>
          <w:sz w:val="24"/>
          <w:szCs w:val="24"/>
        </w:rPr>
        <w:t>Во  главе  каждой  ложи  стоял  управляющий, мастер  стула, венерабль, префект, настоятель, председатель.  Пособник  управляющего  назывался  неместным  мастером.  Среди  должностных  лиц ложи  были  также:  надзиратели, секретари  /или  хранители  печати/, риторы, обрядоначальники, подготовители, вводители, казначеи, попечители  о  бедных, собиратели  милостыни  и  др.</w:t>
      </w:r>
    </w:p>
    <w:p w:rsidR="007D096A" w:rsidRDefault="007D096A" w:rsidP="00014FFA">
      <w:pPr>
        <w:spacing w:line="360" w:lineRule="auto"/>
        <w:ind w:firstLine="720"/>
        <w:jc w:val="both"/>
        <w:rPr>
          <w:sz w:val="24"/>
          <w:szCs w:val="24"/>
        </w:rPr>
      </w:pPr>
      <w:r>
        <w:rPr>
          <w:sz w:val="24"/>
          <w:szCs w:val="24"/>
        </w:rPr>
        <w:t>Вход  в   ложу  охранялся  братом-служителем, привратником  или  кровельщиком.</w:t>
      </w:r>
    </w:p>
    <w:p w:rsidR="007D096A" w:rsidRDefault="007D096A" w:rsidP="00014FFA">
      <w:pPr>
        <w:spacing w:line="360" w:lineRule="auto"/>
        <w:ind w:firstLine="720"/>
        <w:jc w:val="both"/>
        <w:rPr>
          <w:sz w:val="24"/>
          <w:szCs w:val="24"/>
        </w:rPr>
      </w:pPr>
      <w:r>
        <w:rPr>
          <w:sz w:val="24"/>
          <w:szCs w:val="24"/>
        </w:rPr>
        <w:t>В зависимости  от  сложности  обряда  состав  должностных  лиц  увеличивался:  бывали  герольды, канцлеры. Хранители  или  блюстители  храма,  короны, лампады. Меча, наугольника, хоругви, шпор и  т.д.</w:t>
      </w:r>
      <w:r w:rsidR="00014FFA">
        <w:rPr>
          <w:sz w:val="24"/>
          <w:szCs w:val="24"/>
        </w:rPr>
        <w:t xml:space="preserve"> </w:t>
      </w:r>
      <w:r>
        <w:rPr>
          <w:sz w:val="24"/>
          <w:szCs w:val="24"/>
        </w:rPr>
        <w:t>Управляющий  целым  союзом  лож  величался  Гроссмейстером, т.е.  Великим  мастером.</w:t>
      </w:r>
    </w:p>
    <w:p w:rsidR="00014FFA" w:rsidRDefault="007D096A" w:rsidP="00014FFA">
      <w:pPr>
        <w:spacing w:line="360" w:lineRule="auto"/>
        <w:ind w:firstLine="720"/>
        <w:jc w:val="both"/>
        <w:rPr>
          <w:sz w:val="24"/>
          <w:szCs w:val="24"/>
        </w:rPr>
      </w:pPr>
      <w:r>
        <w:rPr>
          <w:sz w:val="24"/>
          <w:szCs w:val="24"/>
        </w:rPr>
        <w:t>Масонство  отличает  значительное  количество  всевозможных   символов.  Так, к  примеру, в  1734  году  в  Англии  Иоанновскому  масонству  был  присвоен  лазоревый  цвет.  Цвет  лазури, цвет  неба  символизировал  возвышенность  стремлений, жажду  духовного  совершенствования.  Золото – благороднейший  металл, и  Вольные  Каменщики  избрали  его  как  символ  чистоты  своих  побуждений.   У  мастеров  существовали  ленты  и  фартуки.  В  Иоановском  масонстве   ленты  были  голубыми, а  фартуки – обшиты  и  подбиты  голубым.   На «чрез плечной»  ленте  мастера  французской  системы  была  изображена  акация  и  звезды, вышитые  золотом, сама  лента  из  голубого  шелкового  муара.  Лента  изображала  пояс  зодиака, акация – являлась  солнцем; солнце  же символизировали  буквы  М.В., означавшие  мастерское  слово.  Присутствующий  на  ленте  циркуль  также  изображал  солнце, а  наугольник – часть  земного</w:t>
      </w:r>
      <w:r w:rsidR="00014FFA">
        <w:rPr>
          <w:sz w:val="24"/>
          <w:szCs w:val="24"/>
        </w:rPr>
        <w:t xml:space="preserve">  шара, освещенного  солнцем. В</w:t>
      </w:r>
      <w:r>
        <w:rPr>
          <w:sz w:val="24"/>
          <w:szCs w:val="24"/>
        </w:rPr>
        <w:t xml:space="preserve"> Иоановском  масонстве  вообще  главными  символическими  знаками  были: пламенеющая  звезда, солнце, луна, треугольник, циркуль, наугольник, отвес, 24-дюймовый  масштаб, линейка, улей  с  пчелами, лопаточка, молоток, простой  и  кубический  камни, чертежная  доска, гроб, слезы, золотой  шнур, связанный  кафинским  узлом, светильники, столбы, лестница, мозаичный пол, шляпа, шпага, фартук  и  перчатки.</w:t>
      </w:r>
      <w:r>
        <w:rPr>
          <w:rStyle w:val="a5"/>
          <w:sz w:val="24"/>
          <w:szCs w:val="24"/>
        </w:rPr>
        <w:footnoteReference w:id="18"/>
      </w:r>
      <w:r>
        <w:rPr>
          <w:sz w:val="24"/>
          <w:szCs w:val="24"/>
        </w:rPr>
        <w:t xml:space="preserve"> </w:t>
      </w:r>
    </w:p>
    <w:p w:rsidR="007D096A" w:rsidRDefault="007D096A" w:rsidP="00014FFA">
      <w:pPr>
        <w:spacing w:line="360" w:lineRule="auto"/>
        <w:ind w:firstLine="720"/>
        <w:jc w:val="both"/>
        <w:rPr>
          <w:sz w:val="24"/>
          <w:szCs w:val="24"/>
        </w:rPr>
      </w:pPr>
      <w:r>
        <w:rPr>
          <w:sz w:val="24"/>
          <w:szCs w:val="24"/>
        </w:rPr>
        <w:t>Все  эти  символы  объяснялись  посвященному  во  время  приема  его  в ложу, и  для  большей  наглядности  обряда  начальник  расстилал на  полу  перед  новичком  ковер, на  котором  были  изображены  все  сим</w:t>
      </w:r>
      <w:r w:rsidR="00014FFA">
        <w:rPr>
          <w:sz w:val="24"/>
          <w:szCs w:val="24"/>
        </w:rPr>
        <w:t>волы, заключавшие  сокровенный</w:t>
      </w:r>
      <w:r>
        <w:rPr>
          <w:sz w:val="24"/>
          <w:szCs w:val="24"/>
        </w:rPr>
        <w:t xml:space="preserve">  смысл  степени.</w:t>
      </w:r>
      <w:r w:rsidR="00014FFA">
        <w:rPr>
          <w:sz w:val="24"/>
          <w:szCs w:val="24"/>
        </w:rPr>
        <w:t xml:space="preserve"> </w:t>
      </w:r>
      <w:r>
        <w:rPr>
          <w:sz w:val="24"/>
          <w:szCs w:val="24"/>
        </w:rPr>
        <w:t>Блистающая  или  пламенеющая  звезда  символизировала  Дух, наполняющий  всю  природу, жизненную  силу, ум, освещающий  деяния  масонов.  Солнце  изображало  истину, мужество, правосудие, действующую  силу; луна – чистую  любовь, материю, природу.  Иногда  солнцу, как  и  звезде, придавалось  значение  все оживляющего  духа; оно  означало  еще  масонский  орден  и  изображалось  кругом  с  точкой  в  центре; луна  означала  иногда  Христа  и  истину.  Семь  звезд  означали  «эфирное  жилище  Премудрости». Под  звездами  подразумевались  еще  семь  даров  духа  святого: премудрость, разум, совесть, крепость, наука, страх  Божий  и любовь.</w:t>
      </w:r>
      <w:r>
        <w:rPr>
          <w:rStyle w:val="a5"/>
          <w:sz w:val="24"/>
          <w:szCs w:val="24"/>
        </w:rPr>
        <w:footnoteReference w:id="19"/>
      </w:r>
    </w:p>
    <w:p w:rsidR="007D096A" w:rsidRDefault="007D096A" w:rsidP="00014FFA">
      <w:pPr>
        <w:spacing w:line="360" w:lineRule="auto"/>
        <w:ind w:firstLine="720"/>
        <w:jc w:val="both"/>
        <w:rPr>
          <w:sz w:val="24"/>
          <w:szCs w:val="24"/>
        </w:rPr>
      </w:pPr>
      <w:r>
        <w:rPr>
          <w:sz w:val="24"/>
          <w:szCs w:val="24"/>
        </w:rPr>
        <w:t>Во  французской  системе  изображение  небесных  светил означало  силы  и  действия  природы.  Кафидским  узлом  связанный  шнур  был  символом  единения  всех  членов  Ордена  Вольных  Каменщиков.  Мозаичный  пол  изображал  богатство  творения  и  божественных  благодеяний  также как  переменчивый  и  неизвестный  ход  жизни  и  разнообразные  внешние  отношения  людей, которые  по  рождению  и  смерти  все  равны.  Три  светильника  означали  священную  Троицу, или троичность  во  всем  существующем.  Число  светильников, ветвей  на  них  и  число  зажженных  свечей  также  имело  символическое  значение; чем  сложнее  был  ритуал  посвящения, чем  пышнее  обставлен, тем  больше  зажигалось  свечей.</w:t>
      </w:r>
    </w:p>
    <w:p w:rsidR="007D096A" w:rsidRDefault="007D096A" w:rsidP="00014FFA">
      <w:pPr>
        <w:spacing w:line="360" w:lineRule="auto"/>
        <w:ind w:firstLine="720"/>
        <w:jc w:val="both"/>
        <w:rPr>
          <w:sz w:val="24"/>
          <w:szCs w:val="24"/>
        </w:rPr>
      </w:pPr>
      <w:r>
        <w:rPr>
          <w:sz w:val="24"/>
          <w:szCs w:val="24"/>
        </w:rPr>
        <w:t>Масштабом  проверялось, соответствуют  ли  деяния  масонов  законам  вечных  истин; 24  деления масштаба  соответствуют  24  часам  суток.  Каменщик  всегда, во  всякое  время  должен  быть  готов  к  служению  страждущему  человечеству.</w:t>
      </w:r>
    </w:p>
    <w:p w:rsidR="007D096A" w:rsidRDefault="007D096A" w:rsidP="00014FFA">
      <w:pPr>
        <w:spacing w:line="360" w:lineRule="auto"/>
        <w:ind w:firstLine="720"/>
        <w:jc w:val="both"/>
        <w:rPr>
          <w:sz w:val="24"/>
          <w:szCs w:val="24"/>
        </w:rPr>
      </w:pPr>
      <w:r>
        <w:rPr>
          <w:sz w:val="24"/>
          <w:szCs w:val="24"/>
        </w:rPr>
        <w:t>Простой  камень – это  грубая  нравственность, хаос; кубический  камень – нравственность  «обработанная»; чертежная  доска – планомерность  работы, власть  доброго  примера.  Молоток  служил  для  обработки  простого  камня, он  же  означал  совесть, искру  Божества,  тлеющую  в  мрачной  храмине  человека, преданного  греху.  Лопаточка – снисхождение  к  слабостям  людей  и  строгость  к  себе.  Улей – символ  трудолюбия, разумного  труда, основанного  на  знании. Ветвь  акации – бессмертие; гроб, череп  и  кости  - презрение  к смерти и  печаль  об  исчезновении  истины. Белые  одежды, фартуки, перчатки  изображали  чистоту  нравов. Круглые  шляпы – символ  вольности. Обнаженный  меч – карающий  закон.</w:t>
      </w:r>
    </w:p>
    <w:p w:rsidR="007D096A" w:rsidRDefault="007D096A" w:rsidP="00014FFA">
      <w:pPr>
        <w:spacing w:line="360" w:lineRule="auto"/>
        <w:ind w:firstLine="720"/>
        <w:jc w:val="both"/>
        <w:rPr>
          <w:sz w:val="24"/>
          <w:szCs w:val="24"/>
        </w:rPr>
      </w:pPr>
      <w:r>
        <w:rPr>
          <w:sz w:val="24"/>
          <w:szCs w:val="24"/>
        </w:rPr>
        <w:t>Ложа  имела  продолговатую  форму /прямоугольник/, четыре  стороны  символизировали «всемирность  масонства».  Каменщик  всегда   должен  был  помнить  основную  идею  чистого  масонства – соединить  все  народы  земного  шара  в  одну  семью  и стереть  красочные  различия  стран  и народов.</w:t>
      </w:r>
    </w:p>
    <w:p w:rsidR="007D096A" w:rsidRDefault="007D096A" w:rsidP="00014FFA">
      <w:pPr>
        <w:spacing w:line="360" w:lineRule="auto"/>
        <w:ind w:firstLine="720"/>
        <w:jc w:val="both"/>
        <w:rPr>
          <w:sz w:val="24"/>
          <w:szCs w:val="24"/>
        </w:rPr>
      </w:pPr>
      <w:r>
        <w:rPr>
          <w:sz w:val="24"/>
          <w:szCs w:val="24"/>
        </w:rPr>
        <w:t>Или, скажем, символами  высшего, андреевского  масонства  были: корона – знамение  высшего  просветления, мудрости; ключ  золотой – знак  познаний  тайн  бытия; меч – воительства; боевая  секира – безжалостного  отсечения  вредных  членов  общества. Крест  с  изображением  святого  апостола  Андрея  Первозванного  носился  в  напоминание  клятвы «распространять  учение  Вольных  Каменщиков, не  щадя своей  жизни». Фонарь  напоминал  свет  разума; крест обычной  прямой  формы, с  прямой  перекладиной, был  символом  духа, страдания, победы  над  плотью, борьбы  духа  с  материей; роза  означала  вечность  материи, любовь; пеликан – Спасителя  мира, закон  высочайшей  мудрости; орел – неустрашимость, царственность  искусства  Вольных  Каменщиков.</w:t>
      </w:r>
    </w:p>
    <w:p w:rsidR="007D096A" w:rsidRDefault="007D096A" w:rsidP="00014FFA">
      <w:pPr>
        <w:spacing w:line="360" w:lineRule="auto"/>
        <w:ind w:firstLine="720"/>
        <w:jc w:val="both"/>
        <w:rPr>
          <w:sz w:val="24"/>
          <w:szCs w:val="24"/>
        </w:rPr>
      </w:pPr>
      <w:r>
        <w:rPr>
          <w:sz w:val="24"/>
          <w:szCs w:val="24"/>
        </w:rPr>
        <w:t>Символические  знаки  изготовлялись  из  дерева, позолоченной  меди, бронзы, золота, серебра, слоновой  кости  или  перламутра; нередко  они украшались  эмалью, финифтью, драгоценными  и  самоцветными  камнями.</w:t>
      </w:r>
    </w:p>
    <w:p w:rsidR="007D096A" w:rsidRDefault="007D096A" w:rsidP="00014FFA">
      <w:pPr>
        <w:spacing w:line="360" w:lineRule="auto"/>
        <w:ind w:firstLine="720"/>
        <w:jc w:val="both"/>
        <w:rPr>
          <w:sz w:val="24"/>
          <w:szCs w:val="24"/>
        </w:rPr>
      </w:pPr>
      <w:r>
        <w:rPr>
          <w:sz w:val="24"/>
          <w:szCs w:val="24"/>
        </w:rPr>
        <w:t>Но  символы  каменщиков  встречались  не  только  в  виде  отдельных  предметов, ими  расписывались  ленты, фартуки, одеяния. Почти   нет  такого  предмета  житейского обихода, на   котором  Каменщики  не  изображали  свои  символы, но чаще  всего  встречаются  табакерки, перстни, брелки, часы, пуговицы.</w:t>
      </w:r>
    </w:p>
    <w:p w:rsidR="007D096A" w:rsidRDefault="007D096A" w:rsidP="00014FFA">
      <w:pPr>
        <w:spacing w:line="360" w:lineRule="auto"/>
        <w:ind w:firstLine="720"/>
        <w:jc w:val="both"/>
        <w:rPr>
          <w:sz w:val="24"/>
          <w:szCs w:val="24"/>
        </w:rPr>
      </w:pPr>
      <w:r>
        <w:rPr>
          <w:sz w:val="24"/>
          <w:szCs w:val="24"/>
        </w:rPr>
        <w:t>И, наконец, для распознания  в  постороннем  человеке  члена  Ордена  и  определения  его  масонской  степени  было  три  способа: знак  для  зрения, слово – для  слуха, прикосновение – для  осязания.  Всякий  член  Ордена  имел  право входа  во все  ложи  мира.</w:t>
      </w:r>
    </w:p>
    <w:p w:rsidR="007D096A" w:rsidRDefault="007D096A">
      <w:pPr>
        <w:spacing w:line="360" w:lineRule="auto"/>
        <w:ind w:firstLine="720"/>
        <w:rPr>
          <w:sz w:val="24"/>
          <w:szCs w:val="24"/>
        </w:rPr>
      </w:pPr>
    </w:p>
    <w:p w:rsidR="007D096A" w:rsidRPr="00014FFA" w:rsidRDefault="00014FFA" w:rsidP="00014FFA">
      <w:pPr>
        <w:pStyle w:val="2"/>
        <w:ind w:firstLine="0"/>
        <w:jc w:val="center"/>
        <w:rPr>
          <w:b/>
          <w:bCs/>
        </w:rPr>
      </w:pPr>
      <w:bookmarkStart w:id="5" w:name="_Toc149498605"/>
      <w:r w:rsidRPr="00014FFA">
        <w:rPr>
          <w:b/>
          <w:bCs/>
        </w:rPr>
        <w:t>1.4.</w:t>
      </w:r>
      <w:r>
        <w:rPr>
          <w:b/>
          <w:bCs/>
        </w:rPr>
        <w:t xml:space="preserve"> </w:t>
      </w:r>
      <w:r w:rsidR="007D096A" w:rsidRPr="00014FFA">
        <w:rPr>
          <w:b/>
          <w:bCs/>
        </w:rPr>
        <w:t xml:space="preserve">Английское  масонство  </w:t>
      </w:r>
      <w:r w:rsidR="007D096A" w:rsidRPr="00014FFA">
        <w:rPr>
          <w:b/>
          <w:bCs/>
        </w:rPr>
        <w:sym w:font="Symbol" w:char="F043"/>
      </w:r>
      <w:r w:rsidR="007D096A" w:rsidRPr="00014FFA">
        <w:rPr>
          <w:b/>
          <w:bCs/>
        </w:rPr>
        <w:sym w:font="Symbol" w:char="F055"/>
      </w:r>
      <w:r w:rsidR="007D096A" w:rsidRPr="00014FFA">
        <w:rPr>
          <w:b/>
          <w:bCs/>
        </w:rPr>
        <w:sym w:font="Symbol" w:char="F049"/>
      </w:r>
      <w:r w:rsidR="007D096A" w:rsidRPr="00014FFA">
        <w:rPr>
          <w:b/>
          <w:bCs/>
        </w:rPr>
        <w:sym w:font="Symbol" w:char="F049"/>
      </w:r>
      <w:r w:rsidR="007D096A" w:rsidRPr="00014FFA">
        <w:rPr>
          <w:b/>
          <w:bCs/>
        </w:rPr>
        <w:sym w:font="Symbol" w:char="F049"/>
      </w:r>
      <w:r w:rsidR="007D096A" w:rsidRPr="00014FFA">
        <w:rPr>
          <w:b/>
          <w:bCs/>
        </w:rPr>
        <w:t xml:space="preserve"> - </w:t>
      </w:r>
      <w:r w:rsidR="007D096A" w:rsidRPr="00014FFA">
        <w:rPr>
          <w:b/>
          <w:bCs/>
        </w:rPr>
        <w:sym w:font="Symbol" w:char="F043"/>
      </w:r>
      <w:r w:rsidR="007D096A" w:rsidRPr="00014FFA">
        <w:rPr>
          <w:b/>
          <w:bCs/>
        </w:rPr>
        <w:sym w:font="Symbol" w:char="F049"/>
      </w:r>
      <w:r w:rsidR="007D096A" w:rsidRPr="00014FFA">
        <w:rPr>
          <w:b/>
          <w:bCs/>
        </w:rPr>
        <w:sym w:font="Symbol" w:char="F043"/>
      </w:r>
      <w:r w:rsidR="007D096A" w:rsidRPr="00014FFA">
        <w:rPr>
          <w:b/>
          <w:bCs/>
        </w:rPr>
        <w:t xml:space="preserve"> веков</w:t>
      </w:r>
      <w:bookmarkEnd w:id="5"/>
    </w:p>
    <w:p w:rsidR="007D096A" w:rsidRDefault="007D096A">
      <w:pPr>
        <w:spacing w:line="360" w:lineRule="auto"/>
        <w:ind w:left="720"/>
        <w:rPr>
          <w:sz w:val="24"/>
          <w:szCs w:val="24"/>
        </w:rPr>
      </w:pPr>
    </w:p>
    <w:p w:rsidR="007D096A" w:rsidRDefault="007D096A" w:rsidP="00542D1E">
      <w:pPr>
        <w:pStyle w:val="23"/>
        <w:jc w:val="both"/>
      </w:pPr>
      <w:r>
        <w:t xml:space="preserve">Филантропические  и  реформаторские  тенденции  </w:t>
      </w:r>
      <w:r>
        <w:sym w:font="Symbol" w:char="F043"/>
      </w:r>
      <w:r>
        <w:sym w:font="Symbol" w:char="F055"/>
      </w:r>
      <w:r>
        <w:sym w:font="Symbol" w:char="F049"/>
      </w:r>
      <w:r>
        <w:sym w:font="Symbol" w:char="F049"/>
      </w:r>
      <w:r>
        <w:t xml:space="preserve"> века, вместе  со  вкусом  к  тайным  обществам  и  символическому  ритуалу, перешли к  позднейшим  поколениям  и  несомненно  отразились  на  характере  и  судьбах  масонства  </w:t>
      </w:r>
      <w:r>
        <w:sym w:font="Symbol" w:char="F043"/>
      </w:r>
      <w:r>
        <w:sym w:font="Symbol" w:char="F055"/>
      </w:r>
      <w:r>
        <w:sym w:font="Symbol" w:char="F049"/>
      </w:r>
      <w:r>
        <w:sym w:font="Symbol" w:char="F049"/>
      </w:r>
      <w:r>
        <w:sym w:font="Symbol" w:char="F049"/>
      </w:r>
      <w:r>
        <w:t xml:space="preserve"> - </w:t>
      </w:r>
      <w:r>
        <w:sym w:font="Symbol" w:char="F043"/>
      </w:r>
      <w:r>
        <w:sym w:font="Symbol" w:char="F049"/>
      </w:r>
      <w:r>
        <w:sym w:font="Symbol" w:char="F043"/>
      </w:r>
      <w:r>
        <w:t xml:space="preserve"> веков.</w:t>
      </w:r>
    </w:p>
    <w:p w:rsidR="007D096A" w:rsidRDefault="007D096A" w:rsidP="00542D1E">
      <w:pPr>
        <w:spacing w:line="360" w:lineRule="auto"/>
        <w:ind w:firstLine="720"/>
        <w:jc w:val="both"/>
        <w:rPr>
          <w:sz w:val="24"/>
          <w:szCs w:val="24"/>
        </w:rPr>
      </w:pPr>
      <w:r>
        <w:rPr>
          <w:sz w:val="24"/>
          <w:szCs w:val="24"/>
        </w:rPr>
        <w:t xml:space="preserve">Остатки  почтенного  общества  свободных  каменщиков  в  начале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столетия  сохранились  и  в  Лондоне, и  в  других  городах. С  водворением  новой  династии /короля  Георга 1/ жизнь  страны  входила  в  мирное  русло.  Как  уже  отмечалось  выше, четыре  ложи: «Гуся  и  Противня», «Короны», «Яблони» и «Виноградной  кисти» /названия  таверн, в  которых  они  собирались/, сплотились вокруг  Великой  Лондонской  ложи.</w:t>
      </w:r>
    </w:p>
    <w:p w:rsidR="007D096A" w:rsidRDefault="007D096A" w:rsidP="00542D1E">
      <w:pPr>
        <w:spacing w:line="360" w:lineRule="auto"/>
        <w:ind w:firstLine="720"/>
        <w:jc w:val="both"/>
        <w:rPr>
          <w:sz w:val="24"/>
          <w:szCs w:val="24"/>
        </w:rPr>
      </w:pPr>
      <w:r>
        <w:rPr>
          <w:sz w:val="24"/>
          <w:szCs w:val="24"/>
        </w:rPr>
        <w:t>Раньше  других  обратили  внимание  на вновь  ожившую  масонскую  организацию  члены  Королевского  Общества. К  ней  примкнул, например, придворный  проповедник  принца  Уэльского  Теофил  Дезагюлье, за  ним  последовал  доктор  Стэкли, а  вскоре еще  один  член  Королевского  Общества, скрывавшийся  под  псевдонимом  Филарет.</w:t>
      </w:r>
    </w:p>
    <w:p w:rsidR="007D096A" w:rsidRDefault="007D096A" w:rsidP="00542D1E">
      <w:pPr>
        <w:spacing w:line="360" w:lineRule="auto"/>
        <w:ind w:firstLine="720"/>
        <w:jc w:val="both"/>
        <w:rPr>
          <w:sz w:val="24"/>
          <w:szCs w:val="24"/>
        </w:rPr>
      </w:pPr>
      <w:r>
        <w:rPr>
          <w:sz w:val="24"/>
          <w:szCs w:val="24"/>
        </w:rPr>
        <w:t>В  масонах  видели  уже  носителей  великих  тайн – новой  вид  «розенкрейцеровских  братьев», а с  другой  стороны – подозревали  атеистов  и  политически  опасных  людей.</w:t>
      </w:r>
    </w:p>
    <w:p w:rsidR="007D096A" w:rsidRDefault="007D096A" w:rsidP="00542D1E">
      <w:pPr>
        <w:spacing w:line="360" w:lineRule="auto"/>
        <w:ind w:firstLine="720"/>
        <w:jc w:val="both"/>
        <w:rPr>
          <w:sz w:val="24"/>
          <w:szCs w:val="24"/>
        </w:rPr>
      </w:pPr>
      <w:r>
        <w:rPr>
          <w:sz w:val="24"/>
          <w:szCs w:val="24"/>
        </w:rPr>
        <w:t>Постепенно  в  ложу  стали  вступать  представители  знати  и  весь  социальный  состав  ее  постоянно,  менялся.  Сюда  вступили  герцог  Монтегю, герцог  Уортон, граф  Долькес  и  другие  герцоги, графы  и  лорды.  После 1723 года  в  составе  ложе  уже  не  было  лиц, не  носящих, по  крайней мере,  звания  сквайра /сельского  дворянина/. В  декабре  1721  года  в газетах  распространился  слух  о  предстоящем  принятии  в  масонство  самого  наследника  престола принца  Уэльского.  Масонство  входило  в  моду.</w:t>
      </w:r>
    </w:p>
    <w:p w:rsidR="007D096A" w:rsidRDefault="007D096A" w:rsidP="00542D1E">
      <w:pPr>
        <w:spacing w:line="360" w:lineRule="auto"/>
        <w:ind w:firstLine="720"/>
        <w:jc w:val="both"/>
        <w:rPr>
          <w:sz w:val="24"/>
          <w:szCs w:val="24"/>
        </w:rPr>
      </w:pPr>
      <w:r>
        <w:rPr>
          <w:sz w:val="24"/>
          <w:szCs w:val="24"/>
        </w:rPr>
        <w:t>Одним  из  проявлений  «новой  жизни» и  было  издание  Кодекса  масонских  уставов  /о  чем  мы  уже  упоминали/ - «Новой  Книги Конституций».</w:t>
      </w:r>
    </w:p>
    <w:p w:rsidR="007D096A" w:rsidRDefault="007D096A" w:rsidP="00542D1E">
      <w:pPr>
        <w:spacing w:line="360" w:lineRule="auto"/>
        <w:ind w:firstLine="720"/>
        <w:jc w:val="both"/>
        <w:rPr>
          <w:sz w:val="24"/>
          <w:szCs w:val="24"/>
        </w:rPr>
      </w:pPr>
      <w:r>
        <w:rPr>
          <w:sz w:val="24"/>
          <w:szCs w:val="24"/>
        </w:rPr>
        <w:t>Самой  важной  и  интересной  частью  Книги  является  глава  об  «Обязанностях  франкмасона», отразившая  в  себе  современное, культурное, политическое  лицо  английского  масонства.  В  главе  говорится  о  свободе  выбора  веры  и  о  религии  добра  и  верности  долгу.</w:t>
      </w:r>
    </w:p>
    <w:p w:rsidR="007D096A" w:rsidRDefault="007D096A" w:rsidP="00542D1E">
      <w:pPr>
        <w:spacing w:line="360" w:lineRule="auto"/>
        <w:ind w:firstLine="720"/>
        <w:jc w:val="both"/>
        <w:rPr>
          <w:sz w:val="24"/>
          <w:szCs w:val="24"/>
        </w:rPr>
      </w:pPr>
      <w:r>
        <w:rPr>
          <w:sz w:val="24"/>
          <w:szCs w:val="24"/>
        </w:rPr>
        <w:t>И  основатели  Ложи  и  примкнувшая  к  ним  великосветская  молодежь  не  занимались  отвлеченными  вопросами  веротерпимости, не  стремились  провозглашать  философские  принципы, они просто  «вкушали  плоды  мира». После  актов  о  веротерпимости, билля  о  правах /1689 г./, Утрехтского  мира /1713 г./, обеспечивающего  Англии  блестящее  экономическое  будущее, для людей  господствующего  класса  все  казалось  в  Англии  достигнутым.  Возможно,  поэтому  господствующим  направлением  Великой  Ложи  был  не  космополитизм, а  христианский  национализм.</w:t>
      </w:r>
    </w:p>
    <w:p w:rsidR="007D096A" w:rsidRDefault="007D096A" w:rsidP="00542D1E">
      <w:pPr>
        <w:spacing w:line="360" w:lineRule="auto"/>
        <w:ind w:firstLine="720"/>
        <w:jc w:val="both"/>
        <w:rPr>
          <w:sz w:val="24"/>
          <w:szCs w:val="24"/>
        </w:rPr>
      </w:pPr>
      <w:r>
        <w:rPr>
          <w:sz w:val="24"/>
          <w:szCs w:val="24"/>
        </w:rPr>
        <w:t xml:space="preserve">Судя  по  протоколам  Великой  Ложи, отмечают  исследователи  от  1723  до  середины  1771  годов, в  ее  деятельности  не  было  ничего  не  только опасного, но  и  просто  выходящего  за  предел  светского  времяпрепровождения. </w:t>
      </w:r>
      <w:r>
        <w:rPr>
          <w:rStyle w:val="a5"/>
          <w:sz w:val="24"/>
          <w:szCs w:val="24"/>
        </w:rPr>
        <w:footnoteReference w:id="20"/>
      </w:r>
      <w:r>
        <w:rPr>
          <w:sz w:val="24"/>
          <w:szCs w:val="24"/>
        </w:rPr>
        <w:t xml:space="preserve"> </w:t>
      </w:r>
    </w:p>
    <w:p w:rsidR="007D096A" w:rsidRDefault="007D096A" w:rsidP="00542D1E">
      <w:pPr>
        <w:spacing w:line="360" w:lineRule="auto"/>
        <w:ind w:firstLine="720"/>
        <w:jc w:val="both"/>
        <w:rPr>
          <w:sz w:val="24"/>
          <w:szCs w:val="24"/>
        </w:rPr>
      </w:pPr>
      <w:r>
        <w:rPr>
          <w:sz w:val="24"/>
          <w:szCs w:val="24"/>
        </w:rPr>
        <w:t xml:space="preserve"> Вместе  с  тем, в период  1723-1724 гг.  в  масонство  стали  проникать  политические  разногласия. Возникает  вражда  к масонскому  Ордену  со  стороны Иезуитов  и  находящегося  под  их  влиянием  римского  престола.  В  1738 году  появилась  папская  булла, осуждавшая  масонов, как  вредную  для  апостольской  церкви  секту.</w:t>
      </w:r>
    </w:p>
    <w:p w:rsidR="007D096A" w:rsidRDefault="007D096A">
      <w:pPr>
        <w:spacing w:line="360" w:lineRule="auto"/>
        <w:ind w:firstLine="720"/>
        <w:rPr>
          <w:sz w:val="24"/>
          <w:szCs w:val="24"/>
        </w:rPr>
      </w:pPr>
      <w:r>
        <w:rPr>
          <w:sz w:val="24"/>
          <w:szCs w:val="24"/>
        </w:rPr>
        <w:t>С  1724  года  количество  лож  в  Лондоне  растет.  В  1729  г.  из  54  лож, примыкавших  к  Великой  лондонской  Ложе, 12  находились  в  провинции.</w:t>
      </w:r>
    </w:p>
    <w:p w:rsidR="007D096A" w:rsidRDefault="007D096A">
      <w:pPr>
        <w:spacing w:line="360" w:lineRule="auto"/>
        <w:ind w:firstLine="720"/>
        <w:rPr>
          <w:sz w:val="24"/>
          <w:szCs w:val="24"/>
        </w:rPr>
      </w:pPr>
      <w:r>
        <w:rPr>
          <w:sz w:val="24"/>
          <w:szCs w:val="24"/>
        </w:rPr>
        <w:t>Кроме  лож, признававших  авторитет  Великой  Лондонской  Ложи, существовали  такие, которые  совершенно  от нее  не зависели, не  говоря  уже  об  ирландских  и  шотландских  ложах, создавших  себе  свои  собственные  центры.  В  начале  50-х годов  процесс  усложнился  благодаря  появлению  нового  масонского  центра – Великой  Английской  Ложи  Старых  Уставов.  Уже  через  три  года  она  имела  в своем  ведении  28  лож, а  в   1760-м – 83, в  1800 г. – 167.</w:t>
      </w:r>
    </w:p>
    <w:p w:rsidR="007D096A" w:rsidRDefault="007D096A" w:rsidP="00542D1E">
      <w:pPr>
        <w:spacing w:line="360" w:lineRule="auto"/>
        <w:ind w:firstLine="720"/>
        <w:jc w:val="both"/>
        <w:rPr>
          <w:sz w:val="24"/>
          <w:szCs w:val="24"/>
        </w:rPr>
      </w:pPr>
      <w:r>
        <w:rPr>
          <w:sz w:val="24"/>
          <w:szCs w:val="24"/>
        </w:rPr>
        <w:t xml:space="preserve">Период  основания  этой  ложи  - 1751 г. – известен  в  истории  масонства  под названием  периода «великого  раскола». В  начале  отношения  между  «старыми» и  «новыми» носили  мирный  характер. Но  когда  быстрые  успехи  вновь  созданной  ложи  слишком  затронули и  самолюбие, и  интересы  Великой  Ложи, ее  сторонники  обрушились  на  «старых» с  обвинениями  в  расколе  и  самозванстве.  Однако  с  течением  времени  состав  обоих  английских  масонств,  становился  все  более  однородным – в обоих  решительно  преобладал  великосветский  и  титулованный  элемент.  Старые  споры  забывались, сглаживались  ритуальные  различия.  В  конце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очень  многие  масоны  были  одновременно  членами  и  «новых» и «старых» лож.</w:t>
      </w:r>
    </w:p>
    <w:p w:rsidR="007D096A" w:rsidRDefault="007D096A" w:rsidP="00542D1E">
      <w:pPr>
        <w:spacing w:line="360" w:lineRule="auto"/>
        <w:ind w:firstLine="720"/>
        <w:jc w:val="both"/>
        <w:rPr>
          <w:sz w:val="24"/>
          <w:szCs w:val="24"/>
        </w:rPr>
      </w:pPr>
      <w:r>
        <w:rPr>
          <w:sz w:val="24"/>
          <w:szCs w:val="24"/>
        </w:rPr>
        <w:t>Первое  предложение  об  объединении было  сделано  в  1797  году   «старыми» масонами, но  переговоры  тянулись  целых  16  лет, и  только  в  1813  г., когда  гроссмейстерами «старого»  и  «нового» масонства  стали  два  брата  короля, герцоги  Кентский  и  Суссекский, оно, наконец, осуществилось. Герцог  Суссекский  был  выбран  единогласно  Гроссмейстером  Великой  Соединенной Ложи  старых  масонов  Англии.</w:t>
      </w:r>
    </w:p>
    <w:p w:rsidR="007D096A" w:rsidRDefault="007D096A" w:rsidP="00542D1E">
      <w:pPr>
        <w:spacing w:line="360" w:lineRule="auto"/>
        <w:ind w:firstLine="720"/>
        <w:jc w:val="both"/>
        <w:rPr>
          <w:sz w:val="24"/>
          <w:szCs w:val="24"/>
        </w:rPr>
      </w:pPr>
      <w:r>
        <w:rPr>
          <w:sz w:val="24"/>
          <w:szCs w:val="24"/>
        </w:rPr>
        <w:t xml:space="preserve">Распространению  масонства  из  Англии  по  всей  Европе  содействовало  умственное  движение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век  был «веком ума», веком  свободной  мысли.  Из  сочетания  английской  и  свободной французской  мысли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родилась  французская  революция  1789  года.</w:t>
      </w:r>
      <w:r>
        <w:rPr>
          <w:rStyle w:val="a5"/>
          <w:sz w:val="24"/>
          <w:szCs w:val="24"/>
        </w:rPr>
        <w:footnoteReference w:id="21"/>
      </w:r>
    </w:p>
    <w:p w:rsidR="007D096A" w:rsidRDefault="007D096A" w:rsidP="00542D1E">
      <w:pPr>
        <w:spacing w:line="360" w:lineRule="auto"/>
        <w:ind w:firstLine="720"/>
        <w:jc w:val="both"/>
        <w:rPr>
          <w:sz w:val="24"/>
          <w:szCs w:val="24"/>
        </w:rPr>
      </w:pPr>
    </w:p>
    <w:p w:rsidR="007D096A" w:rsidRPr="00542D1E" w:rsidRDefault="00542D1E" w:rsidP="00542D1E">
      <w:pPr>
        <w:pStyle w:val="2"/>
        <w:ind w:firstLine="0"/>
        <w:jc w:val="center"/>
        <w:rPr>
          <w:b/>
          <w:bCs/>
        </w:rPr>
      </w:pPr>
      <w:bookmarkStart w:id="6" w:name="_Toc149498606"/>
      <w:r>
        <w:rPr>
          <w:b/>
          <w:bCs/>
        </w:rPr>
        <w:t>1.5.</w:t>
      </w:r>
      <w:r w:rsidRPr="00542D1E">
        <w:rPr>
          <w:b/>
          <w:bCs/>
        </w:rPr>
        <w:t xml:space="preserve"> </w:t>
      </w:r>
      <w:r w:rsidR="007D096A" w:rsidRPr="00542D1E">
        <w:rPr>
          <w:b/>
          <w:bCs/>
        </w:rPr>
        <w:t xml:space="preserve">Французское  масонство  </w:t>
      </w:r>
      <w:r w:rsidR="007D096A" w:rsidRPr="00542D1E">
        <w:rPr>
          <w:b/>
          <w:bCs/>
        </w:rPr>
        <w:sym w:font="Symbol" w:char="F043"/>
      </w:r>
      <w:r w:rsidR="007D096A" w:rsidRPr="00542D1E">
        <w:rPr>
          <w:b/>
          <w:bCs/>
        </w:rPr>
        <w:sym w:font="Symbol" w:char="F055"/>
      </w:r>
      <w:r w:rsidR="007D096A" w:rsidRPr="00542D1E">
        <w:rPr>
          <w:b/>
          <w:bCs/>
        </w:rPr>
        <w:sym w:font="Symbol" w:char="F049"/>
      </w:r>
      <w:r w:rsidR="007D096A" w:rsidRPr="00542D1E">
        <w:rPr>
          <w:b/>
          <w:bCs/>
        </w:rPr>
        <w:sym w:font="Symbol" w:char="F049"/>
      </w:r>
      <w:r w:rsidR="007D096A" w:rsidRPr="00542D1E">
        <w:rPr>
          <w:b/>
          <w:bCs/>
        </w:rPr>
        <w:sym w:font="Symbol" w:char="F049"/>
      </w:r>
      <w:r w:rsidR="007D096A" w:rsidRPr="00542D1E">
        <w:rPr>
          <w:b/>
          <w:bCs/>
        </w:rPr>
        <w:t xml:space="preserve"> века</w:t>
      </w:r>
      <w:bookmarkEnd w:id="6"/>
    </w:p>
    <w:p w:rsidR="007D096A" w:rsidRDefault="007D096A" w:rsidP="00542D1E">
      <w:pPr>
        <w:spacing w:line="360" w:lineRule="auto"/>
        <w:ind w:left="720"/>
        <w:jc w:val="both"/>
        <w:rPr>
          <w:sz w:val="24"/>
          <w:szCs w:val="24"/>
        </w:rPr>
      </w:pPr>
    </w:p>
    <w:p w:rsidR="007D096A" w:rsidRDefault="007D096A" w:rsidP="00542D1E">
      <w:pPr>
        <w:pStyle w:val="23"/>
        <w:jc w:val="both"/>
      </w:pPr>
      <w:r>
        <w:t xml:space="preserve">Французское  франкмасонство – побочная  дочь  английского монарха. Революция  1688  года  в  Англии, приведшая  к  окончательному  свержению династии Стюартов, вынудила  короля  Иакова </w:t>
      </w:r>
      <w:r>
        <w:sym w:font="Symbol" w:char="F049"/>
      </w:r>
      <w:r>
        <w:sym w:font="Symbol" w:char="F049"/>
      </w:r>
      <w:r>
        <w:t xml:space="preserve">  со  своими  приверженцами  искать  убежища  у  христианнейшего  короля – Солнца  Франции  Людовика </w:t>
      </w:r>
      <w:r>
        <w:sym w:font="Symbol" w:char="F043"/>
      </w:r>
      <w:r>
        <w:sym w:font="Symbol" w:char="F055"/>
      </w:r>
      <w:r>
        <w:sym w:font="Symbol" w:char="F049"/>
      </w:r>
      <w:r>
        <w:t>.</w:t>
      </w:r>
    </w:p>
    <w:p w:rsidR="007D096A" w:rsidRDefault="007D096A" w:rsidP="00542D1E">
      <w:pPr>
        <w:spacing w:line="360" w:lineRule="auto"/>
        <w:ind w:firstLine="720"/>
        <w:jc w:val="both"/>
        <w:rPr>
          <w:sz w:val="24"/>
          <w:szCs w:val="24"/>
        </w:rPr>
      </w:pPr>
      <w:r>
        <w:rPr>
          <w:sz w:val="24"/>
          <w:szCs w:val="24"/>
        </w:rPr>
        <w:t xml:space="preserve">Эмигранты-якобиты, то  есть  сторонники Иакова </w:t>
      </w:r>
      <w:r>
        <w:rPr>
          <w:sz w:val="24"/>
          <w:szCs w:val="24"/>
        </w:rPr>
        <w:sym w:font="Symbol" w:char="F049"/>
      </w:r>
      <w:r>
        <w:rPr>
          <w:sz w:val="24"/>
          <w:szCs w:val="24"/>
        </w:rPr>
        <w:sym w:font="Symbol" w:char="F049"/>
      </w:r>
      <w:r>
        <w:rPr>
          <w:sz w:val="24"/>
          <w:szCs w:val="24"/>
        </w:rPr>
        <w:t>, и  сочувствовавшие  им  поклонники  английских  общественных  порядков  и  были  первыми  основателями  масонских  лож  во  Франции.</w:t>
      </w:r>
    </w:p>
    <w:p w:rsidR="007D096A" w:rsidRDefault="007D096A" w:rsidP="00542D1E">
      <w:pPr>
        <w:spacing w:line="360" w:lineRule="auto"/>
        <w:ind w:firstLine="720"/>
        <w:jc w:val="both"/>
        <w:rPr>
          <w:sz w:val="24"/>
          <w:szCs w:val="24"/>
        </w:rPr>
      </w:pPr>
      <w:r>
        <w:rPr>
          <w:sz w:val="24"/>
          <w:szCs w:val="24"/>
        </w:rPr>
        <w:t xml:space="preserve">Рядом  с  якобитским  дворянством  организуют  ложи  во  Франции  и  представители  английской  знати, сохранившей  верность  Ганноверскому   дому. Масонство  имело  большой  успех.  Уже  в  тридцатых  годах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в  Париже  числилось  пять  лож.  Первая  ложа, известная  под  разными  наименованиями, возможно, была  основана  в  1725  году, но  лишь  в  1732 г.  получила  свою  конституцию  от  Великой  Ложи  Англии.</w:t>
      </w:r>
    </w:p>
    <w:p w:rsidR="007D096A" w:rsidRDefault="007D096A">
      <w:pPr>
        <w:spacing w:line="360" w:lineRule="auto"/>
        <w:ind w:firstLine="720"/>
        <w:rPr>
          <w:sz w:val="24"/>
          <w:szCs w:val="24"/>
        </w:rPr>
      </w:pPr>
      <w:r>
        <w:rPr>
          <w:sz w:val="24"/>
          <w:szCs w:val="24"/>
        </w:rPr>
        <w:t>Общественный  и  политический  строй  Англии  этого  времени  как  французской  знати, так  и  буржуазии  представлялся  идеальным, а  увлечение  английскими  порядками  и  желание  пересадить  их  во  Франции  содействовали  быстрому  распространению  масонства.</w:t>
      </w:r>
    </w:p>
    <w:p w:rsidR="007D096A" w:rsidRDefault="007D096A" w:rsidP="00542D1E">
      <w:pPr>
        <w:numPr>
          <w:ilvl w:val="0"/>
          <w:numId w:val="13"/>
        </w:numPr>
        <w:tabs>
          <w:tab w:val="clear" w:pos="1080"/>
          <w:tab w:val="num" w:pos="0"/>
        </w:tabs>
        <w:spacing w:line="360" w:lineRule="auto"/>
        <w:ind w:left="0" w:firstLine="720"/>
        <w:jc w:val="both"/>
        <w:rPr>
          <w:sz w:val="24"/>
          <w:szCs w:val="24"/>
        </w:rPr>
      </w:pPr>
      <w:r>
        <w:rPr>
          <w:sz w:val="24"/>
          <w:szCs w:val="24"/>
        </w:rPr>
        <w:t>декабря  1743  года  собрание  16  парижских  мастеров  выбрало  пожизненным  Великим  Мастером  принца  королевской  крови  Людовика  Бурбона, графа  Клермона.  С этих  выборов  ведет  свое  начало  и  Великая  Английская  Ложа  Франции.</w:t>
      </w:r>
    </w:p>
    <w:p w:rsidR="007D096A" w:rsidRDefault="007D096A" w:rsidP="00542D1E">
      <w:pPr>
        <w:spacing w:line="360" w:lineRule="auto"/>
        <w:ind w:firstLine="709"/>
        <w:jc w:val="both"/>
        <w:rPr>
          <w:sz w:val="24"/>
          <w:szCs w:val="24"/>
        </w:rPr>
      </w:pPr>
      <w:r>
        <w:rPr>
          <w:sz w:val="24"/>
          <w:szCs w:val="24"/>
        </w:rPr>
        <w:t>С  1773  года  Великая  национальная  ложа  стала  именоваться  «Великим  Востоком  Франции».</w:t>
      </w:r>
    </w:p>
    <w:p w:rsidR="007D096A" w:rsidRDefault="007D096A" w:rsidP="00542D1E">
      <w:pPr>
        <w:spacing w:line="360" w:lineRule="auto"/>
        <w:ind w:firstLine="709"/>
        <w:jc w:val="both"/>
        <w:rPr>
          <w:sz w:val="24"/>
          <w:szCs w:val="24"/>
        </w:rPr>
      </w:pPr>
      <w:r>
        <w:rPr>
          <w:sz w:val="24"/>
          <w:szCs w:val="24"/>
        </w:rPr>
        <w:t>Масонство, имея  высоких  покровителей  из  знати, могло  вести  беспрепятственно  свою  работу.  Масоны  всячески  демонстрировали  свою  религиозность  и  верность  королю.</w:t>
      </w:r>
    </w:p>
    <w:p w:rsidR="007D096A" w:rsidRDefault="007D096A" w:rsidP="00542D1E">
      <w:pPr>
        <w:spacing w:line="360" w:lineRule="auto"/>
        <w:ind w:firstLine="709"/>
        <w:jc w:val="both"/>
        <w:rPr>
          <w:sz w:val="24"/>
          <w:szCs w:val="24"/>
        </w:rPr>
      </w:pPr>
      <w:r>
        <w:rPr>
          <w:sz w:val="24"/>
          <w:szCs w:val="24"/>
        </w:rPr>
        <w:t>Русский  общественный  деятель  Н.Е.Марков  писал, что  Мария  Антуанетта  всячески  покровительствовала  масонству. Он  приводит  ее  письмо  своей  сестре  Марии  Христине, написанное  в  1781  году:</w:t>
      </w:r>
    </w:p>
    <w:p w:rsidR="007D096A" w:rsidRDefault="007D096A" w:rsidP="00542D1E">
      <w:pPr>
        <w:spacing w:line="360" w:lineRule="auto"/>
        <w:ind w:firstLine="709"/>
        <w:jc w:val="both"/>
        <w:rPr>
          <w:sz w:val="24"/>
          <w:szCs w:val="24"/>
        </w:rPr>
      </w:pPr>
      <w:r>
        <w:rPr>
          <w:sz w:val="24"/>
          <w:szCs w:val="24"/>
        </w:rPr>
        <w:t>«Мне  кажется, вы  придаете слишком  много значения  масонству  во  Франции; оно  далеко  не  играло  у  нас  такой  роли, как  в других  странах, благодаря  тому  что  здесь  к  нему  все  принадлежат  и  таким  образом  нам  известно  все, что  там  происходит, В   чем  же  вы  видите  опасность?…это  общество  существует  только  для  благотворительности  и  развлечений; там  много  едят, пьют, рассуждают, поют, а  король  говорит, что  люди, которые  пьют  и  поют, не могут  быть  заговорщиками.  Также  нельзя  называть  масонство  обществом  убежденных  безбожников, ибо,  я  слышала,  там  постоянно  говорят,  о  Боге.  Кроме  того, там  раздают  много  милостыни, воспитывают  детей  бедных  или  умерших  членов  братства, выдают  их  дочерей  замуж…. Правда, мне  кажется, что  можно  бы  было  делать  добро  без  всяких  таких  церемоний, но  ведь  у  каждого  своя  манера  веселиться, лишь   бы  делать  добро, а  остальное,  не  безразлично  ли  нам?»</w:t>
      </w:r>
      <w:r>
        <w:rPr>
          <w:rStyle w:val="a5"/>
          <w:sz w:val="24"/>
          <w:szCs w:val="24"/>
        </w:rPr>
        <w:footnoteReference w:id="22"/>
      </w:r>
    </w:p>
    <w:p w:rsidR="007D096A" w:rsidRDefault="007D096A" w:rsidP="00542D1E">
      <w:pPr>
        <w:spacing w:line="360" w:lineRule="auto"/>
        <w:ind w:firstLine="709"/>
        <w:jc w:val="both"/>
        <w:rPr>
          <w:sz w:val="24"/>
          <w:szCs w:val="24"/>
        </w:rPr>
      </w:pPr>
      <w:r>
        <w:rPr>
          <w:sz w:val="24"/>
          <w:szCs w:val="24"/>
        </w:rPr>
        <w:t xml:space="preserve">Однако  в  1790  году  мнение  Марии  Антуанетты  на  прямо  противоположное, и она  уже  предостерегла  своего  брата  Леопольда </w:t>
      </w:r>
      <w:r>
        <w:rPr>
          <w:sz w:val="24"/>
          <w:szCs w:val="24"/>
        </w:rPr>
        <w:sym w:font="Symbol" w:char="F049"/>
      </w:r>
      <w:r>
        <w:rPr>
          <w:sz w:val="24"/>
          <w:szCs w:val="24"/>
        </w:rPr>
        <w:sym w:font="Symbol" w:char="F049"/>
      </w:r>
      <w:r>
        <w:rPr>
          <w:sz w:val="24"/>
          <w:szCs w:val="24"/>
        </w:rPr>
        <w:t xml:space="preserve"> от «всякого  масонского  сообщества».</w:t>
      </w:r>
    </w:p>
    <w:p w:rsidR="007D096A" w:rsidRDefault="007D096A" w:rsidP="00542D1E">
      <w:pPr>
        <w:spacing w:line="360" w:lineRule="auto"/>
        <w:ind w:firstLine="709"/>
        <w:jc w:val="both"/>
        <w:rPr>
          <w:sz w:val="24"/>
          <w:szCs w:val="24"/>
        </w:rPr>
      </w:pPr>
      <w:r>
        <w:rPr>
          <w:sz w:val="24"/>
          <w:szCs w:val="24"/>
        </w:rPr>
        <w:t>Многие  исследователи, занимающие  антимасонскую  позицию  считают, что  идейную  подготовку  французской  революции  осуществили  именно  масоны.  Масонские  ложи  собирали  в своих  недрах  выдающихся  представителей  наук  и  искусств.  В  основанной  в  1769  году  Лаландом  Ложе  Наук, переименованной  в Ложу   Девяти  Сестер, значились  Вольтер, Франклин, Кондорсе, Дюпати, Эли де Бомон, Курт де Гебелин, Дантон, Бриссо, Пастере, Форстер, Верне, Гудон  и другие.  В  этой  ложе  находились  крупные   политические  деятели, литераторы, художники  и  ученые.</w:t>
      </w:r>
    </w:p>
    <w:p w:rsidR="007D096A" w:rsidRDefault="007D096A" w:rsidP="00542D1E">
      <w:pPr>
        <w:spacing w:line="360" w:lineRule="auto"/>
        <w:ind w:firstLine="709"/>
        <w:jc w:val="both"/>
        <w:rPr>
          <w:sz w:val="24"/>
          <w:szCs w:val="24"/>
        </w:rPr>
      </w:pPr>
      <w:r>
        <w:rPr>
          <w:sz w:val="24"/>
          <w:szCs w:val="24"/>
        </w:rPr>
        <w:t>Исповедуя деизм /отрицание  всяческих  догматов, приверженность  разуму, критике/, Вольтер  считал  религию  необязательной  и  даже  вредной, доказывая, что  история  религию есть  «ряд  обманов  и  глупостей». В  своих  политических  проповедях  он  требовал  реформ   и  коренного  переустройства  всех  общественных  отношений.</w:t>
      </w:r>
    </w:p>
    <w:p w:rsidR="007D096A" w:rsidRDefault="007D096A" w:rsidP="00542D1E">
      <w:pPr>
        <w:spacing w:line="360" w:lineRule="auto"/>
        <w:ind w:firstLine="709"/>
        <w:jc w:val="both"/>
        <w:rPr>
          <w:sz w:val="24"/>
          <w:szCs w:val="24"/>
        </w:rPr>
      </w:pPr>
      <w:r>
        <w:rPr>
          <w:sz w:val="24"/>
          <w:szCs w:val="24"/>
        </w:rPr>
        <w:t>Монтескье  проповедовал  теорию  разделения  властей  и   рекомендовал  во  Франции  установить  английскую  форму  правления, при  которой  народу  принадлежит  власть законодательная, королю – исполнительная  и  независимому  сословию  судей – власть  судебная.</w:t>
      </w:r>
    </w:p>
    <w:p w:rsidR="007D096A" w:rsidRDefault="007D096A" w:rsidP="00542D1E">
      <w:pPr>
        <w:spacing w:line="360" w:lineRule="auto"/>
        <w:ind w:firstLine="709"/>
        <w:jc w:val="both"/>
        <w:rPr>
          <w:sz w:val="24"/>
          <w:szCs w:val="24"/>
        </w:rPr>
      </w:pPr>
      <w:r>
        <w:rPr>
          <w:sz w:val="24"/>
          <w:szCs w:val="24"/>
        </w:rPr>
        <w:t>Повторяя  мысли  Локка, что  человеческое  общество  возникло  в  силу  договора  между  людьми, которые  первоначально  были свободны, Жан-Жак  Руссо  приходит  к  выводу  и  проповедует  безусловное верховенство  народа, отвергая  и  представительство, и  принцип  разделения  властей.</w:t>
      </w:r>
    </w:p>
    <w:p w:rsidR="007D096A" w:rsidRDefault="007D096A" w:rsidP="00542D1E">
      <w:pPr>
        <w:spacing w:line="360" w:lineRule="auto"/>
        <w:ind w:firstLine="709"/>
        <w:jc w:val="both"/>
        <w:rPr>
          <w:sz w:val="24"/>
          <w:szCs w:val="24"/>
        </w:rPr>
      </w:pPr>
      <w:r>
        <w:rPr>
          <w:sz w:val="24"/>
          <w:szCs w:val="24"/>
        </w:rPr>
        <w:t>Для  распространения  масонского  учения  в  народе  употреблялись  литературные  сборники, журналы, романы, брошюры, театр.</w:t>
      </w:r>
    </w:p>
    <w:p w:rsidR="007D096A" w:rsidRDefault="007D096A" w:rsidP="00542D1E">
      <w:pPr>
        <w:spacing w:line="360" w:lineRule="auto"/>
        <w:ind w:firstLine="709"/>
        <w:jc w:val="both"/>
        <w:rPr>
          <w:sz w:val="24"/>
          <w:szCs w:val="24"/>
        </w:rPr>
      </w:pPr>
      <w:r>
        <w:rPr>
          <w:sz w:val="24"/>
          <w:szCs w:val="24"/>
        </w:rPr>
        <w:t xml:space="preserve">При  этом следует  иметь  в виду, что  Людовик </w:t>
      </w:r>
      <w:r>
        <w:rPr>
          <w:sz w:val="24"/>
          <w:szCs w:val="24"/>
        </w:rPr>
        <w:sym w:font="Symbol" w:char="F043"/>
      </w:r>
      <w:r>
        <w:rPr>
          <w:sz w:val="24"/>
          <w:szCs w:val="24"/>
        </w:rPr>
        <w:sym w:font="Symbol" w:char="F049"/>
      </w:r>
      <w:r>
        <w:rPr>
          <w:sz w:val="24"/>
          <w:szCs w:val="24"/>
        </w:rPr>
        <w:sym w:font="Symbol" w:char="F055"/>
      </w:r>
      <w:r>
        <w:rPr>
          <w:sz w:val="24"/>
          <w:szCs w:val="24"/>
        </w:rPr>
        <w:t xml:space="preserve"> обладал  абсолютной, неограниченной  властью.  Официальная  монархическая  доктрина  гласила, что  короли  получают  свою  власть  от  бога  и  являются  его  живым  подобием, его  представителем  на  земле.  Воля  короля  объявлялась  законом, а  высшим  долгом  подданного – беспрекословное  повиновение  своему  государю.  Божественная  по  своему  происхождению и  олицетворявшая  всю  мощь  государства  королевская  власть  воплощалась  исключительно  в  особе  монарха, считавшейся  священной.</w:t>
      </w:r>
      <w:r>
        <w:rPr>
          <w:rStyle w:val="a5"/>
          <w:sz w:val="24"/>
          <w:szCs w:val="24"/>
        </w:rPr>
        <w:footnoteReference w:id="23"/>
      </w:r>
    </w:p>
    <w:p w:rsidR="007D096A" w:rsidRDefault="007D096A" w:rsidP="00542D1E">
      <w:pPr>
        <w:spacing w:line="360" w:lineRule="auto"/>
        <w:ind w:firstLine="709"/>
        <w:jc w:val="both"/>
        <w:rPr>
          <w:sz w:val="24"/>
          <w:szCs w:val="24"/>
        </w:rPr>
      </w:pPr>
      <w:r>
        <w:rPr>
          <w:sz w:val="24"/>
          <w:szCs w:val="24"/>
        </w:rPr>
        <w:t xml:space="preserve">Вероятно, мнение  некоторых  историков, что  масонство  стремилось,  ослабить  абсолютную  власть  во  Франции  имеет  под  собой  определенные  основания.  Иванов В.Ф.  приводит  цитату  из  письма  Вольтера  к  маркизу  де  Шевален: «Все, что  я  теперь  вижу, разбрасывает  семена  будущей  революции, которая  неминуемо  должна  случиться, но  которой  я  не  буду  уже  иметь  удовольствие  быть  свидетелем. Свет  до  такой  степени  распространился, что  от  малейшего  случая  может  произойти  взрыв.  И вот  будет  славное  крошево.  Как  счастливы  молодые  люди.  Каких  штук  они  не  насмотрятся». </w:t>
      </w:r>
      <w:r>
        <w:rPr>
          <w:rStyle w:val="a5"/>
          <w:sz w:val="24"/>
          <w:szCs w:val="24"/>
        </w:rPr>
        <w:footnoteReference w:id="24"/>
      </w:r>
      <w:r>
        <w:rPr>
          <w:sz w:val="24"/>
          <w:szCs w:val="24"/>
        </w:rPr>
        <w:t xml:space="preserve"> В  Париже  к  началу  революции  организовалась  и  энергично  действовала, пишет  историк, группа  иллюминатов /Орден  Иллюминатов  был  образован  в  Германии  в   1776 г./, к  которым  принадлежали  самые  видные  деятели  революции, как, напри мер, Мирабо, Робеспьер  и  другие.</w:t>
      </w:r>
      <w:r>
        <w:rPr>
          <w:rStyle w:val="a5"/>
          <w:sz w:val="24"/>
          <w:szCs w:val="24"/>
        </w:rPr>
        <w:footnoteReference w:id="25"/>
      </w:r>
    </w:p>
    <w:p w:rsidR="007D096A" w:rsidRDefault="007D096A" w:rsidP="00542D1E">
      <w:pPr>
        <w:spacing w:line="360" w:lineRule="auto"/>
        <w:ind w:firstLine="709"/>
        <w:jc w:val="both"/>
        <w:rPr>
          <w:sz w:val="24"/>
          <w:szCs w:val="24"/>
        </w:rPr>
      </w:pPr>
      <w:r>
        <w:rPr>
          <w:sz w:val="24"/>
          <w:szCs w:val="24"/>
        </w:rPr>
        <w:t>Было, конечно, и  противоположное  мнение, согласно  которому  сам  характер  деятельности  масонского  движения  исключал  возможность  политической  оппозиции.</w:t>
      </w:r>
    </w:p>
    <w:p w:rsidR="007D096A" w:rsidRDefault="007D096A" w:rsidP="00542D1E">
      <w:pPr>
        <w:spacing w:line="360" w:lineRule="auto"/>
        <w:ind w:firstLine="709"/>
        <w:jc w:val="both"/>
        <w:rPr>
          <w:sz w:val="24"/>
          <w:szCs w:val="24"/>
        </w:rPr>
      </w:pPr>
      <w:r>
        <w:rPr>
          <w:sz w:val="24"/>
          <w:szCs w:val="24"/>
        </w:rPr>
        <w:t>К  1791 году  деятельность  лож  во  Франции  прекращается. Многие  масоны  эмигрировали, некоторые  ушли  в  политические  клубы.  Немногие  ложи  нашли  в  себе  силы  продолжать  прежние  занятия. Так, ложа  Шотландского  Общественного  Договора  в  Париже  после  бегства  короля  в  Варенн  пыталась  продолжить  работу, но  вынуждена  была  в  сентябре  1801  года  прекратить  свою  деятельность.  Если  еще  в 1791  году  «Великий  Восток»  открывал  новые  ложи, то  уже  через  год  герцог  Орлеанский  сложил  с  себя  звание  Гроссмейстера.  Немногие  ложи, сумевшие  в  это  тяжелое  время, целиком  ушли  в  свои  мелкие  дела. Они  были  так  напуганы, что  после  смерти  Робеспьера  решили  запретить  всякие  беседы  по  вопросам  политики  и  заниматься  лишь  масонскими  делами.</w:t>
      </w:r>
    </w:p>
    <w:p w:rsidR="007D096A" w:rsidRDefault="007D096A" w:rsidP="00542D1E">
      <w:pPr>
        <w:spacing w:line="360" w:lineRule="auto"/>
        <w:ind w:firstLine="709"/>
        <w:jc w:val="both"/>
        <w:rPr>
          <w:sz w:val="24"/>
          <w:szCs w:val="24"/>
        </w:rPr>
      </w:pPr>
    </w:p>
    <w:p w:rsidR="007D096A" w:rsidRPr="00542D1E" w:rsidRDefault="00542D1E" w:rsidP="00542D1E">
      <w:pPr>
        <w:pStyle w:val="2"/>
        <w:ind w:firstLine="0"/>
        <w:jc w:val="center"/>
        <w:rPr>
          <w:b/>
          <w:bCs/>
        </w:rPr>
      </w:pPr>
      <w:bookmarkStart w:id="7" w:name="_Toc149498607"/>
      <w:r w:rsidRPr="00542D1E">
        <w:rPr>
          <w:b/>
          <w:bCs/>
        </w:rPr>
        <w:t>1.6.</w:t>
      </w:r>
      <w:r w:rsidR="007D096A" w:rsidRPr="00542D1E">
        <w:rPr>
          <w:b/>
          <w:bCs/>
        </w:rPr>
        <w:t xml:space="preserve">Немецкое  масонство  </w:t>
      </w:r>
      <w:r w:rsidR="007D096A" w:rsidRPr="00542D1E">
        <w:rPr>
          <w:b/>
          <w:bCs/>
        </w:rPr>
        <w:sym w:font="Symbol" w:char="F043"/>
      </w:r>
      <w:r w:rsidR="007D096A" w:rsidRPr="00542D1E">
        <w:rPr>
          <w:b/>
          <w:bCs/>
        </w:rPr>
        <w:sym w:font="Symbol" w:char="F055"/>
      </w:r>
      <w:r w:rsidR="007D096A" w:rsidRPr="00542D1E">
        <w:rPr>
          <w:b/>
          <w:bCs/>
        </w:rPr>
        <w:sym w:font="Symbol" w:char="F049"/>
      </w:r>
      <w:r w:rsidR="007D096A" w:rsidRPr="00542D1E">
        <w:rPr>
          <w:b/>
          <w:bCs/>
        </w:rPr>
        <w:sym w:font="Symbol" w:char="F049"/>
      </w:r>
      <w:r w:rsidR="007D096A" w:rsidRPr="00542D1E">
        <w:rPr>
          <w:b/>
          <w:bCs/>
        </w:rPr>
        <w:sym w:font="Symbol" w:char="F049"/>
      </w:r>
      <w:r w:rsidR="007D096A" w:rsidRPr="00542D1E">
        <w:rPr>
          <w:b/>
          <w:bCs/>
        </w:rPr>
        <w:t xml:space="preserve"> века</w:t>
      </w:r>
      <w:bookmarkEnd w:id="7"/>
    </w:p>
    <w:p w:rsidR="007D096A" w:rsidRDefault="007D096A" w:rsidP="00542D1E">
      <w:pPr>
        <w:spacing w:line="360" w:lineRule="auto"/>
        <w:ind w:left="720"/>
        <w:jc w:val="both"/>
        <w:rPr>
          <w:sz w:val="24"/>
          <w:szCs w:val="24"/>
        </w:rPr>
      </w:pPr>
    </w:p>
    <w:p w:rsidR="007D096A" w:rsidRDefault="007D096A" w:rsidP="00542D1E">
      <w:pPr>
        <w:pStyle w:val="23"/>
        <w:jc w:val="both"/>
      </w:pPr>
      <w:r>
        <w:t>Восемнадцатый  век  в  истории  культурной  жизни  Германии  являлся  веком  глубоких  противоречий.  С одной  стороны, рационалистическое  просвещение  праздновало  в то  время  золотой  век  своего  существования, и  принципы  здравого  смысла, полезности  и  практической  пригодности  выставлялись  в  качестве  высших  критериев  для  оценки  всех  явлений – в области  жизни  и  в  области  мысли. Но  наряду  с  крайностями  рационализма  не  было  недостатка  и в самых  крайних  проявлениях  чувствительности, и в  самой  причудливой  фантастике.</w:t>
      </w:r>
    </w:p>
    <w:p w:rsidR="007D096A" w:rsidRDefault="007D096A" w:rsidP="00542D1E">
      <w:pPr>
        <w:spacing w:line="360" w:lineRule="auto"/>
        <w:ind w:firstLine="720"/>
        <w:jc w:val="both"/>
        <w:rPr>
          <w:sz w:val="24"/>
          <w:szCs w:val="24"/>
        </w:rPr>
      </w:pPr>
      <w:r>
        <w:rPr>
          <w:sz w:val="24"/>
          <w:szCs w:val="24"/>
        </w:rPr>
        <w:t xml:space="preserve">Мистицизм, безудержный  культ  чувства  и  нападки  на  разум  были  далеко  еще  не самыми  яркими  проявлениями  « анте просветительного» духа  в  Германии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Во  многих  случаях  мистические  искания  единения  с Богом  переходили  в  прямое  чародейство, а  стремление  к  сверхчувственному  знанию  и  вера  в  таинственное  наитие  приводили  к  настоящему  чернокнижию, колдовству  и  духоведению.</w:t>
      </w:r>
    </w:p>
    <w:p w:rsidR="007D096A" w:rsidRDefault="007D096A" w:rsidP="00542D1E">
      <w:pPr>
        <w:spacing w:line="360" w:lineRule="auto"/>
        <w:ind w:firstLine="720"/>
        <w:jc w:val="both"/>
        <w:rPr>
          <w:sz w:val="24"/>
          <w:szCs w:val="24"/>
        </w:rPr>
      </w:pPr>
      <w:r>
        <w:rPr>
          <w:sz w:val="24"/>
          <w:szCs w:val="24"/>
        </w:rPr>
        <w:t xml:space="preserve">В  кругу этих  мистических  настроений  и  поисков  таинственного  знания  возникло  немецкое  масонство. Его  история  дает  нам  самые  яркие  страницы  из  истории  немецкого  оккультизма, чародейства, а  иногда  и  прямого  шарлатанства. Масонство  снова  оживило  и  выставило  в качестве  высшей  мудрости, доступной  только  для  посвященных, то, от  чего   давно  отказалась  научная  мысль  не  только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но  и  предыдущих  столетий.  В  реанимированных  средневековых  представлениях  быстро  растворились  те  принципы  терпимости, гуманности, всеобщего  братства  и  свободы, которые  выставили  масоны  сначала  на  своем  знамени.</w:t>
      </w:r>
    </w:p>
    <w:p w:rsidR="007D096A" w:rsidRDefault="007D096A" w:rsidP="00542D1E">
      <w:pPr>
        <w:spacing w:line="360" w:lineRule="auto"/>
        <w:ind w:firstLine="720"/>
        <w:jc w:val="both"/>
        <w:rPr>
          <w:sz w:val="24"/>
          <w:szCs w:val="24"/>
        </w:rPr>
      </w:pPr>
      <w:r>
        <w:rPr>
          <w:sz w:val="24"/>
          <w:szCs w:val="24"/>
        </w:rPr>
        <w:t>Первоначально  масонство  пришло  в  Германию  из  Англии.  Особенно  легко  проникало  английское  влияние  в  северную  Германию.</w:t>
      </w:r>
    </w:p>
    <w:p w:rsidR="007D096A" w:rsidRDefault="007D096A" w:rsidP="00542D1E">
      <w:pPr>
        <w:spacing w:line="360" w:lineRule="auto"/>
        <w:ind w:firstLine="720"/>
        <w:jc w:val="both"/>
        <w:rPr>
          <w:sz w:val="24"/>
          <w:szCs w:val="24"/>
        </w:rPr>
      </w:pPr>
      <w:r>
        <w:rPr>
          <w:sz w:val="24"/>
          <w:szCs w:val="24"/>
        </w:rPr>
        <w:t>Масонов  в  Германии  становилось  все  больше, но  до  30-х  годов  в  стране своих  лож  не  было, и  немецкие  масоны  должны  были  ездить  на  заседания  английских  лож  через  Ла-Манш. Только  в  1733 году  английское  высшее  начальство  масонов   разрешило  открыть  в  Гамбурге  постоянную  ложу.  В  1737  году  масонская  ложа  в  Гамбурге  начинает  свою  деятельность, а  в  1741 г.  принимает  название  «Авесалом».  Масонство  становится  забавой  придворных  кругов  и  титулованной  знати.</w:t>
      </w:r>
    </w:p>
    <w:p w:rsidR="007D096A" w:rsidRDefault="007D096A" w:rsidP="00542D1E">
      <w:pPr>
        <w:spacing w:line="360" w:lineRule="auto"/>
        <w:ind w:firstLine="720"/>
        <w:jc w:val="both"/>
        <w:rPr>
          <w:sz w:val="24"/>
          <w:szCs w:val="24"/>
        </w:rPr>
      </w:pPr>
      <w:r>
        <w:rPr>
          <w:sz w:val="24"/>
          <w:szCs w:val="24"/>
        </w:rPr>
        <w:t>В  30-х и  40-х  годах  в  Германии  были  основаны  ложи  в  таких  городах, как  Ганновер, Дрезден, Лейпциг, Франкфурт-на-Майне, Магдебург, Геттинген, несколько  позднее  ложи  были  открыты  в  Нюрберге, Магдебурге.</w:t>
      </w:r>
    </w:p>
    <w:p w:rsidR="007D096A" w:rsidRDefault="007D096A" w:rsidP="00542D1E">
      <w:pPr>
        <w:spacing w:line="360" w:lineRule="auto"/>
        <w:ind w:firstLine="720"/>
        <w:jc w:val="both"/>
        <w:rPr>
          <w:sz w:val="24"/>
          <w:szCs w:val="24"/>
        </w:rPr>
      </w:pPr>
      <w:r>
        <w:rPr>
          <w:sz w:val="24"/>
          <w:szCs w:val="24"/>
        </w:rPr>
        <w:t>Одной  из  самых  характерных  особенностей  первоначального  немецкого  масонства  было  то, что  первые  ложи  в  Германии  носили  французские  названия, и  заседания  их  проводились  на  французском  языке.  Немецкое  масонство  довольно  быстро  подвергалось  именно  французскому  влиянию.</w:t>
      </w:r>
    </w:p>
    <w:p w:rsidR="007D096A" w:rsidRDefault="007D096A" w:rsidP="00542D1E">
      <w:pPr>
        <w:spacing w:line="360" w:lineRule="auto"/>
        <w:ind w:firstLine="720"/>
        <w:jc w:val="both"/>
        <w:rPr>
          <w:sz w:val="24"/>
          <w:szCs w:val="24"/>
        </w:rPr>
      </w:pPr>
      <w:r>
        <w:rPr>
          <w:sz w:val="24"/>
          <w:szCs w:val="24"/>
        </w:rPr>
        <w:t>Немецкие  масоны  стремились  выделить  себя  из  среды  простых  смертных  и подняться  на  недосягаемую  ступень  «откровенных» знаний. Это  выразилось, прежде  всего, в  желании  окутать  прошлое  масонства  покровом  непроницаемой  тайны  и  отодвинуть  его  возникновение  к  возможно  более  далеким  временам.</w:t>
      </w:r>
    </w:p>
    <w:p w:rsidR="007D096A" w:rsidRDefault="007D096A" w:rsidP="00542D1E">
      <w:pPr>
        <w:spacing w:line="360" w:lineRule="auto"/>
        <w:ind w:firstLine="720"/>
        <w:jc w:val="both"/>
        <w:rPr>
          <w:sz w:val="24"/>
          <w:szCs w:val="24"/>
        </w:rPr>
      </w:pPr>
      <w:r>
        <w:rPr>
          <w:sz w:val="24"/>
          <w:szCs w:val="24"/>
        </w:rPr>
        <w:t>Среди  наиболее  известных  немецких лож  того  времени  были: «Строгий  Чин», «Великая  Земская  ложа  всех  каменщиков  Германии», «Эклектический  союз», «Орден  Иллюминатов». Что  касается  Ордена  Иллюминатов, то  это был  единственный  орден, имевший  характер  исключительно  нравственно-просветительский, он  стремился  заинтересовать  людей  нравственным  самоусовершенствованием, пробуждал  гуманность  и  общительность.  Преследования  привели  к  ликвидации  ордена  в  1830  году.</w:t>
      </w:r>
    </w:p>
    <w:p w:rsidR="007D096A" w:rsidRDefault="007D096A" w:rsidP="00542D1E">
      <w:pPr>
        <w:spacing w:line="360" w:lineRule="auto"/>
        <w:ind w:firstLine="720"/>
        <w:jc w:val="both"/>
        <w:rPr>
          <w:sz w:val="24"/>
          <w:szCs w:val="24"/>
        </w:rPr>
      </w:pPr>
    </w:p>
    <w:p w:rsidR="007D096A" w:rsidRPr="00542D1E" w:rsidRDefault="00542D1E" w:rsidP="00542D1E">
      <w:pPr>
        <w:pStyle w:val="2"/>
        <w:ind w:firstLine="0"/>
        <w:jc w:val="center"/>
        <w:rPr>
          <w:b/>
          <w:bCs/>
        </w:rPr>
      </w:pPr>
      <w:bookmarkStart w:id="8" w:name="_Toc149498608"/>
      <w:r w:rsidRPr="00542D1E">
        <w:rPr>
          <w:b/>
          <w:bCs/>
        </w:rPr>
        <w:t>1.7.</w:t>
      </w:r>
      <w:r w:rsidR="007D096A" w:rsidRPr="00542D1E">
        <w:rPr>
          <w:b/>
          <w:bCs/>
        </w:rPr>
        <w:t>История  польского  масонства</w:t>
      </w:r>
      <w:bookmarkEnd w:id="8"/>
    </w:p>
    <w:p w:rsidR="007D096A" w:rsidRDefault="007D096A" w:rsidP="00542D1E">
      <w:pPr>
        <w:spacing w:line="360" w:lineRule="auto"/>
        <w:ind w:left="720"/>
        <w:jc w:val="both"/>
        <w:rPr>
          <w:sz w:val="24"/>
          <w:szCs w:val="24"/>
        </w:rPr>
      </w:pPr>
    </w:p>
    <w:p w:rsidR="007D096A" w:rsidRDefault="007D096A" w:rsidP="00542D1E">
      <w:pPr>
        <w:pStyle w:val="23"/>
        <w:jc w:val="both"/>
      </w:pPr>
      <w:r>
        <w:t xml:space="preserve">Первые  масонские  союзы  возникли  в Польше  в  начале  царствования  Августа </w:t>
      </w:r>
      <w:r>
        <w:sym w:font="Symbol" w:char="F049"/>
      </w:r>
      <w:r>
        <w:sym w:font="Symbol" w:char="F049"/>
      </w:r>
      <w:r>
        <w:sym w:font="Symbol" w:char="F049"/>
      </w:r>
      <w:r>
        <w:t xml:space="preserve"> /1735-1763/, проникнув сюда  непосредственно  из  Саксонии, и  представляли  первоначально лишь  отделения  дрезденской  ложи  «Трех  белых  орлов», основанной  около  1738 г. побочным  братом  короля  гр. Рутовским.  Сначала союзы  эти  развивались  очень  слабо.  С  одной  стороны, они  подвергались  преследованию  духовенства, с другой – сами   они  обнаруживали  малую  жизнеспособность, являясь,  простой  аристократической  забавой  и  средством  к  удовлетворению  личного  честолюбия.  Их  распространителями  были  преимущественно  пребывающие  в  Польше  иностранцы  и  молодое  польское  дворянство: Мнишки, Полоцкие, Огинские, Виельгорские, основавшие  несколько  лож  в  Вишневце  на  Волыни, в  Дукле  и  других  местностях.</w:t>
      </w:r>
    </w:p>
    <w:p w:rsidR="007D096A" w:rsidRDefault="007D096A" w:rsidP="00542D1E">
      <w:pPr>
        <w:spacing w:line="360" w:lineRule="auto"/>
        <w:ind w:firstLine="720"/>
        <w:jc w:val="both"/>
        <w:rPr>
          <w:sz w:val="24"/>
          <w:szCs w:val="24"/>
        </w:rPr>
      </w:pPr>
      <w:r>
        <w:rPr>
          <w:sz w:val="24"/>
          <w:szCs w:val="24"/>
        </w:rPr>
        <w:t>Гораздо  большее  значение  приобретает  польское  масонство  при Станиславе  Августе  Понятовском.  Он  не  только  оказывал  покровительство  масонам, но  и  сам  в  1777 году  записался  в  варшавскую  немецкую  ложу «Под  тремя  шлемами».</w:t>
      </w:r>
    </w:p>
    <w:p w:rsidR="007D096A" w:rsidRDefault="007D096A" w:rsidP="00542D1E">
      <w:pPr>
        <w:spacing w:line="360" w:lineRule="auto"/>
        <w:ind w:firstLine="720"/>
        <w:jc w:val="both"/>
        <w:rPr>
          <w:sz w:val="24"/>
          <w:szCs w:val="24"/>
        </w:rPr>
      </w:pPr>
      <w:r>
        <w:rPr>
          <w:sz w:val="24"/>
          <w:szCs w:val="24"/>
        </w:rPr>
        <w:t>В  царствование  Станислава Августа  польское  масонство  постепенно  освобождается  от  иностранных  влияний.  В  1767  году  возникла первая  польская  великая  Ложа при  непосредственном  участии  известного  масона  Жана-Луки  де Ту  де  Сальверст /Ложа  "«доброго  пастыря"»/.</w:t>
      </w:r>
    </w:p>
    <w:p w:rsidR="007D096A" w:rsidRDefault="007D096A" w:rsidP="00542D1E">
      <w:pPr>
        <w:spacing w:line="360" w:lineRule="auto"/>
        <w:ind w:firstLine="709"/>
        <w:jc w:val="both"/>
        <w:rPr>
          <w:sz w:val="24"/>
          <w:szCs w:val="24"/>
        </w:rPr>
      </w:pPr>
      <w:r>
        <w:rPr>
          <w:sz w:val="24"/>
          <w:szCs w:val="24"/>
        </w:rPr>
        <w:t xml:space="preserve">Польское  масонство  состояло  из семи  степеней.  Братья трех первых  степеней, т.е.  ученики, товарищи  и  мастера, составляли «ложи  св. Иоанна» или  «символические»; братья  четвертой  степени – «избранные  рыцари» и  пятой – «шотландские  кавалеры» – ложу «капитул  шотландский»; братья  шестой  степени – «рыцари  востока» и  седьмой – Злато-Розового  креста  составляли  «капитулярную  высшую  шотландскую  ложу». </w:t>
      </w:r>
    </w:p>
    <w:p w:rsidR="007D096A" w:rsidRDefault="007D096A" w:rsidP="00542D1E">
      <w:pPr>
        <w:spacing w:line="360" w:lineRule="auto"/>
        <w:ind w:firstLine="720"/>
        <w:jc w:val="both"/>
        <w:rPr>
          <w:sz w:val="24"/>
          <w:szCs w:val="24"/>
        </w:rPr>
      </w:pPr>
      <w:r>
        <w:rPr>
          <w:sz w:val="24"/>
          <w:szCs w:val="24"/>
        </w:rPr>
        <w:t>Избранный  первым  великим  мастером  объединенных  лож  Короны  и  Литвы, И.Потоцкий  произвел  реорганизацию  польского  масонства,  после чего  состоялось  официальное  открытие  польского  великого  востока /1784 г. В  состав  его  входило  13  объединенных  лож, из  них  4  под  варшавским  востоком.</w:t>
      </w:r>
    </w:p>
    <w:p w:rsidR="007D096A" w:rsidRDefault="007D096A" w:rsidP="00542D1E">
      <w:pPr>
        <w:spacing w:line="360" w:lineRule="auto"/>
        <w:ind w:firstLine="720"/>
        <w:jc w:val="both"/>
        <w:rPr>
          <w:sz w:val="24"/>
          <w:szCs w:val="24"/>
        </w:rPr>
      </w:pPr>
      <w:r>
        <w:rPr>
          <w:sz w:val="24"/>
          <w:szCs w:val="24"/>
        </w:rPr>
        <w:t>События,  имевшие  место  в  Польше  после  провозглашения  Конституции  3  мая, вспыхнувшая  из-за  этой  конституции  война, последовавший  за  ней  второй  развел, восстание  Косцышки  и  окончательное  падение  польского  государства – все  это  привело  польское  масонство  в  состояние  полного  распада  и  способствовало  закрытию  в  1794  году  польского  Великого  востока.</w:t>
      </w:r>
    </w:p>
    <w:p w:rsidR="007D096A" w:rsidRDefault="007D096A" w:rsidP="00542D1E">
      <w:pPr>
        <w:spacing w:line="360" w:lineRule="auto"/>
        <w:ind w:firstLine="720"/>
        <w:jc w:val="both"/>
        <w:rPr>
          <w:sz w:val="24"/>
          <w:szCs w:val="24"/>
        </w:rPr>
      </w:pPr>
      <w:r>
        <w:rPr>
          <w:sz w:val="24"/>
          <w:szCs w:val="24"/>
        </w:rPr>
        <w:t>Крупный  политический  успех, одержанный  поляками  в  1809 г.  отразился  и на  масонстве. В  австрийскую  компанию  Наполеона  поляки  отвоевали  у  Австрии  часть  Галиции, которая  была присоединена  к  Варшавскому  герцогству. Это  давало  возможность  польским  масонам  усилить  и  расширить  свою  деятельность.  В1810 г.  восстанавливается Великий  польский  восток  с  наместником  Великим  мастером  Людовиком  Гутаковским, председателем  Государственного  совета герцогства.</w:t>
      </w:r>
    </w:p>
    <w:p w:rsidR="007D096A" w:rsidRDefault="007D096A" w:rsidP="00542D1E">
      <w:pPr>
        <w:spacing w:line="360" w:lineRule="auto"/>
        <w:ind w:firstLine="720"/>
        <w:jc w:val="both"/>
        <w:rPr>
          <w:sz w:val="24"/>
          <w:szCs w:val="24"/>
        </w:rPr>
      </w:pPr>
      <w:r>
        <w:rPr>
          <w:sz w:val="24"/>
          <w:szCs w:val="24"/>
        </w:rPr>
        <w:t>Политические  события  1812-1813  гг.  вновь  вызывают  перерыв  в  деятельности  масонов.  И лишь  в  1815  году  польское  масонство  вступает  в  новую  фазу  жизни. /присоединение  Варшавского  герцогства  к Российской  империи/.  Русский  царь  Александр 1  втайне  принадлежал  к Великому  польскому  востоку  и  всячески  содействовал  польским  масонам.</w:t>
      </w:r>
    </w:p>
    <w:p w:rsidR="007D096A" w:rsidRDefault="007D096A" w:rsidP="00542D1E">
      <w:pPr>
        <w:spacing w:line="360" w:lineRule="auto"/>
        <w:ind w:firstLine="720"/>
        <w:jc w:val="both"/>
        <w:rPr>
          <w:sz w:val="24"/>
          <w:szCs w:val="24"/>
        </w:rPr>
      </w:pPr>
      <w:r>
        <w:rPr>
          <w:sz w:val="24"/>
          <w:szCs w:val="24"/>
        </w:rPr>
        <w:t>Затем наступил  период, когда  в  польском  масонстве  стали  закрепляться  националистические  идеи /учение  Лукасинского/. Однако  национальное  масонство  просуществовало недолго.  В 1820  году  преследования  масонов  русским  правительством  достигли  Польши  и  национально-масонские  ложи  были  объявлены  закрытыми.  Была  закрыта  Ложа  и  Великого  польского  востока.</w:t>
      </w:r>
    </w:p>
    <w:p w:rsidR="007D096A" w:rsidRDefault="007D096A">
      <w:pPr>
        <w:spacing w:line="360" w:lineRule="auto"/>
        <w:ind w:firstLine="720"/>
        <w:rPr>
          <w:sz w:val="24"/>
          <w:szCs w:val="24"/>
        </w:rPr>
      </w:pPr>
    </w:p>
    <w:p w:rsidR="007D096A" w:rsidRPr="00542D1E" w:rsidRDefault="00542D1E" w:rsidP="00542D1E">
      <w:pPr>
        <w:pStyle w:val="2"/>
        <w:ind w:firstLine="0"/>
        <w:jc w:val="center"/>
        <w:rPr>
          <w:b/>
          <w:bCs/>
        </w:rPr>
      </w:pPr>
      <w:bookmarkStart w:id="9" w:name="_Toc149498609"/>
      <w:r w:rsidRPr="00542D1E">
        <w:rPr>
          <w:b/>
          <w:bCs/>
        </w:rPr>
        <w:t>1.8.</w:t>
      </w:r>
      <w:r w:rsidR="007D096A" w:rsidRPr="00542D1E">
        <w:rPr>
          <w:b/>
          <w:bCs/>
        </w:rPr>
        <w:t>Американское  масонство</w:t>
      </w:r>
      <w:bookmarkEnd w:id="9"/>
    </w:p>
    <w:p w:rsidR="007D096A" w:rsidRDefault="007D096A" w:rsidP="00542D1E">
      <w:pPr>
        <w:spacing w:line="360" w:lineRule="auto"/>
        <w:ind w:left="720"/>
        <w:jc w:val="both"/>
        <w:rPr>
          <w:sz w:val="24"/>
          <w:szCs w:val="24"/>
        </w:rPr>
      </w:pPr>
    </w:p>
    <w:p w:rsidR="007D096A" w:rsidRDefault="007D096A" w:rsidP="00542D1E">
      <w:pPr>
        <w:pStyle w:val="23"/>
        <w:jc w:val="both"/>
      </w:pPr>
      <w:r>
        <w:t xml:space="preserve">В  североамериканских  колониях  Англии  масонство  появилось,  скорее  всего,  после  первых  успехов  его  среди  великосветского  общества  митрополит, т.е.  в  20-х  годах  </w:t>
      </w:r>
      <w:r>
        <w:sym w:font="Symbol" w:char="F043"/>
      </w:r>
      <w:r>
        <w:sym w:font="Symbol" w:char="F055"/>
      </w:r>
      <w:r>
        <w:sym w:font="Symbol" w:char="F049"/>
      </w:r>
      <w:r>
        <w:sym w:font="Symbol" w:char="F049"/>
      </w:r>
      <w:r>
        <w:sym w:font="Symbol" w:char="F049"/>
      </w:r>
      <w:r>
        <w:t xml:space="preserve"> столетия.  Появились  они  в  провинциях  Нью-Йорка, Нью-Джерси и Пенсильвании.</w:t>
      </w:r>
      <w:r>
        <w:rPr>
          <w:rStyle w:val="a5"/>
        </w:rPr>
        <w:footnoteReference w:id="26"/>
      </w:r>
    </w:p>
    <w:p w:rsidR="007D096A" w:rsidRDefault="007D096A" w:rsidP="00542D1E">
      <w:pPr>
        <w:spacing w:line="360" w:lineRule="auto"/>
        <w:ind w:firstLine="720"/>
        <w:jc w:val="both"/>
        <w:rPr>
          <w:sz w:val="24"/>
          <w:szCs w:val="24"/>
        </w:rPr>
      </w:pPr>
      <w:r>
        <w:rPr>
          <w:sz w:val="24"/>
          <w:szCs w:val="24"/>
        </w:rPr>
        <w:t>Один  из  первых  известных  американских  представителей  масонства - Франклин  познакомился  с масонством  во время  своего  путешествия  в  Лондон  в  1725-1726 гг. По  возвращении  в  Америку  он  основал  «Клуб  кожаного  передника» – зародыш  будущего  «Книгоиздательского» и «Философского  Американского  общества».</w:t>
      </w:r>
    </w:p>
    <w:p w:rsidR="007D096A" w:rsidRDefault="007D096A" w:rsidP="00542D1E">
      <w:pPr>
        <w:spacing w:line="360" w:lineRule="auto"/>
        <w:ind w:firstLine="720"/>
        <w:jc w:val="both"/>
        <w:rPr>
          <w:sz w:val="24"/>
          <w:szCs w:val="24"/>
        </w:rPr>
      </w:pPr>
      <w:r>
        <w:rPr>
          <w:sz w:val="24"/>
          <w:szCs w:val="24"/>
        </w:rPr>
        <w:t>В  результате  банального  розыгрыша, имитировавшего  ритуал  принятия ложу, однажды  погиб  от  смертельных  ожогов человек. Масонов  обвинили в  убийстве, что  в  целом способствовало  неприятию  масонов  со  стороны  населения.</w:t>
      </w:r>
    </w:p>
    <w:p w:rsidR="007D096A" w:rsidRDefault="007D096A" w:rsidP="00542D1E">
      <w:pPr>
        <w:spacing w:line="360" w:lineRule="auto"/>
        <w:ind w:firstLine="720"/>
        <w:jc w:val="both"/>
        <w:rPr>
          <w:sz w:val="24"/>
          <w:szCs w:val="24"/>
        </w:rPr>
      </w:pPr>
      <w:r>
        <w:rPr>
          <w:sz w:val="24"/>
          <w:szCs w:val="24"/>
        </w:rPr>
        <w:t>Только  в  1755 г.  в  Филадельфии  состоялось  торжество  освещения  масонского  дома – первый  случай  освещения  здания  по  масонским  обрядам.</w:t>
      </w:r>
    </w:p>
    <w:p w:rsidR="007D096A" w:rsidRDefault="007D096A" w:rsidP="00542D1E">
      <w:pPr>
        <w:spacing w:line="360" w:lineRule="auto"/>
        <w:ind w:firstLine="720"/>
        <w:jc w:val="both"/>
        <w:rPr>
          <w:sz w:val="24"/>
          <w:szCs w:val="24"/>
        </w:rPr>
      </w:pPr>
      <w:r>
        <w:rPr>
          <w:sz w:val="24"/>
          <w:szCs w:val="24"/>
        </w:rPr>
        <w:t>Расслоение  английских  масонов  нашло  отклик  в  американских   колониях.  И «старые» и «новые»  масоны  заботились  о  создании  в Америке  своих  центров.</w:t>
      </w:r>
    </w:p>
    <w:p w:rsidR="007D096A" w:rsidRDefault="007D096A" w:rsidP="00542D1E">
      <w:pPr>
        <w:spacing w:line="360" w:lineRule="auto"/>
        <w:ind w:firstLine="720"/>
        <w:jc w:val="both"/>
        <w:rPr>
          <w:sz w:val="24"/>
          <w:szCs w:val="24"/>
        </w:rPr>
      </w:pPr>
      <w:r>
        <w:rPr>
          <w:sz w:val="24"/>
          <w:szCs w:val="24"/>
        </w:rPr>
        <w:t xml:space="preserve">60-е  годы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были  началом  национального  пробуждения  американских  колоний  и  их  конфликта  с  европейской  метрополией.  Темп  общественной  жизни  поднимался; общество  распадалось  на  партии, на  сторонников  английского  короля  и  сторонников  местной  свободы.  Это  партийное  расслоение  проникло  и  в  среду  масонов, углубляя  различия  между  ложами  «старых» и «новых», последние  были  более  демократичными  и  наполнялись  американскими  патриотами. Перед  началом  революции  в  Америке  работало  восемь  Великих  лож: две  в  Массачусете, одна  в  Пенсильвании  и  пять в  Нью-Йорке, в Виргинии, в  Георгии  и  в  обеих  Каролинах.</w:t>
      </w:r>
    </w:p>
    <w:p w:rsidR="007D096A" w:rsidRDefault="007D096A" w:rsidP="00542D1E">
      <w:pPr>
        <w:spacing w:line="360" w:lineRule="auto"/>
        <w:ind w:firstLine="720"/>
        <w:jc w:val="both"/>
        <w:rPr>
          <w:sz w:val="24"/>
          <w:szCs w:val="24"/>
        </w:rPr>
      </w:pPr>
      <w:r>
        <w:rPr>
          <w:sz w:val="24"/>
          <w:szCs w:val="24"/>
        </w:rPr>
        <w:t>Члены  масонских  лож  принимали  в  американской  революции  самое  деятельное  участие.  Достаточно  сказать, что  почти весь  командующий  состав  американской  армии, начиная  с  главнокомандующего  и  кончая  низшими  офицерскими  чинами, принадлежал  к  числу  масонов.  Масонами  были также  почти  все  выдающиеся  политики  того  времени – Джемс  Отис, Самуэль  Адамс,  Джозеф  Уоррен, Джон  Маршал  и  др., равно  как  и  большинство  народных  представителей, подписавшихся  под  Декларацией  Независимости  в  1776  году  и  под  Союзной  Конституцией  1787 г.  О.Ф.Соловьев  свидетельствует, что  первые  пятнадцать  президентов  США  были  масонами.</w:t>
      </w:r>
      <w:r>
        <w:rPr>
          <w:rStyle w:val="a5"/>
          <w:sz w:val="24"/>
          <w:szCs w:val="24"/>
        </w:rPr>
        <w:footnoteReference w:id="27"/>
      </w:r>
    </w:p>
    <w:p w:rsidR="007D096A" w:rsidRDefault="007D096A" w:rsidP="00542D1E">
      <w:pPr>
        <w:spacing w:line="360" w:lineRule="auto"/>
        <w:ind w:firstLine="720"/>
        <w:jc w:val="both"/>
        <w:rPr>
          <w:sz w:val="24"/>
          <w:szCs w:val="24"/>
        </w:rPr>
      </w:pPr>
      <w:r>
        <w:rPr>
          <w:sz w:val="24"/>
          <w:szCs w:val="24"/>
        </w:rPr>
        <w:t xml:space="preserve">Рост  и  развитие  американского масонства  были  резко  остановлены в конце  20-х  годов  </w:t>
      </w:r>
      <w:r>
        <w:rPr>
          <w:sz w:val="24"/>
          <w:szCs w:val="24"/>
        </w:rPr>
        <w:sym w:font="Symbol" w:char="F043"/>
      </w:r>
      <w:r>
        <w:rPr>
          <w:sz w:val="24"/>
          <w:szCs w:val="24"/>
        </w:rPr>
        <w:sym w:font="Symbol" w:char="F049"/>
      </w:r>
      <w:r>
        <w:rPr>
          <w:sz w:val="24"/>
          <w:szCs w:val="24"/>
        </w:rPr>
        <w:sym w:font="Symbol" w:char="F043"/>
      </w:r>
      <w:r>
        <w:rPr>
          <w:sz w:val="24"/>
          <w:szCs w:val="24"/>
        </w:rPr>
        <w:t xml:space="preserve">  века.  Это  были  годы  резкой  вспышки  анте масонского  движения.  В 1827  году  была  даже  создана  анте масонская  партия, которая   выступала  с  требованием  устранить  масонств  со  всех  общественных  и  административных  постов.  Многие  стали  покидать  масонские  ложи.</w:t>
      </w:r>
    </w:p>
    <w:p w:rsidR="007D096A" w:rsidRDefault="007D096A" w:rsidP="00542D1E">
      <w:pPr>
        <w:spacing w:line="360" w:lineRule="auto"/>
        <w:ind w:firstLine="720"/>
        <w:jc w:val="both"/>
        <w:rPr>
          <w:sz w:val="24"/>
          <w:szCs w:val="24"/>
        </w:rPr>
      </w:pPr>
      <w:r>
        <w:rPr>
          <w:sz w:val="24"/>
          <w:szCs w:val="24"/>
        </w:rPr>
        <w:t>При  всем  своем  бурном  и  решительном  характере, анте масонское  движение  оставило  на  внутреннем развитии и  внешнем  успехах  американского  масонства  лишь  очень  неглубокий  и  временный  след.  Уже  в  1832  году  массачусетские  масоны  освящали  в  Бостоне  масонский  «храм»/место  собраний»/.  В  Нью-Йорке, где  потери  масонов  были  особенно  велики, «братья» вскоре  оправились  от  ударов: Великая  Ложа  Нью-Йорка  сделалась  самой  мощной  из  великих  американских лож, как  по  числу  подчиненных  ей частных  лож, так  и  по  числу  членов их  и  размеров  территории.</w:t>
      </w: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Pr="00542D1E" w:rsidRDefault="00542D1E" w:rsidP="00542D1E">
      <w:pPr>
        <w:pStyle w:val="1"/>
        <w:rPr>
          <w:b/>
          <w:bCs/>
          <w:sz w:val="28"/>
          <w:szCs w:val="28"/>
        </w:rPr>
      </w:pPr>
      <w:r>
        <w:br w:type="page"/>
      </w:r>
      <w:bookmarkStart w:id="10" w:name="_Toc149498610"/>
      <w:r w:rsidR="007D096A" w:rsidRPr="00542D1E">
        <w:rPr>
          <w:b/>
          <w:bCs/>
          <w:sz w:val="28"/>
          <w:szCs w:val="28"/>
        </w:rPr>
        <w:t xml:space="preserve">ГЛАВА  </w:t>
      </w:r>
      <w:r w:rsidR="007D096A" w:rsidRPr="00542D1E">
        <w:rPr>
          <w:b/>
          <w:bCs/>
          <w:sz w:val="28"/>
          <w:szCs w:val="28"/>
        </w:rPr>
        <w:sym w:font="Symbol" w:char="F049"/>
      </w:r>
      <w:r w:rsidR="007D096A" w:rsidRPr="00542D1E">
        <w:rPr>
          <w:b/>
          <w:bCs/>
          <w:sz w:val="28"/>
          <w:szCs w:val="28"/>
        </w:rPr>
        <w:sym w:font="Symbol" w:char="F049"/>
      </w:r>
      <w:r w:rsidR="007D096A" w:rsidRPr="00542D1E">
        <w:rPr>
          <w:b/>
          <w:bCs/>
          <w:sz w:val="28"/>
          <w:szCs w:val="28"/>
        </w:rPr>
        <w:t>.  МАСОНСТВО  В  РОССИИ</w:t>
      </w:r>
      <w:bookmarkEnd w:id="10"/>
    </w:p>
    <w:p w:rsidR="00542D1E" w:rsidRDefault="00542D1E" w:rsidP="00542D1E">
      <w:pPr>
        <w:pStyle w:val="2"/>
        <w:ind w:firstLine="0"/>
        <w:jc w:val="center"/>
        <w:rPr>
          <w:b/>
          <w:bCs/>
        </w:rPr>
      </w:pPr>
    </w:p>
    <w:p w:rsidR="007D096A" w:rsidRPr="00542D1E" w:rsidRDefault="00542D1E" w:rsidP="00542D1E">
      <w:pPr>
        <w:pStyle w:val="2"/>
        <w:ind w:firstLine="0"/>
        <w:jc w:val="center"/>
        <w:rPr>
          <w:b/>
          <w:bCs/>
        </w:rPr>
      </w:pPr>
      <w:bookmarkStart w:id="11" w:name="_Toc149498611"/>
      <w:r>
        <w:rPr>
          <w:b/>
          <w:bCs/>
        </w:rPr>
        <w:t>2.1.</w:t>
      </w:r>
      <w:r w:rsidR="007D096A" w:rsidRPr="00542D1E">
        <w:rPr>
          <w:b/>
          <w:bCs/>
        </w:rPr>
        <w:t>Общие  замечания  о  русском  масонстве; история  возникновения  первых</w:t>
      </w:r>
      <w:bookmarkEnd w:id="11"/>
      <w:r w:rsidR="007D096A" w:rsidRPr="00542D1E">
        <w:rPr>
          <w:b/>
          <w:bCs/>
        </w:rPr>
        <w:t xml:space="preserve">     </w:t>
      </w:r>
    </w:p>
    <w:p w:rsidR="007D096A" w:rsidRPr="00542D1E" w:rsidRDefault="007D096A" w:rsidP="00542D1E">
      <w:pPr>
        <w:pStyle w:val="2"/>
        <w:ind w:firstLine="0"/>
        <w:jc w:val="center"/>
        <w:rPr>
          <w:b/>
          <w:bCs/>
        </w:rPr>
      </w:pPr>
      <w:bookmarkStart w:id="12" w:name="_Toc149498612"/>
      <w:r w:rsidRPr="00542D1E">
        <w:rPr>
          <w:b/>
          <w:bCs/>
        </w:rPr>
        <w:t>масонских  лож; основные  представители  русского  масонства</w:t>
      </w:r>
      <w:bookmarkEnd w:id="12"/>
    </w:p>
    <w:p w:rsidR="007D096A" w:rsidRDefault="007D096A">
      <w:pPr>
        <w:spacing w:line="360" w:lineRule="auto"/>
        <w:ind w:left="720"/>
        <w:rPr>
          <w:sz w:val="24"/>
          <w:szCs w:val="24"/>
        </w:rPr>
      </w:pPr>
    </w:p>
    <w:p w:rsidR="007D096A" w:rsidRDefault="007D096A" w:rsidP="00542D1E">
      <w:pPr>
        <w:pStyle w:val="23"/>
        <w:jc w:val="both"/>
      </w:pPr>
      <w:r>
        <w:t xml:space="preserve">Масонство  проникло  в  Россию  очень  скоро  после  того, как  вылилось  в  определенные  формы  на Западе.  Оно  пришло  из  Англии.  Существует  мнение, что  масонские ложи  возникли  в  России  в  последние  годы </w:t>
      </w:r>
      <w:r>
        <w:sym w:font="Symbol" w:char="F043"/>
      </w:r>
      <w:r>
        <w:sym w:font="Symbol" w:char="F055"/>
      </w:r>
      <w:r>
        <w:sym w:font="Symbol" w:char="F049"/>
      </w:r>
      <w:r>
        <w:sym w:font="Symbol" w:char="F049"/>
      </w:r>
      <w:r>
        <w:t xml:space="preserve">  века  после  возвращения  Петра 1  из  заграничной  поездки.</w:t>
      </w:r>
    </w:p>
    <w:p w:rsidR="007D096A" w:rsidRDefault="007D096A" w:rsidP="00542D1E">
      <w:pPr>
        <w:spacing w:line="360" w:lineRule="auto"/>
        <w:ind w:firstLine="720"/>
        <w:jc w:val="both"/>
        <w:rPr>
          <w:sz w:val="24"/>
          <w:szCs w:val="24"/>
        </w:rPr>
      </w:pPr>
      <w:r>
        <w:rPr>
          <w:sz w:val="24"/>
          <w:szCs w:val="24"/>
        </w:rPr>
        <w:t>Документальные  данные  о  первых  русских  масонских  ложах  относятся  к  1731   году. Именно  в  этом  году  гроссмейстер  Великой  лондонской  ложи  лорд  Ловель  назначил  капитана  Джона  Филипса  провинциальным  Великим  Мастером  «для  всей  России».</w:t>
      </w:r>
    </w:p>
    <w:p w:rsidR="007D096A" w:rsidRDefault="007D096A" w:rsidP="00542D1E">
      <w:pPr>
        <w:spacing w:line="360" w:lineRule="auto"/>
        <w:ind w:firstLine="720"/>
        <w:jc w:val="both"/>
        <w:rPr>
          <w:sz w:val="24"/>
          <w:szCs w:val="24"/>
        </w:rPr>
      </w:pPr>
      <w:r>
        <w:rPr>
          <w:sz w:val="24"/>
          <w:szCs w:val="24"/>
        </w:rPr>
        <w:t xml:space="preserve">А. Пыпин  в  своем  труде  «Русское  масонство»,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и  первая  четверть </w:t>
      </w:r>
      <w:r>
        <w:rPr>
          <w:sz w:val="24"/>
          <w:szCs w:val="24"/>
        </w:rPr>
        <w:sym w:font="Symbol" w:char="F043"/>
      </w:r>
      <w:r>
        <w:rPr>
          <w:sz w:val="24"/>
          <w:szCs w:val="24"/>
        </w:rPr>
        <w:sym w:font="Symbol" w:char="F049"/>
      </w:r>
      <w:r>
        <w:rPr>
          <w:sz w:val="24"/>
          <w:szCs w:val="24"/>
        </w:rPr>
        <w:sym w:font="Symbol" w:char="F043"/>
      </w:r>
      <w:r>
        <w:rPr>
          <w:sz w:val="24"/>
          <w:szCs w:val="24"/>
        </w:rPr>
        <w:t xml:space="preserve"> в.   пишет, что  масонство  в  России, по  преданию  ввел  сам  Петр. Он  будто  был  привлечен  в  масонство  самим  Кристофором  Вреном,  знаменитым  основателем  английского  масонства; первая ложа  существовала,  в  России  в  конце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t xml:space="preserve"> столетия – мастером  стула  был  в ней  Лефорт, первым  надзирателем  Гордон, а  вторым – сам Петр.</w:t>
      </w:r>
    </w:p>
    <w:p w:rsidR="007D096A" w:rsidRDefault="007D096A" w:rsidP="00542D1E">
      <w:pPr>
        <w:spacing w:line="360" w:lineRule="auto"/>
        <w:ind w:firstLine="720"/>
        <w:jc w:val="both"/>
        <w:rPr>
          <w:sz w:val="24"/>
          <w:szCs w:val="24"/>
        </w:rPr>
      </w:pPr>
      <w:r>
        <w:rPr>
          <w:sz w:val="24"/>
          <w:szCs w:val="24"/>
        </w:rPr>
        <w:t>Вместе  с  тем  Н.М.Лонгинов  в  книге  «Новиков  и  московские  мартинисты» пишет, что  Петр  вывез  из  своего  путешествия  масонский  статус  и  на  его  основании  приказал   открыть  или  даже  сам  открыл  ложу  в Кронштадте.</w:t>
      </w:r>
    </w:p>
    <w:p w:rsidR="007D096A" w:rsidRDefault="007D096A" w:rsidP="00542D1E">
      <w:pPr>
        <w:spacing w:line="360" w:lineRule="auto"/>
        <w:ind w:firstLine="720"/>
        <w:jc w:val="both"/>
        <w:rPr>
          <w:sz w:val="24"/>
          <w:szCs w:val="24"/>
        </w:rPr>
      </w:pPr>
      <w:r>
        <w:rPr>
          <w:sz w:val="24"/>
          <w:szCs w:val="24"/>
        </w:rPr>
        <w:t>В.В.Назаревский  в  книге  «Из  истории  Москвы» сообщает, что  в  зале  Сухаревой  башни, по  преданию  происходили  тайные  заседания  какого-то  «Нептунова  общества», очевидно  имевшие  мореходные  цели; там  председательствовал  Лефорт.  Сам  Царь  был  первым  надзирателем, а  архиепископ  Феофан  Прокопович – оратором  этого  общества.</w:t>
      </w:r>
    </w:p>
    <w:p w:rsidR="007D096A" w:rsidRDefault="007D096A" w:rsidP="00542D1E">
      <w:pPr>
        <w:spacing w:line="360" w:lineRule="auto"/>
        <w:ind w:firstLine="720"/>
        <w:jc w:val="both"/>
        <w:rPr>
          <w:sz w:val="24"/>
          <w:szCs w:val="24"/>
        </w:rPr>
      </w:pPr>
      <w:r>
        <w:rPr>
          <w:sz w:val="24"/>
          <w:szCs w:val="24"/>
        </w:rPr>
        <w:t>Пыпин  свидетельствует, что  в  одной  рукописи  Публичной  библиотеки /1816 г./. «Взгляд  на  философов  и  революцию  Французскую» указано, что  масонство  существовало  во  время  Царя  Алексея  Михайловича, и Брюс был  великим  мастером, а  Царь Петр  был  первым  надзирателем, потом великим  мастером Кейт.</w:t>
      </w:r>
    </w:p>
    <w:p w:rsidR="007D096A" w:rsidRDefault="007D096A" w:rsidP="00542D1E">
      <w:pPr>
        <w:spacing w:line="360" w:lineRule="auto"/>
        <w:ind w:firstLine="720"/>
        <w:jc w:val="both"/>
        <w:rPr>
          <w:sz w:val="24"/>
          <w:szCs w:val="24"/>
        </w:rPr>
      </w:pPr>
      <w:r>
        <w:rPr>
          <w:sz w:val="24"/>
          <w:szCs w:val="24"/>
        </w:rPr>
        <w:t>«Немецкая  слобода, - говорит  К.Ф.Валишевский, - стала  Европой  в  миниатюре, где  также, как  там, кипели  политические  страсти, а  над  умами  господствовали  идеи  английской  революции. Прибывшие  эмигранты  жили  теми  интересами, которые  захватывали  общества  у  них  на  родине.  Немецкая  слобода  переживала  приподнятое  настроение.  Шотландец  Патрик  Гордон  увлекался  успехами  Лондонского  королевского  общества.  Английские  дамы  пудами  выписывали  романы  и  поэтические  произведения  национальных  писателей.  Поддерживалась  деятельная  переписка  с  Европой».</w:t>
      </w:r>
      <w:r>
        <w:rPr>
          <w:rStyle w:val="a5"/>
          <w:sz w:val="24"/>
          <w:szCs w:val="24"/>
        </w:rPr>
        <w:footnoteReference w:id="28"/>
      </w:r>
    </w:p>
    <w:p w:rsidR="007D096A" w:rsidRDefault="007D096A" w:rsidP="00542D1E">
      <w:pPr>
        <w:spacing w:line="360" w:lineRule="auto"/>
        <w:ind w:firstLine="720"/>
        <w:jc w:val="both"/>
        <w:rPr>
          <w:sz w:val="24"/>
          <w:szCs w:val="24"/>
        </w:rPr>
      </w:pPr>
      <w:r>
        <w:rPr>
          <w:sz w:val="24"/>
          <w:szCs w:val="24"/>
        </w:rPr>
        <w:t>«Властители  дум» русского  общества  свои  познания  во  многом  получили  от  масонства  и  сами  были  членами  ордена  вольных  каменщиков.  Под  знаменем  пятиконечной  звезды  прошли: Артамон  Матвеев, князь  В.В.Голицын, «птенцы  гнезда  Петрова»  Прокопович, Посошков, Татищев, Кантемир, князь  Щербатов, Сумароков, Херасков, Радищев, Грибоедов  и  многие  другие.</w:t>
      </w:r>
    </w:p>
    <w:p w:rsidR="007D096A" w:rsidRDefault="007D096A" w:rsidP="00542D1E">
      <w:pPr>
        <w:spacing w:line="360" w:lineRule="auto"/>
        <w:ind w:firstLine="720"/>
        <w:jc w:val="both"/>
        <w:rPr>
          <w:sz w:val="24"/>
          <w:szCs w:val="24"/>
        </w:rPr>
      </w:pPr>
      <w:r>
        <w:rPr>
          <w:sz w:val="24"/>
          <w:szCs w:val="24"/>
        </w:rPr>
        <w:t xml:space="preserve">Наиболее  известной  личностью  в  масонском  движении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столетия,  несомненно,  был  Н.И.Новиков /1744-1818/. В  Петербурге  в  1775  году  Новиков  по  предложению  нескольких  видных  масонов  был  посвящен  в   ложе  «Астрея». Новиков  потребовал, чтобы  ему  были  открыты  сразу  три  степени,  ибо  хотел  убедиться, что  в  них  нет  ничего  противного  его  совести. Желание  его  было  удовлетворено. Кроме  ложи  «Астрея» он посещал  другую  петербургскую ложу  «Урания».  Специально  для  Новикова  была  организована  ложа  по  Рейхелевской  системе  под  названием «Латона». Тогда  же  он  был  посвящен  в  четвертую  степень, а в  1778  году  принял  шведский  седьмой  градус.</w:t>
      </w:r>
    </w:p>
    <w:p w:rsidR="007D096A" w:rsidRDefault="007D096A" w:rsidP="00542D1E">
      <w:pPr>
        <w:spacing w:line="360" w:lineRule="auto"/>
        <w:ind w:firstLine="720"/>
        <w:jc w:val="both"/>
        <w:rPr>
          <w:sz w:val="24"/>
          <w:szCs w:val="24"/>
        </w:rPr>
      </w:pPr>
      <w:r>
        <w:rPr>
          <w:sz w:val="24"/>
          <w:szCs w:val="24"/>
        </w:rPr>
        <w:t>Т.А.Бакунина  пишет, что  «несмотря  на  то, что  Новиков  вначале  отнесся  к  масонской  организации  недоверчиво, он  именно  в  ней  нашел  ответ  своим  просветительским  и  благотворительным  стремлениям.  Он  сделался  самым  ярким  выразителем  благотворительно-христианского  направления  в  масонстве, которое  навсегда  связалось  с  его  именем.</w:t>
      </w:r>
      <w:r>
        <w:rPr>
          <w:rStyle w:val="a5"/>
          <w:sz w:val="24"/>
          <w:szCs w:val="24"/>
        </w:rPr>
        <w:footnoteReference w:id="29"/>
      </w:r>
    </w:p>
    <w:p w:rsidR="007D096A" w:rsidRDefault="007D096A" w:rsidP="00542D1E">
      <w:pPr>
        <w:spacing w:line="360" w:lineRule="auto"/>
        <w:ind w:firstLine="720"/>
        <w:jc w:val="both"/>
        <w:rPr>
          <w:sz w:val="24"/>
          <w:szCs w:val="24"/>
        </w:rPr>
      </w:pPr>
      <w:r>
        <w:rPr>
          <w:sz w:val="24"/>
          <w:szCs w:val="24"/>
        </w:rPr>
        <w:t xml:space="preserve">Ричард  Прайс – профессор  русской  истории  Гарвардского  университета  в  начале  80-х  годов  </w:t>
      </w:r>
      <w:r>
        <w:rPr>
          <w:sz w:val="24"/>
          <w:szCs w:val="24"/>
        </w:rPr>
        <w:sym w:font="Symbol" w:char="F043"/>
      </w:r>
      <w:r>
        <w:rPr>
          <w:sz w:val="24"/>
          <w:szCs w:val="24"/>
        </w:rPr>
        <w:sym w:font="Symbol" w:char="F043"/>
      </w:r>
      <w:r>
        <w:rPr>
          <w:sz w:val="24"/>
          <w:szCs w:val="24"/>
        </w:rPr>
        <w:t xml:space="preserve"> столетия  характеризует  Новикова  как  консерватора: «Новикова  заносят  в  политические  консерваторы  из-за  его  решимости  действовать  «внутри  системы», как  сейчас  выражаются. Он  был  масоном  и  последователем  Сан-Мартина  и  верил, что  все зло  происходит  от  людской  порочности, а  не  от учреждений, под  властью  которых  живут люди.  Он  безжалостно бичевал «порок»  и  ревностно  пропагандировал  полезные  знания, потому  что, по  его  убеждению, человечество  можно  улучшить  лишь  через  улучшение  человека…. Такой  упор  на  человека, а не  на  среду  был  всегда  отличительным  знаком  консерватизма».</w:t>
      </w:r>
      <w:r>
        <w:rPr>
          <w:rStyle w:val="a5"/>
          <w:sz w:val="24"/>
          <w:szCs w:val="24"/>
        </w:rPr>
        <w:footnoteReference w:id="30"/>
      </w:r>
    </w:p>
    <w:p w:rsidR="007D096A" w:rsidRDefault="007D096A" w:rsidP="00542D1E">
      <w:pPr>
        <w:spacing w:line="360" w:lineRule="auto"/>
        <w:ind w:firstLine="720"/>
        <w:jc w:val="both"/>
        <w:rPr>
          <w:sz w:val="24"/>
          <w:szCs w:val="24"/>
        </w:rPr>
      </w:pPr>
      <w:r>
        <w:rPr>
          <w:sz w:val="24"/>
          <w:szCs w:val="24"/>
        </w:rPr>
        <w:t>Новикову  принадлежат такие  издательские  предприятия, как  сатирические  журналы  «Трутень», «Живописец», «Кошелек»; журналы  просветительского  характера «Утренний  свет»; исторические  издания «Древняя Российская  библиографика», «Опыт  исторического  словаря  о Российских  писателях» и др.  Часть  доходов  от  его  журналистской  и  издательской  деятельности  шла  на  учрежденную  им  школу  для  сирот  и  нуждающихся  детей, а  также  на  бесплатную  больницу.  Во время голода  он  устраивал  продовольственную  помощь.</w:t>
      </w:r>
    </w:p>
    <w:p w:rsidR="007D096A" w:rsidRDefault="007D096A" w:rsidP="00542D1E">
      <w:pPr>
        <w:spacing w:line="360" w:lineRule="auto"/>
        <w:ind w:firstLine="720"/>
        <w:jc w:val="both"/>
        <w:rPr>
          <w:sz w:val="24"/>
          <w:szCs w:val="24"/>
        </w:rPr>
      </w:pPr>
      <w:r>
        <w:rPr>
          <w:sz w:val="24"/>
          <w:szCs w:val="24"/>
        </w:rPr>
        <w:t>Одним  из «патриархов» русского  масонства  принято  считать  И.П,Елагина /1725-1793/. Обер-гофмейстер,  действительный,   тайный  советник  в  1750  году  открыл  первую масонскую  ложу, которая  работала  по  английской  системе.  Его  посвящение  состоялось  во французской  рыцарской  ложе.  Так  называемая  елагинская  или  английская, масонская  система  была  далека  как  от  политики, так  и  углубленных  нравственных  работ.                                                                                                                                         По  многим  свидетельствам  Елагин  был  ревностным  масоном, провинциальным  Великим  Мастером  всей  России.</w:t>
      </w:r>
      <w:r>
        <w:rPr>
          <w:rStyle w:val="a5"/>
          <w:sz w:val="24"/>
          <w:szCs w:val="24"/>
        </w:rPr>
        <w:footnoteReference w:id="31"/>
      </w:r>
    </w:p>
    <w:p w:rsidR="007D096A" w:rsidRDefault="007D096A" w:rsidP="00542D1E">
      <w:pPr>
        <w:spacing w:line="360" w:lineRule="auto"/>
        <w:ind w:firstLine="720"/>
        <w:jc w:val="both"/>
        <w:rPr>
          <w:sz w:val="24"/>
          <w:szCs w:val="24"/>
        </w:rPr>
      </w:pPr>
      <w:r>
        <w:rPr>
          <w:sz w:val="24"/>
          <w:szCs w:val="24"/>
        </w:rPr>
        <w:t>А.Пыпин, оценивая  деятельность  Елагина, утверждает, что «Елагинская  система» была  «характерна» для  той  эпохи.  Масонство  при  Елагине  было  одной  из  первых  попыток  самостоятельной  деятельности  общества, и в этом  смысле  оно  должно  было  неизбежно  отразить  в  себе  общее  положение  вещей. Силы  русского  общества  были  еще  очень  невелики, положительное  образование  крайне  слабо, так  что  эти люди, задавши  себе,  серьезные  вопросы   религии, нравственности  и  общественных  обязанностей, стали  легкой  добычей  мистического  пиетизма  и фантазерства,  которые  вообще  всего  легче  овладевают  мало  вооруженными  умами.</w:t>
      </w:r>
      <w:r>
        <w:rPr>
          <w:rStyle w:val="a5"/>
          <w:sz w:val="24"/>
          <w:szCs w:val="24"/>
        </w:rPr>
        <w:footnoteReference w:id="32"/>
      </w:r>
    </w:p>
    <w:p w:rsidR="007D096A" w:rsidRDefault="007D096A" w:rsidP="00542D1E">
      <w:pPr>
        <w:spacing w:line="360" w:lineRule="auto"/>
        <w:ind w:firstLine="720"/>
        <w:jc w:val="both"/>
        <w:rPr>
          <w:sz w:val="24"/>
          <w:szCs w:val="24"/>
        </w:rPr>
      </w:pPr>
      <w:r>
        <w:rPr>
          <w:sz w:val="24"/>
          <w:szCs w:val="24"/>
        </w:rPr>
        <w:t>Т.Бакунина  приводит  мнение  самого  Елагина  о  его  пути  в  масонстве: «Я  с  самых  юных  лет моих  вступил  в  так  называемое  масонство, или  свободных  каменщиков  общество. Посещал  я  с  удовольствием  Ложи: пониже  работы  в  них  почитал  совершенною игрушкою, для  препровождения  праздного  времени  вымышленного. Препроводил  я  многие  годы  в  искании  в  Ложах  и  света  обетованного  и  равенства  мнимого: но  ни того, ни  другого  ниже  какие  пользы  не  нашел, клико  старался…». Позже  он  приходит  к  другому  выводу, что  масонство»… по  почтению  от  всех  просвещенных  языков  должно  заключать  в  себе  нечто  превосходное  и  полезное  для  рода  человеческого…»</w:t>
      </w:r>
      <w:r>
        <w:rPr>
          <w:rStyle w:val="a5"/>
          <w:sz w:val="24"/>
          <w:szCs w:val="24"/>
        </w:rPr>
        <w:footnoteReference w:id="33"/>
      </w:r>
    </w:p>
    <w:p w:rsidR="007D096A" w:rsidRDefault="007D096A" w:rsidP="00542D1E">
      <w:pPr>
        <w:spacing w:line="360" w:lineRule="auto"/>
        <w:ind w:firstLine="720"/>
        <w:jc w:val="both"/>
        <w:rPr>
          <w:sz w:val="24"/>
          <w:szCs w:val="24"/>
        </w:rPr>
      </w:pPr>
      <w:r>
        <w:rPr>
          <w:sz w:val="24"/>
          <w:szCs w:val="24"/>
        </w:rPr>
        <w:t>В  книге  Т.О.Соколовской  дается  прекрасная  характеристика  русских  вольных  каменщиков: «Имена  наших  прадедов-масонов  дошли  до  нас  далеко  не  все, но   и те, что  дошли, считаются  не  десятками: их  многие  сотни.  Масонские  бумаги  русских  прежних  масонов  пожелтели  от  времени. Но  они  старательно  сохранили  нам  и  то, что  происходило  в  ложах, и  имена  тех, кто  присутствовал  в   ложах; сохранились  и  протоколы  лож, и  именно  списки членов, и  пригласительные  на  заседание  карты, и  деловые  письма, и  дружеские  послания.  Длинною  цепью  потянулись  имена  масонов: вот  они, эти  звенья  масонской  цепи, вот   принцы  крови, люди  княжеского,  графского  и  баронского  родов, родовитые  дворяне, именитые  граждане, люди  «подлого  состояния». Люди  при  деле  и  люди  без  дела, помещики, мещане, общественные  деятели, люди  науки  и  искусства, воспеватели  ума, и  воспитатели  духа, духовные   лица, педагоги, блестящие  храбрые  воины, люди  различных  корпораций  и  различных  ремесел, поэты, люди  от  мира  сего, люди  крепкой  воли  и  светлой  души, люди  только  воли  или только души – силуэты  и  светлые, легко  очерченные, и   резкие, черные».</w:t>
      </w:r>
      <w:r>
        <w:rPr>
          <w:rStyle w:val="a5"/>
          <w:sz w:val="24"/>
          <w:szCs w:val="24"/>
        </w:rPr>
        <w:footnoteReference w:id="34"/>
      </w:r>
    </w:p>
    <w:p w:rsidR="007D096A" w:rsidRDefault="007D096A" w:rsidP="00542D1E">
      <w:pPr>
        <w:spacing w:line="360" w:lineRule="auto"/>
        <w:ind w:firstLine="720"/>
        <w:jc w:val="both"/>
        <w:rPr>
          <w:sz w:val="24"/>
          <w:szCs w:val="24"/>
        </w:rPr>
      </w:pPr>
      <w:r>
        <w:rPr>
          <w:sz w:val="24"/>
          <w:szCs w:val="24"/>
        </w:rPr>
        <w:t>С  одной  стороны, идея  «духовного  строительства», взаимного  нравственного,  совершенствования  и  поддержки, религиозной  терпимости  и  другие  идеалы, попав  на  нетронутую  почву, зазвучали  в  понимании  русских  вольных  каменщиков  в  их  особой  чистоте. И   вся  масонская  работа  с  первых  шагов  до  момента  запрещения  в  1822  году была  освещена  «исканием  истины, даже  когда  дело  шло  лишь  о  ритуалах, степенях  или  других  тайных  познаниях».</w:t>
      </w:r>
      <w:r>
        <w:rPr>
          <w:rStyle w:val="a5"/>
          <w:sz w:val="24"/>
          <w:szCs w:val="24"/>
        </w:rPr>
        <w:footnoteReference w:id="35"/>
      </w:r>
    </w:p>
    <w:p w:rsidR="007D096A" w:rsidRDefault="007D096A" w:rsidP="00542D1E">
      <w:pPr>
        <w:spacing w:line="360" w:lineRule="auto"/>
        <w:ind w:firstLine="720"/>
        <w:jc w:val="both"/>
        <w:rPr>
          <w:sz w:val="24"/>
          <w:szCs w:val="24"/>
        </w:rPr>
      </w:pPr>
      <w:r>
        <w:rPr>
          <w:sz w:val="24"/>
          <w:szCs w:val="24"/>
        </w:rPr>
        <w:t>С  другой = «В  течение  двух  столетий  передовая  интеллигенция  шла  под  знаменем  мятежа  против  божеских  и  человеческих  установлений.  Она  шла  от  рационализма  к  пантеизму  и  закончила  атеизмом  и  построением  Вавилонской  башни… Петр 1  стал  жертвой  и  орудием  страшной  разрушительной  силы, потому что  не  знал  истинной  сущности  братства…»</w:t>
      </w:r>
      <w:r>
        <w:rPr>
          <w:rStyle w:val="a5"/>
          <w:sz w:val="24"/>
          <w:szCs w:val="24"/>
        </w:rPr>
        <w:footnoteReference w:id="36"/>
      </w:r>
    </w:p>
    <w:p w:rsidR="007D096A" w:rsidRDefault="007D096A">
      <w:pPr>
        <w:spacing w:line="360" w:lineRule="auto"/>
        <w:ind w:firstLine="720"/>
        <w:rPr>
          <w:sz w:val="24"/>
          <w:szCs w:val="24"/>
        </w:rPr>
      </w:pPr>
    </w:p>
    <w:p w:rsidR="007D096A" w:rsidRPr="00542D1E" w:rsidRDefault="00542D1E" w:rsidP="00542D1E">
      <w:pPr>
        <w:pStyle w:val="2"/>
        <w:ind w:firstLine="0"/>
        <w:jc w:val="center"/>
        <w:rPr>
          <w:b/>
          <w:bCs/>
        </w:rPr>
      </w:pPr>
      <w:bookmarkStart w:id="13" w:name="_Toc149498613"/>
      <w:r>
        <w:rPr>
          <w:b/>
          <w:bCs/>
        </w:rPr>
        <w:t>2.2.</w:t>
      </w:r>
      <w:r w:rsidR="007D096A" w:rsidRPr="00542D1E">
        <w:rPr>
          <w:b/>
          <w:bCs/>
        </w:rPr>
        <w:t xml:space="preserve">Масонство  при  Екатерине </w:t>
      </w:r>
      <w:r w:rsidR="007D096A" w:rsidRPr="00542D1E">
        <w:rPr>
          <w:b/>
          <w:bCs/>
        </w:rPr>
        <w:sym w:font="Symbol" w:char="F049"/>
      </w:r>
      <w:r w:rsidR="007D096A" w:rsidRPr="00542D1E">
        <w:rPr>
          <w:b/>
          <w:bCs/>
        </w:rPr>
        <w:sym w:font="Symbol" w:char="F049"/>
      </w:r>
      <w:bookmarkEnd w:id="13"/>
    </w:p>
    <w:p w:rsidR="007D096A" w:rsidRDefault="007D096A">
      <w:pPr>
        <w:spacing w:line="360" w:lineRule="auto"/>
        <w:ind w:left="720"/>
        <w:rPr>
          <w:sz w:val="24"/>
          <w:szCs w:val="24"/>
        </w:rPr>
      </w:pPr>
    </w:p>
    <w:p w:rsidR="007D096A" w:rsidRDefault="007D096A" w:rsidP="00542D1E">
      <w:pPr>
        <w:spacing w:line="360" w:lineRule="auto"/>
        <w:ind w:firstLine="720"/>
        <w:jc w:val="both"/>
        <w:rPr>
          <w:sz w:val="24"/>
          <w:szCs w:val="24"/>
        </w:rPr>
      </w:pPr>
      <w:r>
        <w:rPr>
          <w:sz w:val="24"/>
          <w:szCs w:val="24"/>
        </w:rPr>
        <w:t xml:space="preserve">В  1762  году, после  недолгого  царствования  Петра  </w:t>
      </w:r>
      <w:r>
        <w:rPr>
          <w:sz w:val="24"/>
          <w:szCs w:val="24"/>
        </w:rPr>
        <w:sym w:font="Symbol" w:char="F049"/>
      </w:r>
      <w:r>
        <w:rPr>
          <w:sz w:val="24"/>
          <w:szCs w:val="24"/>
        </w:rPr>
        <w:sym w:font="Symbol" w:char="F049"/>
      </w:r>
      <w:r>
        <w:rPr>
          <w:sz w:val="24"/>
          <w:szCs w:val="24"/>
        </w:rPr>
        <w:sym w:font="Symbol" w:char="F049"/>
      </w:r>
      <w:r>
        <w:rPr>
          <w:sz w:val="24"/>
          <w:szCs w:val="24"/>
        </w:rPr>
        <w:t xml:space="preserve">, на  престол  вступает  Екатерина </w:t>
      </w:r>
      <w:r>
        <w:rPr>
          <w:sz w:val="24"/>
          <w:szCs w:val="24"/>
        </w:rPr>
        <w:sym w:font="Symbol" w:char="F049"/>
      </w:r>
      <w:r>
        <w:rPr>
          <w:sz w:val="24"/>
          <w:szCs w:val="24"/>
        </w:rPr>
        <w:sym w:font="Symbol" w:char="F049"/>
      </w:r>
      <w:r>
        <w:rPr>
          <w:sz w:val="24"/>
          <w:szCs w:val="24"/>
        </w:rPr>
        <w:t>. При  ней  масонство  получает  самое  широкое  развитие. Первое  время  своего  царствования  она  относится  к  масонству  терпимо, вероятно  из  политических  побуждений, также  точно, не будучи  во   все  религиозной, она  официально  ладила  с религией, ища  себе  опоры  в  православном  духовенстве.</w:t>
      </w:r>
    </w:p>
    <w:p w:rsidR="007D096A" w:rsidRDefault="007D096A" w:rsidP="00542D1E">
      <w:pPr>
        <w:spacing w:line="360" w:lineRule="auto"/>
        <w:ind w:firstLine="720"/>
        <w:jc w:val="both"/>
        <w:rPr>
          <w:sz w:val="24"/>
          <w:szCs w:val="24"/>
        </w:rPr>
      </w:pPr>
      <w:r>
        <w:rPr>
          <w:sz w:val="24"/>
          <w:szCs w:val="24"/>
        </w:rPr>
        <w:t>Масонство  было  распространено  главным  образом  среди  столичного  и  провинциального  дворянства, но  оно  также  проникало  и  в  купеческую  среду  и  имело  сторонников  среди  православного  духовенства. По  свидетельству  современников, оставалось  немного  дворянских  фамилий, у которых  не было  близких  родственников  в масонских  ложах. Например, в  петербургских  ложах  Елагина  и Мелиссино  состояли  членами: князь И.В.Несвицкий, граф  Р.Д.Воронцов, С.Р.Воронцов, князь  А,Вяземский, граф В.Фермор, князь А.Одоевский, А.Хвостов, граф Н.Толстой, Н.Бекетов  и другие. В рейхелевых  ложах  участвовало  несколько  князей  Трубецких; по шведской  системе  «работали» графы  Апраксины, князья Гагарины, Долгорукие, Куракины, князь Н.В.Репин, графы А.И.Строгонов, А.И.Мусин-Пушкин, Шуваловы; розенкрейцерами  были  князь  Черкасский, Лодыженские, Лопухины, Тургеневы  и  другие.</w:t>
      </w:r>
    </w:p>
    <w:p w:rsidR="007D096A" w:rsidRDefault="007D096A" w:rsidP="00542D1E">
      <w:pPr>
        <w:spacing w:line="360" w:lineRule="auto"/>
        <w:ind w:firstLine="720"/>
        <w:jc w:val="both"/>
        <w:rPr>
          <w:sz w:val="24"/>
          <w:szCs w:val="24"/>
        </w:rPr>
      </w:pPr>
      <w:r>
        <w:rPr>
          <w:sz w:val="24"/>
          <w:szCs w:val="24"/>
        </w:rPr>
        <w:t xml:space="preserve">В  екатерининскую  эпоху  масонство, как  и в  начале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века, было  сильно  развито  среди  иностранцев, являясь  как  бы  средством  их  корпоративного  объединения.  Этим  объясняется, что  заседания  масонских  лож  происходили  иногда  на  французском, английском, а  подчас  и  на  итальянском  языках.  В  Москве, также   как  и  в  Петербурге, были  немецкие  и  Французские  ложи.</w:t>
      </w:r>
    </w:p>
    <w:p w:rsidR="007D096A" w:rsidRDefault="007D096A" w:rsidP="00542D1E">
      <w:pPr>
        <w:spacing w:line="360" w:lineRule="auto"/>
        <w:ind w:firstLine="720"/>
        <w:jc w:val="both"/>
        <w:rPr>
          <w:sz w:val="24"/>
          <w:szCs w:val="24"/>
        </w:rPr>
      </w:pPr>
      <w:r>
        <w:rPr>
          <w:sz w:val="24"/>
          <w:szCs w:val="24"/>
        </w:rPr>
        <w:t>Первая  широкая  организация  русского  масонства, объединившая  несколько  лож, создалась  в  начале  1770-х  годов. Во  главе  ее  и  стал  Иван  Перфильевич  Елагин.</w:t>
      </w:r>
    </w:p>
    <w:p w:rsidR="007D096A" w:rsidRDefault="007D096A" w:rsidP="00542D1E">
      <w:pPr>
        <w:spacing w:line="360" w:lineRule="auto"/>
        <w:ind w:firstLine="720"/>
        <w:jc w:val="both"/>
        <w:rPr>
          <w:sz w:val="24"/>
          <w:szCs w:val="24"/>
        </w:rPr>
      </w:pPr>
      <w:r>
        <w:rPr>
          <w:sz w:val="24"/>
          <w:szCs w:val="24"/>
        </w:rPr>
        <w:t>«Известное  до  сего  времени  число  лож, - пишет  Г.В.Вернадский, - может  быть  для  разных  моментов  екатерининского  царствования,  определено  следующими  цифрами:</w:t>
      </w:r>
    </w:p>
    <w:p w:rsidR="007D096A" w:rsidRDefault="007D096A" w:rsidP="00542D1E">
      <w:pPr>
        <w:spacing w:line="360" w:lineRule="auto"/>
        <w:ind w:firstLine="720"/>
        <w:jc w:val="both"/>
        <w:rPr>
          <w:sz w:val="24"/>
          <w:szCs w:val="24"/>
        </w:rPr>
      </w:pPr>
      <w:r>
        <w:rPr>
          <w:sz w:val="24"/>
          <w:szCs w:val="24"/>
        </w:rPr>
        <w:t>а)  середина  1770-х  годов, примерно  1775 год: 13  лож  первого  Елагина  союза  и  8  рейхелевых  лож;</w:t>
      </w:r>
    </w:p>
    <w:p w:rsidR="007D096A" w:rsidRDefault="007D096A" w:rsidP="00542D1E">
      <w:pPr>
        <w:spacing w:line="360" w:lineRule="auto"/>
        <w:ind w:firstLine="720"/>
        <w:jc w:val="both"/>
        <w:rPr>
          <w:sz w:val="24"/>
          <w:szCs w:val="24"/>
        </w:rPr>
      </w:pPr>
      <w:r>
        <w:rPr>
          <w:sz w:val="24"/>
          <w:szCs w:val="24"/>
        </w:rPr>
        <w:t>б)  1777 год: 18 лож  елагино-рейхелева  союза;</w:t>
      </w:r>
    </w:p>
    <w:p w:rsidR="007D096A" w:rsidRDefault="007D096A" w:rsidP="00542D1E">
      <w:pPr>
        <w:spacing w:line="360" w:lineRule="auto"/>
        <w:ind w:firstLine="720"/>
        <w:jc w:val="both"/>
        <w:rPr>
          <w:sz w:val="24"/>
          <w:szCs w:val="24"/>
        </w:rPr>
      </w:pPr>
      <w:r>
        <w:rPr>
          <w:sz w:val="24"/>
          <w:szCs w:val="24"/>
        </w:rPr>
        <w:t>в)  1780  год: 14  лож  шведской  системы;</w:t>
      </w:r>
    </w:p>
    <w:p w:rsidR="007D096A" w:rsidRDefault="007D096A" w:rsidP="00542D1E">
      <w:pPr>
        <w:spacing w:line="360" w:lineRule="auto"/>
        <w:ind w:firstLine="720"/>
        <w:jc w:val="both"/>
        <w:rPr>
          <w:sz w:val="24"/>
          <w:szCs w:val="24"/>
        </w:rPr>
      </w:pPr>
      <w:r>
        <w:rPr>
          <w:sz w:val="24"/>
          <w:szCs w:val="24"/>
        </w:rPr>
        <w:t>г)  1783-1786 годы: 14  явных  лож  берлинской  розенкрейцерской  системы;</w:t>
      </w:r>
    </w:p>
    <w:p w:rsidR="007D096A" w:rsidRDefault="007D096A" w:rsidP="00542D1E">
      <w:pPr>
        <w:spacing w:line="360" w:lineRule="auto"/>
        <w:ind w:firstLine="720"/>
        <w:jc w:val="both"/>
        <w:rPr>
          <w:sz w:val="24"/>
          <w:szCs w:val="24"/>
        </w:rPr>
      </w:pPr>
      <w:r>
        <w:rPr>
          <w:sz w:val="24"/>
          <w:szCs w:val="24"/>
        </w:rPr>
        <w:t>д)  1787-1790  годы: до  22  лож  второго  Елагина  союза  и не  менее  8  тайных  розенкрейцерских  лож.</w:t>
      </w:r>
    </w:p>
    <w:p w:rsidR="007D096A" w:rsidRDefault="007D096A" w:rsidP="00542D1E">
      <w:pPr>
        <w:spacing w:line="360" w:lineRule="auto"/>
        <w:ind w:firstLine="720"/>
        <w:jc w:val="both"/>
        <w:rPr>
          <w:sz w:val="24"/>
          <w:szCs w:val="24"/>
        </w:rPr>
      </w:pPr>
      <w:r>
        <w:rPr>
          <w:sz w:val="24"/>
          <w:szCs w:val="24"/>
        </w:rPr>
        <w:t>Число  членов  каждой  ложи  сильно  колебалось.  Меньше  всего  их  было  в  розенкрейцерских  тайных  ложах – не  более  девяти  человек  в  каждом  «собрании».</w:t>
      </w:r>
      <w:r>
        <w:rPr>
          <w:rStyle w:val="a5"/>
          <w:sz w:val="24"/>
          <w:szCs w:val="24"/>
        </w:rPr>
        <w:footnoteReference w:id="37"/>
      </w:r>
    </w:p>
    <w:p w:rsidR="007D096A" w:rsidRDefault="007D096A" w:rsidP="00542D1E">
      <w:pPr>
        <w:spacing w:line="360" w:lineRule="auto"/>
        <w:ind w:firstLine="720"/>
        <w:jc w:val="both"/>
        <w:rPr>
          <w:sz w:val="24"/>
          <w:szCs w:val="24"/>
        </w:rPr>
      </w:pPr>
      <w:r>
        <w:rPr>
          <w:sz w:val="24"/>
          <w:szCs w:val="24"/>
        </w:rPr>
        <w:t>Благодаря  терпимому отношению  правительства  масонства  развивалось  беспрепятственно.</w:t>
      </w:r>
    </w:p>
    <w:p w:rsidR="007D096A" w:rsidRDefault="007D096A" w:rsidP="00542D1E">
      <w:pPr>
        <w:spacing w:line="360" w:lineRule="auto"/>
        <w:ind w:firstLine="720"/>
        <w:jc w:val="both"/>
        <w:rPr>
          <w:sz w:val="24"/>
          <w:szCs w:val="24"/>
        </w:rPr>
      </w:pPr>
      <w:r>
        <w:rPr>
          <w:sz w:val="24"/>
          <w:szCs w:val="24"/>
        </w:rPr>
        <w:t>С  70-х  годов  масонство  вообще  получает  прочную  организацию.  В  это  время  наиболее  прочные  позиции  были  у  двух  систем: елагинской  и  циннендорфской /шведско-берлинской/, между которыми  существовала  борьба  за  преобладание  и  влияние  среди  русских  масонов. В конце  концов  эта  борьба  закончилась, о  чем  более  подробно  будет  сказано  ниже.</w:t>
      </w:r>
    </w:p>
    <w:p w:rsidR="007D096A" w:rsidRDefault="007D096A" w:rsidP="00542D1E">
      <w:pPr>
        <w:spacing w:line="360" w:lineRule="auto"/>
        <w:ind w:firstLine="720"/>
        <w:jc w:val="both"/>
        <w:rPr>
          <w:sz w:val="24"/>
          <w:szCs w:val="24"/>
        </w:rPr>
      </w:pPr>
      <w:r>
        <w:rPr>
          <w:sz w:val="24"/>
          <w:szCs w:val="24"/>
        </w:rPr>
        <w:t>Наука, литература  и  публицистика, естественно, также  подпадают  под  масонское  влияние.  В  высших  образовательных  и  культурных  центрах  России  масоны  благодаря  своей  сплоченности  занимают  первые  места.</w:t>
      </w:r>
    </w:p>
    <w:p w:rsidR="007D096A" w:rsidRDefault="007D096A" w:rsidP="00542D1E">
      <w:pPr>
        <w:spacing w:line="360" w:lineRule="auto"/>
        <w:ind w:firstLine="720"/>
        <w:jc w:val="both"/>
        <w:rPr>
          <w:sz w:val="24"/>
          <w:szCs w:val="24"/>
        </w:rPr>
      </w:pPr>
      <w:r>
        <w:rPr>
          <w:sz w:val="24"/>
          <w:szCs w:val="24"/>
        </w:rPr>
        <w:t>Российская  академия /1787/  из  60  членов  имела  30  масонов, в  их  числе И.П.Елагин, граф  А.С.Строгонов, князь  М.М.Щербаков, И.И.Мелиссино  и  др.  В  Московском  университете  масоны  в  1777  году – профессора  Х.Ф.Маттеи, Х.А.Чеботарев  и др.</w:t>
      </w:r>
    </w:p>
    <w:p w:rsidR="007D096A" w:rsidRDefault="007D096A" w:rsidP="00542D1E">
      <w:pPr>
        <w:spacing w:line="360" w:lineRule="auto"/>
        <w:ind w:firstLine="720"/>
        <w:jc w:val="both"/>
        <w:rPr>
          <w:sz w:val="24"/>
          <w:szCs w:val="24"/>
        </w:rPr>
      </w:pPr>
      <w:r>
        <w:rPr>
          <w:sz w:val="24"/>
          <w:szCs w:val="24"/>
        </w:rPr>
        <w:t>Российская  академия, Шляхетский  корпус  и  Московский  университет  основаны  масоном  И.И.Шуваловым, они  превращаются  в  мощные  масонские  центры, откуда  льется  свет  вольно каменщеского  учения.</w:t>
      </w:r>
    </w:p>
    <w:p w:rsidR="007D096A" w:rsidRDefault="007D096A" w:rsidP="00542D1E">
      <w:pPr>
        <w:spacing w:line="360" w:lineRule="auto"/>
        <w:ind w:firstLine="720"/>
        <w:jc w:val="both"/>
        <w:rPr>
          <w:sz w:val="24"/>
          <w:szCs w:val="24"/>
        </w:rPr>
      </w:pPr>
      <w:r>
        <w:rPr>
          <w:sz w:val="24"/>
          <w:szCs w:val="24"/>
        </w:rPr>
        <w:t>Около  1784  года  князь  Щербаков  пишет  утопию  «Путешествие  в  землю  Офирскую», которая, несомненно, является  начертанием  социалистического  государства.</w:t>
      </w:r>
    </w:p>
    <w:p w:rsidR="007D096A" w:rsidRDefault="007D096A" w:rsidP="00542D1E">
      <w:pPr>
        <w:spacing w:line="360" w:lineRule="auto"/>
        <w:ind w:firstLine="720"/>
        <w:jc w:val="both"/>
        <w:rPr>
          <w:sz w:val="24"/>
          <w:szCs w:val="24"/>
        </w:rPr>
      </w:pPr>
      <w:r>
        <w:rPr>
          <w:sz w:val="24"/>
          <w:szCs w:val="24"/>
        </w:rPr>
        <w:t xml:space="preserve">При  Екатерине </w:t>
      </w:r>
      <w:r>
        <w:rPr>
          <w:sz w:val="24"/>
          <w:szCs w:val="24"/>
        </w:rPr>
        <w:sym w:font="Symbol" w:char="F049"/>
      </w:r>
      <w:r>
        <w:rPr>
          <w:sz w:val="24"/>
          <w:szCs w:val="24"/>
        </w:rPr>
        <w:sym w:font="Symbol" w:char="F049"/>
      </w:r>
      <w:r>
        <w:rPr>
          <w:sz w:val="24"/>
          <w:szCs w:val="24"/>
        </w:rPr>
        <w:t xml:space="preserve"> получает  известность  Н.И.Новиков, с  1769  года общество  узнает  его  как  издателя  «Трутня».  В  дальнейшем  деятельность  его  на  поприще  просветительства  продолжается.  Новиков  не  случайно  связывает  свою  судьбу  с  масонством, он  был  нужен  движению  как  деятельный, образованный, энергичный  человек.</w:t>
      </w:r>
    </w:p>
    <w:p w:rsidR="007D096A" w:rsidRDefault="007D096A" w:rsidP="00542D1E">
      <w:pPr>
        <w:spacing w:line="360" w:lineRule="auto"/>
        <w:ind w:firstLine="720"/>
        <w:jc w:val="both"/>
        <w:rPr>
          <w:sz w:val="24"/>
          <w:szCs w:val="24"/>
        </w:rPr>
      </w:pPr>
      <w:r>
        <w:rPr>
          <w:sz w:val="24"/>
          <w:szCs w:val="24"/>
        </w:rPr>
        <w:t>Политические, общественные  деятели, писатели  действовали  в  духе  идей «просветительной» французской  философии.  Писатели  были  или  атеистами-вольтерьянцами, или мистиками.  Вместе  с  Западом  они  сомневались  в бытии  Бога, многие  проповедовали  революцию.</w:t>
      </w:r>
    </w:p>
    <w:p w:rsidR="007D096A" w:rsidRDefault="007D096A" w:rsidP="00542D1E">
      <w:pPr>
        <w:spacing w:line="360" w:lineRule="auto"/>
        <w:ind w:firstLine="720"/>
        <w:jc w:val="both"/>
        <w:rPr>
          <w:sz w:val="24"/>
          <w:szCs w:val="24"/>
        </w:rPr>
      </w:pPr>
      <w:r>
        <w:rPr>
          <w:sz w:val="24"/>
          <w:szCs w:val="24"/>
        </w:rPr>
        <w:t xml:space="preserve">НЕ  оставался  в  стороне  и  Русский  театр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столетия, он, как  и  Французский, сделался  ареной  политической  пропаганды.  Со  сцены  проповедовались  освободительные  идеалы, в  сознание  русских  людей  внедрялись  понятия  о  свободе  и  равенстве.</w:t>
      </w:r>
    </w:p>
    <w:p w:rsidR="007D096A" w:rsidRDefault="007D096A" w:rsidP="00542D1E">
      <w:pPr>
        <w:spacing w:line="360" w:lineRule="auto"/>
        <w:ind w:firstLine="720"/>
        <w:jc w:val="both"/>
        <w:rPr>
          <w:sz w:val="24"/>
          <w:szCs w:val="24"/>
        </w:rPr>
      </w:pPr>
      <w:r>
        <w:rPr>
          <w:sz w:val="24"/>
          <w:szCs w:val="24"/>
        </w:rPr>
        <w:t>Несомненно,  русская  общественная  мысль  в  екатерининское  время  значительно  быстрее  двинулась  вперед  по  пути  естественного  примирения  религиозного  идеализма  Московской  Руси  с  новыми  веяниями  просветительной  эпохи.</w:t>
      </w:r>
    </w:p>
    <w:p w:rsidR="007D096A" w:rsidRDefault="007D096A">
      <w:pPr>
        <w:spacing w:line="360" w:lineRule="auto"/>
        <w:ind w:firstLine="720"/>
        <w:rPr>
          <w:sz w:val="24"/>
          <w:szCs w:val="24"/>
        </w:rPr>
      </w:pPr>
    </w:p>
    <w:p w:rsidR="007D096A" w:rsidRPr="00542D1E" w:rsidRDefault="00542D1E" w:rsidP="00542D1E">
      <w:pPr>
        <w:pStyle w:val="2"/>
        <w:ind w:firstLine="0"/>
        <w:jc w:val="center"/>
        <w:rPr>
          <w:b/>
          <w:bCs/>
        </w:rPr>
      </w:pPr>
      <w:bookmarkStart w:id="14" w:name="_Toc149498614"/>
      <w:r>
        <w:rPr>
          <w:b/>
          <w:bCs/>
        </w:rPr>
        <w:t>2.3.</w:t>
      </w:r>
      <w:r w:rsidR="007D096A" w:rsidRPr="00542D1E">
        <w:rPr>
          <w:b/>
          <w:bCs/>
        </w:rPr>
        <w:t>Клерикат; система  Мелиссино; тамплиерство; система  Циннендорфа</w:t>
      </w:r>
      <w:bookmarkEnd w:id="14"/>
    </w:p>
    <w:p w:rsidR="007D096A" w:rsidRDefault="007D096A">
      <w:pPr>
        <w:spacing w:line="360" w:lineRule="auto"/>
        <w:ind w:left="720"/>
        <w:rPr>
          <w:sz w:val="24"/>
          <w:szCs w:val="24"/>
        </w:rPr>
      </w:pPr>
    </w:p>
    <w:p w:rsidR="007D096A" w:rsidRDefault="007D096A">
      <w:pPr>
        <w:pStyle w:val="23"/>
      </w:pPr>
      <w:r>
        <w:t>В  1768\1769  гг.  в Россию  проникла  особая  духовная  отрасль  тамплиерской  системы - так  называемый  Клерикат, основанный  доктором И.Штарком /1741-1816/.</w:t>
      </w:r>
    </w:p>
    <w:p w:rsidR="007D096A" w:rsidRDefault="007D096A" w:rsidP="00542D1E">
      <w:pPr>
        <w:pStyle w:val="23"/>
        <w:jc w:val="both"/>
      </w:pPr>
      <w:r>
        <w:t>Русское  масонство  этого  времени  входит  в  новые  связи и  даже  тесным  образом  замешивается  в  интриги, происходившие  в  немецких  ложах.</w:t>
      </w:r>
    </w:p>
    <w:p w:rsidR="007D096A" w:rsidRDefault="007D096A" w:rsidP="00542D1E">
      <w:pPr>
        <w:pStyle w:val="23"/>
        <w:jc w:val="both"/>
      </w:pPr>
      <w:r>
        <w:t>«Тамплиерский  Клерикат»  наделал  много  шуму  в масонском мире.  А.Пыпин  пишет, что  в разгар  темплиерских  затей, Штарк  явился  на масонскую  сцену  с  новыми  изобретением.</w:t>
      </w:r>
      <w:r>
        <w:rPr>
          <w:rStyle w:val="a5"/>
        </w:rPr>
        <w:footnoteReference w:id="38"/>
      </w:r>
      <w:r>
        <w:t xml:space="preserve"> Из  истории  немецкого  масонства  известно, что  «тамплиерский  клерикат»  противопоставлял  себя  «Строгому  Чину», и Штарк,  в  частности, проповедовал, что  тайны ордена  тамплиеров  были  унаследованы  не  светскими  рыцарями, а  духовными  людьми.  Штарк  пытался  возродить  притязания  католического  духовенства  на  господство  над мирянами.</w:t>
      </w:r>
    </w:p>
    <w:p w:rsidR="007D096A" w:rsidRDefault="007D096A" w:rsidP="00542D1E">
      <w:pPr>
        <w:pStyle w:val="23"/>
        <w:jc w:val="both"/>
      </w:pPr>
      <w:r>
        <w:t>Оценка  Клериката,  Пыпиным  негативна  и  Штарка  он  характеризует  исключительно  шарлатаном  и  интриганом: «Штарк  был  масоном  еще  с  1761  года. ОН  приобрел, как  говорят  большие  сведения  в  масонских  вещах; любил  говорить   таинственно  о  высокой  древности  ордена, о  великих  его тайнах, чудесных  силах  и  знаниях, которыми  он  обладает. Он  внушал  своим  друзьям  и  адептам  веру  в чудесное, в  магию  и  духоведение…. При  каких  обстоятельствах  Штарк  придумал  клерикальную  систему, до  сих  пор  не  разъяснено  вполне, и  сведения  о ней  неясны  и  противоречивы.</w:t>
      </w:r>
      <w:r>
        <w:rPr>
          <w:rStyle w:val="a5"/>
        </w:rPr>
        <w:footnoteReference w:id="39"/>
      </w:r>
    </w:p>
    <w:p w:rsidR="007D096A" w:rsidRDefault="007D096A" w:rsidP="00542D1E">
      <w:pPr>
        <w:pStyle w:val="23"/>
        <w:jc w:val="both"/>
      </w:pPr>
      <w:r>
        <w:t>Полу католический  характер  этой  системы  с  ее  церковными  обрядами, постами, молитвами  и  таинствами, не мог, конечно, привлечь  к  себе большого  числа  православных  русских  братьев, поэтому, вероятно, о Клерикате, о России  существует  самые  смутные  сведения.</w:t>
      </w:r>
    </w:p>
    <w:p w:rsidR="007D096A" w:rsidRDefault="007D096A" w:rsidP="00542D1E">
      <w:pPr>
        <w:pStyle w:val="23"/>
        <w:jc w:val="both"/>
      </w:pPr>
      <w:r>
        <w:t>Около  того  же  времени, именно  около  1765-1786 гг.  в  Петербурге  была  основана  система  с  высшими  степенями – система  Мелиссино. Младший  брат  куратора  Московского  университета, впоследствии  артиллерийский  генерал, человек, наделенный  от  природы  богатыми  дарованиями, Мелиссино  стремился  вложить  в  свою  систему  то  научное  содержание, которое  так  привлекало  к  розенкрейцерству  русских  масонов  80-х  годов, в  то же  время  сохраняя  в  угоду  вкусам  русской  знати  пышные  титулы  и  церемонии  рыцарства.  Эта  система  сообщала  те  же  сведения, которые  составляли  основу  розенкрейцерской  науки, в  странном  сочетании  с  полу католической  обрядностью, как  в  Штарковом  Клерикате.  Система  Мелиссино  также  не  получила  особого  распространения.  В то  время  в России  не  могли  иметь  успеха  ни  новая  церковность, ни  мистическая  натурфилософия.</w:t>
      </w:r>
    </w:p>
    <w:p w:rsidR="007D096A" w:rsidRDefault="007D096A" w:rsidP="00542D1E">
      <w:pPr>
        <w:pStyle w:val="23"/>
        <w:jc w:val="both"/>
      </w:pPr>
      <w:r>
        <w:t>К  началу  70-х  годов  относится  появление  в  русских  ложах  системы  Циннендорфа, которая  только  недавно  перед  тем  образовалась  в  Германии,  как  особенная  тамплиерства. Ревностным  деятелем  этой  системы  в  Петербурге  был  гвардейский  генерал-аудитор  Рейхель, вступивший  на  русскую  службу  в  1770  году.  Им  была  учреждена  ложа  «Аполлона» – первая  ложа  Циннедорфской  системы.  Еще  перед  своим  отъездом  из  Берлина  Рейхель  имел  беседу  с  мастером  ложи  «Трех  золотых  ключей» - самым знаменитым  Циннедорфом  и  получил  от  него  поручение  сделать  все  возможное  для распространения  ордена  в  России.  Основанная  Рейзелем  ложа  состояла  из  14   членов, из  которых 13  были  иностранцами  и  только  один  русский – шталмейстер  ее  Величества  Нарышкин.</w:t>
      </w:r>
    </w:p>
    <w:p w:rsidR="007D096A" w:rsidRDefault="007D096A" w:rsidP="00542D1E">
      <w:pPr>
        <w:pStyle w:val="23"/>
        <w:jc w:val="both"/>
      </w:pPr>
      <w:r>
        <w:t>Позднее   была  открыта  ложа  «Гарпократа»  под  управлением  князя  Н.Трубецкого, в  эту ложу  затем  перешло  большинство  членов  «Аполлона».  А.Пыпин  приводит  данные  Новикова  о  «рейхелевском  масонстве  по  берлинскому  акту», помимо  названных  лож  названы: Ложа  И.Артемьева, Ложа А.Нартова, немецкая  Ложа  в  Ревеле – «Изида», Ложа  Новиковпа – «Латона», Ложа Дубянского /возможна  «Астрея»/.  Под  этой  же  рубрикой  упомянуты  ее  две  Ложи – Л.Третьяковского  и   В.Крюковского.</w:t>
      </w:r>
      <w:r>
        <w:rPr>
          <w:rStyle w:val="a5"/>
        </w:rPr>
        <w:footnoteReference w:id="40"/>
      </w:r>
    </w:p>
    <w:p w:rsidR="007D096A" w:rsidRDefault="007D096A">
      <w:pPr>
        <w:pStyle w:val="23"/>
      </w:pPr>
    </w:p>
    <w:p w:rsidR="007D096A" w:rsidRPr="00542D1E" w:rsidRDefault="00542D1E" w:rsidP="00542D1E">
      <w:pPr>
        <w:pStyle w:val="2"/>
        <w:ind w:firstLine="0"/>
        <w:jc w:val="center"/>
        <w:rPr>
          <w:b/>
          <w:bCs/>
        </w:rPr>
      </w:pPr>
      <w:bookmarkStart w:id="15" w:name="_Toc149498615"/>
      <w:r>
        <w:rPr>
          <w:b/>
          <w:bCs/>
        </w:rPr>
        <w:t>2.4.</w:t>
      </w:r>
      <w:r w:rsidR="007D096A" w:rsidRPr="00542D1E">
        <w:rPr>
          <w:b/>
          <w:bCs/>
        </w:rPr>
        <w:t>Учреждение английских  лож; масонские  понятия  Елагина</w:t>
      </w:r>
      <w:bookmarkEnd w:id="15"/>
    </w:p>
    <w:p w:rsidR="007D096A" w:rsidRDefault="007D096A">
      <w:pPr>
        <w:pStyle w:val="23"/>
        <w:ind w:left="720" w:firstLine="0"/>
      </w:pPr>
    </w:p>
    <w:p w:rsidR="007D096A" w:rsidRDefault="007D096A" w:rsidP="00542D1E">
      <w:pPr>
        <w:pStyle w:val="23"/>
        <w:jc w:val="both"/>
      </w:pPr>
      <w:r>
        <w:t>Как  уже  отмечалось,  выше  путь  Елагина  в  масонстве  разбит  как бы  на  два  периода.  Ко  второму  периоду  относятся  образование  английских  лож.  Под  влиянием  определенных  литературных  и  политических  кругов  Елагин  стал  раздумывать  о  том, нет  ли  в масонстве  чего-нибудь  притягательного, ему  неизвестного.  С  целью  разрешить  этот  вопрос, он  стал  чаще  посещать  ложи  и  искать  знакомства   с  людьми  «состарившимися  в  масонстве».  После  встречи  с  английским  масонством, открывшим  ему  много  нового, Елагин  ревностно  отдавался  масонской  деятельности  и  быстро  выдвинулся  на  первое  место  среди  петербургских  братьев.  Он  завязал  отношения  с  Великой  Лондонской  ложей и  получил  от  нее  разрешение  на работу  в  семи  степенях  винорской  или  новоанглийской  системы. Таким  образом, благодаря  Елагину, в  русском  масонстве  снова  начало  преобладать  английское  влияние.</w:t>
      </w:r>
    </w:p>
    <w:p w:rsidR="007D096A" w:rsidRDefault="007D096A" w:rsidP="00542D1E">
      <w:pPr>
        <w:pStyle w:val="23"/>
        <w:jc w:val="both"/>
      </w:pPr>
      <w:r>
        <w:t xml:space="preserve">Елагин  писал, что  учение  наше  родилось  не  от  вымыслов ума  человеческого, но от  Бога, ибо  он  есть  слово Божие; поэтому  новые  системы  и  новые  постановления  никак  не  могут  быть  против  него: не  могут  ослепить  на  некоторое  время  слабость  людей  любопытных, но  бессильны  поколебать  ревность  просвещенных.  Говоря  о  розенкрейцерской системе, он  характеризует  ее  следующими  чертами  «Сия  неисповедуемыми  обещаниями  учения, у  них  одних  токмо  существующими, укрепляет  легковерие  братства, возрождая  из  тлеющего  иезуитского  пепла мечтательного  феникса.  Они,  называя  братьев  свободными  каменщиками, определили  над  ними  беспредельную  начальствующую власть, покоряющую  и  разум, и  волю». </w:t>
      </w:r>
      <w:r>
        <w:rPr>
          <w:rStyle w:val="a5"/>
        </w:rPr>
        <w:footnoteReference w:id="41"/>
      </w:r>
      <w:r>
        <w:t xml:space="preserve">                                            </w:t>
      </w:r>
    </w:p>
    <w:p w:rsidR="007D096A" w:rsidRDefault="007D096A" w:rsidP="00542D1E">
      <w:pPr>
        <w:pStyle w:val="23"/>
        <w:jc w:val="both"/>
      </w:pPr>
      <w:r>
        <w:t>В  сочинениях  Елагина  можно  найти  достаточно  указаний  о  том, как  он  понимал,  содержание  масонского  учения  и  в  какие  страны  направлялись  его  мысли. Как  уже  отмечалось, он  прошел  первый  период  его  легкомысленного  отношения  к  масон-</w:t>
      </w:r>
    </w:p>
    <w:p w:rsidR="007D096A" w:rsidRDefault="007D096A" w:rsidP="00542D1E">
      <w:pPr>
        <w:pStyle w:val="23"/>
        <w:ind w:firstLine="0"/>
        <w:jc w:val="both"/>
      </w:pPr>
      <w:r>
        <w:t>ству, период  сомнений и вольнодумства.  Когда  он  затем  стал  беседовать  с  людьми  «состарившимися  в  масонстве» и  с  чужестранными  братьями, он  постепенно  приобрел  высокое  мнение  о  масонском  таинстве и, в  сущности»  был  недалек  от  настоящего  розенкрейцерского  мистицизма. Путешественники  из  Англии  рассказывали  ему  об  истории  масонства, об образовании  Лондонской  Великой  ложи /например,  Престон  /1742-1818/ –писатель, изучающий  историю  масонства/.</w:t>
      </w:r>
    </w:p>
    <w:p w:rsidR="007D096A" w:rsidRDefault="007D096A" w:rsidP="00542D1E">
      <w:pPr>
        <w:pStyle w:val="23"/>
        <w:ind w:firstLine="709"/>
        <w:jc w:val="both"/>
      </w:pPr>
      <w:r>
        <w:t>Елагин  изучал  главным  образом  мистическую  литературу, печатную  и  рукописную, явную  и тайную, которая  произведена,  была  в  основном  трудами  Новикова  и его  школы, под  влиянием  розенкрейцерских  тенденций.</w:t>
      </w:r>
    </w:p>
    <w:p w:rsidR="007D096A" w:rsidRDefault="007D096A" w:rsidP="00542D1E">
      <w:pPr>
        <w:pStyle w:val="23"/>
        <w:ind w:firstLine="709"/>
        <w:jc w:val="both"/>
      </w:pPr>
      <w:r>
        <w:t>Пыпин  указывает, что  сохранились  черновые  работы  Елагина  о  книге  Сен-Мартена  «Объяснение  таинственного  смысла  в  божественном  писании о  сотворении  Селенной, служащие  ключом  к  разобранию  книги  Истины  и  Заблуждений».  Несколько  тетрадей с  толкованиями  еврейских  слов  с  египетской  азбукой; собрание  мистических  и  каббалистических  чертежей,  выкладок  и  рисунков; различные  мистические  книги  и  рукописи; ритуалы  различных  высших  степеней.</w:t>
      </w:r>
    </w:p>
    <w:p w:rsidR="007D096A" w:rsidRDefault="007D096A" w:rsidP="00542D1E">
      <w:pPr>
        <w:pStyle w:val="23"/>
        <w:ind w:firstLine="709"/>
        <w:jc w:val="both"/>
      </w:pPr>
      <w:r>
        <w:t>Все  искания  Елагина,  в  конечном  счете,  свелись  к  почти   не понимаемому  мистицизму  и  в  проповедь  смирения  и   повиновения.</w:t>
      </w:r>
    </w:p>
    <w:p w:rsidR="007D096A" w:rsidRDefault="007D096A" w:rsidP="00542D1E">
      <w:pPr>
        <w:pStyle w:val="23"/>
        <w:ind w:firstLine="709"/>
        <w:jc w:val="both"/>
      </w:pPr>
      <w:r>
        <w:t>С  назначением  Елагина  Великим  мастером  Петербургской  провинциальной  ложи  английская  система  утвердилась  намного  прочнее  и  разумелась  под  именем  «старого  масонства»  В  1774  году  Елагин  открыл  в  Петербурге  ложу  «Девяти  Муз», а  также  «Музы  Урании»  и  «Беллоны»,  в Москве  «Клио», несколько  раньше  была  учреждена  ложа  «Марса»  в  Молдавии, и др.</w:t>
      </w:r>
    </w:p>
    <w:p w:rsidR="007D096A" w:rsidRDefault="007D096A">
      <w:pPr>
        <w:pStyle w:val="23"/>
        <w:ind w:firstLine="709"/>
      </w:pPr>
      <w:r>
        <w:t xml:space="preserve"> </w:t>
      </w:r>
    </w:p>
    <w:p w:rsidR="007D096A" w:rsidRPr="00542D1E" w:rsidRDefault="007D096A" w:rsidP="00542D1E">
      <w:pPr>
        <w:pStyle w:val="2"/>
        <w:ind w:firstLine="0"/>
        <w:jc w:val="center"/>
        <w:rPr>
          <w:b/>
          <w:bCs/>
        </w:rPr>
      </w:pPr>
      <w:bookmarkStart w:id="16" w:name="_Toc149498616"/>
      <w:r w:rsidRPr="00542D1E">
        <w:rPr>
          <w:b/>
          <w:bCs/>
        </w:rPr>
        <w:t xml:space="preserve">2.5.  Русская  Национальная  ложа  шведской  системы; </w:t>
      </w:r>
      <w:r w:rsidR="00542D1E">
        <w:rPr>
          <w:b/>
          <w:bCs/>
        </w:rPr>
        <w:br/>
      </w:r>
      <w:r w:rsidRPr="00542D1E">
        <w:rPr>
          <w:b/>
          <w:bCs/>
        </w:rPr>
        <w:t>противоречия  с  Елагинскими  ложами</w:t>
      </w:r>
      <w:bookmarkEnd w:id="16"/>
    </w:p>
    <w:p w:rsidR="007D096A" w:rsidRDefault="007D096A">
      <w:pPr>
        <w:pStyle w:val="23"/>
        <w:ind w:firstLine="709"/>
      </w:pPr>
    </w:p>
    <w:p w:rsidR="007D096A" w:rsidRDefault="007D096A" w:rsidP="00542D1E">
      <w:pPr>
        <w:pStyle w:val="23"/>
        <w:ind w:firstLine="709"/>
        <w:jc w:val="both"/>
      </w:pPr>
      <w:r>
        <w:t>Конкурировать  со  стройной  организацией  Елагинских  лож  рейхелевским  масонам, лишенным  всякой  связи  со своей  Великой  Ложей  было крайне  затруднительно.  Чтобы  как-то  выйти  из  тяжелого  положения, Рейхель  обратился  в  Швецию, послав  с этой  целью  в  Стокгольм  одного  из  братьев, но и  там,  ему дали  неутешительный  ответ, посоветовав  вступить  в  соглашение  с  Елагиным.  Рейхель  совет  выполнил  и  обратился  к  Елагину.  Последний  находился  в  самом  разгаре  своих  исканий  и  поэтому  имел  причины  не  слишком  дорожить  своей  связью  с  английским  масонством, так  как акты, по  которым  работали  его  ложи, не были, вероятно  получены  официальным  путем  и  не  могли  иметь  в  его  глазах  характера  безусловной  и  священной  масонской  истины.  Кроме  того,  отношение  братьев  елагинского  общества  к  масонству  не  было  достаточно  серьезным.  Возможно, что  Елагин  относительно  легко  поддавался  убеждениям Рейхеля, соблазнившись  обещаниями получения  истинных  актов, в  которых  так  нуждался  Елагин  для  своих  работ.  В  результате  многих  трудов Рейхель  блестяще  выполнил  свой  план: 3  сентября  1776  года  состоялось,  соединение  рейхелевских  и  елагинских  лож, причем  Елагин  отказался  от  английской  системы  и  дал  обещание  ввести  в  своих  ложах  работы  по  шведско-берлинской  системе.  Таким  образом,  Петербургская  Великая  провинциальная  ложа  объединила  под  своим  управлением  18  лож.  Но  главенство  шведско-берлинской  системы  в  России  оказалось  недолговечным.</w:t>
      </w:r>
    </w:p>
    <w:p w:rsidR="007D096A" w:rsidRDefault="007D096A" w:rsidP="00542D1E">
      <w:pPr>
        <w:pStyle w:val="23"/>
        <w:ind w:firstLine="709"/>
        <w:jc w:val="both"/>
      </w:pPr>
      <w:r>
        <w:t>Елагинские  ложи, соединившиеся  с  рейхелевскими:</w:t>
      </w:r>
    </w:p>
    <w:p w:rsidR="007D096A" w:rsidRDefault="007D096A" w:rsidP="00542D1E">
      <w:pPr>
        <w:pStyle w:val="23"/>
        <w:ind w:firstLine="709"/>
        <w:jc w:val="both"/>
      </w:pPr>
      <w:r>
        <w:t>-Ложа  «Совершенного  согласия» /осн.  В  1771  г./;</w:t>
      </w:r>
    </w:p>
    <w:p w:rsidR="007D096A" w:rsidRDefault="007D096A" w:rsidP="00542D1E">
      <w:pPr>
        <w:pStyle w:val="23"/>
        <w:ind w:firstLine="709"/>
        <w:jc w:val="both"/>
      </w:pPr>
      <w:r>
        <w:t>-Ложа  «Девяти  Муз» /осн.  В  1774 г./;</w:t>
      </w:r>
    </w:p>
    <w:p w:rsidR="007D096A" w:rsidRDefault="007D096A" w:rsidP="00542D1E">
      <w:pPr>
        <w:pStyle w:val="23"/>
        <w:ind w:firstLine="709"/>
        <w:jc w:val="both"/>
      </w:pPr>
      <w:r>
        <w:t>-Ложа  «Урании» /осн.  В  1772 г./;</w:t>
      </w:r>
    </w:p>
    <w:p w:rsidR="007D096A" w:rsidRDefault="007D096A" w:rsidP="00542D1E">
      <w:pPr>
        <w:pStyle w:val="23"/>
        <w:ind w:firstLine="709"/>
        <w:jc w:val="both"/>
      </w:pPr>
      <w:r>
        <w:t>-Ложа  «Беллоны» /осн. В  1774 г./;</w:t>
      </w:r>
    </w:p>
    <w:p w:rsidR="007D096A" w:rsidRDefault="007D096A" w:rsidP="00542D1E">
      <w:pPr>
        <w:pStyle w:val="23"/>
        <w:ind w:firstLine="709"/>
        <w:jc w:val="both"/>
      </w:pPr>
      <w:r>
        <w:t>-Ложа  «Клио» /осн. В 1774 г./.</w:t>
      </w:r>
    </w:p>
    <w:p w:rsidR="007D096A" w:rsidRDefault="007D096A" w:rsidP="00542D1E">
      <w:pPr>
        <w:pStyle w:val="23"/>
        <w:ind w:firstLine="709"/>
        <w:jc w:val="both"/>
      </w:pPr>
      <w:r>
        <w:t>Соединение  лож, конечно, не  прошло  без  трений.  Многие  братья  той  и  другой  системы, из  числа  особенно  преданных  работам  своего  «царственного  ордена», были  недовольны  искусственным  слиянием  своих  лож, в  среде  братьев  произошел  раскол, который  повел  затем  к  новым  исканиям  «истинного» масонства  и  к  подчинению  русских   лож  Швеции.</w:t>
      </w:r>
    </w:p>
    <w:p w:rsidR="007D096A" w:rsidRDefault="007D096A" w:rsidP="00542D1E">
      <w:pPr>
        <w:pStyle w:val="23"/>
        <w:ind w:firstLine="709"/>
        <w:jc w:val="both"/>
      </w:pPr>
      <w:r>
        <w:t>В стороне  от  соглашения  осталась, в  частности, ложа  «Аполлона» в  Риге  и  ложа  «Марса».  Рейхель  был  весьма  огорчен  и  вскоре  отстранился  от  масонской  деятельности.  Дни  шведско-берлинской  системы  были  сочтены.</w:t>
      </w:r>
    </w:p>
    <w:p w:rsidR="007D096A" w:rsidRDefault="007D096A" w:rsidP="00542D1E">
      <w:pPr>
        <w:pStyle w:val="23"/>
        <w:ind w:firstLine="709"/>
        <w:jc w:val="both"/>
      </w:pPr>
      <w:r>
        <w:t>Елагин  восстанавливает  ложи  лишь  в  1786  году, но  уже на  новых  основаниях.  Приоритет  отдается  шведской  системе, циннендорфская  система  исчезает.</w:t>
      </w:r>
    </w:p>
    <w:p w:rsidR="007D096A" w:rsidRDefault="007D096A" w:rsidP="00542D1E">
      <w:pPr>
        <w:pStyle w:val="23"/>
        <w:ind w:firstLine="709"/>
        <w:jc w:val="both"/>
      </w:pPr>
      <w:r>
        <w:t>Через  посредство  Г.Розенберга  из  ложи  «Аполлона»  русские  масоны  получили  уверение, что  в  Швеции  были  в  высшей  степени  склонны  оказать  им  содействие  к  приобретению  больших  познаний.  Для  этой  цели  воспользовались  пребыванием  в  Стокгольме  князя  А.Б.Куракина.  Вернувшись  в  1777   году  в  Петербург, Куракин  привез  с собой  конституцию  для  введения  высших  степеней  шведской  системы  /Строгого  Наблюдения/.  И  в  1778  году  был  основан  в  Петербурге  «Капитал  Феникса»,  известный  братьям  масонам  под  именем  Великой  Национальной  ложи  шведской  системы. А  9  мая  1780  года  была  учреждена  Директория  для  управления  подчиненными  ей  ложами.</w:t>
      </w:r>
      <w:r>
        <w:rPr>
          <w:rStyle w:val="a5"/>
        </w:rPr>
        <w:footnoteReference w:id="42"/>
      </w:r>
    </w:p>
    <w:p w:rsidR="007D096A" w:rsidRDefault="007D096A" w:rsidP="00542D1E">
      <w:pPr>
        <w:pStyle w:val="23"/>
        <w:ind w:firstLine="709"/>
        <w:jc w:val="both"/>
      </w:pPr>
      <w:r>
        <w:t xml:space="preserve">Став, таким  образом, в  тесную  зависимость  от  Швеции  и  от  главы  шведског масонства  герцог  Зюдерманландского, русские  масоны  думали, что,  наконец  получат  оттуда  высшие  орденские  знания, но  скоро  поняли, что  ошиблись.  К  тому  же  русские  масоны  крайне  тяготились  своей  тесной  зависимостью   от  Швеции, навлекавшей  на  них  подозрения  со  стороны  правительства. В  конце  1779  года   произошло  событие, окончательно  погубившее  шведское  масонство  в  глазах Екатерины  и всех  русских  братьев, герцог  Зюдерманландский  издал  декларацию, в которой  неожиданно  для  всего  мира  объявил  Швецию  девятой  провинцией  «Строгого  Наблюдения», приписав  к  ней  в  числе  других  местностей  и всю  Россию.  Поступок  его   вызвал  среди  русских  масонов  чувство  глубокого  возмущения  и страха  за  судьбу  ордена  в  России.  Екатерина </w:t>
      </w:r>
      <w:r>
        <w:sym w:font="Symbol" w:char="F049"/>
      </w:r>
      <w:r>
        <w:sym w:font="Symbol" w:char="F049"/>
      </w:r>
      <w:r>
        <w:t xml:space="preserve">  приказала  Елагину  закрыть  ложи  Гагарина.  После  этого  доминирующее  положение  Петербурга   заканчивается,  и  первенство  переходит  к  Московским  ложам.</w:t>
      </w:r>
    </w:p>
    <w:p w:rsidR="007D096A" w:rsidRDefault="007D096A" w:rsidP="00542D1E">
      <w:pPr>
        <w:pStyle w:val="23"/>
        <w:ind w:firstLine="709"/>
        <w:jc w:val="both"/>
      </w:pPr>
      <w:r>
        <w:t>Надо  сказать, что,  несмотря  на  участие  Елагина  в  учреждении  лож  по  шведской  системе, сам он,  в  конце  концов,  стал  сомневаться  в  целесообразности  подчинения  Швеции.</w:t>
      </w:r>
    </w:p>
    <w:p w:rsidR="007D096A" w:rsidRDefault="007D096A">
      <w:pPr>
        <w:pStyle w:val="23"/>
        <w:ind w:firstLine="709"/>
      </w:pPr>
      <w:r>
        <w:t>Московские  масоны  вскоре  также  убедились, что  Швеция  лишь  преследует  цель   «покорения» русского  масонства.</w:t>
      </w:r>
    </w:p>
    <w:p w:rsidR="007D096A" w:rsidRDefault="007D096A" w:rsidP="00542D1E">
      <w:pPr>
        <w:pStyle w:val="23"/>
        <w:ind w:firstLine="0"/>
      </w:pPr>
    </w:p>
    <w:p w:rsidR="007D096A" w:rsidRPr="00542D1E" w:rsidRDefault="00542D1E" w:rsidP="00542D1E">
      <w:pPr>
        <w:pStyle w:val="2"/>
        <w:ind w:firstLine="0"/>
        <w:jc w:val="center"/>
        <w:rPr>
          <w:b/>
          <w:bCs/>
        </w:rPr>
      </w:pPr>
      <w:bookmarkStart w:id="17" w:name="_Toc149498617"/>
      <w:r>
        <w:rPr>
          <w:b/>
          <w:bCs/>
        </w:rPr>
        <w:t>2.6.</w:t>
      </w:r>
      <w:r w:rsidR="007D096A" w:rsidRPr="00542D1E">
        <w:rPr>
          <w:b/>
          <w:bCs/>
        </w:rPr>
        <w:t>Мистика  и  мартинизм</w:t>
      </w:r>
      <w:bookmarkEnd w:id="17"/>
    </w:p>
    <w:p w:rsidR="007D096A" w:rsidRDefault="007D096A" w:rsidP="00542D1E">
      <w:pPr>
        <w:pStyle w:val="23"/>
        <w:ind w:firstLine="0"/>
      </w:pPr>
    </w:p>
    <w:p w:rsidR="007D096A" w:rsidRDefault="007D096A" w:rsidP="00542D1E">
      <w:pPr>
        <w:pStyle w:val="23"/>
        <w:jc w:val="both"/>
      </w:pPr>
      <w:r>
        <w:t>Мистицизм, несомненно, составлял  одну  из  главнейших  особенностей  русского  масонства, так  как  был  сильно  распространен  и  в  европейском  обществе</w:t>
      </w:r>
      <w:r>
        <w:sym w:font="Symbol" w:char="F043"/>
      </w:r>
      <w:r>
        <w:sym w:font="Symbol" w:char="F055"/>
      </w:r>
      <w:r>
        <w:sym w:font="Symbol" w:char="F049"/>
      </w:r>
      <w:r>
        <w:sym w:font="Symbol" w:char="F049"/>
      </w:r>
      <w:r>
        <w:sym w:font="Symbol" w:char="F049"/>
      </w:r>
      <w:r>
        <w:t xml:space="preserve"> века.</w:t>
      </w:r>
    </w:p>
    <w:p w:rsidR="007D096A" w:rsidRDefault="007D096A" w:rsidP="00542D1E">
      <w:pPr>
        <w:pStyle w:val="23"/>
        <w:jc w:val="both"/>
      </w:pPr>
      <w:r>
        <w:t>Исторически  судьба  мистицизма  представляет  необозримо  длинную  летопись  господства  его  над  человеческой  мыслью  и  трудной  борьбы,  которую  вела  против  него  рациональная  наука.  Представления  мистического  характера  являются  у  всех  народов, при  первом  выходе  их  из  грубого  фетишизма  в  идеальные  религии.</w:t>
      </w:r>
    </w:p>
    <w:p w:rsidR="007D096A" w:rsidRDefault="007D096A" w:rsidP="00542D1E">
      <w:pPr>
        <w:pStyle w:val="23"/>
        <w:jc w:val="both"/>
      </w:pPr>
      <w:r>
        <w:t>В  течение</w:t>
      </w:r>
      <w:r>
        <w:sym w:font="Symbol" w:char="F043"/>
      </w:r>
      <w:r>
        <w:sym w:font="Symbol" w:char="F055"/>
      </w:r>
      <w:r>
        <w:sym w:font="Symbol" w:char="F049"/>
      </w:r>
      <w:r>
        <w:sym w:font="Symbol" w:char="F049"/>
      </w:r>
      <w:r>
        <w:t xml:space="preserve"> - </w:t>
      </w:r>
      <w:r>
        <w:sym w:font="Symbol" w:char="F043"/>
      </w:r>
      <w:r>
        <w:sym w:font="Symbol" w:char="F055"/>
      </w:r>
      <w:r>
        <w:sym w:font="Symbol" w:char="F049"/>
      </w:r>
      <w:r>
        <w:sym w:font="Symbol" w:char="F049"/>
      </w:r>
      <w:r>
        <w:sym w:font="Symbol" w:char="F049"/>
      </w:r>
      <w:r>
        <w:t xml:space="preserve"> вв.  здравые  знания, казалось, сделали  такие  успехи, что  кажется,  трудно  было  себе  представить, чтобы  после  Галилея  и Ньютона,  Декарта, Люкка, Спинозы, в  умах  людей  сохранить  место  те  представления  о  мировом  порядке, какие  мы  находим  в  масонском  мистицизме.</w:t>
      </w:r>
    </w:p>
    <w:p w:rsidR="007D096A" w:rsidRDefault="007D096A" w:rsidP="00542D1E">
      <w:pPr>
        <w:pStyle w:val="23"/>
        <w:jc w:val="both"/>
      </w:pPr>
      <w:r>
        <w:t>Во  многом  такое  положение  вещей  можно объяснить  тем, что мистицизм  обращался  к  тем  слоям  общества, которые   в  точных  науках  сильны  не  были, но  соблазнялись  получить  знание  тайных  сил  природы.</w:t>
      </w:r>
    </w:p>
    <w:p w:rsidR="007D096A" w:rsidRDefault="007D096A" w:rsidP="00542D1E">
      <w:pPr>
        <w:pStyle w:val="23"/>
        <w:jc w:val="both"/>
      </w:pPr>
      <w:r>
        <w:t>Возвращение  новейших  мистиков  к  алхимии  и  магии  было  последовательным.  Мистические  фантазии  неподвижны  и долговечны, в  отличие от  развивающего  движения  науки.  Относительно  происхождения  своих  тайно учений  новые  мистические  секты  ссылались  чаще  всего  на  глубочайшую  древность  и  верили  в  преемственность  тайны, соединяющую  новейшие  времена  с  древностью.</w:t>
      </w:r>
    </w:p>
    <w:p w:rsidR="007D096A" w:rsidRDefault="007D096A" w:rsidP="00542D1E">
      <w:pPr>
        <w:pStyle w:val="23"/>
        <w:jc w:val="both"/>
      </w:pPr>
      <w:r>
        <w:t>В  России  особую  популярность  приобрели  две  школы  мистицизма  в  масонстве: мартинизма  и  розенкрейцерство.</w:t>
      </w:r>
    </w:p>
    <w:p w:rsidR="007D096A" w:rsidRDefault="007D096A" w:rsidP="00542D1E">
      <w:pPr>
        <w:pStyle w:val="23"/>
        <w:jc w:val="both"/>
      </w:pPr>
      <w:r>
        <w:t>Словом  «мартинизм»  обозначали  учение  французского  мистика  Сен-Мартена.  К  1778  году,  относятся  контакты  русских  тамплиеров  с  западными, к  тому  же  времени  относится  участие  Клода де  Сен-Мартена  в  объединении  немецких  и  французских  тамплеров.  В  связи  с чем, надо  полагать, в России  проникает  книга  Сен-Мартена  «О  заблуждениях  и  истине».  Сен-Мартен  давал  «знание  о  происхождении  добра  и  зла, о  человеке, о  натуре  вещественной  и  невещественной, о  натуре  священной, об  основании  политических  правлений, о  правосудии  гражданском  и  уголовном, о  науках, языках  и  художествах».</w:t>
      </w:r>
      <w:r>
        <w:rPr>
          <w:rStyle w:val="a5"/>
        </w:rPr>
        <w:footnoteReference w:id="43"/>
      </w:r>
      <w:r>
        <w:t xml:space="preserve">  Сен-Мартен  хотел  охватить  своим  учением  весь  мир, понять  Вселенную  и  объяснить  ее  людям.  Он  дает  целую  систему, в  которой  так  нуждались  русские  масоны.</w:t>
      </w:r>
    </w:p>
    <w:p w:rsidR="007D096A" w:rsidRDefault="007D096A" w:rsidP="00542D1E">
      <w:pPr>
        <w:pStyle w:val="23"/>
        <w:jc w:val="both"/>
      </w:pPr>
      <w:r>
        <w:t>Многие  исследователи  отмечают, что  у  Сен-Мартена  много  неясностей, есть  противоречия  и  смешение  мистики  Якоба  Беме  с  материалистическими  теориями  Виллермоза, Сведенборга  и  Парацельса.  Но  все  это  считалось  главным.  Все  положения  Сен-Мартена,  были  объединены  одной  идеей – идей  добра.</w:t>
      </w:r>
    </w:p>
    <w:p w:rsidR="007D096A" w:rsidRDefault="007D096A" w:rsidP="00542D1E">
      <w:pPr>
        <w:pStyle w:val="23"/>
        <w:jc w:val="both"/>
      </w:pPr>
      <w:r>
        <w:t>«Сен-Мартен  отделяется  несколько  выгодно  от  других  мистиков  своего  времени  и  несомненным  литературным  талантом, который  среди  фантастического  тумана  обнаруживается  иногда  чертами  ума  и  наблюдательности.  Он  умел  уважать Руссо, удивляться Вольтеру…. При  этом  он  совершенно  не  понимает  науки  и  относится  к  ней  враждебно».</w:t>
      </w:r>
      <w:r>
        <w:rPr>
          <w:rStyle w:val="a5"/>
        </w:rPr>
        <w:footnoteReference w:id="44"/>
      </w:r>
    </w:p>
    <w:p w:rsidR="007D096A" w:rsidRDefault="007D096A" w:rsidP="00542D1E">
      <w:pPr>
        <w:pStyle w:val="23"/>
        <w:jc w:val="both"/>
      </w:pPr>
      <w:r>
        <w:t xml:space="preserve">Мораль  Сен-Мартена  туманна.  Нравственное   совершенство  сопутствует, по  его  понятиям, возвышению  в  высокие  спи ритуальные  сферы.  Сен-Мартен  не  дает  никакого  нравственного  кодекса.  Мораль  его  стоит  на  религиозно-мистическом  основании: как человеку  нечего  искать  знания  в  книгах, так  нечего  искать  там  и  правил  морали;  </w:t>
      </w:r>
    </w:p>
    <w:p w:rsidR="007D096A" w:rsidRDefault="007D096A" w:rsidP="00542D1E">
      <w:pPr>
        <w:pStyle w:val="23"/>
        <w:ind w:firstLine="0"/>
        <w:jc w:val="both"/>
      </w:pPr>
      <w:r>
        <w:t>он  найдет  их  в  самом  себе, потому  что   он  есть  отражение  высшего  Начала, и  руководством  ему  должен  служить  внутренний  свет.  Человек  не  должен  забывать  своего  высокого  человеческого  достоинства, должен  стараться, чтобы  другие уважали  его; любовь  к  ближнему  является  сохранением  чистоты  самого  Начала, которое  оживотворяет  человека.</w:t>
      </w:r>
    </w:p>
    <w:p w:rsidR="007D096A" w:rsidRDefault="007D096A" w:rsidP="00542D1E">
      <w:pPr>
        <w:pStyle w:val="23"/>
        <w:ind w:firstLine="709"/>
        <w:jc w:val="both"/>
      </w:pPr>
      <w:r>
        <w:t>Воззрения  Сен-Мартена  нашли  поклонника  в  лице  тогдашнего  Великого  Мастера  русских  лож – Елагине, который  принялся  за  истолкование  учения  для  «братьев». Но  в  особенности  название  «мартинистов» присоединялись  к  масонам  новиковского  круга, вероятно  потому, что  книга Сен-Мартена  пользовалась  у  них  большим  авторитетом.  Ими  же  она  была  переведена  на  русский  язык.</w:t>
      </w:r>
    </w:p>
    <w:p w:rsidR="007D096A" w:rsidRDefault="007D096A" w:rsidP="00542D1E">
      <w:pPr>
        <w:pStyle w:val="23"/>
        <w:ind w:firstLine="0"/>
      </w:pPr>
    </w:p>
    <w:p w:rsidR="007D096A" w:rsidRPr="00542D1E" w:rsidRDefault="007D096A" w:rsidP="00542D1E">
      <w:pPr>
        <w:pStyle w:val="2"/>
        <w:ind w:firstLine="0"/>
        <w:jc w:val="center"/>
        <w:rPr>
          <w:b/>
          <w:bCs/>
        </w:rPr>
      </w:pPr>
      <w:r w:rsidRPr="00542D1E">
        <w:rPr>
          <w:b/>
          <w:bCs/>
        </w:rPr>
        <w:t xml:space="preserve"> </w:t>
      </w:r>
      <w:bookmarkStart w:id="18" w:name="_Toc149498618"/>
      <w:r w:rsidR="00542D1E">
        <w:rPr>
          <w:b/>
          <w:bCs/>
        </w:rPr>
        <w:t>2.7.</w:t>
      </w:r>
      <w:r w:rsidRPr="00542D1E">
        <w:rPr>
          <w:b/>
          <w:bCs/>
        </w:rPr>
        <w:t xml:space="preserve"> Розенкрейцерство  и  его  введение  в  Москве</w:t>
      </w:r>
      <w:bookmarkEnd w:id="18"/>
    </w:p>
    <w:p w:rsidR="007D096A" w:rsidRDefault="007D096A" w:rsidP="00542D1E">
      <w:pPr>
        <w:pStyle w:val="23"/>
      </w:pPr>
    </w:p>
    <w:p w:rsidR="007D096A" w:rsidRDefault="007D096A" w:rsidP="00542D1E">
      <w:pPr>
        <w:pStyle w:val="23"/>
        <w:jc w:val="both"/>
      </w:pPr>
      <w:r>
        <w:t>Розенкрейцерство  стало  последней  формой  масонского  мистицизма, на  которой  остановилось  московское  масонство. Розенкрейцерством  завершилось  искания  «истинного  масонства», и  на  нем,  по-видимому,  окончательно  остановился  Новиков.</w:t>
      </w:r>
    </w:p>
    <w:p w:rsidR="007D096A" w:rsidRDefault="007D096A" w:rsidP="00542D1E">
      <w:pPr>
        <w:pStyle w:val="23"/>
        <w:jc w:val="both"/>
      </w:pPr>
      <w:r>
        <w:t xml:space="preserve">Автором  проекта  розенкрейцерства  был  в  </w:t>
      </w:r>
      <w:r>
        <w:sym w:font="Symbol" w:char="F043"/>
      </w:r>
      <w:r>
        <w:sym w:font="Symbol" w:char="F055"/>
      </w:r>
      <w:r>
        <w:sym w:font="Symbol" w:char="F049"/>
      </w:r>
      <w:r>
        <w:sym w:font="Symbol" w:char="F049"/>
      </w:r>
      <w:r>
        <w:t xml:space="preserve">  веке  Валентин  Андреэ.</w:t>
      </w:r>
    </w:p>
    <w:p w:rsidR="007D096A" w:rsidRDefault="007D096A" w:rsidP="00542D1E">
      <w:pPr>
        <w:pStyle w:val="23"/>
        <w:jc w:val="both"/>
      </w:pPr>
      <w:r>
        <w:t xml:space="preserve">Но  если  смотреть  более  глубоко, то  по  своим  идеалам  розенкрейцерство  происходило  от  гностиков </w:t>
      </w:r>
      <w:r>
        <w:sym w:font="Symbol" w:char="F049"/>
      </w:r>
      <w:r>
        <w:sym w:font="Symbol" w:char="F049"/>
      </w:r>
      <w:r>
        <w:t xml:space="preserve"> и </w:t>
      </w:r>
      <w:r>
        <w:sym w:font="Symbol" w:char="F049"/>
      </w:r>
      <w:r>
        <w:sym w:font="Symbol" w:char="F049"/>
      </w:r>
      <w:r>
        <w:sym w:font="Symbol" w:char="F049"/>
      </w:r>
      <w:r>
        <w:t>в., стремившихся  проникнуть  в  тайны  Божества.   «Мистическое  единение  с  Божеством»  особенно  развивалось  в  средние века  в  Германии, когда  безжизненная  схоластика  стремилась  превратить  религию  в  науку.  Книга  «О  подражании  Христу»  /1494 г./, приписываемая  Фоме  Кемпийскому, явилась  практическим  применением идеалов  мистицизма. Идеи  мистицизма, претворенные  Я.Беме, создали  ряд  сект  братьев  и  сестер  свободного духа, братьев  розы  и  креста  и  др.  Секта  розы  и  креста  превратилась  в  немецкое  розенкрейцерство.</w:t>
      </w:r>
    </w:p>
    <w:p w:rsidR="007D096A" w:rsidRDefault="007D096A" w:rsidP="00542D1E">
      <w:pPr>
        <w:pStyle w:val="23"/>
        <w:jc w:val="both"/>
      </w:pPr>
      <w:r>
        <w:t>Таким  образом, система  розенкрейцерства  включала  в себя  идеи  Беме, идеи  христианства, и в  практической  деятельности, если  и  сочувствовала просвещению  разума, то  фактические  в  некоторых  случаях  приходила  к  увлечению  магией, алхимией, каббалистикой  как науками  божественного  происхождения, доступными  для  немногих  и  допускавшими  единение  с  Божеством.</w:t>
      </w:r>
    </w:p>
    <w:p w:rsidR="007D096A" w:rsidRDefault="007D096A" w:rsidP="00542D1E">
      <w:pPr>
        <w:pStyle w:val="23"/>
        <w:jc w:val="both"/>
      </w:pPr>
      <w:r>
        <w:t>После  Вильгельмбадского  конгресса  русские  масоны  были  освобождены  от чужой  зависимости. Оживились  московские  масоны.  Прежняя  работа  масонов – «действие  символической  лопаткой, угольником, циркулем, и  чтение  повести  адонирамовой» заменилось  простым  и  ясным  определением  розенкрейцеров – «следовать  Иисусу  Христу».</w:t>
      </w:r>
      <w:r>
        <w:rPr>
          <w:rStyle w:val="a5"/>
        </w:rPr>
        <w:footnoteReference w:id="45"/>
      </w:r>
    </w:p>
    <w:p w:rsidR="007D096A" w:rsidRDefault="007D096A" w:rsidP="00542D1E">
      <w:pPr>
        <w:pStyle w:val="23"/>
        <w:jc w:val="both"/>
      </w:pPr>
      <w:r>
        <w:t>Не  останавливаясь  на  «работе»  различных  направлений  в  розенкрейцерстве, хотелось  бы  обратить  внимание  на  деятельность  Новикова  и  Шварца.  И.Шварц  был  искренним  масоном, он  был  немцем из  Трансильвании.  По приглашению  И.С.Гагарина  он  попал  в Россию, где  выучил  русский  язык.  Спустя  некоторое  время  по  прибытии  в  Россию  Шварц  был  назначен  профессором  в  Московский  университет  по  кафедре  философии.  В  Москве  же  Шварц   познакомился  с  Новиковым.</w:t>
      </w:r>
    </w:p>
    <w:p w:rsidR="007D096A" w:rsidRDefault="007D096A" w:rsidP="00542D1E">
      <w:pPr>
        <w:pStyle w:val="23"/>
        <w:jc w:val="both"/>
      </w:pPr>
      <w:r>
        <w:t>Какова  была   сфера  идей  московских  масонов  розенкрейцеров?  Философия, религиозно-нравственные  идеалы, следование  Христу, печать  духа  на  «избранных», стремление – путем  проникновения  в  магические  тайны – получить  возможность  откровения - такова  сфера  этих идей.  Все  эти  черты  отличали  более  активную  часть  масонства, но была,  еще  масса  рядовых  братьев, которые  посещали  ложи  и  лишь  готовились  к  своему «просвещению», чтобы  потом  идти  по  одному  из  путей, намечавшихся  в  масонстве. По  крайней  мере,  при  свободном  положении  русского  масонства, розенкрейцерство  с его  большим  тяготением  к  идейной, а  не  к  обрядной  стороне, открывало  широкое  поле  для  деятельности  весьма  разнообразно  настроенных   масонов.</w:t>
      </w:r>
    </w:p>
    <w:p w:rsidR="007D096A" w:rsidRDefault="007D096A" w:rsidP="00542D1E">
      <w:pPr>
        <w:pStyle w:val="23"/>
        <w:jc w:val="both"/>
      </w:pPr>
      <w:r>
        <w:t>Розенкрейцерство, как  система  понятий, распространялась  двумя  путями: посредством  лож, т.е.   прямого  просвещения  и  посредством  литературной  пропаганды.  Через  литературу  масонство  становилось  гораздо  более  обширным  явлением, чем  если  бы  оно  ограничивалось  распространением  одних  только  лож, поэтому  Новиков, как  деятельный  и  предприимчивый  издатель, приобретает  первостепенное  значение  в  истории  русского  масонства  и  в распространении  мистических  идей, - отголоски  которых  еще  будут  слышны  во  времена  царствования  Александра.</w:t>
      </w:r>
    </w:p>
    <w:p w:rsidR="007D096A" w:rsidRDefault="007D096A" w:rsidP="00542D1E">
      <w:pPr>
        <w:pStyle w:val="23"/>
        <w:jc w:val="both"/>
      </w:pPr>
      <w:r>
        <w:t>ИЗ  типографии  Новикова  выходили, например, такие  издания, как  писания  Василия  Великого, Иоанна Златоуста, Иустина  Философа, блаженного  Августина, Фомы  Кемпийского, Феофана  Прокоповича, архиепископа Платона  и  других.</w:t>
      </w:r>
    </w:p>
    <w:p w:rsidR="007D096A" w:rsidRDefault="007D096A" w:rsidP="00542D1E">
      <w:pPr>
        <w:pStyle w:val="23"/>
        <w:jc w:val="both"/>
      </w:pPr>
      <w:r>
        <w:t>По  вступлению  в  орден  Новиков  издавал  журналы: «Утренний  свет» /1777-1780/, «Московское  ежемесячное  издание» /1781/, «Вечерняя  заря» /1782/, «Покоящийся  Трудолюбец» /1784/, посвященные  тому  содержанию, которое  Новиков  считал  полезным  для  нравственного  воспитания  общества. Новиков  занимался  также  изданием  и  чисто  масонской  литературы.</w:t>
      </w:r>
    </w:p>
    <w:p w:rsidR="007D096A" w:rsidRDefault="007D096A" w:rsidP="00542D1E">
      <w:pPr>
        <w:pStyle w:val="23"/>
        <w:jc w:val="both"/>
      </w:pPr>
      <w:r>
        <w:t>Всей  этой  просветительной  деятельности  Новикова  и Шварца  предшествовало  создание «Дружеского  Ученого  Общества» в  начале  80-х  годов. С  1783  года  Общество  имело  свою  собственную  типографию.  В  том  же  году  уже  членами  кружка, в  который  входили  помимо  Шварца  и  Новикова, Н.И.Трубецкой, М.Херасков, князь  А.Черкасский, И.П.Тургенева, князь Енгалычев, А.М.Куракин  и  князь  Н.Ю.Трубецкой, были  основаны  две  типографии: одна  на  имя Новикова, а  другая на  имя  Лопухина.  Потом  была  образована  компания  на  паях.  Компания  приняла  название  «Типографической  Компании».</w:t>
      </w:r>
    </w:p>
    <w:p w:rsidR="007D096A" w:rsidRDefault="007D096A" w:rsidP="00542D1E">
      <w:pPr>
        <w:pStyle w:val="23"/>
        <w:jc w:val="both"/>
      </w:pPr>
      <w:r>
        <w:t>После  смерти  Шварца в  1784  году  в  среде  московских  масонов  наступает  расслоение. Для всех  было  ясно:  надо следовать  Христу», но  следовать  ли  Христу  помогающему  и  облегчающему, или  страдающему? Масонство  раскололось   на  тех, кто  придерживался  мистических  идей  и  тех, кто  был  объединен  общей  работой  «Дружеского  общества».  Новиков  пошел  по  пути, который  освещался  идеалами   истинного  христианства, Лопухин, Колокольников, Невзоров  и   другие  приняли  «крест», князь  Н.Трубецкой, Кутузов, Петров  и  др.  по  зову  разуму  пытались  проникнуть  в  тайны  мироздания  с  помощью  магических  наук,  и  ушли  в  алхимию.</w:t>
      </w:r>
    </w:p>
    <w:p w:rsidR="007D096A" w:rsidRDefault="007D096A">
      <w:pPr>
        <w:pStyle w:val="23"/>
      </w:pPr>
    </w:p>
    <w:p w:rsidR="007D096A" w:rsidRPr="00542D1E" w:rsidRDefault="00542D1E" w:rsidP="00542D1E">
      <w:pPr>
        <w:pStyle w:val="2"/>
        <w:ind w:firstLine="0"/>
        <w:jc w:val="center"/>
        <w:rPr>
          <w:b/>
          <w:bCs/>
        </w:rPr>
      </w:pPr>
      <w:bookmarkStart w:id="19" w:name="_Toc149498619"/>
      <w:r>
        <w:rPr>
          <w:b/>
          <w:bCs/>
        </w:rPr>
        <w:t>2.8.</w:t>
      </w:r>
      <w:r w:rsidR="007D096A" w:rsidRPr="00542D1E">
        <w:rPr>
          <w:b/>
          <w:bCs/>
        </w:rPr>
        <w:t xml:space="preserve">Литературная  борьба  Екатерины </w:t>
      </w:r>
      <w:r w:rsidR="007D096A" w:rsidRPr="00542D1E">
        <w:rPr>
          <w:b/>
          <w:bCs/>
        </w:rPr>
        <w:sym w:font="Symbol" w:char="F049"/>
      </w:r>
      <w:r w:rsidR="007D096A" w:rsidRPr="00542D1E">
        <w:rPr>
          <w:b/>
          <w:bCs/>
        </w:rPr>
        <w:sym w:font="Symbol" w:char="F049"/>
      </w:r>
      <w:r w:rsidR="007D096A" w:rsidRPr="00542D1E">
        <w:rPr>
          <w:b/>
          <w:bCs/>
        </w:rPr>
        <w:t xml:space="preserve"> с  масонством; </w:t>
      </w:r>
      <w:r>
        <w:rPr>
          <w:b/>
          <w:bCs/>
        </w:rPr>
        <w:br/>
        <w:t>гонения  на  масонов</w:t>
      </w:r>
      <w:r w:rsidR="007D096A" w:rsidRPr="00542D1E">
        <w:rPr>
          <w:b/>
          <w:bCs/>
        </w:rPr>
        <w:t xml:space="preserve"> в  конце  </w:t>
      </w:r>
      <w:r w:rsidR="007D096A" w:rsidRPr="00542D1E">
        <w:rPr>
          <w:b/>
          <w:bCs/>
        </w:rPr>
        <w:sym w:font="Symbol" w:char="F043"/>
      </w:r>
      <w:r w:rsidR="007D096A" w:rsidRPr="00542D1E">
        <w:rPr>
          <w:b/>
          <w:bCs/>
        </w:rPr>
        <w:sym w:font="Symbol" w:char="F055"/>
      </w:r>
      <w:r w:rsidR="007D096A" w:rsidRPr="00542D1E">
        <w:rPr>
          <w:b/>
          <w:bCs/>
        </w:rPr>
        <w:sym w:font="Symbol" w:char="F049"/>
      </w:r>
      <w:r w:rsidR="007D096A" w:rsidRPr="00542D1E">
        <w:rPr>
          <w:b/>
          <w:bCs/>
        </w:rPr>
        <w:sym w:font="Symbol" w:char="F049"/>
      </w:r>
      <w:r w:rsidR="007D096A" w:rsidRPr="00542D1E">
        <w:rPr>
          <w:b/>
          <w:bCs/>
        </w:rPr>
        <w:sym w:font="Symbol" w:char="F049"/>
      </w:r>
      <w:r w:rsidR="007D096A" w:rsidRPr="00542D1E">
        <w:rPr>
          <w:b/>
          <w:bCs/>
        </w:rPr>
        <w:t xml:space="preserve"> века</w:t>
      </w:r>
      <w:bookmarkEnd w:id="19"/>
    </w:p>
    <w:p w:rsidR="007D096A" w:rsidRDefault="007D096A">
      <w:pPr>
        <w:pStyle w:val="23"/>
        <w:ind w:left="720" w:firstLine="0"/>
      </w:pPr>
    </w:p>
    <w:p w:rsidR="007D096A" w:rsidRDefault="007D096A" w:rsidP="00542D1E">
      <w:pPr>
        <w:pStyle w:val="23"/>
        <w:jc w:val="both"/>
      </w:pPr>
      <w:r>
        <w:t xml:space="preserve">Пыпин  пишет, что  в  конце  царствования  императрицы  Екатерины  </w:t>
      </w:r>
      <w:r>
        <w:sym w:font="Symbol" w:char="F049"/>
      </w:r>
      <w:r>
        <w:sym w:font="Symbol" w:char="F049"/>
      </w:r>
      <w:r>
        <w:t xml:space="preserve">  московское  масонство  понесло  удар, который  практически  приостановил  его  деятельность.  Первоначальное  процветание, а  потом  падение  новиковского  кружка  были  явлением  общественным  и, в  этом  смысле, кроме  ближайших  причин  и  личных  отношений, в  которых  часто  ищут  единственное  объяснение  недоверия  со  стороны  Екатерины, существовали  и  другие  причины.</w:t>
      </w:r>
      <w:r>
        <w:rPr>
          <w:rStyle w:val="a5"/>
        </w:rPr>
        <w:footnoteReference w:id="46"/>
      </w:r>
      <w:r>
        <w:t>Несомненно, Екатерину  стали  беспокоить  не  столько  масонские  «дурачества»  московских  мартинистов, сколько  их  широкая  благотворительная  и  просветительная  деятельность, в  которой  она  увидела  проявление  новой, опасной  для  правительства  общественной  силы.  Похвалы  Павлу,  раздававшиеся  из  масонского  общества, усилили  ее  внимание.  Были  приняты  определенные  меры, стесняющие  масонов, их  деятельность  подвергалась  контролю  правительства.  Бурю  эту  мартинисты  выдержали  довольно  спокойно, но  с  приездом  в  1786  году  князя  Н.В.Репнина, задумали  вступить  в  контакт  с  будущим  своим  «отцом», великим  князем  Павлом  Петровичем, что  и  было  сделано.</w:t>
      </w:r>
    </w:p>
    <w:p w:rsidR="007D096A" w:rsidRDefault="007D096A" w:rsidP="00542D1E">
      <w:pPr>
        <w:pStyle w:val="23"/>
        <w:jc w:val="both"/>
      </w:pPr>
      <w:r>
        <w:t>Разразилась  Французская  революция  1789  года  и уже  весной  1791  года  Екатерина  приказала собрать  точные  сведения  о  мартинистах, которых  в то  время  смешивали  с  иллюминатами.  В  1792  году  Новиков  был  арестован  и  заключен  в  Шлиссельбургскую  крепость  на 15  лет.  Императрица  тщательно  расследовала  связь  Павла  с масонами, и,  убедившись, что  с  Новиковым  он  связи  не  имел, поспешила  закрыть  масонские  ложи.</w:t>
      </w:r>
    </w:p>
    <w:p w:rsidR="007D096A" w:rsidRDefault="007D096A" w:rsidP="00542D1E">
      <w:pPr>
        <w:pStyle w:val="23"/>
        <w:jc w:val="both"/>
      </w:pPr>
      <w:r>
        <w:t>Всем  этим  гонениям  предшествовал  блестящий  просветительный  период, в  течение  которого Екатерина  стремилась  к  нравственному  улучшению  общества.  Но  в  ее  понимании  такое  совершенствование  должно  было  осуществляться  только  под  руководством  «монаршей», и  никак  не  внутри  самого  общества.  Уже  первые  сатирические  листки, появившиеся  в  конце  60-х  годов  возбуждали  ее  неудовольствие, потому  как  переступали  границу, какую  она  предполагала  для  литературных  упражнений.  Стеснять  масонскую  деятельность  Екатерина  начинает  после  того, как масонство  начинает  обладать  реальной  нравственной  силой.</w:t>
      </w:r>
    </w:p>
    <w:p w:rsidR="007D096A" w:rsidRDefault="007D096A" w:rsidP="00542D1E">
      <w:pPr>
        <w:pStyle w:val="23"/>
        <w:jc w:val="both"/>
      </w:pPr>
      <w:r>
        <w:t>Первым  литературным  нападением  императрицы  на масонство  была  брошюра  в  несколько  страниц  под  названием  «Тайна  против  нелепого  общества, открытая  непричастным  оному». Она  была  издана  в  1780  году, хотя  помечена  1759  годом.  Появление  брошюры  было  вызвано  начавшимися  перед  тем  связями  русских  масонов  с  Швецией.  Это  была  остроумная пародия  масонского  ритуала, заключавшая  в  себе, во-первых, «Известие» о  начале  против  нелепого, т.е. противного  масонским  нелепостям  общества; во-вторых  «Обряд  принятия»  и  в-третьих – «Катехизис».  Масонским  странностям  противопоставлялся  здравый  смысл.</w:t>
      </w:r>
    </w:p>
    <w:p w:rsidR="007D096A" w:rsidRDefault="007D096A" w:rsidP="00542D1E">
      <w:pPr>
        <w:pStyle w:val="23"/>
        <w:jc w:val="both"/>
      </w:pPr>
      <w:r>
        <w:t>В  том  же  тоне  написаны  и  три  комедии  императрицы  против  масонства, теософии, духоведения  и  магнетизма.  О  комедиях  «Обманщик»  и  «Обольщенный» /1785 г./  императрица  сама  писала  к  Циммерману:  «первая  весьма  живо  представляет  Калиостро…а  другая – им  обманутых».</w:t>
      </w:r>
      <w:r>
        <w:rPr>
          <w:rStyle w:val="a5"/>
        </w:rPr>
        <w:footnoteReference w:id="47"/>
      </w:r>
      <w:r>
        <w:t xml:space="preserve"> Третья  комедия,  была  «Шаман  Сибирский /1786 г./, для  которой  основой  послужила Энциклопедия  Теософии.</w:t>
      </w:r>
    </w:p>
    <w:p w:rsidR="007D096A" w:rsidRDefault="007D096A" w:rsidP="00542D1E">
      <w:pPr>
        <w:pStyle w:val="23"/>
        <w:jc w:val="both"/>
      </w:pPr>
      <w:r>
        <w:t>Это  была  целая  систематическая  полемика.  Комедии  переводились  на  разные  языки  и  были  достаточно  известны.</w:t>
      </w:r>
    </w:p>
    <w:p w:rsidR="007D096A" w:rsidRDefault="007D096A" w:rsidP="00542D1E">
      <w:pPr>
        <w:pStyle w:val="23"/>
        <w:jc w:val="both"/>
      </w:pPr>
      <w:r>
        <w:t xml:space="preserve">Последовавшие  за  литературной  критикой  гонения  коснулись, конечно,  не  только  Новикова, пострадали: граф  Панин, князь  Гагарин, князь  Куракин  и другие. </w:t>
      </w:r>
    </w:p>
    <w:p w:rsidR="007D096A" w:rsidRDefault="007D096A" w:rsidP="00542D1E">
      <w:pPr>
        <w:pStyle w:val="23"/>
        <w:jc w:val="both"/>
      </w:pPr>
      <w:r>
        <w:t>Гонения  на  масонов  за  их  собственную  масонскую  деятельность  были  весьма  незначительными  в  Екатерининскую  эпоху, но  даже  та  немилость, в  которую  впали  масоны,  была  для  них  сильным  наказанием  и  незаслуженным.  Только  книг  масонской  тематики  было  сожжено  в  количестве  18656  экземпляров.</w:t>
      </w:r>
    </w:p>
    <w:p w:rsidR="007D096A" w:rsidRDefault="007D096A" w:rsidP="00542D1E">
      <w:pPr>
        <w:pStyle w:val="23"/>
        <w:jc w:val="both"/>
      </w:pPr>
      <w:r>
        <w:t xml:space="preserve">В  1822 - 1826  годах  гонения  на масонов  приобретают  уже  другой  характер, более  целенаправленный. Пыпин  пишет, что  в  1822  году  был  издан  Указ  запрещавший  масонские  ложи  и  вообще  тайные  общества.  От  масонов  и  не  масонов  требовались  подписки  о  не принадлежности  впредь  к  ложам  и  тайным  обществам, и  ложи  должны  были  быть  закрыты.  В  1826  году  запрещение  было  повторено. </w:t>
      </w:r>
      <w:r>
        <w:rPr>
          <w:rStyle w:val="a5"/>
        </w:rPr>
        <w:footnoteReference w:id="48"/>
      </w:r>
    </w:p>
    <w:p w:rsidR="007D096A" w:rsidRDefault="007D096A" w:rsidP="00542D1E">
      <w:pPr>
        <w:pStyle w:val="23"/>
        <w:jc w:val="both"/>
      </w:pPr>
      <w:r>
        <w:t>В  1822  году  были  закрыты  пять  лож,  находящиеся  под  управлением  Великой  Провинциальной  ложи: 1/ Елизаветы  Добродетели; 2/ Трех  Добродетелей; 3/ Трех  Светил;  4/  Дубовой  долины  к  верности  и  5/ Орфея, о чем  С.С.Ланской  сообщил  министру  внутренних  дел  В.П.Кочубею. У  членов  лож  были  взяты  подписки  в  количестве  95  штук.  Министру  сообщалось, что  члены лож, якобы, выполнили  волю  Государя  императора. «Со  всей  готовностью», «беспрекословно», «охотно», во  что, конечно, верится  с трудом.</w:t>
      </w:r>
    </w:p>
    <w:p w:rsidR="007D096A" w:rsidRDefault="007D096A" w:rsidP="00542D1E">
      <w:pPr>
        <w:pStyle w:val="23"/>
        <w:jc w:val="both"/>
      </w:pPr>
      <w:r>
        <w:t xml:space="preserve">Масонство  того  периода  отличалось  консерватизмом  и  верно подданническими  чувствами, попытки  некоторых  лидеров  будущих  декабристов  использовать  его  в  своих   политических  целях  успехом  не  увенчались,  и  тогда  большинство  их   ложи  покинуло.  Вероятно, что  царь  издал  вышеупомянутый  указ  в  1822  году  не  без  влияния  православного  духовенства. Запрет  масонства  подтвердил  и Николай  </w:t>
      </w:r>
      <w:r>
        <w:sym w:font="Symbol" w:char="F049"/>
      </w:r>
      <w:r>
        <w:t>, очевидно  опасаясь  превращения  лож  в  очаги  оппозиции.  Подобная   мера  оставалась  в  силе  на  протяжении  всего  периода  самодержавия.</w:t>
      </w:r>
    </w:p>
    <w:p w:rsidR="007D096A" w:rsidRDefault="007D096A">
      <w:pPr>
        <w:pStyle w:val="23"/>
      </w:pPr>
    </w:p>
    <w:p w:rsidR="007D096A" w:rsidRPr="00542D1E" w:rsidRDefault="00542D1E" w:rsidP="00542D1E">
      <w:pPr>
        <w:pStyle w:val="2"/>
        <w:ind w:firstLine="0"/>
        <w:jc w:val="center"/>
        <w:rPr>
          <w:b/>
          <w:bCs/>
        </w:rPr>
      </w:pPr>
      <w:bookmarkStart w:id="20" w:name="_Toc149498620"/>
      <w:r>
        <w:rPr>
          <w:b/>
          <w:bCs/>
        </w:rPr>
        <w:t>2.9.</w:t>
      </w:r>
      <w:r w:rsidR="007D096A" w:rsidRPr="00542D1E">
        <w:rPr>
          <w:b/>
          <w:bCs/>
        </w:rPr>
        <w:t xml:space="preserve">Масонство  при  императоре  Павле </w:t>
      </w:r>
      <w:r w:rsidR="007D096A" w:rsidRPr="00542D1E">
        <w:rPr>
          <w:b/>
          <w:bCs/>
        </w:rPr>
        <w:sym w:font="Symbol" w:char="F049"/>
      </w:r>
      <w:bookmarkEnd w:id="20"/>
    </w:p>
    <w:p w:rsidR="007D096A" w:rsidRDefault="007D096A">
      <w:pPr>
        <w:pStyle w:val="23"/>
        <w:ind w:left="720" w:firstLine="0"/>
      </w:pPr>
    </w:p>
    <w:p w:rsidR="007D096A" w:rsidRDefault="007D096A" w:rsidP="00542D1E">
      <w:pPr>
        <w:pStyle w:val="23"/>
        <w:jc w:val="both"/>
      </w:pPr>
      <w:r>
        <w:t>В  жизни  и  деятельности  императора  Павла  еще  много  сторон, не  вполне  ясных  исследователям.  К  числу  их  относится  и вопрос  об  отношении  императора  к  масонству. Существует  мнение, что  Павел  еще  в  раннем  возрасте  был  намечен  масонами  как  орудие  в  достижении  своих  целей.  Во  главе  масонской  партии  был  главный  воспитатель  и  наставник  Павла  Н.И.Панин  и  брат  его  П.И.Панин, поместный  мастер  масонского  ордена  в  России.  Еще  с 1769  года  между  Павлом  и  Н.Паниным  возникает  усиленная  переписка, в  которой  обсуждаются  основные  очертания  желательного  государства, прежде  всего  военного  строя.</w:t>
      </w:r>
      <w:r>
        <w:rPr>
          <w:rStyle w:val="a5"/>
        </w:rPr>
        <w:footnoteReference w:id="49"/>
      </w:r>
    </w:p>
    <w:p w:rsidR="007D096A" w:rsidRDefault="007D096A" w:rsidP="00542D1E">
      <w:pPr>
        <w:pStyle w:val="23"/>
        <w:jc w:val="both"/>
      </w:pPr>
      <w:r>
        <w:t>«Отрицательное  отношение  значительной  части  масонов  к  Екатерине  и  симпатии  к  Павлу  Петровичу, - пишет  Вернадский, - выясняются  вполне  определенно  в конце  1770-х  годов.  №  сентября  1776  года, при  соединении  Елагина  с  Рейхелем, великим  наместным  мастером  сделан  был  граф  Н.И.Панин.  Не  прошло  двух  месяцев  после  того, как  и  внучатый  племянник  Панина  и  близкий  друг  Павла  князь  А.В,куракин  был  отправлен  в  любимую  Паниным  Швецию  составлять  истинную  масонскую  партию.</w:t>
      </w:r>
      <w:r>
        <w:rPr>
          <w:rStyle w:val="a5"/>
        </w:rPr>
        <w:footnoteReference w:id="50"/>
      </w:r>
    </w:p>
    <w:p w:rsidR="007D096A" w:rsidRDefault="007D096A" w:rsidP="00542D1E">
      <w:pPr>
        <w:pStyle w:val="23"/>
        <w:jc w:val="both"/>
      </w:pPr>
      <w:r>
        <w:t>В  1784  году  состоялось  принятие  Павла  в  масонство  сенатором  Елагиным  в  присутствии  графа  Панина.</w:t>
      </w:r>
    </w:p>
    <w:p w:rsidR="007D096A" w:rsidRDefault="007D096A" w:rsidP="00542D1E">
      <w:pPr>
        <w:pStyle w:val="23"/>
        <w:jc w:val="both"/>
      </w:pPr>
      <w:r>
        <w:t>Взгляды  Павла  в  отношении  масонств   резко  изменились  после  Французской  революции, которая  вызвала  у  него  ужас  и  отвращение.  Вокруг  Павла  стали  появляться  люди  анте масонского  направления – Растопчин  и  Аракчеев.  Вместе  с тем  в  первое  время  по  восшествии  на  престол  Павел  оказал  покровительство  масонам, особенно  тем, которые, по  его  мнению,  пострадали.  На  другой   день  после  смерти  Екатерины  он  освободил  Новикова  и всех,  замешенных  в  «дело»  мартинистов.  Князь  Куракин, князь Репин, Баженов, Лопухин  были  вызваны  ко  двору  и  щедро  вознаграждены.  Сенатор  И.В.Лопухин  в  своих  «Записках», в  частности, пишет: 4  декабря  1796  года  предстал  я  пред  Павлом  Первым.  Он  так  милостиво  меня  принял, и  такой  имел  дар  приласкать, когда  хотел, что  ни  с кем  всю  мою  жизнь  не  был   я так  свободен  при первом  свидании, как  с сим  грозным  Императором…»</w:t>
      </w:r>
      <w:r>
        <w:rPr>
          <w:rStyle w:val="a5"/>
        </w:rPr>
        <w:footnoteReference w:id="51"/>
      </w:r>
      <w:r>
        <w:t xml:space="preserve"> Уже  5  декабря  Лопухин  был  пожалован  в  Действительные  Статские  Советники. «К  вечеру  того  же   дня  Государь  призвал  меня  к  себе, приказал  мне  объявить  в  Сенате  Генерал-прокурору  волю  Его  об  освобождении  всех  без  изъятия  заточенных  по  Тайной  Экспедиции, кроме повредившихся  в  уме».</w:t>
      </w:r>
      <w:r>
        <w:rPr>
          <w:rStyle w:val="a5"/>
        </w:rPr>
        <w:footnoteReference w:id="52"/>
      </w:r>
    </w:p>
    <w:p w:rsidR="007D096A" w:rsidRDefault="007D096A" w:rsidP="00542D1E">
      <w:pPr>
        <w:pStyle w:val="23"/>
        <w:jc w:val="both"/>
      </w:pPr>
      <w:r>
        <w:t>Ни  внешняя, ни  внутренняя  политика  Павла  впоследствии  не  стала  совпадать  с  расчетами  и планами  масонов.   Всеми  действиями  и  распоряжениями  Павел  стремился  показать, что  масонство  при   нем  ничего  не  достигнет. Никаких  надежд  на  «конституцию» не  оставалось.</w:t>
      </w:r>
    </w:p>
    <w:p w:rsidR="007D096A" w:rsidRDefault="007D096A" w:rsidP="00542D1E">
      <w:pPr>
        <w:pStyle w:val="23"/>
        <w:jc w:val="both"/>
      </w:pPr>
      <w:r>
        <w:t>Не  устраивал  Павел  и Англию  и,  следовательно,  английских  масонов.  Русские  и английские  масоны  задумали  устранить  императора.  Мысль  о   государственном  перевороте  была  высказана  вице-канцлером  Паниным  в  беседе  с  английским  послом  в  мае  1800  года.</w:t>
      </w:r>
      <w:r>
        <w:rPr>
          <w:rStyle w:val="a5"/>
        </w:rPr>
        <w:footnoteReference w:id="53"/>
      </w:r>
    </w:p>
    <w:p w:rsidR="007D096A" w:rsidRDefault="007D096A" w:rsidP="00542D1E">
      <w:pPr>
        <w:pStyle w:val="23"/>
        <w:jc w:val="both"/>
      </w:pPr>
      <w:r>
        <w:t xml:space="preserve">Масоны  стали  всячески  стремиться  удалить  от  Павла  преданных  людей.  1  марта  1801  года  Павел  </w:t>
      </w:r>
      <w:r>
        <w:sym w:font="Symbol" w:char="F049"/>
      </w:r>
      <w:r>
        <w:t xml:space="preserve"> был  убит  заговорщиками.</w:t>
      </w:r>
    </w:p>
    <w:p w:rsidR="007D096A" w:rsidRDefault="007D096A" w:rsidP="00542D1E">
      <w:pPr>
        <w:pStyle w:val="23"/>
        <w:jc w:val="both"/>
      </w:pPr>
      <w:r>
        <w:t>Таким  образом, некоторые  исследователи  приписывают зверское  убийство  Павла  масонам, которые  были  глубоко  разочарованы  его  отношением  к  масонскому  движению.</w:t>
      </w:r>
      <w:r>
        <w:rPr>
          <w:rStyle w:val="a5"/>
        </w:rPr>
        <w:footnoteReference w:id="54"/>
      </w:r>
    </w:p>
    <w:p w:rsidR="007D096A" w:rsidRDefault="007D096A">
      <w:pPr>
        <w:pStyle w:val="23"/>
      </w:pPr>
    </w:p>
    <w:p w:rsidR="007D096A" w:rsidRPr="00542D1E" w:rsidRDefault="00542D1E" w:rsidP="00542D1E">
      <w:pPr>
        <w:pStyle w:val="2"/>
        <w:ind w:firstLine="0"/>
        <w:jc w:val="center"/>
        <w:rPr>
          <w:b/>
          <w:bCs/>
        </w:rPr>
      </w:pPr>
      <w:bookmarkStart w:id="21" w:name="_Toc149498621"/>
      <w:r>
        <w:rPr>
          <w:b/>
          <w:bCs/>
        </w:rPr>
        <w:t>2.10. А</w:t>
      </w:r>
      <w:r w:rsidR="007D096A" w:rsidRPr="00542D1E">
        <w:rPr>
          <w:b/>
          <w:bCs/>
        </w:rPr>
        <w:t>лександровское  масонство</w:t>
      </w:r>
      <w:bookmarkEnd w:id="21"/>
    </w:p>
    <w:p w:rsidR="007D096A" w:rsidRDefault="007D096A" w:rsidP="00542D1E">
      <w:pPr>
        <w:pStyle w:val="23"/>
      </w:pPr>
    </w:p>
    <w:p w:rsidR="007D096A" w:rsidRDefault="007D096A">
      <w:pPr>
        <w:pStyle w:val="23"/>
      </w:pPr>
      <w:r>
        <w:t xml:space="preserve">Вначале  царствования  императора  Александра  </w:t>
      </w:r>
      <w:r>
        <w:sym w:font="Symbol" w:char="F049"/>
      </w:r>
      <w:r>
        <w:t xml:space="preserve"> русские  масоны  различных  направлений объединены  были  только  одной  мыслью:  вернуть   Ордену  Вольных  Каменщиков  утраченное им  в  России  значение.</w:t>
      </w:r>
    </w:p>
    <w:p w:rsidR="007D096A" w:rsidRDefault="007D096A" w:rsidP="00542D1E">
      <w:pPr>
        <w:pStyle w:val="23"/>
        <w:jc w:val="both"/>
      </w:pPr>
      <w:r>
        <w:t xml:space="preserve">Недовольство  правительства  Екатерины  </w:t>
      </w:r>
      <w:r>
        <w:sym w:font="Symbol" w:char="F049"/>
      </w:r>
      <w:r>
        <w:sym w:font="Symbol" w:char="F049"/>
      </w:r>
      <w:r>
        <w:t xml:space="preserve"> было  великим  испытанием  стойкости  масонов, большинство  братьев  поколебалось  в  верности  орденским  заветам  и  прекратило собрания  в  ложах.  Однако, как  показало,  будущее  эти  братья  просто  выжидали  благоприятных  времен. Ложа  Пеликана  и  благотворительности  сберегла  заветы  шведской  системы; акты  братства  Злато-Розового  креста  хранились у  И.А.Поздеева  и  А.О.Лабзина, который  в  последний  год  царствования  императора Павла  усиленно  старался  привлечь  новых  членов  в  тайно  образованную  им  розенкрейцерскую  ложу; старания  его  увенчались  успехом. На  самом  рубеже  двух  веков, 15  января  1800  года  в  Петербурге  начала  работу  ложа  «Умирающего  Сфинкса»  под  молотком  Лабзина.  По  необходимости,  работая  втайне  первое  пятилетие  ложа,  принимала  большие  предосторожности, чтобы  ее  собрания  не  были  обнаружены. Власть  Лабзина  была  очень  велика, братья  должны  были  беспрекословно  ему  повиноваться, ни  в  какие  другие  общества  или  ложи  без  формального  на  то  его  разрешения  не  переходить, никакому  иному  масонскому  начальству  не  повиноваться, если  на  то   не  последует  наказания.</w:t>
      </w:r>
    </w:p>
    <w:p w:rsidR="007D096A" w:rsidRDefault="007D096A" w:rsidP="00542D1E">
      <w:pPr>
        <w:pStyle w:val="23"/>
        <w:jc w:val="both"/>
      </w:pPr>
      <w:r>
        <w:t>Несколько  позднее, чем  в  Петербурге, а  именно  в  1803  году, стараниями  тех  же  московских  розенкрейцеров, в  Москве  открылась  тайная  ложа  под  председательством  сенатора  П.И.Голенищева-Кутузова – ложа  «Нептуна».  Членов  ложи  питали  алхимическая  и  магическая  литература.</w:t>
      </w:r>
    </w:p>
    <w:p w:rsidR="007D096A" w:rsidRDefault="007D096A" w:rsidP="00542D1E">
      <w:pPr>
        <w:pStyle w:val="23"/>
        <w:jc w:val="both"/>
      </w:pPr>
      <w:r>
        <w:t>В  1802  году  действительный  камергер  А.А.Жеребцов  открыл  в  Петербурге  ложу  под  наименованием  «Соединенные  друзья». /французская  система/.</w:t>
      </w:r>
    </w:p>
    <w:p w:rsidR="007D096A" w:rsidRDefault="007D096A" w:rsidP="00542D1E">
      <w:pPr>
        <w:pStyle w:val="23"/>
        <w:jc w:val="both"/>
      </w:pPr>
      <w:r>
        <w:t xml:space="preserve">В  1805  году  в  Петербурге  решено  было  придать  новый блеск  ложе  «Пеликана  и  благотворительности», посвятив  ее  юному  монарху.  После  испрошенного  разрешения, что  государю  это  не  будет  противно, 11  октября  1805  года  была  открыта  ложа  под  наименованием  «Александра  благотворительности  и  коронованному  Пеликану».   И  всем  братьям  роздан  ново придуманный  отличительный  знак:  серебренный  Иоаннитский  крест, украшенный  золотым  солнечным  сиянием, в  центре  которого  коронованный </w:t>
      </w:r>
      <w:r>
        <w:tab/>
        <w:t>Пеликан, кормящий  своих  детенышей, помещен  в  прописной  букве  А.</w:t>
      </w:r>
    </w:p>
    <w:p w:rsidR="007D096A" w:rsidRDefault="007D096A" w:rsidP="00542D1E">
      <w:pPr>
        <w:pStyle w:val="23"/>
        <w:jc w:val="both"/>
      </w:pPr>
      <w:r>
        <w:t>Во  главе  ложи  встал  И.В.Бебер, бывший  секретарь  Великой  Национальной   ложи, масон  «осмотрительный, благоразумный  и  велико мудрый».</w:t>
      </w:r>
    </w:p>
    <w:p w:rsidR="007D096A" w:rsidRDefault="007D096A" w:rsidP="00542D1E">
      <w:pPr>
        <w:pStyle w:val="23"/>
        <w:jc w:val="both"/>
      </w:pPr>
      <w:r>
        <w:t>9  марта  1809  года  пять  братьев  во главе  с А.Ф.Лабзиным  учредили  в Петербурге  теоретическую  ложу  для  овладения  премудростью, ее основной    работой  стала  издательская  деятельность, ложа  называлась  «К  мертвой  Голове»…</w:t>
      </w:r>
    </w:p>
    <w:p w:rsidR="007D096A" w:rsidRDefault="007D096A" w:rsidP="00542D1E">
      <w:pPr>
        <w:pStyle w:val="23"/>
        <w:jc w:val="both"/>
      </w:pPr>
      <w:r>
        <w:t>В  1810  году  правительство  начало  усиленно  интересоваться  масонами.  На  деятельность  лож  это  существенным  образом  не  повлияло.</w:t>
      </w:r>
    </w:p>
    <w:p w:rsidR="007D096A" w:rsidRDefault="007D096A" w:rsidP="00542D1E">
      <w:pPr>
        <w:pStyle w:val="23"/>
        <w:jc w:val="both"/>
      </w:pPr>
      <w:r>
        <w:t xml:space="preserve">Многие  исследователи  сходятся  во  мнение, что  царствование  Александра  </w:t>
      </w:r>
      <w:r>
        <w:sym w:font="Symbol" w:char="F049"/>
      </w:r>
      <w:r>
        <w:t xml:space="preserve">  был  «золотым  веком»  для  масонов.  Благодаря  масонам  на  пост  главнокомандующего  во  время  Отечественной  войны  1812  года  был,  выдвинут  один  из  братьев  М.И.Кутузов, об  этом  пишет  Т.О.Соколовская. Многие  историки  впоследствии писали  о  бездарном  командовании  Кутузова.</w:t>
      </w:r>
    </w:p>
    <w:p w:rsidR="007D096A" w:rsidRDefault="007D096A" w:rsidP="00542D1E">
      <w:pPr>
        <w:pStyle w:val="23"/>
        <w:jc w:val="both"/>
      </w:pPr>
      <w:r>
        <w:t xml:space="preserve">Так  или  иначе, но  с  восшествием  на  престол  Александра  </w:t>
      </w:r>
      <w:r>
        <w:sym w:font="Symbol" w:char="F049"/>
      </w:r>
      <w:r>
        <w:t xml:space="preserve"> масонство  практически  полностью  выходит  из  «подполья», привлекает  в  ложи  многих  политических,, общественных  деятелей, государственных  людей, ученых, писателей, эпоха  гонений  безвозвратно  ушла  в  прошлое.</w:t>
      </w:r>
    </w:p>
    <w:p w:rsidR="007D096A" w:rsidRDefault="007D096A">
      <w:pPr>
        <w:pStyle w:val="23"/>
      </w:pPr>
    </w:p>
    <w:p w:rsidR="007D096A" w:rsidRDefault="007D096A">
      <w:pPr>
        <w:pStyle w:val="23"/>
      </w:pPr>
    </w:p>
    <w:p w:rsidR="007D096A" w:rsidRDefault="00542D1E" w:rsidP="00542D1E">
      <w:pPr>
        <w:pStyle w:val="1"/>
        <w:rPr>
          <w:b/>
          <w:bCs/>
          <w:sz w:val="28"/>
          <w:szCs w:val="28"/>
        </w:rPr>
      </w:pPr>
      <w:r>
        <w:br w:type="page"/>
      </w:r>
      <w:bookmarkStart w:id="22" w:name="_Toc149498622"/>
      <w:r w:rsidR="007D096A" w:rsidRPr="00542D1E">
        <w:rPr>
          <w:b/>
          <w:bCs/>
          <w:sz w:val="28"/>
          <w:szCs w:val="28"/>
        </w:rPr>
        <w:t xml:space="preserve">ГЛАВА  </w:t>
      </w:r>
      <w:r w:rsidR="007D096A" w:rsidRPr="00542D1E">
        <w:rPr>
          <w:b/>
          <w:bCs/>
          <w:sz w:val="28"/>
          <w:szCs w:val="28"/>
        </w:rPr>
        <w:sym w:font="Symbol" w:char="F049"/>
      </w:r>
      <w:r w:rsidR="007D096A" w:rsidRPr="00542D1E">
        <w:rPr>
          <w:b/>
          <w:bCs/>
          <w:sz w:val="28"/>
          <w:szCs w:val="28"/>
        </w:rPr>
        <w:sym w:font="Symbol" w:char="F049"/>
      </w:r>
      <w:r w:rsidR="007D096A" w:rsidRPr="00542D1E">
        <w:rPr>
          <w:b/>
          <w:bCs/>
          <w:sz w:val="28"/>
          <w:szCs w:val="28"/>
        </w:rPr>
        <w:sym w:font="Symbol" w:char="F049"/>
      </w:r>
      <w:r w:rsidR="007D096A" w:rsidRPr="00542D1E">
        <w:rPr>
          <w:b/>
          <w:bCs/>
          <w:sz w:val="28"/>
          <w:szCs w:val="28"/>
        </w:rPr>
        <w:t>.  СОВРЕМЕННОЕ  СОСТОЯНИЕ  И  ТЕНДЕНЦИИ  РАЗВИТИЯ  МАСОНСКОГО  ДВИЖЕНИЯ</w:t>
      </w:r>
      <w:bookmarkEnd w:id="22"/>
    </w:p>
    <w:p w:rsidR="00542D1E" w:rsidRPr="00542D1E" w:rsidRDefault="00542D1E" w:rsidP="00542D1E"/>
    <w:p w:rsidR="007D096A" w:rsidRPr="00542D1E" w:rsidRDefault="00542D1E" w:rsidP="00542D1E">
      <w:pPr>
        <w:pStyle w:val="2"/>
        <w:ind w:firstLine="0"/>
        <w:jc w:val="center"/>
        <w:rPr>
          <w:b/>
          <w:bCs/>
        </w:rPr>
      </w:pPr>
      <w:bookmarkStart w:id="23" w:name="_Toc149498623"/>
      <w:r>
        <w:rPr>
          <w:b/>
          <w:bCs/>
        </w:rPr>
        <w:t>3.1.</w:t>
      </w:r>
      <w:r w:rsidR="007D096A" w:rsidRPr="00542D1E">
        <w:rPr>
          <w:b/>
          <w:bCs/>
        </w:rPr>
        <w:t xml:space="preserve">Масонство  в  </w:t>
      </w:r>
      <w:r w:rsidR="007D096A" w:rsidRPr="00542D1E">
        <w:rPr>
          <w:b/>
          <w:bCs/>
        </w:rPr>
        <w:sym w:font="Symbol" w:char="F043"/>
      </w:r>
      <w:r w:rsidR="007D096A" w:rsidRPr="00542D1E">
        <w:rPr>
          <w:b/>
          <w:bCs/>
        </w:rPr>
        <w:sym w:font="Symbol" w:char="F043"/>
      </w:r>
      <w:r w:rsidR="007D096A" w:rsidRPr="00542D1E">
        <w:rPr>
          <w:b/>
          <w:bCs/>
        </w:rPr>
        <w:t xml:space="preserve"> веке: общая  характеристика</w:t>
      </w:r>
      <w:bookmarkEnd w:id="23"/>
    </w:p>
    <w:p w:rsidR="007D096A" w:rsidRDefault="007D096A">
      <w:pPr>
        <w:pStyle w:val="23"/>
        <w:ind w:left="720" w:firstLine="0"/>
      </w:pPr>
    </w:p>
    <w:p w:rsidR="007D096A" w:rsidRDefault="007D096A" w:rsidP="00542D1E">
      <w:pPr>
        <w:pStyle w:val="23"/>
        <w:jc w:val="both"/>
      </w:pPr>
      <w:r>
        <w:t xml:space="preserve">На  протяжении  всего  </w:t>
      </w:r>
      <w:r>
        <w:sym w:font="Symbol" w:char="F043"/>
      </w:r>
      <w:r>
        <w:sym w:font="Symbol" w:char="F049"/>
      </w:r>
      <w:r>
        <w:sym w:font="Symbol" w:char="F043"/>
      </w:r>
      <w:r>
        <w:t xml:space="preserve"> столетия  масонское  движение, несомненно, изменялось, приобретая  то  большое, то  незначительное  влияние  в мировой  политике, но  неизменно  привлекая к  себе  людей  образованных  и  нестандартно  мыслящих.  О.Ф.Соловьев  приводит  данные  о  численности  масонов  к  началу  </w:t>
      </w:r>
      <w:r>
        <w:sym w:font="Symbol" w:char="F043"/>
      </w:r>
      <w:r>
        <w:sym w:font="Symbol" w:char="F043"/>
      </w:r>
      <w:r>
        <w:t xml:space="preserve"> столетия.  Общая  численность  составляла  около   1,5  млн.  адептов, в  том  числе:  в  США - 908535, Англии – 95 тыс., в  Шотландии - 25  тыс., в Ирландии – 22  тыс., в  Канаде - 44473, в  Германии – 37800, в  Италии – 8600, Австрии – 18 тыс., Швеции – 12 тыс. И в Австралии – 18 тыс., Новой  Зеландии – 6 тыс., Дании – 4,3 тыс., Венгрии – 3,6 тыс., Норвегии – 3 тыс., Голландии – 2,5 тыс., Испании – до 1,8 тыс., Швейцарии – 1,5 тыс., Греции  около   800, Португалии – 700, Египте – 800  и  т.д.</w:t>
      </w:r>
      <w:r>
        <w:rPr>
          <w:rStyle w:val="a5"/>
        </w:rPr>
        <w:footnoteReference w:id="55"/>
      </w:r>
    </w:p>
    <w:p w:rsidR="007D096A" w:rsidRDefault="007D096A" w:rsidP="00542D1E">
      <w:pPr>
        <w:pStyle w:val="23"/>
        <w:jc w:val="both"/>
      </w:pPr>
      <w:r>
        <w:t>Даже  в  пределах  одной  страны  братья  входили  в  ложи  различных  центров, которые  далеко  не  всегда  поддерживали  дружеские  отношения  друг  с  другом.  Так, во  Франции  наиболее  влиятельная  федерация  Великий  Восток  насчитывала  до  28  тысяч  членов, Великая  Ложа  и  Верховный  Совет  практиковавшие  древний и  принятый  шотландский  ритуал, находившиеся  в  союзе  между  собой, имели  соответственно  5,5  и  3  тыс.  посвященных.  В США  один  масон  приходился  на  75  человек, а  во  Франции – один  на  1560  человек населения.</w:t>
      </w:r>
      <w:r>
        <w:rPr>
          <w:rStyle w:val="a5"/>
        </w:rPr>
        <w:footnoteReference w:id="56"/>
      </w:r>
    </w:p>
    <w:p w:rsidR="007D096A" w:rsidRDefault="007D096A" w:rsidP="00542D1E">
      <w:pPr>
        <w:pStyle w:val="23"/>
        <w:jc w:val="both"/>
      </w:pPr>
      <w:r>
        <w:t xml:space="preserve">Следуя  своим  традициям, орден  с самого  начала  </w:t>
      </w:r>
      <w:r>
        <w:sym w:font="Symbol" w:char="F043"/>
      </w:r>
      <w:r>
        <w:sym w:font="Symbol" w:char="F043"/>
      </w:r>
      <w:r>
        <w:t xml:space="preserve"> века   стремился  расширить  сферу  применения  пацифистских  принципов  в  области  мировой  политики.  В  целом  прагматики – масонские  руководители  особенно  не  обольщались  признаками  относительного  смягчения  обстановки  в  Европе  и  внимательно  отслеживали  ее  причудливые  колебания.  Несмотря  на  общие  подходы  и  взаимное  признание  ряда  базовых  принципов, масонство  так  и  не  смогло  преодолеть  доктриальных   разногласий, вступив  в </w:t>
      </w:r>
      <w:r>
        <w:sym w:font="Symbol" w:char="F043"/>
      </w:r>
      <w:r>
        <w:sym w:font="Symbol" w:char="F043"/>
      </w:r>
      <w:r>
        <w:t xml:space="preserve"> век  в  значительной  степени  разобщенным. Это, естественно, служивало  возможность его  влияния  на  мировую  политику, исключало  проведение  согласованной  линии  по  коренным  вопросам.  Потому-то  методы  действий  Федераций  тех  или  иных  стран  определялись,  в  конечном  счете,  внутренней спецификой  и  отношением  классовых  сил.  Важной  общей  чертой  являлось  и  продвижение  братьев  на  ключевые  государственные  посты  вне  зависимости  от  партийной  принадлежности.  Кроме  того, масонство  не  осталось  в  стороне  ни разу, когда  дело  касалось  наиболее  важных политических   событий  в  мире.</w:t>
      </w:r>
    </w:p>
    <w:p w:rsidR="007D096A" w:rsidRDefault="007D096A" w:rsidP="00542D1E">
      <w:pPr>
        <w:pStyle w:val="23"/>
        <w:jc w:val="both"/>
      </w:pPr>
      <w:r>
        <w:t>Одним  из  многочисленных  результатов  деятельности  мирового  масонства  следует  считать  создание  Организации  Объединенных  Наций, а  также  статус  Международного  суда.  Устав  ООН  был  подписан  25  июня  1945  года.  На  это  знаменательное  событие  несомненно  оказали влияние, как   Вторая  Мировая  война, так  и  весьма  сложные  противоречия  между  западным, капиталистическим, так  и  восточным, социалистическим  лагерем  с  четким  водоразделом  США-СССР.  Вчитываясь  в  текст  Устава  ООН, нетрудно  заметить  совпадение  или  близость  к положениям, отстаиваемым  «вольными  каменщиками».  На  мировую  политику  через  Устав  ООН  была  осуществлена  проекция  знаменитой  триады: «свобода, равенство, братство».</w:t>
      </w:r>
    </w:p>
    <w:p w:rsidR="007D096A" w:rsidRDefault="007D096A" w:rsidP="00542D1E">
      <w:pPr>
        <w:pStyle w:val="23"/>
        <w:jc w:val="both"/>
      </w:pPr>
      <w:r>
        <w:t>Начиная,  с  80-х  годов  международные  усилия  масонства  в  унисон  с  западными  державами  концентрировались  на борьбе  с  СССР  и его  союзниками, имея  целью сначала  подрыв  их  позиций  в мире, чтобы  затем  приступить  к  мировой  ликвидации  «красного  империализма». Итог  известен:  СССР  и  социалистический  лагерь  перестали  существовать.  Капиталистическая  коалиция  во  главе  с США  добилась  полной  победы  в  «холодной  войне» без  задействования  серьезных  средств.  Эта  исключительная  по  размаху  операция, конечно, осуществлялась  не  прямо, а  косвенными  средствами  при  использовании  объективных   и субъективных  предпосылок  эволюции  советского  общества.</w:t>
      </w:r>
    </w:p>
    <w:p w:rsidR="007D096A" w:rsidRDefault="007D096A" w:rsidP="00542D1E">
      <w:pPr>
        <w:pStyle w:val="23"/>
        <w:jc w:val="both"/>
      </w:pPr>
      <w:r>
        <w:t>Ряд  исследователей  считает, что  М.С.Горбачев – инициатор  перестройки  в СССР  был  масоном.  Свидетельством  тому  может  служить  первое  основательное  произведение, написанное  «по  просьбе  американских  издателей» под  названием  «Перестройка  и  новое  мышление  для  нашей  страны  и  для всего  мира».  В  работе  откровенно  говорится  не  раз  вроде бы о  пришедшей  из  вне  и  присутствующей  у  нас  альтернативе  полного  разрыва  с  существующим  общественным  строем  и  о  переходе  к  капитализму, что, понятно, решительно  отвергается.  Собственно  к  прямому  намеку  на  масонство  можно  отнести  лишь  одну  фразу  в  виде  неизвестно  откуда  взятой  притчи  о  возведении  из  камней  некоего  Храма, назначение  коего  непонятно  и  для  многих  строителей.  Все-таки  представляется, что  переход  Горбачева  через  ряд  последовательных  стадий  к  антикоммунизму  объяснялся  убеждением  в  нереальности  поставленных  ранее  задач  реформирования  социализма.</w:t>
      </w:r>
    </w:p>
    <w:p w:rsidR="007D096A" w:rsidRDefault="007D096A" w:rsidP="00542D1E">
      <w:pPr>
        <w:pStyle w:val="23"/>
        <w:jc w:val="both"/>
      </w:pPr>
      <w:r>
        <w:t>Великий  Мастер  Великого  Востока  Франции  Р.Лерэ  сказал  как-то в  беседе  с  корреспондентом  «Литературной  газеты»  А.Кудрявцевым  по  поводу  перестройки  в  СССР: «Сделанное  и намеченное  вами  впечатляет.  Теперь  ясно, что  советская  перестройка – дело  рук  не  одного  человека  или  небольшой  команды, а  всего  общества, его  думающей  части.  Убежден что  право  свободно  высказывать  свое  мнение, избирать  с  возможностью  реального  выбора, жить  в  соответствии  с  результатами  своего  труда – все  это  способствует  самоутверждению  человеческой  личности.  Наша  первоочередная  задача  способствовать  установлению  новых  отношений  между  странами  Севера  и Юга, между  промышленно  развитыми  странами, в  число  которых  я  включаю  и  Советский  Союз, и  развивающимися  странами  «третьего  мира».</w:t>
      </w:r>
      <w:r>
        <w:rPr>
          <w:rStyle w:val="a5"/>
        </w:rPr>
        <w:footnoteReference w:id="57"/>
      </w:r>
    </w:p>
    <w:p w:rsidR="007D096A" w:rsidRDefault="007D096A" w:rsidP="00661D8F">
      <w:pPr>
        <w:pStyle w:val="23"/>
        <w:jc w:val="both"/>
      </w:pPr>
      <w:r>
        <w:t>Масонофобия  в России  сегодня, несомненно, имеет  место.  Подтверждением  тому  может  служить  книга  О.А.</w:t>
      </w:r>
      <w:r w:rsidR="00661D8F">
        <w:t xml:space="preserve"> </w:t>
      </w:r>
      <w:r>
        <w:t>Платонова  «Терновый  венец  России.  История  масонства  1731-1996». Кратко  остановимся  на  его  подходах.  В  аннотации  читаем: «Масонство – тайное  преступное  сообщество, преследующее  цель  достижения  мирового  господства  на  началах  иудаистского  учения  об избранном  народе».</w:t>
      </w:r>
      <w:r>
        <w:rPr>
          <w:rStyle w:val="a5"/>
        </w:rPr>
        <w:footnoteReference w:id="58"/>
      </w:r>
      <w:r>
        <w:t xml:space="preserve">  Значит,  в  разряд  преступников  были  зачислены  все  знаменитые  адепты  от  Новикова, Суворова, Грибоедова, Пушкина, декабристов  до  нынешних  ученых, политических  и  иных  деятелей, возглавляющих  иностранные  центры</w:t>
      </w:r>
      <w:r w:rsidR="00661D8F">
        <w:t xml:space="preserve">  ордена. Силясь  доказать, что</w:t>
      </w:r>
      <w:r>
        <w:t xml:space="preserve"> Горбачев  являлся  масоном, Платонов  использует  какие-то  подпольные  малотиражные  журналы, эмигрантскую  газету  «Новое  русское  слово». Буш  и  Горбачев  предстают  масонами  заговорщиками, общение  которых  происходит  с  помощью  масонских  знаков.</w:t>
      </w:r>
      <w:r w:rsidR="00661D8F">
        <w:t xml:space="preserve"> </w:t>
      </w:r>
      <w:r>
        <w:t>Автор  приводит  также  «краткий  словарь  лиц, принадлежащих  к  масонским  ложам  и  другим  организациям, созданным  для  достижения  масонских  целей» /масонская  галерея  России/.</w:t>
      </w:r>
    </w:p>
    <w:p w:rsidR="00661D8F" w:rsidRDefault="007D096A" w:rsidP="00661D8F">
      <w:pPr>
        <w:pStyle w:val="23"/>
        <w:jc w:val="both"/>
      </w:pPr>
      <w:r>
        <w:t>С  достаточной  степенью  достоверностью  опровергнуть  или  подтвердить  мнение  автора  сложно, однако  многие  исследователи  сходятся  в том, что  мировое  масонство  в целом  развивается  неравномерно  и  вряд  ли могло  оказывать  столь  кардинальное  воздействие  на  события  в России.</w:t>
      </w:r>
    </w:p>
    <w:p w:rsidR="00661D8F" w:rsidRDefault="00661D8F" w:rsidP="00661D8F">
      <w:pPr>
        <w:pStyle w:val="23"/>
        <w:jc w:val="both"/>
      </w:pPr>
    </w:p>
    <w:p w:rsidR="007D096A" w:rsidRPr="00542D1E" w:rsidRDefault="00542D1E" w:rsidP="00542D1E">
      <w:pPr>
        <w:pStyle w:val="2"/>
        <w:ind w:firstLine="0"/>
        <w:jc w:val="center"/>
        <w:rPr>
          <w:b/>
          <w:bCs/>
        </w:rPr>
      </w:pPr>
      <w:bookmarkStart w:id="24" w:name="_Toc149498624"/>
      <w:r>
        <w:rPr>
          <w:b/>
          <w:bCs/>
        </w:rPr>
        <w:t>3.2.</w:t>
      </w:r>
      <w:r w:rsidR="007D096A" w:rsidRPr="00542D1E">
        <w:rPr>
          <w:b/>
          <w:bCs/>
        </w:rPr>
        <w:t>Концептуальная  модель  и  тенденции  развития  масонского  движения</w:t>
      </w:r>
      <w:bookmarkEnd w:id="24"/>
    </w:p>
    <w:p w:rsidR="007D096A" w:rsidRDefault="007D096A">
      <w:pPr>
        <w:pStyle w:val="23"/>
        <w:ind w:left="720" w:firstLine="0"/>
      </w:pPr>
    </w:p>
    <w:p w:rsidR="007D096A" w:rsidRDefault="007D096A" w:rsidP="00542D1E">
      <w:pPr>
        <w:pStyle w:val="23"/>
        <w:jc w:val="both"/>
      </w:pPr>
      <w:r>
        <w:t xml:space="preserve">Таким  образом, масонство  с  переменным  успехом  всегда  оказывало  влияние  на мировую  политику.  Об  этом, в  частности, пишет  и  Н.Берберова  в  своей  книге  «Люди  и  ложи», рассказывая  главным  образом  о  роли  отдельных  политических  деятелей  в  тех  или  иных  событиях / в  том  числе  Второй  мировой  войне/ </w:t>
      </w:r>
      <w:r>
        <w:sym w:font="Symbol" w:char="F043"/>
      </w:r>
      <w:r>
        <w:sym w:font="Symbol" w:char="F043"/>
      </w:r>
      <w:r>
        <w:t xml:space="preserve"> века.  Масонство  стремится  сегодня  укреплять устои  свободного  предпринимательства  и  капиталистических  порядков  на  земном  шаре.  К  числу  позитивных  результатов, очевидно,  относится  вклад    в  объединение  Европы  и  распад  социалистической  системы.  Как  можно  следить  по  еще  неполным  данным, орден  видит  свою  дальнейшую  миссию  в  усилиях,  по  укреплению  существующих  государственных  и общественных  режимов  на  земле.  Он  намерен  поощрять  образование  региональных  объединений  крупного  масштаба, которые  в  отдаленном  будущем  и  должны  привести  к  новому  миропорядку.  Такие  дружественные  друг  другу  конфедерации  при  содействии,  ООН  и  иных  международных  организаций  не  тождественны  мировому  правительству.</w:t>
      </w:r>
    </w:p>
    <w:p w:rsidR="007D096A" w:rsidRDefault="007D096A" w:rsidP="00542D1E">
      <w:pPr>
        <w:pStyle w:val="23"/>
        <w:jc w:val="both"/>
      </w:pPr>
      <w:r>
        <w:t xml:space="preserve">Члены  ордена  убеждены, что </w:t>
      </w:r>
      <w:r>
        <w:sym w:font="Symbol" w:char="F043"/>
      </w:r>
      <w:r>
        <w:sym w:font="Symbol" w:char="F043"/>
      </w:r>
      <w:r>
        <w:sym w:font="Symbol" w:char="F049"/>
      </w:r>
      <w:r w:rsidR="00661D8F">
        <w:t xml:space="preserve"> </w:t>
      </w:r>
      <w:r>
        <w:t>век  позволит  человечеству  успешно  двигаться  к  более  гармоничному  сотрудничеству  всех  людей  на  земле.</w:t>
      </w:r>
    </w:p>
    <w:p w:rsidR="007D096A" w:rsidRPr="00542D1E" w:rsidRDefault="00542D1E" w:rsidP="00542D1E">
      <w:pPr>
        <w:pStyle w:val="1"/>
        <w:rPr>
          <w:b/>
          <w:bCs/>
          <w:sz w:val="28"/>
          <w:szCs w:val="28"/>
        </w:rPr>
      </w:pPr>
      <w:r>
        <w:br w:type="page"/>
      </w:r>
      <w:bookmarkStart w:id="25" w:name="_Toc149498625"/>
      <w:r w:rsidR="007D096A" w:rsidRPr="00542D1E">
        <w:rPr>
          <w:b/>
          <w:bCs/>
          <w:sz w:val="28"/>
          <w:szCs w:val="28"/>
        </w:rPr>
        <w:t>ЗАКЛЮЧЕНИЕ</w:t>
      </w:r>
      <w:bookmarkEnd w:id="25"/>
    </w:p>
    <w:p w:rsidR="007D096A" w:rsidRDefault="007D096A" w:rsidP="00542D1E">
      <w:pPr>
        <w:pStyle w:val="23"/>
        <w:jc w:val="both"/>
      </w:pPr>
    </w:p>
    <w:p w:rsidR="007D096A" w:rsidRDefault="007D096A" w:rsidP="00661D8F">
      <w:pPr>
        <w:pStyle w:val="23"/>
        <w:jc w:val="both"/>
      </w:pPr>
      <w:r>
        <w:t>Подводя  итог  вышеизложенному, следует  отметить, что  даже  при   ретроспективном  взгляде  на  сложнейшие  событийные   вехи  не скольких  столетий  как  бы  мысленно  контактируешь  с  плеядой  ушедших  ранее  незнакомых  лиц, с  людьми  доброй  воли, которые  отваживались  противопоставлять  себя  обществу.  От  них  исходили  постоянные  импульсы  по  стимулированию  взаимодействия  всех  миролюбивых  сил  на  базе  фундаментальных  ценностей  цивилизации  и  прогресса  при  постоянной  устремленности  в  будущее.  Нельзя  не  признать, что  искания  масонов  порой  приводили  их  к  поступкам  не  совсем  оправданным  с  точки  зрения  истории  и политики, часто  их  взгляды  были  подвержены  мистическим  настроениям, но  в  целом  их  идеалами  всегда  оставались  свобода  и  справедливость, они  искали  пути  улучшения  миропорядка.  Этот  тезис  можно  отнести  и  к  русским  масонам.</w:t>
      </w:r>
    </w:p>
    <w:p w:rsidR="007D096A" w:rsidRDefault="007D096A" w:rsidP="00661D8F">
      <w:pPr>
        <w:pStyle w:val="23"/>
        <w:jc w:val="both"/>
      </w:pPr>
      <w:r>
        <w:t>Масонство  не  выполнило  бы  и  сотой  доли  задуманного  содействия  постепенным  трансформациям  в  недрах  общества  без  находящихся  в  его  распоряжении: неуклонной  дисциплины адептов, верности  ритуалам  и  традициям, хранимыми  с  давних  пор  неизменными.  Братья  всегда  видели  в  этом  огромный  скрытый  смысл  с  внутренней  жизненностью, что  позволяло  двигаться  всегда  вперед, несмотря  на  повседневные  препятствия.  В  соответствии  с  идеологией  ордена  они должны  по  кирпичику  долго и  терпеливо  воздвигать  на  планете  равномерный  и  справедливый  для  всех  людей  строй.  Их  вдохновляла  этика  нравственного  созидания  и морального  самосовершенствования  в  масштабах  универсальной  триады: свободы, равенство, братства, наряду  с  признанием  подавляющим  большинством  членов  веры  в  Великого  Архитектора  Вселенной, Святого  Писания, Корана, других  богооткровенных  книг.</w:t>
      </w:r>
    </w:p>
    <w:p w:rsidR="007D096A" w:rsidRDefault="007D096A" w:rsidP="00661D8F">
      <w:pPr>
        <w:pStyle w:val="23"/>
        <w:jc w:val="both"/>
      </w:pPr>
      <w:r>
        <w:t>Масонство  никогда  не  являлось  ни  школой, ни  социальным  движением, ни  церковью, оно  не  позволяло  оценивать  себя  привычными  догматизированными  схемами.  Претендуя  на  доступ  к  высшей  духовности  через  посвящение, оно  ставило  себя  над  культурами  и  философскими  системами, позволяя  каждому  адепту  воздвигать  храм  собственных  убеждений  и стремиться  к  претворению  их  в  жизнь  сообразно  установкам  ордена.</w:t>
      </w:r>
    </w:p>
    <w:p w:rsidR="007D096A" w:rsidRDefault="007D096A">
      <w:pPr>
        <w:pStyle w:val="23"/>
      </w:pPr>
      <w:r>
        <w:t>Члены  ордена  и  поныне  именуют  себя  людьми  доброй  воли, миролюбивыми  строителями  грядущего  справедливого  устройства  общества  и  одновременно  патриотами  своих  отечеств, законопослушными  подданными  и  гражданами, это  подчеркивается  во  всех  уставных  документах.  К  высшим  идеалам  они  шли  не  с  проповедью  абстрактных  истин, а  служа  собственным  народам. Их  отражало  стремление  помогать  окружающим, проводить  срединную  линию  между  крайностями.</w:t>
      </w:r>
    </w:p>
    <w:p w:rsidR="007D096A" w:rsidRDefault="007D096A" w:rsidP="00661D8F">
      <w:pPr>
        <w:pStyle w:val="23"/>
        <w:jc w:val="both"/>
      </w:pPr>
      <w:r>
        <w:t>Почти  все  исследователи  масонства, и  особенно  исследователи  русского  масонства, подчеркивали  сложность  изучения  явления, что  вероятно  связано  с  непростыми  событиями  исторического  прошлого  нашей  страны, «закрытости» темы  на  протяжении  нескольких  десятилетий.  И  сейчас  мы  еще  не  можем  с  достаточной  степенью  достоверности  утверждать  насколько  же, на  самом  деле, русское  масонство  повлияло  на  исторический  путь  развития  России. Однако, несомненно, оно  смогло  аккумулировать  в  своих  рядах  едва  ли  не  самых  лучших  представителей  общественной  и политической  мысли.  Русские  масоны  немало  сделали  для  России  и  не  признавать  этого, значит  не  признавать  сам  ход  истории.</w:t>
      </w:r>
    </w:p>
    <w:p w:rsidR="007D096A" w:rsidRDefault="007D096A">
      <w:pPr>
        <w:pStyle w:val="23"/>
        <w:ind w:left="720" w:firstLine="0"/>
      </w:pPr>
    </w:p>
    <w:p w:rsidR="007D096A" w:rsidRDefault="007D096A">
      <w:pPr>
        <w:pStyle w:val="23"/>
      </w:pPr>
    </w:p>
    <w:p w:rsidR="007D096A" w:rsidRDefault="007D096A">
      <w:pPr>
        <w:pStyle w:val="23"/>
      </w:pPr>
    </w:p>
    <w:p w:rsidR="007D096A" w:rsidRDefault="007D096A">
      <w:pPr>
        <w:pStyle w:val="23"/>
      </w:pPr>
    </w:p>
    <w:p w:rsidR="007D096A" w:rsidRDefault="007D096A">
      <w:pPr>
        <w:pStyle w:val="23"/>
      </w:pPr>
    </w:p>
    <w:p w:rsidR="007D096A" w:rsidRDefault="007D096A">
      <w:pPr>
        <w:pStyle w:val="23"/>
        <w:ind w:left="720" w:firstLine="0"/>
      </w:pPr>
    </w:p>
    <w:p w:rsidR="007D096A" w:rsidRDefault="007D096A">
      <w:pPr>
        <w:pStyle w:val="23"/>
        <w:ind w:left="720" w:firstLine="0"/>
      </w:pPr>
    </w:p>
    <w:p w:rsidR="007D096A" w:rsidRDefault="007D096A">
      <w:pPr>
        <w:pStyle w:val="23"/>
        <w:ind w:left="720" w:firstLine="0"/>
      </w:pPr>
    </w:p>
    <w:p w:rsidR="007D096A" w:rsidRDefault="007D096A">
      <w:pPr>
        <w:pStyle w:val="23"/>
        <w:ind w:firstLine="0"/>
      </w:pPr>
    </w:p>
    <w:p w:rsidR="007D096A" w:rsidRDefault="007D096A">
      <w:pPr>
        <w:pStyle w:val="23"/>
        <w:ind w:firstLine="709"/>
      </w:pPr>
    </w:p>
    <w:p w:rsidR="007D096A" w:rsidRDefault="007D096A">
      <w:pPr>
        <w:pStyle w:val="23"/>
      </w:pPr>
    </w:p>
    <w:p w:rsidR="007D096A" w:rsidRDefault="007D096A">
      <w:pPr>
        <w:pStyle w:val="23"/>
        <w:ind w:firstLine="709"/>
      </w:pPr>
    </w:p>
    <w:p w:rsidR="007D096A" w:rsidRDefault="007D096A">
      <w:pPr>
        <w:pStyle w:val="23"/>
        <w:ind w:firstLine="709"/>
      </w:pPr>
    </w:p>
    <w:p w:rsidR="007D096A" w:rsidRDefault="007D096A">
      <w:pPr>
        <w:pStyle w:val="23"/>
        <w:ind w:firstLine="709"/>
      </w:pPr>
    </w:p>
    <w:p w:rsidR="007D096A" w:rsidRDefault="007D096A">
      <w:pPr>
        <w:pStyle w:val="23"/>
        <w:ind w:firstLine="709"/>
      </w:pPr>
    </w:p>
    <w:p w:rsidR="007D096A" w:rsidRDefault="007D096A">
      <w:pPr>
        <w:pStyle w:val="23"/>
        <w:ind w:firstLine="709"/>
      </w:pPr>
    </w:p>
    <w:p w:rsidR="007D096A" w:rsidRDefault="007D096A">
      <w:pPr>
        <w:pStyle w:val="23"/>
        <w:ind w:firstLine="709"/>
      </w:pPr>
    </w:p>
    <w:p w:rsidR="007D096A" w:rsidRDefault="007D096A">
      <w:pPr>
        <w:pStyle w:val="23"/>
        <w:ind w:firstLine="709"/>
      </w:pPr>
    </w:p>
    <w:p w:rsidR="007D096A" w:rsidRDefault="007D096A">
      <w:pPr>
        <w:pStyle w:val="23"/>
        <w:ind w:firstLine="709"/>
      </w:pPr>
    </w:p>
    <w:p w:rsidR="007D096A" w:rsidRDefault="007D096A">
      <w:pPr>
        <w:pStyle w:val="23"/>
        <w:ind w:left="720" w:firstLine="0"/>
      </w:pPr>
    </w:p>
    <w:p w:rsidR="007D096A" w:rsidRDefault="007D096A">
      <w:pPr>
        <w:pStyle w:val="23"/>
      </w:pPr>
    </w:p>
    <w:p w:rsidR="007D096A" w:rsidRDefault="007D096A">
      <w:pPr>
        <w:spacing w:line="360" w:lineRule="auto"/>
        <w:ind w:left="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Pr="00661D8F" w:rsidRDefault="00661D8F" w:rsidP="00661D8F">
      <w:pPr>
        <w:pStyle w:val="1"/>
        <w:rPr>
          <w:b/>
          <w:bCs/>
          <w:sz w:val="28"/>
          <w:szCs w:val="28"/>
        </w:rPr>
      </w:pPr>
      <w:r>
        <w:br w:type="page"/>
      </w:r>
      <w:bookmarkStart w:id="26" w:name="_Toc149498626"/>
      <w:r w:rsidR="007D096A" w:rsidRPr="00661D8F">
        <w:rPr>
          <w:b/>
          <w:bCs/>
          <w:sz w:val="28"/>
          <w:szCs w:val="28"/>
        </w:rPr>
        <w:t>СПИСОК  ЛИТЕРАТУРЫ</w:t>
      </w:r>
      <w:bookmarkEnd w:id="26"/>
    </w:p>
    <w:p w:rsidR="007D096A" w:rsidRDefault="007D096A">
      <w:pPr>
        <w:spacing w:line="360" w:lineRule="auto"/>
        <w:ind w:firstLine="720"/>
        <w:rPr>
          <w:sz w:val="24"/>
          <w:szCs w:val="24"/>
        </w:rPr>
      </w:pPr>
    </w:p>
    <w:p w:rsidR="007D096A" w:rsidRDefault="007D096A">
      <w:pPr>
        <w:pStyle w:val="23"/>
        <w:numPr>
          <w:ilvl w:val="0"/>
          <w:numId w:val="17"/>
        </w:numPr>
      </w:pPr>
      <w:r>
        <w:t>Боровой  А.А.  Современное  масонство  на  Западе. – М.,1922.</w:t>
      </w:r>
    </w:p>
    <w:p w:rsidR="007D096A" w:rsidRDefault="007D096A">
      <w:pPr>
        <w:numPr>
          <w:ilvl w:val="0"/>
          <w:numId w:val="17"/>
        </w:numPr>
        <w:spacing w:line="360" w:lineRule="auto"/>
        <w:rPr>
          <w:sz w:val="24"/>
          <w:szCs w:val="24"/>
        </w:rPr>
      </w:pPr>
      <w:r>
        <w:rPr>
          <w:sz w:val="24"/>
          <w:szCs w:val="24"/>
        </w:rPr>
        <w:t>Бакунин  Т.А.  Знаменитые  русские  масоны. Вольные  каменщики. – М.:Интербук,1991.</w:t>
      </w:r>
    </w:p>
    <w:p w:rsidR="007D096A" w:rsidRDefault="007D096A">
      <w:pPr>
        <w:numPr>
          <w:ilvl w:val="0"/>
          <w:numId w:val="17"/>
        </w:numPr>
        <w:spacing w:line="360" w:lineRule="auto"/>
        <w:rPr>
          <w:sz w:val="24"/>
          <w:szCs w:val="24"/>
        </w:rPr>
      </w:pPr>
      <w:r>
        <w:rPr>
          <w:sz w:val="24"/>
          <w:szCs w:val="24"/>
        </w:rPr>
        <w:t>Берберова  Н.А.  Люди  и  ложи. –Харьков,1997.</w:t>
      </w:r>
    </w:p>
    <w:p w:rsidR="007D096A" w:rsidRDefault="007D096A">
      <w:pPr>
        <w:numPr>
          <w:ilvl w:val="0"/>
          <w:numId w:val="17"/>
        </w:numPr>
        <w:spacing w:line="360" w:lineRule="auto"/>
        <w:rPr>
          <w:sz w:val="24"/>
          <w:szCs w:val="24"/>
        </w:rPr>
      </w:pPr>
      <w:r>
        <w:rPr>
          <w:sz w:val="24"/>
          <w:szCs w:val="24"/>
        </w:rPr>
        <w:t xml:space="preserve">Виппер  Р.Ю.  Общественные  учения  и  исторические  теории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и </w:t>
      </w:r>
      <w:r>
        <w:rPr>
          <w:sz w:val="24"/>
          <w:szCs w:val="24"/>
        </w:rPr>
        <w:sym w:font="Symbol" w:char="F043"/>
      </w:r>
      <w:r>
        <w:rPr>
          <w:sz w:val="24"/>
          <w:szCs w:val="24"/>
        </w:rPr>
        <w:sym w:font="Symbol" w:char="F049"/>
      </w:r>
      <w:r>
        <w:rPr>
          <w:sz w:val="24"/>
          <w:szCs w:val="24"/>
        </w:rPr>
        <w:sym w:font="Symbol" w:char="F043"/>
      </w:r>
      <w:r>
        <w:rPr>
          <w:sz w:val="24"/>
          <w:szCs w:val="24"/>
        </w:rPr>
        <w:t xml:space="preserve"> вв.  на  Западе. – Спб,1900.</w:t>
      </w:r>
    </w:p>
    <w:p w:rsidR="007D096A" w:rsidRDefault="007D096A">
      <w:pPr>
        <w:numPr>
          <w:ilvl w:val="0"/>
          <w:numId w:val="17"/>
        </w:numPr>
        <w:spacing w:line="360" w:lineRule="auto"/>
        <w:rPr>
          <w:sz w:val="24"/>
          <w:szCs w:val="24"/>
        </w:rPr>
      </w:pPr>
      <w:r>
        <w:rPr>
          <w:sz w:val="24"/>
          <w:szCs w:val="24"/>
        </w:rPr>
        <w:t xml:space="preserve">Вернадский  Г.В.  Русское  масонство  в  царствование  Екатерины  </w:t>
      </w:r>
      <w:r>
        <w:rPr>
          <w:sz w:val="24"/>
          <w:szCs w:val="24"/>
        </w:rPr>
        <w:sym w:font="Symbol" w:char="F049"/>
      </w:r>
      <w:r>
        <w:rPr>
          <w:sz w:val="24"/>
          <w:szCs w:val="24"/>
        </w:rPr>
        <w:sym w:font="Symbol" w:char="F049"/>
      </w:r>
      <w:r>
        <w:rPr>
          <w:sz w:val="24"/>
          <w:szCs w:val="24"/>
        </w:rPr>
        <w:t>. -Пг,1917.</w:t>
      </w:r>
    </w:p>
    <w:p w:rsidR="007D096A" w:rsidRDefault="007D096A">
      <w:pPr>
        <w:numPr>
          <w:ilvl w:val="0"/>
          <w:numId w:val="17"/>
        </w:numPr>
        <w:spacing w:line="360" w:lineRule="auto"/>
        <w:rPr>
          <w:sz w:val="24"/>
          <w:szCs w:val="24"/>
        </w:rPr>
      </w:pPr>
      <w:r>
        <w:rPr>
          <w:sz w:val="24"/>
          <w:szCs w:val="24"/>
        </w:rPr>
        <w:t>Велишевский  К.Ф.  Петр Великий. – М.,1908.</w:t>
      </w:r>
    </w:p>
    <w:p w:rsidR="007D096A" w:rsidRDefault="007D096A">
      <w:pPr>
        <w:numPr>
          <w:ilvl w:val="0"/>
          <w:numId w:val="17"/>
        </w:numPr>
        <w:spacing w:line="360" w:lineRule="auto"/>
        <w:rPr>
          <w:sz w:val="24"/>
          <w:szCs w:val="24"/>
        </w:rPr>
      </w:pPr>
      <w:r>
        <w:rPr>
          <w:sz w:val="24"/>
          <w:szCs w:val="24"/>
        </w:rPr>
        <w:t>Иванов  В.Ф.  Русская  интеллигенция  и  масонство. От  Петра  Первого  до  наших  дней. –2-е  изд. – М.:Москва,1998.</w:t>
      </w:r>
    </w:p>
    <w:p w:rsidR="007D096A" w:rsidRDefault="007D096A">
      <w:pPr>
        <w:numPr>
          <w:ilvl w:val="0"/>
          <w:numId w:val="17"/>
        </w:numPr>
        <w:spacing w:line="360" w:lineRule="auto"/>
        <w:rPr>
          <w:sz w:val="24"/>
          <w:szCs w:val="24"/>
        </w:rPr>
      </w:pPr>
      <w:r>
        <w:rPr>
          <w:sz w:val="24"/>
          <w:szCs w:val="24"/>
        </w:rPr>
        <w:t>Краткий  философский  словарь.  /Под  ред.  М.Розенталя, П.Юдина/ - Полит.  Лит.,1954.</w:t>
      </w:r>
    </w:p>
    <w:p w:rsidR="007D096A" w:rsidRDefault="007D096A">
      <w:pPr>
        <w:numPr>
          <w:ilvl w:val="0"/>
          <w:numId w:val="17"/>
        </w:numPr>
        <w:spacing w:line="360" w:lineRule="auto"/>
        <w:rPr>
          <w:sz w:val="24"/>
          <w:szCs w:val="24"/>
        </w:rPr>
      </w:pPr>
      <w:r>
        <w:rPr>
          <w:sz w:val="24"/>
          <w:szCs w:val="24"/>
        </w:rPr>
        <w:t>Литературная  газета,13  декабря  1989.</w:t>
      </w:r>
    </w:p>
    <w:p w:rsidR="007D096A" w:rsidRDefault="007D096A">
      <w:pPr>
        <w:numPr>
          <w:ilvl w:val="0"/>
          <w:numId w:val="17"/>
        </w:numPr>
        <w:spacing w:line="360" w:lineRule="auto"/>
        <w:rPr>
          <w:sz w:val="24"/>
          <w:szCs w:val="24"/>
        </w:rPr>
      </w:pPr>
      <w:r>
        <w:rPr>
          <w:sz w:val="24"/>
          <w:szCs w:val="24"/>
        </w:rPr>
        <w:t>Масонство.  Тайные  знания. /Авт. Сост.  С.П.Мельгунов, Н.П.Сидоров/ - Минск: Харвест,1998.</w:t>
      </w:r>
    </w:p>
    <w:p w:rsidR="007D096A" w:rsidRDefault="007D096A">
      <w:pPr>
        <w:numPr>
          <w:ilvl w:val="0"/>
          <w:numId w:val="17"/>
        </w:numPr>
        <w:spacing w:line="360" w:lineRule="auto"/>
        <w:rPr>
          <w:sz w:val="24"/>
          <w:szCs w:val="24"/>
        </w:rPr>
      </w:pPr>
      <w:r>
        <w:rPr>
          <w:sz w:val="24"/>
          <w:szCs w:val="24"/>
        </w:rPr>
        <w:t xml:space="preserve">Масонство  в  Англии: научно-популярное  издание. – Мн.: Харвест,1997. </w:t>
      </w:r>
    </w:p>
    <w:p w:rsidR="007D096A" w:rsidRDefault="007D096A">
      <w:pPr>
        <w:numPr>
          <w:ilvl w:val="0"/>
          <w:numId w:val="17"/>
        </w:numPr>
        <w:spacing w:line="360" w:lineRule="auto"/>
        <w:rPr>
          <w:sz w:val="24"/>
          <w:szCs w:val="24"/>
        </w:rPr>
      </w:pPr>
      <w:r>
        <w:rPr>
          <w:sz w:val="24"/>
          <w:szCs w:val="24"/>
        </w:rPr>
        <w:t>Масонство: /Сборник/. – Репринтное  издание. – М.:ИКПА,1991.</w:t>
      </w:r>
    </w:p>
    <w:p w:rsidR="007D096A" w:rsidRDefault="007D096A">
      <w:pPr>
        <w:numPr>
          <w:ilvl w:val="0"/>
          <w:numId w:val="17"/>
        </w:numPr>
        <w:spacing w:line="360" w:lineRule="auto"/>
        <w:rPr>
          <w:sz w:val="24"/>
          <w:szCs w:val="24"/>
        </w:rPr>
      </w:pPr>
      <w:r>
        <w:rPr>
          <w:sz w:val="24"/>
          <w:szCs w:val="24"/>
        </w:rPr>
        <w:t>Марков  Н.Е.  Войны  темных  сил. – Париж,1928-1930.</w:t>
      </w:r>
    </w:p>
    <w:p w:rsidR="007D096A" w:rsidRDefault="007D096A">
      <w:pPr>
        <w:numPr>
          <w:ilvl w:val="0"/>
          <w:numId w:val="17"/>
        </w:numPr>
        <w:spacing w:line="360" w:lineRule="auto"/>
        <w:rPr>
          <w:sz w:val="24"/>
          <w:szCs w:val="24"/>
        </w:rPr>
      </w:pPr>
      <w:r>
        <w:rPr>
          <w:sz w:val="24"/>
          <w:szCs w:val="24"/>
        </w:rPr>
        <w:t>Пайпс  Р.  Россия  при  старом  режиме. – М.: Независимая  газета,1993.</w:t>
      </w:r>
    </w:p>
    <w:p w:rsidR="007D096A" w:rsidRDefault="007D096A">
      <w:pPr>
        <w:numPr>
          <w:ilvl w:val="0"/>
          <w:numId w:val="17"/>
        </w:numPr>
        <w:spacing w:line="360" w:lineRule="auto"/>
        <w:rPr>
          <w:sz w:val="24"/>
          <w:szCs w:val="24"/>
        </w:rPr>
      </w:pPr>
      <w:r>
        <w:rPr>
          <w:sz w:val="24"/>
          <w:szCs w:val="24"/>
        </w:rPr>
        <w:t xml:space="preserve">Пыпин А.Н,  Масонство  в  России,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и  первая  четверть  </w:t>
      </w:r>
      <w:r>
        <w:rPr>
          <w:sz w:val="24"/>
          <w:szCs w:val="24"/>
        </w:rPr>
        <w:sym w:font="Symbol" w:char="F043"/>
      </w:r>
      <w:r>
        <w:rPr>
          <w:sz w:val="24"/>
          <w:szCs w:val="24"/>
        </w:rPr>
        <w:sym w:font="Symbol" w:char="F049"/>
      </w:r>
      <w:r>
        <w:rPr>
          <w:sz w:val="24"/>
          <w:szCs w:val="24"/>
        </w:rPr>
        <w:sym w:font="Symbol" w:char="F043"/>
      </w:r>
      <w:r>
        <w:rPr>
          <w:sz w:val="24"/>
          <w:szCs w:val="24"/>
        </w:rPr>
        <w:t xml:space="preserve"> в. – М.: ВЕК.1997.</w:t>
      </w:r>
    </w:p>
    <w:p w:rsidR="007D096A" w:rsidRDefault="007D096A">
      <w:pPr>
        <w:numPr>
          <w:ilvl w:val="0"/>
          <w:numId w:val="17"/>
        </w:numPr>
        <w:spacing w:line="360" w:lineRule="auto"/>
        <w:rPr>
          <w:sz w:val="24"/>
          <w:szCs w:val="24"/>
        </w:rPr>
      </w:pPr>
      <w:r>
        <w:rPr>
          <w:sz w:val="24"/>
          <w:szCs w:val="24"/>
        </w:rPr>
        <w:t>Платонов  О.А.  Терновый  венец  России.  История  масонства  1731-1996. – М.: Родник,1996.</w:t>
      </w:r>
    </w:p>
    <w:p w:rsidR="007D096A" w:rsidRDefault="007D096A">
      <w:pPr>
        <w:numPr>
          <w:ilvl w:val="0"/>
          <w:numId w:val="17"/>
        </w:numPr>
        <w:spacing w:line="360" w:lineRule="auto"/>
        <w:rPr>
          <w:sz w:val="24"/>
          <w:szCs w:val="24"/>
        </w:rPr>
      </w:pPr>
      <w:r>
        <w:rPr>
          <w:sz w:val="24"/>
          <w:szCs w:val="24"/>
        </w:rPr>
        <w:t xml:space="preserve">Россия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столетия  в  изданиях  Вольной  русской  типографии  А.И.Герцена  и  Н.П.Огарева.  Записки  сенатора  И.В.Лопухина.  1859  Лондон /репритное  воспроизведение/ - М.: Наука,1990.</w:t>
      </w:r>
    </w:p>
    <w:p w:rsidR="007D096A" w:rsidRDefault="007D096A">
      <w:pPr>
        <w:numPr>
          <w:ilvl w:val="0"/>
          <w:numId w:val="17"/>
        </w:numPr>
        <w:spacing w:line="360" w:lineRule="auto"/>
        <w:rPr>
          <w:sz w:val="24"/>
          <w:szCs w:val="24"/>
        </w:rPr>
      </w:pPr>
      <w:r>
        <w:rPr>
          <w:sz w:val="24"/>
          <w:szCs w:val="24"/>
        </w:rPr>
        <w:t>Ревуненков  В.Г.  Очерки   по  истории  Великой  Французской  революции.  Падение  монархии  1780-1792. – Л.: ЛГУ,1982.</w:t>
      </w:r>
    </w:p>
    <w:p w:rsidR="007D096A" w:rsidRDefault="007D096A">
      <w:pPr>
        <w:numPr>
          <w:ilvl w:val="0"/>
          <w:numId w:val="17"/>
        </w:numPr>
        <w:spacing w:line="360" w:lineRule="auto"/>
        <w:rPr>
          <w:sz w:val="24"/>
          <w:szCs w:val="24"/>
        </w:rPr>
      </w:pPr>
      <w:r>
        <w:rPr>
          <w:sz w:val="24"/>
          <w:szCs w:val="24"/>
        </w:rPr>
        <w:t xml:space="preserve">Соловьев  О.Ф.  Масонство  в мировой  политике  </w:t>
      </w:r>
      <w:r>
        <w:rPr>
          <w:sz w:val="24"/>
          <w:szCs w:val="24"/>
        </w:rPr>
        <w:sym w:font="Symbol" w:char="F043"/>
      </w:r>
      <w:r>
        <w:rPr>
          <w:sz w:val="24"/>
          <w:szCs w:val="24"/>
        </w:rPr>
        <w:sym w:font="Symbol" w:char="F043"/>
      </w:r>
      <w:r>
        <w:rPr>
          <w:sz w:val="24"/>
          <w:szCs w:val="24"/>
        </w:rPr>
        <w:t xml:space="preserve"> века. – М.: РОССПЭН,1998.</w:t>
      </w:r>
    </w:p>
    <w:p w:rsidR="007D096A" w:rsidRDefault="007D096A">
      <w:pPr>
        <w:numPr>
          <w:ilvl w:val="0"/>
          <w:numId w:val="17"/>
        </w:numPr>
        <w:spacing w:line="360" w:lineRule="auto"/>
        <w:rPr>
          <w:sz w:val="24"/>
          <w:szCs w:val="24"/>
        </w:rPr>
      </w:pPr>
      <w:r>
        <w:rPr>
          <w:sz w:val="24"/>
          <w:szCs w:val="24"/>
        </w:rPr>
        <w:t>Соколовская  Т.О.  Русское  масонство  и  его  значение  в  истории  общественного  движения  /</w:t>
      </w:r>
      <w:r>
        <w:rPr>
          <w:sz w:val="24"/>
          <w:szCs w:val="24"/>
        </w:rPr>
        <w:sym w:font="Symbol" w:char="F043"/>
      </w:r>
      <w:r>
        <w:rPr>
          <w:sz w:val="24"/>
          <w:szCs w:val="24"/>
        </w:rPr>
        <w:sym w:font="Symbol" w:char="F055"/>
      </w:r>
      <w:r>
        <w:rPr>
          <w:sz w:val="24"/>
          <w:szCs w:val="24"/>
        </w:rPr>
        <w:sym w:font="Symbol" w:char="F049"/>
      </w:r>
      <w:r>
        <w:rPr>
          <w:sz w:val="24"/>
          <w:szCs w:val="24"/>
        </w:rPr>
        <w:sym w:font="Symbol" w:char="F049"/>
      </w:r>
      <w:r>
        <w:rPr>
          <w:sz w:val="24"/>
          <w:szCs w:val="24"/>
        </w:rPr>
        <w:sym w:font="Symbol" w:char="F049"/>
      </w:r>
      <w:r>
        <w:rPr>
          <w:sz w:val="24"/>
          <w:szCs w:val="24"/>
        </w:rPr>
        <w:t xml:space="preserve">  и  первая  четверть  </w:t>
      </w:r>
      <w:r>
        <w:rPr>
          <w:sz w:val="24"/>
          <w:szCs w:val="24"/>
        </w:rPr>
        <w:sym w:font="Symbol" w:char="F043"/>
      </w:r>
      <w:r>
        <w:rPr>
          <w:sz w:val="24"/>
          <w:szCs w:val="24"/>
        </w:rPr>
        <w:sym w:font="Symbol" w:char="F049"/>
      </w:r>
      <w:r>
        <w:rPr>
          <w:sz w:val="24"/>
          <w:szCs w:val="24"/>
        </w:rPr>
        <w:sym w:font="Symbol" w:char="F043"/>
      </w:r>
      <w:r>
        <w:rPr>
          <w:sz w:val="24"/>
          <w:szCs w:val="24"/>
        </w:rPr>
        <w:t xml:space="preserve">  столетия/. – СПб,1907.</w:t>
      </w:r>
    </w:p>
    <w:p w:rsidR="007D096A" w:rsidRDefault="007D096A">
      <w:pPr>
        <w:numPr>
          <w:ilvl w:val="0"/>
          <w:numId w:val="17"/>
        </w:numPr>
        <w:spacing w:line="360" w:lineRule="auto"/>
        <w:rPr>
          <w:sz w:val="24"/>
          <w:szCs w:val="24"/>
        </w:rPr>
      </w:pPr>
      <w:r>
        <w:rPr>
          <w:sz w:val="24"/>
          <w:szCs w:val="24"/>
        </w:rPr>
        <w:t>Символика  масонства  /из  серии  «Тайные  знания»/. – М.: Гелиос,1990.</w:t>
      </w:r>
    </w:p>
    <w:p w:rsidR="007D096A" w:rsidRDefault="007D096A">
      <w:pPr>
        <w:numPr>
          <w:ilvl w:val="0"/>
          <w:numId w:val="17"/>
        </w:numPr>
        <w:spacing w:line="360" w:lineRule="auto"/>
        <w:rPr>
          <w:sz w:val="24"/>
          <w:szCs w:val="24"/>
        </w:rPr>
      </w:pPr>
      <w:r>
        <w:rPr>
          <w:sz w:val="24"/>
          <w:szCs w:val="24"/>
        </w:rPr>
        <w:t>Трубецкой  С.И.  Учение   о  логосе  и его  история. – М.,1906.</w:t>
      </w:r>
    </w:p>
    <w:p w:rsidR="007D096A" w:rsidRDefault="007D096A">
      <w:pPr>
        <w:numPr>
          <w:ilvl w:val="0"/>
          <w:numId w:val="17"/>
        </w:numPr>
        <w:spacing w:line="360" w:lineRule="auto"/>
        <w:rPr>
          <w:sz w:val="24"/>
          <w:szCs w:val="24"/>
        </w:rPr>
      </w:pPr>
      <w:r>
        <w:rPr>
          <w:sz w:val="24"/>
          <w:szCs w:val="24"/>
        </w:rPr>
        <w:t>Тураев  Б.А.  История  Древнего  Востока. – Л.,1936.</w:t>
      </w:r>
    </w:p>
    <w:p w:rsidR="007D096A" w:rsidRDefault="007D096A">
      <w:pPr>
        <w:numPr>
          <w:ilvl w:val="0"/>
          <w:numId w:val="17"/>
        </w:numPr>
        <w:spacing w:line="360" w:lineRule="auto"/>
        <w:rPr>
          <w:sz w:val="24"/>
          <w:szCs w:val="24"/>
        </w:rPr>
      </w:pPr>
      <w:r>
        <w:rPr>
          <w:sz w:val="24"/>
          <w:szCs w:val="24"/>
        </w:rPr>
        <w:t>Утопический  социализм:  Хрестоматия  /Общ. Ред.  А.И.Володина/. – Политиздат,1982.</w:t>
      </w:r>
    </w:p>
    <w:p w:rsidR="007D096A" w:rsidRDefault="007D096A">
      <w:pPr>
        <w:numPr>
          <w:ilvl w:val="0"/>
          <w:numId w:val="17"/>
        </w:numPr>
        <w:spacing w:line="360" w:lineRule="auto"/>
        <w:rPr>
          <w:sz w:val="24"/>
          <w:szCs w:val="24"/>
        </w:rPr>
      </w:pPr>
      <w:r>
        <w:rPr>
          <w:sz w:val="24"/>
          <w:szCs w:val="24"/>
        </w:rPr>
        <w:t>Финдель  И.Г.  История  франк масонства. – СПб.,1872-1874, т.1.</w:t>
      </w:r>
    </w:p>
    <w:p w:rsidR="007D096A" w:rsidRDefault="007D096A">
      <w:pPr>
        <w:spacing w:line="360" w:lineRule="auto"/>
        <w:ind w:left="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09"/>
        <w:rPr>
          <w:sz w:val="24"/>
          <w:szCs w:val="24"/>
        </w:rPr>
      </w:pPr>
    </w:p>
    <w:p w:rsidR="007D096A" w:rsidRDefault="007D096A">
      <w:pPr>
        <w:spacing w:line="360" w:lineRule="auto"/>
        <w:ind w:firstLine="709"/>
        <w:rPr>
          <w:sz w:val="24"/>
          <w:szCs w:val="24"/>
        </w:rPr>
      </w:pPr>
      <w:r>
        <w:rPr>
          <w:sz w:val="24"/>
          <w:szCs w:val="24"/>
        </w:rPr>
        <w:t xml:space="preserve">                        </w:t>
      </w:r>
    </w:p>
    <w:p w:rsidR="007D096A" w:rsidRDefault="007D096A">
      <w:pPr>
        <w:spacing w:line="360" w:lineRule="auto"/>
        <w:ind w:firstLine="709"/>
        <w:rPr>
          <w:sz w:val="24"/>
          <w:szCs w:val="24"/>
        </w:rPr>
      </w:pPr>
      <w:r>
        <w:rPr>
          <w:sz w:val="24"/>
          <w:szCs w:val="24"/>
        </w:rPr>
        <w:t xml:space="preserve"> </w:t>
      </w: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spacing w:line="360" w:lineRule="auto"/>
        <w:ind w:firstLine="720"/>
        <w:rPr>
          <w:sz w:val="24"/>
          <w:szCs w:val="24"/>
        </w:rPr>
      </w:pPr>
    </w:p>
    <w:p w:rsidR="007D096A" w:rsidRDefault="007D096A">
      <w:pPr>
        <w:pStyle w:val="a3"/>
      </w:pPr>
      <w:bookmarkStart w:id="27" w:name="_GoBack"/>
      <w:bookmarkEnd w:id="27"/>
    </w:p>
    <w:sectPr w:rsidR="007D096A" w:rsidSect="007D096A">
      <w:headerReference w:type="default" r:id="rId7"/>
      <w:pgSz w:w="11906" w:h="16838"/>
      <w:pgMar w:top="709" w:right="7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833" w:rsidRDefault="002A5833">
      <w:r>
        <w:separator/>
      </w:r>
    </w:p>
  </w:endnote>
  <w:endnote w:type="continuationSeparator" w:id="0">
    <w:p w:rsidR="002A5833" w:rsidRDefault="002A5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833" w:rsidRDefault="002A5833">
      <w:r>
        <w:separator/>
      </w:r>
    </w:p>
  </w:footnote>
  <w:footnote w:type="continuationSeparator" w:id="0">
    <w:p w:rsidR="002A5833" w:rsidRDefault="002A5833">
      <w:r>
        <w:continuationSeparator/>
      </w:r>
    </w:p>
  </w:footnote>
  <w:footnote w:id="1">
    <w:p w:rsidR="002A5833" w:rsidRDefault="00503EB2">
      <w:pPr>
        <w:pStyle w:val="a3"/>
      </w:pPr>
      <w:r>
        <w:rPr>
          <w:rStyle w:val="a5"/>
        </w:rPr>
        <w:footnoteRef/>
      </w:r>
      <w:r>
        <w:t xml:space="preserve"> Иванов  В.Ф.  Русская  интеллигенция  и масонство,  от Петра  Первого  до наших  дней. 2-е  изд. –М.,1998, с.6</w:t>
      </w:r>
    </w:p>
  </w:footnote>
  <w:footnote w:id="2">
    <w:p w:rsidR="002A5833" w:rsidRDefault="00503EB2">
      <w:pPr>
        <w:pStyle w:val="a3"/>
      </w:pPr>
      <w:r>
        <w:rPr>
          <w:rStyle w:val="a5"/>
        </w:rPr>
        <w:footnoteRef/>
      </w:r>
      <w:r>
        <w:t xml:space="preserve"> Масонство /Авт. –сост. С.П, Мельгунов, Н.П. Сидоров. –Минск:Харвест,1998, с.7.</w:t>
      </w:r>
    </w:p>
  </w:footnote>
  <w:footnote w:id="3">
    <w:p w:rsidR="002A5833" w:rsidRDefault="00503EB2">
      <w:pPr>
        <w:pStyle w:val="a3"/>
      </w:pPr>
      <w:r>
        <w:rPr>
          <w:rStyle w:val="a5"/>
        </w:rPr>
        <w:footnoteRef/>
      </w:r>
      <w:r>
        <w:t xml:space="preserve"> Иванов  В.Ф.  Русская  интеллигенция  и  масонство: От  Петра 1  до  наших  дней. М.,1998, с.77</w:t>
      </w:r>
    </w:p>
  </w:footnote>
  <w:footnote w:id="4">
    <w:p w:rsidR="002A5833" w:rsidRDefault="00503EB2">
      <w:pPr>
        <w:pStyle w:val="a3"/>
      </w:pPr>
      <w:r>
        <w:rPr>
          <w:rStyle w:val="a5"/>
        </w:rPr>
        <w:footnoteRef/>
      </w:r>
      <w:r>
        <w:t xml:space="preserve"> Краткий  философский  словарь/Под  ред. М. Розенталя, П. Юдина. –М.:Полит.лит.,1954, с.363.</w:t>
      </w:r>
    </w:p>
  </w:footnote>
  <w:footnote w:id="5">
    <w:p w:rsidR="002A5833" w:rsidRDefault="00503EB2">
      <w:pPr>
        <w:pStyle w:val="a3"/>
      </w:pPr>
      <w:r>
        <w:rPr>
          <w:rStyle w:val="a5"/>
        </w:rPr>
        <w:footnoteRef/>
      </w:r>
      <w:r>
        <w:t xml:space="preserve"> Соловьев  О.Ф.  Масонство  в  мировой  политике </w:t>
      </w:r>
      <w:r>
        <w:sym w:font="Symbol" w:char="F043"/>
      </w:r>
      <w:r>
        <w:sym w:font="Symbol" w:char="F043"/>
      </w:r>
      <w:r>
        <w:t xml:space="preserve"> века. –М.:РОССПЭН,1998, с.13-14.</w:t>
      </w:r>
    </w:p>
  </w:footnote>
  <w:footnote w:id="6">
    <w:p w:rsidR="002A5833" w:rsidRDefault="00503EB2">
      <w:pPr>
        <w:pStyle w:val="a3"/>
      </w:pPr>
      <w:r>
        <w:rPr>
          <w:rStyle w:val="a5"/>
        </w:rPr>
        <w:footnoteRef/>
      </w:r>
      <w:r>
        <w:t xml:space="preserve"> Виппер  Р.Ю.  Общественные  учения и  исторические  теории </w:t>
      </w:r>
      <w:r>
        <w:sym w:font="Symbol" w:char="F043"/>
      </w:r>
      <w:r>
        <w:sym w:font="Symbol" w:char="F055"/>
      </w:r>
      <w:r>
        <w:sym w:font="Symbol" w:char="F049"/>
      </w:r>
      <w:r>
        <w:sym w:font="Symbol" w:char="F049"/>
      </w:r>
      <w:r>
        <w:sym w:font="Symbol" w:char="F049"/>
      </w:r>
      <w:r>
        <w:t xml:space="preserve"> и </w:t>
      </w:r>
      <w:r>
        <w:sym w:font="Symbol" w:char="F043"/>
      </w:r>
      <w:r>
        <w:sym w:font="Symbol" w:char="F049"/>
      </w:r>
      <w:r>
        <w:sym w:font="Symbol" w:char="F043"/>
      </w:r>
      <w:r>
        <w:t xml:space="preserve"> вв. на  Западе. – СПб,1900, с.61.</w:t>
      </w:r>
    </w:p>
  </w:footnote>
  <w:footnote w:id="7">
    <w:p w:rsidR="002A5833" w:rsidRDefault="00503EB2">
      <w:pPr>
        <w:pStyle w:val="a3"/>
      </w:pPr>
      <w:r>
        <w:rPr>
          <w:rStyle w:val="a5"/>
        </w:rPr>
        <w:footnoteRef/>
      </w:r>
      <w:r>
        <w:t xml:space="preserve"> Масонство /Авт.- сост. С.П. Мельгунов, Н.П. Сидоров. - М.:Харвест,1998, с.356.</w:t>
      </w:r>
    </w:p>
  </w:footnote>
  <w:footnote w:id="8">
    <w:p w:rsidR="002A5833" w:rsidRDefault="00503EB2">
      <w:pPr>
        <w:pStyle w:val="a3"/>
      </w:pPr>
      <w:r>
        <w:rPr>
          <w:rStyle w:val="a5"/>
        </w:rPr>
        <w:footnoteRef/>
      </w:r>
      <w:r>
        <w:t xml:space="preserve"> Утопический  социализм: Хрестоматия /Общ. ред.  А.И. Володина. –М.:Плитиздат,1982, с.13-14.</w:t>
      </w:r>
    </w:p>
  </w:footnote>
  <w:footnote w:id="9">
    <w:p w:rsidR="002A5833" w:rsidRDefault="00503EB2">
      <w:pPr>
        <w:pStyle w:val="a3"/>
      </w:pPr>
      <w:r>
        <w:rPr>
          <w:rStyle w:val="a5"/>
        </w:rPr>
        <w:footnoteRef/>
      </w:r>
      <w:r>
        <w:t xml:space="preserve"> Масонство  в мировой  политике  </w:t>
      </w:r>
      <w:r>
        <w:sym w:font="Symbol" w:char="F043"/>
      </w:r>
      <w:r>
        <w:sym w:font="Symbol" w:char="F043"/>
      </w:r>
      <w:r>
        <w:t xml:space="preserve"> века. –М.:РОССПЭН,1998, с.9.</w:t>
      </w:r>
    </w:p>
  </w:footnote>
  <w:footnote w:id="10">
    <w:p w:rsidR="002A5833" w:rsidRDefault="00503EB2">
      <w:pPr>
        <w:pStyle w:val="a3"/>
      </w:pPr>
      <w:r>
        <w:rPr>
          <w:rStyle w:val="a5"/>
        </w:rPr>
        <w:footnoteRef/>
      </w:r>
      <w:r>
        <w:t xml:space="preserve"> Трубецкой  С.И.  Учение  о  логосе  в  его  истории. –М.,1906, с.198.</w:t>
      </w:r>
    </w:p>
  </w:footnote>
  <w:footnote w:id="11">
    <w:p w:rsidR="002A5833" w:rsidRDefault="00503EB2">
      <w:pPr>
        <w:pStyle w:val="a3"/>
      </w:pPr>
      <w:r>
        <w:rPr>
          <w:rStyle w:val="a5"/>
        </w:rPr>
        <w:footnoteRef/>
      </w:r>
      <w:r>
        <w:t xml:space="preserve"> Тураев  Б.А.  История  Древнего  Востока. _Л.,1936, с.64.</w:t>
      </w:r>
    </w:p>
  </w:footnote>
  <w:footnote w:id="12">
    <w:p w:rsidR="002A5833" w:rsidRDefault="00503EB2">
      <w:pPr>
        <w:pStyle w:val="a3"/>
      </w:pPr>
      <w:r>
        <w:rPr>
          <w:rStyle w:val="a5"/>
        </w:rPr>
        <w:footnoteRef/>
      </w:r>
      <w:r>
        <w:t xml:space="preserve"> Финдель  И.Г.  История  франкмасонства. –СПб.,1872-1874, т.1., с.47.</w:t>
      </w:r>
    </w:p>
  </w:footnote>
  <w:footnote w:id="13">
    <w:p w:rsidR="002A5833" w:rsidRDefault="00503EB2">
      <w:pPr>
        <w:pStyle w:val="a3"/>
      </w:pPr>
      <w:r>
        <w:rPr>
          <w:rStyle w:val="a5"/>
        </w:rPr>
        <w:footnoteRef/>
      </w:r>
      <w:r>
        <w:t xml:space="preserve"> Иванов  В.Ф.  Русская  интеллигенция  и масонство. От  Петра 1 до  наших  дней. –М.,1998, с.65.</w:t>
      </w:r>
    </w:p>
  </w:footnote>
  <w:footnote w:id="14">
    <w:p w:rsidR="002A5833" w:rsidRDefault="00503EB2">
      <w:pPr>
        <w:pStyle w:val="a3"/>
      </w:pPr>
      <w:r>
        <w:rPr>
          <w:rStyle w:val="a5"/>
        </w:rPr>
        <w:footnoteRef/>
      </w:r>
      <w:r>
        <w:t xml:space="preserve"> Боровой  А.А.  Современное  масонство  на  Западе. –М.,1922, с.14=15.</w:t>
      </w:r>
    </w:p>
  </w:footnote>
  <w:footnote w:id="15">
    <w:p w:rsidR="002A5833" w:rsidRDefault="00503EB2">
      <w:pPr>
        <w:pStyle w:val="a3"/>
      </w:pPr>
      <w:r>
        <w:rPr>
          <w:rStyle w:val="a5"/>
        </w:rPr>
        <w:footnoteRef/>
      </w:r>
      <w:r>
        <w:t xml:space="preserve"> Иванов  В.Ф.  Русская  интеллигенция  и  масонство… - М.,1998, с.69.</w:t>
      </w:r>
    </w:p>
  </w:footnote>
  <w:footnote w:id="16">
    <w:p w:rsidR="002A5833" w:rsidRDefault="00503EB2">
      <w:pPr>
        <w:pStyle w:val="a3"/>
      </w:pPr>
      <w:r>
        <w:rPr>
          <w:rStyle w:val="a5"/>
        </w:rPr>
        <w:footnoteRef/>
      </w:r>
      <w:r>
        <w:t xml:space="preserve"> Масонство /Авт.- сост. С.П. Мельгунов, Н.П. Сидоров. –Мн.,1998, с.359.</w:t>
      </w:r>
    </w:p>
  </w:footnote>
  <w:footnote w:id="17">
    <w:p w:rsidR="002A5833" w:rsidRDefault="00503EB2">
      <w:pPr>
        <w:pStyle w:val="a3"/>
      </w:pPr>
      <w:r>
        <w:rPr>
          <w:rStyle w:val="a5"/>
        </w:rPr>
        <w:footnoteRef/>
      </w:r>
      <w:r>
        <w:t xml:space="preserve"> Там  же, с.360.</w:t>
      </w:r>
    </w:p>
  </w:footnote>
  <w:footnote w:id="18">
    <w:p w:rsidR="002A5833" w:rsidRDefault="00503EB2">
      <w:pPr>
        <w:pStyle w:val="a3"/>
      </w:pPr>
      <w:r>
        <w:rPr>
          <w:rStyle w:val="a5"/>
        </w:rPr>
        <w:footnoteRef/>
      </w:r>
      <w:r>
        <w:t xml:space="preserve"> Символика  масонства /из  серии  «Тайные  знания»/. –М.:Гелиос,1996, с.39.</w:t>
      </w:r>
    </w:p>
  </w:footnote>
  <w:footnote w:id="19">
    <w:p w:rsidR="002A5833" w:rsidRDefault="00503EB2">
      <w:pPr>
        <w:pStyle w:val="a3"/>
      </w:pPr>
      <w:r>
        <w:rPr>
          <w:rStyle w:val="a5"/>
        </w:rPr>
        <w:footnoteRef/>
      </w:r>
      <w:r>
        <w:t xml:space="preserve"> Символика  масонства. –М.,1996, с.42,46,48.</w:t>
      </w:r>
    </w:p>
  </w:footnote>
  <w:footnote w:id="20">
    <w:p w:rsidR="002A5833" w:rsidRDefault="00503EB2">
      <w:pPr>
        <w:pStyle w:val="a3"/>
      </w:pPr>
      <w:r>
        <w:rPr>
          <w:rStyle w:val="a5"/>
        </w:rPr>
        <w:footnoteRef/>
      </w:r>
      <w:r>
        <w:t xml:space="preserve"> Масонство  в  Англии: научно-популярное  издание. –М.: Харвест, 1997, с.25.</w:t>
      </w:r>
    </w:p>
  </w:footnote>
  <w:footnote w:id="21">
    <w:p w:rsidR="002A5833" w:rsidRDefault="00503EB2">
      <w:pPr>
        <w:pStyle w:val="a3"/>
      </w:pPr>
      <w:r>
        <w:rPr>
          <w:rStyle w:val="a5"/>
        </w:rPr>
        <w:footnoteRef/>
      </w:r>
      <w:r>
        <w:t xml:space="preserve"> Иванов В.Ф.  Русская  интеллигенция  и   масонство: от  Петра 1  до наших  дней. –М.,1998, с.81.</w:t>
      </w:r>
    </w:p>
  </w:footnote>
  <w:footnote w:id="22">
    <w:p w:rsidR="002A5833" w:rsidRDefault="00503EB2">
      <w:pPr>
        <w:pStyle w:val="a3"/>
      </w:pPr>
      <w:r>
        <w:rPr>
          <w:rStyle w:val="a5"/>
        </w:rPr>
        <w:footnoteRef/>
      </w:r>
      <w:r>
        <w:t xml:space="preserve"> Марков Н.Е.  Войны  темных  сил. –Париж,1928-1930, с.79.</w:t>
      </w:r>
    </w:p>
  </w:footnote>
  <w:footnote w:id="23">
    <w:p w:rsidR="002A5833" w:rsidRDefault="00503EB2">
      <w:pPr>
        <w:pStyle w:val="a3"/>
      </w:pPr>
      <w:r>
        <w:rPr>
          <w:rStyle w:val="a5"/>
        </w:rPr>
        <w:footnoteRef/>
      </w:r>
      <w:r>
        <w:t xml:space="preserve"> Ревуненков В.Г. Очерки  по  истории  Великой  Французской  революции. Падение  монархии 1789-1792.-Л.:ЛГУ,1982, с.22.</w:t>
      </w:r>
    </w:p>
  </w:footnote>
  <w:footnote w:id="24">
    <w:p w:rsidR="002A5833" w:rsidRDefault="00503EB2">
      <w:pPr>
        <w:pStyle w:val="a3"/>
      </w:pPr>
      <w:r>
        <w:rPr>
          <w:rStyle w:val="a5"/>
        </w:rPr>
        <w:footnoteRef/>
      </w:r>
      <w:r>
        <w:t xml:space="preserve"> Иванов  В.Ф.  Русская  интеллигенция  и  масонство: от Петра 1  до  наших  дней. –М.,1998, с.85.</w:t>
      </w:r>
    </w:p>
  </w:footnote>
  <w:footnote w:id="25">
    <w:p w:rsidR="002A5833" w:rsidRDefault="00503EB2">
      <w:pPr>
        <w:pStyle w:val="a3"/>
      </w:pPr>
      <w:r>
        <w:rPr>
          <w:rStyle w:val="a5"/>
        </w:rPr>
        <w:footnoteRef/>
      </w:r>
      <w:r>
        <w:t xml:space="preserve"> Иванов В.Ф.  Русская  интеллигенция   и  масонство. От  Петра  до  наших  дней. –М.,1998, с.87.</w:t>
      </w:r>
    </w:p>
  </w:footnote>
  <w:footnote w:id="26">
    <w:p w:rsidR="002A5833" w:rsidRDefault="00503EB2">
      <w:pPr>
        <w:pStyle w:val="a3"/>
      </w:pPr>
      <w:r>
        <w:rPr>
          <w:rStyle w:val="a5"/>
        </w:rPr>
        <w:footnoteRef/>
      </w:r>
      <w:r>
        <w:t xml:space="preserve"> Масонство. –Мн.: Харвест,1998, с.582.</w:t>
      </w:r>
    </w:p>
  </w:footnote>
  <w:footnote w:id="27">
    <w:p w:rsidR="002A5833" w:rsidRDefault="00503EB2">
      <w:pPr>
        <w:pStyle w:val="a3"/>
      </w:pPr>
      <w:r>
        <w:rPr>
          <w:rStyle w:val="a5"/>
        </w:rPr>
        <w:footnoteRef/>
      </w:r>
      <w:r>
        <w:t xml:space="preserve"> Соловьев О.Ф.  Масонство  в   мировой  политике </w:t>
      </w:r>
      <w:r>
        <w:sym w:font="Symbol" w:char="F043"/>
      </w:r>
      <w:r>
        <w:sym w:font="Symbol" w:char="F043"/>
      </w:r>
      <w:r>
        <w:t xml:space="preserve"> века. –М.:РОССПЭН,1998.</w:t>
      </w:r>
    </w:p>
  </w:footnote>
  <w:footnote w:id="28">
    <w:p w:rsidR="002A5833" w:rsidRDefault="00503EB2">
      <w:pPr>
        <w:pStyle w:val="a3"/>
      </w:pPr>
      <w:r>
        <w:rPr>
          <w:rStyle w:val="a5"/>
        </w:rPr>
        <w:footnoteRef/>
      </w:r>
      <w:r>
        <w:t xml:space="preserve"> Велишевский К.Ф.  Петр  Великий. –М.,1908, с.15.</w:t>
      </w:r>
    </w:p>
  </w:footnote>
  <w:footnote w:id="29">
    <w:p w:rsidR="002A5833" w:rsidRDefault="00503EB2">
      <w:pPr>
        <w:pStyle w:val="a3"/>
      </w:pPr>
      <w:r>
        <w:rPr>
          <w:rStyle w:val="a5"/>
        </w:rPr>
        <w:footnoteRef/>
      </w:r>
      <w:r>
        <w:t xml:space="preserve"> Бакунин Т.А. Знаменитые  русские  масоны. Вольные  каменщики. –М.,1991, с.30.</w:t>
      </w:r>
    </w:p>
  </w:footnote>
  <w:footnote w:id="30">
    <w:p w:rsidR="002A5833" w:rsidRDefault="00503EB2">
      <w:pPr>
        <w:pStyle w:val="a3"/>
      </w:pPr>
      <w:r>
        <w:rPr>
          <w:rStyle w:val="a5"/>
        </w:rPr>
        <w:footnoteRef/>
      </w:r>
      <w:r>
        <w:t xml:space="preserve"> Пайпс Р. Россия  при  старом  режиме. –М.: Независимая  газета,1993, с.337.</w:t>
      </w:r>
    </w:p>
  </w:footnote>
  <w:footnote w:id="31">
    <w:p w:rsidR="002A5833" w:rsidRDefault="00503EB2">
      <w:pPr>
        <w:pStyle w:val="a3"/>
      </w:pPr>
      <w:r>
        <w:rPr>
          <w:rStyle w:val="a5"/>
        </w:rPr>
        <w:footnoteRef/>
      </w:r>
      <w:r>
        <w:t xml:space="preserve"> Масонство. –Мн,:Харвест,1998, с.152.</w:t>
      </w:r>
    </w:p>
  </w:footnote>
  <w:footnote w:id="32">
    <w:p w:rsidR="002A5833" w:rsidRDefault="00503EB2">
      <w:pPr>
        <w:pStyle w:val="a3"/>
      </w:pPr>
      <w:r>
        <w:rPr>
          <w:rStyle w:val="a5"/>
        </w:rPr>
        <w:footnoteRef/>
      </w:r>
      <w:r>
        <w:t xml:space="preserve"> Пыпин А.Н.  Масонство  в  России. </w:t>
      </w:r>
      <w:r>
        <w:sym w:font="Symbol" w:char="F043"/>
      </w:r>
      <w:r>
        <w:sym w:font="Symbol" w:char="F055"/>
      </w:r>
      <w:r>
        <w:sym w:font="Symbol" w:char="F049"/>
      </w:r>
      <w:r>
        <w:sym w:font="Symbol" w:char="F049"/>
      </w:r>
      <w:r>
        <w:sym w:font="Symbol" w:char="F049"/>
      </w:r>
      <w:r>
        <w:t xml:space="preserve"> и первая  четверть </w:t>
      </w:r>
      <w:r>
        <w:sym w:font="Symbol" w:char="F043"/>
      </w:r>
      <w:r>
        <w:sym w:font="Symbol" w:char="F049"/>
      </w:r>
      <w:r>
        <w:sym w:font="Symbol" w:char="F043"/>
      </w:r>
      <w:r>
        <w:t xml:space="preserve"> в. –М.:ВЕК,1997, с.136.</w:t>
      </w:r>
    </w:p>
  </w:footnote>
  <w:footnote w:id="33">
    <w:p w:rsidR="002A5833" w:rsidRDefault="00503EB2">
      <w:pPr>
        <w:pStyle w:val="a3"/>
      </w:pPr>
      <w:r>
        <w:rPr>
          <w:rStyle w:val="a5"/>
        </w:rPr>
        <w:footnoteRef/>
      </w:r>
      <w:r>
        <w:t xml:space="preserve"> Елагин И.П. Записка. –Русский  архив,1864, с.586-604.</w:t>
      </w:r>
    </w:p>
  </w:footnote>
  <w:footnote w:id="34">
    <w:p w:rsidR="002A5833" w:rsidRDefault="00503EB2">
      <w:pPr>
        <w:pStyle w:val="a3"/>
      </w:pPr>
      <w:r>
        <w:rPr>
          <w:rStyle w:val="a5"/>
        </w:rPr>
        <w:footnoteRef/>
      </w:r>
      <w:r>
        <w:t xml:space="preserve"> Соколовская Т.О. Русское  масонство и его  значение  в  истории  общественного  движения /</w:t>
      </w:r>
      <w:r>
        <w:sym w:font="Symbol" w:char="F043"/>
      </w:r>
      <w:r>
        <w:sym w:font="Symbol" w:char="F055"/>
      </w:r>
      <w:r>
        <w:sym w:font="Symbol" w:char="F049"/>
      </w:r>
      <w:r>
        <w:sym w:font="Symbol" w:char="F049"/>
      </w:r>
      <w:r>
        <w:sym w:font="Symbol" w:char="F049"/>
      </w:r>
      <w:r>
        <w:t xml:space="preserve"> и первая  четверть </w:t>
      </w:r>
      <w:r>
        <w:sym w:font="Symbol" w:char="F043"/>
      </w:r>
      <w:r>
        <w:sym w:font="Symbol" w:char="F049"/>
      </w:r>
      <w:r>
        <w:sym w:font="Symbol" w:char="F043"/>
      </w:r>
      <w:r>
        <w:t xml:space="preserve"> столетия/. –СПб.,1907, с.154.</w:t>
      </w:r>
    </w:p>
  </w:footnote>
  <w:footnote w:id="35">
    <w:p w:rsidR="002A5833" w:rsidRDefault="00503EB2">
      <w:pPr>
        <w:pStyle w:val="a3"/>
      </w:pPr>
      <w:r>
        <w:rPr>
          <w:rStyle w:val="a5"/>
        </w:rPr>
        <w:footnoteRef/>
      </w:r>
      <w:r>
        <w:t xml:space="preserve"> Бакунина Т.А. Знаменитые  русские  масоны. –М.,1991, с.99.</w:t>
      </w:r>
    </w:p>
  </w:footnote>
  <w:footnote w:id="36">
    <w:p w:rsidR="002A5833" w:rsidRDefault="00503EB2">
      <w:pPr>
        <w:pStyle w:val="a3"/>
      </w:pPr>
      <w:r>
        <w:rPr>
          <w:rStyle w:val="a5"/>
        </w:rPr>
        <w:footnoteRef/>
      </w:r>
      <w:r>
        <w:t xml:space="preserve"> Иванов В.Ф.  Русская  интеллигенция  и масонство. –М.,1998, с.139-140.</w:t>
      </w:r>
    </w:p>
  </w:footnote>
  <w:footnote w:id="37">
    <w:p w:rsidR="002A5833" w:rsidRDefault="00503EB2">
      <w:pPr>
        <w:pStyle w:val="a3"/>
      </w:pPr>
      <w:r>
        <w:rPr>
          <w:rStyle w:val="a5"/>
        </w:rPr>
        <w:footnoteRef/>
      </w:r>
      <w:r>
        <w:t xml:space="preserve"> Вернадский  Г.В,  Русское  масонство  в  царствование  Екатерины </w:t>
      </w:r>
      <w:r>
        <w:sym w:font="Symbol" w:char="F049"/>
      </w:r>
      <w:r>
        <w:sym w:font="Symbol" w:char="F049"/>
      </w:r>
      <w:r>
        <w:t>. –Пг,1917, с.115.</w:t>
      </w:r>
    </w:p>
  </w:footnote>
  <w:footnote w:id="38">
    <w:p w:rsidR="002A5833" w:rsidRDefault="00503EB2">
      <w:pPr>
        <w:pStyle w:val="a3"/>
      </w:pPr>
      <w:r>
        <w:rPr>
          <w:rStyle w:val="a5"/>
        </w:rPr>
        <w:footnoteRef/>
      </w:r>
      <w:r>
        <w:t xml:space="preserve"> Пыпин А.Н.  Масонство  в России, </w:t>
      </w:r>
      <w:r>
        <w:sym w:font="Symbol" w:char="F043"/>
      </w:r>
      <w:r>
        <w:sym w:font="Symbol" w:char="F055"/>
      </w:r>
      <w:r>
        <w:sym w:font="Symbol" w:char="F049"/>
      </w:r>
      <w:r>
        <w:sym w:font="Symbol" w:char="F049"/>
      </w:r>
      <w:r>
        <w:sym w:font="Symbol" w:char="F049"/>
      </w:r>
      <w:r>
        <w:t xml:space="preserve"> и  первая  четверть  </w:t>
      </w:r>
      <w:r>
        <w:sym w:font="Symbol" w:char="F043"/>
      </w:r>
      <w:r>
        <w:sym w:font="Symbol" w:char="F049"/>
      </w:r>
      <w:r>
        <w:sym w:font="Symbol" w:char="F043"/>
      </w:r>
      <w:r>
        <w:t xml:space="preserve"> в. –М.,1997, с.102.</w:t>
      </w:r>
    </w:p>
  </w:footnote>
  <w:footnote w:id="39">
    <w:p w:rsidR="002A5833" w:rsidRDefault="00503EB2">
      <w:pPr>
        <w:pStyle w:val="a3"/>
      </w:pPr>
      <w:r>
        <w:rPr>
          <w:rStyle w:val="a5"/>
        </w:rPr>
        <w:footnoteRef/>
      </w:r>
      <w:r>
        <w:t xml:space="preserve"> Пыпин А.Н.  Масонство  в России, </w:t>
      </w:r>
      <w:r>
        <w:sym w:font="Symbol" w:char="F043"/>
      </w:r>
      <w:r>
        <w:sym w:font="Symbol" w:char="F055"/>
      </w:r>
      <w:r>
        <w:sym w:font="Symbol" w:char="F049"/>
      </w:r>
      <w:r>
        <w:sym w:font="Symbol" w:char="F049"/>
      </w:r>
      <w:r>
        <w:sym w:font="Symbol" w:char="F049"/>
      </w:r>
      <w:r>
        <w:t xml:space="preserve"> и  первая  четверть </w:t>
      </w:r>
      <w:r>
        <w:sym w:font="Symbol" w:char="F043"/>
      </w:r>
      <w:r>
        <w:sym w:font="Symbol" w:char="F049"/>
      </w:r>
      <w:r>
        <w:sym w:font="Symbol" w:char="F043"/>
      </w:r>
      <w:r>
        <w:t xml:space="preserve"> в. –М.,1997, с.103.</w:t>
      </w:r>
    </w:p>
  </w:footnote>
  <w:footnote w:id="40">
    <w:p w:rsidR="002A5833" w:rsidRDefault="00503EB2">
      <w:pPr>
        <w:pStyle w:val="a3"/>
      </w:pPr>
      <w:r>
        <w:rPr>
          <w:rStyle w:val="a5"/>
        </w:rPr>
        <w:footnoteRef/>
      </w:r>
      <w:r>
        <w:t xml:space="preserve"> Пыпин А.Н. Масонство  в  России… - М.,1997, с.112.</w:t>
      </w:r>
    </w:p>
  </w:footnote>
  <w:footnote w:id="41">
    <w:p w:rsidR="002A5833" w:rsidRDefault="00503EB2">
      <w:pPr>
        <w:pStyle w:val="a3"/>
      </w:pPr>
      <w:r>
        <w:rPr>
          <w:rStyle w:val="a5"/>
        </w:rPr>
        <w:footnoteRef/>
      </w:r>
      <w:r>
        <w:t xml:space="preserve"> Пыпин А.Н. Масонство  в  России… - М.,1997, с.127-128.</w:t>
      </w:r>
    </w:p>
  </w:footnote>
  <w:footnote w:id="42">
    <w:p w:rsidR="002A5833" w:rsidRDefault="00503EB2">
      <w:pPr>
        <w:pStyle w:val="a3"/>
      </w:pPr>
      <w:r>
        <w:rPr>
          <w:rStyle w:val="a5"/>
        </w:rPr>
        <w:footnoteRef/>
      </w:r>
      <w:r>
        <w:t xml:space="preserve"> Масонство: /сборник/. Репринтное  издание. –М.:СП  «ИКПА»,1991.</w:t>
      </w:r>
    </w:p>
  </w:footnote>
  <w:footnote w:id="43">
    <w:p w:rsidR="002A5833" w:rsidRDefault="00503EB2">
      <w:pPr>
        <w:pStyle w:val="a3"/>
      </w:pPr>
      <w:r>
        <w:rPr>
          <w:rStyle w:val="a5"/>
        </w:rPr>
        <w:footnoteRef/>
      </w:r>
      <w:r>
        <w:t xml:space="preserve"> Масонство. – Мн.: Харвест,1998, с.216.</w:t>
      </w:r>
    </w:p>
  </w:footnote>
  <w:footnote w:id="44">
    <w:p w:rsidR="002A5833" w:rsidRDefault="00503EB2">
      <w:pPr>
        <w:pStyle w:val="a3"/>
      </w:pPr>
      <w:r>
        <w:rPr>
          <w:rStyle w:val="a5"/>
        </w:rPr>
        <w:footnoteRef/>
      </w:r>
      <w:r>
        <w:t xml:space="preserve"> Пыпин  А.Н. Масонство  в  России… - М.,1997, с.191.</w:t>
      </w:r>
    </w:p>
  </w:footnote>
  <w:footnote w:id="45">
    <w:p w:rsidR="002A5833" w:rsidRDefault="00503EB2">
      <w:pPr>
        <w:pStyle w:val="a3"/>
      </w:pPr>
      <w:r>
        <w:rPr>
          <w:rStyle w:val="a5"/>
        </w:rPr>
        <w:footnoteRef/>
      </w:r>
      <w:r>
        <w:t xml:space="preserve"> Масонство: /сборник/. – М.: ИКПА,1991, с.272.</w:t>
      </w:r>
    </w:p>
  </w:footnote>
  <w:footnote w:id="46">
    <w:p w:rsidR="002A5833" w:rsidRDefault="00503EB2">
      <w:pPr>
        <w:pStyle w:val="a3"/>
      </w:pPr>
      <w:r>
        <w:rPr>
          <w:rStyle w:val="a5"/>
        </w:rPr>
        <w:footnoteRef/>
      </w:r>
      <w:r>
        <w:t xml:space="preserve"> Пыпин А.Н.  Масонство  в  России… - М.;1997, с.232.</w:t>
      </w:r>
    </w:p>
  </w:footnote>
  <w:footnote w:id="47">
    <w:p w:rsidR="002A5833" w:rsidRDefault="00503EB2">
      <w:pPr>
        <w:pStyle w:val="a3"/>
      </w:pPr>
      <w:r>
        <w:rPr>
          <w:rStyle w:val="a5"/>
        </w:rPr>
        <w:footnoteRef/>
      </w:r>
      <w:r>
        <w:t xml:space="preserve"> Пыпин А.Н,  Масонство  в  России. – М.,1997, с.239.</w:t>
      </w:r>
    </w:p>
  </w:footnote>
  <w:footnote w:id="48">
    <w:p w:rsidR="002A5833" w:rsidRDefault="00503EB2">
      <w:pPr>
        <w:pStyle w:val="a3"/>
      </w:pPr>
      <w:r>
        <w:rPr>
          <w:rStyle w:val="a5"/>
        </w:rPr>
        <w:footnoteRef/>
      </w:r>
      <w:r>
        <w:t xml:space="preserve"> Пыпин А.Н.  Масонство в России, </w:t>
      </w:r>
      <w:r>
        <w:sym w:font="Symbol" w:char="F043"/>
      </w:r>
      <w:r>
        <w:sym w:font="Symbol" w:char="F055"/>
      </w:r>
      <w:r>
        <w:sym w:font="Symbol" w:char="F049"/>
      </w:r>
      <w:r>
        <w:sym w:font="Symbol" w:char="F049"/>
      </w:r>
      <w:r>
        <w:sym w:font="Symbol" w:char="F049"/>
      </w:r>
      <w:r>
        <w:t xml:space="preserve"> и  первая  четверть  </w:t>
      </w:r>
      <w:r>
        <w:sym w:font="Symbol" w:char="F043"/>
      </w:r>
      <w:r>
        <w:sym w:font="Symbol" w:char="F049"/>
      </w:r>
      <w:r>
        <w:sym w:font="Symbol" w:char="F043"/>
      </w:r>
      <w:r>
        <w:t xml:space="preserve"> в. – М.,1997, с.398-401.</w:t>
      </w:r>
    </w:p>
  </w:footnote>
  <w:footnote w:id="49">
    <w:p w:rsidR="002A5833" w:rsidRDefault="00503EB2">
      <w:pPr>
        <w:pStyle w:val="a3"/>
      </w:pPr>
      <w:r>
        <w:rPr>
          <w:rStyle w:val="a5"/>
        </w:rPr>
        <w:footnoteRef/>
      </w:r>
      <w:r>
        <w:t xml:space="preserve"> Иванов В.Ф. Русская  интеллигенция  и  масонство… -М.,1998, с.217.</w:t>
      </w:r>
    </w:p>
  </w:footnote>
  <w:footnote w:id="50">
    <w:p w:rsidR="002A5833" w:rsidRDefault="00503EB2">
      <w:pPr>
        <w:pStyle w:val="a3"/>
      </w:pPr>
      <w:r>
        <w:rPr>
          <w:rStyle w:val="a5"/>
        </w:rPr>
        <w:footnoteRef/>
      </w:r>
      <w:r>
        <w:t xml:space="preserve"> Вернадский  Г.В.  Русское  масонство  в  царствование  Екатерины  </w:t>
      </w:r>
      <w:r>
        <w:sym w:font="Symbol" w:char="F049"/>
      </w:r>
      <w:r>
        <w:sym w:font="Symbol" w:char="F049"/>
      </w:r>
      <w:r>
        <w:t>. - Пг.,1917, с.177.</w:t>
      </w:r>
    </w:p>
  </w:footnote>
  <w:footnote w:id="51">
    <w:p w:rsidR="002A5833" w:rsidRDefault="00503EB2">
      <w:pPr>
        <w:pStyle w:val="a3"/>
      </w:pPr>
      <w:r>
        <w:rPr>
          <w:rStyle w:val="a5"/>
        </w:rPr>
        <w:footnoteRef/>
      </w:r>
      <w:r>
        <w:t xml:space="preserve"> Россия  </w:t>
      </w:r>
      <w:r>
        <w:sym w:font="Symbol" w:char="F043"/>
      </w:r>
      <w:r>
        <w:sym w:font="Symbol" w:char="F055"/>
      </w:r>
      <w:r>
        <w:sym w:font="Symbol" w:char="F049"/>
      </w:r>
      <w:r>
        <w:sym w:font="Symbol" w:char="F049"/>
      </w:r>
      <w:r>
        <w:sym w:font="Symbol" w:char="F049"/>
      </w:r>
      <w:r>
        <w:t xml:space="preserve"> столетия  в издании  Вольной  русской  типографии  А.И.Герцена  и  Н.П.Огарева. Записки  сенатора И.В.Лопухина. 1859 Лондон /репринтное  воспроизведение/. –М.: Наука,1990, с.74.</w:t>
      </w:r>
    </w:p>
  </w:footnote>
  <w:footnote w:id="52">
    <w:p w:rsidR="002A5833" w:rsidRDefault="00503EB2">
      <w:pPr>
        <w:pStyle w:val="a3"/>
      </w:pPr>
      <w:r>
        <w:rPr>
          <w:rStyle w:val="a5"/>
        </w:rPr>
        <w:footnoteRef/>
      </w:r>
      <w:r>
        <w:t xml:space="preserve"> Там  же, с.76.</w:t>
      </w:r>
    </w:p>
  </w:footnote>
  <w:footnote w:id="53">
    <w:p w:rsidR="002A5833" w:rsidRDefault="00503EB2">
      <w:pPr>
        <w:pStyle w:val="a3"/>
      </w:pPr>
      <w:r>
        <w:rPr>
          <w:rStyle w:val="a5"/>
        </w:rPr>
        <w:footnoteRef/>
      </w:r>
      <w:r>
        <w:t xml:space="preserve"> Иванов В.Ф. Русская  интеллигенция  и масонство… - М.,1998, с.231 Записки  Августа  Коцебу.  Цареубийство  11  марта  1801  года. – СПб.,1908, с.367-369.</w:t>
      </w:r>
    </w:p>
  </w:footnote>
  <w:footnote w:id="54">
    <w:p w:rsidR="002A5833" w:rsidRDefault="00503EB2">
      <w:pPr>
        <w:pStyle w:val="a3"/>
      </w:pPr>
      <w:r>
        <w:rPr>
          <w:rStyle w:val="a5"/>
        </w:rPr>
        <w:footnoteRef/>
      </w:r>
      <w:r>
        <w:t xml:space="preserve"> Иванов В.Ф.  Русская  интеллигенция  и  масонство… - М.,1998, с.232-242.</w:t>
      </w:r>
    </w:p>
  </w:footnote>
  <w:footnote w:id="55">
    <w:p w:rsidR="002A5833" w:rsidRDefault="00503EB2">
      <w:pPr>
        <w:pStyle w:val="a3"/>
      </w:pPr>
      <w:r>
        <w:rPr>
          <w:rStyle w:val="a5"/>
        </w:rPr>
        <w:footnoteRef/>
      </w:r>
      <w:r>
        <w:t xml:space="preserve"> Соловьев О.Ф.  Масонство  в  мировой  политике  </w:t>
      </w:r>
      <w:r>
        <w:sym w:font="Symbol" w:char="F043"/>
      </w:r>
      <w:r>
        <w:sym w:font="Symbol" w:char="F043"/>
      </w:r>
      <w:r>
        <w:t xml:space="preserve"> века. – М.,1998, с.36.</w:t>
      </w:r>
    </w:p>
  </w:footnote>
  <w:footnote w:id="56">
    <w:p w:rsidR="002A5833" w:rsidRDefault="00503EB2">
      <w:pPr>
        <w:pStyle w:val="a3"/>
      </w:pPr>
      <w:r>
        <w:rPr>
          <w:rStyle w:val="a5"/>
        </w:rPr>
        <w:footnoteRef/>
      </w:r>
      <w:r>
        <w:t xml:space="preserve"> Там  же, с.37.</w:t>
      </w:r>
    </w:p>
  </w:footnote>
  <w:footnote w:id="57">
    <w:p w:rsidR="002A5833" w:rsidRDefault="00503EB2">
      <w:pPr>
        <w:pStyle w:val="a3"/>
      </w:pPr>
      <w:r>
        <w:rPr>
          <w:rStyle w:val="a5"/>
        </w:rPr>
        <w:footnoteRef/>
      </w:r>
      <w:r>
        <w:t xml:space="preserve"> Литературная  газета, 13  декабря  1989.</w:t>
      </w:r>
    </w:p>
  </w:footnote>
  <w:footnote w:id="58">
    <w:p w:rsidR="002A5833" w:rsidRDefault="00503EB2">
      <w:pPr>
        <w:pStyle w:val="a3"/>
      </w:pPr>
      <w:r>
        <w:rPr>
          <w:rStyle w:val="a5"/>
        </w:rPr>
        <w:footnoteRef/>
      </w:r>
      <w:r>
        <w:t xml:space="preserve"> Платонов О.А.  Терновый  венец  России. История  масонства  1731-1996. – М.:Родник,1996,3 с.407-408.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EB2" w:rsidRDefault="00503EB2" w:rsidP="007D096A">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739D7">
      <w:rPr>
        <w:rStyle w:val="a8"/>
        <w:noProof/>
      </w:rPr>
      <w:t>2</w:t>
    </w:r>
    <w:r>
      <w:rPr>
        <w:rStyle w:val="a8"/>
      </w:rPr>
      <w:fldChar w:fldCharType="end"/>
    </w:r>
  </w:p>
  <w:p w:rsidR="00503EB2" w:rsidRDefault="00503EB2" w:rsidP="006A781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F1492"/>
    <w:multiLevelType w:val="multilevel"/>
    <w:tmpl w:val="B422344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7227FE"/>
    <w:multiLevelType w:val="multilevel"/>
    <w:tmpl w:val="FF863C8E"/>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50E6B94"/>
    <w:multiLevelType w:val="multilevel"/>
    <w:tmpl w:val="BA889BC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B9F682C"/>
    <w:multiLevelType w:val="multilevel"/>
    <w:tmpl w:val="F8D0D96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F5D5907"/>
    <w:multiLevelType w:val="singleLevel"/>
    <w:tmpl w:val="3E68A4AA"/>
    <w:lvl w:ilvl="0">
      <w:start w:val="1"/>
      <w:numFmt w:val="decimal"/>
      <w:lvlText w:val="%1."/>
      <w:lvlJc w:val="left"/>
      <w:pPr>
        <w:tabs>
          <w:tab w:val="num" w:pos="1080"/>
        </w:tabs>
        <w:ind w:left="1080" w:hanging="360"/>
      </w:pPr>
      <w:rPr>
        <w:rFonts w:hint="default"/>
      </w:rPr>
    </w:lvl>
  </w:abstractNum>
  <w:abstractNum w:abstractNumId="5">
    <w:nsid w:val="1F831BAD"/>
    <w:multiLevelType w:val="multilevel"/>
    <w:tmpl w:val="CE6A646A"/>
    <w:lvl w:ilvl="0">
      <w:start w:val="1"/>
      <w:numFmt w:val="decimal"/>
      <w:lvlText w:val="%1."/>
      <w:lvlJc w:val="left"/>
      <w:pPr>
        <w:tabs>
          <w:tab w:val="num" w:pos="540"/>
        </w:tabs>
        <w:ind w:left="540" w:hanging="540"/>
      </w:pPr>
      <w:rPr>
        <w:rFonts w:hint="default"/>
      </w:rPr>
    </w:lvl>
    <w:lvl w:ilvl="1">
      <w:start w:val="5"/>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3233FC1"/>
    <w:multiLevelType w:val="multilevel"/>
    <w:tmpl w:val="FEFCC83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D9A19F3"/>
    <w:multiLevelType w:val="multilevel"/>
    <w:tmpl w:val="56D6E92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45E23439"/>
    <w:multiLevelType w:val="multilevel"/>
    <w:tmpl w:val="48263CBA"/>
    <w:lvl w:ilvl="0">
      <w:start w:val="1"/>
      <w:numFmt w:val="decimal"/>
      <w:lvlText w:val="%1."/>
      <w:lvlJc w:val="left"/>
      <w:pPr>
        <w:tabs>
          <w:tab w:val="num" w:pos="1110"/>
        </w:tabs>
        <w:ind w:left="1110" w:hanging="1110"/>
      </w:pPr>
      <w:rPr>
        <w:rFonts w:hint="default"/>
      </w:rPr>
    </w:lvl>
    <w:lvl w:ilvl="1">
      <w:start w:val="2"/>
      <w:numFmt w:val="decimal"/>
      <w:lvlText w:val="%1.%2."/>
      <w:lvlJc w:val="left"/>
      <w:pPr>
        <w:tabs>
          <w:tab w:val="num" w:pos="1110"/>
        </w:tabs>
        <w:ind w:left="1110" w:hanging="1110"/>
      </w:pPr>
      <w:rPr>
        <w:rFonts w:hint="default"/>
      </w:rPr>
    </w:lvl>
    <w:lvl w:ilvl="2">
      <w:start w:val="1"/>
      <w:numFmt w:val="decimal"/>
      <w:lvlText w:val="%1.%2.%3."/>
      <w:lvlJc w:val="left"/>
      <w:pPr>
        <w:tabs>
          <w:tab w:val="num" w:pos="1110"/>
        </w:tabs>
        <w:ind w:left="1110" w:hanging="1110"/>
      </w:pPr>
      <w:rPr>
        <w:rFonts w:hint="default"/>
      </w:rPr>
    </w:lvl>
    <w:lvl w:ilvl="3">
      <w:start w:val="1"/>
      <w:numFmt w:val="decimal"/>
      <w:lvlText w:val="%1.%2.%3.%4."/>
      <w:lvlJc w:val="left"/>
      <w:pPr>
        <w:tabs>
          <w:tab w:val="num" w:pos="1110"/>
        </w:tabs>
        <w:ind w:left="1110" w:hanging="1110"/>
      </w:pPr>
      <w:rPr>
        <w:rFonts w:hint="default"/>
      </w:rPr>
    </w:lvl>
    <w:lvl w:ilvl="4">
      <w:start w:val="1"/>
      <w:numFmt w:val="decimal"/>
      <w:lvlText w:val="%1.%2.%3.%4.%5."/>
      <w:lvlJc w:val="left"/>
      <w:pPr>
        <w:tabs>
          <w:tab w:val="num" w:pos="1110"/>
        </w:tabs>
        <w:ind w:left="1110" w:hanging="1110"/>
      </w:pPr>
      <w:rPr>
        <w:rFonts w:hint="default"/>
      </w:rPr>
    </w:lvl>
    <w:lvl w:ilvl="5">
      <w:start w:val="1"/>
      <w:numFmt w:val="decimal"/>
      <w:lvlText w:val="%1.%2.%3.%4.%5.%6."/>
      <w:lvlJc w:val="left"/>
      <w:pPr>
        <w:tabs>
          <w:tab w:val="num" w:pos="1110"/>
        </w:tabs>
        <w:ind w:left="1110" w:hanging="11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41D36E3"/>
    <w:multiLevelType w:val="multilevel"/>
    <w:tmpl w:val="C7662B42"/>
    <w:lvl w:ilvl="0">
      <w:start w:val="2"/>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2B92DFD"/>
    <w:multiLevelType w:val="multilevel"/>
    <w:tmpl w:val="F5BCEF4C"/>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63A7455F"/>
    <w:multiLevelType w:val="multilevel"/>
    <w:tmpl w:val="460EF71A"/>
    <w:lvl w:ilvl="0">
      <w:start w:val="1"/>
      <w:numFmt w:val="decimal"/>
      <w:lvlText w:val="%1."/>
      <w:lvlJc w:val="left"/>
      <w:pPr>
        <w:tabs>
          <w:tab w:val="num" w:pos="1560"/>
        </w:tabs>
        <w:ind w:left="1560" w:hanging="1560"/>
      </w:pPr>
      <w:rPr>
        <w:rFonts w:hint="default"/>
      </w:rPr>
    </w:lvl>
    <w:lvl w:ilvl="1">
      <w:start w:val="1"/>
      <w:numFmt w:val="decimal"/>
      <w:lvlText w:val="%1.%2."/>
      <w:lvlJc w:val="left"/>
      <w:pPr>
        <w:tabs>
          <w:tab w:val="num" w:pos="2280"/>
        </w:tabs>
        <w:ind w:left="2280" w:hanging="1560"/>
      </w:pPr>
      <w:rPr>
        <w:rFonts w:hint="default"/>
      </w:rPr>
    </w:lvl>
    <w:lvl w:ilvl="2">
      <w:start w:val="1"/>
      <w:numFmt w:val="decimal"/>
      <w:lvlText w:val="%1.%2.%3."/>
      <w:lvlJc w:val="left"/>
      <w:pPr>
        <w:tabs>
          <w:tab w:val="num" w:pos="3000"/>
        </w:tabs>
        <w:ind w:left="3000" w:hanging="1560"/>
      </w:pPr>
      <w:rPr>
        <w:rFonts w:hint="default"/>
      </w:rPr>
    </w:lvl>
    <w:lvl w:ilvl="3">
      <w:start w:val="1"/>
      <w:numFmt w:val="decimal"/>
      <w:lvlText w:val="%1.%2.%3.%4."/>
      <w:lvlJc w:val="left"/>
      <w:pPr>
        <w:tabs>
          <w:tab w:val="num" w:pos="3720"/>
        </w:tabs>
        <w:ind w:left="3720" w:hanging="1560"/>
      </w:pPr>
      <w:rPr>
        <w:rFonts w:hint="default"/>
      </w:rPr>
    </w:lvl>
    <w:lvl w:ilvl="4">
      <w:start w:val="1"/>
      <w:numFmt w:val="decimal"/>
      <w:lvlText w:val="%1.%2.%3.%4.%5."/>
      <w:lvlJc w:val="left"/>
      <w:pPr>
        <w:tabs>
          <w:tab w:val="num" w:pos="4440"/>
        </w:tabs>
        <w:ind w:left="4440" w:hanging="1560"/>
      </w:pPr>
      <w:rPr>
        <w:rFonts w:hint="default"/>
      </w:rPr>
    </w:lvl>
    <w:lvl w:ilvl="5">
      <w:start w:val="1"/>
      <w:numFmt w:val="decimal"/>
      <w:lvlText w:val="%1.%2.%3.%4.%5.%6."/>
      <w:lvlJc w:val="left"/>
      <w:pPr>
        <w:tabs>
          <w:tab w:val="num" w:pos="5160"/>
        </w:tabs>
        <w:ind w:left="5160" w:hanging="1560"/>
      </w:pPr>
      <w:rPr>
        <w:rFonts w:hint="default"/>
      </w:rPr>
    </w:lvl>
    <w:lvl w:ilvl="6">
      <w:start w:val="1"/>
      <w:numFmt w:val="decimal"/>
      <w:lvlText w:val="%1.%2.%3.%4.%5.%6.%7."/>
      <w:lvlJc w:val="left"/>
      <w:pPr>
        <w:tabs>
          <w:tab w:val="num" w:pos="5880"/>
        </w:tabs>
        <w:ind w:left="5880" w:hanging="1560"/>
      </w:pPr>
      <w:rPr>
        <w:rFonts w:hint="default"/>
      </w:rPr>
    </w:lvl>
    <w:lvl w:ilvl="7">
      <w:start w:val="1"/>
      <w:numFmt w:val="decimal"/>
      <w:lvlText w:val="%1.%2.%3.%4.%5.%6.%7.%8."/>
      <w:lvlJc w:val="left"/>
      <w:pPr>
        <w:tabs>
          <w:tab w:val="num" w:pos="6600"/>
        </w:tabs>
        <w:ind w:left="6600" w:hanging="156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7DD5A88"/>
    <w:multiLevelType w:val="multilevel"/>
    <w:tmpl w:val="ACAE3730"/>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6A261258"/>
    <w:multiLevelType w:val="singleLevel"/>
    <w:tmpl w:val="D870C72E"/>
    <w:lvl w:ilvl="0">
      <w:start w:val="11"/>
      <w:numFmt w:val="decimal"/>
      <w:lvlText w:val="%1"/>
      <w:lvlJc w:val="left"/>
      <w:pPr>
        <w:tabs>
          <w:tab w:val="num" w:pos="1080"/>
        </w:tabs>
        <w:ind w:left="1080" w:hanging="360"/>
      </w:pPr>
      <w:rPr>
        <w:rFonts w:hint="default"/>
      </w:rPr>
    </w:lvl>
  </w:abstractNum>
  <w:abstractNum w:abstractNumId="14">
    <w:nsid w:val="6B6D07E4"/>
    <w:multiLevelType w:val="multilevel"/>
    <w:tmpl w:val="DE88CC9C"/>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C204777"/>
    <w:multiLevelType w:val="singleLevel"/>
    <w:tmpl w:val="E438FC30"/>
    <w:lvl w:ilvl="0">
      <w:start w:val="24"/>
      <w:numFmt w:val="decimal"/>
      <w:lvlText w:val="%1"/>
      <w:lvlJc w:val="left"/>
      <w:pPr>
        <w:tabs>
          <w:tab w:val="num" w:pos="1080"/>
        </w:tabs>
        <w:ind w:left="1080" w:hanging="360"/>
      </w:pPr>
      <w:rPr>
        <w:rFonts w:hint="default"/>
      </w:rPr>
    </w:lvl>
  </w:abstractNum>
  <w:abstractNum w:abstractNumId="16">
    <w:nsid w:val="783F5C4E"/>
    <w:multiLevelType w:val="multilevel"/>
    <w:tmpl w:val="C1D4523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301"/>
        </w:tabs>
        <w:ind w:left="1301" w:hanging="45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7">
    <w:nsid w:val="7AFD1709"/>
    <w:multiLevelType w:val="multilevel"/>
    <w:tmpl w:val="AF640770"/>
    <w:lvl w:ilvl="0">
      <w:start w:val="3"/>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1"/>
  </w:num>
  <w:num w:numId="3">
    <w:abstractNumId w:val="9"/>
  </w:num>
  <w:num w:numId="4">
    <w:abstractNumId w:val="0"/>
  </w:num>
  <w:num w:numId="5">
    <w:abstractNumId w:val="2"/>
  </w:num>
  <w:num w:numId="6">
    <w:abstractNumId w:val="14"/>
  </w:num>
  <w:num w:numId="7">
    <w:abstractNumId w:val="17"/>
  </w:num>
  <w:num w:numId="8">
    <w:abstractNumId w:val="16"/>
  </w:num>
  <w:num w:numId="9">
    <w:abstractNumId w:val="5"/>
  </w:num>
  <w:num w:numId="10">
    <w:abstractNumId w:val="11"/>
  </w:num>
  <w:num w:numId="11">
    <w:abstractNumId w:val="15"/>
  </w:num>
  <w:num w:numId="12">
    <w:abstractNumId w:val="10"/>
  </w:num>
  <w:num w:numId="13">
    <w:abstractNumId w:val="13"/>
  </w:num>
  <w:num w:numId="14">
    <w:abstractNumId w:val="6"/>
  </w:num>
  <w:num w:numId="15">
    <w:abstractNumId w:val="12"/>
  </w:num>
  <w:num w:numId="16">
    <w:abstractNumId w:val="7"/>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888"/>
    <w:rsid w:val="00014FFA"/>
    <w:rsid w:val="00051EB6"/>
    <w:rsid w:val="000E6075"/>
    <w:rsid w:val="002A5833"/>
    <w:rsid w:val="002D3FA9"/>
    <w:rsid w:val="00483D3A"/>
    <w:rsid w:val="00503EB2"/>
    <w:rsid w:val="00542D1E"/>
    <w:rsid w:val="00560A3B"/>
    <w:rsid w:val="00661D8F"/>
    <w:rsid w:val="006A7810"/>
    <w:rsid w:val="007739D7"/>
    <w:rsid w:val="007D096A"/>
    <w:rsid w:val="00877888"/>
    <w:rsid w:val="00893D7D"/>
    <w:rsid w:val="00D34935"/>
    <w:rsid w:val="00EB7547"/>
    <w:rsid w:val="00EE762E"/>
    <w:rsid w:val="00F21908"/>
    <w:rsid w:val="00F57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161FC0-4A44-4637-8114-84C0394F1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spacing w:line="360" w:lineRule="auto"/>
      <w:ind w:firstLine="720"/>
      <w:outlineLvl w:val="1"/>
    </w:pPr>
    <w:rPr>
      <w:sz w:val="24"/>
      <w:szCs w:val="24"/>
    </w:rPr>
  </w:style>
  <w:style w:type="paragraph" w:styleId="3">
    <w:name w:val="heading 3"/>
    <w:basedOn w:val="a"/>
    <w:next w:val="a"/>
    <w:link w:val="30"/>
    <w:uiPriority w:val="99"/>
    <w:qFormat/>
    <w:pPr>
      <w:keepNext/>
      <w:spacing w:line="360" w:lineRule="auto"/>
      <w:ind w:firstLine="720"/>
      <w:jc w:val="center"/>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firstLine="851"/>
    </w:pPr>
    <w:rPr>
      <w:sz w:val="22"/>
      <w:szCs w:val="22"/>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360" w:lineRule="auto"/>
      <w:ind w:firstLine="720"/>
    </w:pPr>
    <w:rPr>
      <w:sz w:val="24"/>
      <w:szCs w:val="24"/>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spacing w:line="360" w:lineRule="auto"/>
      <w:ind w:firstLine="720"/>
      <w:jc w:val="center"/>
    </w:pPr>
    <w:rPr>
      <w:sz w:val="24"/>
      <w:szCs w:val="24"/>
    </w:rPr>
  </w:style>
  <w:style w:type="character" w:customStyle="1" w:styleId="32">
    <w:name w:val="Основной текст с отступом 3 Знак"/>
    <w:link w:val="31"/>
    <w:uiPriority w:val="99"/>
    <w:semiHidden/>
    <w:rPr>
      <w:sz w:val="16"/>
      <w:szCs w:val="16"/>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header"/>
    <w:basedOn w:val="a"/>
    <w:link w:val="a7"/>
    <w:uiPriority w:val="99"/>
    <w:rsid w:val="006A7810"/>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6A7810"/>
  </w:style>
  <w:style w:type="paragraph" w:styleId="11">
    <w:name w:val="toc 1"/>
    <w:basedOn w:val="a"/>
    <w:next w:val="a"/>
    <w:autoRedefine/>
    <w:uiPriority w:val="99"/>
    <w:semiHidden/>
    <w:rsid w:val="00661D8F"/>
  </w:style>
  <w:style w:type="paragraph" w:styleId="25">
    <w:name w:val="toc 2"/>
    <w:basedOn w:val="a"/>
    <w:next w:val="a"/>
    <w:autoRedefine/>
    <w:uiPriority w:val="99"/>
    <w:semiHidden/>
    <w:rsid w:val="00661D8F"/>
    <w:pPr>
      <w:ind w:left="200"/>
    </w:pPr>
  </w:style>
  <w:style w:type="character" w:styleId="a9">
    <w:name w:val="Hyperlink"/>
    <w:uiPriority w:val="99"/>
    <w:rsid w:val="00661D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18586</Words>
  <Characters>105944</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LinksUpToDate>false</LinksUpToDate>
  <CharactersWithSpaces>124282</CharactersWithSpaces>
  <SharedDoc>false</SharedDoc>
  <HLinks>
    <vt:vector size="162" baseType="variant">
      <vt:variant>
        <vt:i4>1900599</vt:i4>
      </vt:variant>
      <vt:variant>
        <vt:i4>158</vt:i4>
      </vt:variant>
      <vt:variant>
        <vt:i4>0</vt:i4>
      </vt:variant>
      <vt:variant>
        <vt:i4>5</vt:i4>
      </vt:variant>
      <vt:variant>
        <vt:lpwstr/>
      </vt:variant>
      <vt:variant>
        <vt:lpwstr>_Toc149498626</vt:lpwstr>
      </vt:variant>
      <vt:variant>
        <vt:i4>1900599</vt:i4>
      </vt:variant>
      <vt:variant>
        <vt:i4>152</vt:i4>
      </vt:variant>
      <vt:variant>
        <vt:i4>0</vt:i4>
      </vt:variant>
      <vt:variant>
        <vt:i4>5</vt:i4>
      </vt:variant>
      <vt:variant>
        <vt:lpwstr/>
      </vt:variant>
      <vt:variant>
        <vt:lpwstr>_Toc149498625</vt:lpwstr>
      </vt:variant>
      <vt:variant>
        <vt:i4>1900599</vt:i4>
      </vt:variant>
      <vt:variant>
        <vt:i4>146</vt:i4>
      </vt:variant>
      <vt:variant>
        <vt:i4>0</vt:i4>
      </vt:variant>
      <vt:variant>
        <vt:i4>5</vt:i4>
      </vt:variant>
      <vt:variant>
        <vt:lpwstr/>
      </vt:variant>
      <vt:variant>
        <vt:lpwstr>_Toc149498624</vt:lpwstr>
      </vt:variant>
      <vt:variant>
        <vt:i4>1900599</vt:i4>
      </vt:variant>
      <vt:variant>
        <vt:i4>140</vt:i4>
      </vt:variant>
      <vt:variant>
        <vt:i4>0</vt:i4>
      </vt:variant>
      <vt:variant>
        <vt:i4>5</vt:i4>
      </vt:variant>
      <vt:variant>
        <vt:lpwstr/>
      </vt:variant>
      <vt:variant>
        <vt:lpwstr>_Toc149498623</vt:lpwstr>
      </vt:variant>
      <vt:variant>
        <vt:i4>1900599</vt:i4>
      </vt:variant>
      <vt:variant>
        <vt:i4>134</vt:i4>
      </vt:variant>
      <vt:variant>
        <vt:i4>0</vt:i4>
      </vt:variant>
      <vt:variant>
        <vt:i4>5</vt:i4>
      </vt:variant>
      <vt:variant>
        <vt:lpwstr/>
      </vt:variant>
      <vt:variant>
        <vt:lpwstr>_Toc149498622</vt:lpwstr>
      </vt:variant>
      <vt:variant>
        <vt:i4>1900599</vt:i4>
      </vt:variant>
      <vt:variant>
        <vt:i4>128</vt:i4>
      </vt:variant>
      <vt:variant>
        <vt:i4>0</vt:i4>
      </vt:variant>
      <vt:variant>
        <vt:i4>5</vt:i4>
      </vt:variant>
      <vt:variant>
        <vt:lpwstr/>
      </vt:variant>
      <vt:variant>
        <vt:lpwstr>_Toc149498621</vt:lpwstr>
      </vt:variant>
      <vt:variant>
        <vt:i4>1900599</vt:i4>
      </vt:variant>
      <vt:variant>
        <vt:i4>122</vt:i4>
      </vt:variant>
      <vt:variant>
        <vt:i4>0</vt:i4>
      </vt:variant>
      <vt:variant>
        <vt:i4>5</vt:i4>
      </vt:variant>
      <vt:variant>
        <vt:lpwstr/>
      </vt:variant>
      <vt:variant>
        <vt:lpwstr>_Toc149498620</vt:lpwstr>
      </vt:variant>
      <vt:variant>
        <vt:i4>1966135</vt:i4>
      </vt:variant>
      <vt:variant>
        <vt:i4>116</vt:i4>
      </vt:variant>
      <vt:variant>
        <vt:i4>0</vt:i4>
      </vt:variant>
      <vt:variant>
        <vt:i4>5</vt:i4>
      </vt:variant>
      <vt:variant>
        <vt:lpwstr/>
      </vt:variant>
      <vt:variant>
        <vt:lpwstr>_Toc149498619</vt:lpwstr>
      </vt:variant>
      <vt:variant>
        <vt:i4>1966135</vt:i4>
      </vt:variant>
      <vt:variant>
        <vt:i4>110</vt:i4>
      </vt:variant>
      <vt:variant>
        <vt:i4>0</vt:i4>
      </vt:variant>
      <vt:variant>
        <vt:i4>5</vt:i4>
      </vt:variant>
      <vt:variant>
        <vt:lpwstr/>
      </vt:variant>
      <vt:variant>
        <vt:lpwstr>_Toc149498618</vt:lpwstr>
      </vt:variant>
      <vt:variant>
        <vt:i4>1966135</vt:i4>
      </vt:variant>
      <vt:variant>
        <vt:i4>104</vt:i4>
      </vt:variant>
      <vt:variant>
        <vt:i4>0</vt:i4>
      </vt:variant>
      <vt:variant>
        <vt:i4>5</vt:i4>
      </vt:variant>
      <vt:variant>
        <vt:lpwstr/>
      </vt:variant>
      <vt:variant>
        <vt:lpwstr>_Toc149498617</vt:lpwstr>
      </vt:variant>
      <vt:variant>
        <vt:i4>1966135</vt:i4>
      </vt:variant>
      <vt:variant>
        <vt:i4>98</vt:i4>
      </vt:variant>
      <vt:variant>
        <vt:i4>0</vt:i4>
      </vt:variant>
      <vt:variant>
        <vt:i4>5</vt:i4>
      </vt:variant>
      <vt:variant>
        <vt:lpwstr/>
      </vt:variant>
      <vt:variant>
        <vt:lpwstr>_Toc149498616</vt:lpwstr>
      </vt:variant>
      <vt:variant>
        <vt:i4>1966135</vt:i4>
      </vt:variant>
      <vt:variant>
        <vt:i4>92</vt:i4>
      </vt:variant>
      <vt:variant>
        <vt:i4>0</vt:i4>
      </vt:variant>
      <vt:variant>
        <vt:i4>5</vt:i4>
      </vt:variant>
      <vt:variant>
        <vt:lpwstr/>
      </vt:variant>
      <vt:variant>
        <vt:lpwstr>_Toc149498615</vt:lpwstr>
      </vt:variant>
      <vt:variant>
        <vt:i4>1966135</vt:i4>
      </vt:variant>
      <vt:variant>
        <vt:i4>86</vt:i4>
      </vt:variant>
      <vt:variant>
        <vt:i4>0</vt:i4>
      </vt:variant>
      <vt:variant>
        <vt:i4>5</vt:i4>
      </vt:variant>
      <vt:variant>
        <vt:lpwstr/>
      </vt:variant>
      <vt:variant>
        <vt:lpwstr>_Toc149498614</vt:lpwstr>
      </vt:variant>
      <vt:variant>
        <vt:i4>1966135</vt:i4>
      </vt:variant>
      <vt:variant>
        <vt:i4>80</vt:i4>
      </vt:variant>
      <vt:variant>
        <vt:i4>0</vt:i4>
      </vt:variant>
      <vt:variant>
        <vt:i4>5</vt:i4>
      </vt:variant>
      <vt:variant>
        <vt:lpwstr/>
      </vt:variant>
      <vt:variant>
        <vt:lpwstr>_Toc149498613</vt:lpwstr>
      </vt:variant>
      <vt:variant>
        <vt:i4>1966135</vt:i4>
      </vt:variant>
      <vt:variant>
        <vt:i4>74</vt:i4>
      </vt:variant>
      <vt:variant>
        <vt:i4>0</vt:i4>
      </vt:variant>
      <vt:variant>
        <vt:i4>5</vt:i4>
      </vt:variant>
      <vt:variant>
        <vt:lpwstr/>
      </vt:variant>
      <vt:variant>
        <vt:lpwstr>_Toc149498612</vt:lpwstr>
      </vt:variant>
      <vt:variant>
        <vt:i4>1966135</vt:i4>
      </vt:variant>
      <vt:variant>
        <vt:i4>68</vt:i4>
      </vt:variant>
      <vt:variant>
        <vt:i4>0</vt:i4>
      </vt:variant>
      <vt:variant>
        <vt:i4>5</vt:i4>
      </vt:variant>
      <vt:variant>
        <vt:lpwstr/>
      </vt:variant>
      <vt:variant>
        <vt:lpwstr>_Toc149498611</vt:lpwstr>
      </vt:variant>
      <vt:variant>
        <vt:i4>1966135</vt:i4>
      </vt:variant>
      <vt:variant>
        <vt:i4>62</vt:i4>
      </vt:variant>
      <vt:variant>
        <vt:i4>0</vt:i4>
      </vt:variant>
      <vt:variant>
        <vt:i4>5</vt:i4>
      </vt:variant>
      <vt:variant>
        <vt:lpwstr/>
      </vt:variant>
      <vt:variant>
        <vt:lpwstr>_Toc149498610</vt:lpwstr>
      </vt:variant>
      <vt:variant>
        <vt:i4>2031671</vt:i4>
      </vt:variant>
      <vt:variant>
        <vt:i4>56</vt:i4>
      </vt:variant>
      <vt:variant>
        <vt:i4>0</vt:i4>
      </vt:variant>
      <vt:variant>
        <vt:i4>5</vt:i4>
      </vt:variant>
      <vt:variant>
        <vt:lpwstr/>
      </vt:variant>
      <vt:variant>
        <vt:lpwstr>_Toc149498609</vt:lpwstr>
      </vt:variant>
      <vt:variant>
        <vt:i4>2031671</vt:i4>
      </vt:variant>
      <vt:variant>
        <vt:i4>50</vt:i4>
      </vt:variant>
      <vt:variant>
        <vt:i4>0</vt:i4>
      </vt:variant>
      <vt:variant>
        <vt:i4>5</vt:i4>
      </vt:variant>
      <vt:variant>
        <vt:lpwstr/>
      </vt:variant>
      <vt:variant>
        <vt:lpwstr>_Toc149498608</vt:lpwstr>
      </vt:variant>
      <vt:variant>
        <vt:i4>2031671</vt:i4>
      </vt:variant>
      <vt:variant>
        <vt:i4>44</vt:i4>
      </vt:variant>
      <vt:variant>
        <vt:i4>0</vt:i4>
      </vt:variant>
      <vt:variant>
        <vt:i4>5</vt:i4>
      </vt:variant>
      <vt:variant>
        <vt:lpwstr/>
      </vt:variant>
      <vt:variant>
        <vt:lpwstr>_Toc149498607</vt:lpwstr>
      </vt:variant>
      <vt:variant>
        <vt:i4>2031671</vt:i4>
      </vt:variant>
      <vt:variant>
        <vt:i4>38</vt:i4>
      </vt:variant>
      <vt:variant>
        <vt:i4>0</vt:i4>
      </vt:variant>
      <vt:variant>
        <vt:i4>5</vt:i4>
      </vt:variant>
      <vt:variant>
        <vt:lpwstr/>
      </vt:variant>
      <vt:variant>
        <vt:lpwstr>_Toc149498606</vt:lpwstr>
      </vt:variant>
      <vt:variant>
        <vt:i4>2031671</vt:i4>
      </vt:variant>
      <vt:variant>
        <vt:i4>32</vt:i4>
      </vt:variant>
      <vt:variant>
        <vt:i4>0</vt:i4>
      </vt:variant>
      <vt:variant>
        <vt:i4>5</vt:i4>
      </vt:variant>
      <vt:variant>
        <vt:lpwstr/>
      </vt:variant>
      <vt:variant>
        <vt:lpwstr>_Toc149498605</vt:lpwstr>
      </vt:variant>
      <vt:variant>
        <vt:i4>2031671</vt:i4>
      </vt:variant>
      <vt:variant>
        <vt:i4>26</vt:i4>
      </vt:variant>
      <vt:variant>
        <vt:i4>0</vt:i4>
      </vt:variant>
      <vt:variant>
        <vt:i4>5</vt:i4>
      </vt:variant>
      <vt:variant>
        <vt:lpwstr/>
      </vt:variant>
      <vt:variant>
        <vt:lpwstr>_Toc149498604</vt:lpwstr>
      </vt:variant>
      <vt:variant>
        <vt:i4>2031671</vt:i4>
      </vt:variant>
      <vt:variant>
        <vt:i4>20</vt:i4>
      </vt:variant>
      <vt:variant>
        <vt:i4>0</vt:i4>
      </vt:variant>
      <vt:variant>
        <vt:i4>5</vt:i4>
      </vt:variant>
      <vt:variant>
        <vt:lpwstr/>
      </vt:variant>
      <vt:variant>
        <vt:lpwstr>_Toc149498603</vt:lpwstr>
      </vt:variant>
      <vt:variant>
        <vt:i4>2031671</vt:i4>
      </vt:variant>
      <vt:variant>
        <vt:i4>14</vt:i4>
      </vt:variant>
      <vt:variant>
        <vt:i4>0</vt:i4>
      </vt:variant>
      <vt:variant>
        <vt:i4>5</vt:i4>
      </vt:variant>
      <vt:variant>
        <vt:lpwstr/>
      </vt:variant>
      <vt:variant>
        <vt:lpwstr>_Toc149498602</vt:lpwstr>
      </vt:variant>
      <vt:variant>
        <vt:i4>2031671</vt:i4>
      </vt:variant>
      <vt:variant>
        <vt:i4>8</vt:i4>
      </vt:variant>
      <vt:variant>
        <vt:i4>0</vt:i4>
      </vt:variant>
      <vt:variant>
        <vt:i4>5</vt:i4>
      </vt:variant>
      <vt:variant>
        <vt:lpwstr/>
      </vt:variant>
      <vt:variant>
        <vt:lpwstr>_Toc149498601</vt:lpwstr>
      </vt:variant>
      <vt:variant>
        <vt:i4>2031671</vt:i4>
      </vt:variant>
      <vt:variant>
        <vt:i4>2</vt:i4>
      </vt:variant>
      <vt:variant>
        <vt:i4>0</vt:i4>
      </vt:variant>
      <vt:variant>
        <vt:i4>5</vt:i4>
      </vt:variant>
      <vt:variant>
        <vt:lpwstr/>
      </vt:variant>
      <vt:variant>
        <vt:lpwstr>_Toc149498600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Масонство</dc:subject>
  <dc:creator>Диссертации.ру</dc:creator>
  <cp:keywords/>
  <dc:description/>
  <cp:lastModifiedBy>admin</cp:lastModifiedBy>
  <cp:revision>2</cp:revision>
  <dcterms:created xsi:type="dcterms:W3CDTF">2014-03-30T12:33:00Z</dcterms:created>
  <dcterms:modified xsi:type="dcterms:W3CDTF">2014-03-30T12:33:00Z</dcterms:modified>
</cp:coreProperties>
</file>