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378" w:rsidRPr="00C14C64" w:rsidRDefault="00442378" w:rsidP="00442378">
      <w:pPr>
        <w:jc w:val="center"/>
        <w:rPr>
          <w:sz w:val="28"/>
          <w:szCs w:val="28"/>
        </w:rPr>
      </w:pPr>
      <w:r w:rsidRPr="00C14C64">
        <w:rPr>
          <w:sz w:val="28"/>
          <w:szCs w:val="28"/>
        </w:rPr>
        <w:t>ФЕДЕРАЛЬНОЕ АГЕНТСТВО СВЯЗИ</w:t>
      </w:r>
    </w:p>
    <w:p w:rsidR="00442378" w:rsidRPr="00C14C64" w:rsidRDefault="00442378" w:rsidP="00442378">
      <w:pPr>
        <w:jc w:val="center"/>
        <w:rPr>
          <w:sz w:val="28"/>
          <w:szCs w:val="28"/>
        </w:rPr>
      </w:pPr>
      <w:r w:rsidRPr="00C14C64">
        <w:rPr>
          <w:sz w:val="28"/>
          <w:szCs w:val="28"/>
        </w:rPr>
        <w:t>БУРЯТСКИЙ ФИЛИАЛ  ГОУ ВПО «СибГУТИ»</w:t>
      </w:r>
    </w:p>
    <w:p w:rsidR="00442378" w:rsidRPr="0083589D" w:rsidRDefault="00442378" w:rsidP="00442378">
      <w:pPr>
        <w:jc w:val="center"/>
        <w:rPr>
          <w:sz w:val="28"/>
          <w:szCs w:val="28"/>
        </w:rPr>
      </w:pPr>
    </w:p>
    <w:p w:rsidR="00442378" w:rsidRPr="0083589D" w:rsidRDefault="00442378" w:rsidP="00442378">
      <w:pPr>
        <w:jc w:val="center"/>
      </w:pPr>
    </w:p>
    <w:p w:rsidR="00442378" w:rsidRPr="0083589D" w:rsidRDefault="00442378" w:rsidP="00442378">
      <w:pPr>
        <w:jc w:val="center"/>
      </w:pPr>
    </w:p>
    <w:p w:rsidR="00442378" w:rsidRPr="0083589D" w:rsidRDefault="00442378" w:rsidP="00442378">
      <w:pPr>
        <w:jc w:val="center"/>
      </w:pPr>
    </w:p>
    <w:p w:rsidR="00442378" w:rsidRPr="0083589D" w:rsidRDefault="00442378" w:rsidP="00442378">
      <w:pPr>
        <w:jc w:val="center"/>
      </w:pPr>
    </w:p>
    <w:p w:rsidR="00442378" w:rsidRPr="0083589D" w:rsidRDefault="00442378" w:rsidP="00442378">
      <w:pPr>
        <w:jc w:val="center"/>
      </w:pPr>
    </w:p>
    <w:p w:rsidR="00442378" w:rsidRPr="0083589D" w:rsidRDefault="00442378" w:rsidP="00442378">
      <w:pPr>
        <w:jc w:val="center"/>
      </w:pPr>
    </w:p>
    <w:p w:rsidR="00442378" w:rsidRPr="0083589D" w:rsidRDefault="00442378" w:rsidP="00442378">
      <w:pPr>
        <w:jc w:val="center"/>
      </w:pPr>
    </w:p>
    <w:p w:rsidR="00442378" w:rsidRPr="0083589D" w:rsidRDefault="00442378" w:rsidP="00442378">
      <w:pPr>
        <w:jc w:val="center"/>
      </w:pPr>
    </w:p>
    <w:p w:rsidR="00442378" w:rsidRPr="0083589D" w:rsidRDefault="00442378" w:rsidP="00442378">
      <w:pPr>
        <w:jc w:val="center"/>
      </w:pPr>
    </w:p>
    <w:p w:rsidR="00442378" w:rsidRPr="0083589D" w:rsidRDefault="00442378" w:rsidP="00442378">
      <w:pPr>
        <w:jc w:val="center"/>
      </w:pPr>
    </w:p>
    <w:p w:rsidR="00442378" w:rsidRPr="0083589D" w:rsidRDefault="00442378" w:rsidP="00442378">
      <w:pPr>
        <w:jc w:val="center"/>
      </w:pPr>
    </w:p>
    <w:p w:rsidR="00442378" w:rsidRPr="0083589D" w:rsidRDefault="00442378" w:rsidP="00442378">
      <w:pPr>
        <w:jc w:val="center"/>
      </w:pPr>
    </w:p>
    <w:p w:rsidR="00442378" w:rsidRPr="0083589D" w:rsidRDefault="00442378" w:rsidP="00442378">
      <w:pPr>
        <w:jc w:val="center"/>
      </w:pPr>
    </w:p>
    <w:p w:rsidR="00442378" w:rsidRPr="0083589D" w:rsidRDefault="00442378" w:rsidP="00442378">
      <w:pPr>
        <w:jc w:val="center"/>
      </w:pPr>
    </w:p>
    <w:p w:rsidR="00442378" w:rsidRPr="0083589D" w:rsidRDefault="00BC51A3" w:rsidP="00442378">
      <w:pPr>
        <w:jc w:val="center"/>
      </w:pPr>
      <w:r>
        <w:rPr>
          <w:noProof/>
          <w:sz w:val="20"/>
        </w:rPr>
        <w:pict>
          <v:rect id="_x0000_s1026" style="position:absolute;left:0;text-align:left;margin-left:25.5pt;margin-top:19.85pt;width:550pt;height:802.3pt;z-index:251639296;mso-position-horizontal-relative:page;mso-position-vertical-relative:page" o:allowincell="f" filled="f" strokeweight="2pt">
            <w10:wrap anchorx="page" anchory="page"/>
            <w10:anchorlock/>
          </v:rect>
        </w:pict>
      </w:r>
    </w:p>
    <w:p w:rsidR="00442378" w:rsidRPr="00C14C64" w:rsidRDefault="00442378" w:rsidP="00442378">
      <w:pPr>
        <w:jc w:val="center"/>
        <w:rPr>
          <w:b/>
          <w:sz w:val="40"/>
          <w:szCs w:val="40"/>
        </w:rPr>
      </w:pPr>
      <w:r w:rsidRPr="00C14C64">
        <w:rPr>
          <w:b/>
          <w:sz w:val="40"/>
          <w:szCs w:val="40"/>
        </w:rPr>
        <w:t>КУРСОВАЯ РАБОТА</w:t>
      </w:r>
    </w:p>
    <w:p w:rsidR="00442378" w:rsidRPr="00701D6F" w:rsidRDefault="00442378" w:rsidP="000B7C6F">
      <w:pPr>
        <w:jc w:val="center"/>
        <w:rPr>
          <w:b/>
          <w:sz w:val="32"/>
          <w:szCs w:val="32"/>
        </w:rPr>
      </w:pPr>
      <w:r w:rsidRPr="00701D6F">
        <w:rPr>
          <w:b/>
          <w:sz w:val="32"/>
          <w:szCs w:val="32"/>
        </w:rPr>
        <w:t>по дисциплине: Программирование на языке высокого уровня</w:t>
      </w:r>
    </w:p>
    <w:p w:rsidR="00442378" w:rsidRPr="00C14C64" w:rsidRDefault="00442378" w:rsidP="00442378">
      <w:pPr>
        <w:jc w:val="center"/>
      </w:pPr>
    </w:p>
    <w:p w:rsidR="00442378" w:rsidRDefault="00442378" w:rsidP="00442378">
      <w:pPr>
        <w:jc w:val="center"/>
      </w:pPr>
    </w:p>
    <w:p w:rsidR="00442378" w:rsidRDefault="00442378" w:rsidP="00442378">
      <w:pPr>
        <w:jc w:val="center"/>
      </w:pPr>
    </w:p>
    <w:p w:rsidR="00442378" w:rsidRDefault="00442378" w:rsidP="00442378">
      <w:pPr>
        <w:jc w:val="center"/>
      </w:pPr>
    </w:p>
    <w:p w:rsidR="00442378" w:rsidRDefault="00442378" w:rsidP="00442378">
      <w:pPr>
        <w:jc w:val="center"/>
      </w:pPr>
    </w:p>
    <w:p w:rsidR="00442378" w:rsidRDefault="00442378" w:rsidP="00442378">
      <w:pPr>
        <w:jc w:val="center"/>
      </w:pPr>
    </w:p>
    <w:p w:rsidR="00442378" w:rsidRDefault="00442378" w:rsidP="00442378">
      <w:pPr>
        <w:jc w:val="center"/>
      </w:pPr>
    </w:p>
    <w:p w:rsidR="00442378" w:rsidRDefault="00442378" w:rsidP="00442378">
      <w:pPr>
        <w:jc w:val="center"/>
      </w:pPr>
    </w:p>
    <w:p w:rsidR="00442378" w:rsidRDefault="00442378" w:rsidP="00442378">
      <w:pPr>
        <w:jc w:val="center"/>
      </w:pPr>
    </w:p>
    <w:p w:rsidR="00442378" w:rsidRDefault="00442378" w:rsidP="00442378">
      <w:pPr>
        <w:jc w:val="center"/>
      </w:pPr>
    </w:p>
    <w:p w:rsidR="00442378" w:rsidRDefault="00442378" w:rsidP="00442378">
      <w:pPr>
        <w:ind w:firstLine="4680"/>
      </w:pPr>
    </w:p>
    <w:p w:rsidR="00442378" w:rsidRDefault="00442378" w:rsidP="003C176C">
      <w:pPr>
        <w:ind w:left="4248" w:firstLine="708"/>
      </w:pPr>
      <w:r>
        <w:t>выполнил: ст. г. И-</w:t>
      </w:r>
      <w:r w:rsidR="00A55A92">
        <w:t>101 Дондуков А.С.</w:t>
      </w:r>
    </w:p>
    <w:p w:rsidR="00701D6F" w:rsidRDefault="00701D6F" w:rsidP="003C176C">
      <w:pPr>
        <w:ind w:left="4248" w:firstLine="708"/>
      </w:pPr>
      <w:r>
        <w:t>№ вариата: 14</w:t>
      </w:r>
    </w:p>
    <w:p w:rsidR="00442378" w:rsidRDefault="00442378" w:rsidP="003C176C">
      <w:pPr>
        <w:ind w:left="4248" w:firstLine="708"/>
      </w:pPr>
      <w:r>
        <w:t>проверила: Эрдынеева Л.И</w:t>
      </w:r>
    </w:p>
    <w:p w:rsidR="00442378" w:rsidRDefault="00442378" w:rsidP="00442378"/>
    <w:p w:rsidR="00442378" w:rsidRDefault="00442378" w:rsidP="00442378"/>
    <w:p w:rsidR="00442378" w:rsidRDefault="00442378" w:rsidP="00442378"/>
    <w:p w:rsidR="00442378" w:rsidRDefault="00442378" w:rsidP="00442378"/>
    <w:p w:rsidR="00442378" w:rsidRDefault="00442378" w:rsidP="00442378"/>
    <w:p w:rsidR="00442378" w:rsidRDefault="00442378" w:rsidP="00442378"/>
    <w:p w:rsidR="00442378" w:rsidRDefault="00442378" w:rsidP="00442378"/>
    <w:p w:rsidR="00442378" w:rsidRDefault="00442378" w:rsidP="00442378">
      <w:pPr>
        <w:jc w:val="center"/>
      </w:pPr>
    </w:p>
    <w:p w:rsidR="00442378" w:rsidRDefault="00442378" w:rsidP="00442378"/>
    <w:p w:rsidR="00442378" w:rsidRDefault="00442378" w:rsidP="00442378"/>
    <w:p w:rsidR="00442378" w:rsidRDefault="00442378" w:rsidP="00442378"/>
    <w:p w:rsidR="00442378" w:rsidRDefault="00442378" w:rsidP="00442378"/>
    <w:p w:rsidR="00442378" w:rsidRDefault="00442378" w:rsidP="00442378">
      <w:pPr>
        <w:jc w:val="center"/>
      </w:pPr>
      <w:r>
        <w:t>Улан-Удэ</w:t>
      </w:r>
    </w:p>
    <w:p w:rsidR="00442378" w:rsidRDefault="00A55A92" w:rsidP="00442378">
      <w:pPr>
        <w:jc w:val="center"/>
      </w:pPr>
      <w:r>
        <w:t>2011</w:t>
      </w:r>
      <w:r w:rsidR="00442378">
        <w:t xml:space="preserve"> г.</w:t>
      </w:r>
    </w:p>
    <w:p w:rsidR="00442378" w:rsidRDefault="00442378" w:rsidP="00442378">
      <w:pPr>
        <w:jc w:val="center"/>
      </w:pPr>
      <w:r>
        <w:t>ФЕДЕРАЛЬНОЕ АГЕНТСТВО СВЯЗИ</w:t>
      </w:r>
    </w:p>
    <w:p w:rsidR="00442378" w:rsidRDefault="00BC51A3" w:rsidP="00442378">
      <w:pPr>
        <w:jc w:val="center"/>
      </w:pPr>
      <w:r>
        <w:rPr>
          <w:noProof/>
        </w:rPr>
        <w:lastRenderedPageBreak/>
        <w:pict>
          <v:rect id="_x0000_s2695" style="position:absolute;left:0;text-align:left;margin-left:27pt;margin-top:23.25pt;width:547.3pt;height:802.3pt;z-index:251660800;mso-position-horizontal-relative:page;mso-position-vertical-relative:page" o:allowincell="f" filled="f" strokeweight="2pt">
            <w10:wrap anchorx="page" anchory="page"/>
            <w10:anchorlock/>
          </v:rect>
        </w:pict>
      </w:r>
      <w:r w:rsidR="00442378">
        <w:t>БУРЯТСКИЙ ФИЛИАЛ  ГОУ ВПО «СибГУТИ»</w:t>
      </w:r>
    </w:p>
    <w:p w:rsidR="00442378" w:rsidRDefault="00442378" w:rsidP="00442378">
      <w:pPr>
        <w:jc w:val="center"/>
      </w:pPr>
      <w:r>
        <w:t>Кафедра «Информатики и вычислительной техники»</w:t>
      </w:r>
    </w:p>
    <w:p w:rsidR="00442378" w:rsidRDefault="00442378" w:rsidP="00442378">
      <w:pPr>
        <w:overflowPunct w:val="0"/>
        <w:autoSpaceDE w:val="0"/>
        <w:autoSpaceDN w:val="0"/>
        <w:adjustRightInd w:val="0"/>
        <w:jc w:val="center"/>
      </w:pPr>
    </w:p>
    <w:p w:rsidR="00442378" w:rsidRDefault="00442378" w:rsidP="00442378">
      <w:pPr>
        <w:overflowPunct w:val="0"/>
        <w:autoSpaceDE w:val="0"/>
        <w:autoSpaceDN w:val="0"/>
        <w:adjustRightInd w:val="0"/>
      </w:pPr>
      <w:r>
        <w:t>Рассмотрено</w:t>
      </w:r>
    </w:p>
    <w:p w:rsidR="00442378" w:rsidRDefault="00442378" w:rsidP="00442378">
      <w:pPr>
        <w:overflowPunct w:val="0"/>
        <w:autoSpaceDE w:val="0"/>
        <w:autoSpaceDN w:val="0"/>
        <w:adjustRightInd w:val="0"/>
      </w:pPr>
      <w:r>
        <w:t>На кафедре «ИВТ»</w:t>
      </w:r>
    </w:p>
    <w:p w:rsidR="00442378" w:rsidRDefault="00442378" w:rsidP="00442378">
      <w:pPr>
        <w:overflowPunct w:val="0"/>
        <w:autoSpaceDE w:val="0"/>
        <w:autoSpaceDN w:val="0"/>
        <w:adjustRightInd w:val="0"/>
      </w:pPr>
      <w:r>
        <w:t>Зав. кафедры</w:t>
      </w:r>
    </w:p>
    <w:p w:rsidR="00442378" w:rsidRDefault="00442378" w:rsidP="00442378">
      <w:pPr>
        <w:overflowPunct w:val="0"/>
        <w:autoSpaceDE w:val="0"/>
        <w:autoSpaceDN w:val="0"/>
        <w:adjustRightInd w:val="0"/>
      </w:pPr>
      <w:r>
        <w:t>Чимитова Е.Г. /________/</w:t>
      </w:r>
    </w:p>
    <w:p w:rsidR="00442378" w:rsidRDefault="00442378" w:rsidP="00442378">
      <w:pPr>
        <w:overflowPunct w:val="0"/>
        <w:autoSpaceDE w:val="0"/>
        <w:autoSpaceDN w:val="0"/>
        <w:adjustRightInd w:val="0"/>
      </w:pPr>
      <w:r>
        <w:t>«_____»_______200_г.</w:t>
      </w:r>
    </w:p>
    <w:p w:rsidR="00442378" w:rsidRDefault="00442378" w:rsidP="00442378">
      <w:pPr>
        <w:overflowPunct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</w:p>
    <w:p w:rsidR="00442378" w:rsidRDefault="00442378" w:rsidP="00442378">
      <w:pPr>
        <w:overflowPunct w:val="0"/>
        <w:autoSpaceDE w:val="0"/>
        <w:autoSpaceDN w:val="0"/>
        <w:adjustRightInd w:val="0"/>
        <w:jc w:val="center"/>
        <w:rPr>
          <w:rFonts w:ascii="Courier New" w:hAnsi="Courier New" w:cs="Courier New"/>
          <w:b/>
          <w:bCs/>
          <w:sz w:val="20"/>
          <w:szCs w:val="20"/>
        </w:rPr>
      </w:pPr>
    </w:p>
    <w:p w:rsidR="00442378" w:rsidRDefault="00442378" w:rsidP="00442378">
      <w:pPr>
        <w:overflowPunct w:val="0"/>
        <w:autoSpaceDE w:val="0"/>
        <w:autoSpaceDN w:val="0"/>
        <w:adjustRightInd w:val="0"/>
        <w:jc w:val="center"/>
        <w:rPr>
          <w:rFonts w:ascii="Courier New" w:hAnsi="Courier New" w:cs="Courier New"/>
          <w:b/>
          <w:bCs/>
          <w:sz w:val="20"/>
          <w:szCs w:val="20"/>
        </w:rPr>
      </w:pPr>
    </w:p>
    <w:p w:rsidR="00442378" w:rsidRDefault="00442378" w:rsidP="00442378">
      <w:pPr>
        <w:overflowPunct w:val="0"/>
        <w:autoSpaceDE w:val="0"/>
        <w:autoSpaceDN w:val="0"/>
        <w:adjustRightInd w:val="0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ЗАДАНИЕ НА КУРСОВУЮ РАБОТУ</w:t>
      </w:r>
    </w:p>
    <w:p w:rsidR="00442378" w:rsidRDefault="00442378" w:rsidP="00442378">
      <w:pPr>
        <w:overflowPunct w:val="0"/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</w:t>
      </w:r>
    </w:p>
    <w:p w:rsidR="00442378" w:rsidRDefault="00442378" w:rsidP="00442378">
      <w:pPr>
        <w:jc w:val="center"/>
      </w:pPr>
      <w:r>
        <w:t>по дисциплине: Программирование на языке высокого уровня.</w:t>
      </w:r>
    </w:p>
    <w:p w:rsidR="00701D6F" w:rsidRDefault="00701D6F" w:rsidP="00701D6F">
      <w:pPr>
        <w:jc w:val="both"/>
        <w:rPr>
          <w:u w:val="single"/>
        </w:rPr>
      </w:pPr>
      <w:r>
        <w:t>Студенту _гр. И-101</w:t>
      </w:r>
      <w:r w:rsidR="00442378">
        <w:t>_</w:t>
      </w:r>
      <w:r>
        <w:t>.</w:t>
      </w:r>
      <w:r w:rsidR="00442378">
        <w:t>_</w:t>
      </w:r>
      <w:r>
        <w:t>Дондукову Арсалану Сергеевичу</w:t>
      </w:r>
    </w:p>
    <w:p w:rsidR="00442378" w:rsidRDefault="00442378" w:rsidP="00701D6F">
      <w:pPr>
        <w:jc w:val="both"/>
        <w:rPr>
          <w:b/>
        </w:rPr>
      </w:pPr>
      <w:r>
        <w:rPr>
          <w:b/>
        </w:rPr>
        <w:t>Тема задания и исходные данные</w:t>
      </w:r>
    </w:p>
    <w:p w:rsidR="00442378" w:rsidRDefault="00442378" w:rsidP="00442378">
      <w:pPr>
        <w:rPr>
          <w:u w:val="single"/>
        </w:rPr>
      </w:pPr>
      <w:r>
        <w:rPr>
          <w:u w:val="single"/>
        </w:rPr>
        <w:t>Разработать программу модульной структуры  для создания и обработки внешнего файла в соответствии с вариантом задания. Структура данных по варианту</w:t>
      </w:r>
      <w:r w:rsidRPr="00D34533">
        <w:rPr>
          <w:u w:val="single"/>
        </w:rPr>
        <w:t xml:space="preserve"> </w:t>
      </w:r>
      <w:r w:rsidRPr="00BD10D2">
        <w:t xml:space="preserve"> № </w:t>
      </w:r>
      <w:r w:rsidRPr="00D34533">
        <w:t xml:space="preserve"> </w:t>
      </w:r>
      <w:r w:rsidRPr="00BD10D2">
        <w:t xml:space="preserve"> </w:t>
      </w:r>
      <w:r>
        <w:rPr>
          <w:u w:val="single"/>
        </w:rPr>
        <w:t>_</w:t>
      </w:r>
      <w:r w:rsidR="000B7C6F">
        <w:rPr>
          <w:u w:val="single"/>
        </w:rPr>
        <w:t>14</w:t>
      </w:r>
      <w:r>
        <w:rPr>
          <w:u w:val="single"/>
        </w:rPr>
        <w:t>_</w:t>
      </w:r>
    </w:p>
    <w:p w:rsidR="00442378" w:rsidRDefault="00442378" w:rsidP="00442378">
      <w:pPr>
        <w:rPr>
          <w:u w:val="single"/>
        </w:rPr>
      </w:pPr>
    </w:p>
    <w:p w:rsidR="00442378" w:rsidRDefault="00442378" w:rsidP="00442378">
      <w:pPr>
        <w:ind w:firstLine="708"/>
        <w:rPr>
          <w:u w:val="single"/>
        </w:rPr>
      </w:pPr>
      <w:r>
        <w:rPr>
          <w:u w:val="single"/>
        </w:rPr>
        <w:t xml:space="preserve">Программа должна выполнять в общем три задачи: 1. Создание файла. 2. Чтение данных из файла. 3. Вывод данных на экран дисплея. 4. Обработка данных по заданию Б. </w:t>
      </w:r>
    </w:p>
    <w:p w:rsidR="00442378" w:rsidRPr="00D34533" w:rsidRDefault="00442378" w:rsidP="00442378">
      <w:pPr>
        <w:rPr>
          <w:u w:val="single"/>
        </w:rPr>
      </w:pPr>
      <w:r>
        <w:rPr>
          <w:u w:val="single"/>
        </w:rPr>
        <w:t xml:space="preserve">Все полученные результаты отобразить на экране.  </w:t>
      </w:r>
    </w:p>
    <w:p w:rsidR="00442378" w:rsidRDefault="00442378" w:rsidP="00442378">
      <w:pPr>
        <w:jc w:val="center"/>
        <w:rPr>
          <w:b/>
        </w:rPr>
      </w:pPr>
    </w:p>
    <w:p w:rsidR="00442378" w:rsidRPr="00BD10D2" w:rsidRDefault="00442378" w:rsidP="00442378">
      <w:pPr>
        <w:jc w:val="center"/>
        <w:rPr>
          <w:b/>
        </w:rPr>
      </w:pPr>
      <w:r w:rsidRPr="00BD10D2">
        <w:rPr>
          <w:b/>
        </w:rPr>
        <w:t>Пояснительная записка</w:t>
      </w:r>
    </w:p>
    <w:p w:rsidR="00442378" w:rsidRDefault="00442378" w:rsidP="00442378">
      <w:pPr>
        <w:jc w:val="both"/>
      </w:pPr>
    </w:p>
    <w:p w:rsidR="00442378" w:rsidRDefault="00442378" w:rsidP="00442378">
      <w:pPr>
        <w:numPr>
          <w:ilvl w:val="0"/>
          <w:numId w:val="1"/>
        </w:numPr>
        <w:jc w:val="both"/>
        <w:rPr>
          <w:u w:val="single"/>
        </w:rPr>
      </w:pPr>
      <w:r>
        <w:rPr>
          <w:u w:val="single"/>
        </w:rPr>
        <w:t>Введение</w:t>
      </w:r>
    </w:p>
    <w:p w:rsidR="00442378" w:rsidRDefault="00442378" w:rsidP="00442378">
      <w:pPr>
        <w:numPr>
          <w:ilvl w:val="0"/>
          <w:numId w:val="1"/>
        </w:numPr>
        <w:jc w:val="both"/>
        <w:rPr>
          <w:u w:val="single"/>
        </w:rPr>
      </w:pPr>
      <w:r>
        <w:rPr>
          <w:u w:val="single"/>
        </w:rPr>
        <w:t>Теоретическая часть</w:t>
      </w:r>
    </w:p>
    <w:p w:rsidR="00442378" w:rsidRDefault="00442378" w:rsidP="00442378">
      <w:pPr>
        <w:numPr>
          <w:ilvl w:val="0"/>
          <w:numId w:val="1"/>
        </w:numPr>
        <w:jc w:val="both"/>
        <w:rPr>
          <w:u w:val="single"/>
        </w:rPr>
      </w:pPr>
      <w:r>
        <w:rPr>
          <w:u w:val="single"/>
        </w:rPr>
        <w:t>Проектная часть_</w:t>
      </w:r>
    </w:p>
    <w:p w:rsidR="00442378" w:rsidRDefault="00442378" w:rsidP="00442378">
      <w:pPr>
        <w:numPr>
          <w:ilvl w:val="0"/>
          <w:numId w:val="1"/>
        </w:numPr>
        <w:jc w:val="both"/>
        <w:rPr>
          <w:u w:val="single"/>
        </w:rPr>
      </w:pPr>
      <w:r>
        <w:rPr>
          <w:u w:val="single"/>
        </w:rPr>
        <w:t>Тестирование и отладка программы</w:t>
      </w:r>
    </w:p>
    <w:p w:rsidR="00442378" w:rsidRDefault="00442378" w:rsidP="00442378">
      <w:pPr>
        <w:numPr>
          <w:ilvl w:val="0"/>
          <w:numId w:val="1"/>
        </w:numPr>
        <w:jc w:val="both"/>
        <w:rPr>
          <w:u w:val="single"/>
        </w:rPr>
      </w:pPr>
      <w:r>
        <w:rPr>
          <w:u w:val="single"/>
        </w:rPr>
        <w:t>Заключение</w:t>
      </w:r>
    </w:p>
    <w:p w:rsidR="00442378" w:rsidRDefault="00442378" w:rsidP="00442378">
      <w:pPr>
        <w:numPr>
          <w:ilvl w:val="0"/>
          <w:numId w:val="1"/>
        </w:numPr>
        <w:jc w:val="both"/>
        <w:rPr>
          <w:u w:val="single"/>
        </w:rPr>
      </w:pPr>
      <w:r>
        <w:rPr>
          <w:u w:val="single"/>
        </w:rPr>
        <w:t>Список, использованных источников</w:t>
      </w:r>
    </w:p>
    <w:p w:rsidR="00442378" w:rsidRDefault="00442378" w:rsidP="00442378">
      <w:pPr>
        <w:ind w:left="360"/>
        <w:jc w:val="both"/>
        <w:rPr>
          <w:u w:val="single"/>
        </w:rPr>
      </w:pPr>
    </w:p>
    <w:p w:rsidR="00442378" w:rsidRDefault="00442378" w:rsidP="00442378">
      <w:pPr>
        <w:jc w:val="center"/>
        <w:rPr>
          <w:b/>
        </w:rPr>
      </w:pPr>
      <w:r>
        <w:rPr>
          <w:b/>
        </w:rPr>
        <w:t>Проектная часть</w:t>
      </w:r>
    </w:p>
    <w:p w:rsidR="00442378" w:rsidRDefault="00442378" w:rsidP="00442378">
      <w:pPr>
        <w:numPr>
          <w:ilvl w:val="0"/>
          <w:numId w:val="2"/>
        </w:numPr>
        <w:rPr>
          <w:u w:val="single"/>
        </w:rPr>
      </w:pPr>
      <w:r>
        <w:rPr>
          <w:u w:val="single"/>
        </w:rPr>
        <w:t>__Структура основной программы. Описание основной программы._______</w:t>
      </w:r>
    </w:p>
    <w:p w:rsidR="00442378" w:rsidRDefault="00442378" w:rsidP="00442378">
      <w:pPr>
        <w:numPr>
          <w:ilvl w:val="0"/>
          <w:numId w:val="2"/>
        </w:numPr>
        <w:rPr>
          <w:u w:val="single"/>
        </w:rPr>
      </w:pPr>
      <w:r>
        <w:rPr>
          <w:u w:val="single"/>
        </w:rPr>
        <w:t>__Структура модуля работы с файлами, процедуры и функции содержащиеся в модуле (описание блок-схемы и текста подпрограммы)__________________</w:t>
      </w:r>
    </w:p>
    <w:p w:rsidR="00442378" w:rsidRDefault="00442378" w:rsidP="00442378">
      <w:pPr>
        <w:jc w:val="both"/>
        <w:rPr>
          <w:u w:val="single"/>
        </w:rPr>
      </w:pPr>
    </w:p>
    <w:p w:rsidR="00442378" w:rsidRDefault="00442378" w:rsidP="00442378">
      <w:pPr>
        <w:jc w:val="center"/>
        <w:rPr>
          <w:b/>
        </w:rPr>
      </w:pPr>
      <w:r>
        <w:rPr>
          <w:b/>
        </w:rPr>
        <w:t>Приложение</w:t>
      </w:r>
    </w:p>
    <w:p w:rsidR="00442378" w:rsidRDefault="00442378" w:rsidP="00442378">
      <w:pPr>
        <w:numPr>
          <w:ilvl w:val="0"/>
          <w:numId w:val="3"/>
        </w:numPr>
        <w:jc w:val="both"/>
        <w:rPr>
          <w:u w:val="single"/>
        </w:rPr>
      </w:pPr>
      <w:r>
        <w:rPr>
          <w:u w:val="single"/>
        </w:rPr>
        <w:t>_Блок- схема основного модуля, и подпрограмм_</w:t>
      </w:r>
    </w:p>
    <w:p w:rsidR="00442378" w:rsidRDefault="00442378" w:rsidP="00442378">
      <w:pPr>
        <w:numPr>
          <w:ilvl w:val="0"/>
          <w:numId w:val="3"/>
        </w:numPr>
        <w:jc w:val="both"/>
        <w:rPr>
          <w:u w:val="single"/>
        </w:rPr>
      </w:pPr>
      <w:r>
        <w:rPr>
          <w:u w:val="single"/>
        </w:rPr>
        <w:t>_Листинг программы</w:t>
      </w:r>
    </w:p>
    <w:p w:rsidR="00442378" w:rsidRDefault="00442378" w:rsidP="00442378">
      <w:pPr>
        <w:numPr>
          <w:ilvl w:val="0"/>
          <w:numId w:val="3"/>
        </w:numPr>
        <w:jc w:val="both"/>
        <w:rPr>
          <w:u w:val="single"/>
        </w:rPr>
      </w:pPr>
      <w:r>
        <w:rPr>
          <w:u w:val="single"/>
        </w:rPr>
        <w:t>Тестовые результаты_</w:t>
      </w:r>
    </w:p>
    <w:p w:rsidR="00442378" w:rsidRDefault="00442378" w:rsidP="00442378">
      <w:pPr>
        <w:jc w:val="both"/>
        <w:rPr>
          <w:u w:val="single"/>
        </w:rPr>
      </w:pPr>
    </w:p>
    <w:p w:rsidR="00442378" w:rsidRDefault="00442378" w:rsidP="00442378">
      <w:pPr>
        <w:jc w:val="both"/>
        <w:rPr>
          <w:b/>
          <w:u w:val="single"/>
        </w:rPr>
      </w:pPr>
      <w:r>
        <w:rPr>
          <w:b/>
          <w:u w:val="single"/>
        </w:rPr>
        <w:t xml:space="preserve">Дата выдачи  </w:t>
      </w:r>
      <w:r w:rsidR="00A55A92">
        <w:rPr>
          <w:u w:val="single"/>
        </w:rPr>
        <w:t>«5» мая  2011</w:t>
      </w:r>
      <w:r>
        <w:rPr>
          <w:u w:val="single"/>
        </w:rPr>
        <w:t xml:space="preserve"> г.</w:t>
      </w:r>
    </w:p>
    <w:p w:rsidR="00442378" w:rsidRDefault="00442378" w:rsidP="00442378">
      <w:pPr>
        <w:jc w:val="both"/>
        <w:rPr>
          <w:u w:val="single"/>
        </w:rPr>
      </w:pPr>
      <w:r>
        <w:rPr>
          <w:b/>
          <w:u w:val="single"/>
        </w:rPr>
        <w:t xml:space="preserve">Срок окончания </w:t>
      </w:r>
      <w:r>
        <w:rPr>
          <w:u w:val="single"/>
        </w:rPr>
        <w:t>«_2</w:t>
      </w:r>
      <w:r w:rsidR="00A55A92">
        <w:rPr>
          <w:u w:val="single"/>
        </w:rPr>
        <w:t>1_»  июня</w:t>
      </w:r>
      <w:r>
        <w:rPr>
          <w:u w:val="single"/>
        </w:rPr>
        <w:t xml:space="preserve"> </w:t>
      </w:r>
      <w:smartTag w:uri="urn:schemas-microsoft-com:office:smarttags" w:element="metricconverter">
        <w:smartTagPr>
          <w:attr w:name="ProductID" w:val="2010 г"/>
        </w:smartTagPr>
        <w:r>
          <w:rPr>
            <w:u w:val="single"/>
          </w:rPr>
          <w:t>2010 г</w:t>
        </w:r>
      </w:smartTag>
      <w:r>
        <w:rPr>
          <w:u w:val="single"/>
        </w:rPr>
        <w:t>.</w:t>
      </w:r>
    </w:p>
    <w:p w:rsidR="00442378" w:rsidRDefault="00442378" w:rsidP="00442378">
      <w:pPr>
        <w:jc w:val="both"/>
        <w:rPr>
          <w:u w:val="single"/>
        </w:rPr>
      </w:pPr>
    </w:p>
    <w:p w:rsidR="00442378" w:rsidRDefault="00442378" w:rsidP="00442378">
      <w:pPr>
        <w:jc w:val="both"/>
        <w:rPr>
          <w:u w:val="single"/>
        </w:rPr>
      </w:pPr>
    </w:p>
    <w:p w:rsidR="00442378" w:rsidRDefault="00442378" w:rsidP="00442378">
      <w:pPr>
        <w:jc w:val="both"/>
        <w:rPr>
          <w:u w:val="single"/>
        </w:rPr>
      </w:pPr>
      <w:r>
        <w:t>Руководитель курсовой работы</w:t>
      </w:r>
      <w:r>
        <w:rPr>
          <w:u w:val="single"/>
        </w:rPr>
        <w:t xml:space="preserve"> _______________________/Эрдынеева Л.И./_</w:t>
      </w:r>
    </w:p>
    <w:p w:rsidR="00442378" w:rsidRDefault="00442378" w:rsidP="00442378">
      <w:pPr>
        <w:jc w:val="both"/>
        <w:rPr>
          <w:u w:val="single"/>
        </w:rPr>
      </w:pPr>
    </w:p>
    <w:p w:rsidR="00442378" w:rsidRDefault="00442378" w:rsidP="00442378">
      <w:pPr>
        <w:overflowPunct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442378" w:rsidRPr="0083589D" w:rsidRDefault="00442378" w:rsidP="00442378">
      <w:pPr>
        <w:jc w:val="both"/>
        <w:rPr>
          <w:u w:val="single"/>
        </w:rPr>
      </w:pPr>
      <w:r>
        <w:t>Задание принял к исполнению</w:t>
      </w:r>
      <w:r>
        <w:rPr>
          <w:u w:val="single"/>
        </w:rPr>
        <w:t xml:space="preserve">__________________________ </w:t>
      </w:r>
    </w:p>
    <w:p w:rsidR="005D0FB0" w:rsidRDefault="00BC51A3" w:rsidP="00311EF6">
      <w:pPr>
        <w:ind w:firstLine="709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ect id="_x0000_s2696" style="position:absolute;left:0;text-align:left;margin-left:28.5pt;margin-top:27.75pt;width:546.25pt;height:802.3pt;z-index:251661824;mso-position-horizontal-relative:page;mso-position-vertical-relative:page" o:allowincell="f" filled="f" strokeweight="2pt">
            <w10:wrap anchorx="page" anchory="page"/>
            <w10:anchorlock/>
          </v:rect>
        </w:pict>
      </w:r>
    </w:p>
    <w:p w:rsidR="00454A80" w:rsidRDefault="00454A80" w:rsidP="006F3F37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454A80" w:rsidRDefault="00454A80" w:rsidP="006F3F37">
      <w:pPr>
        <w:jc w:val="both"/>
      </w:pPr>
      <w:r w:rsidRPr="0051145D">
        <w:t xml:space="preserve"> Введение</w:t>
      </w:r>
      <w:r w:rsidR="0051145D">
        <w:t>…………………………………………………………………………..…..5</w:t>
      </w:r>
    </w:p>
    <w:p w:rsidR="00701D6F" w:rsidRPr="0051145D" w:rsidRDefault="00701D6F" w:rsidP="006F3F37">
      <w:pPr>
        <w:jc w:val="both"/>
      </w:pPr>
      <w:r>
        <w:t>Теоретическая часть…………………………………………………………………...5</w:t>
      </w:r>
    </w:p>
    <w:p w:rsidR="00454A80" w:rsidRPr="00E22760" w:rsidRDefault="00454A80" w:rsidP="006F3F37">
      <w:pPr>
        <w:jc w:val="both"/>
      </w:pPr>
      <w:r>
        <w:t>1</w:t>
      </w:r>
      <w:r w:rsidRPr="00E22760">
        <w:t>. Структурированные типы данных</w:t>
      </w:r>
      <w:r>
        <w:t>……………………………………………</w:t>
      </w:r>
      <w:r w:rsidR="0051145D">
        <w:t>..</w:t>
      </w:r>
      <w:r>
        <w:t>….</w:t>
      </w:r>
      <w:r w:rsidR="0051145D">
        <w:t>6</w:t>
      </w:r>
    </w:p>
    <w:p w:rsidR="00454A80" w:rsidRPr="00E22760" w:rsidRDefault="00454A80" w:rsidP="006F3F37">
      <w:pPr>
        <w:jc w:val="both"/>
      </w:pPr>
      <w:r>
        <w:t>2</w:t>
      </w:r>
      <w:r w:rsidRPr="00E22760">
        <w:t>. Способы описание функций</w:t>
      </w:r>
      <w:r>
        <w:t>……………………………………………………</w:t>
      </w:r>
      <w:r w:rsidR="0051145D">
        <w:t>..</w:t>
      </w:r>
      <w:r>
        <w:t>...</w:t>
      </w:r>
      <w:r w:rsidR="0051145D">
        <w:t>9</w:t>
      </w:r>
    </w:p>
    <w:p w:rsidR="00454A80" w:rsidRPr="00E22760" w:rsidRDefault="00454A80" w:rsidP="006F3F37">
      <w:pPr>
        <w:jc w:val="both"/>
      </w:pPr>
      <w:r>
        <w:t>3</w:t>
      </w:r>
      <w:r w:rsidRPr="00E22760">
        <w:t>. Создание и обработка модулей</w:t>
      </w:r>
      <w:r>
        <w:t>…………………………………………………</w:t>
      </w:r>
      <w:r w:rsidR="0051145D">
        <w:t>.</w:t>
      </w:r>
      <w:r>
        <w:t>...</w:t>
      </w:r>
      <w:r w:rsidR="0051145D">
        <w:t>12</w:t>
      </w:r>
    </w:p>
    <w:p w:rsidR="00454A80" w:rsidRPr="00E22760" w:rsidRDefault="00454A80" w:rsidP="006F3F37">
      <w:pPr>
        <w:jc w:val="both"/>
      </w:pPr>
      <w:r>
        <w:t>4</w:t>
      </w:r>
      <w:r w:rsidRPr="00E22760">
        <w:t>. Проектирование программ</w:t>
      </w:r>
      <w:r>
        <w:t>………………………………………………………</w:t>
      </w:r>
      <w:r w:rsidR="0051145D">
        <w:t>.</w:t>
      </w:r>
      <w:r>
        <w:t>..</w:t>
      </w:r>
      <w:r w:rsidR="0051145D">
        <w:t>13</w:t>
      </w:r>
    </w:p>
    <w:p w:rsidR="00454A80" w:rsidRPr="00E22760" w:rsidRDefault="00454A80" w:rsidP="006F3F37">
      <w:pPr>
        <w:jc w:val="both"/>
      </w:pPr>
      <w:r>
        <w:t>5</w:t>
      </w:r>
      <w:r w:rsidRPr="00E22760">
        <w:t>. Создание графического интерфейса</w:t>
      </w:r>
      <w:r>
        <w:t>…………………………………………….</w:t>
      </w:r>
      <w:r w:rsidR="0051145D">
        <w:t>.</w:t>
      </w:r>
      <w:r>
        <w:t>..</w:t>
      </w:r>
      <w:r w:rsidR="0051145D">
        <w:t>14</w:t>
      </w:r>
    </w:p>
    <w:p w:rsidR="00454A80" w:rsidRPr="00E22760" w:rsidRDefault="00454A80" w:rsidP="006F3F37">
      <w:pPr>
        <w:jc w:val="both"/>
      </w:pPr>
      <w:r>
        <w:t>6</w:t>
      </w:r>
      <w:r w:rsidRPr="00E22760">
        <w:t>. Постановка задачи</w:t>
      </w:r>
      <w:r>
        <w:t>………………………………………………………………</w:t>
      </w:r>
      <w:r w:rsidR="0051145D">
        <w:t>.</w:t>
      </w:r>
      <w:r>
        <w:t>…</w:t>
      </w:r>
      <w:r w:rsidR="0051145D">
        <w:t>15</w:t>
      </w:r>
    </w:p>
    <w:p w:rsidR="00454A80" w:rsidRPr="00E22760" w:rsidRDefault="00454A80" w:rsidP="006F3F37">
      <w:pPr>
        <w:jc w:val="both"/>
      </w:pPr>
      <w:r>
        <w:t xml:space="preserve">     </w:t>
      </w:r>
      <w:r w:rsidRPr="00E22760">
        <w:t>7.1 Исходные данные</w:t>
      </w:r>
      <w:r w:rsidR="0051145D">
        <w:t>……………………………………………………………....16</w:t>
      </w:r>
    </w:p>
    <w:p w:rsidR="00454A80" w:rsidRPr="00E22760" w:rsidRDefault="00454A80" w:rsidP="006F3F37">
      <w:pPr>
        <w:jc w:val="both"/>
      </w:pPr>
      <w:r>
        <w:t xml:space="preserve">     </w:t>
      </w:r>
      <w:r w:rsidRPr="00E22760">
        <w:t>7.2 Выходные данные</w:t>
      </w:r>
      <w:r w:rsidR="0051145D">
        <w:t>……………………………………………………………...17</w:t>
      </w:r>
    </w:p>
    <w:p w:rsidR="00454A80" w:rsidRPr="00E22760" w:rsidRDefault="00454A80" w:rsidP="006F3F37">
      <w:pPr>
        <w:jc w:val="both"/>
      </w:pPr>
      <w:r w:rsidRPr="00E22760">
        <w:t>8.</w:t>
      </w:r>
      <w:r w:rsidRPr="00E22760">
        <w:rPr>
          <w:b/>
        </w:rPr>
        <w:t xml:space="preserve"> </w:t>
      </w:r>
      <w:r w:rsidRPr="00E22760">
        <w:t>Таблица значения переменных</w:t>
      </w:r>
      <w:r>
        <w:t>…………………………………………………...</w:t>
      </w:r>
      <w:r w:rsidR="0051145D">
        <w:t>..18</w:t>
      </w:r>
    </w:p>
    <w:p w:rsidR="00454A80" w:rsidRPr="00E22760" w:rsidRDefault="00454A80" w:rsidP="006F3F37">
      <w:pPr>
        <w:jc w:val="both"/>
      </w:pPr>
      <w:r w:rsidRPr="00E22760">
        <w:t xml:space="preserve">9. Основная функция </w:t>
      </w:r>
      <w:r w:rsidRPr="00E22760">
        <w:rPr>
          <w:lang w:val="en-US"/>
        </w:rPr>
        <w:t>void</w:t>
      </w:r>
      <w:r w:rsidRPr="00E22760">
        <w:t xml:space="preserve"> </w:t>
      </w:r>
      <w:r w:rsidRPr="00E22760">
        <w:rPr>
          <w:lang w:val="en-US"/>
        </w:rPr>
        <w:t>main</w:t>
      </w:r>
      <w:r w:rsidRPr="00E22760">
        <w:t>()</w:t>
      </w:r>
      <w:r>
        <w:t>……………………………………………………</w:t>
      </w:r>
      <w:r w:rsidR="0051145D">
        <w:t>..19</w:t>
      </w:r>
    </w:p>
    <w:p w:rsidR="00454A80" w:rsidRPr="00E22760" w:rsidRDefault="00454A80" w:rsidP="006F3F37">
      <w:pPr>
        <w:jc w:val="both"/>
      </w:pPr>
      <w:r>
        <w:t xml:space="preserve">     </w:t>
      </w:r>
      <w:r w:rsidRPr="00E22760">
        <w:t>9.1 Блок схема</w:t>
      </w:r>
      <w:r w:rsidR="0051145D">
        <w:t>………………………………………………………………………20</w:t>
      </w:r>
    </w:p>
    <w:p w:rsidR="00454A80" w:rsidRPr="00E22760" w:rsidRDefault="00454A80" w:rsidP="006F3F37">
      <w:pPr>
        <w:jc w:val="both"/>
      </w:pPr>
      <w:r>
        <w:t xml:space="preserve">     </w:t>
      </w:r>
      <w:r w:rsidRPr="00E22760">
        <w:t>9.2 Текст программы</w:t>
      </w:r>
      <w:r w:rsidR="0051145D">
        <w:t>……………………………………………………………….21</w:t>
      </w:r>
    </w:p>
    <w:p w:rsidR="00454A80" w:rsidRPr="00E22760" w:rsidRDefault="00454A80" w:rsidP="006F3F37">
      <w:pPr>
        <w:jc w:val="both"/>
      </w:pPr>
      <w:r w:rsidRPr="00E22760">
        <w:t>10. Тестирование программы</w:t>
      </w:r>
      <w:r>
        <w:t>………………………………………………………</w:t>
      </w:r>
      <w:r w:rsidR="0051145D">
        <w:t>..</w:t>
      </w:r>
      <w:r>
        <w:t>..</w:t>
      </w:r>
      <w:r w:rsidR="0051145D">
        <w:t>30</w:t>
      </w:r>
    </w:p>
    <w:p w:rsidR="00454A80" w:rsidRPr="00E22760" w:rsidRDefault="005825E2" w:rsidP="006F3F37">
      <w:pPr>
        <w:jc w:val="both"/>
      </w:pPr>
      <w:r>
        <w:t xml:space="preserve">      </w:t>
      </w:r>
      <w:r w:rsidR="00454A80" w:rsidRPr="00E22760">
        <w:t>Заключение</w:t>
      </w:r>
      <w:r w:rsidR="00454A80">
        <w:t>……………………………………………………………………</w:t>
      </w:r>
      <w:r w:rsidR="0051145D">
        <w:t>.</w:t>
      </w:r>
      <w:r w:rsidR="00454A80">
        <w:t>….</w:t>
      </w:r>
      <w:r w:rsidR="0051145D">
        <w:t>.35</w:t>
      </w:r>
    </w:p>
    <w:p w:rsidR="00454A80" w:rsidRPr="00E22760" w:rsidRDefault="005825E2" w:rsidP="006F3F37">
      <w:pPr>
        <w:jc w:val="both"/>
      </w:pPr>
      <w:r>
        <w:t xml:space="preserve">      </w:t>
      </w:r>
      <w:r w:rsidR="00454A80" w:rsidRPr="00E22760">
        <w:t>Список использованной литературы</w:t>
      </w:r>
      <w:r w:rsidR="00454A80">
        <w:t>………………………………………</w:t>
      </w:r>
      <w:r w:rsidR="0051145D">
        <w:t>.</w:t>
      </w:r>
      <w:r w:rsidR="00454A80">
        <w:t>……</w:t>
      </w:r>
      <w:r w:rsidR="0051145D">
        <w:t>36</w:t>
      </w:r>
    </w:p>
    <w:p w:rsidR="00454A80" w:rsidRDefault="00442378" w:rsidP="006F3F37">
      <w:pPr>
        <w:ind w:firstLine="709"/>
        <w:jc w:val="both"/>
        <w:rPr>
          <w:rStyle w:val="10"/>
        </w:rPr>
      </w:pPr>
      <w:r>
        <w:br w:type="page"/>
      </w:r>
      <w:r w:rsidR="00454A80" w:rsidRPr="00EE2CFA">
        <w:rPr>
          <w:rStyle w:val="10"/>
        </w:rPr>
        <w:lastRenderedPageBreak/>
        <w:t>Введение</w:t>
      </w:r>
    </w:p>
    <w:p w:rsidR="00454A80" w:rsidRDefault="00454A80" w:rsidP="006F3F37">
      <w:pPr>
        <w:ind w:firstLine="709"/>
        <w:jc w:val="both"/>
      </w:pPr>
      <w:r w:rsidRPr="008B16E6">
        <w:t xml:space="preserve">Язык программирования С++ царит в компьютерном мире. Есть масса причин для узучения этого языка – это продвижение по служебной лестнице, </w:t>
      </w:r>
      <w:r>
        <w:t xml:space="preserve">предназначен для разработки высокопроизводительного программного обеспечения и </w:t>
      </w:r>
      <w:r w:rsidRPr="008B16E6">
        <w:t>получение высокооплачиваемой раб</w:t>
      </w:r>
      <w:r>
        <w:t>оты</w:t>
      </w:r>
      <w:r w:rsidRPr="008B16E6">
        <w:t>. С другой стороны, изучение С++ может превратиться в настоящую каторгу, так как на самом деле это язык с множеством мудреных правил. Обилие инструментов для разработки программ на языке С++ с первого взгляда могут перепутать начинающегося разработчика.</w:t>
      </w:r>
    </w:p>
    <w:p w:rsidR="00454A80" w:rsidRPr="008B16E6" w:rsidRDefault="00454A80" w:rsidP="006F3F37">
      <w:pPr>
        <w:ind w:firstLine="709"/>
        <w:jc w:val="both"/>
      </w:pPr>
      <w:r w:rsidRPr="008B16E6">
        <w:t>Однако в данном курсовом проекте сделан упор не на сложность, а на разработке программно-модульной структуры, которая должна в соответствии с вариантом задании выполнять общие действия, а именно создавать файл, читать данный файл, выводить данные на дисплей и обрабатывать данные в соответствии с вариантом задания.</w:t>
      </w:r>
    </w:p>
    <w:p w:rsidR="00454A80" w:rsidRDefault="00454A80" w:rsidP="006F3F37">
      <w:pPr>
        <w:ind w:firstLine="709"/>
        <w:jc w:val="both"/>
      </w:pPr>
      <w:r w:rsidRPr="008B16E6">
        <w:t>Программа должна не только правильно решать задачу, но и иметь современный интерфейс, быть высоконадежной, дружественной по отношению к пользователю. Только такие программы могут выдерживать конкуренцию на мировом рынке программных продуктов.</w:t>
      </w:r>
    </w:p>
    <w:p w:rsidR="00454A80" w:rsidRDefault="00454A80" w:rsidP="006F3F37">
      <w:pPr>
        <w:ind w:firstLine="709"/>
        <w:jc w:val="both"/>
      </w:pPr>
      <w:r>
        <w:t>Я хочу подчеркнуть, что С++ лишь стартовая площадка. С++ - это большой по объему средств и не самый простой язык программировая. Необходимым условием успешного программировая на С++ является не только ключевых слов, операторов и синтаксиса, определяющего возможности языка, но и библиотек классов и функций, которые существенно помогают в разработке программ. И хотя некоторые элементы библиотек рассматриваются в книгах</w:t>
      </w:r>
      <w:r w:rsidRPr="006521E3">
        <w:t>, все же большинство из них не нашло здесь своего отражения. Чтобы</w:t>
      </w:r>
      <w:r>
        <w:t xml:space="preserve"> </w:t>
      </w:r>
      <w:r w:rsidRPr="006521E3">
        <w:t>стать первоклассным программистом на C++</w:t>
      </w:r>
      <w:r>
        <w:t>, необходимо в совершенстве изу</w:t>
      </w:r>
      <w:r w:rsidRPr="006521E3">
        <w:t>чить и С++-библиотеки. Знания, полученные при изучении, позволят</w:t>
      </w:r>
      <w:r>
        <w:t xml:space="preserve"> </w:t>
      </w:r>
      <w:r w:rsidRPr="006521E3">
        <w:t>вам освоить не только библиотеки, но и все остальные аспекты C++.</w:t>
      </w:r>
    </w:p>
    <w:p w:rsidR="00454A80" w:rsidRPr="002A4BC6" w:rsidRDefault="00454A80" w:rsidP="006F3F37">
      <w:pPr>
        <w:jc w:val="both"/>
      </w:pPr>
      <w:r w:rsidRPr="002A4BC6">
        <w:t>Для составления работающих программ достаточно иметь интуитивные представления об алгоритмах и устройстве компьютера. Часто бывает достаточно ознакомиться с несколькими работающими программами или даже с фрагментами таких программ, чтобы, в буквальном смысле используя образцы, успешно описывать собственные алгоритмы. Однако грамотная речь невозможна без знания языка, а профессиональное программирование требует глубоких знаний в области языков про</w:t>
      </w:r>
      <w:r>
        <w:t xml:space="preserve">граммирования. </w:t>
      </w:r>
      <w:r w:rsidRPr="002A4BC6">
        <w:t xml:space="preserve">В ней на основе базовых языковых конструкций и элементарных понятий описываются всё более сложные элементы языка и связанные с ними концепции: </w:t>
      </w:r>
    </w:p>
    <w:p w:rsidR="00454A80" w:rsidRPr="002A4BC6" w:rsidRDefault="00BC51A3" w:rsidP="006F3F37">
      <w:pPr>
        <w:jc w:val="both"/>
      </w:pPr>
      <w:r>
        <w:rPr>
          <w:noProof/>
        </w:rPr>
        <w:pict>
          <v:group id="_x0000_s2757" style="position:absolute;left:0;text-align:left;margin-left:27pt;margin-top:24.5pt;width:547.2pt;height:802.3pt;z-index:251662848;mso-position-horizontal-relative:page;mso-position-vertical-relative:page" coordsize="20000,20000">
            <v:rect id="_x0000_s2758" style="position:absolute;width:20000;height:20000" filled="f" strokeweight="2pt"/>
            <v:line id="_x0000_s2759" style="position:absolute" from="1093,18949" to="1095,19989" strokeweight="2pt"/>
            <v:line id="_x0000_s2760" style="position:absolute" from="10,18941" to="19977,18942" strokeweight="2pt"/>
            <v:line id="_x0000_s2761" style="position:absolute" from="2186,18949" to="2188,19989" strokeweight="2pt"/>
            <v:line id="_x0000_s2762" style="position:absolute" from="4919,18949" to="4921,19989" strokeweight="2pt"/>
            <v:line id="_x0000_s2763" style="position:absolute" from="6557,18959" to="6559,19989" strokeweight="2pt"/>
            <v:line id="_x0000_s2764" style="position:absolute" from="7650,18949" to="7652,19979" strokeweight="2pt"/>
            <v:line id="_x0000_s2765" style="position:absolute" from="18905,18949" to="18909,19989" strokeweight="2pt"/>
            <v:line id="_x0000_s2766" style="position:absolute" from="10,19293" to="7631,19295" strokeweight="1pt"/>
            <v:line id="_x0000_s2767" style="position:absolute" from="10,19646" to="7631,19647" strokeweight="2pt"/>
            <v:line id="_x0000_s2768" style="position:absolute" from="18919,19296" to="19990,19297" strokeweight="1pt"/>
            <v:rect id="_x0000_s2769" style="position:absolute;left:54;top:19660;width:1000;height:309" filled="f" stroked="f" strokeweight=".25pt">
              <v:textbox style="mso-next-textbox:#_x0000_s2769" inset="1pt,1pt,1pt,1pt">
                <w:txbxContent>
                  <w:p w:rsidR="00FE0A22" w:rsidRDefault="00FE0A22" w:rsidP="00FE0A2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770" style="position:absolute;left:1139;top:19660;width:1001;height:309" filled="f" stroked="f" strokeweight=".25pt">
              <v:textbox style="mso-next-textbox:#_x0000_s2770" inset="1pt,1pt,1pt,1pt">
                <w:txbxContent>
                  <w:p w:rsidR="00FE0A22" w:rsidRDefault="00FE0A22" w:rsidP="00FE0A2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771" style="position:absolute;left:2267;top:19660;width:2573;height:309" filled="f" stroked="f" strokeweight=".25pt">
              <v:textbox style="mso-next-textbox:#_x0000_s2771" inset="1pt,1pt,1pt,1pt">
                <w:txbxContent>
                  <w:p w:rsidR="00FE0A22" w:rsidRDefault="00FE0A22" w:rsidP="00FE0A2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772" style="position:absolute;left:4983;top:19660;width:1534;height:309" filled="f" stroked="f" strokeweight=".25pt">
              <v:textbox style="mso-next-textbox:#_x0000_s2772" inset="1pt,1pt,1pt,1pt">
                <w:txbxContent>
                  <w:p w:rsidR="00FE0A22" w:rsidRDefault="00FE0A22" w:rsidP="00FE0A2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773" style="position:absolute;left:6604;top:19660;width:1000;height:309" filled="f" stroked="f" strokeweight=".25pt">
              <v:textbox style="mso-next-textbox:#_x0000_s2773" inset="1pt,1pt,1pt,1pt">
                <w:txbxContent>
                  <w:p w:rsidR="00FE0A22" w:rsidRDefault="00FE0A22" w:rsidP="00FE0A2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774" style="position:absolute;left:18949;top:18977;width:1001;height:309" filled="f" stroked="f" strokeweight=".25pt">
              <v:textbox style="mso-next-textbox:#_x0000_s2774" inset="1pt,1pt,1pt,1pt">
                <w:txbxContent>
                  <w:p w:rsidR="00FE0A22" w:rsidRDefault="00FE0A22" w:rsidP="00FE0A2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775" style="position:absolute;left:18949;top:19435;width:1001;height:423" filled="f" stroked="f" strokeweight=".25pt">
              <v:textbox style="mso-next-textbox:#_x0000_s2775" inset="1pt,1pt,1pt,1pt">
                <w:txbxContent>
                  <w:p w:rsidR="00FE0A22" w:rsidRPr="00933894" w:rsidRDefault="00FE0A22" w:rsidP="00FE0A22">
                    <w:pPr>
                      <w:pStyle w:val="ab"/>
                      <w:jc w:val="center"/>
                      <w:rPr>
                        <w:rFonts w:ascii="Times New Roman" w:hAnsi="Times New Roman"/>
                        <w:sz w:val="24"/>
                        <w:lang w:val="ru-RU"/>
                      </w:rPr>
                    </w:pPr>
                    <w:r w:rsidRPr="00933894">
                      <w:rPr>
                        <w:rFonts w:ascii="Times New Roman" w:hAnsi="Times New Roman"/>
                        <w:sz w:val="24"/>
                        <w:lang w:val="ru-RU"/>
                      </w:rPr>
                      <w:t>5</w:t>
                    </w:r>
                  </w:p>
                  <w:p w:rsidR="00FE0A22" w:rsidRPr="00F725FA" w:rsidRDefault="00FE0A22" w:rsidP="00FE0A22">
                    <w:pPr>
                      <w:pStyle w:val="ab"/>
                      <w:jc w:val="center"/>
                      <w:rPr>
                        <w:sz w:val="24"/>
                        <w:lang w:val="en-US"/>
                      </w:rPr>
                    </w:pPr>
                  </w:p>
                </w:txbxContent>
              </v:textbox>
            </v:rect>
            <v:rect id="_x0000_s2776" style="position:absolute;left:7745;top:19221;width:11075;height:477" filled="f" stroked="f" strokeweight=".25pt">
              <v:textbox style="mso-next-textbox:#_x0000_s2776" inset="1pt,1pt,1pt,1pt">
                <w:txbxContent>
                  <w:p w:rsidR="00FE0A22" w:rsidRPr="000776FB" w:rsidRDefault="00FE0A22" w:rsidP="00FE0A22"/>
                </w:txbxContent>
              </v:textbox>
            </v:rect>
            <w10:wrap anchorx="page" anchory="page"/>
            <w10:anchorlock/>
          </v:group>
        </w:pict>
      </w:r>
      <w:r w:rsidR="00454A80" w:rsidRPr="002A4BC6">
        <w:t xml:space="preserve">- алфавит и идентификаторы </w:t>
      </w:r>
    </w:p>
    <w:p w:rsidR="00454A80" w:rsidRPr="002A4BC6" w:rsidRDefault="00454A80" w:rsidP="006F3F37">
      <w:pPr>
        <w:jc w:val="both"/>
      </w:pPr>
      <w:r w:rsidRPr="002A4BC6">
        <w:t xml:space="preserve">- элементарные типы, объявления и пределения </w:t>
      </w:r>
    </w:p>
    <w:p w:rsidR="00454A80" w:rsidRPr="002A4BC6" w:rsidRDefault="00454A80" w:rsidP="006F3F37">
      <w:pPr>
        <w:jc w:val="both"/>
      </w:pPr>
      <w:r w:rsidRPr="002A4BC6">
        <w:t xml:space="preserve">- операции, выражения и операторы </w:t>
      </w:r>
    </w:p>
    <w:p w:rsidR="00454A80" w:rsidRPr="002F036A" w:rsidRDefault="00454A80" w:rsidP="006F3F37">
      <w:pPr>
        <w:jc w:val="both"/>
      </w:pPr>
      <w:r w:rsidRPr="002A4BC6">
        <w:t>- функции и их характеристики</w:t>
      </w:r>
      <w:r w:rsidRPr="002F036A">
        <w:t xml:space="preserve"> </w:t>
      </w:r>
    </w:p>
    <w:p w:rsidR="00454A80" w:rsidRPr="00B47F69" w:rsidRDefault="00454A80" w:rsidP="006F3F37">
      <w:pPr>
        <w:jc w:val="both"/>
      </w:pPr>
      <w:r w:rsidRPr="00B47F69">
        <w:t xml:space="preserve">- производные типы и средства их построения </w:t>
      </w:r>
    </w:p>
    <w:p w:rsidR="00454A80" w:rsidRPr="002F036A" w:rsidRDefault="00454A80" w:rsidP="006F3F37">
      <w:pPr>
        <w:jc w:val="both"/>
        <w:rPr>
          <w:sz w:val="28"/>
        </w:rPr>
      </w:pPr>
      <w:r w:rsidRPr="00B47F69">
        <w:t>- функции-члены, конструкторы и операторные функции</w:t>
      </w:r>
      <w:r w:rsidRPr="002F036A">
        <w:rPr>
          <w:sz w:val="28"/>
        </w:rPr>
        <w:t xml:space="preserve"> </w:t>
      </w:r>
    </w:p>
    <w:p w:rsidR="00454A80" w:rsidRPr="002A4BC6" w:rsidRDefault="00454A80" w:rsidP="006F3F37">
      <w:pPr>
        <w:jc w:val="both"/>
      </w:pPr>
      <w:r w:rsidRPr="002A4BC6">
        <w:t xml:space="preserve">- механизмы наследования, инкапсуляции и полиморфизма </w:t>
      </w:r>
    </w:p>
    <w:p w:rsidR="00454A80" w:rsidRPr="002A4BC6" w:rsidRDefault="00454A80" w:rsidP="006F3F37">
      <w:pPr>
        <w:tabs>
          <w:tab w:val="left" w:pos="1905"/>
        </w:tabs>
        <w:jc w:val="both"/>
      </w:pPr>
      <w:r w:rsidRPr="002A4BC6">
        <w:t xml:space="preserve">- шаблоны </w:t>
      </w:r>
      <w:r>
        <w:tab/>
      </w:r>
    </w:p>
    <w:p w:rsidR="00454A80" w:rsidRPr="002A4BC6" w:rsidRDefault="00454A80" w:rsidP="006F3F37">
      <w:pPr>
        <w:jc w:val="both"/>
      </w:pPr>
      <w:r w:rsidRPr="002A4BC6">
        <w:t xml:space="preserve">- потоки ввода-вывода </w:t>
      </w:r>
    </w:p>
    <w:p w:rsidR="00454A80" w:rsidRDefault="00454A80" w:rsidP="006F3F37">
      <w:pPr>
        <w:ind w:firstLine="709"/>
        <w:jc w:val="both"/>
      </w:pPr>
      <w:r w:rsidRPr="002A4BC6">
        <w:t>- средства обработки исключительных ситуаций.</w:t>
      </w:r>
    </w:p>
    <w:p w:rsidR="00545CA1" w:rsidRPr="002A4BC6" w:rsidRDefault="00454A80" w:rsidP="006F3F37">
      <w:pPr>
        <w:ind w:firstLine="709"/>
        <w:jc w:val="both"/>
      </w:pPr>
      <w:r>
        <w:t>И</w:t>
      </w:r>
      <w:r w:rsidRPr="002A4BC6">
        <w:t xml:space="preserve">нформация о контроле типов, типизации и прочих важных характеристиках языков программирования; сведения об алгоритмах преобразования, дополнительном коде и о преобразовании дробной части вещественного числа. Эти приложения включены в книгу с единственной целью: чтобы при обсуждении того, </w:t>
      </w:r>
      <w:r>
        <w:t>что делается</w:t>
      </w:r>
      <w:r w:rsidRPr="002A4BC6">
        <w:t>, не возникало во</w:t>
      </w:r>
      <w:r>
        <w:t>просов по поводу того, как это делается</w:t>
      </w:r>
      <w:r w:rsidRPr="002A4BC6">
        <w:t>; элементы теории комплексных чисел. Комплексные числа - наш полигон.</w:t>
      </w:r>
      <w:r w:rsidRPr="00454A80">
        <w:t xml:space="preserve"> </w:t>
      </w:r>
      <w:r w:rsidRPr="002A4BC6">
        <w:t>Многие конструкции языка C</w:t>
      </w:r>
      <w:r w:rsidR="00545CA1">
        <w:t>++</w:t>
      </w:r>
      <w:r w:rsidR="00FE0A22">
        <w:t xml:space="preserve"> мы в дальнейшем будем </w:t>
      </w:r>
      <w:bookmarkStart w:id="0" w:name="gl2.3.8"/>
      <w:r w:rsidR="00545CA1" w:rsidRPr="002A4BC6">
        <w:t>отрабатывать применительно</w:t>
      </w:r>
      <w:r w:rsidR="00545CA1">
        <w:t xml:space="preserve"> </w:t>
      </w:r>
      <w:r w:rsidR="00545CA1" w:rsidRPr="002A4BC6">
        <w:t xml:space="preserve">к множеству комплексных чисел; элементарные сведения об устройстве ЭВМ. </w:t>
      </w:r>
    </w:p>
    <w:p w:rsidR="00545CA1" w:rsidRPr="00545CA1" w:rsidRDefault="00545CA1" w:rsidP="006F3F37">
      <w:pPr>
        <w:pStyle w:val="1"/>
        <w:spacing w:line="240" w:lineRule="auto"/>
        <w:jc w:val="both"/>
        <w:rPr>
          <w:b w:val="0"/>
          <w:lang w:val="ru-RU"/>
        </w:rPr>
      </w:pPr>
    </w:p>
    <w:p w:rsidR="00545CA1" w:rsidRDefault="00545CA1" w:rsidP="006F3F37">
      <w:pPr>
        <w:pStyle w:val="1"/>
        <w:spacing w:line="240" w:lineRule="auto"/>
        <w:jc w:val="both"/>
        <w:rPr>
          <w:sz w:val="28"/>
          <w:szCs w:val="28"/>
          <w:lang w:val="ru-RU"/>
        </w:rPr>
      </w:pPr>
    </w:p>
    <w:p w:rsidR="0019682B" w:rsidRPr="00AF3438" w:rsidRDefault="000422C4" w:rsidP="006F3F37">
      <w:pPr>
        <w:pStyle w:val="1"/>
        <w:spacing w:line="240" w:lineRule="auto"/>
        <w:jc w:val="both"/>
        <w:rPr>
          <w:lang w:val="ru-RU"/>
        </w:rPr>
      </w:pPr>
      <w:r w:rsidRPr="00AF3438">
        <w:rPr>
          <w:lang w:val="ru-RU"/>
        </w:rPr>
        <w:t xml:space="preserve">2. </w:t>
      </w:r>
      <w:r w:rsidR="006939E7" w:rsidRPr="00AF3438">
        <w:t>Структурированный типы данных</w:t>
      </w:r>
    </w:p>
    <w:p w:rsidR="00150DFC" w:rsidRDefault="00150DFC" w:rsidP="006F3F37">
      <w:pPr>
        <w:ind w:left="360"/>
        <w:jc w:val="both"/>
      </w:pPr>
      <w:r>
        <w:t xml:space="preserve">       </w:t>
      </w:r>
      <w:r w:rsidR="00E27FC2">
        <w:t xml:space="preserve">Структура – это объединение одного или нескольких объектов (перемменых,  массивов, указателец, других структур и т.д.) Как и массив, она представляет собой совокупность данных. Отличнем является те, </w:t>
      </w:r>
      <w:r>
        <w:t>что к ее элементам необходимо обращаться по имени и что различные элементы структуры не обязательно должны принадлежать одному типу. Переменные, из которых состоит структура, называется членами. Члены структуры еще называются элементами или полями.</w:t>
      </w:r>
    </w:p>
    <w:p w:rsidR="003900DF" w:rsidRPr="003900DF" w:rsidRDefault="00150DFC" w:rsidP="006F3F37">
      <w:pPr>
        <w:ind w:left="360"/>
        <w:jc w:val="both"/>
      </w:pPr>
      <w:r>
        <w:t xml:space="preserve">      Когда объявляется структура, то определяется агрегатный тип, а не переменная. Пока не объявите переменную этого типа, то существовать она не будет. Когда объявляется переменная – структура, компилятор автоматически выделяет количество памяти, достаточное, чтобы разместить все ее члены.</w:t>
      </w:r>
    </w:p>
    <w:p w:rsidR="0019682B" w:rsidRPr="00B47F69" w:rsidRDefault="00150DFC" w:rsidP="006F3F37">
      <w:pPr>
        <w:jc w:val="both"/>
        <w:rPr>
          <w:lang w:val="en-US"/>
        </w:rPr>
      </w:pPr>
      <w:r>
        <w:t xml:space="preserve">     </w:t>
      </w:r>
      <w:r w:rsidR="0019682B" w:rsidRPr="00B47F69">
        <w:t>Вектор есть совокупность элементов одного типа; struct является совокупностью элементов (практически) произвольных типов. Например</w:t>
      </w:r>
      <w:r w:rsidR="0019682B" w:rsidRPr="00B47F69">
        <w:rPr>
          <w:lang w:val="en-US"/>
        </w:rPr>
        <w:t>:</w:t>
      </w:r>
    </w:p>
    <w:p w:rsidR="0019682B" w:rsidRPr="00B47F69" w:rsidRDefault="0019682B" w:rsidP="006F3F37">
      <w:pPr>
        <w:jc w:val="both"/>
        <w:rPr>
          <w:lang w:val="en-US"/>
        </w:rPr>
      </w:pPr>
      <w:r w:rsidRPr="00B47F69">
        <w:rPr>
          <w:lang w:val="en-US"/>
        </w:rPr>
        <w:t xml:space="preserve">  struct address {    // </w:t>
      </w:r>
      <w:r w:rsidRPr="00B47F69">
        <w:t>почтовый</w:t>
      </w:r>
      <w:r w:rsidRPr="00B47F69">
        <w:rPr>
          <w:lang w:val="en-US"/>
        </w:rPr>
        <w:t xml:space="preserve"> </w:t>
      </w:r>
      <w:r w:rsidRPr="00B47F69">
        <w:t>адрес</w:t>
      </w:r>
    </w:p>
    <w:p w:rsidR="0019682B" w:rsidRPr="00B47F69" w:rsidRDefault="0019682B" w:rsidP="006F3F37">
      <w:pPr>
        <w:jc w:val="both"/>
        <w:rPr>
          <w:lang w:val="en-US"/>
        </w:rPr>
      </w:pPr>
      <w:r w:rsidRPr="00B47F69">
        <w:rPr>
          <w:lang w:val="en-US"/>
        </w:rPr>
        <w:t xml:space="preserve">  char* name;         // </w:t>
      </w:r>
      <w:r w:rsidRPr="00B47F69">
        <w:t>имя</w:t>
      </w:r>
      <w:r w:rsidRPr="00B47F69">
        <w:rPr>
          <w:lang w:val="en-US"/>
        </w:rPr>
        <w:t xml:space="preserve"> "Jim Dandy"</w:t>
      </w:r>
    </w:p>
    <w:p w:rsidR="0019682B" w:rsidRPr="00B47F69" w:rsidRDefault="0019682B" w:rsidP="006F3F37">
      <w:pPr>
        <w:jc w:val="both"/>
        <w:rPr>
          <w:lang w:val="en-US"/>
        </w:rPr>
      </w:pPr>
      <w:r w:rsidRPr="00B47F69">
        <w:rPr>
          <w:lang w:val="en-US"/>
        </w:rPr>
        <w:t xml:space="preserve">  long  number;       // </w:t>
      </w:r>
      <w:r w:rsidRPr="00B47F69">
        <w:t>номер</w:t>
      </w:r>
      <w:r w:rsidRPr="00B47F69">
        <w:rPr>
          <w:lang w:val="en-US"/>
        </w:rPr>
        <w:t xml:space="preserve"> </w:t>
      </w:r>
      <w:r w:rsidRPr="00B47F69">
        <w:t>дома</w:t>
      </w:r>
      <w:r w:rsidRPr="00B47F69">
        <w:rPr>
          <w:lang w:val="en-US"/>
        </w:rPr>
        <w:t xml:space="preserve"> 61</w:t>
      </w:r>
    </w:p>
    <w:p w:rsidR="0019682B" w:rsidRPr="00B47F69" w:rsidRDefault="0019682B" w:rsidP="006F3F37">
      <w:pPr>
        <w:jc w:val="both"/>
        <w:rPr>
          <w:lang w:val="en-US"/>
        </w:rPr>
      </w:pPr>
      <w:r w:rsidRPr="00B47F69">
        <w:rPr>
          <w:lang w:val="en-US"/>
        </w:rPr>
        <w:t xml:space="preserve">  char* street;       // </w:t>
      </w:r>
      <w:r w:rsidRPr="00B47F69">
        <w:t>улица</w:t>
      </w:r>
      <w:r w:rsidRPr="00B47F69">
        <w:rPr>
          <w:lang w:val="en-US"/>
        </w:rPr>
        <w:t xml:space="preserve"> "</w:t>
      </w:r>
      <w:smartTag w:uri="urn:schemas-microsoft-com:office:smarttags" w:element="Street">
        <w:smartTag w:uri="urn:schemas-microsoft-com:office:smarttags" w:element="address">
          <w:r w:rsidRPr="00B47F69">
            <w:rPr>
              <w:lang w:val="en-US"/>
            </w:rPr>
            <w:t>South Street</w:t>
          </w:r>
        </w:smartTag>
      </w:smartTag>
      <w:r w:rsidRPr="00B47F69">
        <w:rPr>
          <w:lang w:val="en-US"/>
        </w:rPr>
        <w:t>"</w:t>
      </w:r>
    </w:p>
    <w:p w:rsidR="0019682B" w:rsidRPr="00B47F69" w:rsidRDefault="0019682B" w:rsidP="006F3F37">
      <w:pPr>
        <w:jc w:val="both"/>
        <w:rPr>
          <w:lang w:val="en-US"/>
        </w:rPr>
      </w:pPr>
      <w:r w:rsidRPr="00B47F69">
        <w:rPr>
          <w:lang w:val="en-US"/>
        </w:rPr>
        <w:t xml:space="preserve">  char* town;         // </w:t>
      </w:r>
      <w:r w:rsidRPr="00B47F69">
        <w:t>город</w:t>
      </w:r>
      <w:r w:rsidRPr="00B47F69">
        <w:rPr>
          <w:lang w:val="en-US"/>
        </w:rPr>
        <w:t xml:space="preserve"> "</w:t>
      </w:r>
      <w:smartTag w:uri="urn:schemas-microsoft-com:office:smarttags" w:element="place">
        <w:r w:rsidRPr="00B47F69">
          <w:rPr>
            <w:lang w:val="en-US"/>
          </w:rPr>
          <w:t>New Providence</w:t>
        </w:r>
      </w:smartTag>
      <w:r w:rsidRPr="00B47F69">
        <w:rPr>
          <w:lang w:val="en-US"/>
        </w:rPr>
        <w:t>"</w:t>
      </w:r>
    </w:p>
    <w:p w:rsidR="0019682B" w:rsidRPr="00B47F69" w:rsidRDefault="0019682B" w:rsidP="006F3F37">
      <w:pPr>
        <w:jc w:val="both"/>
        <w:rPr>
          <w:lang w:val="en-US"/>
        </w:rPr>
      </w:pPr>
      <w:r w:rsidRPr="00B47F69">
        <w:rPr>
          <w:lang w:val="en-US"/>
        </w:rPr>
        <w:t xml:space="preserve">  char* state[2];     // </w:t>
      </w:r>
      <w:r w:rsidRPr="00B47F69">
        <w:t>штат</w:t>
      </w:r>
      <w:r w:rsidRPr="00B47F69">
        <w:rPr>
          <w:lang w:val="en-US"/>
        </w:rPr>
        <w:t xml:space="preserve"> 'N' 'J'</w:t>
      </w:r>
    </w:p>
    <w:p w:rsidR="0019682B" w:rsidRPr="00B47F69" w:rsidRDefault="0019682B" w:rsidP="006F3F37">
      <w:pPr>
        <w:jc w:val="both"/>
        <w:rPr>
          <w:lang w:val="en-US"/>
        </w:rPr>
      </w:pPr>
      <w:r w:rsidRPr="00B47F69">
        <w:rPr>
          <w:lang w:val="en-US"/>
        </w:rPr>
        <w:t xml:space="preserve">  int   zip;          // </w:t>
      </w:r>
      <w:r w:rsidRPr="00B47F69">
        <w:t>индекс</w:t>
      </w:r>
      <w:r w:rsidRPr="00B47F69">
        <w:rPr>
          <w:lang w:val="en-US"/>
        </w:rPr>
        <w:t xml:space="preserve"> 7974</w:t>
      </w:r>
    </w:p>
    <w:p w:rsidR="0019682B" w:rsidRPr="00B47F69" w:rsidRDefault="0019682B" w:rsidP="006F3F37">
      <w:pPr>
        <w:jc w:val="both"/>
      </w:pPr>
      <w:r w:rsidRPr="00B47F69">
        <w:rPr>
          <w:lang w:val="en-US"/>
        </w:rPr>
        <w:t xml:space="preserve"> </w:t>
      </w:r>
      <w:r w:rsidRPr="00B47F69">
        <w:t>}</w:t>
      </w:r>
    </w:p>
    <w:p w:rsidR="0019682B" w:rsidRPr="00B47F69" w:rsidRDefault="0019682B" w:rsidP="006F3F37">
      <w:pPr>
        <w:jc w:val="both"/>
      </w:pPr>
      <w:r w:rsidRPr="00B47F69">
        <w:t>определяет новый тип, названный address (почтовый адрес), состоящий</w:t>
      </w:r>
      <w:r w:rsidR="006E1FD3" w:rsidRPr="00B47F69">
        <w:t xml:space="preserve"> </w:t>
      </w:r>
      <w:r w:rsidRPr="00B47F69">
        <w:t>из  пунктов,</w:t>
      </w:r>
      <w:r w:rsidR="006E1FD3" w:rsidRPr="00B47F69">
        <w:t xml:space="preserve"> </w:t>
      </w:r>
      <w:r w:rsidRPr="00B47F69">
        <w:t>требующихся для того, чтобы послать кому-нибудь</w:t>
      </w:r>
      <w:r w:rsidR="006E1FD3" w:rsidRPr="00B47F69">
        <w:t xml:space="preserve"> </w:t>
      </w:r>
      <w:r w:rsidRPr="00B47F69">
        <w:t>корреспонденцию (вообще говоря, address не является достаточным для</w:t>
      </w:r>
      <w:r w:rsidR="006E1FD3" w:rsidRPr="00B47F69">
        <w:t xml:space="preserve"> </w:t>
      </w:r>
      <w:r w:rsidRPr="00B47F69">
        <w:t>работы с полным почтовым адресом,</w:t>
      </w:r>
      <w:r w:rsidR="006E1FD3" w:rsidRPr="00B47F69">
        <w:t xml:space="preserve"> </w:t>
      </w:r>
      <w:r w:rsidRPr="00B47F69">
        <w:t>но в качестве примера</w:t>
      </w:r>
      <w:r w:rsidR="006E1FD3" w:rsidRPr="00B47F69">
        <w:t xml:space="preserve"> </w:t>
      </w:r>
      <w:r w:rsidRPr="00B47F69">
        <w:t>достаточен). Обратите внимание на точку с запятой в конце; это одно</w:t>
      </w:r>
      <w:r w:rsidR="006E1FD3" w:rsidRPr="00B47F69">
        <w:t xml:space="preserve"> </w:t>
      </w:r>
      <w:r w:rsidRPr="00B47F69">
        <w:t>из очень немногих мест в C++, где необходимо ставить точку с</w:t>
      </w:r>
      <w:r w:rsidR="006E1FD3" w:rsidRPr="00B47F69">
        <w:t xml:space="preserve"> </w:t>
      </w:r>
      <w:r w:rsidRPr="00B47F69">
        <w:t>запятой после  фигурной скобки, поэтому люди склонны забывать об</w:t>
      </w:r>
      <w:r w:rsidR="006E1FD3" w:rsidRPr="00B47F69">
        <w:t xml:space="preserve"> </w:t>
      </w:r>
      <w:r w:rsidRPr="00B47F69">
        <w:t>этом.</w:t>
      </w:r>
    </w:p>
    <w:p w:rsidR="0019682B" w:rsidRPr="00B47F69" w:rsidRDefault="006E1FD3" w:rsidP="006F3F37">
      <w:pPr>
        <w:jc w:val="both"/>
        <w:rPr>
          <w:lang w:val="en-US"/>
        </w:rPr>
      </w:pPr>
      <w:r w:rsidRPr="00B47F69">
        <w:tab/>
      </w:r>
      <w:r w:rsidR="0019682B" w:rsidRPr="00B47F69">
        <w:t>Переменные типа address могут описываться точно также, как другие</w:t>
      </w:r>
      <w:r w:rsidRPr="00B47F69">
        <w:t xml:space="preserve"> </w:t>
      </w:r>
      <w:r w:rsidR="0019682B" w:rsidRPr="00B47F69">
        <w:t>переменные, а доступ к отдельным членам получается с помощью</w:t>
      </w:r>
      <w:r w:rsidRPr="00B47F69">
        <w:t xml:space="preserve"> </w:t>
      </w:r>
      <w:r w:rsidR="0019682B" w:rsidRPr="00B47F69">
        <w:t xml:space="preserve">операции. </w:t>
      </w:r>
      <w:r w:rsidR="0019682B" w:rsidRPr="00B47F69">
        <w:rPr>
          <w:lang w:val="en-US"/>
        </w:rPr>
        <w:t>(</w:t>
      </w:r>
      <w:r w:rsidR="0019682B" w:rsidRPr="00B47F69">
        <w:t>точка</w:t>
      </w:r>
      <w:r w:rsidR="0019682B" w:rsidRPr="00B47F69">
        <w:rPr>
          <w:lang w:val="en-US"/>
        </w:rPr>
        <w:t>)</w:t>
      </w:r>
      <w:r w:rsidR="002F036A" w:rsidRPr="00B47F69">
        <w:rPr>
          <w:lang w:val="en-US"/>
        </w:rPr>
        <w:t xml:space="preserve">. </w:t>
      </w:r>
      <w:r w:rsidR="0019682B" w:rsidRPr="00B47F69">
        <w:t>Например</w:t>
      </w:r>
      <w:r w:rsidR="0019682B" w:rsidRPr="00B47F69">
        <w:rPr>
          <w:lang w:val="en-US"/>
        </w:rPr>
        <w:t>:</w:t>
      </w:r>
    </w:p>
    <w:p w:rsidR="0019682B" w:rsidRPr="00B47F69" w:rsidRDefault="0019682B" w:rsidP="006F3F37">
      <w:pPr>
        <w:jc w:val="both"/>
        <w:rPr>
          <w:lang w:val="en-US"/>
        </w:rPr>
      </w:pPr>
      <w:r w:rsidRPr="00B47F69">
        <w:rPr>
          <w:lang w:val="en-US"/>
        </w:rPr>
        <w:t xml:space="preserve">  address jd;</w:t>
      </w:r>
    </w:p>
    <w:p w:rsidR="0019682B" w:rsidRPr="00B47F69" w:rsidRDefault="0019682B" w:rsidP="006F3F37">
      <w:pPr>
        <w:jc w:val="both"/>
        <w:rPr>
          <w:lang w:val="en-US"/>
        </w:rPr>
      </w:pPr>
      <w:r w:rsidRPr="00B47F69">
        <w:rPr>
          <w:lang w:val="en-US"/>
        </w:rPr>
        <w:t xml:space="preserve">  jd.name = "Jim Dandy";</w:t>
      </w:r>
    </w:p>
    <w:p w:rsidR="006E1FD3" w:rsidRPr="00B47F69" w:rsidRDefault="0019682B" w:rsidP="006F3F37">
      <w:pPr>
        <w:jc w:val="both"/>
        <w:rPr>
          <w:lang w:val="en-US"/>
        </w:rPr>
      </w:pPr>
      <w:r w:rsidRPr="00B47F69">
        <w:rPr>
          <w:lang w:val="en-US"/>
        </w:rPr>
        <w:t xml:space="preserve">  jd.number = 61;</w:t>
      </w:r>
    </w:p>
    <w:p w:rsidR="0019682B" w:rsidRPr="00B47F69" w:rsidRDefault="006E1FD3" w:rsidP="006F3F37">
      <w:pPr>
        <w:jc w:val="both"/>
        <w:rPr>
          <w:lang w:val="en-US"/>
        </w:rPr>
      </w:pPr>
      <w:r w:rsidRPr="00B47F69">
        <w:rPr>
          <w:lang w:val="en-US"/>
        </w:rPr>
        <w:tab/>
      </w:r>
      <w:r w:rsidR="0019682B" w:rsidRPr="00B47F69">
        <w:t>Запись, которая  использовалась для инициализации векторов, можно</w:t>
      </w:r>
      <w:r w:rsidRPr="00B47F69">
        <w:t xml:space="preserve"> </w:t>
      </w:r>
      <w:r w:rsidR="0019682B" w:rsidRPr="00B47F69">
        <w:t>применять и к переменным структурных типов. Например</w:t>
      </w:r>
      <w:r w:rsidR="0019682B" w:rsidRPr="00B47F69">
        <w:rPr>
          <w:lang w:val="en-US"/>
        </w:rPr>
        <w:t>:</w:t>
      </w:r>
    </w:p>
    <w:p w:rsidR="0019682B" w:rsidRPr="00B47F69" w:rsidRDefault="0019682B" w:rsidP="006F3F37">
      <w:pPr>
        <w:jc w:val="both"/>
        <w:rPr>
          <w:lang w:val="en-US"/>
        </w:rPr>
      </w:pPr>
      <w:r w:rsidRPr="00B47F69">
        <w:rPr>
          <w:lang w:val="en-US"/>
        </w:rPr>
        <w:t xml:space="preserve">  address jd = {</w:t>
      </w:r>
    </w:p>
    <w:p w:rsidR="0019682B" w:rsidRPr="00B47F69" w:rsidRDefault="0019682B" w:rsidP="006F3F37">
      <w:pPr>
        <w:jc w:val="both"/>
        <w:rPr>
          <w:lang w:val="en-US"/>
        </w:rPr>
      </w:pPr>
      <w:r w:rsidRPr="00B47F69">
        <w:rPr>
          <w:lang w:val="en-US"/>
        </w:rPr>
        <w:t xml:space="preserve">      "Jim Dandy",</w:t>
      </w:r>
    </w:p>
    <w:p w:rsidR="0019682B" w:rsidRPr="00B47F69" w:rsidRDefault="0019682B" w:rsidP="006F3F37">
      <w:pPr>
        <w:jc w:val="both"/>
        <w:rPr>
          <w:lang w:val="en-US"/>
        </w:rPr>
      </w:pPr>
      <w:r w:rsidRPr="00B47F69">
        <w:rPr>
          <w:lang w:val="en-US"/>
        </w:rPr>
        <w:t xml:space="preserve">      61, "</w:t>
      </w:r>
      <w:smartTag w:uri="urn:schemas-microsoft-com:office:smarttags" w:element="Street">
        <w:smartTag w:uri="urn:schemas-microsoft-com:office:smarttags" w:element="address">
          <w:r w:rsidRPr="00B47F69">
            <w:rPr>
              <w:lang w:val="en-US"/>
            </w:rPr>
            <w:t>South Street</w:t>
          </w:r>
        </w:smartTag>
      </w:smartTag>
      <w:r w:rsidRPr="00B47F69">
        <w:rPr>
          <w:lang w:val="en-US"/>
        </w:rPr>
        <w:t>",</w:t>
      </w:r>
    </w:p>
    <w:p w:rsidR="0019682B" w:rsidRPr="00B47F69" w:rsidRDefault="0019682B" w:rsidP="006F3F37">
      <w:pPr>
        <w:jc w:val="both"/>
        <w:rPr>
          <w:lang w:val="en-US"/>
        </w:rPr>
      </w:pPr>
      <w:r w:rsidRPr="00B47F69">
        <w:rPr>
          <w:lang w:val="en-US"/>
        </w:rPr>
        <w:t xml:space="preserve">      "</w:t>
      </w:r>
      <w:smartTag w:uri="urn:schemas-microsoft-com:office:smarttags" w:element="place">
        <w:r w:rsidRPr="00B47F69">
          <w:rPr>
            <w:lang w:val="en-US"/>
          </w:rPr>
          <w:t>New Providence</w:t>
        </w:r>
      </w:smartTag>
      <w:r w:rsidRPr="00B47F69">
        <w:rPr>
          <w:lang w:val="en-US"/>
        </w:rPr>
        <w:t>", {'N','J'}, 7974</w:t>
      </w:r>
    </w:p>
    <w:p w:rsidR="0019682B" w:rsidRPr="00B47F69" w:rsidRDefault="0019682B" w:rsidP="006F3F37">
      <w:pPr>
        <w:jc w:val="both"/>
      </w:pPr>
      <w:r w:rsidRPr="00B47F69">
        <w:rPr>
          <w:lang w:val="en-US"/>
        </w:rPr>
        <w:t xml:space="preserve">  </w:t>
      </w:r>
      <w:r w:rsidRPr="00B47F69">
        <w:t>};</w:t>
      </w:r>
    </w:p>
    <w:p w:rsidR="0019682B" w:rsidRPr="00B47F69" w:rsidRDefault="006E1FD3" w:rsidP="006F3F37">
      <w:pPr>
        <w:jc w:val="both"/>
      </w:pPr>
      <w:r w:rsidRPr="00B47F69">
        <w:tab/>
      </w:r>
      <w:r w:rsidR="0019682B" w:rsidRPr="00B47F69">
        <w:t>Однако обычно лучше использовать конструктор</w:t>
      </w:r>
      <w:bookmarkEnd w:id="0"/>
      <w:r w:rsidR="0019682B" w:rsidRPr="00B47F69">
        <w:t>. Заметьте, что нельзя было бы инициализировать jd.state строкой "NJ". Строки</w:t>
      </w:r>
      <w:r w:rsidRPr="00B47F69">
        <w:t xml:space="preserve"> </w:t>
      </w:r>
      <w:r w:rsidR="0019682B" w:rsidRPr="00B47F69">
        <w:t>оканчиваются символом  '\0', поэтому в "NJ" три символа, то есть на</w:t>
      </w:r>
      <w:r w:rsidRPr="00B47F69">
        <w:t xml:space="preserve"> </w:t>
      </w:r>
      <w:r w:rsidR="0019682B" w:rsidRPr="00B47F69">
        <w:t>один больше, чем влезет в jd.state.</w:t>
      </w:r>
    </w:p>
    <w:p w:rsidR="0019682B" w:rsidRPr="00B47F69" w:rsidRDefault="006E1FD3" w:rsidP="006F3F37">
      <w:pPr>
        <w:jc w:val="both"/>
        <w:rPr>
          <w:lang w:val="en-US"/>
        </w:rPr>
      </w:pPr>
      <w:r w:rsidRPr="00B47F69">
        <w:tab/>
      </w:r>
      <w:r w:rsidR="0019682B" w:rsidRPr="00B47F69">
        <w:t>К структурным  объектам часто обращаются посредством указателей</w:t>
      </w:r>
      <w:r w:rsidRPr="00B47F69">
        <w:t xml:space="preserve"> </w:t>
      </w:r>
      <w:r w:rsidR="0019682B" w:rsidRPr="00B47F69">
        <w:t>используя операцию -&gt;. Например</w:t>
      </w:r>
      <w:r w:rsidR="0019682B" w:rsidRPr="00B47F69">
        <w:rPr>
          <w:lang w:val="en-US"/>
        </w:rPr>
        <w:t>:</w:t>
      </w:r>
    </w:p>
    <w:p w:rsidR="0019682B" w:rsidRPr="00B47F69" w:rsidRDefault="0019682B" w:rsidP="006F3F37">
      <w:pPr>
        <w:jc w:val="both"/>
        <w:rPr>
          <w:lang w:val="en-US"/>
        </w:rPr>
      </w:pPr>
      <w:r w:rsidRPr="00B47F69">
        <w:rPr>
          <w:lang w:val="en-US"/>
        </w:rPr>
        <w:t xml:space="preserve">  void print_addr(address* p)</w:t>
      </w:r>
    </w:p>
    <w:p w:rsidR="0019682B" w:rsidRPr="00B47F69" w:rsidRDefault="00BC51A3" w:rsidP="006F3F37">
      <w:pPr>
        <w:jc w:val="both"/>
        <w:rPr>
          <w:lang w:val="en-US"/>
        </w:rPr>
      </w:pPr>
      <w:r>
        <w:rPr>
          <w:noProof/>
        </w:rPr>
        <w:pict>
          <v:group id="_x0000_s2070" style="position:absolute;left:0;text-align:left;margin-left:21pt;margin-top:10.4pt;width:546.55pt;height:802.3pt;z-index:251648512;mso-position-horizontal-relative:page;mso-position-vertical-relative:page" coordsize="20000,20000">
            <v:rect id="_x0000_s2071" style="position:absolute;width:20000;height:20000" filled="f" strokeweight="2pt"/>
            <v:line id="_x0000_s2072" style="position:absolute" from="1093,18949" to="1095,19989" strokeweight="2pt"/>
            <v:line id="_x0000_s2073" style="position:absolute" from="10,18941" to="19977,18942" strokeweight="2pt"/>
            <v:line id="_x0000_s2074" style="position:absolute" from="2186,18949" to="2188,19989" strokeweight="2pt"/>
            <v:line id="_x0000_s2075" style="position:absolute" from="4919,18949" to="4921,19989" strokeweight="2pt"/>
            <v:line id="_x0000_s2076" style="position:absolute" from="6557,18959" to="6559,19989" strokeweight="2pt"/>
            <v:line id="_x0000_s2077" style="position:absolute" from="7650,18949" to="7652,19979" strokeweight="2pt"/>
            <v:line id="_x0000_s2078" style="position:absolute" from="18905,18949" to="18909,19989" strokeweight="2pt"/>
            <v:line id="_x0000_s2079" style="position:absolute" from="10,19293" to="7631,19295" strokeweight="1pt"/>
            <v:line id="_x0000_s2080" style="position:absolute" from="10,19646" to="7631,19647" strokeweight="2pt"/>
            <v:line id="_x0000_s2081" style="position:absolute" from="18919,19296" to="19990,19297" strokeweight="1pt"/>
            <v:rect id="_x0000_s2082" style="position:absolute;left:54;top:19660;width:1000;height:309" filled="f" stroked="f" strokeweight=".25pt">
              <v:textbox inset="1pt,1pt,1pt,1pt">
                <w:txbxContent>
                  <w:p w:rsidR="00DE1E9A" w:rsidRDefault="00DE1E9A" w:rsidP="00E9418F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083" style="position:absolute;left:1139;top:19660;width:1001;height:309" filled="f" stroked="f" strokeweight=".25pt">
              <v:textbox inset="1pt,1pt,1pt,1pt">
                <w:txbxContent>
                  <w:p w:rsidR="00DE1E9A" w:rsidRDefault="00DE1E9A" w:rsidP="00E9418F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084" style="position:absolute;left:2267;top:19660;width:2573;height:309" filled="f" stroked="f" strokeweight=".25pt">
              <v:textbox inset="1pt,1pt,1pt,1pt">
                <w:txbxContent>
                  <w:p w:rsidR="00DE1E9A" w:rsidRDefault="00DE1E9A" w:rsidP="00E9418F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085" style="position:absolute;left:4983;top:19660;width:1534;height:309" filled="f" stroked="f" strokeweight=".25pt">
              <v:textbox inset="1pt,1pt,1pt,1pt">
                <w:txbxContent>
                  <w:p w:rsidR="00DE1E9A" w:rsidRDefault="00DE1E9A" w:rsidP="00E9418F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086" style="position:absolute;left:6604;top:19660;width:1000;height:309" filled="f" stroked="f" strokeweight=".25pt">
              <v:textbox inset="1pt,1pt,1pt,1pt">
                <w:txbxContent>
                  <w:p w:rsidR="00DE1E9A" w:rsidRDefault="00DE1E9A" w:rsidP="00E9418F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087" style="position:absolute;left:18949;top:18977;width:1001;height:309" filled="f" stroked="f" strokeweight=".25pt">
              <v:textbox inset="1pt,1pt,1pt,1pt">
                <w:txbxContent>
                  <w:p w:rsidR="00DE1E9A" w:rsidRDefault="00DE1E9A" w:rsidP="00E9418F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088" style="position:absolute;left:18949;top:19435;width:1001;height:423" filled="f" stroked="f" strokeweight=".25pt">
              <v:textbox inset="1pt,1pt,1pt,1pt">
                <w:txbxContent>
                  <w:p w:rsidR="00DE1E9A" w:rsidRPr="00933894" w:rsidRDefault="006F3F37" w:rsidP="00E9418F">
                    <w:pPr>
                      <w:pStyle w:val="ab"/>
                      <w:jc w:val="center"/>
                      <w:rPr>
                        <w:rFonts w:ascii="Times New Roman" w:hAnsi="Times New Roman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sz w:val="24"/>
                        <w:lang w:val="ru-RU"/>
                      </w:rPr>
                      <w:t>6</w:t>
                    </w:r>
                  </w:p>
                  <w:p w:rsidR="00DE1E9A" w:rsidRPr="005F7DB4" w:rsidRDefault="00DE1E9A" w:rsidP="00E9418F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</w:p>
                  <w:p w:rsidR="00DE1E9A" w:rsidRPr="00F725FA" w:rsidRDefault="00DE1E9A" w:rsidP="00E9418F">
                    <w:pPr>
                      <w:pStyle w:val="ab"/>
                      <w:jc w:val="center"/>
                      <w:rPr>
                        <w:sz w:val="24"/>
                        <w:lang w:val="en-US"/>
                      </w:rPr>
                    </w:pPr>
                  </w:p>
                </w:txbxContent>
              </v:textbox>
            </v:rect>
            <v:rect id="_x0000_s2089" style="position:absolute;left:7745;top:19221;width:11075;height:477" filled="f" stroked="f" strokeweight=".25pt">
              <v:textbox inset="1pt,1pt,1pt,1pt">
                <w:txbxContent>
                  <w:p w:rsidR="00DE1E9A" w:rsidRPr="000776FB" w:rsidRDefault="00DE1E9A" w:rsidP="00E9418F"/>
                </w:txbxContent>
              </v:textbox>
            </v:rect>
            <w10:wrap anchorx="page" anchory="page"/>
            <w10:anchorlock/>
          </v:group>
        </w:pict>
      </w:r>
      <w:r w:rsidR="0019682B" w:rsidRPr="00B47F69">
        <w:rPr>
          <w:lang w:val="en-US"/>
        </w:rPr>
        <w:t xml:space="preserve">  {</w:t>
      </w:r>
    </w:p>
    <w:p w:rsidR="0019682B" w:rsidRPr="00B47F69" w:rsidRDefault="0019682B" w:rsidP="006F3F37">
      <w:pPr>
        <w:jc w:val="both"/>
        <w:rPr>
          <w:lang w:val="en-US"/>
        </w:rPr>
      </w:pPr>
      <w:r w:rsidRPr="00B47F69">
        <w:rPr>
          <w:lang w:val="en-US"/>
        </w:rPr>
        <w:t xml:space="preserve">      cout &lt;&lt; p-&gt;name &lt;&lt; "\n" &lt;&lt; p-&gt;number &lt;&lt; " " &lt;&lt; p-&gt;street &lt;&lt; "\n" &lt;&lt; p-&gt;town &lt;&lt; "\n" &lt;&lt; chr(p-&gt;state[0]) &lt;&lt; chr(p-&gt;state[1])</w:t>
      </w:r>
    </w:p>
    <w:p w:rsidR="0019682B" w:rsidRPr="00B47F69" w:rsidRDefault="0019682B" w:rsidP="006F3F37">
      <w:pPr>
        <w:jc w:val="both"/>
      </w:pPr>
      <w:r w:rsidRPr="00B47F69">
        <w:rPr>
          <w:lang w:val="en-US"/>
        </w:rPr>
        <w:t xml:space="preserve">          </w:t>
      </w:r>
      <w:r w:rsidRPr="00B47F69">
        <w:t xml:space="preserve">&lt;&lt; " " &lt;&lt; p-&gt;zip &lt;&lt; "\n"; } </w:t>
      </w:r>
    </w:p>
    <w:p w:rsidR="0019682B" w:rsidRPr="00B47F69" w:rsidRDefault="0019682B" w:rsidP="006F3F37">
      <w:pPr>
        <w:jc w:val="both"/>
        <w:rPr>
          <w:lang w:val="en-US"/>
        </w:rPr>
      </w:pPr>
      <w:r w:rsidRPr="00B47F69">
        <w:lastRenderedPageBreak/>
        <w:t>Объекты типа структур можно присваивать, передавать как параметры функции и возвращать из функции в качестве результата. Например</w:t>
      </w:r>
      <w:r w:rsidRPr="00B47F69">
        <w:rPr>
          <w:lang w:val="en-US"/>
        </w:rPr>
        <w:t xml:space="preserve">: </w:t>
      </w:r>
    </w:p>
    <w:p w:rsidR="0019682B" w:rsidRPr="00B47F69" w:rsidRDefault="0019682B" w:rsidP="006F3F37">
      <w:pPr>
        <w:jc w:val="both"/>
        <w:rPr>
          <w:lang w:val="en-US"/>
        </w:rPr>
      </w:pPr>
      <w:r w:rsidRPr="00B47F69">
        <w:rPr>
          <w:lang w:val="en-US"/>
        </w:rPr>
        <w:t xml:space="preserve">  address current;</w:t>
      </w:r>
    </w:p>
    <w:p w:rsidR="0019682B" w:rsidRPr="00B47F69" w:rsidRDefault="0019682B" w:rsidP="006F3F37">
      <w:pPr>
        <w:jc w:val="both"/>
        <w:rPr>
          <w:lang w:val="en-US"/>
        </w:rPr>
      </w:pPr>
      <w:r w:rsidRPr="00B47F69">
        <w:rPr>
          <w:lang w:val="en-US"/>
        </w:rPr>
        <w:t xml:space="preserve">  address set_current(address next)</w:t>
      </w:r>
    </w:p>
    <w:p w:rsidR="0019682B" w:rsidRPr="00B47F69" w:rsidRDefault="0019682B" w:rsidP="006F3F37">
      <w:pPr>
        <w:jc w:val="both"/>
        <w:rPr>
          <w:lang w:val="en-US"/>
        </w:rPr>
      </w:pPr>
      <w:r w:rsidRPr="00B47F69">
        <w:rPr>
          <w:lang w:val="en-US"/>
        </w:rPr>
        <w:t xml:space="preserve">  {</w:t>
      </w:r>
    </w:p>
    <w:p w:rsidR="0019682B" w:rsidRPr="00B47F69" w:rsidRDefault="0019682B" w:rsidP="006F3F37">
      <w:pPr>
        <w:jc w:val="both"/>
        <w:rPr>
          <w:lang w:val="en-US"/>
        </w:rPr>
      </w:pPr>
      <w:r w:rsidRPr="00B47F69">
        <w:rPr>
          <w:lang w:val="en-US"/>
        </w:rPr>
        <w:t xml:space="preserve">      address prev = current;</w:t>
      </w:r>
    </w:p>
    <w:p w:rsidR="0019682B" w:rsidRPr="00B47F69" w:rsidRDefault="0019682B" w:rsidP="006F3F37">
      <w:pPr>
        <w:jc w:val="both"/>
      </w:pPr>
      <w:r w:rsidRPr="00B47F69">
        <w:rPr>
          <w:lang w:val="en-US"/>
        </w:rPr>
        <w:t xml:space="preserve">      </w:t>
      </w:r>
      <w:r w:rsidRPr="00B47F69">
        <w:t>current = next;</w:t>
      </w:r>
    </w:p>
    <w:p w:rsidR="0019682B" w:rsidRPr="00B47F69" w:rsidRDefault="0019682B" w:rsidP="006F3F37">
      <w:pPr>
        <w:jc w:val="both"/>
      </w:pPr>
      <w:r w:rsidRPr="00B47F69">
        <w:t xml:space="preserve">      return prev;</w:t>
      </w:r>
    </w:p>
    <w:p w:rsidR="0019682B" w:rsidRPr="00B47F69" w:rsidRDefault="0019682B" w:rsidP="006F3F37">
      <w:pPr>
        <w:jc w:val="both"/>
      </w:pPr>
      <w:r w:rsidRPr="00B47F69">
        <w:t xml:space="preserve">  }</w:t>
      </w:r>
    </w:p>
    <w:p w:rsidR="0019682B" w:rsidRPr="00B47F69" w:rsidRDefault="006E1FD3" w:rsidP="006F3F37">
      <w:pPr>
        <w:jc w:val="both"/>
      </w:pPr>
      <w:r w:rsidRPr="00B47F69">
        <w:tab/>
      </w:r>
      <w:r w:rsidR="0019682B" w:rsidRPr="00B47F69">
        <w:t>Остальные осмысленные операции, такие как сравнение (== и !=) не</w:t>
      </w:r>
      <w:r w:rsidRPr="00B47F69">
        <w:t xml:space="preserve"> </w:t>
      </w:r>
      <w:r w:rsidR="0019682B" w:rsidRPr="00B47F69">
        <w:t>определены. Однако пользователь может определить эти операции</w:t>
      </w:r>
      <w:r w:rsidRPr="00B47F69">
        <w:t>.</w:t>
      </w:r>
    </w:p>
    <w:p w:rsidR="0019682B" w:rsidRPr="00B47F69" w:rsidRDefault="006E1FD3" w:rsidP="006F3F37">
      <w:pPr>
        <w:jc w:val="both"/>
      </w:pPr>
      <w:r w:rsidRPr="00B47F69">
        <w:tab/>
      </w:r>
      <w:r w:rsidR="0019682B" w:rsidRPr="00B47F69">
        <w:t>Размер объекта структурного типа нельзя вычислить просто как</w:t>
      </w:r>
      <w:r w:rsidRPr="00B47F69">
        <w:t xml:space="preserve"> </w:t>
      </w:r>
      <w:r w:rsidR="0019682B" w:rsidRPr="00B47F69">
        <w:t>сумму его членов. Причина этого состоит в том, что многие машины</w:t>
      </w:r>
      <w:r w:rsidRPr="00B47F69">
        <w:t xml:space="preserve"> </w:t>
      </w:r>
      <w:r w:rsidR="0019682B" w:rsidRPr="00B47F69">
        <w:t>требуют, чтобы объекты определенных типов выравнивались в памяти</w:t>
      </w:r>
      <w:r w:rsidRPr="00B47F69">
        <w:t xml:space="preserve"> </w:t>
      </w:r>
      <w:r w:rsidR="0019682B" w:rsidRPr="00B47F69">
        <w:t>только по некоторым зависящим от архитектуры границам  (типичный</w:t>
      </w:r>
      <w:r w:rsidRPr="00B47F69">
        <w:t xml:space="preserve"> </w:t>
      </w:r>
      <w:r w:rsidR="0019682B" w:rsidRPr="00B47F69">
        <w:t>пример: целое должно быть выравнено по границе слова) или просто</w:t>
      </w:r>
      <w:r w:rsidRPr="00B47F69">
        <w:t xml:space="preserve"> </w:t>
      </w:r>
      <w:r w:rsidR="0019682B" w:rsidRPr="00B47F69">
        <w:t>гораздо более эффективно обрабатывают такие объекты, если они</w:t>
      </w:r>
      <w:r w:rsidRPr="00B47F69">
        <w:t xml:space="preserve"> </w:t>
      </w:r>
      <w:r w:rsidR="0019682B" w:rsidRPr="00B47F69">
        <w:t>выравнены в машине. Это приводит к "дырам" в структуре. Например,</w:t>
      </w:r>
      <w:r w:rsidRPr="00B47F69">
        <w:t xml:space="preserve"> </w:t>
      </w:r>
      <w:r w:rsidR="0019682B" w:rsidRPr="00B47F69">
        <w:t>(на моей  машине) sizeof (address) равен 24, а не 22, как можно было</w:t>
      </w:r>
      <w:r w:rsidRPr="00B47F69">
        <w:t xml:space="preserve"> </w:t>
      </w:r>
      <w:r w:rsidR="0019682B" w:rsidRPr="00B47F69">
        <w:t>ожидать.</w:t>
      </w:r>
    </w:p>
    <w:p w:rsidR="0019682B" w:rsidRPr="00B47F69" w:rsidRDefault="006E1FD3" w:rsidP="006F3F37">
      <w:pPr>
        <w:jc w:val="both"/>
      </w:pPr>
      <w:r w:rsidRPr="00B47F69">
        <w:tab/>
      </w:r>
      <w:r w:rsidR="0019682B" w:rsidRPr="00B47F69">
        <w:t>Заметьте, что имя типа становится доступным сразу после того, как</w:t>
      </w:r>
      <w:r w:rsidRPr="00B47F69">
        <w:t xml:space="preserve"> </w:t>
      </w:r>
      <w:r w:rsidR="0019682B" w:rsidRPr="00B47F69">
        <w:t>оно встретилось, а не только после того, как полностью просмотрено</w:t>
      </w:r>
      <w:r w:rsidRPr="00B47F69">
        <w:t xml:space="preserve"> </w:t>
      </w:r>
      <w:r w:rsidR="0019682B" w:rsidRPr="00B47F69">
        <w:t>все описание. Например:</w:t>
      </w:r>
    </w:p>
    <w:p w:rsidR="0019682B" w:rsidRPr="00B47F69" w:rsidRDefault="0019682B" w:rsidP="006F3F37">
      <w:pPr>
        <w:jc w:val="both"/>
      </w:pPr>
      <w:r w:rsidRPr="00B47F69">
        <w:t xml:space="preserve">  struct link{</w:t>
      </w:r>
    </w:p>
    <w:p w:rsidR="0019682B" w:rsidRPr="00B47F69" w:rsidRDefault="0019682B" w:rsidP="006F3F37">
      <w:pPr>
        <w:jc w:val="both"/>
      </w:pPr>
      <w:r w:rsidRPr="00B47F69">
        <w:t xml:space="preserve">      link* previous;</w:t>
      </w:r>
    </w:p>
    <w:p w:rsidR="0019682B" w:rsidRPr="00B47F69" w:rsidRDefault="0019682B" w:rsidP="006F3F37">
      <w:pPr>
        <w:jc w:val="both"/>
      </w:pPr>
      <w:r w:rsidRPr="00B47F69">
        <w:t xml:space="preserve">      link* successor;</w:t>
      </w:r>
    </w:p>
    <w:p w:rsidR="0019682B" w:rsidRPr="00B47F69" w:rsidRDefault="0019682B" w:rsidP="006F3F37">
      <w:pPr>
        <w:jc w:val="both"/>
      </w:pPr>
      <w:r w:rsidRPr="00B47F69">
        <w:t xml:space="preserve">  }</w:t>
      </w:r>
    </w:p>
    <w:p w:rsidR="0019682B" w:rsidRPr="00B47F69" w:rsidRDefault="0019682B" w:rsidP="006F3F37">
      <w:pPr>
        <w:jc w:val="both"/>
      </w:pPr>
      <w:r w:rsidRPr="00B47F69">
        <w:t>Новые объекты структурного типа не могут быть описываться, пока все</w:t>
      </w:r>
      <w:r w:rsidR="006E1FD3" w:rsidRPr="00B47F69">
        <w:t xml:space="preserve"> </w:t>
      </w:r>
      <w:r w:rsidRPr="00B47F69">
        <w:t>описание не просмотрено, поэтому</w:t>
      </w:r>
    </w:p>
    <w:p w:rsidR="0019682B" w:rsidRPr="00B47F69" w:rsidRDefault="0019682B" w:rsidP="006F3F37">
      <w:pPr>
        <w:jc w:val="both"/>
        <w:rPr>
          <w:lang w:val="en-US"/>
        </w:rPr>
      </w:pPr>
      <w:r w:rsidRPr="00B47F69">
        <w:t xml:space="preserve">  </w:t>
      </w:r>
      <w:r w:rsidRPr="00B47F69">
        <w:rPr>
          <w:lang w:val="en-US"/>
        </w:rPr>
        <w:t>struct no_good {</w:t>
      </w:r>
    </w:p>
    <w:p w:rsidR="0019682B" w:rsidRPr="00B47F69" w:rsidRDefault="0019682B" w:rsidP="006F3F37">
      <w:pPr>
        <w:jc w:val="both"/>
        <w:rPr>
          <w:lang w:val="en-US"/>
        </w:rPr>
      </w:pPr>
      <w:r w:rsidRPr="00B47F69">
        <w:rPr>
          <w:lang w:val="en-US"/>
        </w:rPr>
        <w:t xml:space="preserve">     no_good member;</w:t>
      </w:r>
    </w:p>
    <w:p w:rsidR="0019682B" w:rsidRPr="00B47F69" w:rsidRDefault="0019682B" w:rsidP="006F3F37">
      <w:pPr>
        <w:jc w:val="both"/>
      </w:pPr>
      <w:r w:rsidRPr="00B47F69">
        <w:rPr>
          <w:lang w:val="en-US"/>
        </w:rPr>
        <w:t xml:space="preserve">  </w:t>
      </w:r>
      <w:r w:rsidRPr="00B47F69">
        <w:t>};</w:t>
      </w:r>
    </w:p>
    <w:p w:rsidR="0019682B" w:rsidRPr="00B47F69" w:rsidRDefault="0019682B" w:rsidP="006F3F37">
      <w:pPr>
        <w:jc w:val="both"/>
      </w:pPr>
      <w:r w:rsidRPr="00B47F69">
        <w:t>является ошибочным (компилятор не может установить размер no_good).</w:t>
      </w:r>
      <w:r w:rsidR="006E1FD3" w:rsidRPr="00B47F69">
        <w:t xml:space="preserve"> </w:t>
      </w:r>
      <w:r w:rsidRPr="00B47F69">
        <w:t>Чтобы дать возможность двум (или более) структурным типам ссылаться</w:t>
      </w:r>
      <w:r w:rsidR="006E1FD3" w:rsidRPr="00B47F69">
        <w:t xml:space="preserve"> </w:t>
      </w:r>
      <w:r w:rsidRPr="00B47F69">
        <w:t>друг на  друга, можно просто описать имя как имя структурного типа.</w:t>
      </w:r>
      <w:r w:rsidR="006E1FD3" w:rsidRPr="00B47F69">
        <w:t xml:space="preserve"> </w:t>
      </w:r>
      <w:r w:rsidRPr="00B47F69">
        <w:t>Например:</w:t>
      </w:r>
    </w:p>
    <w:p w:rsidR="0019682B" w:rsidRPr="00B47F69" w:rsidRDefault="0019682B" w:rsidP="006F3F37">
      <w:pPr>
        <w:jc w:val="both"/>
      </w:pPr>
      <w:r w:rsidRPr="00B47F69">
        <w:t xml:space="preserve">  struct list;        // должна быть определена позднее</w:t>
      </w:r>
    </w:p>
    <w:p w:rsidR="0019682B" w:rsidRPr="00B47F69" w:rsidRDefault="0019682B" w:rsidP="006F3F37">
      <w:pPr>
        <w:jc w:val="both"/>
      </w:pPr>
      <w:r w:rsidRPr="00B47F69">
        <w:t xml:space="preserve">  </w:t>
      </w:r>
      <w:r w:rsidRPr="00B47F69">
        <w:rPr>
          <w:lang w:val="en-US"/>
        </w:rPr>
        <w:t>struct</w:t>
      </w:r>
      <w:r w:rsidRPr="00B47F69">
        <w:t xml:space="preserve"> </w:t>
      </w:r>
      <w:r w:rsidRPr="00B47F69">
        <w:rPr>
          <w:lang w:val="en-US"/>
        </w:rPr>
        <w:t>link</w:t>
      </w:r>
      <w:r w:rsidRPr="00B47F69">
        <w:t xml:space="preserve"> {</w:t>
      </w:r>
    </w:p>
    <w:p w:rsidR="0019682B" w:rsidRPr="00B47F69" w:rsidRDefault="0019682B" w:rsidP="006F3F37">
      <w:pPr>
        <w:jc w:val="both"/>
      </w:pPr>
      <w:r w:rsidRPr="00B47F69">
        <w:t xml:space="preserve">      </w:t>
      </w:r>
      <w:r w:rsidRPr="00B47F69">
        <w:rPr>
          <w:lang w:val="en-US"/>
        </w:rPr>
        <w:t>link</w:t>
      </w:r>
      <w:r w:rsidRPr="00B47F69">
        <w:t xml:space="preserve">* </w:t>
      </w:r>
      <w:r w:rsidRPr="00B47F69">
        <w:rPr>
          <w:lang w:val="en-US"/>
        </w:rPr>
        <w:t>pre</w:t>
      </w:r>
      <w:r w:rsidRPr="00B47F69">
        <w:t>;</w:t>
      </w:r>
    </w:p>
    <w:p w:rsidR="0019682B" w:rsidRPr="00B47F69" w:rsidRDefault="0019682B" w:rsidP="006F3F37">
      <w:pPr>
        <w:jc w:val="both"/>
        <w:rPr>
          <w:lang w:val="en-US"/>
        </w:rPr>
      </w:pPr>
      <w:r w:rsidRPr="00B47F69">
        <w:t xml:space="preserve">      </w:t>
      </w:r>
      <w:r w:rsidRPr="00B47F69">
        <w:rPr>
          <w:lang w:val="en-US"/>
        </w:rPr>
        <w:t>link* suc;</w:t>
      </w:r>
    </w:p>
    <w:p w:rsidR="0019682B" w:rsidRPr="00B47F69" w:rsidRDefault="0019682B" w:rsidP="006F3F37">
      <w:pPr>
        <w:jc w:val="both"/>
        <w:rPr>
          <w:lang w:val="en-US"/>
        </w:rPr>
      </w:pPr>
      <w:r w:rsidRPr="00B47F69">
        <w:rPr>
          <w:lang w:val="en-US"/>
        </w:rPr>
        <w:t xml:space="preserve">      link* member_of;</w:t>
      </w:r>
    </w:p>
    <w:p w:rsidR="0019682B" w:rsidRPr="00B47F69" w:rsidRDefault="0019682B" w:rsidP="006F3F37">
      <w:pPr>
        <w:jc w:val="both"/>
      </w:pPr>
      <w:r w:rsidRPr="00B47F69">
        <w:rPr>
          <w:lang w:val="en-US"/>
        </w:rPr>
        <w:t xml:space="preserve">  </w:t>
      </w:r>
      <w:r w:rsidRPr="00B47F69">
        <w:t>};</w:t>
      </w:r>
    </w:p>
    <w:p w:rsidR="0019682B" w:rsidRPr="00B47F69" w:rsidRDefault="0019682B" w:rsidP="006F3F37">
      <w:pPr>
        <w:jc w:val="both"/>
      </w:pPr>
      <w:r w:rsidRPr="00B47F69">
        <w:t xml:space="preserve">  </w:t>
      </w:r>
      <w:r w:rsidRPr="00B47F69">
        <w:rPr>
          <w:lang w:val="en-US"/>
        </w:rPr>
        <w:t>struct</w:t>
      </w:r>
      <w:r w:rsidRPr="00B47F69">
        <w:t xml:space="preserve"> </w:t>
      </w:r>
      <w:r w:rsidRPr="00B47F69">
        <w:rPr>
          <w:lang w:val="en-US"/>
        </w:rPr>
        <w:t>list</w:t>
      </w:r>
      <w:r w:rsidRPr="00B47F69">
        <w:t xml:space="preserve"> {</w:t>
      </w:r>
    </w:p>
    <w:p w:rsidR="0019682B" w:rsidRPr="00B47F69" w:rsidRDefault="0019682B" w:rsidP="006F3F37">
      <w:pPr>
        <w:jc w:val="both"/>
      </w:pPr>
      <w:r w:rsidRPr="00B47F69">
        <w:t xml:space="preserve">      link* head;</w:t>
      </w:r>
    </w:p>
    <w:p w:rsidR="0019682B" w:rsidRPr="00B47F69" w:rsidRDefault="0019682B" w:rsidP="006F3F37">
      <w:pPr>
        <w:jc w:val="both"/>
      </w:pPr>
      <w:r w:rsidRPr="00B47F69">
        <w:t xml:space="preserve">  }</w:t>
      </w:r>
    </w:p>
    <w:p w:rsidR="0019682B" w:rsidRPr="00B47F69" w:rsidRDefault="0019682B" w:rsidP="006F3F37">
      <w:pPr>
        <w:jc w:val="both"/>
      </w:pPr>
      <w:r w:rsidRPr="00B47F69">
        <w:t>Без первого описания list описание link вызвало бы к синтаксическую</w:t>
      </w:r>
    </w:p>
    <w:p w:rsidR="0019682B" w:rsidRPr="00B47F69" w:rsidRDefault="0019682B" w:rsidP="006F3F37">
      <w:pPr>
        <w:jc w:val="both"/>
      </w:pPr>
      <w:r w:rsidRPr="00B47F69">
        <w:t>ошибку.</w:t>
      </w:r>
    </w:p>
    <w:p w:rsidR="00442378" w:rsidRDefault="00BC51A3" w:rsidP="006F3F37">
      <w:pPr>
        <w:pStyle w:val="1"/>
        <w:spacing w:line="240" w:lineRule="auto"/>
        <w:jc w:val="both"/>
        <w:rPr>
          <w:sz w:val="28"/>
          <w:szCs w:val="28"/>
        </w:rPr>
      </w:pPr>
      <w:r>
        <w:rPr>
          <w:noProof/>
          <w:lang w:val="ru-RU"/>
        </w:rPr>
        <w:pict>
          <v:group id="_x0000_s2797" style="position:absolute;left:0;text-align:left;margin-left:30pt;margin-top:18.2pt;width:539.05pt;height:802.3pt;z-index:251663872;mso-position-horizontal-relative:page;mso-position-vertical-relative:page" coordsize="20000,20000">
            <v:rect id="_x0000_s2798" style="position:absolute;width:20000;height:20000" filled="f" strokeweight="2pt"/>
            <v:line id="_x0000_s2799" style="position:absolute" from="1093,18949" to="1095,19989" strokeweight="2pt"/>
            <v:line id="_x0000_s2800" style="position:absolute" from="10,18941" to="19977,18942" strokeweight="2pt"/>
            <v:line id="_x0000_s2801" style="position:absolute" from="2186,18949" to="2188,19989" strokeweight="2pt"/>
            <v:line id="_x0000_s2802" style="position:absolute" from="4919,18949" to="4921,19989" strokeweight="2pt"/>
            <v:line id="_x0000_s2803" style="position:absolute" from="6557,18959" to="6559,19989" strokeweight="2pt"/>
            <v:line id="_x0000_s2804" style="position:absolute" from="7650,18949" to="7652,19979" strokeweight="2pt"/>
            <v:line id="_x0000_s2805" style="position:absolute" from="18905,18949" to="18909,19989" strokeweight="2pt"/>
            <v:line id="_x0000_s2806" style="position:absolute" from="10,19293" to="7631,19295" strokeweight="1pt"/>
            <v:line id="_x0000_s2807" style="position:absolute" from="10,19646" to="7631,19647" strokeweight="2pt"/>
            <v:line id="_x0000_s2808" style="position:absolute" from="18919,19296" to="19990,19297" strokeweight="1pt"/>
            <v:rect id="_x0000_s2809" style="position:absolute;left:54;top:19660;width:1000;height:309" filled="f" stroked="f" strokeweight=".25pt">
              <v:textbox style="mso-next-textbox:#_x0000_s2809" inset="1pt,1pt,1pt,1pt">
                <w:txbxContent>
                  <w:p w:rsidR="00FE0A22" w:rsidRDefault="00FE0A22" w:rsidP="00FE0A2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810" style="position:absolute;left:1139;top:19660;width:1001;height:309" filled="f" stroked="f" strokeweight=".25pt">
              <v:textbox style="mso-next-textbox:#_x0000_s2810" inset="1pt,1pt,1pt,1pt">
                <w:txbxContent>
                  <w:p w:rsidR="00FE0A22" w:rsidRDefault="00FE0A22" w:rsidP="00FE0A2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811" style="position:absolute;left:2267;top:19660;width:2573;height:309" filled="f" stroked="f" strokeweight=".25pt">
              <v:textbox style="mso-next-textbox:#_x0000_s2811" inset="1pt,1pt,1pt,1pt">
                <w:txbxContent>
                  <w:p w:rsidR="00FE0A22" w:rsidRDefault="00FE0A22" w:rsidP="00FE0A2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812" style="position:absolute;left:4983;top:19660;width:1534;height:309" filled="f" stroked="f" strokeweight=".25pt">
              <v:textbox style="mso-next-textbox:#_x0000_s2812" inset="1pt,1pt,1pt,1pt">
                <w:txbxContent>
                  <w:p w:rsidR="00FE0A22" w:rsidRDefault="00FE0A22" w:rsidP="00FE0A2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813" style="position:absolute;left:6604;top:19660;width:1000;height:309" filled="f" stroked="f" strokeweight=".25pt">
              <v:textbox style="mso-next-textbox:#_x0000_s2813" inset="1pt,1pt,1pt,1pt">
                <w:txbxContent>
                  <w:p w:rsidR="00FE0A22" w:rsidRDefault="00FE0A22" w:rsidP="00FE0A2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814" style="position:absolute;left:18949;top:18977;width:1001;height:309" filled="f" stroked="f" strokeweight=".25pt">
              <v:textbox style="mso-next-textbox:#_x0000_s2814" inset="1pt,1pt,1pt,1pt">
                <w:txbxContent>
                  <w:p w:rsidR="00FE0A22" w:rsidRDefault="00FE0A22" w:rsidP="00FE0A2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815" style="position:absolute;left:18949;top:19435;width:1001;height:423" filled="f" stroked="f" strokeweight=".25pt">
              <v:textbox style="mso-next-textbox:#_x0000_s2815" inset="1pt,1pt,1pt,1pt">
                <w:txbxContent>
                  <w:p w:rsidR="00FE0A22" w:rsidRPr="00933894" w:rsidRDefault="006F3F37" w:rsidP="00FE0A22">
                    <w:pPr>
                      <w:pStyle w:val="ab"/>
                      <w:jc w:val="center"/>
                      <w:rPr>
                        <w:rFonts w:ascii="Times New Roman" w:hAnsi="Times New Roman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sz w:val="24"/>
                        <w:lang w:val="ru-RU"/>
                      </w:rPr>
                      <w:t>7</w:t>
                    </w:r>
                  </w:p>
                  <w:p w:rsidR="00FE0A22" w:rsidRPr="00F725FA" w:rsidRDefault="00FE0A22" w:rsidP="00FE0A22">
                    <w:pPr>
                      <w:pStyle w:val="ab"/>
                      <w:jc w:val="center"/>
                      <w:rPr>
                        <w:sz w:val="24"/>
                        <w:lang w:val="en-US"/>
                      </w:rPr>
                    </w:pPr>
                  </w:p>
                </w:txbxContent>
              </v:textbox>
            </v:rect>
            <v:rect id="_x0000_s2816" style="position:absolute;left:7745;top:19221;width:11075;height:477" filled="f" stroked="f" strokeweight=".25pt">
              <v:textbox style="mso-next-textbox:#_x0000_s2816" inset="1pt,1pt,1pt,1pt">
                <w:txbxContent>
                  <w:p w:rsidR="00FE0A22" w:rsidRPr="000776FB" w:rsidRDefault="00FE0A22" w:rsidP="00FE0A22"/>
                </w:txbxContent>
              </v:textbox>
            </v:rect>
            <w10:wrap anchorx="page" anchory="page"/>
            <w10:anchorlock/>
          </v:group>
        </w:pict>
      </w:r>
      <w:r w:rsidR="00D8358D">
        <w:br w:type="page"/>
      </w:r>
      <w:r>
        <w:lastRenderedPageBreak/>
        <w:pict>
          <v:group id="_x0000_s1728" style="position:absolute;left:0;text-align:left;margin-left:26pt;margin-top:18.2pt;width:549.25pt;height:802.3pt;z-index:251645440;mso-position-horizontal-relative:page;mso-position-vertical-relative:page" coordsize="20000,20000">
            <v:rect id="_x0000_s1729" style="position:absolute;width:20000;height:20000" filled="f" strokeweight="2pt"/>
            <v:line id="_x0000_s1730" style="position:absolute" from="1093,18949" to="1095,19989" strokeweight="2pt"/>
            <v:line id="_x0000_s1731" style="position:absolute" from="10,18941" to="19977,18942" strokeweight="2pt"/>
            <v:line id="_x0000_s1732" style="position:absolute" from="2186,18949" to="2188,19989" strokeweight="2pt"/>
            <v:line id="_x0000_s1733" style="position:absolute" from="4919,18949" to="4921,19989" strokeweight="2pt"/>
            <v:line id="_x0000_s1734" style="position:absolute" from="6557,18959" to="6559,19989" strokeweight="2pt"/>
            <v:line id="_x0000_s1735" style="position:absolute" from="7650,18949" to="7652,19979" strokeweight="2pt"/>
            <v:line id="_x0000_s1736" style="position:absolute" from="18905,18949" to="18909,19989" strokeweight="2pt"/>
            <v:line id="_x0000_s1737" style="position:absolute" from="10,19293" to="7631,19295" strokeweight="1pt"/>
            <v:line id="_x0000_s1738" style="position:absolute" from="10,19646" to="7631,19647" strokeweight="2pt"/>
            <v:line id="_x0000_s1739" style="position:absolute" from="18919,19296" to="19990,19297" strokeweight="1pt"/>
            <v:rect id="_x0000_s1740" style="position:absolute;left:54;top:19660;width:1000;height:309" filled="f" stroked="f" strokeweight=".25pt">
              <v:textbox inset="1pt,1pt,1pt,1pt">
                <w:txbxContent>
                  <w:p w:rsidR="00DE1E9A" w:rsidRDefault="00DE1E9A" w:rsidP="00C17B04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741" style="position:absolute;left:1139;top:19660;width:1001;height:309" filled="f" stroked="f" strokeweight=".25pt">
              <v:textbox inset="1pt,1pt,1pt,1pt">
                <w:txbxContent>
                  <w:p w:rsidR="00DE1E9A" w:rsidRDefault="00DE1E9A" w:rsidP="00C17B04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742" style="position:absolute;left:2267;top:19660;width:2573;height:309" filled="f" stroked="f" strokeweight=".25pt">
              <v:textbox inset="1pt,1pt,1pt,1pt">
                <w:txbxContent>
                  <w:p w:rsidR="00DE1E9A" w:rsidRDefault="00DE1E9A" w:rsidP="00C17B04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743" style="position:absolute;left:4983;top:19660;width:1534;height:309" filled="f" stroked="f" strokeweight=".25pt">
              <v:textbox inset="1pt,1pt,1pt,1pt">
                <w:txbxContent>
                  <w:p w:rsidR="00DE1E9A" w:rsidRDefault="00DE1E9A" w:rsidP="00C17B04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744" style="position:absolute;left:6604;top:19660;width:1000;height:309" filled="f" stroked="f" strokeweight=".25pt">
              <v:textbox inset="1pt,1pt,1pt,1pt">
                <w:txbxContent>
                  <w:p w:rsidR="00DE1E9A" w:rsidRDefault="00DE1E9A" w:rsidP="00C17B04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745" style="position:absolute;left:18949;top:18977;width:1001;height:309" filled="f" stroked="f" strokeweight=".25pt">
              <v:textbox inset="1pt,1pt,1pt,1pt">
                <w:txbxContent>
                  <w:p w:rsidR="00DE1E9A" w:rsidRDefault="00DE1E9A" w:rsidP="00C17B04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746" style="position:absolute;left:18949;top:19435;width:1001;height:423" filled="f" stroked="f" strokeweight=".25pt">
              <v:textbox inset="1pt,1pt,1pt,1pt">
                <w:txbxContent>
                  <w:p w:rsidR="00DE1E9A" w:rsidRPr="00933894" w:rsidRDefault="006F3F37" w:rsidP="006F3F37">
                    <w:pPr>
                      <w:pStyle w:val="ab"/>
                      <w:rPr>
                        <w:rFonts w:ascii="Times New Roman" w:hAnsi="Times New Roman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sz w:val="24"/>
                        <w:lang w:val="ru-RU"/>
                      </w:rPr>
                      <w:t xml:space="preserve">   8</w:t>
                    </w:r>
                  </w:p>
                  <w:p w:rsidR="00DE1E9A" w:rsidRPr="005F7DB4" w:rsidRDefault="00DE1E9A" w:rsidP="00C17B04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</w:p>
                  <w:p w:rsidR="00DE1E9A" w:rsidRPr="00F725FA" w:rsidRDefault="00DE1E9A" w:rsidP="00C17B04">
                    <w:pPr>
                      <w:pStyle w:val="ab"/>
                      <w:jc w:val="center"/>
                      <w:rPr>
                        <w:sz w:val="24"/>
                        <w:lang w:val="en-US"/>
                      </w:rPr>
                    </w:pPr>
                  </w:p>
                </w:txbxContent>
              </v:textbox>
            </v:rect>
            <v:rect id="_x0000_s1747" style="position:absolute;left:7745;top:19221;width:11075;height:477" filled="f" stroked="f" strokeweight=".25pt">
              <v:textbox inset="1pt,1pt,1pt,1pt">
                <w:txbxContent>
                  <w:p w:rsidR="00DE1E9A" w:rsidRPr="000776FB" w:rsidRDefault="00DE1E9A" w:rsidP="00C17B04"/>
                </w:txbxContent>
              </v:textbox>
            </v:rect>
            <w10:wrap anchorx="page" anchory="page"/>
            <w10:anchorlock/>
          </v:group>
        </w:pict>
      </w:r>
      <w:r w:rsidR="00311EF6" w:rsidRPr="00892104">
        <w:t>3</w:t>
      </w:r>
      <w:r w:rsidR="00311EF6" w:rsidRPr="0019682B">
        <w:rPr>
          <w:sz w:val="28"/>
          <w:szCs w:val="28"/>
        </w:rPr>
        <w:t xml:space="preserve">. </w:t>
      </w:r>
      <w:r w:rsidR="00AF3438" w:rsidRPr="00933894">
        <w:t>Способы описания</w:t>
      </w:r>
      <w:r w:rsidR="00442378" w:rsidRPr="00933894">
        <w:t xml:space="preserve"> функций</w:t>
      </w:r>
    </w:p>
    <w:p w:rsidR="00150DFC" w:rsidRPr="000F5AB1" w:rsidRDefault="003900DF" w:rsidP="006F3F37">
      <w:pPr>
        <w:jc w:val="both"/>
      </w:pPr>
      <w:r>
        <w:rPr>
          <w:sz w:val="28"/>
          <w:szCs w:val="28"/>
        </w:rPr>
        <w:tab/>
      </w:r>
      <w:r w:rsidR="00150DFC" w:rsidRPr="00150DFC">
        <w:t xml:space="preserve">Для начало </w:t>
      </w:r>
      <w:r w:rsidR="000F5AB1">
        <w:t xml:space="preserve">надо разобраться, что такое функция. Программа на языке Си становится большого размера, и появляется необходимость разбивать код на части. Вот такие части на языке Си и называется функциями. Функция может возвращать любые типы значений, а может ничего не возвращать, тогда в качестве возвращаемого значения функция будет тип </w:t>
      </w:r>
      <w:r w:rsidR="000F5AB1">
        <w:rPr>
          <w:lang w:val="en-US"/>
        </w:rPr>
        <w:t>void</w:t>
      </w:r>
      <w:r w:rsidR="000F5AB1">
        <w:t>. Имя функция может быть любым, но чаще всего имя функция дается от предназначения. Язык С можно назвать структурированным, единицей которого является функция.</w:t>
      </w:r>
    </w:p>
    <w:p w:rsidR="00C17B04" w:rsidRPr="00B47F69" w:rsidRDefault="000F5AB1" w:rsidP="006F3F37">
      <w:pPr>
        <w:jc w:val="both"/>
      </w:pPr>
      <w:r>
        <w:t xml:space="preserve">          </w:t>
      </w:r>
      <w:r w:rsidR="00C17B04" w:rsidRPr="00B47F69">
        <w:t>Функция - это поименованная часть программы, которая может вызываться</w:t>
      </w:r>
      <w:r w:rsidR="006E1FD3" w:rsidRPr="00B47F69">
        <w:t xml:space="preserve"> </w:t>
      </w:r>
      <w:r w:rsidR="00C17B04" w:rsidRPr="00B47F69">
        <w:t>из других частей программы столько раз, сколько необходимо. Приведем</w:t>
      </w:r>
      <w:r w:rsidR="006E1FD3" w:rsidRPr="00B47F69">
        <w:t xml:space="preserve"> </w:t>
      </w:r>
      <w:r w:rsidR="00C17B04" w:rsidRPr="00B47F69">
        <w:t>программу, выдающую степени числа два:</w:t>
      </w:r>
    </w:p>
    <w:p w:rsidR="00C17B04" w:rsidRPr="00B47F69" w:rsidRDefault="00C17B04" w:rsidP="006F3F37">
      <w:pPr>
        <w:jc w:val="both"/>
      </w:pPr>
      <w:r w:rsidRPr="00B47F69">
        <w:rPr>
          <w:lang w:val="en-US"/>
        </w:rPr>
        <w:t>extern</w:t>
      </w:r>
      <w:r w:rsidRPr="00B47F69">
        <w:t xml:space="preserve"> </w:t>
      </w:r>
      <w:r w:rsidRPr="00B47F69">
        <w:rPr>
          <w:lang w:val="en-US"/>
        </w:rPr>
        <w:t>float</w:t>
      </w:r>
      <w:r w:rsidRPr="00B47F69">
        <w:t xml:space="preserve"> </w:t>
      </w:r>
      <w:r w:rsidRPr="00B47F69">
        <w:rPr>
          <w:lang w:val="en-US"/>
        </w:rPr>
        <w:t>pow</w:t>
      </w:r>
      <w:r w:rsidRPr="00B47F69">
        <w:t xml:space="preserve"> ( </w:t>
      </w:r>
      <w:r w:rsidRPr="00B47F69">
        <w:rPr>
          <w:lang w:val="en-US"/>
        </w:rPr>
        <w:t>float</w:t>
      </w:r>
      <w:r w:rsidRPr="00B47F69">
        <w:t xml:space="preserve">, </w:t>
      </w:r>
      <w:r w:rsidRPr="00B47F69">
        <w:rPr>
          <w:lang w:val="en-US"/>
        </w:rPr>
        <w:t>int</w:t>
      </w:r>
      <w:r w:rsidRPr="00B47F69">
        <w:t xml:space="preserve"> );          // </w:t>
      </w:r>
      <w:r w:rsidRPr="00B47F69">
        <w:rPr>
          <w:lang w:val="en-US"/>
        </w:rPr>
        <w:t>pow</w:t>
      </w:r>
      <w:r w:rsidRPr="00B47F69">
        <w:t xml:space="preserve"> () определена в другом месте</w:t>
      </w:r>
    </w:p>
    <w:p w:rsidR="00C17B04" w:rsidRPr="00B47F69" w:rsidRDefault="00C17B04" w:rsidP="006F3F37">
      <w:pPr>
        <w:jc w:val="both"/>
        <w:rPr>
          <w:lang w:val="en-US"/>
        </w:rPr>
      </w:pPr>
      <w:r w:rsidRPr="00B47F69">
        <w:t xml:space="preserve">        </w:t>
      </w:r>
      <w:r w:rsidRPr="00B47F69">
        <w:rPr>
          <w:lang w:val="en-US"/>
        </w:rPr>
        <w:t>int main ()</w:t>
      </w:r>
    </w:p>
    <w:p w:rsidR="00C17B04" w:rsidRPr="00B47F69" w:rsidRDefault="00C17B04" w:rsidP="006F3F37">
      <w:pPr>
        <w:jc w:val="both"/>
        <w:rPr>
          <w:lang w:val="en-US"/>
        </w:rPr>
      </w:pPr>
      <w:r w:rsidRPr="00B47F69">
        <w:rPr>
          <w:lang w:val="en-US"/>
        </w:rPr>
        <w:t xml:space="preserve">      {</w:t>
      </w:r>
    </w:p>
    <w:p w:rsidR="00C17B04" w:rsidRPr="00B47F69" w:rsidRDefault="00C17B04" w:rsidP="006F3F37">
      <w:pPr>
        <w:jc w:val="both"/>
        <w:rPr>
          <w:lang w:val="en-US"/>
        </w:rPr>
      </w:pPr>
      <w:r w:rsidRPr="00B47F69">
        <w:rPr>
          <w:lang w:val="en-US"/>
        </w:rPr>
        <w:t xml:space="preserve">     </w:t>
      </w:r>
      <w:r w:rsidR="006E1FD3" w:rsidRPr="00B47F69">
        <w:rPr>
          <w:lang w:val="en-US"/>
        </w:rPr>
        <w:t xml:space="preserve"> </w:t>
      </w:r>
      <w:r w:rsidRPr="00B47F69">
        <w:rPr>
          <w:lang w:val="en-US"/>
        </w:rPr>
        <w:t xml:space="preserve">  for ( int i=0; i&lt;10; i++ ) cout &lt;&lt; pow ( 2, i ) &lt;&lt; '\n';</w:t>
      </w:r>
    </w:p>
    <w:p w:rsidR="00C17B04" w:rsidRPr="00B47F69" w:rsidRDefault="00C17B04" w:rsidP="006F3F37">
      <w:pPr>
        <w:jc w:val="both"/>
      </w:pPr>
      <w:r w:rsidRPr="00B47F69">
        <w:rPr>
          <w:lang w:val="en-US"/>
        </w:rPr>
        <w:t xml:space="preserve">   </w:t>
      </w:r>
      <w:r w:rsidR="006E1FD3" w:rsidRPr="00B47F69">
        <w:rPr>
          <w:lang w:val="en-US"/>
        </w:rPr>
        <w:t xml:space="preserve"> </w:t>
      </w:r>
      <w:r w:rsidRPr="00B47F69">
        <w:rPr>
          <w:lang w:val="en-US"/>
        </w:rPr>
        <w:t xml:space="preserve">  </w:t>
      </w:r>
      <w:r w:rsidRPr="00B47F69">
        <w:t>}</w:t>
      </w:r>
    </w:p>
    <w:p w:rsidR="00C17B04" w:rsidRPr="00B47F69" w:rsidRDefault="00C17B04" w:rsidP="006F3F37">
      <w:pPr>
        <w:jc w:val="both"/>
      </w:pPr>
      <w:r w:rsidRPr="00B47F69">
        <w:t xml:space="preserve">    Первая строка является описанием функции. Она задает pow как функцию с</w:t>
      </w:r>
      <w:r w:rsidR="006E1FD3" w:rsidRPr="00B47F69">
        <w:t xml:space="preserve"> </w:t>
      </w:r>
      <w:r w:rsidRPr="00B47F69">
        <w:t>параметрами типа float и int, возвращающую значение типа float. Описание</w:t>
      </w:r>
      <w:r w:rsidR="006E1FD3" w:rsidRPr="00B47F69">
        <w:t xml:space="preserve"> </w:t>
      </w:r>
      <w:r w:rsidRPr="00B47F69">
        <w:t>функции необходимо для ее вызова, ее определение находится в другом месте.</w:t>
      </w:r>
    </w:p>
    <w:p w:rsidR="00C17B04" w:rsidRPr="00B47F69" w:rsidRDefault="00C17B04" w:rsidP="006F3F37">
      <w:pPr>
        <w:jc w:val="both"/>
      </w:pPr>
      <w:r w:rsidRPr="00B47F69">
        <w:t xml:space="preserve">    При вызове функции тип каждого фактического параметра сверяется с</w:t>
      </w:r>
      <w:r w:rsidR="006E1FD3" w:rsidRPr="00B47F69">
        <w:t xml:space="preserve"> </w:t>
      </w:r>
      <w:r w:rsidRPr="00B47F69">
        <w:t>типом, указанным в описании функции, точно так же, как если бы</w:t>
      </w:r>
      <w:r w:rsidR="006E1FD3" w:rsidRPr="00B47F69">
        <w:t xml:space="preserve"> </w:t>
      </w:r>
      <w:r w:rsidRPr="00B47F69">
        <w:t>инициализировалась переменная описанного типа. Это гарантирует надлежащую</w:t>
      </w:r>
      <w:r w:rsidR="006E1FD3" w:rsidRPr="00B47F69">
        <w:t xml:space="preserve"> </w:t>
      </w:r>
      <w:r w:rsidRPr="00B47F69">
        <w:t>проверку и преобразования типов. Например, вызов функции pow(12.3,"abcd")</w:t>
      </w:r>
      <w:r w:rsidR="006E1FD3" w:rsidRPr="00B47F69">
        <w:t xml:space="preserve"> </w:t>
      </w:r>
      <w:r w:rsidRPr="00B47F69">
        <w:t>транслятор сочтет ошибочным, поскольку "abcd" является строкой, а не</w:t>
      </w:r>
      <w:r w:rsidR="006E1FD3" w:rsidRPr="00B47F69">
        <w:t xml:space="preserve"> </w:t>
      </w:r>
      <w:r w:rsidRPr="00B47F69">
        <w:t>параметром типа int. В вызове pow(2,i) транслятор преобразует целую</w:t>
      </w:r>
      <w:r w:rsidR="006E1FD3" w:rsidRPr="00B47F69">
        <w:t xml:space="preserve"> </w:t>
      </w:r>
      <w:r w:rsidRPr="00B47F69">
        <w:t>константу (целое 2) в число с плавающей точкой (float), как того требует</w:t>
      </w:r>
      <w:r w:rsidR="006E1FD3" w:rsidRPr="00B47F69">
        <w:t xml:space="preserve"> </w:t>
      </w:r>
      <w:r w:rsidRPr="00B47F69">
        <w:t>функция. Функция pow может быть определена следующим образом:</w:t>
      </w:r>
    </w:p>
    <w:p w:rsidR="00C17B04" w:rsidRPr="00B47F69" w:rsidRDefault="00C17B04" w:rsidP="006F3F37">
      <w:pPr>
        <w:jc w:val="both"/>
      </w:pPr>
    </w:p>
    <w:p w:rsidR="00C17B04" w:rsidRPr="00B47F69" w:rsidRDefault="00C17B04" w:rsidP="006F3F37">
      <w:pPr>
        <w:jc w:val="both"/>
      </w:pPr>
      <w:r w:rsidRPr="00B47F69">
        <w:t xml:space="preserve">      </w:t>
      </w:r>
      <w:r w:rsidRPr="00B47F69">
        <w:rPr>
          <w:lang w:val="en-US"/>
        </w:rPr>
        <w:t>float</w:t>
      </w:r>
      <w:r w:rsidRPr="00B47F69">
        <w:t xml:space="preserve"> </w:t>
      </w:r>
      <w:r w:rsidRPr="00B47F69">
        <w:rPr>
          <w:lang w:val="en-US"/>
        </w:rPr>
        <w:t>pow</w:t>
      </w:r>
      <w:r w:rsidRPr="00B47F69">
        <w:t xml:space="preserve"> ( </w:t>
      </w:r>
      <w:r w:rsidRPr="00B47F69">
        <w:rPr>
          <w:lang w:val="en-US"/>
        </w:rPr>
        <w:t>float</w:t>
      </w:r>
      <w:r w:rsidRPr="00B47F69">
        <w:t xml:space="preserve"> </w:t>
      </w:r>
      <w:r w:rsidRPr="00B47F69">
        <w:rPr>
          <w:lang w:val="en-US"/>
        </w:rPr>
        <w:t>x</w:t>
      </w:r>
      <w:r w:rsidRPr="00B47F69">
        <w:t xml:space="preserve">, </w:t>
      </w:r>
      <w:r w:rsidRPr="00B47F69">
        <w:rPr>
          <w:lang w:val="en-US"/>
        </w:rPr>
        <w:t>int</w:t>
      </w:r>
      <w:r w:rsidRPr="00B47F69">
        <w:t xml:space="preserve"> </w:t>
      </w:r>
      <w:r w:rsidRPr="00B47F69">
        <w:rPr>
          <w:lang w:val="en-US"/>
        </w:rPr>
        <w:t>n</w:t>
      </w:r>
      <w:r w:rsidRPr="00B47F69">
        <w:t xml:space="preserve"> )</w:t>
      </w:r>
    </w:p>
    <w:p w:rsidR="00C17B04" w:rsidRPr="00B47F69" w:rsidRDefault="00C17B04" w:rsidP="006F3F37">
      <w:pPr>
        <w:jc w:val="both"/>
      </w:pPr>
      <w:r w:rsidRPr="00B47F69">
        <w:t xml:space="preserve">      {</w:t>
      </w:r>
    </w:p>
    <w:p w:rsidR="00C17B04" w:rsidRPr="00B47F69" w:rsidRDefault="00C17B04" w:rsidP="006F3F37">
      <w:pPr>
        <w:jc w:val="both"/>
      </w:pPr>
      <w:r w:rsidRPr="00B47F69">
        <w:t xml:space="preserve">      if(n&lt;0)</w:t>
      </w:r>
    </w:p>
    <w:p w:rsidR="00C17B04" w:rsidRPr="00B47F69" w:rsidRDefault="00C17B04" w:rsidP="006F3F37">
      <w:pPr>
        <w:jc w:val="both"/>
      </w:pPr>
      <w:r w:rsidRPr="00B47F69">
        <w:t xml:space="preserve">          error ( "ошибка: для pow () задан отрицательный показатель");</w:t>
      </w:r>
    </w:p>
    <w:p w:rsidR="00C17B04" w:rsidRPr="00B47F69" w:rsidRDefault="00C17B04" w:rsidP="006F3F37">
      <w:pPr>
        <w:jc w:val="both"/>
        <w:rPr>
          <w:lang w:val="en-US"/>
        </w:rPr>
      </w:pPr>
      <w:r w:rsidRPr="00B47F69">
        <w:t xml:space="preserve">          </w:t>
      </w:r>
      <w:r w:rsidRPr="00B47F69">
        <w:rPr>
          <w:lang w:val="en-US"/>
        </w:rPr>
        <w:t>switch ( n )</w:t>
      </w:r>
    </w:p>
    <w:p w:rsidR="00C17B04" w:rsidRPr="00B47F69" w:rsidRDefault="00C17B04" w:rsidP="006F3F37">
      <w:pPr>
        <w:jc w:val="both"/>
        <w:rPr>
          <w:lang w:val="en-US"/>
        </w:rPr>
      </w:pPr>
      <w:r w:rsidRPr="00B47F69">
        <w:rPr>
          <w:lang w:val="en-US"/>
        </w:rPr>
        <w:t xml:space="preserve">  </w:t>
      </w:r>
      <w:r w:rsidR="006E1FD3" w:rsidRPr="00B47F69">
        <w:rPr>
          <w:lang w:val="en-US"/>
        </w:rPr>
        <w:t xml:space="preserve"> </w:t>
      </w:r>
      <w:r w:rsidRPr="00B47F69">
        <w:rPr>
          <w:lang w:val="en-US"/>
        </w:rPr>
        <w:t xml:space="preserve">   {</w:t>
      </w:r>
    </w:p>
    <w:p w:rsidR="00C17B04" w:rsidRPr="00B47F69" w:rsidRDefault="00C17B04" w:rsidP="006F3F37">
      <w:pPr>
        <w:jc w:val="both"/>
        <w:rPr>
          <w:lang w:val="en-US"/>
        </w:rPr>
      </w:pPr>
      <w:r w:rsidRPr="00B47F69">
        <w:rPr>
          <w:lang w:val="en-US"/>
        </w:rPr>
        <w:t xml:space="preserve">          case 0:  return 1;</w:t>
      </w:r>
    </w:p>
    <w:p w:rsidR="00C17B04" w:rsidRPr="00B47F69" w:rsidRDefault="00C17B04" w:rsidP="006F3F37">
      <w:pPr>
        <w:jc w:val="both"/>
        <w:rPr>
          <w:lang w:val="en-US"/>
        </w:rPr>
      </w:pPr>
      <w:r w:rsidRPr="00B47F69">
        <w:rPr>
          <w:lang w:val="en-US"/>
        </w:rPr>
        <w:t xml:space="preserve">          case 1:  return x;</w:t>
      </w:r>
    </w:p>
    <w:p w:rsidR="00C17B04" w:rsidRPr="00B47F69" w:rsidRDefault="00C17B04" w:rsidP="006F3F37">
      <w:pPr>
        <w:jc w:val="both"/>
        <w:rPr>
          <w:lang w:val="en-US"/>
        </w:rPr>
      </w:pPr>
      <w:r w:rsidRPr="00B47F69">
        <w:rPr>
          <w:lang w:val="en-US"/>
        </w:rPr>
        <w:t xml:space="preserve">          default: return x * pow ( x, n-1 );</w:t>
      </w:r>
    </w:p>
    <w:p w:rsidR="00C17B04" w:rsidRPr="00B47F69" w:rsidRDefault="00C17B04" w:rsidP="006F3F37">
      <w:pPr>
        <w:jc w:val="both"/>
      </w:pPr>
      <w:r w:rsidRPr="00B47F69">
        <w:rPr>
          <w:lang w:val="en-US"/>
        </w:rPr>
        <w:t xml:space="preserve">          </w:t>
      </w:r>
      <w:r w:rsidRPr="00B47F69">
        <w:t>}</w:t>
      </w:r>
    </w:p>
    <w:p w:rsidR="00C17B04" w:rsidRPr="00B47F69" w:rsidRDefault="00C17B04" w:rsidP="006F3F37">
      <w:pPr>
        <w:jc w:val="both"/>
      </w:pPr>
      <w:r w:rsidRPr="00B47F69">
        <w:t xml:space="preserve">      }</w:t>
      </w:r>
    </w:p>
    <w:p w:rsidR="00C17B04" w:rsidRPr="00B47F69" w:rsidRDefault="00973D08" w:rsidP="006F3F37">
      <w:pPr>
        <w:jc w:val="both"/>
      </w:pPr>
      <w:r w:rsidRPr="00B47F69">
        <w:tab/>
      </w:r>
      <w:r w:rsidR="00C17B04" w:rsidRPr="00B47F69">
        <w:t>Первая часть определения функции задает ее имя, тип возвращаемого</w:t>
      </w:r>
      <w:r w:rsidRPr="00B47F69">
        <w:t xml:space="preserve"> </w:t>
      </w:r>
      <w:r w:rsidR="00C17B04" w:rsidRPr="00B47F69">
        <w:t>значения (если оно есть), а также типы и имена формальных параметров (если</w:t>
      </w:r>
      <w:r w:rsidRPr="00B47F69">
        <w:t xml:space="preserve"> </w:t>
      </w:r>
      <w:r w:rsidR="00C17B04" w:rsidRPr="00B47F69">
        <w:t>они существуют)</w:t>
      </w:r>
      <w:r w:rsidRPr="00B47F69">
        <w:t>.</w:t>
      </w:r>
      <w:r w:rsidR="00C17B04" w:rsidRPr="00B47F69">
        <w:t>Значение возвращается из функции с помощью оператора</w:t>
      </w:r>
      <w:r w:rsidR="006E1FD3" w:rsidRPr="00B47F69">
        <w:t xml:space="preserve"> </w:t>
      </w:r>
      <w:r w:rsidR="00C17B04" w:rsidRPr="00B47F69">
        <w:t>return.</w:t>
      </w:r>
    </w:p>
    <w:p w:rsidR="00C17B04" w:rsidRPr="00B47F69" w:rsidRDefault="00973D08" w:rsidP="006F3F37">
      <w:pPr>
        <w:jc w:val="both"/>
      </w:pPr>
      <w:r w:rsidRPr="00B47F69">
        <w:tab/>
      </w:r>
      <w:r w:rsidR="00C17B04" w:rsidRPr="00B47F69">
        <w:t>Разные функции обычно имеют разные имена, но функциям, выполняющим</w:t>
      </w:r>
      <w:r w:rsidRPr="00B47F69">
        <w:t xml:space="preserve"> </w:t>
      </w:r>
      <w:r w:rsidR="00C17B04" w:rsidRPr="00B47F69">
        <w:t>сходные операции над объектами разных типов, лучше дать одно имя.  Если</w:t>
      </w:r>
      <w:r w:rsidRPr="00B47F69">
        <w:t xml:space="preserve"> </w:t>
      </w:r>
      <w:r w:rsidR="00C17B04" w:rsidRPr="00B47F69">
        <w:t>типы параметров таких функций различны, то транслятор всегда может</w:t>
      </w:r>
    </w:p>
    <w:p w:rsidR="00C17B04" w:rsidRPr="00B47F69" w:rsidRDefault="00C17B04" w:rsidP="006F3F37">
      <w:pPr>
        <w:jc w:val="both"/>
      </w:pPr>
      <w:r w:rsidRPr="00B47F69">
        <w:t>разобраться, какую функцию нужно вызывать. Например, можно иметь две</w:t>
      </w:r>
      <w:r w:rsidR="00973D08" w:rsidRPr="00B47F69">
        <w:t xml:space="preserve"> </w:t>
      </w:r>
      <w:r w:rsidRPr="00B47F69">
        <w:t>функции возведения в степень: одну - для целых чисел, а другую - для чисел</w:t>
      </w:r>
      <w:r w:rsidR="00973D08" w:rsidRPr="00B47F69">
        <w:t xml:space="preserve"> </w:t>
      </w:r>
      <w:r w:rsidRPr="00B47F69">
        <w:t>с плавающей точкой:</w:t>
      </w:r>
    </w:p>
    <w:p w:rsidR="00C17B04" w:rsidRPr="00B47F69" w:rsidRDefault="00C17B04" w:rsidP="006F3F37">
      <w:pPr>
        <w:jc w:val="both"/>
        <w:rPr>
          <w:lang w:val="en-US"/>
        </w:rPr>
      </w:pPr>
      <w:r w:rsidRPr="00B47F69">
        <w:t xml:space="preserve">   </w:t>
      </w:r>
      <w:r w:rsidRPr="00B47F69">
        <w:rPr>
          <w:lang w:val="en-US"/>
        </w:rPr>
        <w:t>int pow ( int, int );</w:t>
      </w:r>
    </w:p>
    <w:p w:rsidR="00C17B04" w:rsidRPr="00B47F69" w:rsidRDefault="00C17B04" w:rsidP="006F3F37">
      <w:pPr>
        <w:jc w:val="both"/>
        <w:rPr>
          <w:lang w:val="en-US"/>
        </w:rPr>
      </w:pPr>
      <w:r w:rsidRPr="00B47F69">
        <w:rPr>
          <w:lang w:val="en-US"/>
        </w:rPr>
        <w:t xml:space="preserve">   double pow ( double, double );   //</w:t>
      </w:r>
    </w:p>
    <w:p w:rsidR="00C17B04" w:rsidRPr="00B47F69" w:rsidRDefault="00C17B04" w:rsidP="006F3F37">
      <w:pPr>
        <w:jc w:val="both"/>
        <w:rPr>
          <w:lang w:val="en-US"/>
        </w:rPr>
      </w:pPr>
      <w:r w:rsidRPr="00B47F69">
        <w:rPr>
          <w:lang w:val="en-US"/>
        </w:rPr>
        <w:t xml:space="preserve">   x = pow ( 2,10 );// </w:t>
      </w:r>
      <w:r w:rsidRPr="00B47F69">
        <w:t>вызов</w:t>
      </w:r>
      <w:r w:rsidRPr="00B47F69">
        <w:rPr>
          <w:lang w:val="en-US"/>
        </w:rPr>
        <w:t xml:space="preserve"> pow(int,int)</w:t>
      </w:r>
    </w:p>
    <w:p w:rsidR="00C17B04" w:rsidRPr="00B47F69" w:rsidRDefault="00C17B04" w:rsidP="006F3F37">
      <w:pPr>
        <w:jc w:val="both"/>
        <w:rPr>
          <w:lang w:val="en-US"/>
        </w:rPr>
      </w:pPr>
      <w:r w:rsidRPr="00B47F69">
        <w:rPr>
          <w:lang w:val="en-US"/>
        </w:rPr>
        <w:t xml:space="preserve">   y = pow ( 2.0, 10.0 );// </w:t>
      </w:r>
      <w:r w:rsidRPr="00B47F69">
        <w:t>вызов</w:t>
      </w:r>
      <w:r w:rsidRPr="00B47F69">
        <w:rPr>
          <w:lang w:val="en-US"/>
        </w:rPr>
        <w:t xml:space="preserve"> pow(double,double)</w:t>
      </w:r>
    </w:p>
    <w:p w:rsidR="00C17B04" w:rsidRPr="00B47F69" w:rsidRDefault="00973D08" w:rsidP="006F3F37">
      <w:pPr>
        <w:jc w:val="both"/>
      </w:pPr>
      <w:r w:rsidRPr="00B47F69">
        <w:rPr>
          <w:lang w:val="en-US"/>
        </w:rPr>
        <w:lastRenderedPageBreak/>
        <w:tab/>
      </w:r>
      <w:r w:rsidR="00C17B04" w:rsidRPr="00B47F69">
        <w:t>Такое многократное использование имени называется перегрузкой имени</w:t>
      </w:r>
      <w:r w:rsidRPr="00B47F69">
        <w:t xml:space="preserve"> </w:t>
      </w:r>
      <w:r w:rsidR="00C17B04" w:rsidRPr="00B47F69">
        <w:t>функции или просто перегрузкой;</w:t>
      </w:r>
    </w:p>
    <w:p w:rsidR="00C17B04" w:rsidRPr="00B47F69" w:rsidRDefault="00C17B04" w:rsidP="006F3F37">
      <w:pPr>
        <w:jc w:val="both"/>
      </w:pPr>
      <w:r w:rsidRPr="00B47F69">
        <w:t xml:space="preserve">    Параметры функции могут передаваться либо "по значению", либо "по</w:t>
      </w:r>
      <w:r w:rsidR="00973D08" w:rsidRPr="00B47F69">
        <w:t xml:space="preserve"> </w:t>
      </w:r>
      <w:r w:rsidRPr="00B47F69">
        <w:t>ссылке". Рассмотрим определение функции, которая осуществляет взаимообмен</w:t>
      </w:r>
    </w:p>
    <w:p w:rsidR="00C17B04" w:rsidRPr="00B47F69" w:rsidRDefault="00C17B04" w:rsidP="006F3F37">
      <w:pPr>
        <w:jc w:val="both"/>
      </w:pPr>
      <w:r w:rsidRPr="00B47F69">
        <w:t>значений двух целых переменных. Если используется стандартный способ</w:t>
      </w:r>
      <w:r w:rsidR="00973D08" w:rsidRPr="00B47F69">
        <w:t xml:space="preserve"> </w:t>
      </w:r>
      <w:r w:rsidRPr="00B47F69">
        <w:t>передачи параметров по значению, то придется передавать указатели:</w:t>
      </w:r>
    </w:p>
    <w:p w:rsidR="00C17B04" w:rsidRPr="00B47F69" w:rsidRDefault="00C17B04" w:rsidP="006F3F37">
      <w:pPr>
        <w:jc w:val="both"/>
        <w:rPr>
          <w:lang w:val="en-US"/>
        </w:rPr>
      </w:pPr>
      <w:r w:rsidRPr="00B47F69">
        <w:t xml:space="preserve">         </w:t>
      </w:r>
      <w:r w:rsidRPr="00B47F69">
        <w:rPr>
          <w:lang w:val="en-US"/>
        </w:rPr>
        <w:t>void swap ( int * p, int * q )</w:t>
      </w:r>
    </w:p>
    <w:p w:rsidR="00C17B04" w:rsidRPr="00B47F69" w:rsidRDefault="00C17B04" w:rsidP="006F3F37">
      <w:pPr>
        <w:jc w:val="both"/>
      </w:pPr>
      <w:r w:rsidRPr="00B47F69">
        <w:rPr>
          <w:lang w:val="en-US"/>
        </w:rPr>
        <w:t xml:space="preserve">         </w:t>
      </w:r>
      <w:r w:rsidRPr="00B47F69">
        <w:t>{</w:t>
      </w:r>
    </w:p>
    <w:p w:rsidR="00C17B04" w:rsidRPr="00B47F69" w:rsidRDefault="00C17B04" w:rsidP="006F3F37">
      <w:pPr>
        <w:jc w:val="both"/>
      </w:pPr>
      <w:r w:rsidRPr="00B47F69">
        <w:t xml:space="preserve">           int t = * p;</w:t>
      </w:r>
    </w:p>
    <w:p w:rsidR="00C17B04" w:rsidRPr="00B47F69" w:rsidRDefault="00C17B04" w:rsidP="006F3F37">
      <w:pPr>
        <w:jc w:val="both"/>
      </w:pPr>
      <w:r w:rsidRPr="00B47F69">
        <w:t xml:space="preserve">           * p = * q;</w:t>
      </w:r>
    </w:p>
    <w:p w:rsidR="00C17B04" w:rsidRPr="00B47F69" w:rsidRDefault="00C17B04" w:rsidP="006F3F37">
      <w:pPr>
        <w:jc w:val="both"/>
      </w:pPr>
      <w:r w:rsidRPr="00B47F69">
        <w:t xml:space="preserve">           * q = t;</w:t>
      </w:r>
    </w:p>
    <w:p w:rsidR="00C17B04" w:rsidRPr="00B47F69" w:rsidRDefault="00C17B04" w:rsidP="006F3F37">
      <w:pPr>
        <w:jc w:val="both"/>
      </w:pPr>
      <w:r w:rsidRPr="00B47F69">
        <w:t xml:space="preserve">         }</w:t>
      </w:r>
    </w:p>
    <w:p w:rsidR="00C17B04" w:rsidRPr="00B47F69" w:rsidRDefault="00C17B04" w:rsidP="006F3F37">
      <w:pPr>
        <w:jc w:val="both"/>
      </w:pPr>
    </w:p>
    <w:p w:rsidR="00C17B04" w:rsidRPr="00B47F69" w:rsidRDefault="00C17B04" w:rsidP="006F3F37">
      <w:pPr>
        <w:jc w:val="both"/>
      </w:pPr>
      <w:r w:rsidRPr="00B47F69">
        <w:t xml:space="preserve">    Унарная операция * называется косвенностью (или операцией</w:t>
      </w:r>
      <w:r w:rsidR="00033332" w:rsidRPr="00B47F69">
        <w:t xml:space="preserve"> </w:t>
      </w:r>
      <w:r w:rsidRPr="00B47F69">
        <w:t>разыменования), она выбирает значение объекта, на который настроен</w:t>
      </w:r>
      <w:r w:rsidR="00033332" w:rsidRPr="00B47F69">
        <w:t xml:space="preserve"> </w:t>
      </w:r>
      <w:r w:rsidRPr="00B47F69">
        <w:t>указатель. Функцию можно вызывать следующим образом:</w:t>
      </w:r>
    </w:p>
    <w:p w:rsidR="00C17B04" w:rsidRPr="00B47F69" w:rsidRDefault="00C17B04" w:rsidP="006F3F37">
      <w:pPr>
        <w:jc w:val="both"/>
      </w:pPr>
      <w:r w:rsidRPr="00B47F69">
        <w:t xml:space="preserve">         </w:t>
      </w:r>
      <w:r w:rsidRPr="00B47F69">
        <w:rPr>
          <w:lang w:val="en-US"/>
        </w:rPr>
        <w:t>void</w:t>
      </w:r>
      <w:r w:rsidRPr="00B47F69">
        <w:t xml:space="preserve"> </w:t>
      </w:r>
      <w:r w:rsidRPr="00B47F69">
        <w:rPr>
          <w:lang w:val="en-US"/>
        </w:rPr>
        <w:t>f</w:t>
      </w:r>
      <w:r w:rsidRPr="00B47F69">
        <w:t xml:space="preserve"> ( </w:t>
      </w:r>
      <w:r w:rsidRPr="00B47F69">
        <w:rPr>
          <w:lang w:val="en-US"/>
        </w:rPr>
        <w:t>int</w:t>
      </w:r>
      <w:r w:rsidRPr="00B47F69">
        <w:t xml:space="preserve"> </w:t>
      </w:r>
      <w:r w:rsidRPr="00B47F69">
        <w:rPr>
          <w:lang w:val="en-US"/>
        </w:rPr>
        <w:t>i</w:t>
      </w:r>
      <w:r w:rsidRPr="00B47F69">
        <w:t xml:space="preserve">, </w:t>
      </w:r>
      <w:r w:rsidRPr="00B47F69">
        <w:rPr>
          <w:lang w:val="en-US"/>
        </w:rPr>
        <w:t>int</w:t>
      </w:r>
      <w:r w:rsidRPr="00B47F69">
        <w:t xml:space="preserve"> </w:t>
      </w:r>
      <w:r w:rsidRPr="00B47F69">
        <w:rPr>
          <w:lang w:val="en-US"/>
        </w:rPr>
        <w:t>j</w:t>
      </w:r>
      <w:r w:rsidRPr="00B47F69">
        <w:t xml:space="preserve"> )</w:t>
      </w:r>
    </w:p>
    <w:p w:rsidR="00C17B04" w:rsidRPr="00B47F69" w:rsidRDefault="00C17B04" w:rsidP="006F3F37">
      <w:pPr>
        <w:jc w:val="both"/>
      </w:pPr>
      <w:r w:rsidRPr="00B47F69">
        <w:t xml:space="preserve">    </w:t>
      </w:r>
      <w:r w:rsidR="00033332" w:rsidRPr="00B47F69">
        <w:t xml:space="preserve"> </w:t>
      </w:r>
      <w:r w:rsidRPr="00B47F69">
        <w:t xml:space="preserve">  { swap ( &amp; i, &amp; j );    }</w:t>
      </w:r>
    </w:p>
    <w:p w:rsidR="00C17B04" w:rsidRPr="00B47F69" w:rsidRDefault="00033332" w:rsidP="006F3F37">
      <w:pPr>
        <w:jc w:val="both"/>
      </w:pPr>
      <w:r w:rsidRPr="00B47F69">
        <w:tab/>
      </w:r>
      <w:r w:rsidR="00C17B04" w:rsidRPr="00B47F69">
        <w:t>Если использовать передачу параметра по ссылке, можно обойтись без</w:t>
      </w:r>
      <w:r w:rsidRPr="00B47F69">
        <w:t xml:space="preserve"> </w:t>
      </w:r>
      <w:r w:rsidR="00C17B04" w:rsidRPr="00B47F69">
        <w:t>явных операций с указателем:</w:t>
      </w:r>
    </w:p>
    <w:p w:rsidR="00C17B04" w:rsidRPr="00B47F69" w:rsidRDefault="00C17B04" w:rsidP="006F3F37">
      <w:pPr>
        <w:jc w:val="both"/>
        <w:rPr>
          <w:lang w:val="en-US"/>
        </w:rPr>
      </w:pPr>
      <w:r w:rsidRPr="00B47F69">
        <w:t xml:space="preserve">         </w:t>
      </w:r>
      <w:r w:rsidRPr="00B47F69">
        <w:rPr>
          <w:lang w:val="en-US"/>
        </w:rPr>
        <w:t>void swap (int&amp;r1,int&amp;r2)</w:t>
      </w:r>
    </w:p>
    <w:p w:rsidR="00C17B04" w:rsidRPr="00B47F69" w:rsidRDefault="00C17B04" w:rsidP="006F3F37">
      <w:pPr>
        <w:jc w:val="both"/>
        <w:rPr>
          <w:lang w:val="en-US"/>
        </w:rPr>
      </w:pPr>
      <w:r w:rsidRPr="00B47F69">
        <w:rPr>
          <w:lang w:val="en-US"/>
        </w:rPr>
        <w:t xml:space="preserve">      {  int t = r1;</w:t>
      </w:r>
    </w:p>
    <w:p w:rsidR="00C17B04" w:rsidRPr="00B47F69" w:rsidRDefault="00C17B04" w:rsidP="006F3F37">
      <w:pPr>
        <w:jc w:val="both"/>
        <w:rPr>
          <w:lang w:val="en-US"/>
        </w:rPr>
      </w:pPr>
      <w:r w:rsidRPr="00B47F69">
        <w:rPr>
          <w:lang w:val="en-US"/>
        </w:rPr>
        <w:t xml:space="preserve">          r1 = r2;</w:t>
      </w:r>
    </w:p>
    <w:p w:rsidR="00C17B04" w:rsidRPr="00B47F69" w:rsidRDefault="00C17B04" w:rsidP="006F3F37">
      <w:pPr>
        <w:jc w:val="both"/>
        <w:rPr>
          <w:lang w:val="en-US"/>
        </w:rPr>
      </w:pPr>
      <w:r w:rsidRPr="00B47F69">
        <w:rPr>
          <w:lang w:val="en-US"/>
        </w:rPr>
        <w:t xml:space="preserve">          r2 = t;</w:t>
      </w:r>
      <w:r w:rsidR="00033332" w:rsidRPr="00B47F69">
        <w:rPr>
          <w:lang w:val="en-US"/>
        </w:rPr>
        <w:t xml:space="preserve"> </w:t>
      </w:r>
      <w:r w:rsidRPr="00B47F69">
        <w:rPr>
          <w:lang w:val="en-US"/>
        </w:rPr>
        <w:t xml:space="preserve"> }</w:t>
      </w:r>
    </w:p>
    <w:p w:rsidR="0070107D" w:rsidRPr="00B47F69" w:rsidRDefault="00BC51A3" w:rsidP="006F3F37">
      <w:pPr>
        <w:jc w:val="both"/>
        <w:rPr>
          <w:lang w:val="en-US"/>
        </w:rPr>
      </w:pPr>
      <w:r>
        <w:rPr>
          <w:noProof/>
        </w:rPr>
        <w:pict>
          <v:group id="_x0000_s2837" style="position:absolute;left:0;text-align:left;margin-left:24.1pt;margin-top:26.75pt;width:546.9pt;height:802.3pt;z-index:251664896;mso-position-horizontal-relative:page;mso-position-vertical-relative:page" coordsize="20000,20000">
            <v:rect id="_x0000_s2838" style="position:absolute;width:20000;height:20000" filled="f" strokeweight="2pt"/>
            <v:line id="_x0000_s2839" style="position:absolute" from="1093,18949" to="1095,19989" strokeweight="2pt"/>
            <v:line id="_x0000_s2840" style="position:absolute" from="10,18941" to="19977,18942" strokeweight="2pt"/>
            <v:line id="_x0000_s2841" style="position:absolute" from="2186,18949" to="2188,19989" strokeweight="2pt"/>
            <v:line id="_x0000_s2842" style="position:absolute" from="4919,18949" to="4921,19989" strokeweight="2pt"/>
            <v:line id="_x0000_s2843" style="position:absolute" from="6557,18959" to="6559,19989" strokeweight="2pt"/>
            <v:line id="_x0000_s2844" style="position:absolute" from="7650,18949" to="7652,19979" strokeweight="2pt"/>
            <v:line id="_x0000_s2845" style="position:absolute" from="18905,18949" to="18909,19989" strokeweight="2pt"/>
            <v:line id="_x0000_s2846" style="position:absolute" from="10,19293" to="7631,19295" strokeweight="1pt"/>
            <v:line id="_x0000_s2847" style="position:absolute" from="10,19646" to="7631,19647" strokeweight="2pt"/>
            <v:line id="_x0000_s2848" style="position:absolute" from="18919,19296" to="19990,19297" strokeweight="1pt"/>
            <v:rect id="_x0000_s2849" style="position:absolute;left:54;top:19660;width:1000;height:309" filled="f" stroked="f" strokeweight=".25pt">
              <v:textbox style="mso-next-textbox:#_x0000_s2849" inset="1pt,1pt,1pt,1pt">
                <w:txbxContent>
                  <w:p w:rsidR="00FE0A22" w:rsidRDefault="00FE0A22" w:rsidP="00FE0A2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850" style="position:absolute;left:1139;top:19660;width:1001;height:309" filled="f" stroked="f" strokeweight=".25pt">
              <v:textbox style="mso-next-textbox:#_x0000_s2850" inset="1pt,1pt,1pt,1pt">
                <w:txbxContent>
                  <w:p w:rsidR="00FE0A22" w:rsidRDefault="00FE0A22" w:rsidP="00FE0A2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851" style="position:absolute;left:2267;top:19660;width:2573;height:309" filled="f" stroked="f" strokeweight=".25pt">
              <v:textbox style="mso-next-textbox:#_x0000_s2851" inset="1pt,1pt,1pt,1pt">
                <w:txbxContent>
                  <w:p w:rsidR="00FE0A22" w:rsidRDefault="00FE0A22" w:rsidP="00FE0A2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852" style="position:absolute;left:4983;top:19660;width:1534;height:309" filled="f" stroked="f" strokeweight=".25pt">
              <v:textbox style="mso-next-textbox:#_x0000_s2852" inset="1pt,1pt,1pt,1pt">
                <w:txbxContent>
                  <w:p w:rsidR="00FE0A22" w:rsidRDefault="00FE0A22" w:rsidP="00FE0A2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853" style="position:absolute;left:6604;top:19660;width:1000;height:309" filled="f" stroked="f" strokeweight=".25pt">
              <v:textbox style="mso-next-textbox:#_x0000_s2853" inset="1pt,1pt,1pt,1pt">
                <w:txbxContent>
                  <w:p w:rsidR="00FE0A22" w:rsidRDefault="00FE0A22" w:rsidP="00FE0A2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854" style="position:absolute;left:18949;top:18977;width:1001;height:309" filled="f" stroked="f" strokeweight=".25pt">
              <v:textbox style="mso-next-textbox:#_x0000_s2854" inset="1pt,1pt,1pt,1pt">
                <w:txbxContent>
                  <w:p w:rsidR="00FE0A22" w:rsidRDefault="00FE0A22" w:rsidP="00FE0A2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855" style="position:absolute;left:18949;top:19435;width:1001;height:423" filled="f" stroked="f" strokeweight=".25pt">
              <v:textbox style="mso-next-textbox:#_x0000_s2855" inset="1pt,1pt,1pt,1pt">
                <w:txbxContent>
                  <w:p w:rsidR="00FE0A22" w:rsidRPr="00933894" w:rsidRDefault="006F3F37" w:rsidP="00FE0A22">
                    <w:pPr>
                      <w:pStyle w:val="ab"/>
                      <w:jc w:val="center"/>
                      <w:rPr>
                        <w:rFonts w:ascii="Times New Roman" w:hAnsi="Times New Roman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sz w:val="24"/>
                        <w:lang w:val="ru-RU"/>
                      </w:rPr>
                      <w:t>9</w:t>
                    </w:r>
                  </w:p>
                  <w:p w:rsidR="00FE0A22" w:rsidRPr="00F725FA" w:rsidRDefault="00FE0A22" w:rsidP="00FE0A22">
                    <w:pPr>
                      <w:pStyle w:val="ab"/>
                      <w:jc w:val="center"/>
                      <w:rPr>
                        <w:sz w:val="24"/>
                        <w:lang w:val="en-US"/>
                      </w:rPr>
                    </w:pPr>
                  </w:p>
                </w:txbxContent>
              </v:textbox>
            </v:rect>
            <v:rect id="_x0000_s2856" style="position:absolute;left:7745;top:19221;width:11075;height:477" filled="f" stroked="f" strokeweight=".25pt">
              <v:textbox style="mso-next-textbox:#_x0000_s2856" inset="1pt,1pt,1pt,1pt">
                <w:txbxContent>
                  <w:p w:rsidR="00FE0A22" w:rsidRPr="000776FB" w:rsidRDefault="00FE0A22" w:rsidP="00FE0A22"/>
                </w:txbxContent>
              </v:textbox>
            </v:rect>
            <w10:wrap anchorx="page" anchory="page"/>
            <w10:anchorlock/>
          </v:group>
        </w:pict>
      </w:r>
      <w:r w:rsidR="00C17B04" w:rsidRPr="00B47F69">
        <w:rPr>
          <w:lang w:val="en-US"/>
        </w:rPr>
        <w:t xml:space="preserve">         void g (inti,intj) </w:t>
      </w:r>
    </w:p>
    <w:p w:rsidR="0070107D" w:rsidRPr="00B47F69" w:rsidRDefault="0070107D" w:rsidP="006F3F37">
      <w:pPr>
        <w:jc w:val="both"/>
      </w:pPr>
      <w:r w:rsidRPr="00B47F69">
        <w:rPr>
          <w:lang w:val="en-US"/>
        </w:rPr>
        <w:t xml:space="preserve">      </w:t>
      </w:r>
      <w:r w:rsidR="00C17B04" w:rsidRPr="00B47F69">
        <w:t xml:space="preserve">{  </w:t>
      </w:r>
      <w:r w:rsidR="00C17B04" w:rsidRPr="00B47F69">
        <w:rPr>
          <w:lang w:val="en-US"/>
        </w:rPr>
        <w:t>swap</w:t>
      </w:r>
      <w:r w:rsidR="00C17B04" w:rsidRPr="00B47F69">
        <w:t xml:space="preserve"> (</w:t>
      </w:r>
      <w:r w:rsidR="00C17B04" w:rsidRPr="00B47F69">
        <w:rPr>
          <w:lang w:val="en-US"/>
        </w:rPr>
        <w:t>i</w:t>
      </w:r>
      <w:r w:rsidR="00C17B04" w:rsidRPr="00B47F69">
        <w:t>,</w:t>
      </w:r>
      <w:r w:rsidR="00C17B04" w:rsidRPr="00B47F69">
        <w:rPr>
          <w:lang w:val="en-US"/>
        </w:rPr>
        <w:t>j</w:t>
      </w:r>
      <w:r w:rsidR="00C17B04" w:rsidRPr="00B47F69">
        <w:t>);</w:t>
      </w:r>
    </w:p>
    <w:p w:rsidR="00C17B04" w:rsidRPr="00B47F69" w:rsidRDefault="00C17B04" w:rsidP="006F3F37">
      <w:pPr>
        <w:jc w:val="both"/>
      </w:pPr>
      <w:r w:rsidRPr="00B47F69">
        <w:t>}</w:t>
      </w:r>
    </w:p>
    <w:p w:rsidR="00545CA1" w:rsidRDefault="00545CA1" w:rsidP="006F3F37">
      <w:pPr>
        <w:pStyle w:val="1"/>
        <w:spacing w:line="240" w:lineRule="auto"/>
        <w:jc w:val="both"/>
        <w:rPr>
          <w:szCs w:val="28"/>
          <w:lang w:val="ru-RU"/>
        </w:rPr>
      </w:pPr>
    </w:p>
    <w:p w:rsidR="007A01C3" w:rsidRDefault="000F5AB1" w:rsidP="006F3F37">
      <w:pPr>
        <w:jc w:val="both"/>
      </w:pPr>
      <w:r>
        <w:t xml:space="preserve">Функции реализуют структурное программирование и исполняет все необходимые задания для решение общей задачи. Имеются стандартные функции, занесенные в программные библиотеке Си, как правило эти функции используются часто. Также для решение других </w:t>
      </w:r>
      <w:r w:rsidR="007A01C3">
        <w:t>часто используемых задач можно написать собственные функции. Для опредения функция в языке Си необходимо указать тип и имя, а также список параметров в круглых скобках.</w:t>
      </w:r>
    </w:p>
    <w:p w:rsidR="007A01C3" w:rsidRDefault="007A01C3" w:rsidP="006F3F37">
      <w:pPr>
        <w:ind w:firstLine="426"/>
        <w:jc w:val="both"/>
      </w:pPr>
      <w:r>
        <w:t>В общем виде функцию можно представить так</w:t>
      </w:r>
      <w:r w:rsidRPr="007A01C3">
        <w:t>:</w:t>
      </w:r>
    </w:p>
    <w:p w:rsidR="007A01C3" w:rsidRDefault="007A01C3" w:rsidP="006F3F37">
      <w:pPr>
        <w:ind w:firstLine="426"/>
        <w:jc w:val="both"/>
      </w:pPr>
      <w:r>
        <w:t>Тип имя_функции (список_параметров)</w:t>
      </w:r>
    </w:p>
    <w:p w:rsidR="007A01C3" w:rsidRPr="007A01C3" w:rsidRDefault="007A01C3" w:rsidP="006F3F37">
      <w:pPr>
        <w:ind w:firstLine="426"/>
        <w:jc w:val="both"/>
      </w:pPr>
      <w:r w:rsidRPr="007A01C3">
        <w:t>{</w:t>
      </w:r>
    </w:p>
    <w:p w:rsidR="007A01C3" w:rsidRDefault="007A01C3" w:rsidP="006F3F37">
      <w:pPr>
        <w:ind w:firstLine="426"/>
        <w:jc w:val="both"/>
      </w:pPr>
      <w:r>
        <w:t xml:space="preserve">Инструкции </w:t>
      </w:r>
    </w:p>
    <w:p w:rsidR="007A01C3" w:rsidRDefault="007A01C3" w:rsidP="006F3F37">
      <w:pPr>
        <w:ind w:firstLine="426"/>
        <w:jc w:val="both"/>
      </w:pPr>
      <w:r>
        <w:rPr>
          <w:lang w:val="en-US"/>
        </w:rPr>
        <w:t>returne</w:t>
      </w:r>
      <w:r w:rsidRPr="007A01C3">
        <w:t xml:space="preserve"> (</w:t>
      </w:r>
      <w:r>
        <w:t>возвращаемое значение функции</w:t>
      </w:r>
      <w:r w:rsidRPr="007A01C3">
        <w:t>)</w:t>
      </w:r>
    </w:p>
    <w:p w:rsidR="000F5AB1" w:rsidRPr="000F5AB1" w:rsidRDefault="007A01C3" w:rsidP="006F3F37">
      <w:pPr>
        <w:ind w:firstLine="426"/>
        <w:jc w:val="both"/>
      </w:pPr>
      <w:r w:rsidRPr="007A01C3">
        <w:t>}</w:t>
      </w:r>
      <w:r w:rsidR="000F5AB1">
        <w:t xml:space="preserve">  </w:t>
      </w:r>
    </w:p>
    <w:p w:rsidR="007A01C3" w:rsidRPr="007A01C3" w:rsidRDefault="007A01C3" w:rsidP="006F3F37">
      <w:pPr>
        <w:pStyle w:val="1"/>
        <w:spacing w:line="240" w:lineRule="auto"/>
        <w:jc w:val="both"/>
        <w:rPr>
          <w:szCs w:val="28"/>
          <w:lang w:val="ru-RU"/>
        </w:rPr>
      </w:pPr>
    </w:p>
    <w:p w:rsidR="007A01C3" w:rsidRPr="00036275" w:rsidRDefault="007A01C3" w:rsidP="006F3F37">
      <w:pPr>
        <w:pStyle w:val="1"/>
        <w:spacing w:line="240" w:lineRule="auto"/>
        <w:jc w:val="both"/>
        <w:rPr>
          <w:rStyle w:val="10"/>
          <w:lang w:val="ru-RU"/>
        </w:rPr>
      </w:pPr>
      <w:r>
        <w:rPr>
          <w:lang w:val="ru-RU"/>
        </w:rPr>
        <w:t>3.</w:t>
      </w:r>
      <w:r w:rsidRPr="00AF3438">
        <w:t>Создание и обработка модулей</w:t>
      </w:r>
    </w:p>
    <w:p w:rsidR="007A01C3" w:rsidRPr="00B47F69" w:rsidRDefault="007A01C3" w:rsidP="006F3F37">
      <w:pPr>
        <w:ind w:firstLine="426"/>
        <w:jc w:val="both"/>
      </w:pPr>
      <w:r>
        <w:t xml:space="preserve">Модуль это набор ресурсов (функций, процедур, констант, перемменых, типов )разрабатываемых и хранимых независимо от используемых программ. </w:t>
      </w:r>
    </w:p>
    <w:p w:rsidR="007A01C3" w:rsidRPr="0096797B" w:rsidRDefault="007A01C3" w:rsidP="006F3F37">
      <w:pPr>
        <w:ind w:firstLine="426"/>
        <w:jc w:val="both"/>
      </w:pPr>
      <w:r w:rsidRPr="0096797B">
        <w:t>Программа на языке Си</w:t>
      </w:r>
      <w:r w:rsidR="00DE1E9A">
        <w:t>++</w:t>
      </w:r>
      <w:r w:rsidRPr="0096797B">
        <w:t xml:space="preserve"> состоит из одного или более модулей. Каждый модуль компилирует отдельно от других. Каждый модуль содержит данные, имеющие общие назначение, и его разработку выполняет обычно один разработчик.</w:t>
      </w:r>
    </w:p>
    <w:p w:rsidR="007A01C3" w:rsidRPr="0096797B" w:rsidRDefault="007A01C3" w:rsidP="006F3F37">
      <w:pPr>
        <w:jc w:val="both"/>
      </w:pPr>
      <w:r w:rsidRPr="0096797B">
        <w:t>Модуль состоит из двух файлов:</w:t>
      </w:r>
    </w:p>
    <w:p w:rsidR="007A01C3" w:rsidRPr="0096797B" w:rsidRDefault="007A01C3" w:rsidP="006F3F37">
      <w:pPr>
        <w:ind w:firstLine="284"/>
        <w:jc w:val="both"/>
      </w:pPr>
      <w:r>
        <w:t>1.</w:t>
      </w:r>
      <w:r w:rsidRPr="0096797B">
        <w:t>Файл с расширением .h содержит функций, глобальные переменные и типы данных. Он обычно называется заголовочный файл.</w:t>
      </w:r>
    </w:p>
    <w:p w:rsidR="007A01C3" w:rsidRDefault="007A01C3" w:rsidP="006F3F37">
      <w:pPr>
        <w:ind w:firstLine="284"/>
        <w:jc w:val="both"/>
      </w:pPr>
      <w:r>
        <w:lastRenderedPageBreak/>
        <w:t>2.</w:t>
      </w:r>
      <w:r w:rsidRPr="0096797B">
        <w:t>Файл реализации, имеющий расширение ,с и содержащий определения функций и глобальных переменных.</w:t>
      </w:r>
    </w:p>
    <w:p w:rsidR="007A01C3" w:rsidRDefault="007A01C3" w:rsidP="006F3F37">
      <w:pPr>
        <w:jc w:val="both"/>
      </w:pPr>
    </w:p>
    <w:p w:rsidR="007A01C3" w:rsidRPr="007A01C3" w:rsidRDefault="007A01C3" w:rsidP="006F3F37">
      <w:pPr>
        <w:jc w:val="both"/>
      </w:pPr>
    </w:p>
    <w:p w:rsidR="00442378" w:rsidRPr="001937EA" w:rsidRDefault="00702C49" w:rsidP="006F3F37">
      <w:pPr>
        <w:pStyle w:val="1"/>
        <w:spacing w:line="240" w:lineRule="auto"/>
        <w:jc w:val="both"/>
      </w:pPr>
      <w:r>
        <w:rPr>
          <w:szCs w:val="28"/>
          <w:lang w:val="ru-RU"/>
        </w:rPr>
        <w:t>4</w:t>
      </w:r>
      <w:r w:rsidR="001937EA" w:rsidRPr="001937EA">
        <w:rPr>
          <w:szCs w:val="28"/>
        </w:rPr>
        <w:t>.</w:t>
      </w:r>
      <w:r w:rsidR="00442378" w:rsidRPr="001937EA">
        <w:t>Проект</w:t>
      </w:r>
      <w:r w:rsidR="00BC51A3">
        <w:pict>
          <v:group id="_x0000_s1307" style="position:absolute;left:0;text-align:left;margin-left:30pt;margin-top:18.6pt;width:541.5pt;height:802.3pt;z-index:251640320;mso-position-horizontal-relative:page;mso-position-vertical-relative:page" coordsize="20000,20000" o:allowincell="f">
            <v:rect id="_x0000_s1308" style="position:absolute;width:20000;height:20000" filled="f" strokeweight="2pt"/>
            <v:line id="_x0000_s1309" style="position:absolute" from="1093,18949" to="1095,19989" strokeweight="2pt"/>
            <v:line id="_x0000_s1310" style="position:absolute" from="10,18941" to="19977,18942" strokeweight="2pt"/>
            <v:line id="_x0000_s1311" style="position:absolute" from="2186,18949" to="2188,19989" strokeweight="2pt"/>
            <v:line id="_x0000_s1312" style="position:absolute" from="4919,18949" to="4921,19989" strokeweight="2pt"/>
            <v:line id="_x0000_s1313" style="position:absolute" from="6557,18959" to="6559,19989" strokeweight="2pt"/>
            <v:line id="_x0000_s1314" style="position:absolute" from="7650,18949" to="7652,19979" strokeweight="2pt"/>
            <v:line id="_x0000_s1315" style="position:absolute" from="18905,18949" to="18909,19989" strokeweight="2pt"/>
            <v:line id="_x0000_s1316" style="position:absolute" from="10,19293" to="7631,19295" strokeweight="1pt"/>
            <v:line id="_x0000_s1317" style="position:absolute" from="10,19646" to="7631,19647" strokeweight="2pt"/>
            <v:line id="_x0000_s1318" style="position:absolute" from="18919,19296" to="19990,19297" strokeweight="1pt"/>
            <v:rect id="_x0000_s1319" style="position:absolute;left:54;top:19660;width:1000;height:309" filled="f" stroked="f" strokeweight=".25pt">
              <v:textbox style="mso-next-textbox:#_x0000_s1319" inset="1pt,1pt,1pt,1pt">
                <w:txbxContent>
                  <w:p w:rsidR="00DE1E9A" w:rsidRDefault="00DE1E9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320" style="position:absolute;left:1139;top:19660;width:1001;height:309" filled="f" stroked="f" strokeweight=".25pt">
              <v:textbox style="mso-next-textbox:#_x0000_s1320" inset="1pt,1pt,1pt,1pt">
                <w:txbxContent>
                  <w:p w:rsidR="00DE1E9A" w:rsidRDefault="00DE1E9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321" style="position:absolute;left:2267;top:19660;width:2573;height:309" filled="f" stroked="f" strokeweight=".25pt">
              <v:textbox style="mso-next-textbox:#_x0000_s1321" inset="1pt,1pt,1pt,1pt">
                <w:txbxContent>
                  <w:p w:rsidR="00DE1E9A" w:rsidRDefault="00DE1E9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322" style="position:absolute;left:4983;top:19660;width:1534;height:309" filled="f" stroked="f" strokeweight=".25pt">
              <v:textbox style="mso-next-textbox:#_x0000_s1322" inset="1pt,1pt,1pt,1pt">
                <w:txbxContent>
                  <w:p w:rsidR="00DE1E9A" w:rsidRDefault="00DE1E9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323" style="position:absolute;left:6604;top:19660;width:1000;height:309" filled="f" stroked="f" strokeweight=".25pt">
              <v:textbox style="mso-next-textbox:#_x0000_s1323" inset="1pt,1pt,1pt,1pt">
                <w:txbxContent>
                  <w:p w:rsidR="00DE1E9A" w:rsidRDefault="00DE1E9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324" style="position:absolute;left:18949;top:18977;width:1001;height:309" filled="f" stroked="f" strokeweight=".25pt">
              <v:textbox style="mso-next-textbox:#_x0000_s1324" inset="1pt,1pt,1pt,1pt">
                <w:txbxContent>
                  <w:p w:rsidR="00DE1E9A" w:rsidRDefault="00DE1E9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325" style="position:absolute;left:18949;top:19435;width:1001;height:423" filled="f" stroked="f" strokeweight=".25pt">
              <v:textbox style="mso-next-textbox:#_x0000_s1325" inset="1pt,1pt,1pt,1pt">
                <w:txbxContent>
                  <w:p w:rsidR="00DE1E9A" w:rsidRDefault="006F3F37" w:rsidP="000776FB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</w:rPr>
                      <w:t>10</w:t>
                    </w:r>
                  </w:p>
                  <w:p w:rsidR="00DE1E9A" w:rsidRPr="000776FB" w:rsidRDefault="00DE1E9A" w:rsidP="000776FB">
                    <w:pPr>
                      <w:jc w:val="center"/>
                      <w:rPr>
                        <w:i/>
                      </w:rPr>
                    </w:pPr>
                  </w:p>
                </w:txbxContent>
              </v:textbox>
            </v:rect>
            <v:rect id="_x0000_s1326" style="position:absolute;left:7745;top:19221;width:11075;height:477" filled="f" stroked="f" strokeweight=".25pt">
              <v:textbox style="mso-next-textbox:#_x0000_s1326" inset="1pt,1pt,1pt,1pt">
                <w:txbxContent>
                  <w:p w:rsidR="00DE1E9A" w:rsidRPr="000776FB" w:rsidRDefault="00DE1E9A" w:rsidP="000776FB"/>
                </w:txbxContent>
              </v:textbox>
            </v:rect>
            <w10:wrap anchorx="page" anchory="page"/>
            <w10:anchorlock/>
          </v:group>
        </w:pict>
      </w:r>
      <w:r w:rsidR="00442378" w:rsidRPr="001937EA">
        <w:t>ирование программ</w:t>
      </w:r>
    </w:p>
    <w:p w:rsidR="0009278E" w:rsidRPr="0009278E" w:rsidRDefault="0009278E" w:rsidP="006F3F37">
      <w:pPr>
        <w:ind w:left="360"/>
        <w:jc w:val="both"/>
      </w:pPr>
    </w:p>
    <w:p w:rsidR="007A01C3" w:rsidRDefault="007A01C3" w:rsidP="006F3F37">
      <w:pPr>
        <w:ind w:firstLine="426"/>
        <w:jc w:val="both"/>
      </w:pPr>
      <w:r>
        <w:t>Главное условие для создания крупных программ заключается а применение методов проектирования. Большое распространение при написание программ получили следующие три метода</w:t>
      </w:r>
      <w:r w:rsidRPr="007A01C3">
        <w:t xml:space="preserve">: </w:t>
      </w:r>
      <w:r w:rsidR="000A5176">
        <w:t>нисходящий, восходящий и с</w:t>
      </w:r>
      <w:r>
        <w:t xml:space="preserve">пециальный. </w:t>
      </w:r>
    </w:p>
    <w:p w:rsidR="000A5176" w:rsidRDefault="00442378" w:rsidP="006F3F37">
      <w:pPr>
        <w:ind w:firstLine="426"/>
        <w:jc w:val="both"/>
      </w:pPr>
      <w:r w:rsidRPr="00B47F69">
        <w:t xml:space="preserve"> Спецификация </w:t>
      </w:r>
      <w:r w:rsidR="000A5176">
        <w:t>з</w:t>
      </w:r>
      <w:r w:rsidRPr="00B47F69">
        <w:t xml:space="preserve">адачи требует особого внимания, поскольку даже небольшие изменения  в ней могут повлечь за собой значительные затраты времени на их воплощение. Основным условием для создания крупных программ является применение методов проектирования. Большое распространение в программировании получили следующие три метода: нисходящий, восходящий и специальный. </w:t>
      </w:r>
    </w:p>
    <w:p w:rsidR="000A5176" w:rsidRDefault="00442378" w:rsidP="006F3F37">
      <w:pPr>
        <w:ind w:firstLine="426"/>
        <w:jc w:val="both"/>
      </w:pPr>
      <w:r w:rsidRPr="00B47F69">
        <w:t>Нисходящий метод, начинаемый созидательным процессом с программы высокого уровня и спускающейся до подпрограмм низкого уровня. Вначале пишется основная программа, используя средство вызова подпрограмм, а затем, уверены в правильности логического построения основной программы, расписываем подпрограммы, вызывая по необходимости подпрограммы более низкого уровня. Этот процесс не завершается пока программа не будет до конца написана и проверена.</w:t>
      </w:r>
    </w:p>
    <w:p w:rsidR="000A5176" w:rsidRDefault="00442378" w:rsidP="006F3F37">
      <w:pPr>
        <w:ind w:firstLine="426"/>
        <w:jc w:val="both"/>
      </w:pPr>
      <w:r w:rsidRPr="00B47F69">
        <w:t xml:space="preserve"> Восходящий метод работает в обратном направление: писать начинают сначала с отдельных специальных, постепенно строится на их основе более сложные конструкции и заканчивается самым верхнем уровнем программы. То есть сначала пишутся подпрограммы нижнего уровня, тщательно тестируются и отлаживаются. Потом вызываются подпрограммы более высокого уровня, которые вызывают подпрограммы нижнего уровня. И так до сих пор пока не будет достигнута программы. Этот метод пригоден при наличии больших библиотек стандартных программ. </w:t>
      </w:r>
    </w:p>
    <w:p w:rsidR="00194695" w:rsidRDefault="00442378" w:rsidP="006F3F37">
      <w:pPr>
        <w:ind w:firstLine="426"/>
        <w:jc w:val="both"/>
      </w:pPr>
      <w:r w:rsidRPr="00B47F69">
        <w:t xml:space="preserve">Специальный подход не имеет заранее установленного метода. Иногда лучше совмещать два метода. Так как программа должна быть небольшого размера, так чтобы можно было одним взглядом охватить всю её логику. </w:t>
      </w:r>
    </w:p>
    <w:p w:rsidR="000A5176" w:rsidRPr="00B47F69" w:rsidRDefault="000A5176" w:rsidP="006F3F37">
      <w:pPr>
        <w:ind w:firstLine="426"/>
        <w:jc w:val="both"/>
      </w:pPr>
      <w:r>
        <w:t>Язык Си является структурированным языком программирования, он лучше всего сочетается с нисходящим методом проектирования. Так как этот подход позволяет прояснить и сделать программу более понятной т он уменьшит потери времени, обусловленным неудачными или ошибочными начинаниями.</w:t>
      </w:r>
    </w:p>
    <w:p w:rsidR="00442378" w:rsidRPr="001937EA" w:rsidRDefault="00194695" w:rsidP="006F3F37">
      <w:pPr>
        <w:pStyle w:val="1"/>
        <w:spacing w:line="240" w:lineRule="auto"/>
        <w:jc w:val="both"/>
        <w:rPr>
          <w:rStyle w:val="10"/>
        </w:rPr>
      </w:pPr>
      <w:r>
        <w:rPr>
          <w:sz w:val="28"/>
          <w:szCs w:val="28"/>
        </w:rPr>
        <w:br w:type="page"/>
      </w:r>
      <w:r w:rsidR="00702C49">
        <w:rPr>
          <w:lang w:val="ru-RU"/>
        </w:rPr>
        <w:lastRenderedPageBreak/>
        <w:t>5</w:t>
      </w:r>
      <w:r w:rsidR="001937EA" w:rsidRPr="001937EA">
        <w:t>.</w:t>
      </w:r>
      <w:r w:rsidR="001937EA">
        <w:rPr>
          <w:lang w:val="ru-RU"/>
        </w:rPr>
        <w:t xml:space="preserve"> </w:t>
      </w:r>
      <w:r w:rsidR="00442378" w:rsidRPr="001937EA">
        <w:t>Создание графического интерфейса</w:t>
      </w:r>
    </w:p>
    <w:p w:rsidR="0009278E" w:rsidRDefault="0009278E" w:rsidP="006F3F37">
      <w:pPr>
        <w:ind w:left="360"/>
        <w:jc w:val="both"/>
        <w:rPr>
          <w:b/>
          <w:sz w:val="28"/>
          <w:szCs w:val="28"/>
        </w:rPr>
      </w:pPr>
    </w:p>
    <w:p w:rsidR="00442378" w:rsidRPr="00B47F69" w:rsidRDefault="00194695" w:rsidP="006F3F37">
      <w:pPr>
        <w:jc w:val="both"/>
      </w:pPr>
      <w:r>
        <w:rPr>
          <w:sz w:val="28"/>
        </w:rPr>
        <w:tab/>
      </w:r>
      <w:r w:rsidR="00442378" w:rsidRPr="00B47F69">
        <w:t>Для оформления графического интерфейса программы используется библиотека «</w:t>
      </w:r>
      <w:r w:rsidR="00442378" w:rsidRPr="00B47F69">
        <w:rPr>
          <w:lang w:val="en-US"/>
        </w:rPr>
        <w:t>CONIO</w:t>
      </w:r>
      <w:r w:rsidR="00442378" w:rsidRPr="00B47F69">
        <w:t>.</w:t>
      </w:r>
      <w:r w:rsidR="00442378" w:rsidRPr="00B47F69">
        <w:rPr>
          <w:lang w:val="en-US"/>
        </w:rPr>
        <w:t>H</w:t>
      </w:r>
      <w:r w:rsidR="00442378" w:rsidRPr="00B47F69">
        <w:t>». Она позволяет установить текст в нужном месте, поменять цвет, сделать рамки, и т.д.</w:t>
      </w:r>
    </w:p>
    <w:p w:rsidR="00AB210B" w:rsidRPr="00B47F69" w:rsidRDefault="00194695" w:rsidP="006F3F37">
      <w:pPr>
        <w:jc w:val="both"/>
      </w:pPr>
      <w:r w:rsidRPr="00B47F69">
        <w:tab/>
      </w:r>
      <w:r w:rsidR="00442378" w:rsidRPr="00B47F69">
        <w:rPr>
          <w:lang w:val="en-US"/>
        </w:rPr>
        <w:t>Conio</w:t>
      </w:r>
      <w:r w:rsidR="00442378" w:rsidRPr="00B47F69">
        <w:t>.</w:t>
      </w:r>
      <w:r w:rsidR="00442378" w:rsidRPr="00B47F69">
        <w:rPr>
          <w:lang w:val="en-US"/>
        </w:rPr>
        <w:t>h</w:t>
      </w:r>
      <w:r w:rsidR="00442378" w:rsidRPr="00B47F69">
        <w:t xml:space="preserve"> (от англ. </w:t>
      </w:r>
      <w:r w:rsidR="00442378" w:rsidRPr="00B47F69">
        <w:rPr>
          <w:lang w:val="en-US"/>
        </w:rPr>
        <w:t>Console</w:t>
      </w:r>
      <w:r w:rsidR="00442378" w:rsidRPr="00B47F69">
        <w:t xml:space="preserve"> </w:t>
      </w:r>
      <w:r w:rsidR="00442378" w:rsidRPr="00B47F69">
        <w:rPr>
          <w:lang w:val="en-US"/>
        </w:rPr>
        <w:t>input</w:t>
      </w:r>
      <w:r w:rsidR="00442378" w:rsidRPr="00B47F69">
        <w:t>-</w:t>
      </w:r>
      <w:r w:rsidR="00442378" w:rsidRPr="00B47F69">
        <w:rPr>
          <w:lang w:val="en-US"/>
        </w:rPr>
        <w:t>output</w:t>
      </w:r>
      <w:r w:rsidR="00442378" w:rsidRPr="00B47F69">
        <w:t xml:space="preserve"> – консольный ввод-вывод) - заголовочный файл, используемый в старых компиляторах, работающих в операционных системах MS-DOS, для создания текстового интерфейса пользователя. Тем не менее, он не является частью языка программирования Си, стандартной библиотеки языка Си.</w:t>
      </w:r>
    </w:p>
    <w:p w:rsidR="00442378" w:rsidRPr="00B47F69" w:rsidRDefault="00AB210B" w:rsidP="006F3F37">
      <w:pPr>
        <w:jc w:val="both"/>
      </w:pPr>
      <w:r w:rsidRPr="00B47F69">
        <w:tab/>
      </w:r>
      <w:r w:rsidR="00442378" w:rsidRPr="00B47F69">
        <w:t xml:space="preserve">Функции для работы библиотеке </w:t>
      </w:r>
      <w:r w:rsidR="00442378" w:rsidRPr="00B47F69">
        <w:rPr>
          <w:lang w:val="en-US"/>
        </w:rPr>
        <w:t>Conio</w:t>
      </w:r>
      <w:r w:rsidR="00442378" w:rsidRPr="00B47F69">
        <w:t>.</w:t>
      </w:r>
      <w:r w:rsidR="00442378" w:rsidRPr="00B47F69">
        <w:rPr>
          <w:lang w:val="en-US"/>
        </w:rPr>
        <w:t>h</w:t>
      </w:r>
    </w:p>
    <w:p w:rsidR="00442378" w:rsidRPr="00B47F69" w:rsidRDefault="00194695" w:rsidP="006F3F37">
      <w:pPr>
        <w:jc w:val="both"/>
      </w:pPr>
      <w:r w:rsidRPr="00B47F69">
        <w:tab/>
      </w:r>
      <w:r w:rsidR="00442378" w:rsidRPr="00B47F69">
        <w:t>int kbhit(void); Определяет, было ли нажатие клавиш клавиатуры/</w:t>
      </w:r>
    </w:p>
    <w:p w:rsidR="00442378" w:rsidRPr="00B47F69" w:rsidRDefault="00194695" w:rsidP="006F3F37">
      <w:pPr>
        <w:jc w:val="both"/>
      </w:pPr>
      <w:r w:rsidRPr="00B47F69">
        <w:tab/>
      </w:r>
      <w:r w:rsidR="00442378" w:rsidRPr="00B47F69">
        <w:t>int getch(void); Считывает с</w:t>
      </w:r>
      <w:r w:rsidR="00BC51A3">
        <w:rPr>
          <w:noProof/>
        </w:rPr>
        <w:pict>
          <v:group id="_x0000_s1327" style="position:absolute;left:0;text-align:left;margin-left:23.35pt;margin-top:19.85pt;width:552.15pt;height:802.3pt;z-index:251641344;mso-position-horizontal-relative:page;mso-position-vertical-relative:page" coordsize="20000,20000" o:allowincell="f">
            <v:rect id="_x0000_s1328" style="position:absolute;width:20000;height:20000" filled="f" strokeweight="2pt"/>
            <v:line id="_x0000_s1329" style="position:absolute" from="1093,18949" to="1095,19989" strokeweight="2pt"/>
            <v:line id="_x0000_s1330" style="position:absolute" from="10,18941" to="19977,18942" strokeweight="2pt"/>
            <v:line id="_x0000_s1331" style="position:absolute" from="2186,18949" to="2188,19989" strokeweight="2pt"/>
            <v:line id="_x0000_s1332" style="position:absolute" from="4919,18949" to="4921,19989" strokeweight="2pt"/>
            <v:line id="_x0000_s1333" style="position:absolute" from="6557,18959" to="6559,19989" strokeweight="2pt"/>
            <v:line id="_x0000_s1334" style="position:absolute" from="7650,18949" to="7652,19979" strokeweight="2pt"/>
            <v:line id="_x0000_s1335" style="position:absolute" from="18905,18949" to="18909,19989" strokeweight="2pt"/>
            <v:line id="_x0000_s1336" style="position:absolute" from="10,19293" to="7631,19295" strokeweight="1pt"/>
            <v:line id="_x0000_s1337" style="position:absolute" from="10,19646" to="7631,19647" strokeweight="2pt"/>
            <v:line id="_x0000_s1338" style="position:absolute" from="18919,19296" to="19990,19297" strokeweight="1pt"/>
            <v:rect id="_x0000_s1339" style="position:absolute;left:54;top:19660;width:1000;height:309" filled="f" stroked="f" strokeweight=".25pt">
              <v:textbox style="mso-next-textbox:#_x0000_s1339" inset="1pt,1pt,1pt,1pt">
                <w:txbxContent>
                  <w:p w:rsidR="00DE1E9A" w:rsidRDefault="00DE1E9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340" style="position:absolute;left:1139;top:19660;width:1001;height:309" filled="f" stroked="f" strokeweight=".25pt">
              <v:textbox style="mso-next-textbox:#_x0000_s1340" inset="1pt,1pt,1pt,1pt">
                <w:txbxContent>
                  <w:p w:rsidR="00DE1E9A" w:rsidRDefault="00DE1E9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341" style="position:absolute;left:2267;top:19660;width:2573;height:309" filled="f" stroked="f" strokeweight=".25pt">
              <v:textbox style="mso-next-textbox:#_x0000_s1341" inset="1pt,1pt,1pt,1pt">
                <w:txbxContent>
                  <w:p w:rsidR="00DE1E9A" w:rsidRDefault="00DE1E9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342" style="position:absolute;left:4983;top:19660;width:1534;height:309" filled="f" stroked="f" strokeweight=".25pt">
              <v:textbox style="mso-next-textbox:#_x0000_s1342" inset="1pt,1pt,1pt,1pt">
                <w:txbxContent>
                  <w:p w:rsidR="00DE1E9A" w:rsidRDefault="00DE1E9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343" style="position:absolute;left:6604;top:19660;width:1000;height:309" filled="f" stroked="f" strokeweight=".25pt">
              <v:textbox style="mso-next-textbox:#_x0000_s1343" inset="1pt,1pt,1pt,1pt">
                <w:txbxContent>
                  <w:p w:rsidR="00DE1E9A" w:rsidRDefault="00DE1E9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344" style="position:absolute;left:18949;top:18977;width:1001;height:309" filled="f" stroked="f" strokeweight=".25pt">
              <v:textbox style="mso-next-textbox:#_x0000_s1344" inset="1pt,1pt,1pt,1pt">
                <w:txbxContent>
                  <w:p w:rsidR="00DE1E9A" w:rsidRDefault="00DE1E9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345" style="position:absolute;left:18949;top:19435;width:1001;height:423" filled="f" stroked="f" strokeweight=".25pt">
              <v:textbox style="mso-next-textbox:#_x0000_s1345" inset="1pt,1pt,1pt,1pt">
                <w:txbxContent>
                  <w:p w:rsidR="00DE1E9A" w:rsidRDefault="006F3F37" w:rsidP="000776FB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</w:rPr>
                      <w:t>11</w:t>
                    </w:r>
                  </w:p>
                  <w:p w:rsidR="00DE1E9A" w:rsidRPr="000776FB" w:rsidRDefault="00DE1E9A" w:rsidP="000776FB">
                    <w:pPr>
                      <w:jc w:val="center"/>
                      <w:rPr>
                        <w:i/>
                      </w:rPr>
                    </w:pPr>
                  </w:p>
                </w:txbxContent>
              </v:textbox>
            </v:rect>
            <v:rect id="_x0000_s1346" style="position:absolute;left:7745;top:19221;width:11075;height:477" filled="f" stroked="f" strokeweight=".25pt">
              <v:textbox style="mso-next-textbox:#_x0000_s1346" inset="1pt,1pt,1pt,1pt">
                <w:txbxContent>
                  <w:p w:rsidR="00DE1E9A" w:rsidRPr="000776FB" w:rsidRDefault="00DE1E9A" w:rsidP="000776FB"/>
                </w:txbxContent>
              </v:textbox>
            </v:rect>
            <w10:wrap anchorx="page" anchory="page"/>
            <w10:anchorlock/>
          </v:group>
        </w:pict>
      </w:r>
      <w:r w:rsidR="00442378" w:rsidRPr="00B47F69">
        <w:t xml:space="preserve">имвол напрямую из консоли без использования буфера и </w:t>
      </w:r>
      <w:r w:rsidR="00442378" w:rsidRPr="00B47F69">
        <w:rPr>
          <w:lang w:val="en-US"/>
        </w:rPr>
        <w:t>echo</w:t>
      </w:r>
      <w:r w:rsidR="00442378" w:rsidRPr="00B47F69">
        <w:t>-вывода</w:t>
      </w:r>
    </w:p>
    <w:p w:rsidR="00442378" w:rsidRPr="00B47F69" w:rsidRDefault="00AB210B" w:rsidP="006F3F37">
      <w:pPr>
        <w:jc w:val="both"/>
      </w:pPr>
      <w:r w:rsidRPr="00B47F69">
        <w:tab/>
      </w:r>
      <w:r w:rsidR="00442378" w:rsidRPr="00B47F69">
        <w:rPr>
          <w:lang w:val="en-US"/>
        </w:rPr>
        <w:t>void</w:t>
      </w:r>
      <w:r w:rsidR="00442378" w:rsidRPr="00B47F69">
        <w:t xml:space="preserve"> </w:t>
      </w:r>
      <w:r w:rsidR="00442378" w:rsidRPr="00B47F69">
        <w:rPr>
          <w:lang w:val="en-US"/>
        </w:rPr>
        <w:t>window</w:t>
      </w:r>
      <w:r w:rsidR="00442378" w:rsidRPr="00B47F69">
        <w:t>(</w:t>
      </w:r>
      <w:r w:rsidR="00442378" w:rsidRPr="00B47F69">
        <w:rPr>
          <w:lang w:val="en-US"/>
        </w:rPr>
        <w:t>int</w:t>
      </w:r>
      <w:r w:rsidR="00442378" w:rsidRPr="00B47F69">
        <w:t xml:space="preserve"> </w:t>
      </w:r>
      <w:r w:rsidR="00442378" w:rsidRPr="00B47F69">
        <w:rPr>
          <w:lang w:val="en-US"/>
        </w:rPr>
        <w:t>left</w:t>
      </w:r>
      <w:r w:rsidR="00442378" w:rsidRPr="00B47F69">
        <w:t xml:space="preserve">, </w:t>
      </w:r>
      <w:r w:rsidR="00442378" w:rsidRPr="00B47F69">
        <w:rPr>
          <w:lang w:val="en-US"/>
        </w:rPr>
        <w:t>int</w:t>
      </w:r>
      <w:r w:rsidR="00442378" w:rsidRPr="00B47F69">
        <w:t xml:space="preserve"> </w:t>
      </w:r>
      <w:r w:rsidR="00442378" w:rsidRPr="00B47F69">
        <w:rPr>
          <w:lang w:val="en-US"/>
        </w:rPr>
        <w:t>top</w:t>
      </w:r>
      <w:r w:rsidR="00442378" w:rsidRPr="00B47F69">
        <w:t xml:space="preserve">, </w:t>
      </w:r>
      <w:r w:rsidR="00442378" w:rsidRPr="00B47F69">
        <w:rPr>
          <w:lang w:val="en-US"/>
        </w:rPr>
        <w:t>int</w:t>
      </w:r>
      <w:r w:rsidR="00442378" w:rsidRPr="00B47F69">
        <w:t xml:space="preserve"> </w:t>
      </w:r>
      <w:r w:rsidR="00442378" w:rsidRPr="00B47F69">
        <w:rPr>
          <w:lang w:val="en-US"/>
        </w:rPr>
        <w:t>right</w:t>
      </w:r>
      <w:r w:rsidR="00442378" w:rsidRPr="00B47F69">
        <w:t xml:space="preserve">, </w:t>
      </w:r>
      <w:r w:rsidR="00442378" w:rsidRPr="00B47F69">
        <w:rPr>
          <w:lang w:val="en-US"/>
        </w:rPr>
        <w:t>int</w:t>
      </w:r>
      <w:r w:rsidR="00442378" w:rsidRPr="00B47F69">
        <w:t xml:space="preserve"> </w:t>
      </w:r>
      <w:r w:rsidR="00442378" w:rsidRPr="00B47F69">
        <w:rPr>
          <w:lang w:val="en-US"/>
        </w:rPr>
        <w:t>bottom</w:t>
      </w:r>
      <w:r w:rsidR="00442378" w:rsidRPr="00B47F69">
        <w:t>); Устанавливает текущее окно консоли по указанным координатам</w:t>
      </w:r>
    </w:p>
    <w:p w:rsidR="00442378" w:rsidRPr="00B47F69" w:rsidRDefault="00AB210B" w:rsidP="006F3F37">
      <w:pPr>
        <w:jc w:val="both"/>
      </w:pPr>
      <w:r w:rsidRPr="00B47F69">
        <w:tab/>
      </w:r>
      <w:r w:rsidR="00442378" w:rsidRPr="00B47F69">
        <w:rPr>
          <w:lang w:val="en-US"/>
        </w:rPr>
        <w:t>void</w:t>
      </w:r>
      <w:r w:rsidR="00442378" w:rsidRPr="00B47F69">
        <w:t xml:space="preserve"> </w:t>
      </w:r>
      <w:r w:rsidR="00442378" w:rsidRPr="00B47F69">
        <w:rPr>
          <w:lang w:val="en-US"/>
        </w:rPr>
        <w:t>clreol</w:t>
      </w:r>
      <w:r w:rsidR="00442378" w:rsidRPr="00B47F69">
        <w:t>(</w:t>
      </w:r>
      <w:r w:rsidR="00442378" w:rsidRPr="00B47F69">
        <w:rPr>
          <w:lang w:val="en-US"/>
        </w:rPr>
        <w:t>void</w:t>
      </w:r>
      <w:r w:rsidR="00442378" w:rsidRPr="00B47F69">
        <w:t>); очищает текущую строку окна от позиции курсора до конца</w:t>
      </w:r>
    </w:p>
    <w:p w:rsidR="00442378" w:rsidRPr="00B47F69" w:rsidRDefault="00AB210B" w:rsidP="006F3F37">
      <w:pPr>
        <w:jc w:val="both"/>
      </w:pPr>
      <w:r w:rsidRPr="00B47F69">
        <w:tab/>
      </w:r>
      <w:r w:rsidR="00442378" w:rsidRPr="00B47F69">
        <w:rPr>
          <w:lang w:val="en-US"/>
        </w:rPr>
        <w:t>void</w:t>
      </w:r>
      <w:r w:rsidR="00442378" w:rsidRPr="00B47F69">
        <w:t xml:space="preserve"> </w:t>
      </w:r>
      <w:r w:rsidR="00442378" w:rsidRPr="00B47F69">
        <w:rPr>
          <w:lang w:val="en-US"/>
        </w:rPr>
        <w:t>gotoxy</w:t>
      </w:r>
      <w:r w:rsidR="00442378" w:rsidRPr="00B47F69">
        <w:t>(</w:t>
      </w:r>
      <w:r w:rsidR="00442378" w:rsidRPr="00B47F69">
        <w:rPr>
          <w:lang w:val="en-US"/>
        </w:rPr>
        <w:t>int</w:t>
      </w:r>
      <w:r w:rsidR="00442378" w:rsidRPr="00B47F69">
        <w:t xml:space="preserve"> </w:t>
      </w:r>
      <w:r w:rsidR="00442378" w:rsidRPr="00B47F69">
        <w:rPr>
          <w:lang w:val="en-US"/>
        </w:rPr>
        <w:t>x</w:t>
      </w:r>
      <w:r w:rsidR="00442378" w:rsidRPr="00B47F69">
        <w:t xml:space="preserve">, </w:t>
      </w:r>
      <w:r w:rsidR="00442378" w:rsidRPr="00B47F69">
        <w:rPr>
          <w:lang w:val="en-US"/>
        </w:rPr>
        <w:t>int</w:t>
      </w:r>
      <w:r w:rsidR="00442378" w:rsidRPr="00B47F69">
        <w:t xml:space="preserve"> </w:t>
      </w:r>
      <w:r w:rsidR="00442378" w:rsidRPr="00B47F69">
        <w:rPr>
          <w:lang w:val="en-US"/>
        </w:rPr>
        <w:t>y</w:t>
      </w:r>
      <w:r w:rsidR="00442378" w:rsidRPr="00B47F69">
        <w:t>); помещает курсор в указанные столбец и строку окна</w:t>
      </w:r>
    </w:p>
    <w:p w:rsidR="00442378" w:rsidRPr="00B47F69" w:rsidRDefault="00AB210B" w:rsidP="006F3F37">
      <w:pPr>
        <w:jc w:val="both"/>
      </w:pPr>
      <w:r w:rsidRPr="00B47F69">
        <w:tab/>
      </w:r>
      <w:r w:rsidR="00442378" w:rsidRPr="00B47F69">
        <w:rPr>
          <w:lang w:val="en-US"/>
        </w:rPr>
        <w:t>void</w:t>
      </w:r>
      <w:r w:rsidR="00442378" w:rsidRPr="00B47F69">
        <w:t xml:space="preserve"> </w:t>
      </w:r>
      <w:r w:rsidR="00442378" w:rsidRPr="00B47F69">
        <w:rPr>
          <w:lang w:val="en-US"/>
        </w:rPr>
        <w:t>textbackground</w:t>
      </w:r>
      <w:r w:rsidR="00442378" w:rsidRPr="00B47F69">
        <w:t>(</w:t>
      </w:r>
      <w:r w:rsidR="00442378" w:rsidRPr="00B47F69">
        <w:rPr>
          <w:lang w:val="en-US"/>
        </w:rPr>
        <w:t>int</w:t>
      </w:r>
      <w:r w:rsidR="00442378" w:rsidRPr="00B47F69">
        <w:t xml:space="preserve"> </w:t>
      </w:r>
      <w:r w:rsidR="00442378" w:rsidRPr="00B47F69">
        <w:rPr>
          <w:lang w:val="en-US"/>
        </w:rPr>
        <w:t>newcolor</w:t>
      </w:r>
      <w:r w:rsidR="00442378" w:rsidRPr="00B47F69">
        <w:t>); устанавливает фоновый цвет окна.</w:t>
      </w:r>
    </w:p>
    <w:p w:rsidR="001E533E" w:rsidRPr="00B47F69" w:rsidRDefault="00AB210B" w:rsidP="006F3F37">
      <w:pPr>
        <w:jc w:val="both"/>
      </w:pPr>
      <w:r w:rsidRPr="00B47F69">
        <w:tab/>
      </w:r>
      <w:r w:rsidR="00442378" w:rsidRPr="00B47F69">
        <w:rPr>
          <w:lang w:val="en-US"/>
        </w:rPr>
        <w:t>void</w:t>
      </w:r>
      <w:r w:rsidR="00442378" w:rsidRPr="00B47F69">
        <w:t xml:space="preserve"> </w:t>
      </w:r>
      <w:r w:rsidR="00442378" w:rsidRPr="00B47F69">
        <w:rPr>
          <w:lang w:val="en-US"/>
        </w:rPr>
        <w:t>textcolor</w:t>
      </w:r>
      <w:r w:rsidR="00442378" w:rsidRPr="00B47F69">
        <w:t>(</w:t>
      </w:r>
      <w:r w:rsidR="00442378" w:rsidRPr="00B47F69">
        <w:rPr>
          <w:lang w:val="en-US"/>
        </w:rPr>
        <w:t>int</w:t>
      </w:r>
      <w:r w:rsidR="00442378" w:rsidRPr="00B47F69">
        <w:t xml:space="preserve"> </w:t>
      </w:r>
      <w:r w:rsidR="00442378" w:rsidRPr="00B47F69">
        <w:rPr>
          <w:lang w:val="en-US"/>
        </w:rPr>
        <w:t>newcolor</w:t>
      </w:r>
      <w:r w:rsidR="00442378" w:rsidRPr="00B47F69">
        <w:t>); Устанавливает указанный цвет вывода текста в окне.</w:t>
      </w:r>
    </w:p>
    <w:p w:rsidR="000B7C6F" w:rsidRDefault="001E533E" w:rsidP="006F3F37">
      <w:pPr>
        <w:pStyle w:val="1"/>
        <w:spacing w:line="240" w:lineRule="auto"/>
        <w:jc w:val="both"/>
        <w:rPr>
          <w:lang w:val="ru-RU"/>
        </w:rPr>
      </w:pPr>
      <w:r>
        <w:br w:type="page"/>
      </w:r>
      <w:r w:rsidR="00702C49">
        <w:rPr>
          <w:lang w:val="ru-RU"/>
        </w:rPr>
        <w:lastRenderedPageBreak/>
        <w:t>6.</w:t>
      </w:r>
      <w:r w:rsidR="000B7C6F" w:rsidRPr="001937EA">
        <w:t>Постановка задачи</w:t>
      </w:r>
    </w:p>
    <w:p w:rsidR="000A5176" w:rsidRDefault="000A5176" w:rsidP="006F3F37">
      <w:pPr>
        <w:ind w:firstLine="284"/>
        <w:jc w:val="both"/>
      </w:pPr>
      <w:r>
        <w:t>Задача</w:t>
      </w:r>
      <w:r w:rsidRPr="000A5176">
        <w:t xml:space="preserve">: </w:t>
      </w:r>
      <w:r>
        <w:t>разработать программу модульной структуры, для создание и обработки внешнего файла и соответствие с вариантом задания.</w:t>
      </w:r>
    </w:p>
    <w:p w:rsidR="000A5176" w:rsidRPr="00F3530D" w:rsidRDefault="000A5176" w:rsidP="006F3F37">
      <w:pPr>
        <w:ind w:left="-142" w:firstLine="426"/>
        <w:jc w:val="both"/>
      </w:pPr>
      <w:r>
        <w:t xml:space="preserve">Программа должна выполнять </w:t>
      </w:r>
      <w:r w:rsidR="00F3530D">
        <w:t xml:space="preserve">в общем три </w:t>
      </w:r>
      <w:r>
        <w:t>задачи</w:t>
      </w:r>
      <w:r w:rsidRPr="00F3530D">
        <w:t>:</w:t>
      </w:r>
    </w:p>
    <w:p w:rsidR="000178E9" w:rsidRDefault="00F3530D" w:rsidP="006F3F37">
      <w:pPr>
        <w:ind w:firstLine="567"/>
        <w:jc w:val="both"/>
      </w:pPr>
      <w:r>
        <w:t>1.</w:t>
      </w:r>
      <w:r w:rsidR="000178E9">
        <w:t>Создание файла</w:t>
      </w:r>
      <w:r>
        <w:t>.</w:t>
      </w:r>
    </w:p>
    <w:p w:rsidR="000178E9" w:rsidRDefault="00F3530D" w:rsidP="006F3F37">
      <w:pPr>
        <w:ind w:firstLine="567"/>
        <w:jc w:val="both"/>
      </w:pPr>
      <w:r>
        <w:t>2.</w:t>
      </w:r>
      <w:r w:rsidR="000178E9">
        <w:t>Чтение данных из файла</w:t>
      </w:r>
      <w:r>
        <w:t>.</w:t>
      </w:r>
    </w:p>
    <w:p w:rsidR="000178E9" w:rsidRDefault="00F3530D" w:rsidP="006F3F37">
      <w:pPr>
        <w:ind w:firstLine="567"/>
        <w:jc w:val="both"/>
      </w:pPr>
      <w:r>
        <w:t>3.</w:t>
      </w:r>
      <w:r w:rsidR="000178E9">
        <w:t>Вывод данных на экран</w:t>
      </w:r>
      <w:r>
        <w:t xml:space="preserve"> дисплея.</w:t>
      </w:r>
    </w:p>
    <w:p w:rsidR="000178E9" w:rsidRPr="000178E9" w:rsidRDefault="00F3530D" w:rsidP="006F3F37">
      <w:pPr>
        <w:ind w:firstLine="567"/>
        <w:jc w:val="both"/>
      </w:pPr>
      <w:r>
        <w:t>4.Обработка данных по заданию Б.</w:t>
      </w:r>
    </w:p>
    <w:p w:rsidR="000A5176" w:rsidRPr="000178E9" w:rsidRDefault="00F3530D" w:rsidP="006F3F37">
      <w:pPr>
        <w:ind w:left="720"/>
        <w:jc w:val="both"/>
      </w:pPr>
      <w:r>
        <w:t>Все полученные результаты отобразить на экране.</w:t>
      </w:r>
    </w:p>
    <w:p w:rsidR="000B7C6F" w:rsidRPr="000178E9" w:rsidRDefault="000178E9" w:rsidP="006F3F37">
      <w:pPr>
        <w:ind w:firstLine="284"/>
        <w:jc w:val="both"/>
        <w:rPr>
          <w:b/>
        </w:rPr>
      </w:pPr>
      <w:r>
        <w:rPr>
          <w:b/>
        </w:rPr>
        <w:t>З</w:t>
      </w:r>
      <w:r w:rsidRPr="000178E9">
        <w:rPr>
          <w:b/>
        </w:rPr>
        <w:t>адание</w:t>
      </w:r>
    </w:p>
    <w:p w:rsidR="000B7C6F" w:rsidRPr="00781F2D" w:rsidRDefault="000B7C6F" w:rsidP="006F3F37">
      <w:pPr>
        <w:ind w:firstLine="284"/>
        <w:jc w:val="both"/>
      </w:pPr>
      <w:r w:rsidRPr="00781F2D">
        <w:t>А. Создать файл содержащий сведения о количестве изделий, собранных сборщиками цеха за неделю.  Каждая запись содержит поля – фамилия сборщика, количество изделий, собранных им ежедневно в течение шестидневной недели ( понедельник, вторник, среда, четверг, пятница, суббота) Количество  записей –более 25</w:t>
      </w:r>
    </w:p>
    <w:p w:rsidR="000B7C6F" w:rsidRPr="00781F2D" w:rsidRDefault="000B7C6F" w:rsidP="006F3F37">
      <w:pPr>
        <w:jc w:val="both"/>
      </w:pPr>
      <w:r w:rsidRPr="00781F2D">
        <w:t xml:space="preserve"> сборщику просуммировать количество деталей, собранное им за неделю. Определить сборщика, собравшего наибольшее число изделий и день когда он достиг наивысшей производительности труда. </w:t>
      </w:r>
    </w:p>
    <w:p w:rsidR="00EE2CFA" w:rsidRPr="00781F2D" w:rsidRDefault="00BC51A3" w:rsidP="006F3F37">
      <w:pPr>
        <w:pStyle w:val="1"/>
        <w:spacing w:line="240" w:lineRule="auto"/>
        <w:jc w:val="both"/>
      </w:pPr>
      <w:r>
        <w:rPr>
          <w:szCs w:val="28"/>
        </w:rPr>
        <w:pict>
          <v:group id="_x0000_s1888" style="position:absolute;left:0;text-align:left;margin-left:22.5pt;margin-top:18.2pt;width:554.35pt;height:801pt;z-index:251646464;mso-position-horizontal-relative:page;mso-position-vertical-relative:page" coordsize="20000,20000">
            <v:rect id="_x0000_s1889" style="position:absolute;width:20000;height:20000" filled="f" strokeweight="2pt"/>
            <v:line id="_x0000_s1890" style="position:absolute" from="1093,18949" to="1095,19989" strokeweight="2pt"/>
            <v:line id="_x0000_s1891" style="position:absolute" from="10,18941" to="19977,18942" strokeweight="2pt"/>
            <v:line id="_x0000_s1892" style="position:absolute" from="2186,18949" to="2188,19989" strokeweight="2pt"/>
            <v:line id="_x0000_s1893" style="position:absolute" from="4919,18949" to="4921,19989" strokeweight="2pt"/>
            <v:line id="_x0000_s1894" style="position:absolute" from="6557,18959" to="6559,19989" strokeweight="2pt"/>
            <v:line id="_x0000_s1895" style="position:absolute" from="7650,18949" to="7652,19979" strokeweight="2pt"/>
            <v:line id="_x0000_s1896" style="position:absolute" from="18905,18949" to="18909,19989" strokeweight="2pt"/>
            <v:line id="_x0000_s1897" style="position:absolute" from="10,19293" to="7631,19295" strokeweight="1pt"/>
            <v:line id="_x0000_s1898" style="position:absolute" from="10,19646" to="7631,19647" strokeweight="2pt"/>
            <v:line id="_x0000_s1899" style="position:absolute" from="18919,19296" to="19990,19297" strokeweight="1pt"/>
            <v:rect id="_x0000_s1900" style="position:absolute;left:54;top:19660;width:1000;height:309" filled="f" stroked="f" strokeweight=".25pt">
              <v:textbox style="mso-next-textbox:#_x0000_s1900" inset="1pt,1pt,1pt,1pt">
                <w:txbxContent>
                  <w:p w:rsidR="00DE1E9A" w:rsidRDefault="00DE1E9A" w:rsidP="00B9788B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901" style="position:absolute;left:1139;top:19660;width:1001;height:309" filled="f" stroked="f" strokeweight=".25pt">
              <v:textbox style="mso-next-textbox:#_x0000_s1901" inset="1pt,1pt,1pt,1pt">
                <w:txbxContent>
                  <w:p w:rsidR="00DE1E9A" w:rsidRDefault="00DE1E9A" w:rsidP="00B9788B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902" style="position:absolute;left:2267;top:19660;width:2573;height:309" filled="f" stroked="f" strokeweight=".25pt">
              <v:textbox style="mso-next-textbox:#_x0000_s1902" inset="1pt,1pt,1pt,1pt">
                <w:txbxContent>
                  <w:p w:rsidR="00DE1E9A" w:rsidRDefault="00DE1E9A" w:rsidP="00B9788B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903" style="position:absolute;left:4983;top:19660;width:1534;height:309" filled="f" stroked="f" strokeweight=".25pt">
              <v:textbox style="mso-next-textbox:#_x0000_s1903" inset="1pt,1pt,1pt,1pt">
                <w:txbxContent>
                  <w:p w:rsidR="00DE1E9A" w:rsidRDefault="00DE1E9A" w:rsidP="00B9788B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904" style="position:absolute;left:6604;top:19660;width:1000;height:309" filled="f" stroked="f" strokeweight=".25pt">
              <v:textbox style="mso-next-textbox:#_x0000_s1904" inset="1pt,1pt,1pt,1pt">
                <w:txbxContent>
                  <w:p w:rsidR="00DE1E9A" w:rsidRDefault="00DE1E9A" w:rsidP="00B9788B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905" style="position:absolute;left:18949;top:18977;width:1001;height:309" filled="f" stroked="f" strokeweight=".25pt">
              <v:textbox style="mso-next-textbox:#_x0000_s1905" inset="1pt,1pt,1pt,1pt">
                <w:txbxContent>
                  <w:p w:rsidR="00DE1E9A" w:rsidRDefault="00DE1E9A" w:rsidP="00B9788B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906" style="position:absolute;left:18949;top:19435;width:1001;height:423" filled="f" stroked="f" strokeweight=".25pt">
              <v:textbox style="mso-next-textbox:#_x0000_s1906" inset="1pt,1pt,1pt,1pt">
                <w:txbxContent>
                  <w:p w:rsidR="00DE1E9A" w:rsidRPr="00933894" w:rsidRDefault="00DE1E9A" w:rsidP="00B9788B">
                    <w:pPr>
                      <w:pStyle w:val="ab"/>
                      <w:jc w:val="center"/>
                      <w:rPr>
                        <w:rFonts w:ascii="Times New Roman" w:hAnsi="Times New Roman"/>
                        <w:sz w:val="24"/>
                        <w:lang w:val="ru-RU"/>
                      </w:rPr>
                    </w:pPr>
                    <w:r w:rsidRPr="00933894">
                      <w:rPr>
                        <w:rFonts w:ascii="Times New Roman" w:hAnsi="Times New Roman"/>
                        <w:sz w:val="24"/>
                        <w:lang w:val="ru-RU"/>
                      </w:rPr>
                      <w:t>1</w:t>
                    </w:r>
                    <w:r w:rsidR="006F3F37">
                      <w:rPr>
                        <w:rFonts w:ascii="Times New Roman" w:hAnsi="Times New Roman"/>
                        <w:sz w:val="24"/>
                        <w:lang w:val="ru-RU"/>
                      </w:rPr>
                      <w:t>2</w:t>
                    </w:r>
                  </w:p>
                </w:txbxContent>
              </v:textbox>
            </v:rect>
            <v:rect id="_x0000_s1907" style="position:absolute;left:7745;top:19221;width:11075;height:477" filled="f" stroked="f" strokeweight=".25pt">
              <v:textbox style="mso-next-textbox:#_x0000_s1907" inset="1pt,1pt,1pt,1pt">
                <w:txbxContent>
                  <w:p w:rsidR="00DE1E9A" w:rsidRPr="000776FB" w:rsidRDefault="00DE1E9A" w:rsidP="00B9788B"/>
                </w:txbxContent>
              </v:textbox>
            </v:rect>
            <w10:wrap anchorx="page" anchory="page"/>
            <w10:anchorlock/>
          </v:group>
        </w:pict>
      </w:r>
      <w:r w:rsidR="001E533E" w:rsidRPr="00781F2D">
        <w:t xml:space="preserve"> </w:t>
      </w:r>
    </w:p>
    <w:p w:rsidR="00442378" w:rsidRDefault="00EE2CFA" w:rsidP="006F3F37">
      <w:pPr>
        <w:pStyle w:val="1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11EF6">
        <w:rPr>
          <w:sz w:val="28"/>
          <w:szCs w:val="28"/>
        </w:rPr>
        <w:lastRenderedPageBreak/>
        <w:t xml:space="preserve">7.1 </w:t>
      </w:r>
      <w:r w:rsidR="00442378" w:rsidRPr="00E76E10">
        <w:t>Исходные данные</w:t>
      </w:r>
    </w:p>
    <w:p w:rsidR="0009278E" w:rsidRDefault="0009278E" w:rsidP="006F3F37">
      <w:pPr>
        <w:jc w:val="both"/>
        <w:rPr>
          <w:sz w:val="28"/>
          <w:szCs w:val="28"/>
        </w:rPr>
      </w:pPr>
    </w:p>
    <w:p w:rsidR="00EE2CFA" w:rsidRPr="00781F2D" w:rsidRDefault="00EE2CFA" w:rsidP="006F3F37">
      <w:pPr>
        <w:ind w:firstLine="708"/>
        <w:jc w:val="both"/>
      </w:pPr>
      <w:r w:rsidRPr="00781F2D">
        <w:t>Даны сведения о количестве изделий, собранных сборщиками цеха за неделю.</w:t>
      </w:r>
    </w:p>
    <w:p w:rsidR="00215A4D" w:rsidRPr="00781F2D" w:rsidRDefault="00442378" w:rsidP="006F3F37">
      <w:pPr>
        <w:jc w:val="both"/>
      </w:pPr>
      <w:r w:rsidRPr="00781F2D">
        <w:t xml:space="preserve">Составлена таблица </w:t>
      </w:r>
      <w:r w:rsidR="00D84182" w:rsidRPr="00781F2D">
        <w:t>исходных данных.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1463"/>
        <w:gridCol w:w="1245"/>
        <w:gridCol w:w="1216"/>
        <w:gridCol w:w="1112"/>
        <w:gridCol w:w="1121"/>
        <w:gridCol w:w="1087"/>
      </w:tblGrid>
      <w:tr w:rsidR="00CB03A4" w:rsidRPr="006F6A93" w:rsidTr="006F6A93">
        <w:tc>
          <w:tcPr>
            <w:tcW w:w="2327" w:type="dxa"/>
            <w:vMerge w:val="restart"/>
            <w:vAlign w:val="center"/>
          </w:tcPr>
          <w:p w:rsidR="00CB03A4" w:rsidRPr="00781F2D" w:rsidRDefault="00CB03A4" w:rsidP="006F3F37">
            <w:pPr>
              <w:jc w:val="both"/>
            </w:pPr>
            <w:r w:rsidRPr="00781F2D">
              <w:t>ФИО</w:t>
            </w:r>
          </w:p>
        </w:tc>
        <w:tc>
          <w:tcPr>
            <w:tcW w:w="7244" w:type="dxa"/>
            <w:gridSpan w:val="6"/>
          </w:tcPr>
          <w:p w:rsidR="00CB03A4" w:rsidRPr="00781F2D" w:rsidRDefault="00CB03A4" w:rsidP="006F3F37">
            <w:pPr>
              <w:jc w:val="both"/>
            </w:pPr>
            <w:r w:rsidRPr="00781F2D">
              <w:t>ИЗДЕЛИЯ</w:t>
            </w:r>
          </w:p>
        </w:tc>
      </w:tr>
      <w:tr w:rsidR="00CB03A4" w:rsidRPr="006F6A93" w:rsidTr="006F6A93">
        <w:trPr>
          <w:trHeight w:val="297"/>
        </w:trPr>
        <w:tc>
          <w:tcPr>
            <w:tcW w:w="2327" w:type="dxa"/>
            <w:vMerge/>
          </w:tcPr>
          <w:p w:rsidR="00CB03A4" w:rsidRPr="006F6A93" w:rsidRDefault="00CB03A4" w:rsidP="006F3F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3" w:type="dxa"/>
          </w:tcPr>
          <w:p w:rsidR="00CB03A4" w:rsidRPr="006F6A93" w:rsidRDefault="00CB03A4" w:rsidP="006F3F37">
            <w:pPr>
              <w:jc w:val="both"/>
              <w:rPr>
                <w:sz w:val="22"/>
                <w:szCs w:val="22"/>
              </w:rPr>
            </w:pPr>
            <w:r w:rsidRPr="006F6A93">
              <w:rPr>
                <w:sz w:val="22"/>
                <w:szCs w:val="22"/>
              </w:rPr>
              <w:t>Понедельник</w:t>
            </w:r>
          </w:p>
        </w:tc>
        <w:tc>
          <w:tcPr>
            <w:tcW w:w="1245" w:type="dxa"/>
          </w:tcPr>
          <w:p w:rsidR="00CB03A4" w:rsidRPr="006F6A93" w:rsidRDefault="00CB03A4" w:rsidP="006F3F37">
            <w:pPr>
              <w:jc w:val="both"/>
              <w:rPr>
                <w:sz w:val="22"/>
                <w:szCs w:val="22"/>
              </w:rPr>
            </w:pPr>
            <w:r w:rsidRPr="006F6A93">
              <w:rPr>
                <w:sz w:val="22"/>
                <w:szCs w:val="22"/>
              </w:rPr>
              <w:t>Вторник</w:t>
            </w:r>
          </w:p>
        </w:tc>
        <w:tc>
          <w:tcPr>
            <w:tcW w:w="1216" w:type="dxa"/>
          </w:tcPr>
          <w:p w:rsidR="00CB03A4" w:rsidRPr="006F6A93" w:rsidRDefault="00CB03A4" w:rsidP="006F3F37">
            <w:pPr>
              <w:jc w:val="both"/>
              <w:rPr>
                <w:sz w:val="22"/>
                <w:szCs w:val="22"/>
              </w:rPr>
            </w:pPr>
            <w:r w:rsidRPr="006F6A93">
              <w:rPr>
                <w:sz w:val="22"/>
                <w:szCs w:val="22"/>
              </w:rPr>
              <w:t>Среда</w:t>
            </w:r>
          </w:p>
        </w:tc>
        <w:tc>
          <w:tcPr>
            <w:tcW w:w="1112" w:type="dxa"/>
          </w:tcPr>
          <w:p w:rsidR="00CB03A4" w:rsidRPr="006F6A93" w:rsidRDefault="00CB03A4" w:rsidP="006F3F37">
            <w:pPr>
              <w:jc w:val="both"/>
              <w:rPr>
                <w:sz w:val="22"/>
                <w:szCs w:val="22"/>
              </w:rPr>
            </w:pPr>
            <w:r w:rsidRPr="006F6A93">
              <w:rPr>
                <w:sz w:val="22"/>
                <w:szCs w:val="22"/>
              </w:rPr>
              <w:t>Четверг</w:t>
            </w:r>
          </w:p>
        </w:tc>
        <w:tc>
          <w:tcPr>
            <w:tcW w:w="1121" w:type="dxa"/>
          </w:tcPr>
          <w:p w:rsidR="00CB03A4" w:rsidRPr="006F6A93" w:rsidRDefault="00CB03A4" w:rsidP="006F3F37">
            <w:pPr>
              <w:jc w:val="both"/>
              <w:rPr>
                <w:sz w:val="22"/>
                <w:szCs w:val="22"/>
              </w:rPr>
            </w:pPr>
            <w:r w:rsidRPr="006F6A93">
              <w:rPr>
                <w:sz w:val="22"/>
                <w:szCs w:val="22"/>
              </w:rPr>
              <w:t>Пятница</w:t>
            </w:r>
          </w:p>
        </w:tc>
        <w:tc>
          <w:tcPr>
            <w:tcW w:w="1087" w:type="dxa"/>
          </w:tcPr>
          <w:p w:rsidR="00CB03A4" w:rsidRPr="006F6A93" w:rsidRDefault="00CB03A4" w:rsidP="006F3F37">
            <w:pPr>
              <w:jc w:val="both"/>
              <w:rPr>
                <w:sz w:val="22"/>
                <w:szCs w:val="22"/>
              </w:rPr>
            </w:pPr>
            <w:r w:rsidRPr="006F6A93">
              <w:rPr>
                <w:sz w:val="22"/>
                <w:szCs w:val="22"/>
              </w:rPr>
              <w:t>Суббота</w:t>
            </w:r>
          </w:p>
        </w:tc>
      </w:tr>
      <w:tr w:rsidR="00CB03A4" w:rsidRPr="006F6A93" w:rsidTr="006F6A93">
        <w:tc>
          <w:tcPr>
            <w:tcW w:w="2327" w:type="dxa"/>
          </w:tcPr>
          <w:p w:rsidR="00215A4D" w:rsidRPr="00CB03A4" w:rsidRDefault="00CB03A4" w:rsidP="006F3F37">
            <w:pPr>
              <w:jc w:val="both"/>
            </w:pPr>
            <w:bookmarkStart w:id="1" w:name="_Hlk265482679"/>
            <w:r w:rsidRPr="00CB03A4">
              <w:t>1.Авраченков</w:t>
            </w:r>
          </w:p>
        </w:tc>
        <w:tc>
          <w:tcPr>
            <w:tcW w:w="1463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  <w:tc>
          <w:tcPr>
            <w:tcW w:w="1245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  <w:tc>
          <w:tcPr>
            <w:tcW w:w="1216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  <w:tc>
          <w:tcPr>
            <w:tcW w:w="1112" w:type="dxa"/>
          </w:tcPr>
          <w:p w:rsidR="00215A4D" w:rsidRPr="00CB03A4" w:rsidRDefault="003E12D9" w:rsidP="006F3F37">
            <w:pPr>
              <w:jc w:val="both"/>
            </w:pPr>
            <w:r>
              <w:t>50</w:t>
            </w:r>
          </w:p>
        </w:tc>
        <w:tc>
          <w:tcPr>
            <w:tcW w:w="1121" w:type="dxa"/>
          </w:tcPr>
          <w:p w:rsidR="00215A4D" w:rsidRPr="00CB03A4" w:rsidRDefault="003E12D9" w:rsidP="006F3F37">
            <w:pPr>
              <w:jc w:val="both"/>
            </w:pPr>
            <w:r>
              <w:t>50</w:t>
            </w:r>
          </w:p>
        </w:tc>
        <w:tc>
          <w:tcPr>
            <w:tcW w:w="1087" w:type="dxa"/>
          </w:tcPr>
          <w:p w:rsidR="00215A4D" w:rsidRPr="00CB03A4" w:rsidRDefault="003E12D9" w:rsidP="006F3F37">
            <w:pPr>
              <w:jc w:val="both"/>
            </w:pPr>
            <w:r>
              <w:t>50</w:t>
            </w:r>
          </w:p>
        </w:tc>
      </w:tr>
      <w:tr w:rsidR="00CB03A4" w:rsidRPr="006F6A93" w:rsidTr="006F6A93">
        <w:tc>
          <w:tcPr>
            <w:tcW w:w="2327" w:type="dxa"/>
          </w:tcPr>
          <w:p w:rsidR="00215A4D" w:rsidRPr="00CB03A4" w:rsidRDefault="00CB03A4" w:rsidP="006F3F37">
            <w:pPr>
              <w:jc w:val="both"/>
            </w:pPr>
            <w:r>
              <w:t>2.Агонян</w:t>
            </w:r>
          </w:p>
        </w:tc>
        <w:tc>
          <w:tcPr>
            <w:tcW w:w="1463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  <w:tc>
          <w:tcPr>
            <w:tcW w:w="1245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  <w:tc>
          <w:tcPr>
            <w:tcW w:w="1216" w:type="dxa"/>
          </w:tcPr>
          <w:p w:rsidR="00215A4D" w:rsidRPr="00CB03A4" w:rsidRDefault="003E12D9" w:rsidP="006F3F37">
            <w:pPr>
              <w:jc w:val="both"/>
            </w:pPr>
            <w:r>
              <w:t>50</w:t>
            </w:r>
          </w:p>
        </w:tc>
        <w:tc>
          <w:tcPr>
            <w:tcW w:w="1112" w:type="dxa"/>
          </w:tcPr>
          <w:p w:rsidR="00215A4D" w:rsidRPr="00CB03A4" w:rsidRDefault="003E12D9" w:rsidP="006F3F37">
            <w:pPr>
              <w:jc w:val="both"/>
            </w:pPr>
            <w:r>
              <w:t>50</w:t>
            </w:r>
          </w:p>
        </w:tc>
        <w:tc>
          <w:tcPr>
            <w:tcW w:w="1121" w:type="dxa"/>
          </w:tcPr>
          <w:p w:rsidR="00215A4D" w:rsidRPr="00CB03A4" w:rsidRDefault="003E12D9" w:rsidP="006F3F37">
            <w:pPr>
              <w:jc w:val="both"/>
            </w:pPr>
            <w:r>
              <w:t>50</w:t>
            </w:r>
          </w:p>
        </w:tc>
        <w:tc>
          <w:tcPr>
            <w:tcW w:w="1087" w:type="dxa"/>
          </w:tcPr>
          <w:p w:rsidR="00215A4D" w:rsidRPr="00CB03A4" w:rsidRDefault="003E12D9" w:rsidP="006F3F37">
            <w:pPr>
              <w:jc w:val="both"/>
            </w:pPr>
            <w:r>
              <w:t>30</w:t>
            </w:r>
          </w:p>
        </w:tc>
      </w:tr>
      <w:tr w:rsidR="00CB03A4" w:rsidRPr="006F6A93" w:rsidTr="006F6A93">
        <w:tc>
          <w:tcPr>
            <w:tcW w:w="2327" w:type="dxa"/>
          </w:tcPr>
          <w:p w:rsidR="00215A4D" w:rsidRPr="00CB03A4" w:rsidRDefault="00CB03A4" w:rsidP="006F3F37">
            <w:pPr>
              <w:jc w:val="both"/>
            </w:pPr>
            <w:r>
              <w:t>3.Андреев</w:t>
            </w:r>
          </w:p>
        </w:tc>
        <w:tc>
          <w:tcPr>
            <w:tcW w:w="1463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  <w:tc>
          <w:tcPr>
            <w:tcW w:w="1245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  <w:tc>
          <w:tcPr>
            <w:tcW w:w="1216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  <w:tc>
          <w:tcPr>
            <w:tcW w:w="1112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  <w:tc>
          <w:tcPr>
            <w:tcW w:w="1121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  <w:tc>
          <w:tcPr>
            <w:tcW w:w="1087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</w:tr>
      <w:tr w:rsidR="00CB03A4" w:rsidRPr="006F6A93" w:rsidTr="006F6A93">
        <w:tc>
          <w:tcPr>
            <w:tcW w:w="2327" w:type="dxa"/>
          </w:tcPr>
          <w:p w:rsidR="00215A4D" w:rsidRPr="00CB03A4" w:rsidRDefault="00CB03A4" w:rsidP="006F3F37">
            <w:pPr>
              <w:jc w:val="both"/>
            </w:pPr>
            <w:r>
              <w:t>4.Анюков</w:t>
            </w:r>
          </w:p>
        </w:tc>
        <w:tc>
          <w:tcPr>
            <w:tcW w:w="1463" w:type="dxa"/>
          </w:tcPr>
          <w:p w:rsidR="00215A4D" w:rsidRPr="00CB03A4" w:rsidRDefault="003E12D9" w:rsidP="006F3F37">
            <w:pPr>
              <w:jc w:val="both"/>
            </w:pPr>
            <w:r>
              <w:t>50</w:t>
            </w:r>
          </w:p>
        </w:tc>
        <w:tc>
          <w:tcPr>
            <w:tcW w:w="1245" w:type="dxa"/>
          </w:tcPr>
          <w:p w:rsidR="00215A4D" w:rsidRPr="00CB03A4" w:rsidRDefault="003E12D9" w:rsidP="006F3F37">
            <w:pPr>
              <w:jc w:val="both"/>
            </w:pPr>
            <w:r>
              <w:t>50</w:t>
            </w:r>
          </w:p>
        </w:tc>
        <w:tc>
          <w:tcPr>
            <w:tcW w:w="1216" w:type="dxa"/>
          </w:tcPr>
          <w:p w:rsidR="00215A4D" w:rsidRPr="00CB03A4" w:rsidRDefault="003E12D9" w:rsidP="006F3F37">
            <w:pPr>
              <w:jc w:val="both"/>
            </w:pPr>
            <w:r>
              <w:t>50</w:t>
            </w:r>
          </w:p>
        </w:tc>
        <w:tc>
          <w:tcPr>
            <w:tcW w:w="1112" w:type="dxa"/>
          </w:tcPr>
          <w:p w:rsidR="00215A4D" w:rsidRPr="00CB03A4" w:rsidRDefault="003E12D9" w:rsidP="006F3F37">
            <w:pPr>
              <w:jc w:val="both"/>
            </w:pPr>
            <w:r>
              <w:t>50</w:t>
            </w:r>
          </w:p>
        </w:tc>
        <w:tc>
          <w:tcPr>
            <w:tcW w:w="1121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  <w:tc>
          <w:tcPr>
            <w:tcW w:w="1087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</w:tr>
      <w:tr w:rsidR="00CB03A4" w:rsidRPr="006F6A93" w:rsidTr="006F6A93">
        <w:tc>
          <w:tcPr>
            <w:tcW w:w="2327" w:type="dxa"/>
          </w:tcPr>
          <w:p w:rsidR="00215A4D" w:rsidRPr="00CB03A4" w:rsidRDefault="00CB03A4" w:rsidP="006F3F37">
            <w:pPr>
              <w:jc w:val="both"/>
            </w:pPr>
            <w:r>
              <w:t>5.Большаков</w:t>
            </w:r>
          </w:p>
        </w:tc>
        <w:tc>
          <w:tcPr>
            <w:tcW w:w="1463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  <w:tc>
          <w:tcPr>
            <w:tcW w:w="1245" w:type="dxa"/>
          </w:tcPr>
          <w:p w:rsidR="00215A4D" w:rsidRPr="00CB03A4" w:rsidRDefault="003E12D9" w:rsidP="006F3F37">
            <w:pPr>
              <w:jc w:val="both"/>
            </w:pPr>
            <w:r>
              <w:t>30</w:t>
            </w:r>
          </w:p>
        </w:tc>
        <w:tc>
          <w:tcPr>
            <w:tcW w:w="1216" w:type="dxa"/>
          </w:tcPr>
          <w:p w:rsidR="00215A4D" w:rsidRPr="00CB03A4" w:rsidRDefault="003E12D9" w:rsidP="006F3F37">
            <w:pPr>
              <w:jc w:val="both"/>
            </w:pPr>
            <w:r>
              <w:t>30</w:t>
            </w:r>
          </w:p>
        </w:tc>
        <w:tc>
          <w:tcPr>
            <w:tcW w:w="1112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  <w:tc>
          <w:tcPr>
            <w:tcW w:w="1121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  <w:tc>
          <w:tcPr>
            <w:tcW w:w="1087" w:type="dxa"/>
          </w:tcPr>
          <w:p w:rsidR="00215A4D" w:rsidRPr="00CB03A4" w:rsidRDefault="003E12D9" w:rsidP="006F3F37">
            <w:pPr>
              <w:jc w:val="both"/>
            </w:pPr>
            <w:r>
              <w:t>30</w:t>
            </w:r>
          </w:p>
        </w:tc>
      </w:tr>
      <w:tr w:rsidR="00CB03A4" w:rsidRPr="006F6A93" w:rsidTr="006F6A93">
        <w:tc>
          <w:tcPr>
            <w:tcW w:w="2327" w:type="dxa"/>
          </w:tcPr>
          <w:p w:rsidR="00215A4D" w:rsidRPr="00CB03A4" w:rsidRDefault="00CB03A4" w:rsidP="006F3F37">
            <w:pPr>
              <w:jc w:val="both"/>
            </w:pPr>
            <w:r>
              <w:t>6.Б</w:t>
            </w:r>
            <w:r w:rsidR="00B64036">
              <w:t>рянцев</w:t>
            </w:r>
          </w:p>
        </w:tc>
        <w:tc>
          <w:tcPr>
            <w:tcW w:w="1463" w:type="dxa"/>
          </w:tcPr>
          <w:p w:rsidR="00215A4D" w:rsidRPr="00CB03A4" w:rsidRDefault="003E12D9" w:rsidP="006F3F37">
            <w:pPr>
              <w:jc w:val="both"/>
            </w:pPr>
            <w:r>
              <w:t>30</w:t>
            </w:r>
          </w:p>
        </w:tc>
        <w:tc>
          <w:tcPr>
            <w:tcW w:w="1245" w:type="dxa"/>
          </w:tcPr>
          <w:p w:rsidR="00215A4D" w:rsidRPr="00CB03A4" w:rsidRDefault="003E12D9" w:rsidP="006F3F37">
            <w:pPr>
              <w:jc w:val="both"/>
            </w:pPr>
            <w:r>
              <w:t>30</w:t>
            </w:r>
          </w:p>
        </w:tc>
        <w:tc>
          <w:tcPr>
            <w:tcW w:w="1216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  <w:tc>
          <w:tcPr>
            <w:tcW w:w="1112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  <w:tc>
          <w:tcPr>
            <w:tcW w:w="1121" w:type="dxa"/>
          </w:tcPr>
          <w:p w:rsidR="00215A4D" w:rsidRPr="00CB03A4" w:rsidRDefault="003E12D9" w:rsidP="006F3F37">
            <w:pPr>
              <w:jc w:val="both"/>
            </w:pPr>
            <w:r>
              <w:t>30</w:t>
            </w:r>
          </w:p>
        </w:tc>
        <w:tc>
          <w:tcPr>
            <w:tcW w:w="1087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</w:tr>
      <w:tr w:rsidR="00CB03A4" w:rsidRPr="006F6A93" w:rsidTr="006F6A93">
        <w:tc>
          <w:tcPr>
            <w:tcW w:w="2327" w:type="dxa"/>
          </w:tcPr>
          <w:p w:rsidR="00215A4D" w:rsidRPr="00CB03A4" w:rsidRDefault="00CB03A4" w:rsidP="006F3F37">
            <w:pPr>
              <w:jc w:val="both"/>
            </w:pPr>
            <w:r>
              <w:t>7.Быстров</w:t>
            </w:r>
          </w:p>
        </w:tc>
        <w:tc>
          <w:tcPr>
            <w:tcW w:w="1463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  <w:tc>
          <w:tcPr>
            <w:tcW w:w="1245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  <w:tc>
          <w:tcPr>
            <w:tcW w:w="1216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  <w:tc>
          <w:tcPr>
            <w:tcW w:w="1112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  <w:tc>
          <w:tcPr>
            <w:tcW w:w="1121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  <w:tc>
          <w:tcPr>
            <w:tcW w:w="1087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</w:tr>
      <w:tr w:rsidR="00CB03A4" w:rsidRPr="006F6A93" w:rsidTr="006F6A93">
        <w:tc>
          <w:tcPr>
            <w:tcW w:w="2327" w:type="dxa"/>
          </w:tcPr>
          <w:p w:rsidR="00215A4D" w:rsidRPr="00CB03A4" w:rsidRDefault="00B64036" w:rsidP="006F3F37">
            <w:pPr>
              <w:jc w:val="both"/>
            </w:pPr>
            <w:r>
              <w:t>8.Валерьев</w:t>
            </w:r>
          </w:p>
        </w:tc>
        <w:tc>
          <w:tcPr>
            <w:tcW w:w="1463" w:type="dxa"/>
          </w:tcPr>
          <w:p w:rsidR="00215A4D" w:rsidRPr="00CB03A4" w:rsidRDefault="003E12D9" w:rsidP="006F3F37">
            <w:pPr>
              <w:jc w:val="both"/>
            </w:pPr>
            <w:r>
              <w:t>50</w:t>
            </w:r>
          </w:p>
        </w:tc>
        <w:tc>
          <w:tcPr>
            <w:tcW w:w="1245" w:type="dxa"/>
          </w:tcPr>
          <w:p w:rsidR="00215A4D" w:rsidRPr="00CB03A4" w:rsidRDefault="003E12D9" w:rsidP="006F3F37">
            <w:pPr>
              <w:jc w:val="both"/>
            </w:pPr>
            <w:r>
              <w:t>50</w:t>
            </w:r>
          </w:p>
        </w:tc>
        <w:tc>
          <w:tcPr>
            <w:tcW w:w="1216" w:type="dxa"/>
          </w:tcPr>
          <w:p w:rsidR="00215A4D" w:rsidRPr="00CB03A4" w:rsidRDefault="003E12D9" w:rsidP="006F3F37">
            <w:pPr>
              <w:jc w:val="both"/>
            </w:pPr>
            <w:r>
              <w:t>50</w:t>
            </w:r>
          </w:p>
        </w:tc>
        <w:tc>
          <w:tcPr>
            <w:tcW w:w="1112" w:type="dxa"/>
          </w:tcPr>
          <w:p w:rsidR="00215A4D" w:rsidRPr="00CB03A4" w:rsidRDefault="003E12D9" w:rsidP="006F3F37">
            <w:pPr>
              <w:jc w:val="both"/>
            </w:pPr>
            <w:r>
              <w:t>50</w:t>
            </w:r>
          </w:p>
        </w:tc>
        <w:tc>
          <w:tcPr>
            <w:tcW w:w="1121" w:type="dxa"/>
          </w:tcPr>
          <w:p w:rsidR="00215A4D" w:rsidRPr="00CB03A4" w:rsidRDefault="003E12D9" w:rsidP="006F3F37">
            <w:pPr>
              <w:jc w:val="both"/>
            </w:pPr>
            <w:r>
              <w:t>30</w:t>
            </w:r>
          </w:p>
        </w:tc>
        <w:tc>
          <w:tcPr>
            <w:tcW w:w="1087" w:type="dxa"/>
          </w:tcPr>
          <w:p w:rsidR="00215A4D" w:rsidRPr="00CB03A4" w:rsidRDefault="003E12D9" w:rsidP="006F3F37">
            <w:pPr>
              <w:jc w:val="both"/>
            </w:pPr>
            <w:r>
              <w:t>30</w:t>
            </w:r>
          </w:p>
        </w:tc>
      </w:tr>
      <w:tr w:rsidR="00CB03A4" w:rsidRPr="006F6A93" w:rsidTr="006F6A93">
        <w:tc>
          <w:tcPr>
            <w:tcW w:w="2327" w:type="dxa"/>
          </w:tcPr>
          <w:p w:rsidR="00215A4D" w:rsidRPr="00CB03A4" w:rsidRDefault="00B64036" w:rsidP="006F3F37">
            <w:pPr>
              <w:jc w:val="both"/>
            </w:pPr>
            <w:r>
              <w:t>9.Васнецов</w:t>
            </w:r>
          </w:p>
        </w:tc>
        <w:tc>
          <w:tcPr>
            <w:tcW w:w="1463" w:type="dxa"/>
          </w:tcPr>
          <w:p w:rsidR="00215A4D" w:rsidRPr="00CB03A4" w:rsidRDefault="003E12D9" w:rsidP="006F3F37">
            <w:pPr>
              <w:jc w:val="both"/>
            </w:pPr>
            <w:r>
              <w:t>20</w:t>
            </w:r>
          </w:p>
        </w:tc>
        <w:tc>
          <w:tcPr>
            <w:tcW w:w="1245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  <w:tc>
          <w:tcPr>
            <w:tcW w:w="1216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  <w:tc>
          <w:tcPr>
            <w:tcW w:w="1112" w:type="dxa"/>
          </w:tcPr>
          <w:p w:rsidR="00215A4D" w:rsidRPr="00CB03A4" w:rsidRDefault="003E12D9" w:rsidP="006F3F37">
            <w:pPr>
              <w:jc w:val="both"/>
            </w:pPr>
            <w:r>
              <w:t>50</w:t>
            </w:r>
          </w:p>
        </w:tc>
        <w:tc>
          <w:tcPr>
            <w:tcW w:w="1121" w:type="dxa"/>
          </w:tcPr>
          <w:p w:rsidR="00215A4D" w:rsidRPr="00CB03A4" w:rsidRDefault="003E12D9" w:rsidP="006F3F37">
            <w:pPr>
              <w:jc w:val="both"/>
            </w:pPr>
            <w:r>
              <w:t>50</w:t>
            </w:r>
          </w:p>
        </w:tc>
        <w:tc>
          <w:tcPr>
            <w:tcW w:w="1087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</w:tr>
      <w:tr w:rsidR="00CB03A4" w:rsidRPr="006F6A93" w:rsidTr="006F6A93">
        <w:tc>
          <w:tcPr>
            <w:tcW w:w="2327" w:type="dxa"/>
          </w:tcPr>
          <w:p w:rsidR="00215A4D" w:rsidRPr="00CB03A4" w:rsidRDefault="00B64036" w:rsidP="006F3F37">
            <w:pPr>
              <w:jc w:val="both"/>
            </w:pPr>
            <w:r>
              <w:t>10.Гагарин</w:t>
            </w:r>
          </w:p>
        </w:tc>
        <w:tc>
          <w:tcPr>
            <w:tcW w:w="1463" w:type="dxa"/>
          </w:tcPr>
          <w:p w:rsidR="00215A4D" w:rsidRPr="00CB03A4" w:rsidRDefault="003E12D9" w:rsidP="006F3F37">
            <w:pPr>
              <w:jc w:val="both"/>
            </w:pPr>
            <w:r>
              <w:t>50</w:t>
            </w:r>
          </w:p>
        </w:tc>
        <w:tc>
          <w:tcPr>
            <w:tcW w:w="1245" w:type="dxa"/>
          </w:tcPr>
          <w:p w:rsidR="00215A4D" w:rsidRPr="00CB03A4" w:rsidRDefault="003E12D9" w:rsidP="006F3F37">
            <w:pPr>
              <w:jc w:val="both"/>
            </w:pPr>
            <w:r>
              <w:t>50</w:t>
            </w:r>
          </w:p>
        </w:tc>
        <w:tc>
          <w:tcPr>
            <w:tcW w:w="1216" w:type="dxa"/>
          </w:tcPr>
          <w:p w:rsidR="00215A4D" w:rsidRPr="00CB03A4" w:rsidRDefault="003E12D9" w:rsidP="006F3F37">
            <w:pPr>
              <w:jc w:val="both"/>
            </w:pPr>
            <w:r>
              <w:t>30</w:t>
            </w:r>
          </w:p>
        </w:tc>
        <w:tc>
          <w:tcPr>
            <w:tcW w:w="1112" w:type="dxa"/>
          </w:tcPr>
          <w:p w:rsidR="00215A4D" w:rsidRPr="00CB03A4" w:rsidRDefault="003E12D9" w:rsidP="006F3F37">
            <w:pPr>
              <w:jc w:val="both"/>
            </w:pPr>
            <w:r>
              <w:t>30</w:t>
            </w:r>
          </w:p>
        </w:tc>
        <w:tc>
          <w:tcPr>
            <w:tcW w:w="1121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  <w:tc>
          <w:tcPr>
            <w:tcW w:w="1087" w:type="dxa"/>
          </w:tcPr>
          <w:p w:rsidR="00215A4D" w:rsidRPr="00CB03A4" w:rsidRDefault="003E12D9" w:rsidP="006F3F37">
            <w:pPr>
              <w:jc w:val="both"/>
            </w:pPr>
            <w:r>
              <w:t>20</w:t>
            </w:r>
          </w:p>
        </w:tc>
      </w:tr>
      <w:tr w:rsidR="00CB03A4" w:rsidRPr="006F6A93" w:rsidTr="006F6A93">
        <w:tc>
          <w:tcPr>
            <w:tcW w:w="2327" w:type="dxa"/>
          </w:tcPr>
          <w:p w:rsidR="00215A4D" w:rsidRPr="00CB03A4" w:rsidRDefault="00B64036" w:rsidP="006F3F37">
            <w:pPr>
              <w:jc w:val="both"/>
            </w:pPr>
            <w:r>
              <w:t>11.Гарын</w:t>
            </w:r>
          </w:p>
        </w:tc>
        <w:tc>
          <w:tcPr>
            <w:tcW w:w="1463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  <w:tc>
          <w:tcPr>
            <w:tcW w:w="1245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  <w:tc>
          <w:tcPr>
            <w:tcW w:w="1216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  <w:tc>
          <w:tcPr>
            <w:tcW w:w="1112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  <w:tc>
          <w:tcPr>
            <w:tcW w:w="1121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  <w:tc>
          <w:tcPr>
            <w:tcW w:w="1087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</w:tr>
      <w:tr w:rsidR="00CB03A4" w:rsidRPr="006F6A93" w:rsidTr="006F6A93">
        <w:tc>
          <w:tcPr>
            <w:tcW w:w="2327" w:type="dxa"/>
          </w:tcPr>
          <w:p w:rsidR="00215A4D" w:rsidRPr="00CB03A4" w:rsidRDefault="00B64036" w:rsidP="006F3F37">
            <w:pPr>
              <w:jc w:val="both"/>
            </w:pPr>
            <w:r>
              <w:t>12.Грибов</w:t>
            </w:r>
          </w:p>
        </w:tc>
        <w:tc>
          <w:tcPr>
            <w:tcW w:w="1463" w:type="dxa"/>
          </w:tcPr>
          <w:p w:rsidR="00215A4D" w:rsidRPr="00CB03A4" w:rsidRDefault="003E12D9" w:rsidP="006F3F37">
            <w:pPr>
              <w:jc w:val="both"/>
            </w:pPr>
            <w:r>
              <w:t>50</w:t>
            </w:r>
          </w:p>
        </w:tc>
        <w:tc>
          <w:tcPr>
            <w:tcW w:w="1245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  <w:tc>
          <w:tcPr>
            <w:tcW w:w="1216" w:type="dxa"/>
          </w:tcPr>
          <w:p w:rsidR="00215A4D" w:rsidRPr="00CB03A4" w:rsidRDefault="003E12D9" w:rsidP="006F3F37">
            <w:pPr>
              <w:jc w:val="both"/>
            </w:pPr>
            <w:r>
              <w:t>50</w:t>
            </w:r>
          </w:p>
        </w:tc>
        <w:tc>
          <w:tcPr>
            <w:tcW w:w="1112" w:type="dxa"/>
          </w:tcPr>
          <w:p w:rsidR="00215A4D" w:rsidRPr="00CB03A4" w:rsidRDefault="003E12D9" w:rsidP="006F3F37">
            <w:pPr>
              <w:jc w:val="both"/>
            </w:pPr>
            <w:r>
              <w:t>50</w:t>
            </w:r>
          </w:p>
        </w:tc>
        <w:tc>
          <w:tcPr>
            <w:tcW w:w="1121" w:type="dxa"/>
          </w:tcPr>
          <w:p w:rsidR="00215A4D" w:rsidRPr="00CB03A4" w:rsidRDefault="003E12D9" w:rsidP="006F3F37">
            <w:pPr>
              <w:jc w:val="both"/>
            </w:pPr>
            <w:r>
              <w:t>50</w:t>
            </w:r>
          </w:p>
        </w:tc>
        <w:tc>
          <w:tcPr>
            <w:tcW w:w="1087" w:type="dxa"/>
          </w:tcPr>
          <w:p w:rsidR="00215A4D" w:rsidRPr="00CB03A4" w:rsidRDefault="003E12D9" w:rsidP="006F3F37">
            <w:pPr>
              <w:jc w:val="both"/>
            </w:pPr>
            <w:r>
              <w:t>50</w:t>
            </w:r>
          </w:p>
        </w:tc>
      </w:tr>
      <w:tr w:rsidR="00CB03A4" w:rsidRPr="006F6A93" w:rsidTr="006F6A93">
        <w:tc>
          <w:tcPr>
            <w:tcW w:w="2327" w:type="dxa"/>
          </w:tcPr>
          <w:p w:rsidR="00215A4D" w:rsidRPr="00CB03A4" w:rsidRDefault="00B64036" w:rsidP="006F3F37">
            <w:pPr>
              <w:jc w:val="both"/>
            </w:pPr>
            <w:r>
              <w:t>13.Григорьев</w:t>
            </w:r>
          </w:p>
        </w:tc>
        <w:tc>
          <w:tcPr>
            <w:tcW w:w="1463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  <w:tc>
          <w:tcPr>
            <w:tcW w:w="1245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  <w:tc>
          <w:tcPr>
            <w:tcW w:w="1216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  <w:tc>
          <w:tcPr>
            <w:tcW w:w="1112" w:type="dxa"/>
          </w:tcPr>
          <w:p w:rsidR="00215A4D" w:rsidRPr="00CB03A4" w:rsidRDefault="003E12D9" w:rsidP="006F3F37">
            <w:pPr>
              <w:jc w:val="both"/>
            </w:pPr>
            <w:r>
              <w:t>50</w:t>
            </w:r>
          </w:p>
        </w:tc>
        <w:tc>
          <w:tcPr>
            <w:tcW w:w="1121" w:type="dxa"/>
          </w:tcPr>
          <w:p w:rsidR="00215A4D" w:rsidRPr="00CB03A4" w:rsidRDefault="003E12D9" w:rsidP="006F3F37">
            <w:pPr>
              <w:jc w:val="both"/>
            </w:pPr>
            <w:r>
              <w:t>50</w:t>
            </w:r>
          </w:p>
        </w:tc>
        <w:tc>
          <w:tcPr>
            <w:tcW w:w="1087" w:type="dxa"/>
          </w:tcPr>
          <w:p w:rsidR="00215A4D" w:rsidRPr="00CB03A4" w:rsidRDefault="003E12D9" w:rsidP="006F3F37">
            <w:pPr>
              <w:jc w:val="both"/>
            </w:pPr>
            <w:r>
              <w:t>50</w:t>
            </w:r>
          </w:p>
        </w:tc>
      </w:tr>
      <w:tr w:rsidR="00CB03A4" w:rsidRPr="006F6A93" w:rsidTr="006F6A93">
        <w:tc>
          <w:tcPr>
            <w:tcW w:w="2327" w:type="dxa"/>
          </w:tcPr>
          <w:p w:rsidR="00215A4D" w:rsidRPr="00CB03A4" w:rsidRDefault="00B64036" w:rsidP="006F3F37">
            <w:pPr>
              <w:jc w:val="both"/>
            </w:pPr>
            <w:r>
              <w:t>14.Герасимов</w:t>
            </w:r>
          </w:p>
        </w:tc>
        <w:tc>
          <w:tcPr>
            <w:tcW w:w="1463" w:type="dxa"/>
          </w:tcPr>
          <w:p w:rsidR="00215A4D" w:rsidRPr="00CB03A4" w:rsidRDefault="003E12D9" w:rsidP="006F3F37">
            <w:pPr>
              <w:jc w:val="both"/>
            </w:pPr>
            <w:r>
              <w:t>30</w:t>
            </w:r>
          </w:p>
        </w:tc>
        <w:tc>
          <w:tcPr>
            <w:tcW w:w="1245" w:type="dxa"/>
          </w:tcPr>
          <w:p w:rsidR="00215A4D" w:rsidRPr="00CB03A4" w:rsidRDefault="003E12D9" w:rsidP="006F3F37">
            <w:pPr>
              <w:jc w:val="both"/>
            </w:pPr>
            <w:r>
              <w:t>20</w:t>
            </w:r>
          </w:p>
        </w:tc>
        <w:tc>
          <w:tcPr>
            <w:tcW w:w="1216" w:type="dxa"/>
          </w:tcPr>
          <w:p w:rsidR="00215A4D" w:rsidRPr="00CB03A4" w:rsidRDefault="003E12D9" w:rsidP="006F3F37">
            <w:pPr>
              <w:jc w:val="both"/>
            </w:pPr>
            <w:r>
              <w:t>30</w:t>
            </w:r>
          </w:p>
        </w:tc>
        <w:tc>
          <w:tcPr>
            <w:tcW w:w="1112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  <w:tc>
          <w:tcPr>
            <w:tcW w:w="1121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  <w:tc>
          <w:tcPr>
            <w:tcW w:w="1087" w:type="dxa"/>
          </w:tcPr>
          <w:p w:rsidR="00215A4D" w:rsidRPr="00CB03A4" w:rsidRDefault="003E12D9" w:rsidP="006F3F37">
            <w:pPr>
              <w:jc w:val="both"/>
            </w:pPr>
            <w:r>
              <w:t>50</w:t>
            </w:r>
          </w:p>
        </w:tc>
      </w:tr>
      <w:tr w:rsidR="00CB03A4" w:rsidRPr="006F6A93" w:rsidTr="006F6A93">
        <w:tc>
          <w:tcPr>
            <w:tcW w:w="2327" w:type="dxa"/>
          </w:tcPr>
          <w:p w:rsidR="00215A4D" w:rsidRPr="00CB03A4" w:rsidRDefault="00B64036" w:rsidP="006F3F37">
            <w:pPr>
              <w:jc w:val="both"/>
            </w:pPr>
            <w:r>
              <w:t>15.Дакур</w:t>
            </w:r>
          </w:p>
        </w:tc>
        <w:tc>
          <w:tcPr>
            <w:tcW w:w="1463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  <w:tc>
          <w:tcPr>
            <w:tcW w:w="1245" w:type="dxa"/>
          </w:tcPr>
          <w:p w:rsidR="00215A4D" w:rsidRPr="00CB03A4" w:rsidRDefault="003E12D9" w:rsidP="006F3F37">
            <w:pPr>
              <w:jc w:val="both"/>
            </w:pPr>
            <w:r>
              <w:t>30</w:t>
            </w:r>
          </w:p>
        </w:tc>
        <w:tc>
          <w:tcPr>
            <w:tcW w:w="1216" w:type="dxa"/>
          </w:tcPr>
          <w:p w:rsidR="00215A4D" w:rsidRPr="00CB03A4" w:rsidRDefault="003E12D9" w:rsidP="006F3F37">
            <w:pPr>
              <w:jc w:val="both"/>
            </w:pPr>
            <w:r>
              <w:t>30</w:t>
            </w:r>
          </w:p>
        </w:tc>
        <w:tc>
          <w:tcPr>
            <w:tcW w:w="1112" w:type="dxa"/>
          </w:tcPr>
          <w:p w:rsidR="00215A4D" w:rsidRPr="00CB03A4" w:rsidRDefault="003E12D9" w:rsidP="006F3F37">
            <w:pPr>
              <w:jc w:val="both"/>
            </w:pPr>
            <w:r>
              <w:t>50</w:t>
            </w:r>
          </w:p>
        </w:tc>
        <w:tc>
          <w:tcPr>
            <w:tcW w:w="1121" w:type="dxa"/>
          </w:tcPr>
          <w:p w:rsidR="00215A4D" w:rsidRPr="00CB03A4" w:rsidRDefault="003E12D9" w:rsidP="006F3F37">
            <w:pPr>
              <w:jc w:val="both"/>
            </w:pPr>
            <w:r>
              <w:t>50</w:t>
            </w:r>
          </w:p>
        </w:tc>
        <w:tc>
          <w:tcPr>
            <w:tcW w:w="1087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</w:tr>
      <w:tr w:rsidR="00CB03A4" w:rsidRPr="006F6A93" w:rsidTr="006F6A93">
        <w:tc>
          <w:tcPr>
            <w:tcW w:w="2327" w:type="dxa"/>
          </w:tcPr>
          <w:p w:rsidR="00215A4D" w:rsidRPr="00CB03A4" w:rsidRDefault="00B64036" w:rsidP="006F3F37">
            <w:pPr>
              <w:jc w:val="both"/>
            </w:pPr>
            <w:r>
              <w:t>16.Денисов</w:t>
            </w:r>
          </w:p>
        </w:tc>
        <w:tc>
          <w:tcPr>
            <w:tcW w:w="1463" w:type="dxa"/>
          </w:tcPr>
          <w:p w:rsidR="00215A4D" w:rsidRPr="00CB03A4" w:rsidRDefault="003E12D9" w:rsidP="006F3F37">
            <w:pPr>
              <w:jc w:val="both"/>
            </w:pPr>
            <w:r>
              <w:t>20</w:t>
            </w:r>
          </w:p>
        </w:tc>
        <w:tc>
          <w:tcPr>
            <w:tcW w:w="1245" w:type="dxa"/>
          </w:tcPr>
          <w:p w:rsidR="00215A4D" w:rsidRPr="00CB03A4" w:rsidRDefault="003E12D9" w:rsidP="006F3F37">
            <w:pPr>
              <w:jc w:val="both"/>
            </w:pPr>
            <w:r>
              <w:t>30</w:t>
            </w:r>
          </w:p>
        </w:tc>
        <w:tc>
          <w:tcPr>
            <w:tcW w:w="1216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  <w:tc>
          <w:tcPr>
            <w:tcW w:w="1112" w:type="dxa"/>
          </w:tcPr>
          <w:p w:rsidR="00215A4D" w:rsidRPr="00CB03A4" w:rsidRDefault="003E12D9" w:rsidP="006F3F37">
            <w:pPr>
              <w:jc w:val="both"/>
            </w:pPr>
            <w:r>
              <w:t>50</w:t>
            </w:r>
          </w:p>
        </w:tc>
        <w:tc>
          <w:tcPr>
            <w:tcW w:w="1121" w:type="dxa"/>
          </w:tcPr>
          <w:p w:rsidR="00215A4D" w:rsidRPr="00CB03A4" w:rsidRDefault="003E12D9" w:rsidP="006F3F37">
            <w:pPr>
              <w:jc w:val="both"/>
            </w:pPr>
            <w:r>
              <w:t>60</w:t>
            </w:r>
          </w:p>
        </w:tc>
        <w:tc>
          <w:tcPr>
            <w:tcW w:w="1087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</w:tr>
      <w:tr w:rsidR="00CB03A4" w:rsidRPr="006F6A93" w:rsidTr="006F6A93">
        <w:tc>
          <w:tcPr>
            <w:tcW w:w="2327" w:type="dxa"/>
          </w:tcPr>
          <w:p w:rsidR="00215A4D" w:rsidRPr="00CB03A4" w:rsidRDefault="00B64036" w:rsidP="006F3F37">
            <w:pPr>
              <w:jc w:val="both"/>
            </w:pPr>
            <w:r>
              <w:t>17.Дынин</w:t>
            </w:r>
          </w:p>
        </w:tc>
        <w:tc>
          <w:tcPr>
            <w:tcW w:w="1463" w:type="dxa"/>
          </w:tcPr>
          <w:p w:rsidR="00215A4D" w:rsidRPr="00CB03A4" w:rsidRDefault="003E12D9" w:rsidP="006F3F37">
            <w:pPr>
              <w:jc w:val="both"/>
            </w:pPr>
            <w:r>
              <w:t>30</w:t>
            </w:r>
          </w:p>
        </w:tc>
        <w:tc>
          <w:tcPr>
            <w:tcW w:w="1245" w:type="dxa"/>
          </w:tcPr>
          <w:p w:rsidR="00215A4D" w:rsidRPr="00CB03A4" w:rsidRDefault="003E12D9" w:rsidP="006F3F37">
            <w:pPr>
              <w:jc w:val="both"/>
            </w:pPr>
            <w:r>
              <w:t>30</w:t>
            </w:r>
          </w:p>
        </w:tc>
        <w:tc>
          <w:tcPr>
            <w:tcW w:w="1216" w:type="dxa"/>
          </w:tcPr>
          <w:p w:rsidR="00215A4D" w:rsidRPr="00CB03A4" w:rsidRDefault="003E12D9" w:rsidP="006F3F37">
            <w:pPr>
              <w:jc w:val="both"/>
            </w:pPr>
            <w:r>
              <w:t>30</w:t>
            </w:r>
          </w:p>
        </w:tc>
        <w:tc>
          <w:tcPr>
            <w:tcW w:w="1112" w:type="dxa"/>
          </w:tcPr>
          <w:p w:rsidR="00215A4D" w:rsidRPr="00CB03A4" w:rsidRDefault="003E12D9" w:rsidP="006F3F37">
            <w:pPr>
              <w:jc w:val="both"/>
            </w:pPr>
            <w:r>
              <w:t>30</w:t>
            </w:r>
          </w:p>
        </w:tc>
        <w:tc>
          <w:tcPr>
            <w:tcW w:w="1121" w:type="dxa"/>
          </w:tcPr>
          <w:p w:rsidR="00215A4D" w:rsidRPr="00CB03A4" w:rsidRDefault="003E12D9" w:rsidP="006F3F37">
            <w:pPr>
              <w:jc w:val="both"/>
            </w:pPr>
            <w:r>
              <w:t>30</w:t>
            </w:r>
          </w:p>
        </w:tc>
        <w:tc>
          <w:tcPr>
            <w:tcW w:w="1087" w:type="dxa"/>
          </w:tcPr>
          <w:p w:rsidR="00215A4D" w:rsidRPr="00CB03A4" w:rsidRDefault="003E12D9" w:rsidP="006F3F37">
            <w:pPr>
              <w:jc w:val="both"/>
            </w:pPr>
            <w:r>
              <w:t>30</w:t>
            </w:r>
          </w:p>
        </w:tc>
      </w:tr>
      <w:tr w:rsidR="00CB03A4" w:rsidRPr="006F6A93" w:rsidTr="006F6A93">
        <w:tc>
          <w:tcPr>
            <w:tcW w:w="2327" w:type="dxa"/>
          </w:tcPr>
          <w:p w:rsidR="00215A4D" w:rsidRPr="00CB03A4" w:rsidRDefault="00B64036" w:rsidP="006F3F37">
            <w:pPr>
              <w:jc w:val="both"/>
            </w:pPr>
            <w:r>
              <w:t>18.Евсеев</w:t>
            </w:r>
          </w:p>
        </w:tc>
        <w:tc>
          <w:tcPr>
            <w:tcW w:w="1463" w:type="dxa"/>
          </w:tcPr>
          <w:p w:rsidR="00215A4D" w:rsidRPr="00CB03A4" w:rsidRDefault="003E12D9" w:rsidP="006F3F37">
            <w:pPr>
              <w:jc w:val="both"/>
            </w:pPr>
            <w:r>
              <w:t>50</w:t>
            </w:r>
          </w:p>
        </w:tc>
        <w:tc>
          <w:tcPr>
            <w:tcW w:w="1245" w:type="dxa"/>
          </w:tcPr>
          <w:p w:rsidR="00215A4D" w:rsidRPr="00CB03A4" w:rsidRDefault="003E12D9" w:rsidP="006F3F37">
            <w:pPr>
              <w:jc w:val="both"/>
            </w:pPr>
            <w:r>
              <w:t>50</w:t>
            </w:r>
          </w:p>
        </w:tc>
        <w:tc>
          <w:tcPr>
            <w:tcW w:w="1216" w:type="dxa"/>
          </w:tcPr>
          <w:p w:rsidR="00215A4D" w:rsidRPr="00CB03A4" w:rsidRDefault="003E12D9" w:rsidP="006F3F37">
            <w:pPr>
              <w:jc w:val="both"/>
            </w:pPr>
            <w:r>
              <w:t>50</w:t>
            </w:r>
          </w:p>
        </w:tc>
        <w:tc>
          <w:tcPr>
            <w:tcW w:w="1112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  <w:tc>
          <w:tcPr>
            <w:tcW w:w="1121" w:type="dxa"/>
          </w:tcPr>
          <w:p w:rsidR="00215A4D" w:rsidRPr="00CB03A4" w:rsidRDefault="003E12D9" w:rsidP="006F3F37">
            <w:pPr>
              <w:jc w:val="both"/>
            </w:pPr>
            <w:r>
              <w:t>40</w:t>
            </w:r>
          </w:p>
        </w:tc>
        <w:tc>
          <w:tcPr>
            <w:tcW w:w="1087" w:type="dxa"/>
          </w:tcPr>
          <w:p w:rsidR="00215A4D" w:rsidRPr="00CB03A4" w:rsidRDefault="003E12D9" w:rsidP="006F3F37">
            <w:pPr>
              <w:jc w:val="both"/>
            </w:pPr>
            <w:r>
              <w:t>30</w:t>
            </w:r>
          </w:p>
        </w:tc>
      </w:tr>
      <w:tr w:rsidR="00CB03A4" w:rsidRPr="006F6A93" w:rsidTr="006F6A93">
        <w:tc>
          <w:tcPr>
            <w:tcW w:w="2327" w:type="dxa"/>
          </w:tcPr>
          <w:p w:rsidR="00215A4D" w:rsidRPr="00CB03A4" w:rsidRDefault="00B64036" w:rsidP="006F3F37">
            <w:pPr>
              <w:jc w:val="both"/>
            </w:pPr>
            <w:r>
              <w:t>19.Рыбин</w:t>
            </w:r>
          </w:p>
        </w:tc>
        <w:tc>
          <w:tcPr>
            <w:tcW w:w="1463" w:type="dxa"/>
          </w:tcPr>
          <w:p w:rsidR="00215A4D" w:rsidRPr="00CB03A4" w:rsidRDefault="00F24D5F" w:rsidP="006F3F37">
            <w:pPr>
              <w:jc w:val="both"/>
            </w:pPr>
            <w:r>
              <w:t>40</w:t>
            </w:r>
          </w:p>
        </w:tc>
        <w:tc>
          <w:tcPr>
            <w:tcW w:w="1245" w:type="dxa"/>
          </w:tcPr>
          <w:p w:rsidR="00215A4D" w:rsidRPr="00CB03A4" w:rsidRDefault="00F24D5F" w:rsidP="006F3F37">
            <w:pPr>
              <w:jc w:val="both"/>
            </w:pPr>
            <w:r>
              <w:t>30</w:t>
            </w:r>
          </w:p>
        </w:tc>
        <w:tc>
          <w:tcPr>
            <w:tcW w:w="1216" w:type="dxa"/>
          </w:tcPr>
          <w:p w:rsidR="00215A4D" w:rsidRPr="00CB03A4" w:rsidRDefault="00F24D5F" w:rsidP="006F3F37">
            <w:pPr>
              <w:jc w:val="both"/>
            </w:pPr>
            <w:r>
              <w:t>40</w:t>
            </w:r>
          </w:p>
        </w:tc>
        <w:tc>
          <w:tcPr>
            <w:tcW w:w="1112" w:type="dxa"/>
          </w:tcPr>
          <w:p w:rsidR="00215A4D" w:rsidRPr="00CB03A4" w:rsidRDefault="00F24D5F" w:rsidP="006F3F37">
            <w:pPr>
              <w:jc w:val="both"/>
            </w:pPr>
            <w:r>
              <w:t>40</w:t>
            </w:r>
          </w:p>
        </w:tc>
        <w:tc>
          <w:tcPr>
            <w:tcW w:w="1121" w:type="dxa"/>
          </w:tcPr>
          <w:p w:rsidR="00215A4D" w:rsidRPr="00CB03A4" w:rsidRDefault="00F24D5F" w:rsidP="006F3F37">
            <w:pPr>
              <w:jc w:val="both"/>
            </w:pPr>
            <w:r>
              <w:t>40</w:t>
            </w:r>
          </w:p>
        </w:tc>
        <w:tc>
          <w:tcPr>
            <w:tcW w:w="1087" w:type="dxa"/>
          </w:tcPr>
          <w:p w:rsidR="00215A4D" w:rsidRPr="00CB03A4" w:rsidRDefault="00F24D5F" w:rsidP="006F3F37">
            <w:pPr>
              <w:jc w:val="both"/>
            </w:pPr>
            <w:r>
              <w:t>40</w:t>
            </w:r>
          </w:p>
        </w:tc>
      </w:tr>
      <w:tr w:rsidR="00CB03A4" w:rsidRPr="006F6A93" w:rsidTr="006F6A93">
        <w:tc>
          <w:tcPr>
            <w:tcW w:w="2327" w:type="dxa"/>
          </w:tcPr>
          <w:p w:rsidR="00215A4D" w:rsidRPr="00CB03A4" w:rsidRDefault="00B64036" w:rsidP="006F3F37">
            <w:pPr>
              <w:jc w:val="both"/>
            </w:pPr>
            <w:r>
              <w:t>20.Тимощук</w:t>
            </w:r>
          </w:p>
        </w:tc>
        <w:tc>
          <w:tcPr>
            <w:tcW w:w="1463" w:type="dxa"/>
          </w:tcPr>
          <w:p w:rsidR="00215A4D" w:rsidRPr="00CB03A4" w:rsidRDefault="00F24D5F" w:rsidP="006F3F37">
            <w:pPr>
              <w:jc w:val="both"/>
            </w:pPr>
            <w:r>
              <w:t>40</w:t>
            </w:r>
          </w:p>
        </w:tc>
        <w:tc>
          <w:tcPr>
            <w:tcW w:w="1245" w:type="dxa"/>
          </w:tcPr>
          <w:p w:rsidR="00215A4D" w:rsidRPr="00CB03A4" w:rsidRDefault="00F24D5F" w:rsidP="006F3F37">
            <w:pPr>
              <w:jc w:val="both"/>
            </w:pPr>
            <w:r>
              <w:t>50</w:t>
            </w:r>
          </w:p>
        </w:tc>
        <w:tc>
          <w:tcPr>
            <w:tcW w:w="1216" w:type="dxa"/>
          </w:tcPr>
          <w:p w:rsidR="00215A4D" w:rsidRPr="00CB03A4" w:rsidRDefault="00F24D5F" w:rsidP="006F3F37">
            <w:pPr>
              <w:jc w:val="both"/>
            </w:pPr>
            <w:r>
              <w:t>60</w:t>
            </w:r>
          </w:p>
        </w:tc>
        <w:tc>
          <w:tcPr>
            <w:tcW w:w="1112" w:type="dxa"/>
          </w:tcPr>
          <w:p w:rsidR="00215A4D" w:rsidRPr="00CB03A4" w:rsidRDefault="00F24D5F" w:rsidP="006F3F37">
            <w:pPr>
              <w:jc w:val="both"/>
            </w:pPr>
            <w:r>
              <w:t>50</w:t>
            </w:r>
          </w:p>
        </w:tc>
        <w:tc>
          <w:tcPr>
            <w:tcW w:w="1121" w:type="dxa"/>
          </w:tcPr>
          <w:p w:rsidR="00215A4D" w:rsidRPr="00CB03A4" w:rsidRDefault="00F24D5F" w:rsidP="006F3F37">
            <w:pPr>
              <w:jc w:val="both"/>
            </w:pPr>
            <w:r>
              <w:t>30</w:t>
            </w:r>
          </w:p>
        </w:tc>
        <w:tc>
          <w:tcPr>
            <w:tcW w:w="1087" w:type="dxa"/>
          </w:tcPr>
          <w:p w:rsidR="00215A4D" w:rsidRPr="00CB03A4" w:rsidRDefault="00F24D5F" w:rsidP="006F3F37">
            <w:pPr>
              <w:jc w:val="both"/>
            </w:pPr>
            <w:r>
              <w:t>40</w:t>
            </w:r>
          </w:p>
        </w:tc>
      </w:tr>
      <w:tr w:rsidR="00CB03A4" w:rsidRPr="006F6A93" w:rsidTr="006F6A93">
        <w:tc>
          <w:tcPr>
            <w:tcW w:w="2327" w:type="dxa"/>
          </w:tcPr>
          <w:p w:rsidR="00215A4D" w:rsidRPr="00CB03A4" w:rsidRDefault="00B64036" w:rsidP="006F3F37">
            <w:pPr>
              <w:jc w:val="both"/>
            </w:pPr>
            <w:r>
              <w:t>21.Титов</w:t>
            </w:r>
          </w:p>
        </w:tc>
        <w:tc>
          <w:tcPr>
            <w:tcW w:w="1463" w:type="dxa"/>
          </w:tcPr>
          <w:p w:rsidR="00215A4D" w:rsidRPr="00CB03A4" w:rsidRDefault="00CF79AF" w:rsidP="006F3F37">
            <w:pPr>
              <w:jc w:val="both"/>
            </w:pPr>
            <w:r>
              <w:t>7</w:t>
            </w:r>
            <w:r w:rsidR="00F24D5F">
              <w:t>0</w:t>
            </w:r>
          </w:p>
        </w:tc>
        <w:tc>
          <w:tcPr>
            <w:tcW w:w="1245" w:type="dxa"/>
          </w:tcPr>
          <w:p w:rsidR="00215A4D" w:rsidRPr="00CB03A4" w:rsidRDefault="00F24D5F" w:rsidP="006F3F37">
            <w:pPr>
              <w:jc w:val="both"/>
            </w:pPr>
            <w:r>
              <w:t>50</w:t>
            </w:r>
          </w:p>
        </w:tc>
        <w:tc>
          <w:tcPr>
            <w:tcW w:w="1216" w:type="dxa"/>
          </w:tcPr>
          <w:p w:rsidR="00215A4D" w:rsidRPr="00CB03A4" w:rsidRDefault="00F24D5F" w:rsidP="006F3F37">
            <w:pPr>
              <w:jc w:val="both"/>
            </w:pPr>
            <w:r>
              <w:t>60</w:t>
            </w:r>
          </w:p>
        </w:tc>
        <w:tc>
          <w:tcPr>
            <w:tcW w:w="1112" w:type="dxa"/>
          </w:tcPr>
          <w:p w:rsidR="00215A4D" w:rsidRPr="00CB03A4" w:rsidRDefault="00F24D5F" w:rsidP="006F3F37">
            <w:pPr>
              <w:jc w:val="both"/>
            </w:pPr>
            <w:r>
              <w:t>60</w:t>
            </w:r>
          </w:p>
        </w:tc>
        <w:tc>
          <w:tcPr>
            <w:tcW w:w="1121" w:type="dxa"/>
          </w:tcPr>
          <w:p w:rsidR="00215A4D" w:rsidRPr="00CB03A4" w:rsidRDefault="00F24D5F" w:rsidP="006F3F37">
            <w:pPr>
              <w:jc w:val="both"/>
            </w:pPr>
            <w:r>
              <w:t>50</w:t>
            </w:r>
          </w:p>
        </w:tc>
        <w:tc>
          <w:tcPr>
            <w:tcW w:w="1087" w:type="dxa"/>
          </w:tcPr>
          <w:p w:rsidR="00215A4D" w:rsidRPr="00CB03A4" w:rsidRDefault="00F24D5F" w:rsidP="006F3F37">
            <w:pPr>
              <w:jc w:val="both"/>
            </w:pPr>
            <w:r>
              <w:t>40</w:t>
            </w:r>
          </w:p>
        </w:tc>
      </w:tr>
      <w:tr w:rsidR="00CB03A4" w:rsidRPr="006F6A93" w:rsidTr="006F6A93">
        <w:tc>
          <w:tcPr>
            <w:tcW w:w="2327" w:type="dxa"/>
          </w:tcPr>
          <w:p w:rsidR="00215A4D" w:rsidRPr="00CB03A4" w:rsidRDefault="00B64036" w:rsidP="006F3F37">
            <w:pPr>
              <w:jc w:val="both"/>
            </w:pPr>
            <w:r>
              <w:t>22.Никитов</w:t>
            </w:r>
          </w:p>
        </w:tc>
        <w:tc>
          <w:tcPr>
            <w:tcW w:w="1463" w:type="dxa"/>
          </w:tcPr>
          <w:p w:rsidR="00215A4D" w:rsidRPr="00CB03A4" w:rsidRDefault="00F24D5F" w:rsidP="006F3F37">
            <w:pPr>
              <w:jc w:val="both"/>
            </w:pPr>
            <w:r>
              <w:t>20</w:t>
            </w:r>
          </w:p>
        </w:tc>
        <w:tc>
          <w:tcPr>
            <w:tcW w:w="1245" w:type="dxa"/>
          </w:tcPr>
          <w:p w:rsidR="00215A4D" w:rsidRPr="00CB03A4" w:rsidRDefault="00F24D5F" w:rsidP="006F3F37">
            <w:pPr>
              <w:jc w:val="both"/>
            </w:pPr>
            <w:r>
              <w:t>20</w:t>
            </w:r>
          </w:p>
        </w:tc>
        <w:tc>
          <w:tcPr>
            <w:tcW w:w="1216" w:type="dxa"/>
          </w:tcPr>
          <w:p w:rsidR="00215A4D" w:rsidRPr="00CB03A4" w:rsidRDefault="00F24D5F" w:rsidP="006F3F37">
            <w:pPr>
              <w:jc w:val="both"/>
            </w:pPr>
            <w:r>
              <w:t>30</w:t>
            </w:r>
          </w:p>
        </w:tc>
        <w:tc>
          <w:tcPr>
            <w:tcW w:w="1112" w:type="dxa"/>
          </w:tcPr>
          <w:p w:rsidR="00215A4D" w:rsidRPr="00CB03A4" w:rsidRDefault="00F24D5F" w:rsidP="006F3F37">
            <w:pPr>
              <w:jc w:val="both"/>
            </w:pPr>
            <w:r>
              <w:t>40</w:t>
            </w:r>
          </w:p>
        </w:tc>
        <w:tc>
          <w:tcPr>
            <w:tcW w:w="1121" w:type="dxa"/>
          </w:tcPr>
          <w:p w:rsidR="00215A4D" w:rsidRPr="00CB03A4" w:rsidRDefault="00F24D5F" w:rsidP="006F3F37">
            <w:pPr>
              <w:jc w:val="both"/>
            </w:pPr>
            <w:r>
              <w:t>40</w:t>
            </w:r>
          </w:p>
        </w:tc>
        <w:tc>
          <w:tcPr>
            <w:tcW w:w="1087" w:type="dxa"/>
          </w:tcPr>
          <w:p w:rsidR="00215A4D" w:rsidRPr="00CB03A4" w:rsidRDefault="00F24D5F" w:rsidP="006F3F37">
            <w:pPr>
              <w:jc w:val="both"/>
            </w:pPr>
            <w:r>
              <w:t>50</w:t>
            </w:r>
          </w:p>
        </w:tc>
      </w:tr>
      <w:tr w:rsidR="00CB03A4" w:rsidRPr="006F6A93" w:rsidTr="006F6A93">
        <w:tc>
          <w:tcPr>
            <w:tcW w:w="2327" w:type="dxa"/>
          </w:tcPr>
          <w:p w:rsidR="00215A4D" w:rsidRPr="00CB03A4" w:rsidRDefault="00B64036" w:rsidP="006F3F37">
            <w:pPr>
              <w:jc w:val="both"/>
            </w:pPr>
            <w:r>
              <w:t>23.Мандрыкин</w:t>
            </w:r>
          </w:p>
        </w:tc>
        <w:tc>
          <w:tcPr>
            <w:tcW w:w="1463" w:type="dxa"/>
          </w:tcPr>
          <w:p w:rsidR="00215A4D" w:rsidRPr="00CB03A4" w:rsidRDefault="00F24D5F" w:rsidP="006F3F37">
            <w:pPr>
              <w:jc w:val="both"/>
            </w:pPr>
            <w:r>
              <w:t>40</w:t>
            </w:r>
          </w:p>
        </w:tc>
        <w:tc>
          <w:tcPr>
            <w:tcW w:w="1245" w:type="dxa"/>
          </w:tcPr>
          <w:p w:rsidR="00215A4D" w:rsidRPr="00CB03A4" w:rsidRDefault="00F24D5F" w:rsidP="006F3F37">
            <w:pPr>
              <w:jc w:val="both"/>
            </w:pPr>
            <w:r>
              <w:t>50</w:t>
            </w:r>
          </w:p>
        </w:tc>
        <w:tc>
          <w:tcPr>
            <w:tcW w:w="1216" w:type="dxa"/>
          </w:tcPr>
          <w:p w:rsidR="00215A4D" w:rsidRPr="00CB03A4" w:rsidRDefault="00F24D5F" w:rsidP="006F3F37">
            <w:pPr>
              <w:jc w:val="both"/>
            </w:pPr>
            <w:r>
              <w:t>50</w:t>
            </w:r>
          </w:p>
        </w:tc>
        <w:tc>
          <w:tcPr>
            <w:tcW w:w="1112" w:type="dxa"/>
          </w:tcPr>
          <w:p w:rsidR="00215A4D" w:rsidRPr="00CB03A4" w:rsidRDefault="00F24D5F" w:rsidP="006F3F37">
            <w:pPr>
              <w:jc w:val="both"/>
            </w:pPr>
            <w:r>
              <w:t>50</w:t>
            </w:r>
          </w:p>
        </w:tc>
        <w:tc>
          <w:tcPr>
            <w:tcW w:w="1121" w:type="dxa"/>
          </w:tcPr>
          <w:p w:rsidR="00215A4D" w:rsidRPr="00CB03A4" w:rsidRDefault="00F24D5F" w:rsidP="006F3F37">
            <w:pPr>
              <w:jc w:val="both"/>
            </w:pPr>
            <w:r>
              <w:t>40</w:t>
            </w:r>
          </w:p>
        </w:tc>
        <w:tc>
          <w:tcPr>
            <w:tcW w:w="1087" w:type="dxa"/>
          </w:tcPr>
          <w:p w:rsidR="00215A4D" w:rsidRPr="00CB03A4" w:rsidRDefault="00F24D5F" w:rsidP="006F3F37">
            <w:pPr>
              <w:jc w:val="both"/>
            </w:pPr>
            <w:r>
              <w:t>30</w:t>
            </w:r>
          </w:p>
        </w:tc>
      </w:tr>
      <w:tr w:rsidR="00C22128" w:rsidRPr="006F6A93" w:rsidTr="006F6A93">
        <w:tc>
          <w:tcPr>
            <w:tcW w:w="2327" w:type="dxa"/>
          </w:tcPr>
          <w:p w:rsidR="00C22128" w:rsidRDefault="00C22128" w:rsidP="006F3F37">
            <w:pPr>
              <w:jc w:val="both"/>
            </w:pPr>
            <w:r>
              <w:t>24.Чентофальски</w:t>
            </w:r>
          </w:p>
        </w:tc>
        <w:tc>
          <w:tcPr>
            <w:tcW w:w="1463" w:type="dxa"/>
          </w:tcPr>
          <w:p w:rsidR="00C22128" w:rsidRPr="00CB03A4" w:rsidRDefault="00F24D5F" w:rsidP="006F3F37">
            <w:pPr>
              <w:jc w:val="both"/>
            </w:pPr>
            <w:r>
              <w:t>30</w:t>
            </w:r>
          </w:p>
        </w:tc>
        <w:tc>
          <w:tcPr>
            <w:tcW w:w="1245" w:type="dxa"/>
          </w:tcPr>
          <w:p w:rsidR="00C22128" w:rsidRPr="00CB03A4" w:rsidRDefault="00F24D5F" w:rsidP="006F3F37">
            <w:pPr>
              <w:jc w:val="both"/>
            </w:pPr>
            <w:r>
              <w:t>30</w:t>
            </w:r>
          </w:p>
        </w:tc>
        <w:tc>
          <w:tcPr>
            <w:tcW w:w="1216" w:type="dxa"/>
          </w:tcPr>
          <w:p w:rsidR="00C22128" w:rsidRPr="00CB03A4" w:rsidRDefault="00F24D5F" w:rsidP="006F3F37">
            <w:pPr>
              <w:jc w:val="both"/>
            </w:pPr>
            <w:r>
              <w:t>30</w:t>
            </w:r>
          </w:p>
        </w:tc>
        <w:tc>
          <w:tcPr>
            <w:tcW w:w="1112" w:type="dxa"/>
          </w:tcPr>
          <w:p w:rsidR="00C22128" w:rsidRPr="00CB03A4" w:rsidRDefault="00F24D5F" w:rsidP="006F3F37">
            <w:pPr>
              <w:jc w:val="both"/>
            </w:pPr>
            <w:r>
              <w:t>40</w:t>
            </w:r>
          </w:p>
        </w:tc>
        <w:tc>
          <w:tcPr>
            <w:tcW w:w="1121" w:type="dxa"/>
          </w:tcPr>
          <w:p w:rsidR="00C22128" w:rsidRPr="00CB03A4" w:rsidRDefault="00F24D5F" w:rsidP="006F3F37">
            <w:pPr>
              <w:jc w:val="both"/>
            </w:pPr>
            <w:r>
              <w:t>40</w:t>
            </w:r>
          </w:p>
        </w:tc>
        <w:tc>
          <w:tcPr>
            <w:tcW w:w="1087" w:type="dxa"/>
          </w:tcPr>
          <w:p w:rsidR="00C22128" w:rsidRPr="00CB03A4" w:rsidRDefault="00F24D5F" w:rsidP="006F3F37">
            <w:pPr>
              <w:jc w:val="both"/>
            </w:pPr>
            <w:r>
              <w:t>50</w:t>
            </w:r>
          </w:p>
        </w:tc>
      </w:tr>
      <w:tr w:rsidR="00CB03A4" w:rsidRPr="006F6A93" w:rsidTr="006F6A93">
        <w:tc>
          <w:tcPr>
            <w:tcW w:w="2327" w:type="dxa"/>
          </w:tcPr>
          <w:p w:rsidR="00215A4D" w:rsidRPr="00CB03A4" w:rsidRDefault="00B64036" w:rsidP="006F3F37">
            <w:pPr>
              <w:jc w:val="both"/>
            </w:pPr>
            <w:r>
              <w:t>2</w:t>
            </w:r>
            <w:r w:rsidR="00C22128">
              <w:t>5</w:t>
            </w:r>
            <w:r>
              <w:t>.Перов</w:t>
            </w:r>
          </w:p>
        </w:tc>
        <w:tc>
          <w:tcPr>
            <w:tcW w:w="1463" w:type="dxa"/>
          </w:tcPr>
          <w:p w:rsidR="00215A4D" w:rsidRPr="00CB03A4" w:rsidRDefault="00F24D5F" w:rsidP="006F3F37">
            <w:pPr>
              <w:jc w:val="both"/>
            </w:pPr>
            <w:r>
              <w:t>50</w:t>
            </w:r>
          </w:p>
        </w:tc>
        <w:tc>
          <w:tcPr>
            <w:tcW w:w="1245" w:type="dxa"/>
          </w:tcPr>
          <w:p w:rsidR="00215A4D" w:rsidRPr="00CB03A4" w:rsidRDefault="00F24D5F" w:rsidP="006F3F37">
            <w:pPr>
              <w:jc w:val="both"/>
            </w:pPr>
            <w:r>
              <w:t>40</w:t>
            </w:r>
          </w:p>
        </w:tc>
        <w:tc>
          <w:tcPr>
            <w:tcW w:w="1216" w:type="dxa"/>
          </w:tcPr>
          <w:p w:rsidR="00215A4D" w:rsidRPr="00CB03A4" w:rsidRDefault="00F24D5F" w:rsidP="006F3F37">
            <w:pPr>
              <w:jc w:val="both"/>
            </w:pPr>
            <w:r>
              <w:t>30</w:t>
            </w:r>
          </w:p>
        </w:tc>
        <w:tc>
          <w:tcPr>
            <w:tcW w:w="1112" w:type="dxa"/>
          </w:tcPr>
          <w:p w:rsidR="00215A4D" w:rsidRPr="00CB03A4" w:rsidRDefault="00F24D5F" w:rsidP="006F3F37">
            <w:pPr>
              <w:jc w:val="both"/>
            </w:pPr>
            <w:r>
              <w:t>40</w:t>
            </w:r>
          </w:p>
        </w:tc>
        <w:tc>
          <w:tcPr>
            <w:tcW w:w="1121" w:type="dxa"/>
          </w:tcPr>
          <w:p w:rsidR="00215A4D" w:rsidRPr="00CB03A4" w:rsidRDefault="00F24D5F" w:rsidP="006F3F37">
            <w:pPr>
              <w:jc w:val="both"/>
            </w:pPr>
            <w:r>
              <w:t>30</w:t>
            </w:r>
          </w:p>
        </w:tc>
        <w:tc>
          <w:tcPr>
            <w:tcW w:w="1087" w:type="dxa"/>
          </w:tcPr>
          <w:p w:rsidR="00215A4D" w:rsidRPr="00CB03A4" w:rsidRDefault="00F24D5F" w:rsidP="006F3F37">
            <w:pPr>
              <w:jc w:val="both"/>
            </w:pPr>
            <w:r>
              <w:t>30</w:t>
            </w:r>
          </w:p>
        </w:tc>
      </w:tr>
      <w:bookmarkEnd w:id="1"/>
    </w:tbl>
    <w:p w:rsidR="00215A4D" w:rsidRDefault="00215A4D" w:rsidP="006F3F37">
      <w:pPr>
        <w:jc w:val="both"/>
        <w:rPr>
          <w:sz w:val="28"/>
          <w:szCs w:val="28"/>
        </w:rPr>
      </w:pPr>
    </w:p>
    <w:p w:rsidR="00D84182" w:rsidRDefault="00BC51A3" w:rsidP="006F3F37">
      <w:pPr>
        <w:pStyle w:val="1"/>
        <w:spacing w:line="240" w:lineRule="auto"/>
        <w:jc w:val="both"/>
      </w:pPr>
      <w:r>
        <w:rPr>
          <w:noProof/>
        </w:rPr>
        <w:pict>
          <v:group id="_x0000_s2205" style="position:absolute;left:0;text-align:left;margin-left:24pt;margin-top:18.2pt;width:552.85pt;height:801pt;z-index:251650560;mso-position-horizontal-relative:page;mso-position-vertical-relative:page" coordsize="20000,20000">
            <v:rect id="_x0000_s2206" style="position:absolute;width:20000;height:20000" filled="f" strokeweight="2pt"/>
            <v:line id="_x0000_s2207" style="position:absolute" from="1093,18949" to="1095,19989" strokeweight="2pt"/>
            <v:line id="_x0000_s2208" style="position:absolute" from="10,18941" to="19977,18942" strokeweight="2pt"/>
            <v:line id="_x0000_s2209" style="position:absolute" from="2186,18949" to="2188,19989" strokeweight="2pt"/>
            <v:line id="_x0000_s2210" style="position:absolute" from="4919,18949" to="4921,19989" strokeweight="2pt"/>
            <v:line id="_x0000_s2211" style="position:absolute" from="6557,18959" to="6559,19989" strokeweight="2pt"/>
            <v:line id="_x0000_s2212" style="position:absolute" from="7650,18949" to="7652,19979" strokeweight="2pt"/>
            <v:line id="_x0000_s2213" style="position:absolute" from="18905,18949" to="18909,19989" strokeweight="2pt"/>
            <v:line id="_x0000_s2214" style="position:absolute" from="10,19293" to="7631,19295" strokeweight="1pt"/>
            <v:line id="_x0000_s2215" style="position:absolute" from="10,19646" to="7631,19647" strokeweight="2pt"/>
            <v:line id="_x0000_s2216" style="position:absolute" from="18919,19296" to="19990,19297" strokeweight="1pt"/>
            <v:rect id="_x0000_s2217" style="position:absolute;left:54;top:19660;width:1000;height:309" filled="f" stroked="f" strokeweight=".25pt">
              <v:textbox style="mso-next-textbox:#_x0000_s2217" inset="1pt,1pt,1pt,1pt">
                <w:txbxContent>
                  <w:p w:rsidR="00DE1E9A" w:rsidRDefault="00DE1E9A" w:rsidP="00F744B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218" style="position:absolute;left:1139;top:19660;width:1001;height:309" filled="f" stroked="f" strokeweight=".25pt">
              <v:textbox style="mso-next-textbox:#_x0000_s2218" inset="1pt,1pt,1pt,1pt">
                <w:txbxContent>
                  <w:p w:rsidR="00DE1E9A" w:rsidRDefault="00DE1E9A" w:rsidP="00F744B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219" style="position:absolute;left:2267;top:19660;width:2573;height:309" filled="f" stroked="f" strokeweight=".25pt">
              <v:textbox style="mso-next-textbox:#_x0000_s2219" inset="1pt,1pt,1pt,1pt">
                <w:txbxContent>
                  <w:p w:rsidR="00DE1E9A" w:rsidRDefault="00DE1E9A" w:rsidP="00F744B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220" style="position:absolute;left:4983;top:19660;width:1534;height:309" filled="f" stroked="f" strokeweight=".25pt">
              <v:textbox style="mso-next-textbox:#_x0000_s2220" inset="1pt,1pt,1pt,1pt">
                <w:txbxContent>
                  <w:p w:rsidR="00DE1E9A" w:rsidRDefault="00DE1E9A" w:rsidP="00F744B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221" style="position:absolute;left:6604;top:19660;width:1000;height:309" filled="f" stroked="f" strokeweight=".25pt">
              <v:textbox style="mso-next-textbox:#_x0000_s2221" inset="1pt,1pt,1pt,1pt">
                <w:txbxContent>
                  <w:p w:rsidR="00DE1E9A" w:rsidRDefault="00DE1E9A" w:rsidP="00F744B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222" style="position:absolute;left:18949;top:18977;width:1001;height:309" filled="f" stroked="f" strokeweight=".25pt">
              <v:textbox style="mso-next-textbox:#_x0000_s2222" inset="1pt,1pt,1pt,1pt">
                <w:txbxContent>
                  <w:p w:rsidR="00DE1E9A" w:rsidRDefault="00DE1E9A" w:rsidP="00F744B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223" style="position:absolute;left:18949;top:19435;width:1001;height:423" filled="f" stroked="f" strokeweight=".25pt">
              <v:textbox style="mso-next-textbox:#_x0000_s2223" inset="1pt,1pt,1pt,1pt">
                <w:txbxContent>
                  <w:p w:rsidR="00DE1E9A" w:rsidRPr="005860A9" w:rsidRDefault="00DE1E9A" w:rsidP="00F744B7">
                    <w:pPr>
                      <w:pStyle w:val="ab"/>
                      <w:jc w:val="center"/>
                      <w:rPr>
                        <w:rFonts w:ascii="Times New Roman" w:hAnsi="Times New Roman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sz w:val="24"/>
                        <w:lang w:val="ru-RU"/>
                      </w:rPr>
                      <w:t>1</w:t>
                    </w:r>
                    <w:r w:rsidR="006F3F37">
                      <w:rPr>
                        <w:rFonts w:ascii="Times New Roman" w:hAnsi="Times New Roman"/>
                        <w:sz w:val="24"/>
                        <w:lang w:val="ru-RU"/>
                      </w:rPr>
                      <w:t>3</w:t>
                    </w:r>
                  </w:p>
                  <w:p w:rsidR="00DE1E9A" w:rsidRPr="005F7DB4" w:rsidRDefault="00DE1E9A" w:rsidP="00F744B7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</w:p>
                  <w:p w:rsidR="00DE1E9A" w:rsidRPr="00F725FA" w:rsidRDefault="00DE1E9A" w:rsidP="00F744B7">
                    <w:pPr>
                      <w:pStyle w:val="ab"/>
                      <w:jc w:val="center"/>
                      <w:rPr>
                        <w:sz w:val="24"/>
                        <w:lang w:val="en-US"/>
                      </w:rPr>
                    </w:pPr>
                  </w:p>
                </w:txbxContent>
              </v:textbox>
            </v:rect>
            <v:rect id="_x0000_s2224" style="position:absolute;left:7745;top:19221;width:11075;height:477" filled="f" stroked="f" strokeweight=".25pt">
              <v:textbox style="mso-next-textbox:#_x0000_s2224" inset="1pt,1pt,1pt,1pt">
                <w:txbxContent>
                  <w:p w:rsidR="00DE1E9A" w:rsidRPr="000776FB" w:rsidRDefault="00DE1E9A" w:rsidP="00F744B7"/>
                </w:txbxContent>
              </v:textbox>
            </v:rect>
            <w10:wrap anchorx="page" anchory="page"/>
            <w10:anchorlock/>
          </v:group>
        </w:pict>
      </w:r>
      <w:r w:rsidR="00215A4D">
        <w:br w:type="page"/>
      </w:r>
      <w:r w:rsidR="00311EF6">
        <w:lastRenderedPageBreak/>
        <w:t xml:space="preserve">7.2 </w:t>
      </w:r>
      <w:r w:rsidR="00D84182">
        <w:t>Выходные данные</w:t>
      </w:r>
    </w:p>
    <w:p w:rsidR="00B33BC2" w:rsidRDefault="00B33BC2" w:rsidP="006F3F37">
      <w:pPr>
        <w:jc w:val="both"/>
        <w:rPr>
          <w:sz w:val="28"/>
          <w:szCs w:val="28"/>
        </w:rPr>
      </w:pPr>
    </w:p>
    <w:p w:rsidR="00B9788B" w:rsidRPr="00781F2D" w:rsidRDefault="0076449B" w:rsidP="006F3F37">
      <w:pPr>
        <w:ind w:firstLine="708"/>
        <w:jc w:val="both"/>
      </w:pPr>
      <w:r w:rsidRPr="00781F2D">
        <w:t>По каждому сборщику просуммировать количество деталей, собранное им за неделю. Определить сборщика, собравшего наибольшее число изделий и день когда он достиг наивысшей производительности труда.</w:t>
      </w:r>
    </w:p>
    <w:p w:rsidR="00B33BC2" w:rsidRDefault="00B33BC2" w:rsidP="006F3F37">
      <w:pPr>
        <w:ind w:firstLine="708"/>
        <w:jc w:val="both"/>
        <w:rPr>
          <w:sz w:val="28"/>
          <w:szCs w:val="28"/>
        </w:rPr>
      </w:pP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4"/>
        <w:gridCol w:w="3278"/>
        <w:gridCol w:w="2710"/>
      </w:tblGrid>
      <w:tr w:rsidR="000B59AE" w:rsidRPr="006F6A93" w:rsidTr="006F6A93">
        <w:tc>
          <w:tcPr>
            <w:tcW w:w="2484" w:type="dxa"/>
            <w:vAlign w:val="center"/>
          </w:tcPr>
          <w:p w:rsidR="000B59AE" w:rsidRPr="00781F2D" w:rsidRDefault="00BC51A3" w:rsidP="006F3F37">
            <w:pPr>
              <w:jc w:val="both"/>
            </w:pPr>
            <w:r>
              <w:rPr>
                <w:noProof/>
              </w:rPr>
              <w:pict>
                <v:group id="_x0000_s2635" style="position:absolute;left:0;text-align:left;margin-left:-54.75pt;margin-top:-145.5pt;width:545.15pt;height:801pt;z-index:251657728;mso-position-horizontal-relative:page;mso-position-vertical-relative:page" coordsize="20000,20000">
                  <v:rect id="_x0000_s2636" style="position:absolute;width:20000;height:20000" filled="f" strokeweight="2pt"/>
                  <v:line id="_x0000_s2637" style="position:absolute" from="1093,18949" to="1095,19989" strokeweight="2pt"/>
                  <v:line id="_x0000_s2638" style="position:absolute" from="10,18941" to="19977,18942" strokeweight="2pt"/>
                  <v:line id="_x0000_s2639" style="position:absolute" from="2186,18949" to="2188,19989" strokeweight="2pt"/>
                  <v:line id="_x0000_s2640" style="position:absolute" from="4919,18949" to="4921,19989" strokeweight="2pt"/>
                  <v:line id="_x0000_s2641" style="position:absolute" from="6557,18959" to="6559,19989" strokeweight="2pt"/>
                  <v:line id="_x0000_s2642" style="position:absolute" from="7650,18949" to="7652,19979" strokeweight="2pt"/>
                  <v:line id="_x0000_s2643" style="position:absolute" from="18905,18949" to="18909,19989" strokeweight="2pt"/>
                  <v:line id="_x0000_s2644" style="position:absolute" from="10,19293" to="7631,19295" strokeweight="1pt"/>
                  <v:line id="_x0000_s2645" style="position:absolute" from="10,19646" to="7631,19647" strokeweight="2pt"/>
                  <v:line id="_x0000_s2646" style="position:absolute" from="18919,19296" to="19990,19297" strokeweight="1pt"/>
                  <v:rect id="_x0000_s2647" style="position:absolute;left:54;top:19660;width:1000;height:309" filled="f" stroked="f" strokeweight=".25pt">
                    <v:textbox style="mso-next-textbox:#_x0000_s2647" inset="1pt,1pt,1pt,1pt">
                      <w:txbxContent>
                        <w:p w:rsidR="00DE1E9A" w:rsidRDefault="00DE1E9A" w:rsidP="00F744B7">
                          <w:pPr>
                            <w:pStyle w:val="ab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Изм.</w:t>
                          </w:r>
                        </w:p>
                      </w:txbxContent>
                    </v:textbox>
                  </v:rect>
                  <v:rect id="_x0000_s2648" style="position:absolute;left:1139;top:19660;width:1001;height:309" filled="f" stroked="f" strokeweight=".25pt">
                    <v:textbox style="mso-next-textbox:#_x0000_s2648" inset="1pt,1pt,1pt,1pt">
                      <w:txbxContent>
                        <w:p w:rsidR="00DE1E9A" w:rsidRDefault="00DE1E9A" w:rsidP="00F744B7">
                          <w:pPr>
                            <w:pStyle w:val="ab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Лист</w:t>
                          </w:r>
                        </w:p>
                      </w:txbxContent>
                    </v:textbox>
                  </v:rect>
                  <v:rect id="_x0000_s2649" style="position:absolute;left:2267;top:19660;width:2573;height:309" filled="f" stroked="f" strokeweight=".25pt">
                    <v:textbox style="mso-next-textbox:#_x0000_s2649" inset="1pt,1pt,1pt,1pt">
                      <w:txbxContent>
                        <w:p w:rsidR="00DE1E9A" w:rsidRDefault="00DE1E9A" w:rsidP="00F744B7">
                          <w:pPr>
                            <w:pStyle w:val="ab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№ докум.</w:t>
                          </w:r>
                        </w:p>
                      </w:txbxContent>
                    </v:textbox>
                  </v:rect>
                  <v:rect id="_x0000_s2650" style="position:absolute;left:4983;top:19660;width:1534;height:309" filled="f" stroked="f" strokeweight=".25pt">
                    <v:textbox style="mso-next-textbox:#_x0000_s2650" inset="1pt,1pt,1pt,1pt">
                      <w:txbxContent>
                        <w:p w:rsidR="00DE1E9A" w:rsidRDefault="00DE1E9A" w:rsidP="00F744B7">
                          <w:pPr>
                            <w:pStyle w:val="ab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Подпись</w:t>
                          </w:r>
                        </w:p>
                      </w:txbxContent>
                    </v:textbox>
                  </v:rect>
                  <v:rect id="_x0000_s2651" style="position:absolute;left:6604;top:19660;width:1000;height:309" filled="f" stroked="f" strokeweight=".25pt">
                    <v:textbox style="mso-next-textbox:#_x0000_s2651" inset="1pt,1pt,1pt,1pt">
                      <w:txbxContent>
                        <w:p w:rsidR="00DE1E9A" w:rsidRDefault="00DE1E9A" w:rsidP="00F744B7">
                          <w:pPr>
                            <w:pStyle w:val="ab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Дата</w:t>
                          </w:r>
                        </w:p>
                      </w:txbxContent>
                    </v:textbox>
                  </v:rect>
                  <v:rect id="_x0000_s2652" style="position:absolute;left:18949;top:18977;width:1001;height:309" filled="f" stroked="f" strokeweight=".25pt">
                    <v:textbox style="mso-next-textbox:#_x0000_s2652" inset="1pt,1pt,1pt,1pt">
                      <w:txbxContent>
                        <w:p w:rsidR="00DE1E9A" w:rsidRDefault="00DE1E9A" w:rsidP="00F744B7">
                          <w:pPr>
                            <w:pStyle w:val="ab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Лист</w:t>
                          </w:r>
                        </w:p>
                      </w:txbxContent>
                    </v:textbox>
                  </v:rect>
                  <v:rect id="_x0000_s2653" style="position:absolute;left:18949;top:19435;width:1001;height:423" filled="f" stroked="f" strokeweight=".25pt">
                    <v:textbox style="mso-next-textbox:#_x0000_s2653" inset="1pt,1pt,1pt,1pt">
                      <w:txbxContent>
                        <w:p w:rsidR="00DE1E9A" w:rsidRPr="00B63671" w:rsidRDefault="00DE1E9A" w:rsidP="00F744B7">
                          <w:pPr>
                            <w:pStyle w:val="ab"/>
                            <w:jc w:val="center"/>
                            <w:rPr>
                              <w:rFonts w:ascii="Times New Roman" w:hAnsi="Times New Roman"/>
                              <w:sz w:val="24"/>
                              <w:lang w:val="ru-RU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lang w:val="ru-RU"/>
                            </w:rPr>
                            <w:t>1</w:t>
                          </w:r>
                          <w:r w:rsidR="006F3F37">
                            <w:rPr>
                              <w:rFonts w:ascii="Times New Roman" w:hAnsi="Times New Roman"/>
                              <w:sz w:val="24"/>
                              <w:lang w:val="ru-RU"/>
                            </w:rPr>
                            <w:t>4</w:t>
                          </w:r>
                        </w:p>
                        <w:p w:rsidR="00DE1E9A" w:rsidRPr="005F7DB4" w:rsidRDefault="00DE1E9A" w:rsidP="00F744B7">
                          <w:pPr>
                            <w:pStyle w:val="ab"/>
                            <w:jc w:val="center"/>
                            <w:rPr>
                              <w:sz w:val="24"/>
                              <w:lang w:val="ru-RU"/>
                            </w:rPr>
                          </w:pPr>
                        </w:p>
                        <w:p w:rsidR="00DE1E9A" w:rsidRPr="00F725FA" w:rsidRDefault="00DE1E9A" w:rsidP="00F744B7">
                          <w:pPr>
                            <w:pStyle w:val="ab"/>
                            <w:jc w:val="center"/>
                            <w:rPr>
                              <w:sz w:val="24"/>
                              <w:lang w:val="en-US"/>
                            </w:rPr>
                          </w:pPr>
                        </w:p>
                      </w:txbxContent>
                    </v:textbox>
                  </v:rect>
                  <v:rect id="_x0000_s2654" style="position:absolute;left:7745;top:19221;width:11075;height:477" filled="f" stroked="f" strokeweight=".25pt">
                    <v:textbox style="mso-next-textbox:#_x0000_s2654" inset="1pt,1pt,1pt,1pt">
                      <w:txbxContent>
                        <w:p w:rsidR="00DE1E9A" w:rsidRPr="000776FB" w:rsidRDefault="00DE1E9A" w:rsidP="00F744B7"/>
                      </w:txbxContent>
                    </v:textbox>
                  </v:rect>
                  <w10:wrap anchorx="page" anchory="page"/>
                  <w10:anchorlock/>
                </v:group>
              </w:pict>
            </w:r>
            <w:r w:rsidR="000B59AE" w:rsidRPr="00781F2D">
              <w:t>ФИО</w:t>
            </w:r>
          </w:p>
        </w:tc>
        <w:tc>
          <w:tcPr>
            <w:tcW w:w="3278" w:type="dxa"/>
            <w:vAlign w:val="center"/>
          </w:tcPr>
          <w:p w:rsidR="000B59AE" w:rsidRPr="000B59AE" w:rsidRDefault="000B59AE" w:rsidP="006F3F37">
            <w:pPr>
              <w:jc w:val="both"/>
            </w:pPr>
            <w:r>
              <w:t>Общее количество деталей за неделю</w:t>
            </w:r>
          </w:p>
        </w:tc>
        <w:tc>
          <w:tcPr>
            <w:tcW w:w="2710" w:type="dxa"/>
          </w:tcPr>
          <w:p w:rsidR="000B59AE" w:rsidRPr="0076449B" w:rsidRDefault="000B59AE" w:rsidP="006F3F37">
            <w:pPr>
              <w:jc w:val="both"/>
            </w:pPr>
            <w:r>
              <w:t>Определение сбо</w:t>
            </w:r>
            <w:r w:rsidR="00BC14C6">
              <w:t>р</w:t>
            </w:r>
            <w:r>
              <w:t>щика и наибольших значений</w:t>
            </w:r>
          </w:p>
        </w:tc>
      </w:tr>
      <w:tr w:rsidR="000B59AE" w:rsidRPr="006F6A93" w:rsidTr="006F6A93">
        <w:tc>
          <w:tcPr>
            <w:tcW w:w="2484" w:type="dxa"/>
          </w:tcPr>
          <w:p w:rsidR="000B59AE" w:rsidRPr="00CB03A4" w:rsidRDefault="000B59AE" w:rsidP="006F3F37">
            <w:pPr>
              <w:jc w:val="both"/>
            </w:pPr>
            <w:r w:rsidRPr="00CB03A4">
              <w:t>1.Авраченков</w:t>
            </w:r>
          </w:p>
        </w:tc>
        <w:tc>
          <w:tcPr>
            <w:tcW w:w="3278" w:type="dxa"/>
            <w:vAlign w:val="bottom"/>
          </w:tcPr>
          <w:p w:rsidR="000B59AE" w:rsidRPr="006F6A93" w:rsidRDefault="000B59AE" w:rsidP="006F3F37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 w:rsidRPr="006F6A93">
              <w:rPr>
                <w:rFonts w:ascii="Arial CYR" w:hAnsi="Arial CYR" w:cs="Arial CYR"/>
                <w:sz w:val="20"/>
                <w:szCs w:val="20"/>
              </w:rPr>
              <w:t>270</w:t>
            </w:r>
          </w:p>
        </w:tc>
        <w:tc>
          <w:tcPr>
            <w:tcW w:w="2710" w:type="dxa"/>
          </w:tcPr>
          <w:p w:rsidR="000B59AE" w:rsidRPr="006F6A93" w:rsidRDefault="000B59AE" w:rsidP="006F3F37">
            <w:pPr>
              <w:jc w:val="both"/>
              <w:rPr>
                <w:sz w:val="28"/>
                <w:szCs w:val="28"/>
              </w:rPr>
            </w:pPr>
          </w:p>
        </w:tc>
      </w:tr>
      <w:tr w:rsidR="000B59AE" w:rsidRPr="006F6A93" w:rsidTr="006F6A93">
        <w:tc>
          <w:tcPr>
            <w:tcW w:w="2484" w:type="dxa"/>
          </w:tcPr>
          <w:p w:rsidR="000B59AE" w:rsidRPr="00CB03A4" w:rsidRDefault="000B59AE" w:rsidP="006F3F37">
            <w:pPr>
              <w:jc w:val="both"/>
            </w:pPr>
            <w:r>
              <w:t>2.Агонян</w:t>
            </w:r>
          </w:p>
        </w:tc>
        <w:tc>
          <w:tcPr>
            <w:tcW w:w="3278" w:type="dxa"/>
            <w:vAlign w:val="bottom"/>
          </w:tcPr>
          <w:p w:rsidR="000B59AE" w:rsidRPr="006F6A93" w:rsidRDefault="000B59AE" w:rsidP="006F3F37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 w:rsidRPr="006F6A93">
              <w:rPr>
                <w:rFonts w:ascii="Arial CYR" w:hAnsi="Arial CYR" w:cs="Arial CYR"/>
                <w:sz w:val="20"/>
                <w:szCs w:val="20"/>
              </w:rPr>
              <w:t>260</w:t>
            </w:r>
          </w:p>
        </w:tc>
        <w:tc>
          <w:tcPr>
            <w:tcW w:w="2710" w:type="dxa"/>
          </w:tcPr>
          <w:p w:rsidR="000B59AE" w:rsidRPr="006F6A93" w:rsidRDefault="000B59AE" w:rsidP="006F3F37">
            <w:pPr>
              <w:jc w:val="both"/>
              <w:rPr>
                <w:sz w:val="28"/>
                <w:szCs w:val="28"/>
              </w:rPr>
            </w:pPr>
          </w:p>
        </w:tc>
      </w:tr>
      <w:tr w:rsidR="000B59AE" w:rsidRPr="006F6A93" w:rsidTr="006F6A93">
        <w:tc>
          <w:tcPr>
            <w:tcW w:w="2484" w:type="dxa"/>
          </w:tcPr>
          <w:p w:rsidR="000B59AE" w:rsidRPr="00CB03A4" w:rsidRDefault="000B59AE" w:rsidP="006F3F37">
            <w:pPr>
              <w:jc w:val="both"/>
            </w:pPr>
            <w:r>
              <w:t>3.Андреев</w:t>
            </w:r>
          </w:p>
        </w:tc>
        <w:tc>
          <w:tcPr>
            <w:tcW w:w="3278" w:type="dxa"/>
            <w:vAlign w:val="bottom"/>
          </w:tcPr>
          <w:p w:rsidR="000B59AE" w:rsidRPr="006F6A93" w:rsidRDefault="000B59AE" w:rsidP="006F3F37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 w:rsidRPr="006F6A93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710" w:type="dxa"/>
          </w:tcPr>
          <w:p w:rsidR="000B59AE" w:rsidRPr="006F6A93" w:rsidRDefault="000B59AE" w:rsidP="006F3F37">
            <w:pPr>
              <w:jc w:val="both"/>
              <w:rPr>
                <w:sz w:val="28"/>
                <w:szCs w:val="28"/>
              </w:rPr>
            </w:pPr>
          </w:p>
        </w:tc>
      </w:tr>
      <w:tr w:rsidR="000B59AE" w:rsidRPr="006F6A93" w:rsidTr="006F6A93">
        <w:tc>
          <w:tcPr>
            <w:tcW w:w="2484" w:type="dxa"/>
          </w:tcPr>
          <w:p w:rsidR="000B59AE" w:rsidRPr="00CB03A4" w:rsidRDefault="000B59AE" w:rsidP="006F3F37">
            <w:pPr>
              <w:jc w:val="both"/>
            </w:pPr>
            <w:r>
              <w:t>4.Анюков</w:t>
            </w:r>
          </w:p>
        </w:tc>
        <w:tc>
          <w:tcPr>
            <w:tcW w:w="3278" w:type="dxa"/>
            <w:vAlign w:val="bottom"/>
          </w:tcPr>
          <w:p w:rsidR="000B59AE" w:rsidRPr="006F6A93" w:rsidRDefault="000B59AE" w:rsidP="006F3F37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 w:rsidRPr="006F6A93">
              <w:rPr>
                <w:rFonts w:ascii="Arial CYR" w:hAnsi="Arial CYR" w:cs="Arial CYR"/>
                <w:sz w:val="20"/>
                <w:szCs w:val="20"/>
              </w:rPr>
              <w:t>280</w:t>
            </w:r>
          </w:p>
        </w:tc>
        <w:tc>
          <w:tcPr>
            <w:tcW w:w="2710" w:type="dxa"/>
          </w:tcPr>
          <w:p w:rsidR="000B59AE" w:rsidRPr="006F6A93" w:rsidRDefault="000B59AE" w:rsidP="006F3F37">
            <w:pPr>
              <w:jc w:val="both"/>
              <w:rPr>
                <w:sz w:val="28"/>
                <w:szCs w:val="28"/>
              </w:rPr>
            </w:pPr>
          </w:p>
        </w:tc>
      </w:tr>
      <w:tr w:rsidR="000B59AE" w:rsidRPr="006F6A93" w:rsidTr="006F6A93">
        <w:tc>
          <w:tcPr>
            <w:tcW w:w="2484" w:type="dxa"/>
          </w:tcPr>
          <w:p w:rsidR="000B59AE" w:rsidRPr="00CB03A4" w:rsidRDefault="000B59AE" w:rsidP="006F3F37">
            <w:pPr>
              <w:jc w:val="both"/>
            </w:pPr>
            <w:r>
              <w:t>5.Большаков</w:t>
            </w:r>
          </w:p>
        </w:tc>
        <w:tc>
          <w:tcPr>
            <w:tcW w:w="3278" w:type="dxa"/>
            <w:vAlign w:val="bottom"/>
          </w:tcPr>
          <w:p w:rsidR="000B59AE" w:rsidRPr="006F6A93" w:rsidRDefault="000B59AE" w:rsidP="006F3F37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 w:rsidRPr="006F6A93">
              <w:rPr>
                <w:rFonts w:ascii="Arial CYR" w:hAnsi="Arial CYR" w:cs="Arial CYR"/>
                <w:sz w:val="20"/>
                <w:szCs w:val="20"/>
              </w:rPr>
              <w:t>210</w:t>
            </w:r>
          </w:p>
        </w:tc>
        <w:tc>
          <w:tcPr>
            <w:tcW w:w="2710" w:type="dxa"/>
          </w:tcPr>
          <w:p w:rsidR="000B59AE" w:rsidRPr="006F6A93" w:rsidRDefault="000B59AE" w:rsidP="006F3F37">
            <w:pPr>
              <w:jc w:val="both"/>
              <w:rPr>
                <w:sz w:val="28"/>
                <w:szCs w:val="28"/>
              </w:rPr>
            </w:pPr>
          </w:p>
        </w:tc>
      </w:tr>
      <w:tr w:rsidR="000B59AE" w:rsidRPr="006F6A93" w:rsidTr="006F6A93">
        <w:tc>
          <w:tcPr>
            <w:tcW w:w="2484" w:type="dxa"/>
          </w:tcPr>
          <w:p w:rsidR="000B59AE" w:rsidRPr="00CB03A4" w:rsidRDefault="000B59AE" w:rsidP="006F3F37">
            <w:pPr>
              <w:jc w:val="both"/>
            </w:pPr>
            <w:r>
              <w:t>6.Брянцев</w:t>
            </w:r>
          </w:p>
        </w:tc>
        <w:tc>
          <w:tcPr>
            <w:tcW w:w="3278" w:type="dxa"/>
            <w:vAlign w:val="bottom"/>
          </w:tcPr>
          <w:p w:rsidR="000B59AE" w:rsidRPr="006F6A93" w:rsidRDefault="000B59AE" w:rsidP="006F3F37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 w:rsidRPr="006F6A93">
              <w:rPr>
                <w:rFonts w:ascii="Arial CYR" w:hAnsi="Arial CYR" w:cs="Arial CYR"/>
                <w:sz w:val="20"/>
                <w:szCs w:val="20"/>
              </w:rPr>
              <w:t>210</w:t>
            </w:r>
          </w:p>
        </w:tc>
        <w:tc>
          <w:tcPr>
            <w:tcW w:w="2710" w:type="dxa"/>
          </w:tcPr>
          <w:p w:rsidR="000B59AE" w:rsidRPr="006F6A93" w:rsidRDefault="000B59AE" w:rsidP="006F3F37">
            <w:pPr>
              <w:jc w:val="both"/>
              <w:rPr>
                <w:sz w:val="28"/>
                <w:szCs w:val="28"/>
              </w:rPr>
            </w:pPr>
          </w:p>
        </w:tc>
      </w:tr>
      <w:tr w:rsidR="000B59AE" w:rsidRPr="006F6A93" w:rsidTr="006F6A93">
        <w:tc>
          <w:tcPr>
            <w:tcW w:w="2484" w:type="dxa"/>
          </w:tcPr>
          <w:p w:rsidR="000B59AE" w:rsidRPr="00CB03A4" w:rsidRDefault="000B59AE" w:rsidP="006F3F37">
            <w:pPr>
              <w:jc w:val="both"/>
            </w:pPr>
            <w:r>
              <w:t>7.Быстров</w:t>
            </w:r>
          </w:p>
        </w:tc>
        <w:tc>
          <w:tcPr>
            <w:tcW w:w="3278" w:type="dxa"/>
            <w:vAlign w:val="bottom"/>
          </w:tcPr>
          <w:p w:rsidR="000B59AE" w:rsidRPr="006F6A93" w:rsidRDefault="000B59AE" w:rsidP="006F3F37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 w:rsidRPr="006F6A93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710" w:type="dxa"/>
          </w:tcPr>
          <w:p w:rsidR="000B59AE" w:rsidRPr="006F6A93" w:rsidRDefault="000B59AE" w:rsidP="006F3F37">
            <w:pPr>
              <w:jc w:val="both"/>
              <w:rPr>
                <w:sz w:val="28"/>
                <w:szCs w:val="28"/>
              </w:rPr>
            </w:pPr>
          </w:p>
        </w:tc>
      </w:tr>
      <w:tr w:rsidR="000B59AE" w:rsidRPr="006F6A93" w:rsidTr="006F6A93">
        <w:tc>
          <w:tcPr>
            <w:tcW w:w="2484" w:type="dxa"/>
          </w:tcPr>
          <w:p w:rsidR="000B59AE" w:rsidRPr="00CB03A4" w:rsidRDefault="000B59AE" w:rsidP="006F3F37">
            <w:pPr>
              <w:jc w:val="both"/>
            </w:pPr>
            <w:r>
              <w:t>8.Валерьев</w:t>
            </w:r>
          </w:p>
        </w:tc>
        <w:tc>
          <w:tcPr>
            <w:tcW w:w="3278" w:type="dxa"/>
            <w:vAlign w:val="bottom"/>
          </w:tcPr>
          <w:p w:rsidR="000B59AE" w:rsidRPr="006F6A93" w:rsidRDefault="000B59AE" w:rsidP="006F3F37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 w:rsidRPr="006F6A93">
              <w:rPr>
                <w:rFonts w:ascii="Arial CYR" w:hAnsi="Arial CYR" w:cs="Arial CYR"/>
                <w:sz w:val="20"/>
                <w:szCs w:val="20"/>
              </w:rPr>
              <w:t>260</w:t>
            </w:r>
          </w:p>
        </w:tc>
        <w:tc>
          <w:tcPr>
            <w:tcW w:w="2710" w:type="dxa"/>
          </w:tcPr>
          <w:p w:rsidR="000B59AE" w:rsidRPr="006F6A93" w:rsidRDefault="000B59AE" w:rsidP="006F3F37">
            <w:pPr>
              <w:jc w:val="both"/>
              <w:rPr>
                <w:sz w:val="28"/>
                <w:szCs w:val="28"/>
              </w:rPr>
            </w:pPr>
          </w:p>
        </w:tc>
      </w:tr>
      <w:tr w:rsidR="000B59AE" w:rsidRPr="006F6A93" w:rsidTr="006F6A93">
        <w:tc>
          <w:tcPr>
            <w:tcW w:w="2484" w:type="dxa"/>
          </w:tcPr>
          <w:p w:rsidR="000B59AE" w:rsidRPr="00CB03A4" w:rsidRDefault="000B59AE" w:rsidP="006F3F37">
            <w:pPr>
              <w:jc w:val="both"/>
            </w:pPr>
            <w:r>
              <w:t>9.Васнецов</w:t>
            </w:r>
          </w:p>
        </w:tc>
        <w:tc>
          <w:tcPr>
            <w:tcW w:w="3278" w:type="dxa"/>
            <w:vAlign w:val="bottom"/>
          </w:tcPr>
          <w:p w:rsidR="000B59AE" w:rsidRPr="006F6A93" w:rsidRDefault="000B59AE" w:rsidP="006F3F37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 w:rsidRPr="006F6A93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710" w:type="dxa"/>
          </w:tcPr>
          <w:p w:rsidR="000B59AE" w:rsidRPr="006F6A93" w:rsidRDefault="000B59AE" w:rsidP="006F3F37">
            <w:pPr>
              <w:jc w:val="both"/>
              <w:rPr>
                <w:sz w:val="28"/>
                <w:szCs w:val="28"/>
              </w:rPr>
            </w:pPr>
          </w:p>
        </w:tc>
      </w:tr>
      <w:tr w:rsidR="000B59AE" w:rsidRPr="006F6A93" w:rsidTr="006F6A93">
        <w:tc>
          <w:tcPr>
            <w:tcW w:w="2484" w:type="dxa"/>
          </w:tcPr>
          <w:p w:rsidR="000B59AE" w:rsidRPr="00CB03A4" w:rsidRDefault="000B59AE" w:rsidP="006F3F37">
            <w:pPr>
              <w:jc w:val="both"/>
            </w:pPr>
            <w:r>
              <w:t>10.Гагарин</w:t>
            </w:r>
          </w:p>
        </w:tc>
        <w:tc>
          <w:tcPr>
            <w:tcW w:w="3278" w:type="dxa"/>
            <w:vAlign w:val="bottom"/>
          </w:tcPr>
          <w:p w:rsidR="000B59AE" w:rsidRPr="006F6A93" w:rsidRDefault="000B59AE" w:rsidP="006F3F37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 w:rsidRPr="006F6A93">
              <w:rPr>
                <w:rFonts w:ascii="Arial CYR" w:hAnsi="Arial CYR" w:cs="Arial CYR"/>
                <w:sz w:val="20"/>
                <w:szCs w:val="20"/>
              </w:rPr>
              <w:t>220</w:t>
            </w:r>
          </w:p>
        </w:tc>
        <w:tc>
          <w:tcPr>
            <w:tcW w:w="2710" w:type="dxa"/>
          </w:tcPr>
          <w:p w:rsidR="000B59AE" w:rsidRPr="006F6A93" w:rsidRDefault="000B59AE" w:rsidP="006F3F37">
            <w:pPr>
              <w:jc w:val="both"/>
              <w:rPr>
                <w:sz w:val="28"/>
                <w:szCs w:val="28"/>
              </w:rPr>
            </w:pPr>
          </w:p>
        </w:tc>
      </w:tr>
      <w:tr w:rsidR="000B59AE" w:rsidRPr="006F6A93" w:rsidTr="006F6A93">
        <w:tc>
          <w:tcPr>
            <w:tcW w:w="2484" w:type="dxa"/>
          </w:tcPr>
          <w:p w:rsidR="000B59AE" w:rsidRPr="00CB03A4" w:rsidRDefault="000B59AE" w:rsidP="006F3F37">
            <w:pPr>
              <w:jc w:val="both"/>
            </w:pPr>
            <w:r>
              <w:t>11.Гарын</w:t>
            </w:r>
          </w:p>
        </w:tc>
        <w:tc>
          <w:tcPr>
            <w:tcW w:w="3278" w:type="dxa"/>
            <w:vAlign w:val="bottom"/>
          </w:tcPr>
          <w:p w:rsidR="000B59AE" w:rsidRPr="006F6A93" w:rsidRDefault="000B59AE" w:rsidP="006F3F37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 w:rsidRPr="006F6A93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710" w:type="dxa"/>
          </w:tcPr>
          <w:p w:rsidR="000B59AE" w:rsidRPr="006F6A93" w:rsidRDefault="000B59AE" w:rsidP="006F3F37">
            <w:pPr>
              <w:jc w:val="both"/>
              <w:rPr>
                <w:sz w:val="28"/>
                <w:szCs w:val="28"/>
              </w:rPr>
            </w:pPr>
          </w:p>
        </w:tc>
      </w:tr>
      <w:tr w:rsidR="000B59AE" w:rsidRPr="006F6A93" w:rsidTr="006F6A93">
        <w:tc>
          <w:tcPr>
            <w:tcW w:w="2484" w:type="dxa"/>
          </w:tcPr>
          <w:p w:rsidR="000B59AE" w:rsidRPr="00CB03A4" w:rsidRDefault="000B59AE" w:rsidP="006F3F37">
            <w:pPr>
              <w:jc w:val="both"/>
            </w:pPr>
            <w:r>
              <w:t>12.Грибов</w:t>
            </w:r>
          </w:p>
        </w:tc>
        <w:tc>
          <w:tcPr>
            <w:tcW w:w="3278" w:type="dxa"/>
            <w:vAlign w:val="bottom"/>
          </w:tcPr>
          <w:p w:rsidR="000B59AE" w:rsidRPr="006F6A93" w:rsidRDefault="000B59AE" w:rsidP="006F3F37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 w:rsidRPr="006F6A93">
              <w:rPr>
                <w:rFonts w:ascii="Arial CYR" w:hAnsi="Arial CYR" w:cs="Arial CYR"/>
                <w:sz w:val="20"/>
                <w:szCs w:val="20"/>
              </w:rPr>
              <w:t>290</w:t>
            </w:r>
          </w:p>
        </w:tc>
        <w:tc>
          <w:tcPr>
            <w:tcW w:w="2710" w:type="dxa"/>
          </w:tcPr>
          <w:p w:rsidR="000B59AE" w:rsidRPr="006F6A93" w:rsidRDefault="000B59AE" w:rsidP="006F3F37">
            <w:pPr>
              <w:jc w:val="both"/>
              <w:rPr>
                <w:sz w:val="28"/>
                <w:szCs w:val="28"/>
              </w:rPr>
            </w:pPr>
          </w:p>
        </w:tc>
      </w:tr>
      <w:tr w:rsidR="000B59AE" w:rsidRPr="006F6A93" w:rsidTr="006F6A93">
        <w:tc>
          <w:tcPr>
            <w:tcW w:w="2484" w:type="dxa"/>
          </w:tcPr>
          <w:p w:rsidR="000B59AE" w:rsidRPr="00CB03A4" w:rsidRDefault="000B59AE" w:rsidP="006F3F37">
            <w:pPr>
              <w:jc w:val="both"/>
            </w:pPr>
            <w:r>
              <w:t>13.Григорьев</w:t>
            </w:r>
          </w:p>
        </w:tc>
        <w:tc>
          <w:tcPr>
            <w:tcW w:w="3278" w:type="dxa"/>
            <w:vAlign w:val="bottom"/>
          </w:tcPr>
          <w:p w:rsidR="000B59AE" w:rsidRPr="006F6A93" w:rsidRDefault="000B59AE" w:rsidP="006F3F37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 w:rsidRPr="006F6A93">
              <w:rPr>
                <w:rFonts w:ascii="Arial CYR" w:hAnsi="Arial CYR" w:cs="Arial CYR"/>
                <w:sz w:val="20"/>
                <w:szCs w:val="20"/>
              </w:rPr>
              <w:t>270</w:t>
            </w:r>
          </w:p>
        </w:tc>
        <w:tc>
          <w:tcPr>
            <w:tcW w:w="2710" w:type="dxa"/>
          </w:tcPr>
          <w:p w:rsidR="000B59AE" w:rsidRPr="006F6A93" w:rsidRDefault="000B59AE" w:rsidP="006F3F37">
            <w:pPr>
              <w:jc w:val="both"/>
              <w:rPr>
                <w:sz w:val="28"/>
                <w:szCs w:val="28"/>
              </w:rPr>
            </w:pPr>
          </w:p>
        </w:tc>
      </w:tr>
      <w:tr w:rsidR="000B59AE" w:rsidRPr="006F6A93" w:rsidTr="006F6A93">
        <w:tc>
          <w:tcPr>
            <w:tcW w:w="2484" w:type="dxa"/>
          </w:tcPr>
          <w:p w:rsidR="000B59AE" w:rsidRPr="00CB03A4" w:rsidRDefault="000B59AE" w:rsidP="006F3F37">
            <w:pPr>
              <w:jc w:val="both"/>
            </w:pPr>
            <w:r>
              <w:t>14.Герасимов</w:t>
            </w:r>
          </w:p>
        </w:tc>
        <w:tc>
          <w:tcPr>
            <w:tcW w:w="3278" w:type="dxa"/>
            <w:vAlign w:val="bottom"/>
          </w:tcPr>
          <w:p w:rsidR="000B59AE" w:rsidRPr="006F6A93" w:rsidRDefault="000B59AE" w:rsidP="006F3F37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 w:rsidRPr="006F6A93">
              <w:rPr>
                <w:rFonts w:ascii="Arial CYR" w:hAnsi="Arial CYR" w:cs="Arial CYR"/>
                <w:sz w:val="20"/>
                <w:szCs w:val="20"/>
              </w:rPr>
              <w:t>210</w:t>
            </w:r>
          </w:p>
        </w:tc>
        <w:tc>
          <w:tcPr>
            <w:tcW w:w="2710" w:type="dxa"/>
          </w:tcPr>
          <w:p w:rsidR="000B59AE" w:rsidRPr="006F6A93" w:rsidRDefault="000B59AE" w:rsidP="006F3F37">
            <w:pPr>
              <w:jc w:val="both"/>
              <w:rPr>
                <w:sz w:val="28"/>
                <w:szCs w:val="28"/>
              </w:rPr>
            </w:pPr>
          </w:p>
        </w:tc>
      </w:tr>
      <w:tr w:rsidR="000B59AE" w:rsidRPr="006F6A93" w:rsidTr="006F6A93">
        <w:tc>
          <w:tcPr>
            <w:tcW w:w="2484" w:type="dxa"/>
          </w:tcPr>
          <w:p w:rsidR="000B59AE" w:rsidRPr="00CB03A4" w:rsidRDefault="000B59AE" w:rsidP="006F3F37">
            <w:pPr>
              <w:jc w:val="both"/>
            </w:pPr>
            <w:r>
              <w:t>15.Дакур</w:t>
            </w:r>
          </w:p>
        </w:tc>
        <w:tc>
          <w:tcPr>
            <w:tcW w:w="3278" w:type="dxa"/>
            <w:vAlign w:val="bottom"/>
          </w:tcPr>
          <w:p w:rsidR="000B59AE" w:rsidRPr="006F6A93" w:rsidRDefault="000B59AE" w:rsidP="006F3F37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 w:rsidRPr="006F6A93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710" w:type="dxa"/>
          </w:tcPr>
          <w:p w:rsidR="000B59AE" w:rsidRPr="006F6A93" w:rsidRDefault="000B59AE" w:rsidP="006F3F37">
            <w:pPr>
              <w:jc w:val="both"/>
              <w:rPr>
                <w:sz w:val="28"/>
                <w:szCs w:val="28"/>
              </w:rPr>
            </w:pPr>
          </w:p>
        </w:tc>
      </w:tr>
      <w:tr w:rsidR="000B59AE" w:rsidRPr="006F6A93" w:rsidTr="006F6A93">
        <w:tc>
          <w:tcPr>
            <w:tcW w:w="2484" w:type="dxa"/>
          </w:tcPr>
          <w:p w:rsidR="000B59AE" w:rsidRPr="00CB03A4" w:rsidRDefault="000B59AE" w:rsidP="006F3F37">
            <w:pPr>
              <w:jc w:val="both"/>
            </w:pPr>
            <w:r>
              <w:t>16.Денисов</w:t>
            </w:r>
          </w:p>
        </w:tc>
        <w:tc>
          <w:tcPr>
            <w:tcW w:w="3278" w:type="dxa"/>
            <w:vAlign w:val="bottom"/>
          </w:tcPr>
          <w:p w:rsidR="000B59AE" w:rsidRPr="006F6A93" w:rsidRDefault="000B59AE" w:rsidP="006F3F37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 w:rsidRPr="006F6A93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710" w:type="dxa"/>
          </w:tcPr>
          <w:p w:rsidR="000B59AE" w:rsidRPr="006F6A93" w:rsidRDefault="000B59AE" w:rsidP="006F3F37">
            <w:pPr>
              <w:jc w:val="both"/>
              <w:rPr>
                <w:sz w:val="28"/>
                <w:szCs w:val="28"/>
              </w:rPr>
            </w:pPr>
          </w:p>
        </w:tc>
      </w:tr>
      <w:tr w:rsidR="000B59AE" w:rsidRPr="006F6A93" w:rsidTr="006F6A93">
        <w:tc>
          <w:tcPr>
            <w:tcW w:w="2484" w:type="dxa"/>
          </w:tcPr>
          <w:p w:rsidR="000B59AE" w:rsidRPr="00CB03A4" w:rsidRDefault="000B59AE" w:rsidP="006F3F37">
            <w:pPr>
              <w:jc w:val="both"/>
            </w:pPr>
            <w:r>
              <w:t>17.Дынин</w:t>
            </w:r>
          </w:p>
        </w:tc>
        <w:tc>
          <w:tcPr>
            <w:tcW w:w="3278" w:type="dxa"/>
            <w:vAlign w:val="bottom"/>
          </w:tcPr>
          <w:p w:rsidR="000B59AE" w:rsidRPr="006F6A93" w:rsidRDefault="000B59AE" w:rsidP="006F3F37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 w:rsidRPr="006F6A93">
              <w:rPr>
                <w:rFonts w:ascii="Arial CYR" w:hAnsi="Arial CYR" w:cs="Arial CYR"/>
                <w:sz w:val="20"/>
                <w:szCs w:val="20"/>
              </w:rPr>
              <w:t>180</w:t>
            </w:r>
          </w:p>
        </w:tc>
        <w:tc>
          <w:tcPr>
            <w:tcW w:w="2710" w:type="dxa"/>
          </w:tcPr>
          <w:p w:rsidR="000B59AE" w:rsidRPr="006F6A93" w:rsidRDefault="000B59AE" w:rsidP="006F3F37">
            <w:pPr>
              <w:jc w:val="both"/>
              <w:rPr>
                <w:sz w:val="28"/>
                <w:szCs w:val="28"/>
              </w:rPr>
            </w:pPr>
          </w:p>
        </w:tc>
      </w:tr>
      <w:tr w:rsidR="000B59AE" w:rsidRPr="006F6A93" w:rsidTr="006F6A93">
        <w:tc>
          <w:tcPr>
            <w:tcW w:w="2484" w:type="dxa"/>
          </w:tcPr>
          <w:p w:rsidR="000B59AE" w:rsidRPr="00CB03A4" w:rsidRDefault="000B59AE" w:rsidP="006F3F37">
            <w:pPr>
              <w:jc w:val="both"/>
            </w:pPr>
            <w:r>
              <w:t>18.Евсеев</w:t>
            </w:r>
          </w:p>
        </w:tc>
        <w:tc>
          <w:tcPr>
            <w:tcW w:w="3278" w:type="dxa"/>
            <w:vAlign w:val="bottom"/>
          </w:tcPr>
          <w:p w:rsidR="000B59AE" w:rsidRPr="006F6A93" w:rsidRDefault="000B59AE" w:rsidP="006F3F37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 w:rsidRPr="006F6A93">
              <w:rPr>
                <w:rFonts w:ascii="Arial CYR" w:hAnsi="Arial CYR" w:cs="Arial CYR"/>
                <w:sz w:val="20"/>
                <w:szCs w:val="20"/>
              </w:rPr>
              <w:t>260</w:t>
            </w:r>
          </w:p>
        </w:tc>
        <w:tc>
          <w:tcPr>
            <w:tcW w:w="2710" w:type="dxa"/>
          </w:tcPr>
          <w:p w:rsidR="000B59AE" w:rsidRPr="006F6A93" w:rsidRDefault="000B59AE" w:rsidP="006F3F37">
            <w:pPr>
              <w:jc w:val="both"/>
              <w:rPr>
                <w:sz w:val="28"/>
                <w:szCs w:val="28"/>
              </w:rPr>
            </w:pPr>
          </w:p>
        </w:tc>
      </w:tr>
      <w:tr w:rsidR="000B59AE" w:rsidRPr="006F6A93" w:rsidTr="006F6A93">
        <w:tc>
          <w:tcPr>
            <w:tcW w:w="2484" w:type="dxa"/>
          </w:tcPr>
          <w:p w:rsidR="000B59AE" w:rsidRPr="00CB03A4" w:rsidRDefault="000B59AE" w:rsidP="006F3F37">
            <w:pPr>
              <w:jc w:val="both"/>
            </w:pPr>
            <w:r>
              <w:t>19.Рыбин</w:t>
            </w:r>
          </w:p>
        </w:tc>
        <w:tc>
          <w:tcPr>
            <w:tcW w:w="3278" w:type="dxa"/>
            <w:vAlign w:val="bottom"/>
          </w:tcPr>
          <w:p w:rsidR="000B59AE" w:rsidRPr="006F6A93" w:rsidRDefault="000B59AE" w:rsidP="006F3F37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 w:rsidRPr="006F6A93">
              <w:rPr>
                <w:rFonts w:ascii="Arial CYR" w:hAnsi="Arial CYR" w:cs="Arial CYR"/>
                <w:sz w:val="20"/>
                <w:szCs w:val="20"/>
              </w:rPr>
              <w:t>230</w:t>
            </w:r>
          </w:p>
        </w:tc>
        <w:tc>
          <w:tcPr>
            <w:tcW w:w="2710" w:type="dxa"/>
          </w:tcPr>
          <w:p w:rsidR="000B59AE" w:rsidRPr="006F6A93" w:rsidRDefault="000B59AE" w:rsidP="006F3F37">
            <w:pPr>
              <w:jc w:val="both"/>
              <w:rPr>
                <w:sz w:val="28"/>
                <w:szCs w:val="28"/>
              </w:rPr>
            </w:pPr>
          </w:p>
        </w:tc>
      </w:tr>
      <w:tr w:rsidR="000B59AE" w:rsidRPr="006F6A93" w:rsidTr="006F6A93">
        <w:tc>
          <w:tcPr>
            <w:tcW w:w="2484" w:type="dxa"/>
          </w:tcPr>
          <w:p w:rsidR="000B59AE" w:rsidRPr="00CB03A4" w:rsidRDefault="000B59AE" w:rsidP="006F3F37">
            <w:pPr>
              <w:jc w:val="both"/>
            </w:pPr>
            <w:r>
              <w:t>20.Тимощук</w:t>
            </w:r>
          </w:p>
        </w:tc>
        <w:tc>
          <w:tcPr>
            <w:tcW w:w="3278" w:type="dxa"/>
            <w:vAlign w:val="bottom"/>
          </w:tcPr>
          <w:p w:rsidR="000B59AE" w:rsidRPr="006F6A93" w:rsidRDefault="000B59AE" w:rsidP="006F3F37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 w:rsidRPr="006F6A93">
              <w:rPr>
                <w:rFonts w:ascii="Arial CYR" w:hAnsi="Arial CYR" w:cs="Arial CYR"/>
                <w:sz w:val="20"/>
                <w:szCs w:val="20"/>
              </w:rPr>
              <w:t>270</w:t>
            </w:r>
          </w:p>
        </w:tc>
        <w:tc>
          <w:tcPr>
            <w:tcW w:w="2710" w:type="dxa"/>
          </w:tcPr>
          <w:p w:rsidR="000B59AE" w:rsidRPr="006F6A93" w:rsidRDefault="000B59AE" w:rsidP="006F3F37">
            <w:pPr>
              <w:jc w:val="both"/>
              <w:rPr>
                <w:sz w:val="28"/>
                <w:szCs w:val="28"/>
              </w:rPr>
            </w:pPr>
          </w:p>
        </w:tc>
      </w:tr>
      <w:tr w:rsidR="000B59AE" w:rsidRPr="006F6A93" w:rsidTr="006F6A93">
        <w:tc>
          <w:tcPr>
            <w:tcW w:w="2484" w:type="dxa"/>
          </w:tcPr>
          <w:p w:rsidR="000B59AE" w:rsidRPr="00CB03A4" w:rsidRDefault="000B59AE" w:rsidP="006F3F37">
            <w:pPr>
              <w:jc w:val="both"/>
            </w:pPr>
            <w:r>
              <w:t>21.Титов</w:t>
            </w:r>
          </w:p>
        </w:tc>
        <w:tc>
          <w:tcPr>
            <w:tcW w:w="3278" w:type="dxa"/>
            <w:vAlign w:val="bottom"/>
          </w:tcPr>
          <w:p w:rsidR="000B59AE" w:rsidRPr="006F6A93" w:rsidRDefault="000B59AE" w:rsidP="006F3F37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 w:rsidRPr="006F6A93">
              <w:rPr>
                <w:rFonts w:ascii="Arial CYR" w:hAnsi="Arial CYR" w:cs="Arial CYR"/>
                <w:sz w:val="20"/>
                <w:szCs w:val="20"/>
              </w:rPr>
              <w:t>330</w:t>
            </w:r>
          </w:p>
        </w:tc>
        <w:tc>
          <w:tcPr>
            <w:tcW w:w="2710" w:type="dxa"/>
          </w:tcPr>
          <w:p w:rsidR="000B59AE" w:rsidRPr="006F6A93" w:rsidRDefault="000B59AE" w:rsidP="006F3F37">
            <w:pPr>
              <w:jc w:val="both"/>
              <w:rPr>
                <w:b/>
                <w:sz w:val="28"/>
                <w:szCs w:val="28"/>
              </w:rPr>
            </w:pPr>
            <w:r w:rsidRPr="000B59AE">
              <w:t>Среда</w:t>
            </w:r>
          </w:p>
        </w:tc>
      </w:tr>
      <w:tr w:rsidR="000B59AE" w:rsidRPr="006F6A93" w:rsidTr="006F6A93">
        <w:tc>
          <w:tcPr>
            <w:tcW w:w="2484" w:type="dxa"/>
          </w:tcPr>
          <w:p w:rsidR="000B59AE" w:rsidRPr="00CB03A4" w:rsidRDefault="000B59AE" w:rsidP="006F3F37">
            <w:pPr>
              <w:jc w:val="both"/>
            </w:pPr>
            <w:r>
              <w:t>22.Никитов</w:t>
            </w:r>
          </w:p>
        </w:tc>
        <w:tc>
          <w:tcPr>
            <w:tcW w:w="3278" w:type="dxa"/>
            <w:vAlign w:val="bottom"/>
          </w:tcPr>
          <w:p w:rsidR="000B59AE" w:rsidRPr="006F6A93" w:rsidRDefault="000B59AE" w:rsidP="006F3F37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 w:rsidRPr="006F6A93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710" w:type="dxa"/>
          </w:tcPr>
          <w:p w:rsidR="000B59AE" w:rsidRPr="006F6A93" w:rsidRDefault="000B59AE" w:rsidP="006F3F37">
            <w:pPr>
              <w:jc w:val="both"/>
              <w:rPr>
                <w:sz w:val="28"/>
                <w:szCs w:val="28"/>
              </w:rPr>
            </w:pPr>
          </w:p>
        </w:tc>
      </w:tr>
      <w:tr w:rsidR="000B59AE" w:rsidRPr="006F6A93" w:rsidTr="006F6A93">
        <w:tc>
          <w:tcPr>
            <w:tcW w:w="2484" w:type="dxa"/>
          </w:tcPr>
          <w:p w:rsidR="000B59AE" w:rsidRPr="00CB03A4" w:rsidRDefault="000B59AE" w:rsidP="006F3F37">
            <w:pPr>
              <w:jc w:val="both"/>
            </w:pPr>
            <w:r>
              <w:t>23.Мандрыкин</w:t>
            </w:r>
          </w:p>
        </w:tc>
        <w:tc>
          <w:tcPr>
            <w:tcW w:w="3278" w:type="dxa"/>
            <w:vAlign w:val="bottom"/>
          </w:tcPr>
          <w:p w:rsidR="000B59AE" w:rsidRPr="006F6A93" w:rsidRDefault="000B59AE" w:rsidP="006F3F37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 w:rsidRPr="006F6A93">
              <w:rPr>
                <w:rFonts w:ascii="Arial CYR" w:hAnsi="Arial CYR" w:cs="Arial CYR"/>
                <w:sz w:val="20"/>
                <w:szCs w:val="20"/>
              </w:rPr>
              <w:t>260</w:t>
            </w:r>
          </w:p>
        </w:tc>
        <w:tc>
          <w:tcPr>
            <w:tcW w:w="2710" w:type="dxa"/>
          </w:tcPr>
          <w:p w:rsidR="000B59AE" w:rsidRPr="006F6A93" w:rsidRDefault="000B59AE" w:rsidP="006F3F37">
            <w:pPr>
              <w:jc w:val="both"/>
              <w:rPr>
                <w:sz w:val="28"/>
                <w:szCs w:val="28"/>
              </w:rPr>
            </w:pPr>
          </w:p>
        </w:tc>
      </w:tr>
      <w:tr w:rsidR="000B59AE" w:rsidRPr="006F6A93" w:rsidTr="006F6A93">
        <w:tc>
          <w:tcPr>
            <w:tcW w:w="2484" w:type="dxa"/>
          </w:tcPr>
          <w:p w:rsidR="000B59AE" w:rsidRDefault="000B59AE" w:rsidP="006F3F37">
            <w:pPr>
              <w:jc w:val="both"/>
            </w:pPr>
            <w:r>
              <w:t>24.Чентофальски</w:t>
            </w:r>
          </w:p>
        </w:tc>
        <w:tc>
          <w:tcPr>
            <w:tcW w:w="3278" w:type="dxa"/>
            <w:vAlign w:val="bottom"/>
          </w:tcPr>
          <w:p w:rsidR="000B59AE" w:rsidRPr="006F6A93" w:rsidRDefault="000B59AE" w:rsidP="006F3F37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 w:rsidRPr="006F6A93">
              <w:rPr>
                <w:rFonts w:ascii="Arial CYR" w:hAnsi="Arial CYR" w:cs="Arial CYR"/>
                <w:sz w:val="20"/>
                <w:szCs w:val="20"/>
              </w:rPr>
              <w:t>220</w:t>
            </w:r>
          </w:p>
        </w:tc>
        <w:tc>
          <w:tcPr>
            <w:tcW w:w="2710" w:type="dxa"/>
          </w:tcPr>
          <w:p w:rsidR="000B59AE" w:rsidRPr="006F6A93" w:rsidRDefault="000B59AE" w:rsidP="006F3F37">
            <w:pPr>
              <w:jc w:val="both"/>
              <w:rPr>
                <w:sz w:val="28"/>
                <w:szCs w:val="28"/>
              </w:rPr>
            </w:pPr>
          </w:p>
        </w:tc>
      </w:tr>
      <w:tr w:rsidR="000B59AE" w:rsidRPr="006F6A93" w:rsidTr="006F6A93">
        <w:tc>
          <w:tcPr>
            <w:tcW w:w="2484" w:type="dxa"/>
          </w:tcPr>
          <w:p w:rsidR="000B59AE" w:rsidRPr="00CB03A4" w:rsidRDefault="000B59AE" w:rsidP="006F3F37">
            <w:pPr>
              <w:jc w:val="both"/>
            </w:pPr>
            <w:r>
              <w:t>25.Перов</w:t>
            </w:r>
          </w:p>
        </w:tc>
        <w:tc>
          <w:tcPr>
            <w:tcW w:w="3278" w:type="dxa"/>
            <w:vAlign w:val="bottom"/>
          </w:tcPr>
          <w:p w:rsidR="000B59AE" w:rsidRPr="006F6A93" w:rsidRDefault="000B59AE" w:rsidP="006F3F37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 w:rsidRPr="006F6A93">
              <w:rPr>
                <w:rFonts w:ascii="Arial CYR" w:hAnsi="Arial CYR" w:cs="Arial CYR"/>
                <w:sz w:val="20"/>
                <w:szCs w:val="20"/>
              </w:rPr>
              <w:t>220</w:t>
            </w:r>
          </w:p>
        </w:tc>
        <w:tc>
          <w:tcPr>
            <w:tcW w:w="2710" w:type="dxa"/>
          </w:tcPr>
          <w:p w:rsidR="000B59AE" w:rsidRPr="006F6A93" w:rsidRDefault="000B59AE" w:rsidP="006F3F37">
            <w:pPr>
              <w:jc w:val="both"/>
              <w:rPr>
                <w:sz w:val="28"/>
                <w:szCs w:val="28"/>
              </w:rPr>
            </w:pPr>
          </w:p>
        </w:tc>
      </w:tr>
    </w:tbl>
    <w:p w:rsidR="00B33BC2" w:rsidRDefault="00B9788B" w:rsidP="006F3F37">
      <w:pPr>
        <w:pStyle w:val="1"/>
        <w:spacing w:line="240" w:lineRule="auto"/>
        <w:jc w:val="both"/>
      </w:pPr>
      <w:r>
        <w:br w:type="page"/>
      </w:r>
      <w:r w:rsidR="00311EF6">
        <w:lastRenderedPageBreak/>
        <w:t xml:space="preserve">8. </w:t>
      </w:r>
      <w:r w:rsidR="00A26DEF">
        <w:t>Таблица значения переменных</w:t>
      </w:r>
      <w:r w:rsidR="00B33BC2">
        <w:t>.</w:t>
      </w:r>
    </w:p>
    <w:p w:rsidR="00DA0FF6" w:rsidRDefault="00BC51A3" w:rsidP="006F3F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912" editas="canvas" style="width:432.4pt;height:126pt;mso-position-horizontal-relative:char;mso-position-vertical-relative:line" coordorigin="2281,2750" coordsize="6783,1951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911" type="#_x0000_t75" style="position:absolute;left:2281;top:2750;width:6783;height:1951" o:preferrelative="f">
              <v:fill o:detectmouseclick="t"/>
              <v:path o:extrusionok="t" o:connecttype="none"/>
              <o:lock v:ext="edit" text="t"/>
            </v:shape>
            <v:oval id="_x0000_s1913" style="position:absolute;left:4963;top:2750;width:1977;height:696">
              <v:textbox style="mso-next-textbox:#_x0000_s1913">
                <w:txbxContent>
                  <w:p w:rsidR="00DE1E9A" w:rsidRPr="009435BC" w:rsidRDefault="00DE1E9A" w:rsidP="009435BC">
                    <w:pPr>
                      <w:jc w:val="center"/>
                      <w:rPr>
                        <w:b/>
                        <w:u w:val="single"/>
                      </w:rPr>
                    </w:pPr>
                    <w:r w:rsidRPr="009435BC">
                      <w:rPr>
                        <w:b/>
                        <w:u w:val="single"/>
                      </w:rPr>
                      <w:t>ИЗДЕЛИЯ</w:t>
                    </w:r>
                  </w:p>
                </w:txbxContent>
              </v:textbox>
            </v:oval>
            <v:oval id="_x0000_s1916" style="position:absolute;left:2281;top:2750;width:2258;height:557">
              <v:textbox style="mso-next-textbox:#_x0000_s1916">
                <w:txbxContent>
                  <w:p w:rsidR="00DE1E9A" w:rsidRDefault="00DE1E9A" w:rsidP="009435BC">
                    <w:pPr>
                      <w:jc w:val="center"/>
                    </w:pPr>
                    <w:r w:rsidRPr="009435BC">
                      <w:rPr>
                        <w:b/>
                      </w:rPr>
                      <w:t>ФИО</w:t>
                    </w:r>
                  </w:p>
                </w:txbxContent>
              </v:textbox>
            </v:oval>
            <v:oval id="_x0000_s1917" style="position:absolute;left:2987;top:3586;width:1835;height:557">
              <v:textbox style="mso-next-textbox:#_x0000_s1917">
                <w:txbxContent>
                  <w:p w:rsidR="00DE1E9A" w:rsidRDefault="00DE1E9A">
                    <w:r>
                      <w:t>Понедельник</w:t>
                    </w:r>
                  </w:p>
                </w:txbxContent>
              </v:textbox>
            </v:oval>
            <v:oval id="_x0000_s1918" style="position:absolute;left:4116;top:4004;width:1561;height:557">
              <v:textbox style="mso-next-textbox:#_x0000_s1918">
                <w:txbxContent>
                  <w:p w:rsidR="00DE1E9A" w:rsidRDefault="00DE1E9A" w:rsidP="009435BC">
                    <w:pPr>
                      <w:jc w:val="center"/>
                    </w:pPr>
                    <w:r>
                      <w:t>Вторник</w:t>
                    </w:r>
                  </w:p>
                </w:txbxContent>
              </v:textbox>
            </v:oval>
            <v:oval id="_x0000_s1919" style="position:absolute;left:5669;top:4144;width:1278;height:418">
              <v:textbox style="mso-next-textbox:#_x0000_s1919">
                <w:txbxContent>
                  <w:p w:rsidR="00DE1E9A" w:rsidRDefault="00DE1E9A" w:rsidP="009435BC">
                    <w:pPr>
                      <w:jc w:val="center"/>
                    </w:pPr>
                    <w:r>
                      <w:t>Среда</w:t>
                    </w:r>
                  </w:p>
                </w:txbxContent>
              </v:textbox>
            </v:oval>
            <v:oval id="_x0000_s1920" style="position:absolute;left:6940;top:3865;width:1278;height:530">
              <v:textbox style="mso-next-textbox:#_x0000_s1920">
                <w:txbxContent>
                  <w:p w:rsidR="00DE1E9A" w:rsidRDefault="00DE1E9A" w:rsidP="009435BC">
                    <w:pPr>
                      <w:jc w:val="center"/>
                    </w:pPr>
                    <w:r>
                      <w:t>Четверг</w:t>
                    </w:r>
                  </w:p>
                </w:txbxContent>
              </v:textbox>
            </v:oval>
            <v:oval id="_x0000_s1921" style="position:absolute;left:7787;top:3447;width:1277;height:530">
              <v:textbox style="mso-next-textbox:#_x0000_s1921">
                <w:txbxContent>
                  <w:p w:rsidR="00DE1E9A" w:rsidRDefault="00DE1E9A" w:rsidP="009435BC">
                    <w:pPr>
                      <w:jc w:val="center"/>
                    </w:pPr>
                    <w:r>
                      <w:t>Пятница</w:t>
                    </w:r>
                  </w:p>
                </w:txbxContent>
              </v:textbox>
            </v:oval>
            <v:oval id="_x0000_s1922" style="position:absolute;left:7787;top:3029;width:1277;height:419">
              <v:textbox style="mso-next-textbox:#_x0000_s1922">
                <w:txbxContent>
                  <w:p w:rsidR="00DE1E9A" w:rsidRDefault="00DE1E9A" w:rsidP="009435BC">
                    <w:pPr>
                      <w:jc w:val="center"/>
                    </w:pPr>
                    <w:r>
                      <w:t>Суббота</w:t>
                    </w:r>
                  </w:p>
                </w:txbxContent>
              </v:textbox>
            </v:oval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943" type="#_x0000_t32" style="position:absolute;left:4539;top:3029;width:424;height:69;flip:x y" o:connectortype="straight">
              <v:stroke endarrow="block"/>
            </v:shape>
            <v:shape id="_x0000_s1944" type="#_x0000_t32" style="position:absolute;left:4553;top:3344;width:699;height:323;flip:x" o:connectortype="straight">
              <v:stroke endarrow="block"/>
            </v:shape>
            <v:shape id="_x0000_s1945" type="#_x0000_t32" style="position:absolute;left:5252;top:3344;width:197;height:742" o:connectortype="straight">
              <v:stroke endarrow="block"/>
            </v:shape>
            <v:shape id="_x0000_s1946" type="#_x0000_t32" style="position:absolute;left:5952;top:3446;width:357;height:698" o:connectortype="straight">
              <v:stroke endarrow="block"/>
            </v:shape>
            <v:shape id="_x0000_s1947" type="#_x0000_t32" style="position:absolute;left:6651;top:3344;width:476;height:598" o:connectortype="straight">
              <v:stroke endarrow="block"/>
            </v:shape>
            <v:shape id="_x0000_s1948" type="#_x0000_t32" style="position:absolute;left:6940;top:3098;width:1034;height:426" o:connectortype="straight">
              <v:stroke endarrow="block"/>
            </v:shape>
            <v:shape id="_x0000_s1949" type="#_x0000_t32" style="position:absolute;left:6940;top:3098;width:847;height:141" o:connectortype="straight">
              <v:stroke endarrow="block"/>
            </v:shape>
            <w10:wrap type="none"/>
            <w10:anchorlock/>
          </v:group>
        </w:pict>
      </w:r>
    </w:p>
    <w:p w:rsidR="000B7C6F" w:rsidRDefault="000B7C6F" w:rsidP="006F3F37">
      <w:pPr>
        <w:pStyle w:val="1"/>
        <w:spacing w:line="240" w:lineRule="auto"/>
        <w:jc w:val="both"/>
        <w:rPr>
          <w:lang w:val="ru-RU"/>
        </w:rPr>
      </w:pPr>
    </w:p>
    <w:p w:rsidR="000B7C6F" w:rsidRDefault="000B7C6F" w:rsidP="006F3F37">
      <w:pPr>
        <w:pStyle w:val="1"/>
        <w:spacing w:line="240" w:lineRule="auto"/>
        <w:jc w:val="both"/>
        <w:rPr>
          <w:lang w:val="ru-RU"/>
        </w:rPr>
      </w:pPr>
    </w:p>
    <w:p w:rsidR="000B7C6F" w:rsidRDefault="000B7C6F" w:rsidP="006F3F37">
      <w:pPr>
        <w:pStyle w:val="1"/>
        <w:spacing w:line="240" w:lineRule="auto"/>
        <w:jc w:val="both"/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1510"/>
        <w:gridCol w:w="1750"/>
        <w:gridCol w:w="1701"/>
      </w:tblGrid>
      <w:tr w:rsidR="000178E9" w:rsidTr="00F3530D">
        <w:tc>
          <w:tcPr>
            <w:tcW w:w="534" w:type="dxa"/>
          </w:tcPr>
          <w:p w:rsidR="000178E9" w:rsidRPr="008525EC" w:rsidRDefault="000178E9" w:rsidP="006F3F37">
            <w:pPr>
              <w:pStyle w:val="1"/>
              <w:spacing w:line="240" w:lineRule="auto"/>
              <w:jc w:val="both"/>
              <w:rPr>
                <w:b w:val="0"/>
                <w:lang w:val="ru-RU"/>
              </w:rPr>
            </w:pPr>
            <w:r w:rsidRPr="008525EC">
              <w:rPr>
                <w:b w:val="0"/>
                <w:lang w:val="ru-RU"/>
              </w:rPr>
              <w:t>№</w:t>
            </w:r>
          </w:p>
        </w:tc>
        <w:tc>
          <w:tcPr>
            <w:tcW w:w="3118" w:type="dxa"/>
          </w:tcPr>
          <w:p w:rsidR="000178E9" w:rsidRPr="00F3530D" w:rsidRDefault="00F3530D" w:rsidP="006F3F37">
            <w:pPr>
              <w:pStyle w:val="1"/>
              <w:spacing w:line="240" w:lineRule="auto"/>
              <w:jc w:val="both"/>
              <w:rPr>
                <w:b w:val="0"/>
                <w:lang w:val="ru-RU"/>
              </w:rPr>
            </w:pPr>
            <w:r w:rsidRPr="00F3530D">
              <w:rPr>
                <w:b w:val="0"/>
                <w:lang w:val="ru-RU"/>
              </w:rPr>
              <w:t>имя поля</w:t>
            </w:r>
          </w:p>
        </w:tc>
        <w:tc>
          <w:tcPr>
            <w:tcW w:w="1510" w:type="dxa"/>
          </w:tcPr>
          <w:p w:rsidR="000178E9" w:rsidRPr="00F3530D" w:rsidRDefault="00F3530D" w:rsidP="006F3F37">
            <w:pPr>
              <w:pStyle w:val="1"/>
              <w:spacing w:line="240" w:lineRule="auto"/>
              <w:jc w:val="both"/>
              <w:rPr>
                <w:b w:val="0"/>
                <w:lang w:val="ru-RU"/>
              </w:rPr>
            </w:pPr>
            <w:r w:rsidRPr="00F3530D">
              <w:rPr>
                <w:b w:val="0"/>
                <w:lang w:val="ru-RU"/>
              </w:rPr>
              <w:t>название</w:t>
            </w:r>
          </w:p>
        </w:tc>
        <w:tc>
          <w:tcPr>
            <w:tcW w:w="1750" w:type="dxa"/>
          </w:tcPr>
          <w:p w:rsidR="000178E9" w:rsidRPr="00F3530D" w:rsidRDefault="00F3530D" w:rsidP="006F3F37">
            <w:pPr>
              <w:pStyle w:val="1"/>
              <w:spacing w:line="240" w:lineRule="auto"/>
              <w:jc w:val="both"/>
              <w:rPr>
                <w:b w:val="0"/>
                <w:lang w:val="ru-RU"/>
              </w:rPr>
            </w:pPr>
            <w:r w:rsidRPr="00F3530D">
              <w:rPr>
                <w:b w:val="0"/>
                <w:lang w:val="ru-RU"/>
              </w:rPr>
              <w:t>тип данных</w:t>
            </w:r>
          </w:p>
        </w:tc>
        <w:tc>
          <w:tcPr>
            <w:tcW w:w="1701" w:type="dxa"/>
          </w:tcPr>
          <w:p w:rsidR="000178E9" w:rsidRPr="00F3530D" w:rsidRDefault="000178E9" w:rsidP="006F3F37">
            <w:pPr>
              <w:pStyle w:val="1"/>
              <w:spacing w:line="240" w:lineRule="auto"/>
              <w:jc w:val="both"/>
              <w:rPr>
                <w:b w:val="0"/>
                <w:lang w:val="ru-RU"/>
              </w:rPr>
            </w:pPr>
            <w:r w:rsidRPr="00F3530D">
              <w:rPr>
                <w:b w:val="0"/>
                <w:lang w:val="ru-RU"/>
              </w:rPr>
              <w:t>размер</w:t>
            </w:r>
            <w:r w:rsidR="00F3530D" w:rsidRPr="00F3530D">
              <w:rPr>
                <w:b w:val="0"/>
                <w:lang w:val="ru-RU"/>
              </w:rPr>
              <w:t xml:space="preserve"> (байт)</w:t>
            </w:r>
          </w:p>
        </w:tc>
      </w:tr>
      <w:tr w:rsidR="000178E9" w:rsidTr="00F3530D">
        <w:tc>
          <w:tcPr>
            <w:tcW w:w="534" w:type="dxa"/>
          </w:tcPr>
          <w:p w:rsidR="000178E9" w:rsidRPr="008525EC" w:rsidRDefault="000178E9" w:rsidP="006F3F37">
            <w:pPr>
              <w:pStyle w:val="1"/>
              <w:spacing w:line="240" w:lineRule="auto"/>
              <w:jc w:val="both"/>
              <w:rPr>
                <w:lang w:val="ru-RU"/>
              </w:rPr>
            </w:pPr>
            <w:r w:rsidRPr="008525EC">
              <w:rPr>
                <w:lang w:val="ru-RU"/>
              </w:rPr>
              <w:t>1</w:t>
            </w:r>
          </w:p>
        </w:tc>
        <w:tc>
          <w:tcPr>
            <w:tcW w:w="3118" w:type="dxa"/>
          </w:tcPr>
          <w:p w:rsidR="000178E9" w:rsidRPr="008525EC" w:rsidRDefault="000178E9" w:rsidP="006F3F37">
            <w:pPr>
              <w:pStyle w:val="1"/>
              <w:spacing w:line="240" w:lineRule="auto"/>
              <w:jc w:val="both"/>
              <w:rPr>
                <w:b w:val="0"/>
                <w:lang w:val="ru-RU"/>
              </w:rPr>
            </w:pPr>
            <w:r w:rsidRPr="008525EC">
              <w:rPr>
                <w:b w:val="0"/>
                <w:lang w:val="ru-RU"/>
              </w:rPr>
              <w:t>Фамилия</w:t>
            </w:r>
          </w:p>
        </w:tc>
        <w:tc>
          <w:tcPr>
            <w:tcW w:w="1510" w:type="dxa"/>
          </w:tcPr>
          <w:p w:rsidR="000178E9" w:rsidRPr="00ED0E3E" w:rsidRDefault="00ED0E3E" w:rsidP="006F3F37">
            <w:pPr>
              <w:pStyle w:val="1"/>
              <w:spacing w:line="240" w:lineRule="auto"/>
              <w:jc w:val="both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Фамилия</w:t>
            </w:r>
          </w:p>
        </w:tc>
        <w:tc>
          <w:tcPr>
            <w:tcW w:w="1750" w:type="dxa"/>
          </w:tcPr>
          <w:p w:rsidR="000178E9" w:rsidRPr="00ED0E3E" w:rsidRDefault="00ED0E3E" w:rsidP="006F3F37">
            <w:pPr>
              <w:pStyle w:val="1"/>
              <w:spacing w:line="240" w:lineRule="auto"/>
              <w:jc w:val="both"/>
              <w:rPr>
                <w:b w:val="0"/>
                <w:lang w:val="en-US"/>
              </w:rPr>
            </w:pPr>
            <w:r w:rsidRPr="00ED0E3E">
              <w:rPr>
                <w:b w:val="0"/>
                <w:lang w:val="en-US"/>
              </w:rPr>
              <w:t>F</w:t>
            </w:r>
          </w:p>
        </w:tc>
        <w:tc>
          <w:tcPr>
            <w:tcW w:w="1701" w:type="dxa"/>
          </w:tcPr>
          <w:p w:rsidR="000178E9" w:rsidRPr="000178E9" w:rsidRDefault="000178E9" w:rsidP="006F3F37">
            <w:pPr>
              <w:pStyle w:val="1"/>
              <w:spacing w:line="240" w:lineRule="auto"/>
              <w:jc w:val="both"/>
              <w:rPr>
                <w:b w:val="0"/>
                <w:lang w:val="ru-RU"/>
              </w:rPr>
            </w:pPr>
            <w:r w:rsidRPr="000178E9">
              <w:rPr>
                <w:b w:val="0"/>
                <w:lang w:val="ru-RU"/>
              </w:rPr>
              <w:t>1</w:t>
            </w:r>
          </w:p>
        </w:tc>
      </w:tr>
      <w:tr w:rsidR="000178E9" w:rsidTr="00F3530D">
        <w:tc>
          <w:tcPr>
            <w:tcW w:w="534" w:type="dxa"/>
          </w:tcPr>
          <w:p w:rsidR="000178E9" w:rsidRPr="008525EC" w:rsidRDefault="000178E9" w:rsidP="006F3F37">
            <w:pPr>
              <w:pStyle w:val="1"/>
              <w:spacing w:line="240" w:lineRule="auto"/>
              <w:jc w:val="both"/>
              <w:rPr>
                <w:lang w:val="ru-RU"/>
              </w:rPr>
            </w:pPr>
            <w:r w:rsidRPr="008525EC">
              <w:rPr>
                <w:lang w:val="ru-RU"/>
              </w:rPr>
              <w:t>2</w:t>
            </w:r>
          </w:p>
        </w:tc>
        <w:tc>
          <w:tcPr>
            <w:tcW w:w="3118" w:type="dxa"/>
          </w:tcPr>
          <w:p w:rsidR="000178E9" w:rsidRPr="008525EC" w:rsidRDefault="000178E9" w:rsidP="006F3F37">
            <w:pPr>
              <w:pStyle w:val="1"/>
              <w:spacing w:line="240" w:lineRule="auto"/>
              <w:jc w:val="both"/>
              <w:rPr>
                <w:b w:val="0"/>
                <w:lang w:val="ru-RU"/>
              </w:rPr>
            </w:pPr>
            <w:r w:rsidRPr="008525EC">
              <w:rPr>
                <w:b w:val="0"/>
                <w:lang w:val="ru-RU"/>
              </w:rPr>
              <w:t>Понедельник</w:t>
            </w:r>
          </w:p>
        </w:tc>
        <w:tc>
          <w:tcPr>
            <w:tcW w:w="1510" w:type="dxa"/>
          </w:tcPr>
          <w:p w:rsidR="000178E9" w:rsidRPr="00ED0E3E" w:rsidRDefault="00ED0E3E" w:rsidP="006F3F37">
            <w:pPr>
              <w:pStyle w:val="1"/>
              <w:spacing w:line="240" w:lineRule="auto"/>
              <w:jc w:val="both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изделия</w:t>
            </w:r>
          </w:p>
        </w:tc>
        <w:tc>
          <w:tcPr>
            <w:tcW w:w="1750" w:type="dxa"/>
          </w:tcPr>
          <w:p w:rsidR="000178E9" w:rsidRPr="00ED0E3E" w:rsidRDefault="00ED0E3E" w:rsidP="006F3F37">
            <w:pPr>
              <w:pStyle w:val="1"/>
              <w:spacing w:line="240" w:lineRule="auto"/>
              <w:jc w:val="both"/>
              <w:rPr>
                <w:b w:val="0"/>
                <w:lang w:val="ru-RU"/>
              </w:rPr>
            </w:pPr>
            <w:r w:rsidRPr="00ED0E3E">
              <w:rPr>
                <w:b w:val="0"/>
              </w:rPr>
              <w:t xml:space="preserve">izd[0] </w:t>
            </w:r>
          </w:p>
        </w:tc>
        <w:tc>
          <w:tcPr>
            <w:tcW w:w="1701" w:type="dxa"/>
          </w:tcPr>
          <w:p w:rsidR="000178E9" w:rsidRDefault="000178E9" w:rsidP="006F3F37">
            <w:pPr>
              <w:pStyle w:val="1"/>
              <w:spacing w:line="240" w:lineRule="auto"/>
              <w:jc w:val="both"/>
            </w:pPr>
          </w:p>
        </w:tc>
      </w:tr>
      <w:tr w:rsidR="000178E9" w:rsidTr="00F3530D">
        <w:tc>
          <w:tcPr>
            <w:tcW w:w="534" w:type="dxa"/>
          </w:tcPr>
          <w:p w:rsidR="000178E9" w:rsidRPr="008525EC" w:rsidRDefault="000178E9" w:rsidP="006F3F37">
            <w:pPr>
              <w:pStyle w:val="1"/>
              <w:spacing w:line="240" w:lineRule="auto"/>
              <w:jc w:val="both"/>
              <w:rPr>
                <w:lang w:val="ru-RU"/>
              </w:rPr>
            </w:pPr>
            <w:r w:rsidRPr="008525EC">
              <w:rPr>
                <w:lang w:val="ru-RU"/>
              </w:rPr>
              <w:t>3</w:t>
            </w:r>
          </w:p>
        </w:tc>
        <w:tc>
          <w:tcPr>
            <w:tcW w:w="3118" w:type="dxa"/>
          </w:tcPr>
          <w:p w:rsidR="000178E9" w:rsidRPr="008525EC" w:rsidRDefault="000178E9" w:rsidP="006F3F37">
            <w:pPr>
              <w:pStyle w:val="1"/>
              <w:spacing w:line="240" w:lineRule="auto"/>
              <w:jc w:val="both"/>
              <w:rPr>
                <w:b w:val="0"/>
                <w:lang w:val="ru-RU"/>
              </w:rPr>
            </w:pPr>
            <w:r w:rsidRPr="008525EC">
              <w:rPr>
                <w:b w:val="0"/>
                <w:lang w:val="ru-RU"/>
              </w:rPr>
              <w:t>вторник</w:t>
            </w:r>
          </w:p>
        </w:tc>
        <w:tc>
          <w:tcPr>
            <w:tcW w:w="1510" w:type="dxa"/>
          </w:tcPr>
          <w:p w:rsidR="000178E9" w:rsidRPr="00ED0E3E" w:rsidRDefault="00ED0E3E" w:rsidP="006F3F37">
            <w:pPr>
              <w:jc w:val="both"/>
              <w:rPr>
                <w:lang w:val="en-US"/>
              </w:rPr>
            </w:pPr>
            <w:r w:rsidRPr="00ED0E3E">
              <w:t>изделия</w:t>
            </w:r>
          </w:p>
        </w:tc>
        <w:tc>
          <w:tcPr>
            <w:tcW w:w="1750" w:type="dxa"/>
          </w:tcPr>
          <w:p w:rsidR="000178E9" w:rsidRPr="00ED0E3E" w:rsidRDefault="00ED0E3E" w:rsidP="006F3F37">
            <w:pPr>
              <w:jc w:val="both"/>
              <w:rPr>
                <w:lang w:val="en-US"/>
              </w:rPr>
            </w:pPr>
            <w:r w:rsidRPr="00ED0E3E">
              <w:rPr>
                <w:lang w:val="en-US"/>
              </w:rPr>
              <w:t>izd[1]</w:t>
            </w:r>
          </w:p>
        </w:tc>
        <w:tc>
          <w:tcPr>
            <w:tcW w:w="1701" w:type="dxa"/>
          </w:tcPr>
          <w:p w:rsidR="000178E9" w:rsidRPr="008525EC" w:rsidRDefault="000178E9" w:rsidP="006F3F37">
            <w:pPr>
              <w:jc w:val="both"/>
              <w:rPr>
                <w:lang w:val="en-US"/>
              </w:rPr>
            </w:pPr>
          </w:p>
        </w:tc>
      </w:tr>
      <w:tr w:rsidR="000178E9" w:rsidTr="00F3530D">
        <w:tc>
          <w:tcPr>
            <w:tcW w:w="534" w:type="dxa"/>
          </w:tcPr>
          <w:p w:rsidR="000178E9" w:rsidRPr="008525EC" w:rsidRDefault="000178E9" w:rsidP="006F3F37">
            <w:pPr>
              <w:pStyle w:val="1"/>
              <w:spacing w:line="240" w:lineRule="auto"/>
              <w:jc w:val="both"/>
              <w:rPr>
                <w:lang w:val="ru-RU"/>
              </w:rPr>
            </w:pPr>
            <w:r w:rsidRPr="008525EC">
              <w:rPr>
                <w:lang w:val="ru-RU"/>
              </w:rPr>
              <w:t>4</w:t>
            </w:r>
          </w:p>
        </w:tc>
        <w:tc>
          <w:tcPr>
            <w:tcW w:w="3118" w:type="dxa"/>
          </w:tcPr>
          <w:p w:rsidR="000178E9" w:rsidRPr="008525EC" w:rsidRDefault="000178E9" w:rsidP="006F3F37">
            <w:pPr>
              <w:pStyle w:val="1"/>
              <w:spacing w:line="240" w:lineRule="auto"/>
              <w:jc w:val="both"/>
              <w:rPr>
                <w:b w:val="0"/>
                <w:lang w:val="ru-RU"/>
              </w:rPr>
            </w:pPr>
            <w:r w:rsidRPr="008525EC">
              <w:rPr>
                <w:b w:val="0"/>
                <w:lang w:val="ru-RU"/>
              </w:rPr>
              <w:t>среда</w:t>
            </w:r>
          </w:p>
        </w:tc>
        <w:tc>
          <w:tcPr>
            <w:tcW w:w="1510" w:type="dxa"/>
          </w:tcPr>
          <w:p w:rsidR="000178E9" w:rsidRPr="008525EC" w:rsidRDefault="00ED0E3E" w:rsidP="006F3F37">
            <w:pPr>
              <w:pStyle w:val="1"/>
              <w:spacing w:line="240" w:lineRule="auto"/>
              <w:jc w:val="both"/>
              <w:rPr>
                <w:b w:val="0"/>
                <w:lang w:val="en-US"/>
              </w:rPr>
            </w:pPr>
            <w:r>
              <w:rPr>
                <w:b w:val="0"/>
                <w:lang w:val="ru-RU"/>
              </w:rPr>
              <w:t>изделия</w:t>
            </w:r>
          </w:p>
        </w:tc>
        <w:tc>
          <w:tcPr>
            <w:tcW w:w="1750" w:type="dxa"/>
          </w:tcPr>
          <w:p w:rsidR="000178E9" w:rsidRPr="00ED0E3E" w:rsidRDefault="00ED0E3E" w:rsidP="006F3F37">
            <w:pPr>
              <w:pStyle w:val="1"/>
              <w:spacing w:line="240" w:lineRule="auto"/>
              <w:jc w:val="both"/>
              <w:rPr>
                <w:b w:val="0"/>
                <w:lang w:val="ru-RU"/>
              </w:rPr>
            </w:pPr>
            <w:r w:rsidRPr="00ED0E3E">
              <w:rPr>
                <w:b w:val="0"/>
              </w:rPr>
              <w:t>izd[2]</w:t>
            </w:r>
          </w:p>
        </w:tc>
        <w:tc>
          <w:tcPr>
            <w:tcW w:w="1701" w:type="dxa"/>
          </w:tcPr>
          <w:p w:rsidR="000178E9" w:rsidRDefault="000178E9" w:rsidP="006F3F37">
            <w:pPr>
              <w:pStyle w:val="1"/>
              <w:spacing w:line="240" w:lineRule="auto"/>
              <w:jc w:val="both"/>
            </w:pPr>
          </w:p>
        </w:tc>
      </w:tr>
      <w:tr w:rsidR="000178E9" w:rsidTr="00F3530D">
        <w:tc>
          <w:tcPr>
            <w:tcW w:w="534" w:type="dxa"/>
          </w:tcPr>
          <w:p w:rsidR="000178E9" w:rsidRPr="008525EC" w:rsidRDefault="000178E9" w:rsidP="006F3F37">
            <w:pPr>
              <w:pStyle w:val="1"/>
              <w:spacing w:line="240" w:lineRule="auto"/>
              <w:jc w:val="both"/>
              <w:rPr>
                <w:lang w:val="ru-RU"/>
              </w:rPr>
            </w:pPr>
            <w:r w:rsidRPr="008525EC">
              <w:rPr>
                <w:lang w:val="ru-RU"/>
              </w:rPr>
              <w:t>5</w:t>
            </w:r>
          </w:p>
        </w:tc>
        <w:tc>
          <w:tcPr>
            <w:tcW w:w="3118" w:type="dxa"/>
          </w:tcPr>
          <w:p w:rsidR="000178E9" w:rsidRPr="008525EC" w:rsidRDefault="000178E9" w:rsidP="006F3F37">
            <w:pPr>
              <w:pStyle w:val="1"/>
              <w:spacing w:line="240" w:lineRule="auto"/>
              <w:jc w:val="both"/>
              <w:rPr>
                <w:b w:val="0"/>
                <w:lang w:val="ru-RU"/>
              </w:rPr>
            </w:pPr>
            <w:r w:rsidRPr="008525EC">
              <w:rPr>
                <w:b w:val="0"/>
                <w:lang w:val="ru-RU"/>
              </w:rPr>
              <w:t>четверг</w:t>
            </w:r>
          </w:p>
        </w:tc>
        <w:tc>
          <w:tcPr>
            <w:tcW w:w="1510" w:type="dxa"/>
          </w:tcPr>
          <w:p w:rsidR="000178E9" w:rsidRPr="008525EC" w:rsidRDefault="00ED0E3E" w:rsidP="006F3F37">
            <w:pPr>
              <w:pStyle w:val="1"/>
              <w:spacing w:line="240" w:lineRule="auto"/>
              <w:jc w:val="both"/>
              <w:rPr>
                <w:b w:val="0"/>
                <w:lang w:val="en-US"/>
              </w:rPr>
            </w:pPr>
            <w:r>
              <w:rPr>
                <w:b w:val="0"/>
                <w:lang w:val="ru-RU"/>
              </w:rPr>
              <w:t>изделия</w:t>
            </w:r>
          </w:p>
        </w:tc>
        <w:tc>
          <w:tcPr>
            <w:tcW w:w="1750" w:type="dxa"/>
          </w:tcPr>
          <w:p w:rsidR="000178E9" w:rsidRPr="00ED0E3E" w:rsidRDefault="00ED0E3E" w:rsidP="006F3F37">
            <w:pPr>
              <w:pStyle w:val="1"/>
              <w:spacing w:line="240" w:lineRule="auto"/>
              <w:jc w:val="both"/>
              <w:rPr>
                <w:b w:val="0"/>
                <w:lang w:val="ru-RU"/>
              </w:rPr>
            </w:pPr>
            <w:r w:rsidRPr="00ED0E3E">
              <w:rPr>
                <w:b w:val="0"/>
              </w:rPr>
              <w:t xml:space="preserve">izd[3] </w:t>
            </w:r>
          </w:p>
        </w:tc>
        <w:tc>
          <w:tcPr>
            <w:tcW w:w="1701" w:type="dxa"/>
          </w:tcPr>
          <w:p w:rsidR="000178E9" w:rsidRDefault="000178E9" w:rsidP="006F3F37">
            <w:pPr>
              <w:pStyle w:val="1"/>
              <w:spacing w:line="240" w:lineRule="auto"/>
              <w:jc w:val="both"/>
            </w:pPr>
          </w:p>
        </w:tc>
      </w:tr>
      <w:tr w:rsidR="000178E9" w:rsidTr="00F3530D">
        <w:tc>
          <w:tcPr>
            <w:tcW w:w="534" w:type="dxa"/>
          </w:tcPr>
          <w:p w:rsidR="000178E9" w:rsidRPr="008525EC" w:rsidRDefault="000178E9" w:rsidP="006F3F37">
            <w:pPr>
              <w:pStyle w:val="1"/>
              <w:spacing w:line="240" w:lineRule="auto"/>
              <w:jc w:val="both"/>
              <w:rPr>
                <w:lang w:val="ru-RU"/>
              </w:rPr>
            </w:pPr>
            <w:r w:rsidRPr="008525EC">
              <w:rPr>
                <w:lang w:val="ru-RU"/>
              </w:rPr>
              <w:t>6</w:t>
            </w:r>
          </w:p>
        </w:tc>
        <w:tc>
          <w:tcPr>
            <w:tcW w:w="3118" w:type="dxa"/>
          </w:tcPr>
          <w:p w:rsidR="000178E9" w:rsidRPr="008525EC" w:rsidRDefault="000178E9" w:rsidP="006F3F37">
            <w:pPr>
              <w:pStyle w:val="1"/>
              <w:spacing w:line="240" w:lineRule="auto"/>
              <w:jc w:val="both"/>
              <w:rPr>
                <w:b w:val="0"/>
                <w:lang w:val="ru-RU"/>
              </w:rPr>
            </w:pPr>
            <w:r w:rsidRPr="008525EC">
              <w:rPr>
                <w:b w:val="0"/>
                <w:lang w:val="ru-RU"/>
              </w:rPr>
              <w:t>пятница</w:t>
            </w:r>
          </w:p>
        </w:tc>
        <w:tc>
          <w:tcPr>
            <w:tcW w:w="1510" w:type="dxa"/>
          </w:tcPr>
          <w:p w:rsidR="000178E9" w:rsidRPr="008525EC" w:rsidRDefault="00ED0E3E" w:rsidP="006F3F37">
            <w:pPr>
              <w:pStyle w:val="1"/>
              <w:spacing w:line="240" w:lineRule="auto"/>
              <w:jc w:val="both"/>
              <w:rPr>
                <w:b w:val="0"/>
                <w:lang w:val="en-US"/>
              </w:rPr>
            </w:pPr>
            <w:r>
              <w:rPr>
                <w:b w:val="0"/>
                <w:lang w:val="ru-RU"/>
              </w:rPr>
              <w:t>изделия</w:t>
            </w:r>
          </w:p>
        </w:tc>
        <w:tc>
          <w:tcPr>
            <w:tcW w:w="1750" w:type="dxa"/>
          </w:tcPr>
          <w:p w:rsidR="000178E9" w:rsidRPr="00ED0E3E" w:rsidRDefault="00ED0E3E" w:rsidP="006F3F37">
            <w:pPr>
              <w:pStyle w:val="1"/>
              <w:spacing w:line="240" w:lineRule="auto"/>
              <w:jc w:val="both"/>
              <w:rPr>
                <w:b w:val="0"/>
              </w:rPr>
            </w:pPr>
            <w:r w:rsidRPr="00ED0E3E">
              <w:rPr>
                <w:b w:val="0"/>
              </w:rPr>
              <w:t>izd[4]</w:t>
            </w:r>
          </w:p>
        </w:tc>
        <w:tc>
          <w:tcPr>
            <w:tcW w:w="1701" w:type="dxa"/>
          </w:tcPr>
          <w:p w:rsidR="000178E9" w:rsidRDefault="000178E9" w:rsidP="006F3F37">
            <w:pPr>
              <w:pStyle w:val="1"/>
              <w:spacing w:line="240" w:lineRule="auto"/>
              <w:jc w:val="both"/>
            </w:pPr>
          </w:p>
        </w:tc>
      </w:tr>
      <w:tr w:rsidR="000178E9" w:rsidTr="00F3530D">
        <w:tc>
          <w:tcPr>
            <w:tcW w:w="534" w:type="dxa"/>
          </w:tcPr>
          <w:p w:rsidR="000178E9" w:rsidRPr="008525EC" w:rsidRDefault="000178E9" w:rsidP="006F3F37">
            <w:pPr>
              <w:pStyle w:val="1"/>
              <w:spacing w:line="240" w:lineRule="auto"/>
              <w:jc w:val="both"/>
              <w:rPr>
                <w:lang w:val="ru-RU"/>
              </w:rPr>
            </w:pPr>
            <w:r w:rsidRPr="008525EC">
              <w:rPr>
                <w:lang w:val="ru-RU"/>
              </w:rPr>
              <w:t>7</w:t>
            </w:r>
          </w:p>
        </w:tc>
        <w:tc>
          <w:tcPr>
            <w:tcW w:w="3118" w:type="dxa"/>
          </w:tcPr>
          <w:p w:rsidR="000178E9" w:rsidRPr="008525EC" w:rsidRDefault="000178E9" w:rsidP="006F3F37">
            <w:pPr>
              <w:pStyle w:val="1"/>
              <w:spacing w:line="240" w:lineRule="auto"/>
              <w:jc w:val="both"/>
              <w:rPr>
                <w:b w:val="0"/>
                <w:lang w:val="ru-RU"/>
              </w:rPr>
            </w:pPr>
            <w:r w:rsidRPr="008525EC">
              <w:rPr>
                <w:b w:val="0"/>
                <w:lang w:val="ru-RU"/>
              </w:rPr>
              <w:t>суббота</w:t>
            </w:r>
          </w:p>
        </w:tc>
        <w:tc>
          <w:tcPr>
            <w:tcW w:w="1510" w:type="dxa"/>
          </w:tcPr>
          <w:p w:rsidR="000178E9" w:rsidRPr="008525EC" w:rsidRDefault="00ED0E3E" w:rsidP="006F3F37">
            <w:pPr>
              <w:pStyle w:val="1"/>
              <w:spacing w:line="240" w:lineRule="auto"/>
              <w:jc w:val="both"/>
              <w:rPr>
                <w:b w:val="0"/>
                <w:lang w:val="en-US"/>
              </w:rPr>
            </w:pPr>
            <w:r>
              <w:rPr>
                <w:b w:val="0"/>
                <w:lang w:val="ru-RU"/>
              </w:rPr>
              <w:t>изделия</w:t>
            </w:r>
          </w:p>
        </w:tc>
        <w:tc>
          <w:tcPr>
            <w:tcW w:w="1750" w:type="dxa"/>
          </w:tcPr>
          <w:p w:rsidR="000178E9" w:rsidRPr="00ED0E3E" w:rsidRDefault="00ED0E3E" w:rsidP="006F3F37">
            <w:pPr>
              <w:pStyle w:val="1"/>
              <w:spacing w:line="240" w:lineRule="auto"/>
              <w:jc w:val="both"/>
              <w:rPr>
                <w:b w:val="0"/>
              </w:rPr>
            </w:pPr>
            <w:r w:rsidRPr="00ED0E3E">
              <w:rPr>
                <w:b w:val="0"/>
              </w:rPr>
              <w:t>izd[5]</w:t>
            </w:r>
          </w:p>
        </w:tc>
        <w:tc>
          <w:tcPr>
            <w:tcW w:w="1701" w:type="dxa"/>
          </w:tcPr>
          <w:p w:rsidR="000178E9" w:rsidRDefault="000178E9" w:rsidP="006F3F37">
            <w:pPr>
              <w:pStyle w:val="1"/>
              <w:spacing w:line="240" w:lineRule="auto"/>
              <w:jc w:val="both"/>
            </w:pPr>
          </w:p>
        </w:tc>
      </w:tr>
    </w:tbl>
    <w:p w:rsidR="00DA0FF6" w:rsidRDefault="00BC51A3" w:rsidP="006F3F37">
      <w:pPr>
        <w:pStyle w:val="1"/>
        <w:spacing w:line="240" w:lineRule="auto"/>
        <w:jc w:val="both"/>
      </w:pPr>
      <w:r>
        <w:rPr>
          <w:noProof/>
        </w:rPr>
        <w:pict>
          <v:group id="_x0000_s1923" style="position:absolute;left:0;text-align:left;margin-left:22.25pt;margin-top:9.2pt;width:554.6pt;height:802.3pt;z-index:251647488;mso-position-horizontal-relative:page;mso-position-vertical-relative:page" coordsize="20000,20000">
            <v:rect id="_x0000_s1924" style="position:absolute;width:20000;height:20000" filled="f" strokeweight="2pt"/>
            <v:line id="_x0000_s1925" style="position:absolute" from="1093,18949" to="1095,19989" strokeweight="2pt"/>
            <v:line id="_x0000_s1926" style="position:absolute" from="10,18941" to="19977,18942" strokeweight="2pt"/>
            <v:line id="_x0000_s1927" style="position:absolute" from="2186,18949" to="2188,19989" strokeweight="2pt"/>
            <v:line id="_x0000_s1928" style="position:absolute" from="4919,18949" to="4921,19989" strokeweight="2pt"/>
            <v:line id="_x0000_s1929" style="position:absolute" from="6557,18959" to="6559,19989" strokeweight="2pt"/>
            <v:line id="_x0000_s1930" style="position:absolute" from="7650,18949" to="7652,19979" strokeweight="2pt"/>
            <v:line id="_x0000_s1931" style="position:absolute" from="18905,18949" to="18909,19989" strokeweight="2pt"/>
            <v:line id="_x0000_s1932" style="position:absolute" from="10,19293" to="7631,19295" strokeweight="1pt"/>
            <v:line id="_x0000_s1933" style="position:absolute" from="10,19646" to="7631,19647" strokeweight="2pt"/>
            <v:line id="_x0000_s1934" style="position:absolute" from="18919,19296" to="19990,19297" strokeweight="1pt"/>
            <v:rect id="_x0000_s1935" style="position:absolute;left:54;top:19660;width:1000;height:309" filled="f" stroked="f" strokeweight=".25pt">
              <v:textbox style="mso-next-textbox:#_x0000_s1935" inset="1pt,1pt,1pt,1pt">
                <w:txbxContent>
                  <w:p w:rsidR="00DE1E9A" w:rsidRDefault="00DE1E9A" w:rsidP="00B9788B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936" style="position:absolute;left:1139;top:19660;width:1001;height:309" filled="f" stroked="f" strokeweight=".25pt">
              <v:textbox style="mso-next-textbox:#_x0000_s1936" inset="1pt,1pt,1pt,1pt">
                <w:txbxContent>
                  <w:p w:rsidR="00DE1E9A" w:rsidRDefault="00DE1E9A" w:rsidP="00B9788B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937" style="position:absolute;left:2267;top:19660;width:2573;height:309" filled="f" stroked="f" strokeweight=".25pt">
              <v:textbox style="mso-next-textbox:#_x0000_s1937" inset="1pt,1pt,1pt,1pt">
                <w:txbxContent>
                  <w:p w:rsidR="00DE1E9A" w:rsidRDefault="00DE1E9A" w:rsidP="00B9788B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938" style="position:absolute;left:4983;top:19660;width:1534;height:309" filled="f" stroked="f" strokeweight=".25pt">
              <v:textbox style="mso-next-textbox:#_x0000_s1938" inset="1pt,1pt,1pt,1pt">
                <w:txbxContent>
                  <w:p w:rsidR="00DE1E9A" w:rsidRDefault="00DE1E9A" w:rsidP="00B9788B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939" style="position:absolute;left:6604;top:19660;width:1000;height:309" filled="f" stroked="f" strokeweight=".25pt">
              <v:textbox style="mso-next-textbox:#_x0000_s1939" inset="1pt,1pt,1pt,1pt">
                <w:txbxContent>
                  <w:p w:rsidR="00DE1E9A" w:rsidRDefault="00DE1E9A" w:rsidP="00B9788B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940" style="position:absolute;left:18949;top:18977;width:1001;height:309" filled="f" stroked="f" strokeweight=".25pt">
              <v:textbox style="mso-next-textbox:#_x0000_s1940" inset="1pt,1pt,1pt,1pt">
                <w:txbxContent>
                  <w:p w:rsidR="00DE1E9A" w:rsidRDefault="00DE1E9A" w:rsidP="00B9788B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941" style="position:absolute;left:18949;top:19435;width:1001;height:423" filled="f" stroked="f" strokeweight=".25pt">
              <v:textbox style="mso-next-textbox:#_x0000_s1941" inset="1pt,1pt,1pt,1pt">
                <w:txbxContent>
                  <w:p w:rsidR="00DE1E9A" w:rsidRPr="000776FB" w:rsidRDefault="00DE1E9A" w:rsidP="00B9788B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</w:rPr>
                      <w:t>1</w:t>
                    </w:r>
                    <w:r w:rsidR="006F3F37">
                      <w:rPr>
                        <w:i/>
                      </w:rPr>
                      <w:t>5</w:t>
                    </w:r>
                  </w:p>
                </w:txbxContent>
              </v:textbox>
            </v:rect>
            <v:rect id="_x0000_s1942" style="position:absolute;left:7745;top:19221;width:11075;height:477" filled="f" stroked="f" strokeweight=".25pt">
              <v:textbox style="mso-next-textbox:#_x0000_s1942" inset="1pt,1pt,1pt,1pt">
                <w:txbxContent>
                  <w:p w:rsidR="00DE1E9A" w:rsidRPr="000776FB" w:rsidRDefault="00DE1E9A" w:rsidP="00B9788B"/>
                </w:txbxContent>
              </v:textbox>
            </v:rect>
            <w10:wrap anchorx="page" anchory="page"/>
            <w10:anchorlock/>
          </v:group>
        </w:pict>
      </w:r>
      <w:r w:rsidR="00B9788B">
        <w:br w:type="page"/>
      </w:r>
      <w:r w:rsidR="00311EF6">
        <w:lastRenderedPageBreak/>
        <w:t xml:space="preserve">9. </w:t>
      </w:r>
      <w:r w:rsidR="00DA0FF6">
        <w:t xml:space="preserve">Основная функция </w:t>
      </w:r>
      <w:r w:rsidR="00DA0FF6">
        <w:rPr>
          <w:lang w:val="en-US"/>
        </w:rPr>
        <w:t>void</w:t>
      </w:r>
      <w:r w:rsidR="00DA0FF6" w:rsidRPr="007554CD">
        <w:t xml:space="preserve"> </w:t>
      </w:r>
      <w:r w:rsidR="00DA0FF6">
        <w:rPr>
          <w:lang w:val="en-US"/>
        </w:rPr>
        <w:t>main</w:t>
      </w:r>
      <w:r w:rsidR="00DA0FF6" w:rsidRPr="007554CD">
        <w:t>()</w:t>
      </w:r>
    </w:p>
    <w:p w:rsidR="00DE1E9A" w:rsidRPr="00DE1E9A" w:rsidRDefault="00DE1E9A" w:rsidP="006F3F37">
      <w:pPr>
        <w:ind w:firstLine="426"/>
        <w:jc w:val="both"/>
        <w:rPr>
          <w:b/>
        </w:rPr>
      </w:pPr>
      <w:r w:rsidRPr="00153EEA">
        <w:rPr>
          <w:b/>
        </w:rPr>
        <w:t xml:space="preserve">Использование </w:t>
      </w:r>
      <w:r w:rsidRPr="00153EEA">
        <w:rPr>
          <w:b/>
          <w:lang w:val="en-US"/>
        </w:rPr>
        <w:t>void</w:t>
      </w:r>
    </w:p>
    <w:p w:rsidR="00DE1E9A" w:rsidRDefault="00DE1E9A" w:rsidP="006F3F37">
      <w:pPr>
        <w:ind w:firstLine="567"/>
        <w:jc w:val="both"/>
      </w:pPr>
      <w:r w:rsidRPr="00153EEA">
        <w:t xml:space="preserve">По мете усложнения </w:t>
      </w:r>
      <w:r>
        <w:t>нашей программы мы должны разделить ее на небольшие легко управляемые части – функция. Функция – это простой набор операторов, выполняющих определенную задачу. Если наша программа использует функцию, функция выполняет свою задачу и затем возвращает результат программе.</w:t>
      </w:r>
    </w:p>
    <w:p w:rsidR="00DE1E9A" w:rsidRDefault="00DE1E9A" w:rsidP="006F3F37">
      <w:pPr>
        <w:ind w:firstLine="567"/>
        <w:jc w:val="both"/>
      </w:pPr>
      <w:r>
        <w:t xml:space="preserve">Каждая функция в программе имеет уникальное имя, а каждая программа имеет по крайней мере одну функцию с именем </w:t>
      </w:r>
      <w:r w:rsidRPr="00153EEA">
        <w:rPr>
          <w:b/>
          <w:lang w:val="en-US"/>
        </w:rPr>
        <w:t>main</w:t>
      </w:r>
      <w:r>
        <w:t>.</w:t>
      </w:r>
    </w:p>
    <w:p w:rsidR="00DE1E9A" w:rsidRDefault="00DE1E9A" w:rsidP="006F3F37">
      <w:pPr>
        <w:ind w:firstLine="567"/>
        <w:jc w:val="both"/>
      </w:pPr>
      <w:r>
        <w:t xml:space="preserve">Программа использует слово </w:t>
      </w:r>
      <w:r>
        <w:rPr>
          <w:lang w:val="en-US"/>
        </w:rPr>
        <w:t>void</w:t>
      </w:r>
      <w:r>
        <w:t xml:space="preserve"> для указания того, что функция не возвращает значения или не имеет значений, передаваемых в нее. Большинство простых программ на С++, которые будут созданы вами в процессе изучения, не возвращают выходное значение статуса операционной системе. Поэтому мы должны размещать слово </w:t>
      </w:r>
      <w:r>
        <w:rPr>
          <w:lang w:val="en-US"/>
        </w:rPr>
        <w:t>void</w:t>
      </w:r>
      <w:r w:rsidRPr="00DE1E9A">
        <w:t xml:space="preserve"> </w:t>
      </w:r>
      <w:r>
        <w:t xml:space="preserve">перед </w:t>
      </w:r>
      <w:r>
        <w:rPr>
          <w:lang w:val="en-US"/>
        </w:rPr>
        <w:t>main</w:t>
      </w:r>
      <w:r>
        <w:t>.</w:t>
      </w:r>
    </w:p>
    <w:p w:rsidR="00597E8E" w:rsidRPr="00597E8E" w:rsidRDefault="00597E8E" w:rsidP="006F3F37">
      <w:pPr>
        <w:ind w:firstLine="567"/>
        <w:jc w:val="both"/>
      </w:pPr>
      <w:r w:rsidRPr="00597E8E">
        <w:t>Каждая</w:t>
      </w:r>
      <w:r>
        <w:t xml:space="preserve"> программа на С++ имеет один вход, с которого начинается выполнение программы, - главную программу. В программах С++ оператор </w:t>
      </w:r>
      <w:r w:rsidRPr="00DE1E9A">
        <w:rPr>
          <w:b/>
          <w:lang w:val="en-US"/>
        </w:rPr>
        <w:t>void</w:t>
      </w:r>
      <w:r w:rsidRPr="00DE1E9A">
        <w:rPr>
          <w:b/>
        </w:rPr>
        <w:t xml:space="preserve"> </w:t>
      </w:r>
      <w:r w:rsidRPr="00DE1E9A">
        <w:rPr>
          <w:b/>
          <w:lang w:val="en-US"/>
        </w:rPr>
        <w:t>main</w:t>
      </w:r>
      <w:r w:rsidRPr="00DE1E9A">
        <w:rPr>
          <w:b/>
        </w:rPr>
        <w:t>(</w:t>
      </w:r>
      <w:r w:rsidRPr="00DE1E9A">
        <w:rPr>
          <w:b/>
          <w:lang w:val="en-US"/>
        </w:rPr>
        <w:t>void</w:t>
      </w:r>
      <w:r w:rsidRPr="00DE1E9A">
        <w:rPr>
          <w:b/>
        </w:rPr>
        <w:t>)</w:t>
      </w:r>
      <w:r>
        <w:t xml:space="preserve"> указывает стартовую точку вашей программы.</w:t>
      </w:r>
      <w:r w:rsidRPr="00597E8E">
        <w:t xml:space="preserve"> </w:t>
      </w:r>
    </w:p>
    <w:p w:rsidR="008B27DA" w:rsidRPr="00B47F69" w:rsidRDefault="00597E8E" w:rsidP="006F3F37">
      <w:pPr>
        <w:ind w:firstLine="567"/>
        <w:jc w:val="both"/>
      </w:pPr>
      <w:r w:rsidRPr="00597E8E">
        <w:t xml:space="preserve"> </w:t>
      </w:r>
      <w:r w:rsidR="008B27DA" w:rsidRPr="00B47F69">
        <w:t xml:space="preserve">В Си функция </w:t>
      </w:r>
      <w:r w:rsidR="008B27DA" w:rsidRPr="00DE1E9A">
        <w:rPr>
          <w:b/>
          <w:lang w:val="en-US"/>
        </w:rPr>
        <w:t>void</w:t>
      </w:r>
      <w:r w:rsidR="008B27DA" w:rsidRPr="00DE1E9A">
        <w:rPr>
          <w:b/>
        </w:rPr>
        <w:t xml:space="preserve"> </w:t>
      </w:r>
      <w:r w:rsidR="008B27DA" w:rsidRPr="00DE1E9A">
        <w:rPr>
          <w:b/>
          <w:lang w:val="en-US"/>
        </w:rPr>
        <w:t>main</w:t>
      </w:r>
      <w:r w:rsidR="008B27DA" w:rsidRPr="00DE1E9A">
        <w:rPr>
          <w:b/>
        </w:rPr>
        <w:t>()</w:t>
      </w:r>
      <w:r w:rsidR="008B27DA" w:rsidRPr="00B47F69">
        <w:t xml:space="preserve"> – это самая главная функция, в ней программы всегда выполняется первой, а потом при необходимости из нее можно вызвать другие функции.</w:t>
      </w:r>
    </w:p>
    <w:p w:rsidR="008B27DA" w:rsidRPr="00B47F69" w:rsidRDefault="008B27DA" w:rsidP="006F3F37">
      <w:pPr>
        <w:jc w:val="both"/>
      </w:pPr>
      <w:r w:rsidRPr="00B47F69">
        <w:t>Моя программа включает в себя 4 подфункций:</w:t>
      </w:r>
    </w:p>
    <w:p w:rsidR="008B27DA" w:rsidRPr="00B47F69" w:rsidRDefault="008B27DA" w:rsidP="006F3F37">
      <w:pPr>
        <w:jc w:val="both"/>
      </w:pPr>
      <w:r w:rsidRPr="00B47F69">
        <w:tab/>
      </w:r>
      <w:r w:rsidR="000B7C6F">
        <w:t>Функция ввода  информации</w:t>
      </w:r>
      <w:r w:rsidRPr="00B47F69">
        <w:t xml:space="preserve"> – </w:t>
      </w:r>
      <w:r w:rsidRPr="00B47F69">
        <w:rPr>
          <w:lang w:val="en-US"/>
        </w:rPr>
        <w:t>int</w:t>
      </w:r>
      <w:r w:rsidRPr="00B47F69">
        <w:t xml:space="preserve"> </w:t>
      </w:r>
      <w:r w:rsidRPr="00B47F69">
        <w:rPr>
          <w:lang w:val="en-US"/>
        </w:rPr>
        <w:t>vvod</w:t>
      </w:r>
      <w:r w:rsidRPr="00B47F69">
        <w:t>()</w:t>
      </w:r>
    </w:p>
    <w:p w:rsidR="008B27DA" w:rsidRPr="00B47F69" w:rsidRDefault="008B27DA" w:rsidP="006F3F37">
      <w:pPr>
        <w:jc w:val="both"/>
      </w:pPr>
      <w:r w:rsidRPr="00B47F69">
        <w:tab/>
        <w:t xml:space="preserve">Функция чтение данных из файла – </w:t>
      </w:r>
      <w:r w:rsidRPr="00B47F69">
        <w:rPr>
          <w:lang w:val="en-US"/>
        </w:rPr>
        <w:t>void</w:t>
      </w:r>
      <w:r w:rsidRPr="00B47F69">
        <w:t xml:space="preserve"> </w:t>
      </w:r>
      <w:r w:rsidRPr="00B47F69">
        <w:rPr>
          <w:lang w:val="en-US"/>
        </w:rPr>
        <w:t>ofile</w:t>
      </w:r>
      <w:r w:rsidRPr="00B47F69">
        <w:t>()</w:t>
      </w:r>
    </w:p>
    <w:p w:rsidR="008B27DA" w:rsidRPr="00B47F69" w:rsidRDefault="008B27DA" w:rsidP="006F3F37">
      <w:pPr>
        <w:jc w:val="both"/>
      </w:pPr>
      <w:r w:rsidRPr="00B47F69">
        <w:tab/>
        <w:t xml:space="preserve">Функция вывода информации по номеру телефона – </w:t>
      </w:r>
      <w:r w:rsidRPr="00B47F69">
        <w:rPr>
          <w:lang w:val="en-US"/>
        </w:rPr>
        <w:t>int</w:t>
      </w:r>
      <w:r w:rsidRPr="00B47F69">
        <w:t xml:space="preserve"> </w:t>
      </w:r>
      <w:r w:rsidRPr="00B47F69">
        <w:rPr>
          <w:lang w:val="en-US"/>
        </w:rPr>
        <w:t>vd</w:t>
      </w:r>
      <w:r w:rsidRPr="00B47F69">
        <w:t>1()</w:t>
      </w:r>
    </w:p>
    <w:p w:rsidR="008B27DA" w:rsidRDefault="008B27DA" w:rsidP="006F3F37">
      <w:pPr>
        <w:jc w:val="both"/>
      </w:pPr>
      <w:r w:rsidRPr="00B47F69">
        <w:tab/>
        <w:t xml:space="preserve">Функция вывода информации по году установки – </w:t>
      </w:r>
      <w:r w:rsidRPr="00B47F69">
        <w:rPr>
          <w:lang w:val="en-US"/>
        </w:rPr>
        <w:t>int</w:t>
      </w:r>
      <w:r w:rsidRPr="00B47F69">
        <w:t xml:space="preserve"> </w:t>
      </w:r>
      <w:r w:rsidRPr="00B47F69">
        <w:rPr>
          <w:lang w:val="en-US"/>
        </w:rPr>
        <w:t>vd</w:t>
      </w:r>
      <w:r w:rsidRPr="00B47F69">
        <w:t>2()</w:t>
      </w:r>
    </w:p>
    <w:p w:rsidR="00153EEA" w:rsidRPr="00153EEA" w:rsidRDefault="00153EEA" w:rsidP="006F3F37">
      <w:pPr>
        <w:ind w:firstLine="426"/>
        <w:jc w:val="both"/>
      </w:pPr>
    </w:p>
    <w:p w:rsidR="00890A44" w:rsidRPr="00DE1E9A" w:rsidRDefault="00BC51A3" w:rsidP="006F3F37">
      <w:pPr>
        <w:pStyle w:val="1"/>
        <w:spacing w:line="240" w:lineRule="auto"/>
        <w:jc w:val="both"/>
        <w:rPr>
          <w:lang w:val="ru-RU"/>
        </w:rPr>
      </w:pPr>
      <w:r>
        <w:rPr>
          <w:noProof/>
          <w:sz w:val="28"/>
          <w:szCs w:val="28"/>
        </w:rPr>
        <w:pict>
          <v:group id="_x0000_s2110" style="position:absolute;left:0;text-align:left;margin-left:25.5pt;margin-top:18.2pt;width:551.35pt;height:801pt;z-index:251649536;mso-position-horizontal-relative:page;mso-position-vertical-relative:page" coordsize="20000,20000">
            <v:rect id="_x0000_s2111" style="position:absolute;width:20000;height:20000" filled="f" strokeweight="2pt"/>
            <v:line id="_x0000_s2112" style="position:absolute" from="1093,18949" to="1095,19989" strokeweight="2pt"/>
            <v:line id="_x0000_s2113" style="position:absolute" from="10,18941" to="19977,18942" strokeweight="2pt"/>
            <v:line id="_x0000_s2114" style="position:absolute" from="2186,18949" to="2188,19989" strokeweight="2pt"/>
            <v:line id="_x0000_s2115" style="position:absolute" from="4919,18949" to="4921,19989" strokeweight="2pt"/>
            <v:line id="_x0000_s2116" style="position:absolute" from="6557,18959" to="6559,19989" strokeweight="2pt"/>
            <v:line id="_x0000_s2117" style="position:absolute" from="7650,18949" to="7652,19979" strokeweight="2pt"/>
            <v:line id="_x0000_s2118" style="position:absolute" from="18905,18949" to="18909,19989" strokeweight="2pt"/>
            <v:line id="_x0000_s2119" style="position:absolute" from="10,19293" to="7631,19295" strokeweight="1pt"/>
            <v:line id="_x0000_s2120" style="position:absolute" from="10,19646" to="7631,19647" strokeweight="2pt"/>
            <v:line id="_x0000_s2121" style="position:absolute" from="18919,19296" to="19990,19297" strokeweight="1pt"/>
            <v:rect id="_x0000_s2122" style="position:absolute;left:54;top:19660;width:1000;height:309" filled="f" stroked="f" strokeweight=".25pt">
              <v:textbox inset="1pt,1pt,1pt,1pt">
                <w:txbxContent>
                  <w:p w:rsidR="00DE1E9A" w:rsidRDefault="00DE1E9A" w:rsidP="00161F11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123" style="position:absolute;left:1139;top:19660;width:1001;height:309" filled="f" stroked="f" strokeweight=".25pt">
              <v:textbox inset="1pt,1pt,1pt,1pt">
                <w:txbxContent>
                  <w:p w:rsidR="00DE1E9A" w:rsidRDefault="00DE1E9A" w:rsidP="00161F11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124" style="position:absolute;left:2267;top:19660;width:2573;height:309" filled="f" stroked="f" strokeweight=".25pt">
              <v:textbox inset="1pt,1pt,1pt,1pt">
                <w:txbxContent>
                  <w:p w:rsidR="00DE1E9A" w:rsidRDefault="00DE1E9A" w:rsidP="00161F11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125" style="position:absolute;left:4983;top:19660;width:1534;height:309" filled="f" stroked="f" strokeweight=".25pt">
              <v:textbox inset="1pt,1pt,1pt,1pt">
                <w:txbxContent>
                  <w:p w:rsidR="00DE1E9A" w:rsidRDefault="00DE1E9A" w:rsidP="00161F11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126" style="position:absolute;left:6604;top:19660;width:1000;height:309" filled="f" stroked="f" strokeweight=".25pt">
              <v:textbox inset="1pt,1pt,1pt,1pt">
                <w:txbxContent>
                  <w:p w:rsidR="00DE1E9A" w:rsidRDefault="00DE1E9A" w:rsidP="00161F11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127" style="position:absolute;left:18949;top:18977;width:1001;height:309" filled="f" stroked="f" strokeweight=".25pt">
              <v:textbox inset="1pt,1pt,1pt,1pt">
                <w:txbxContent>
                  <w:p w:rsidR="00DE1E9A" w:rsidRDefault="00DE1E9A" w:rsidP="00161F11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128" style="position:absolute;left:18949;top:19435;width:1001;height:423" filled="f" stroked="f" strokeweight=".25pt">
              <v:textbox inset="1pt,1pt,1pt,1pt">
                <w:txbxContent>
                  <w:p w:rsidR="00DE1E9A" w:rsidRPr="00E507E6" w:rsidRDefault="00DE1E9A" w:rsidP="00161F11">
                    <w:pPr>
                      <w:pStyle w:val="ab"/>
                      <w:jc w:val="center"/>
                      <w:rPr>
                        <w:rFonts w:ascii="Times New Roman" w:hAnsi="Times New Roman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sz w:val="24"/>
                        <w:lang w:val="ru-RU"/>
                      </w:rPr>
                      <w:t>1</w:t>
                    </w:r>
                    <w:r w:rsidR="006F3F37">
                      <w:rPr>
                        <w:rFonts w:ascii="Times New Roman" w:hAnsi="Times New Roman"/>
                        <w:sz w:val="24"/>
                        <w:lang w:val="ru-RU"/>
                      </w:rPr>
                      <w:t>6</w:t>
                    </w:r>
                  </w:p>
                  <w:p w:rsidR="00DE1E9A" w:rsidRPr="00F725FA" w:rsidRDefault="00DE1E9A" w:rsidP="00161F11">
                    <w:pPr>
                      <w:pStyle w:val="ab"/>
                      <w:jc w:val="center"/>
                      <w:rPr>
                        <w:sz w:val="24"/>
                        <w:lang w:val="en-US"/>
                      </w:rPr>
                    </w:pPr>
                  </w:p>
                </w:txbxContent>
              </v:textbox>
            </v:rect>
            <v:rect id="_x0000_s2129" style="position:absolute;left:7745;top:19221;width:11075;height:477" filled="f" stroked="f" strokeweight=".25pt">
              <v:textbox inset="1pt,1pt,1pt,1pt">
                <w:txbxContent>
                  <w:p w:rsidR="00DE1E9A" w:rsidRPr="000776FB" w:rsidRDefault="00DE1E9A" w:rsidP="00161F11"/>
                </w:txbxContent>
              </v:textbox>
            </v:rect>
            <w10:wrap anchorx="page" anchory="page"/>
            <w10:anchorlock/>
          </v:group>
        </w:pict>
      </w:r>
      <w:r w:rsidR="00890A44">
        <w:rPr>
          <w:sz w:val="28"/>
          <w:szCs w:val="28"/>
        </w:rPr>
        <w:br w:type="page"/>
      </w:r>
      <w:r w:rsidR="00311EF6" w:rsidRPr="001503C3">
        <w:rPr>
          <w:szCs w:val="28"/>
        </w:rPr>
        <w:lastRenderedPageBreak/>
        <w:t xml:space="preserve">9.1 </w:t>
      </w:r>
      <w:r w:rsidR="00D8032A" w:rsidRPr="001503C3">
        <w:t>Бл</w:t>
      </w:r>
      <w:r>
        <w:pict>
          <v:group id="_x0000_s1387" style="position:absolute;left:0;text-align:left;margin-left:24pt;margin-top:19.85pt;width:551.5pt;height:802.3pt;z-index:251642368;mso-position-horizontal-relative:page;mso-position-vertical-relative:page" coordsize="20000,20000" o:allowincell="f">
            <v:rect id="_x0000_s1388" style="position:absolute;width:20000;height:20000" filled="f" strokeweight="2pt"/>
            <v:line id="_x0000_s1389" style="position:absolute" from="1093,18949" to="1095,19989" strokeweight="2pt"/>
            <v:line id="_x0000_s1390" style="position:absolute" from="10,18941" to="19977,18942" strokeweight="2pt"/>
            <v:line id="_x0000_s1391" style="position:absolute" from="2186,18949" to="2188,19989" strokeweight="2pt"/>
            <v:line id="_x0000_s1392" style="position:absolute" from="4919,18949" to="4921,19989" strokeweight="2pt"/>
            <v:line id="_x0000_s1393" style="position:absolute" from="6557,18959" to="6559,19989" strokeweight="2pt"/>
            <v:line id="_x0000_s1394" style="position:absolute" from="7650,18949" to="7652,19979" strokeweight="2pt"/>
            <v:line id="_x0000_s1395" style="position:absolute" from="18905,18949" to="18909,19989" strokeweight="2pt"/>
            <v:line id="_x0000_s1396" style="position:absolute" from="10,19293" to="7631,19295" strokeweight="1pt"/>
            <v:line id="_x0000_s1397" style="position:absolute" from="10,19646" to="7631,19647" strokeweight="2pt"/>
            <v:line id="_x0000_s1398" style="position:absolute" from="18919,19296" to="19990,19297" strokeweight="1pt"/>
            <v:rect id="_x0000_s1399" style="position:absolute;left:54;top:19660;width:1000;height:309" filled="f" stroked="f" strokeweight=".25pt">
              <v:textbox style="mso-next-textbox:#_x0000_s1399" inset="1pt,1pt,1pt,1pt">
                <w:txbxContent>
                  <w:p w:rsidR="00DE1E9A" w:rsidRDefault="00DE1E9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400" style="position:absolute;left:1139;top:19660;width:1001;height:309" filled="f" stroked="f" strokeweight=".25pt">
              <v:textbox style="mso-next-textbox:#_x0000_s1400" inset="1pt,1pt,1pt,1pt">
                <w:txbxContent>
                  <w:p w:rsidR="00DE1E9A" w:rsidRDefault="00DE1E9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401" style="position:absolute;left:2267;top:19660;width:2573;height:309" filled="f" stroked="f" strokeweight=".25pt">
              <v:textbox style="mso-next-textbox:#_x0000_s1401" inset="1pt,1pt,1pt,1pt">
                <w:txbxContent>
                  <w:p w:rsidR="00DE1E9A" w:rsidRDefault="00DE1E9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402" style="position:absolute;left:4983;top:19660;width:1534;height:309" filled="f" stroked="f" strokeweight=".25pt">
              <v:textbox style="mso-next-textbox:#_x0000_s1402" inset="1pt,1pt,1pt,1pt">
                <w:txbxContent>
                  <w:p w:rsidR="00DE1E9A" w:rsidRDefault="00DE1E9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403" style="position:absolute;left:6604;top:19660;width:1000;height:309" filled="f" stroked="f" strokeweight=".25pt">
              <v:textbox style="mso-next-textbox:#_x0000_s1403" inset="1pt,1pt,1pt,1pt">
                <w:txbxContent>
                  <w:p w:rsidR="00DE1E9A" w:rsidRDefault="00DE1E9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404" style="position:absolute;left:18949;top:18977;width:1001;height:309" filled="f" stroked="f" strokeweight=".25pt">
              <v:textbox style="mso-next-textbox:#_x0000_s1404" inset="1pt,1pt,1pt,1pt">
                <w:txbxContent>
                  <w:p w:rsidR="00DE1E9A" w:rsidRDefault="00DE1E9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405" style="position:absolute;left:18949;top:19435;width:1001;height:423" filled="f" stroked="f" strokeweight=".25pt">
              <v:textbox style="mso-next-textbox:#_x0000_s1405" inset="1pt,1pt,1pt,1pt">
                <w:txbxContent>
                  <w:p w:rsidR="00DE1E9A" w:rsidRPr="000776FB" w:rsidRDefault="006F3F37" w:rsidP="000776FB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</w:rPr>
                      <w:t>17</w:t>
                    </w:r>
                  </w:p>
                </w:txbxContent>
              </v:textbox>
            </v:rect>
            <v:rect id="_x0000_s1406" style="position:absolute;left:7745;top:19221;width:11075;height:477" filled="f" stroked="f" strokeweight=".25pt">
              <v:textbox style="mso-next-textbox:#_x0000_s1406" inset="1pt,1pt,1pt,1pt">
                <w:txbxContent>
                  <w:p w:rsidR="00DE1E9A" w:rsidRPr="000776FB" w:rsidRDefault="00DE1E9A" w:rsidP="000776FB"/>
                </w:txbxContent>
              </v:textbox>
            </v:rect>
            <w10:wrap anchorx="page" anchory="page"/>
            <w10:anchorlock/>
          </v:group>
        </w:pict>
      </w:r>
      <w:r w:rsidR="00D8032A" w:rsidRPr="001503C3">
        <w:t>ок</w:t>
      </w:r>
      <w:r w:rsidR="00D8032A" w:rsidRPr="001503C3">
        <w:rPr>
          <w:szCs w:val="28"/>
        </w:rPr>
        <w:t xml:space="preserve"> </w:t>
      </w:r>
      <w:r w:rsidR="00D8032A" w:rsidRPr="001503C3">
        <w:t>сх</w:t>
      </w:r>
      <w:r w:rsidR="00890A44" w:rsidRPr="001503C3">
        <w:t>е</w:t>
      </w:r>
      <w:r w:rsidR="00D8032A" w:rsidRPr="001503C3">
        <w:t>ма</w:t>
      </w:r>
    </w:p>
    <w:p w:rsidR="005D5E32" w:rsidRPr="00DE1E9A" w:rsidRDefault="005D5E32" w:rsidP="006F3F37">
      <w:pPr>
        <w:jc w:val="both"/>
      </w:pPr>
    </w:p>
    <w:p w:rsidR="00B72D0E" w:rsidRDefault="00BC51A3" w:rsidP="006F3F37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2484" editas="canvas" style="width:416.4pt;height:594pt;mso-position-horizontal-relative:char;mso-position-vertical-relative:line" coordorigin="2067,1290" coordsize="8328,11880">
            <o:lock v:ext="edit" aspectratio="t"/>
            <v:shape id="_x0000_s2485" type="#_x0000_t75" style="position:absolute;left:2067;top:1290;width:8328;height:11880" o:preferrelative="f">
              <v:fill o:detectmouseclick="t"/>
              <v:path o:extrusionok="t" o:connecttype="none"/>
              <o:lock v:ext="edit" text="t"/>
            </v:shape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_x0000_s2486" type="#_x0000_t116" style="position:absolute;left:4709;top:1290;width:1441;height:481">
              <v:textbox>
                <w:txbxContent>
                  <w:p w:rsidR="00DE1E9A" w:rsidRDefault="00DE1E9A" w:rsidP="005D5E32">
                    <w:pPr>
                      <w:jc w:val="center"/>
                    </w:pPr>
                    <w:r>
                      <w:t>Начало</w:t>
                    </w:r>
                  </w:p>
                  <w:p w:rsidR="00DE1E9A" w:rsidRPr="003D751F" w:rsidRDefault="00DE1E9A" w:rsidP="005D5E32"/>
                </w:txbxContent>
              </v:textbox>
            </v:shape>
            <v:shapetype id="_x0000_t111" coordsize="21600,21600" o:spt="111" path="m4321,l21600,,17204,21600,,21600xe">
              <v:stroke joinstyle="miter"/>
              <v:path gradientshapeok="t" o:connecttype="custom" o:connectlocs="12961,0;10800,0;2161,10800;8602,21600;10800,21600;19402,10800" textboxrect="4321,0,17204,21600"/>
            </v:shapetype>
            <v:shape id="_x0000_s2487" type="#_x0000_t111" style="position:absolute;left:3840;top:1949;width:3179;height:466">
              <v:textbox>
                <w:txbxContent>
                  <w:p w:rsidR="00DE1E9A" w:rsidRDefault="00DE1E9A" w:rsidP="005D5E32">
                    <w:pPr>
                      <w:jc w:val="center"/>
                    </w:pPr>
                    <w:r>
                      <w:t>Вывод меню</w:t>
                    </w:r>
                  </w:p>
                </w:txbxContent>
              </v:textbox>
            </v:shap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2488" type="#_x0000_t110" style="position:absolute;left:3299;top:3406;width:4262;height:1244">
              <v:textbox>
                <w:txbxContent>
                  <w:p w:rsidR="00DE1E9A" w:rsidRPr="003D751F" w:rsidRDefault="00DE1E9A" w:rsidP="005D5E32">
                    <w:pPr>
                      <w:jc w:val="center"/>
                      <w:rPr>
                        <w:lang w:val="en-US"/>
                      </w:rPr>
                    </w:pPr>
                    <w:r>
                      <w:t xml:space="preserve">Пока не нажата клавиша </w:t>
                    </w:r>
                    <w:r>
                      <w:rPr>
                        <w:lang w:val="en-US"/>
                      </w:rPr>
                      <w:t>ESC</w:t>
                    </w:r>
                  </w:p>
                </w:txbxContent>
              </v:textbox>
            </v:shape>
            <v:shapetype id="_x0000_t112" coordsize="21600,21600" o:spt="112" path="m,l,21600r21600,l21600,xem2610,nfl2610,21600em18990,nfl18990,21600e">
              <v:stroke joinstyle="miter"/>
              <v:path o:extrusionok="f" gradientshapeok="t" o:connecttype="rect" textboxrect="2610,0,18990,21600"/>
            </v:shapetype>
            <v:shape id="_x0000_s2489" type="#_x0000_t112" style="position:absolute;left:3523;top:2613;width:3826;height:417">
              <v:textbox>
                <w:txbxContent>
                  <w:p w:rsidR="00DE1E9A" w:rsidRPr="003D751F" w:rsidRDefault="00DE1E9A" w:rsidP="005D5E32">
                    <w:pPr>
                      <w:jc w:val="center"/>
                    </w:pPr>
                    <w:r>
                      <w:t>Чтение данных из файла</w:t>
                    </w:r>
                  </w:p>
                </w:txbxContent>
              </v:textbox>
            </v:shape>
            <v:shape id="_x0000_s2490" type="#_x0000_t110" style="position:absolute;left:3764;top:4919;width:3330;height:1966">
              <v:textbox>
                <w:txbxContent>
                  <w:p w:rsidR="00DE1E9A" w:rsidRDefault="00DE1E9A" w:rsidP="005D5E32">
                    <w:pPr>
                      <w:jc w:val="center"/>
                    </w:pPr>
                    <w:r>
                      <w:t>Анализ нажатой клавиши</w:t>
                    </w:r>
                  </w:p>
                </w:txbxContent>
              </v:textbox>
            </v:shape>
            <v:shape id="_x0000_s2491" type="#_x0000_t112" style="position:absolute;left:5656;top:6885;width:2987;height:738">
              <v:textbox>
                <w:txbxContent>
                  <w:p w:rsidR="00DE1E9A" w:rsidRDefault="00DE1E9A" w:rsidP="005D5E32">
                    <w:pPr>
                      <w:jc w:val="center"/>
                    </w:pPr>
                    <w:r>
                      <w:rPr>
                        <w:lang w:val="en-US"/>
                      </w:rPr>
                      <w:t>‘1’</w:t>
                    </w:r>
                    <w:r>
                      <w:t xml:space="preserve"> Добавление записи</w:t>
                    </w:r>
                  </w:p>
                </w:txbxContent>
              </v:textbox>
            </v:shape>
            <v:shape id="_x0000_s2492" type="#_x0000_t112" style="position:absolute;left:5656;top:8040;width:2987;height:738">
              <v:textbox>
                <w:txbxContent>
                  <w:p w:rsidR="00DE1E9A" w:rsidRDefault="00DE1E9A" w:rsidP="005D5E32">
                    <w:pPr>
                      <w:jc w:val="center"/>
                    </w:pPr>
                    <w:r>
                      <w:rPr>
                        <w:lang w:val="en-US"/>
                      </w:rPr>
                      <w:t>‘2’</w:t>
                    </w:r>
                    <w:r>
                      <w:t xml:space="preserve"> Отображение всех данных</w:t>
                    </w:r>
                  </w:p>
                </w:txbxContent>
              </v:textbox>
            </v:shape>
            <v:shape id="_x0000_s2493" type="#_x0000_t112" style="position:absolute;left:5656;top:9149;width:2987;height:737">
              <v:textbox>
                <w:txbxContent>
                  <w:p w:rsidR="00DE1E9A" w:rsidRPr="00305D3D" w:rsidRDefault="00DE1E9A" w:rsidP="005D5E32">
                    <w:pPr>
                      <w:jc w:val="center"/>
                    </w:pPr>
                    <w:r w:rsidRPr="00946F74">
                      <w:t>‘3’</w:t>
                    </w:r>
                    <w:r>
                      <w:t xml:space="preserve"> Общее количество изделий за неделю</w:t>
                    </w:r>
                  </w:p>
                </w:txbxContent>
              </v:textbox>
            </v:shape>
            <v:shape id="_x0000_s2494" type="#_x0000_t112" style="position:absolute;left:5656;top:10306;width:2987;height:779">
              <v:textbox>
                <w:txbxContent>
                  <w:p w:rsidR="00DE1E9A" w:rsidRPr="00946F74" w:rsidRDefault="00DE1E9A" w:rsidP="005D5E32">
                    <w:pPr>
                      <w:jc w:val="center"/>
                    </w:pPr>
                    <w:r w:rsidRPr="00946F74">
                      <w:t>‘4’</w:t>
                    </w:r>
                    <w:r>
                      <w:t xml:space="preserve"> наибольшее количество изделий</w:t>
                    </w:r>
                  </w:p>
                </w:txbxContent>
              </v:textbox>
            </v:shape>
            <v:shape id="_x0000_s2495" type="#_x0000_t32" style="position:absolute;left:5430;top:1771;width:1;height:178" o:connectortype="straight">
              <v:stroke endarrow="block"/>
            </v:shape>
            <v:shape id="_x0000_s2496" type="#_x0000_t32" style="position:absolute;left:5430;top:2415;width:6;height:198" o:connectortype="straight">
              <v:stroke endarrow="block"/>
            </v:shape>
            <v:shape id="_x0000_s2497" type="#_x0000_t32" style="position:absolute;left:5430;top:3030;width:6;height:376;flip:x" o:connectortype="straight">
              <v:stroke endarrow="block"/>
            </v:shape>
            <v:shape id="_x0000_s2498" type="#_x0000_t32" style="position:absolute;left:5429;top:4650;width:1;height:269;flip:x" o:connectortype="straight">
              <v:stroke endarrow="block"/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x0000_s2499" type="#_x0000_t33" style="position:absolute;left:5358;top:6956;width:369;height:227;rotation:90;flip:x" o:connectortype="elbow" adj="-347005,698337,-347005">
              <v:stroke endarrow="block"/>
            </v:shape>
            <v:shape id="_x0000_s2500" type="#_x0000_t33" style="position:absolute;left:4781;top:7533;width:1524;height:227;rotation:90;flip:x" o:connectortype="elbow" adj="-84019,698337,-84019">
              <v:stroke endarrow="block"/>
            </v:shape>
            <v:shape id="_x0000_s2501" type="#_x0000_t33" style="position:absolute;left:4226;top:8088;width:2633;height:227;rotation:90;flip:x" o:connectortype="elbow" adj="-48631,698337,-48631">
              <v:stroke endarrow="block"/>
            </v:shape>
            <v:shape id="_x0000_s2502" type="#_x0000_t33" style="position:absolute;left:3637;top:8677;width:3811;height:227;rotation:90;flip:x" o:connectortype="elbow" adj="-33599,698337,-33599">
              <v:stroke endarrow="block"/>
            </v:shape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_x0000_s2503" type="#_x0000_t120" style="position:absolute;left:5436;top:11902;width:1311;height:548">
              <v:textbox>
                <w:txbxContent>
                  <w:p w:rsidR="00DE1E9A" w:rsidRPr="005D5E32" w:rsidRDefault="00DE1E9A" w:rsidP="005D5E32">
                    <w:pPr>
                      <w:jc w:val="center"/>
                    </w:pPr>
                    <w:r>
                      <w:t>Конец</w:t>
                    </w:r>
                  </w:p>
                </w:txbxContent>
              </v:textbox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2504" type="#_x0000_t34" style="position:absolute;left:6747;top:7254;width:1896;height:4922;flip:x" o:connectortype="elbow" adj="-4090,-33826,104149">
              <v:stroke endarrow="block"/>
            </v:shape>
            <v:shape id="_x0000_s2505" type="#_x0000_t34" style="position:absolute;left:6747;top:8409;width:1896;height:3767;flip:x" o:connectortype="elbow" adj="-4090,-50820,104149">
              <v:stroke endarrow="block"/>
            </v:shape>
            <v:shape id="_x0000_s2506" type="#_x0000_t34" style="position:absolute;left:6747;top:9518;width:1896;height:2658;flip:x" o:connectortype="elbow" adj="-4090,-81037,104149">
              <v:stroke endarrow="block"/>
            </v:shape>
            <v:shape id="_x0000_s2507" type="#_x0000_t34" style="position:absolute;left:6747;top:10696;width:1896;height:1480;flip:x" o:connectortype="elbow" adj="-4090,-162730,104149">
              <v:stroke endarrow="block"/>
            </v:shape>
            <v:shapetype id="_x0000_t35" coordsize="21600,21600" o:spt="35" o:oned="t" adj="10800,10800" path="m,l@0,0@0@1,21600@1,21600,21600e" filled="f">
              <v:stroke joinstyle="miter"/>
              <v:formulas>
                <v:f eqn="val #0"/>
                <v:f eqn="val #1"/>
                <v:f eqn="mid #0 width"/>
                <v:f eqn="prod #1 1 2"/>
              </v:formulas>
              <v:path arrowok="t" fillok="f" o:connecttype="none"/>
              <v:handles>
                <v:h position="#0,@3"/>
                <v:h position="@2,#1"/>
              </v:handles>
              <o:lock v:ext="edit" shapetype="t"/>
            </v:shapetype>
            <v:shape id="_x0000_s2508" type="#_x0000_t35" style="position:absolute;left:5430;top:3406;width:6;height:8770;rotation:180" o:connectortype="elbow" adj="8989200,22487,-21366000">
              <v:stroke endarrow="block"/>
            </v:shape>
            <v:shape id="_x0000_s2509" type="#_x0000_t112" style="position:absolute;left:7920;top:4621;width:2475;height:719">
              <v:textbox>
                <w:txbxContent>
                  <w:p w:rsidR="00DE1E9A" w:rsidRDefault="00DE1E9A" w:rsidP="005D5E32">
                    <w:pPr>
                      <w:jc w:val="center"/>
                    </w:pPr>
                    <w:r>
                      <w:t>Запись данных в файл</w:t>
                    </w:r>
                  </w:p>
                </w:txbxContent>
              </v:textbox>
            </v:shape>
            <v:shape id="_x0000_s2510" type="#_x0000_t116" style="position:absolute;left:8444;top:5805;width:1441;height:481">
              <v:textbox>
                <w:txbxContent>
                  <w:p w:rsidR="00DE1E9A" w:rsidRDefault="00DE1E9A" w:rsidP="005D5E32">
                    <w:pPr>
                      <w:jc w:val="center"/>
                    </w:pPr>
                    <w:r>
                      <w:t>Конец</w:t>
                    </w:r>
                  </w:p>
                  <w:p w:rsidR="00DE1E9A" w:rsidRPr="003D751F" w:rsidRDefault="00DE1E9A" w:rsidP="005D5E32"/>
                </w:txbxContent>
              </v:textbox>
            </v:shape>
            <v:shape id="_x0000_s2511" type="#_x0000_t33" style="position:absolute;left:7561;top:4028;width:1597;height:593" o:connectortype="elbow" adj="-109014,-163257,-109014">
              <v:stroke endarrow="block"/>
            </v:shape>
            <v:shape id="_x0000_s2512" type="#_x0000_t32" style="position:absolute;left:9158;top:5340;width:7;height:465" o:connectortype="straight">
              <v:stroke endarrow="block"/>
            </v:shape>
            <v:rect id="_x0000_s2513" style="position:absolute;left:4458;top:4621;width:515;height:480" stroked="f">
              <v:textbox>
                <w:txbxContent>
                  <w:p w:rsidR="00DE1E9A" w:rsidRDefault="00DE1E9A" w:rsidP="005D5E32">
                    <w:pPr>
                      <w:jc w:val="center"/>
                    </w:pPr>
                    <w:r>
                      <w:t>-</w:t>
                    </w:r>
                  </w:p>
                </w:txbxContent>
              </v:textbox>
            </v:rect>
            <v:rect id="_x0000_s2514" style="position:absolute;left:7561;top:3406;width:515;height:480" stroked="f">
              <v:textbox>
                <w:txbxContent>
                  <w:p w:rsidR="00DE1E9A" w:rsidRDefault="00DE1E9A" w:rsidP="005D5E32">
                    <w:pPr>
                      <w:jc w:val="center"/>
                    </w:pPr>
                    <w:r>
                      <w:t>+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D8032A" w:rsidRDefault="00D8032A" w:rsidP="006F3F37">
      <w:pPr>
        <w:ind w:firstLine="709"/>
        <w:jc w:val="both"/>
        <w:rPr>
          <w:sz w:val="28"/>
          <w:szCs w:val="28"/>
        </w:rPr>
      </w:pPr>
    </w:p>
    <w:p w:rsidR="00EB311B" w:rsidRDefault="00EB311B" w:rsidP="006F3F37">
      <w:pPr>
        <w:pStyle w:val="1"/>
        <w:spacing w:line="240" w:lineRule="auto"/>
        <w:jc w:val="both"/>
      </w:pPr>
    </w:p>
    <w:p w:rsidR="00EB311B" w:rsidRDefault="00EB311B" w:rsidP="006F3F37">
      <w:pPr>
        <w:jc w:val="both"/>
      </w:pPr>
      <w:r>
        <w:br w:type="page"/>
      </w:r>
    </w:p>
    <w:p w:rsidR="00EB311B" w:rsidRPr="00EB311B" w:rsidRDefault="00EB311B" w:rsidP="006F3F37">
      <w:pPr>
        <w:jc w:val="both"/>
      </w:pPr>
    </w:p>
    <w:p w:rsidR="00EB311B" w:rsidRPr="00EB311B" w:rsidRDefault="00EB311B" w:rsidP="006F3F37">
      <w:pPr>
        <w:jc w:val="both"/>
      </w:pPr>
    </w:p>
    <w:p w:rsidR="00EB311B" w:rsidRPr="00EB311B" w:rsidRDefault="00EB311B" w:rsidP="006F3F37">
      <w:pPr>
        <w:jc w:val="both"/>
      </w:pPr>
    </w:p>
    <w:p w:rsidR="00EB311B" w:rsidRPr="00EB311B" w:rsidRDefault="00EB311B" w:rsidP="006F3F37">
      <w:pPr>
        <w:jc w:val="both"/>
      </w:pPr>
    </w:p>
    <w:p w:rsidR="00D8032A" w:rsidRDefault="00E457D6" w:rsidP="006F3F37">
      <w:pPr>
        <w:jc w:val="both"/>
      </w:pPr>
      <w:r w:rsidRPr="00B72D0E">
        <w:t xml:space="preserve">9.2 </w:t>
      </w:r>
      <w:r w:rsidR="00E36F00">
        <w:t>Текст</w:t>
      </w:r>
      <w:r w:rsidR="00E36F00" w:rsidRPr="00B72D0E">
        <w:t xml:space="preserve"> </w:t>
      </w:r>
      <w:r w:rsidR="00E36F00">
        <w:t>программы</w:t>
      </w:r>
    </w:p>
    <w:p w:rsidR="001370BA" w:rsidRPr="001370BA" w:rsidRDefault="001370BA" w:rsidP="006F3F37">
      <w:pPr>
        <w:jc w:val="both"/>
      </w:pPr>
    </w:p>
    <w:p w:rsidR="002F2EC5" w:rsidRPr="00DE1E9A" w:rsidRDefault="002F2EC5" w:rsidP="006F3F37">
      <w:pPr>
        <w:jc w:val="both"/>
      </w:pPr>
      <w:r w:rsidRPr="00DE1E9A">
        <w:t>#</w:t>
      </w:r>
      <w:r w:rsidRPr="00317FC7">
        <w:rPr>
          <w:lang w:val="en-US"/>
        </w:rPr>
        <w:t>include</w:t>
      </w:r>
      <w:r w:rsidRPr="00DE1E9A">
        <w:t xml:space="preserve"> &lt;</w:t>
      </w:r>
      <w:r w:rsidRPr="00317FC7">
        <w:rPr>
          <w:lang w:val="en-US"/>
        </w:rPr>
        <w:t>iostream</w:t>
      </w:r>
      <w:r w:rsidRPr="00DE1E9A">
        <w:t>.</w:t>
      </w:r>
      <w:r w:rsidRPr="00317FC7">
        <w:rPr>
          <w:lang w:val="en-US"/>
        </w:rPr>
        <w:t>h</w:t>
      </w:r>
      <w:r w:rsidRPr="00DE1E9A">
        <w:t>&gt;</w:t>
      </w:r>
    </w:p>
    <w:p w:rsidR="002F2EC5" w:rsidRPr="00DE1E9A" w:rsidRDefault="002F2EC5" w:rsidP="006F3F37">
      <w:pPr>
        <w:jc w:val="both"/>
      </w:pPr>
      <w:r w:rsidRPr="00DE1E9A">
        <w:t>#</w:t>
      </w:r>
      <w:r w:rsidRPr="00317FC7">
        <w:rPr>
          <w:lang w:val="en-US"/>
        </w:rPr>
        <w:t>include</w:t>
      </w:r>
      <w:r w:rsidRPr="00DE1E9A">
        <w:t xml:space="preserve"> &lt;</w:t>
      </w:r>
      <w:r w:rsidRPr="00317FC7">
        <w:rPr>
          <w:lang w:val="en-US"/>
        </w:rPr>
        <w:t>conio</w:t>
      </w:r>
      <w:r w:rsidRPr="00DE1E9A">
        <w:t>.</w:t>
      </w:r>
      <w:r w:rsidRPr="00317FC7">
        <w:rPr>
          <w:lang w:val="en-US"/>
        </w:rPr>
        <w:t>h</w:t>
      </w:r>
      <w:r w:rsidRPr="00DE1E9A">
        <w:t>&gt;</w:t>
      </w:r>
    </w:p>
    <w:p w:rsidR="002F2EC5" w:rsidRPr="00DE1E9A" w:rsidRDefault="00BC51A3" w:rsidP="006F3F37">
      <w:pPr>
        <w:jc w:val="both"/>
      </w:pPr>
      <w:r>
        <w:rPr>
          <w:noProof/>
        </w:rPr>
        <w:pict>
          <v:group id="_x0000_s2515" style="position:absolute;left:0;text-align:left;margin-left:26.25pt;margin-top:18.2pt;width:550.6pt;height:802.3pt;z-index:251652608;mso-position-horizontal-relative:page;mso-position-vertical-relative:page" coordsize="20000,20000">
            <v:rect id="_x0000_s2516" style="position:absolute;width:20000;height:20000" filled="f" strokeweight="2pt"/>
            <v:line id="_x0000_s2517" style="position:absolute" from="1093,18949" to="1095,19989" strokeweight="2pt"/>
            <v:line id="_x0000_s2518" style="position:absolute" from="10,18941" to="19977,18942" strokeweight="2pt"/>
            <v:line id="_x0000_s2519" style="position:absolute" from="2186,18949" to="2188,19989" strokeweight="2pt"/>
            <v:line id="_x0000_s2520" style="position:absolute" from="4919,18949" to="4921,19989" strokeweight="2pt"/>
            <v:line id="_x0000_s2521" style="position:absolute" from="6557,18959" to="6559,19989" strokeweight="2pt"/>
            <v:line id="_x0000_s2522" style="position:absolute" from="7650,18949" to="7652,19979" strokeweight="2pt"/>
            <v:line id="_x0000_s2523" style="position:absolute" from="18905,18949" to="18909,19989" strokeweight="2pt"/>
            <v:line id="_x0000_s2524" style="position:absolute" from="10,19293" to="7631,19295" strokeweight="1pt"/>
            <v:line id="_x0000_s2525" style="position:absolute" from="10,19646" to="7631,19647" strokeweight="2pt"/>
            <v:line id="_x0000_s2526" style="position:absolute" from="18919,19296" to="19990,19297" strokeweight="1pt"/>
            <v:rect id="_x0000_s2527" style="position:absolute;left:54;top:19660;width:1000;height:309" filled="f" stroked="f" strokeweight=".25pt">
              <v:textbox style="mso-next-textbox:#_x0000_s2527" inset="1pt,1pt,1pt,1pt">
                <w:txbxContent>
                  <w:p w:rsidR="00DE1E9A" w:rsidRDefault="00DE1E9A" w:rsidP="002F2EC5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528" style="position:absolute;left:1139;top:19660;width:1001;height:309" filled="f" stroked="f" strokeweight=".25pt">
              <v:textbox style="mso-next-textbox:#_x0000_s2528" inset="1pt,1pt,1pt,1pt">
                <w:txbxContent>
                  <w:p w:rsidR="00DE1E9A" w:rsidRDefault="00DE1E9A" w:rsidP="002F2EC5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529" style="position:absolute;left:2267;top:19660;width:2573;height:309" filled="f" stroked="f" strokeweight=".25pt">
              <v:textbox style="mso-next-textbox:#_x0000_s2529" inset="1pt,1pt,1pt,1pt">
                <w:txbxContent>
                  <w:p w:rsidR="00DE1E9A" w:rsidRDefault="00DE1E9A" w:rsidP="002F2EC5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530" style="position:absolute;left:4983;top:19660;width:1534;height:309" filled="f" stroked="f" strokeweight=".25pt">
              <v:textbox style="mso-next-textbox:#_x0000_s2530" inset="1pt,1pt,1pt,1pt">
                <w:txbxContent>
                  <w:p w:rsidR="00DE1E9A" w:rsidRDefault="00DE1E9A" w:rsidP="002F2EC5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531" style="position:absolute;left:6604;top:19660;width:1000;height:309" filled="f" stroked="f" strokeweight=".25pt">
              <v:textbox style="mso-next-textbox:#_x0000_s2531" inset="1pt,1pt,1pt,1pt">
                <w:txbxContent>
                  <w:p w:rsidR="00DE1E9A" w:rsidRDefault="00DE1E9A" w:rsidP="002F2EC5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532" style="position:absolute;left:18949;top:18977;width:1001;height:309" filled="f" stroked="f" strokeweight=".25pt">
              <v:textbox style="mso-next-textbox:#_x0000_s2532" inset="1pt,1pt,1pt,1pt">
                <w:txbxContent>
                  <w:p w:rsidR="00DE1E9A" w:rsidRDefault="00DE1E9A" w:rsidP="002F2EC5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533" style="position:absolute;left:18949;top:19435;width:1001;height:423" filled="f" stroked="f" strokeweight=".25pt">
              <v:textbox style="mso-next-textbox:#_x0000_s2533" inset="1pt,1pt,1pt,1pt">
                <w:txbxContent>
                  <w:p w:rsidR="00DE1E9A" w:rsidRDefault="006F3F37" w:rsidP="002F2EC5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</w:rPr>
                      <w:t>18</w:t>
                    </w:r>
                  </w:p>
                  <w:p w:rsidR="00DE1E9A" w:rsidRPr="000776FB" w:rsidRDefault="00DE1E9A" w:rsidP="002F2EC5">
                    <w:pPr>
                      <w:jc w:val="center"/>
                      <w:rPr>
                        <w:i/>
                      </w:rPr>
                    </w:pPr>
                  </w:p>
                </w:txbxContent>
              </v:textbox>
            </v:rect>
            <v:rect id="_x0000_s2534" style="position:absolute;left:7745;top:19221;width:11075;height:477" filled="f" stroked="f" strokeweight=".25pt">
              <v:textbox style="mso-next-textbox:#_x0000_s2534" inset="1pt,1pt,1pt,1pt">
                <w:txbxContent>
                  <w:p w:rsidR="00DE1E9A" w:rsidRPr="000776FB" w:rsidRDefault="00DE1E9A" w:rsidP="002F2EC5"/>
                </w:txbxContent>
              </v:textbox>
            </v:rect>
            <w10:wrap anchorx="page" anchory="page"/>
            <w10:anchorlock/>
          </v:group>
        </w:pict>
      </w:r>
      <w:r w:rsidR="002F2EC5" w:rsidRPr="00DE1E9A">
        <w:t>#</w:t>
      </w:r>
      <w:r w:rsidR="002F2EC5" w:rsidRPr="00317FC7">
        <w:rPr>
          <w:lang w:val="en-US"/>
        </w:rPr>
        <w:t>include</w:t>
      </w:r>
      <w:r w:rsidR="002F2EC5" w:rsidRPr="00DE1E9A">
        <w:t xml:space="preserve"> &lt;</w:t>
      </w:r>
      <w:r w:rsidR="002F2EC5" w:rsidRPr="00317FC7">
        <w:rPr>
          <w:lang w:val="en-US"/>
        </w:rPr>
        <w:t>stdio</w:t>
      </w:r>
      <w:r w:rsidR="002F2EC5" w:rsidRPr="00DE1E9A">
        <w:t>.</w:t>
      </w:r>
      <w:r w:rsidR="002F2EC5" w:rsidRPr="00317FC7">
        <w:rPr>
          <w:lang w:val="en-US"/>
        </w:rPr>
        <w:t>h</w:t>
      </w:r>
      <w:r w:rsidR="002F2EC5" w:rsidRPr="00DE1E9A">
        <w:t>&gt;</w:t>
      </w:r>
    </w:p>
    <w:p w:rsidR="002F2EC5" w:rsidRPr="00317FC7" w:rsidRDefault="002F2EC5" w:rsidP="006F3F37">
      <w:pPr>
        <w:jc w:val="both"/>
        <w:rPr>
          <w:lang w:val="en-US"/>
        </w:rPr>
      </w:pPr>
      <w:r w:rsidRPr="00DE1E9A">
        <w:t>#</w:t>
      </w:r>
      <w:r w:rsidRPr="00317FC7">
        <w:rPr>
          <w:lang w:val="en-US"/>
        </w:rPr>
        <w:t>include</w:t>
      </w:r>
      <w:r w:rsidRPr="00DE1E9A">
        <w:t xml:space="preserve"> &lt;</w:t>
      </w:r>
      <w:r w:rsidRPr="00317FC7">
        <w:rPr>
          <w:lang w:val="en-US"/>
        </w:rPr>
        <w:t>string.h&gt;</w:t>
      </w:r>
    </w:p>
    <w:p w:rsidR="002F2EC5" w:rsidRPr="00317FC7" w:rsidRDefault="002F2EC5" w:rsidP="006F3F37">
      <w:pPr>
        <w:jc w:val="both"/>
        <w:rPr>
          <w:lang w:val="en-US"/>
        </w:rPr>
      </w:pPr>
    </w:p>
    <w:p w:rsidR="002F2EC5" w:rsidRDefault="002F2EC5" w:rsidP="006F3F37">
      <w:pPr>
        <w:jc w:val="both"/>
      </w:pPr>
      <w:r>
        <w:t>const N = 30; //максимальное количество возможных записей</w:t>
      </w:r>
    </w:p>
    <w:p w:rsidR="002F2EC5" w:rsidRDefault="002F2EC5" w:rsidP="006F3F37">
      <w:pPr>
        <w:jc w:val="both"/>
      </w:pP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>//</w:t>
      </w:r>
      <w:r>
        <w:t>запись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>struct TIzdelie{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char f[30]; //</w:t>
      </w:r>
      <w:r>
        <w:t>фамилия</w:t>
      </w:r>
    </w:p>
    <w:p w:rsidR="002F2EC5" w:rsidRDefault="002F2EC5" w:rsidP="006F3F37">
      <w:pPr>
        <w:jc w:val="both"/>
      </w:pPr>
      <w:r w:rsidRPr="00317FC7">
        <w:rPr>
          <w:lang w:val="en-US"/>
        </w:rPr>
        <w:tab/>
      </w:r>
      <w:r>
        <w:t>unsigned int izd[6];//количество изделий собраных ежидневно</w:t>
      </w:r>
    </w:p>
    <w:p w:rsidR="002F2EC5" w:rsidRDefault="002F2EC5" w:rsidP="006F3F37">
      <w:pPr>
        <w:jc w:val="both"/>
      </w:pPr>
      <w:r>
        <w:t>} Iz,Izdelie[N];</w:t>
      </w:r>
    </w:p>
    <w:p w:rsidR="002F2EC5" w:rsidRDefault="002F2EC5" w:rsidP="006F3F37">
      <w:pPr>
        <w:jc w:val="both"/>
      </w:pPr>
    </w:p>
    <w:p w:rsidR="002F2EC5" w:rsidRDefault="002F2EC5" w:rsidP="006F3F37">
      <w:pPr>
        <w:jc w:val="both"/>
      </w:pPr>
      <w:r>
        <w:t>char ch; //анализируемый символ</w:t>
      </w:r>
    </w:p>
    <w:p w:rsidR="002F2EC5" w:rsidRDefault="002F2EC5" w:rsidP="006F3F37">
      <w:pPr>
        <w:jc w:val="both"/>
      </w:pPr>
      <w:r>
        <w:t>int  Recs; //последняя введенная запись</w:t>
      </w:r>
    </w:p>
    <w:p w:rsidR="002F2EC5" w:rsidRDefault="002F2EC5" w:rsidP="006F3F37">
      <w:pPr>
        <w:jc w:val="both"/>
      </w:pPr>
    </w:p>
    <w:p w:rsidR="002F2EC5" w:rsidRDefault="002F2EC5" w:rsidP="006F3F37">
      <w:pPr>
        <w:jc w:val="both"/>
      </w:pPr>
      <w:r>
        <w:t>//чтение данных из файл fname, возврщает количество считанных данных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>int rData(char *fname){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FILE *f;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int i=-1;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if ((f=fopen(fname,"r"))!=NULL){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i=0;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while(!feof(f)){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fscanf(f,"%15s",Izdelie[i].f);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fscanf(f,"%6d",&amp;Izdelie[i].izd[0]);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fscanf(f,"%6d",&amp;Izdelie[i].izd[1]);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fscanf(f,"%6d",&amp;Izdelie[i].izd[2]);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fscanf(f,"%6d",&amp;Izdelie[i].izd[3]);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fscanf(f,"%6d",&amp;Izdelie[i].izd[4]);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fscanf(f,"%6d",&amp;Izdelie[i].izd[5]);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fscanf(f,"\n");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++i;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}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--i;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fclose(f);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}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return i;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>}</w:t>
      </w:r>
    </w:p>
    <w:p w:rsidR="002F2EC5" w:rsidRPr="00317FC7" w:rsidRDefault="002F2EC5" w:rsidP="006F3F37">
      <w:pPr>
        <w:jc w:val="both"/>
        <w:rPr>
          <w:lang w:val="en-US"/>
        </w:rPr>
      </w:pP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>//</w:t>
      </w:r>
      <w:r>
        <w:t>запись</w:t>
      </w:r>
      <w:r w:rsidRPr="00317FC7">
        <w:rPr>
          <w:lang w:val="en-US"/>
        </w:rPr>
        <w:t xml:space="preserve"> </w:t>
      </w:r>
      <w:r>
        <w:t>данных</w:t>
      </w:r>
      <w:r w:rsidRPr="00317FC7">
        <w:rPr>
          <w:lang w:val="en-US"/>
        </w:rPr>
        <w:t xml:space="preserve"> </w:t>
      </w:r>
      <w:r>
        <w:t>в</w:t>
      </w:r>
      <w:r w:rsidRPr="00317FC7">
        <w:rPr>
          <w:lang w:val="en-US"/>
        </w:rPr>
        <w:t xml:space="preserve"> </w:t>
      </w:r>
      <w:r>
        <w:t>файл</w:t>
      </w:r>
      <w:r w:rsidRPr="00317FC7">
        <w:rPr>
          <w:lang w:val="en-US"/>
        </w:rPr>
        <w:t xml:space="preserve"> fname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>void wData(char *fname){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FILE *f;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if (Recs&gt;=0){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f = fopen(fname,"w");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lastRenderedPageBreak/>
        <w:tab/>
      </w:r>
      <w:r w:rsidRPr="00317FC7">
        <w:rPr>
          <w:lang w:val="en-US"/>
        </w:rPr>
        <w:tab/>
        <w:t>for(int i=0;i&lt;=Recs;i++){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fprintf(f,"%15s",Izdelie[i].f);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fprintf(f,"%6d",Izdelie[i].izd[0]);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fprintf(f,"%6d",Izdelie[i].izd[1]);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fprintf(f,"%6d",Izdelie[i].izd[2]);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fprintf(f,"%6d",Izdelie[i].izd[3]);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fprintf(f,"%6d",Izdelie[i].izd[4]);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fprintf(f,"%6d",Izdelie[i].izd[5]);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fprintf(f,"\n");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}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fclose(f);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}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>}</w:t>
      </w:r>
    </w:p>
    <w:p w:rsidR="002F2EC5" w:rsidRPr="00317FC7" w:rsidRDefault="002F2EC5" w:rsidP="006F3F37">
      <w:pPr>
        <w:jc w:val="both"/>
        <w:rPr>
          <w:lang w:val="en-US"/>
        </w:rPr>
      </w:pP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>//</w:t>
      </w:r>
      <w:r>
        <w:t>добавление</w:t>
      </w:r>
      <w:r w:rsidRPr="00317FC7">
        <w:rPr>
          <w:lang w:val="en-US"/>
        </w:rPr>
        <w:t xml:space="preserve"> </w:t>
      </w:r>
      <w:r>
        <w:t>записи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>void AddRec(TIzdelie &amp;r){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window(1,1,80,50);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textbackground(1);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clrscr();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textbackground(3);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window(10,20,70,30);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clrscr();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textcolor(0);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if(Recs == N-1){</w:t>
      </w:r>
    </w:p>
    <w:p w:rsidR="002F2EC5" w:rsidRDefault="002F2EC5" w:rsidP="006F3F37">
      <w:pPr>
        <w:jc w:val="both"/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>
        <w:t>gotoxy(2,2);</w:t>
      </w:r>
    </w:p>
    <w:p w:rsidR="002F2EC5" w:rsidRDefault="002F2EC5" w:rsidP="006F3F37">
      <w:pPr>
        <w:jc w:val="both"/>
      </w:pPr>
      <w:r>
        <w:tab/>
      </w:r>
      <w:r>
        <w:tab/>
        <w:t>cout&lt;&lt;"Вы ввели максимальное количество записей.";</w:t>
      </w:r>
    </w:p>
    <w:p w:rsidR="002F2EC5" w:rsidRDefault="002F2EC5" w:rsidP="006F3F37">
      <w:pPr>
        <w:jc w:val="both"/>
      </w:pPr>
      <w:r>
        <w:tab/>
      </w:r>
      <w:r>
        <w:tab/>
        <w:t>gotoxy(2,3);</w:t>
      </w:r>
    </w:p>
    <w:p w:rsidR="002F2EC5" w:rsidRDefault="002F2EC5" w:rsidP="006F3F37">
      <w:pPr>
        <w:jc w:val="both"/>
      </w:pPr>
      <w:r>
        <w:tab/>
      </w:r>
      <w:r>
        <w:tab/>
        <w:t>cout&lt;&lt;"Для возврата в основное меню нажмите любую клавишу.";</w:t>
      </w:r>
    </w:p>
    <w:p w:rsidR="002F2EC5" w:rsidRDefault="002F2EC5" w:rsidP="006F3F37">
      <w:pPr>
        <w:jc w:val="both"/>
      </w:pPr>
      <w:r>
        <w:tab/>
      </w:r>
      <w:r>
        <w:tab/>
        <w:t>getch();</w:t>
      </w:r>
    </w:p>
    <w:p w:rsidR="002F2EC5" w:rsidRDefault="002F2EC5" w:rsidP="006F3F37">
      <w:pPr>
        <w:jc w:val="both"/>
      </w:pPr>
      <w:r>
        <w:tab/>
        <w:t>} else {</w:t>
      </w:r>
    </w:p>
    <w:p w:rsidR="002F2EC5" w:rsidRDefault="002F2EC5" w:rsidP="006F3F37">
      <w:pPr>
        <w:jc w:val="both"/>
      </w:pPr>
      <w:r>
        <w:tab/>
      </w:r>
      <w:r>
        <w:tab/>
        <w:t>gotoxy(2,2);</w:t>
      </w:r>
    </w:p>
    <w:p w:rsidR="002F2EC5" w:rsidRDefault="002F2EC5" w:rsidP="006F3F37">
      <w:pPr>
        <w:jc w:val="both"/>
      </w:pPr>
      <w:r>
        <w:tab/>
      </w:r>
      <w:r>
        <w:tab/>
        <w:t>cout&lt;&lt;"Фамилия: "; cin&gt;&gt;r.f;</w:t>
      </w:r>
    </w:p>
    <w:p w:rsidR="002F2EC5" w:rsidRDefault="002F2EC5" w:rsidP="006F3F37">
      <w:pPr>
        <w:jc w:val="both"/>
      </w:pPr>
      <w:r>
        <w:tab/>
      </w:r>
      <w:r>
        <w:tab/>
        <w:t>gotoxy(2,3);</w:t>
      </w:r>
    </w:p>
    <w:p w:rsidR="002F2EC5" w:rsidRDefault="002F2EC5" w:rsidP="006F3F37">
      <w:pPr>
        <w:jc w:val="both"/>
      </w:pPr>
      <w:r>
        <w:tab/>
      </w:r>
      <w:r>
        <w:tab/>
        <w:t>cout&lt;&lt;"Количество изделий за понедельник: "; cin&gt;&gt;r.izd[0];</w:t>
      </w:r>
    </w:p>
    <w:p w:rsidR="002F2EC5" w:rsidRDefault="002F2EC5" w:rsidP="006F3F37">
      <w:pPr>
        <w:jc w:val="both"/>
      </w:pPr>
      <w:r>
        <w:tab/>
      </w:r>
      <w:r>
        <w:tab/>
        <w:t>gotoxy(2,4);</w:t>
      </w:r>
    </w:p>
    <w:p w:rsidR="002F2EC5" w:rsidRDefault="002F2EC5" w:rsidP="006F3F37">
      <w:pPr>
        <w:jc w:val="both"/>
      </w:pPr>
      <w:r>
        <w:tab/>
      </w:r>
      <w:r>
        <w:tab/>
        <w:t>cout&lt;&lt;"Количество изделий за вторник: "; cin&gt;&gt;r.izd[1];</w:t>
      </w:r>
    </w:p>
    <w:p w:rsidR="002F2EC5" w:rsidRDefault="002F2EC5" w:rsidP="006F3F37">
      <w:pPr>
        <w:jc w:val="both"/>
      </w:pPr>
      <w:r>
        <w:tab/>
      </w:r>
      <w:r>
        <w:tab/>
        <w:t>gotoxy(2,5);</w:t>
      </w:r>
    </w:p>
    <w:p w:rsidR="002F2EC5" w:rsidRDefault="002F2EC5" w:rsidP="006F3F37">
      <w:pPr>
        <w:jc w:val="both"/>
      </w:pPr>
      <w:r>
        <w:tab/>
      </w:r>
      <w:r>
        <w:tab/>
        <w:t>cout&lt;&lt;"Количество изделий за среду: "; cin&gt;&gt;r.izd[2];</w:t>
      </w:r>
    </w:p>
    <w:p w:rsidR="002F2EC5" w:rsidRDefault="002F2EC5" w:rsidP="006F3F37">
      <w:pPr>
        <w:jc w:val="both"/>
      </w:pPr>
      <w:r>
        <w:tab/>
      </w:r>
      <w:r>
        <w:tab/>
        <w:t>gotoxy(2,6);</w:t>
      </w:r>
    </w:p>
    <w:p w:rsidR="002F2EC5" w:rsidRDefault="002F2EC5" w:rsidP="006F3F37">
      <w:pPr>
        <w:jc w:val="both"/>
      </w:pPr>
      <w:r>
        <w:tab/>
      </w:r>
      <w:r>
        <w:tab/>
        <w:t>cout&lt;&lt;"Количество изделий за четверг: "; cin&gt;&gt;r.izd[3];</w:t>
      </w:r>
    </w:p>
    <w:p w:rsidR="002F2EC5" w:rsidRDefault="002F2EC5" w:rsidP="006F3F37">
      <w:pPr>
        <w:jc w:val="both"/>
      </w:pPr>
      <w:r>
        <w:tab/>
      </w:r>
      <w:r>
        <w:tab/>
        <w:t>gotoxy(2,7);</w:t>
      </w:r>
    </w:p>
    <w:p w:rsidR="002F2EC5" w:rsidRDefault="002F2EC5" w:rsidP="006F3F37">
      <w:pPr>
        <w:jc w:val="both"/>
      </w:pPr>
      <w:r>
        <w:tab/>
      </w:r>
      <w:r>
        <w:tab/>
        <w:t>cout&lt;&lt;"Количество изделий за пятницу: "; cin&gt;&gt;r.izd[4];</w:t>
      </w:r>
    </w:p>
    <w:p w:rsidR="002F2EC5" w:rsidRDefault="002F2EC5" w:rsidP="006F3F37">
      <w:pPr>
        <w:jc w:val="both"/>
      </w:pPr>
      <w:r>
        <w:tab/>
      </w:r>
      <w:r>
        <w:tab/>
        <w:t>gotoxy(2,8);</w:t>
      </w:r>
    </w:p>
    <w:p w:rsidR="002F2EC5" w:rsidRDefault="002F2EC5" w:rsidP="006F3F37">
      <w:pPr>
        <w:jc w:val="both"/>
      </w:pPr>
      <w:r>
        <w:tab/>
      </w:r>
      <w:r>
        <w:tab/>
        <w:t>cout&lt;&lt;"Количество изделий за субботу: "; cin&gt;&gt;r.izd[5];</w:t>
      </w:r>
    </w:p>
    <w:p w:rsidR="002F2EC5" w:rsidRDefault="002F2EC5" w:rsidP="006F3F37">
      <w:pPr>
        <w:jc w:val="both"/>
      </w:pPr>
      <w:r>
        <w:tab/>
      </w:r>
      <w:r>
        <w:tab/>
        <w:t>gotoxy(2,10);</w:t>
      </w:r>
    </w:p>
    <w:p w:rsidR="002F2EC5" w:rsidRDefault="002F2EC5" w:rsidP="006F3F37">
      <w:pPr>
        <w:jc w:val="both"/>
      </w:pPr>
      <w:r>
        <w:tab/>
      </w:r>
      <w:r>
        <w:tab/>
        <w:t>cout&lt;&lt;"Для возврата в основное меню нажмите любую клавишу.";</w:t>
      </w:r>
    </w:p>
    <w:p w:rsidR="002F2EC5" w:rsidRDefault="002F2EC5" w:rsidP="006F3F37">
      <w:pPr>
        <w:jc w:val="both"/>
      </w:pPr>
      <w:r>
        <w:tab/>
      </w:r>
      <w:r>
        <w:tab/>
        <w:t>getch();</w:t>
      </w:r>
    </w:p>
    <w:p w:rsidR="002F2EC5" w:rsidRDefault="002F2EC5" w:rsidP="006F3F37">
      <w:pPr>
        <w:jc w:val="both"/>
      </w:pPr>
      <w:r>
        <w:tab/>
      </w:r>
      <w:r>
        <w:tab/>
        <w:t>++Recs;</w:t>
      </w:r>
    </w:p>
    <w:p w:rsidR="002F2EC5" w:rsidRDefault="002F2EC5" w:rsidP="006F3F37">
      <w:pPr>
        <w:jc w:val="both"/>
      </w:pPr>
      <w:r>
        <w:tab/>
        <w:t>}</w:t>
      </w:r>
    </w:p>
    <w:p w:rsidR="002F2EC5" w:rsidRDefault="00BC51A3" w:rsidP="006F3F37">
      <w:pPr>
        <w:jc w:val="both"/>
      </w:pPr>
      <w:r>
        <w:rPr>
          <w:noProof/>
        </w:rPr>
        <w:pict>
          <v:group id="_x0000_s2877" style="position:absolute;left:0;text-align:left;margin-left:31.5pt;margin-top:39.7pt;width:542.05pt;height:802.3pt;z-index:251665920;mso-position-horizontal-relative:page;mso-position-vertical-relative:page" coordsize="20000,20000">
            <v:rect id="_x0000_s2878" style="position:absolute;width:20000;height:20000" filled="f" strokeweight="2pt"/>
            <v:line id="_x0000_s2879" style="position:absolute" from="1093,18949" to="1095,19989" strokeweight="2pt"/>
            <v:line id="_x0000_s2880" style="position:absolute" from="10,18941" to="19977,18942" strokeweight="2pt"/>
            <v:line id="_x0000_s2881" style="position:absolute" from="2186,18949" to="2188,19989" strokeweight="2pt"/>
            <v:line id="_x0000_s2882" style="position:absolute" from="4919,18949" to="4921,19989" strokeweight="2pt"/>
            <v:line id="_x0000_s2883" style="position:absolute" from="6557,18959" to="6559,19989" strokeweight="2pt"/>
            <v:line id="_x0000_s2884" style="position:absolute" from="7650,18949" to="7652,19979" strokeweight="2pt"/>
            <v:line id="_x0000_s2885" style="position:absolute" from="18905,18949" to="18909,19989" strokeweight="2pt"/>
            <v:line id="_x0000_s2886" style="position:absolute" from="10,19293" to="7631,19295" strokeweight="1pt"/>
            <v:line id="_x0000_s2887" style="position:absolute" from="10,19646" to="7631,19647" strokeweight="2pt"/>
            <v:line id="_x0000_s2888" style="position:absolute" from="18919,19296" to="19990,19297" strokeweight="1pt"/>
            <v:rect id="_x0000_s2889" style="position:absolute;left:54;top:19660;width:1000;height:309" filled="f" stroked="f" strokeweight=".25pt">
              <v:textbox style="mso-next-textbox:#_x0000_s2889" inset="1pt,1pt,1pt,1pt">
                <w:txbxContent>
                  <w:p w:rsidR="005B2A24" w:rsidRDefault="005B2A24" w:rsidP="005B2A24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890" style="position:absolute;left:1139;top:19660;width:1001;height:309" filled="f" stroked="f" strokeweight=".25pt">
              <v:textbox style="mso-next-textbox:#_x0000_s2890" inset="1pt,1pt,1pt,1pt">
                <w:txbxContent>
                  <w:p w:rsidR="005B2A24" w:rsidRDefault="005B2A24" w:rsidP="005B2A24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891" style="position:absolute;left:2267;top:19660;width:2573;height:309" filled="f" stroked="f" strokeweight=".25pt">
              <v:textbox style="mso-next-textbox:#_x0000_s2891" inset="1pt,1pt,1pt,1pt">
                <w:txbxContent>
                  <w:p w:rsidR="005B2A24" w:rsidRDefault="005B2A24" w:rsidP="005B2A24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892" style="position:absolute;left:4983;top:19660;width:1534;height:309" filled="f" stroked="f" strokeweight=".25pt">
              <v:textbox style="mso-next-textbox:#_x0000_s2892" inset="1pt,1pt,1pt,1pt">
                <w:txbxContent>
                  <w:p w:rsidR="005B2A24" w:rsidRDefault="005B2A24" w:rsidP="005B2A24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893" style="position:absolute;left:6604;top:19660;width:1000;height:309" filled="f" stroked="f" strokeweight=".25pt">
              <v:textbox style="mso-next-textbox:#_x0000_s2893" inset="1pt,1pt,1pt,1pt">
                <w:txbxContent>
                  <w:p w:rsidR="005B2A24" w:rsidRDefault="005B2A24" w:rsidP="005B2A24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894" style="position:absolute;left:18949;top:18977;width:1001;height:309" filled="f" stroked="f" strokeweight=".25pt">
              <v:textbox style="mso-next-textbox:#_x0000_s2894" inset="1pt,1pt,1pt,1pt">
                <w:txbxContent>
                  <w:p w:rsidR="005B2A24" w:rsidRDefault="005B2A24" w:rsidP="005B2A24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895" style="position:absolute;left:18949;top:19435;width:1001;height:423" filled="f" stroked="f" strokeweight=".25pt">
              <v:textbox style="mso-next-textbox:#_x0000_s2895" inset="1pt,1pt,1pt,1pt">
                <w:txbxContent>
                  <w:p w:rsidR="005B2A24" w:rsidRDefault="006F3F37" w:rsidP="005B2A24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</w:rPr>
                      <w:t>19</w:t>
                    </w:r>
                  </w:p>
                  <w:p w:rsidR="005B2A24" w:rsidRDefault="005B2A24" w:rsidP="005B2A24">
                    <w:pPr>
                      <w:jc w:val="center"/>
                      <w:rPr>
                        <w:i/>
                      </w:rPr>
                    </w:pPr>
                  </w:p>
                  <w:p w:rsidR="005B2A24" w:rsidRPr="00965E7C" w:rsidRDefault="005B2A24" w:rsidP="005B2A24">
                    <w:pPr>
                      <w:jc w:val="center"/>
                      <w:rPr>
                        <w:i/>
                      </w:rPr>
                    </w:pPr>
                  </w:p>
                </w:txbxContent>
              </v:textbox>
            </v:rect>
            <v:rect id="_x0000_s2896" style="position:absolute;left:7745;top:19221;width:11075;height:477" filled="f" stroked="f" strokeweight=".25pt">
              <v:textbox style="mso-next-textbox:#_x0000_s2896" inset="1pt,1pt,1pt,1pt">
                <w:txbxContent>
                  <w:p w:rsidR="005B2A24" w:rsidRPr="00965E7C" w:rsidRDefault="005B2A24" w:rsidP="005B2A24"/>
                </w:txbxContent>
              </v:textbox>
            </v:rect>
            <w10:wrap anchorx="page" anchory="page"/>
            <w10:anchorlock/>
          </v:group>
        </w:pict>
      </w:r>
      <w:r w:rsidR="002F2EC5">
        <w:t>}</w:t>
      </w:r>
    </w:p>
    <w:p w:rsidR="002F2EC5" w:rsidRDefault="002F2EC5" w:rsidP="006F3F37">
      <w:pPr>
        <w:jc w:val="both"/>
      </w:pPr>
    </w:p>
    <w:p w:rsidR="002F2EC5" w:rsidRDefault="002F2EC5" w:rsidP="006F3F37">
      <w:pPr>
        <w:jc w:val="both"/>
      </w:pPr>
      <w:r>
        <w:lastRenderedPageBreak/>
        <w:t>//вывод меню</w:t>
      </w:r>
    </w:p>
    <w:p w:rsidR="002F2EC5" w:rsidRDefault="002F2EC5" w:rsidP="006F3F37">
      <w:pPr>
        <w:jc w:val="both"/>
      </w:pPr>
      <w:r>
        <w:t>void OutMenu(){</w:t>
      </w:r>
    </w:p>
    <w:p w:rsidR="002F2EC5" w:rsidRPr="00317FC7" w:rsidRDefault="002F2EC5" w:rsidP="006F3F37">
      <w:pPr>
        <w:jc w:val="both"/>
        <w:rPr>
          <w:lang w:val="en-US"/>
        </w:rPr>
      </w:pPr>
      <w:r>
        <w:tab/>
      </w:r>
      <w:r w:rsidRPr="00317FC7">
        <w:rPr>
          <w:lang w:val="en-US"/>
        </w:rPr>
        <w:t>window(1,1,80,50);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textbackground(1);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clrscr();</w:t>
      </w:r>
    </w:p>
    <w:p w:rsidR="002F2EC5" w:rsidRPr="00317FC7" w:rsidRDefault="00BC51A3" w:rsidP="006F3F37">
      <w:pPr>
        <w:jc w:val="both"/>
        <w:rPr>
          <w:lang w:val="en-US"/>
        </w:rPr>
      </w:pPr>
      <w:r>
        <w:rPr>
          <w:noProof/>
        </w:rPr>
        <w:pict>
          <v:group id="_x0000_s2555" style="position:absolute;left:0;text-align:left;margin-left:30.45pt;margin-top:18.2pt;width:546.4pt;height:802.3pt;z-index:251653632;mso-position-horizontal-relative:page;mso-position-vertical-relative:page" coordsize="20000,20000">
            <v:rect id="_x0000_s2556" style="position:absolute;width:20000;height:20000" filled="f" strokeweight="2pt"/>
            <v:line id="_x0000_s2557" style="position:absolute" from="1093,18949" to="1095,19989" strokeweight="2pt"/>
            <v:line id="_x0000_s2558" style="position:absolute" from="10,18941" to="19977,18942" strokeweight="2pt"/>
            <v:line id="_x0000_s2559" style="position:absolute" from="2186,18949" to="2188,19989" strokeweight="2pt"/>
            <v:line id="_x0000_s2560" style="position:absolute" from="4919,18949" to="4921,19989" strokeweight="2pt"/>
            <v:line id="_x0000_s2561" style="position:absolute" from="6557,18959" to="6559,19989" strokeweight="2pt"/>
            <v:line id="_x0000_s2562" style="position:absolute" from="7650,18949" to="7652,19979" strokeweight="2pt"/>
            <v:line id="_x0000_s2563" style="position:absolute" from="18905,18949" to="18909,19989" strokeweight="2pt"/>
            <v:line id="_x0000_s2564" style="position:absolute" from="10,19293" to="7631,19295" strokeweight="1pt"/>
            <v:line id="_x0000_s2565" style="position:absolute" from="10,19646" to="7631,19647" strokeweight="2pt"/>
            <v:line id="_x0000_s2566" style="position:absolute" from="18919,19296" to="19990,19297" strokeweight="1pt"/>
            <v:rect id="_x0000_s2567" style="position:absolute;left:54;top:19660;width:1000;height:309" filled="f" stroked="f" strokeweight=".25pt">
              <v:textbox style="mso-next-textbox:#_x0000_s2567" inset="1pt,1pt,1pt,1pt">
                <w:txbxContent>
                  <w:p w:rsidR="00DE1E9A" w:rsidRDefault="00DE1E9A" w:rsidP="002F2EC5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568" style="position:absolute;left:1139;top:19660;width:1001;height:309" filled="f" stroked="f" strokeweight=".25pt">
              <v:textbox style="mso-next-textbox:#_x0000_s2568" inset="1pt,1pt,1pt,1pt">
                <w:txbxContent>
                  <w:p w:rsidR="00DE1E9A" w:rsidRDefault="00DE1E9A" w:rsidP="002F2EC5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569" style="position:absolute;left:2267;top:19660;width:2573;height:309" filled="f" stroked="f" strokeweight=".25pt">
              <v:textbox style="mso-next-textbox:#_x0000_s2569" inset="1pt,1pt,1pt,1pt">
                <w:txbxContent>
                  <w:p w:rsidR="00DE1E9A" w:rsidRDefault="00DE1E9A" w:rsidP="002F2EC5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570" style="position:absolute;left:4983;top:19660;width:1534;height:309" filled="f" stroked="f" strokeweight=".25pt">
              <v:textbox style="mso-next-textbox:#_x0000_s2570" inset="1pt,1pt,1pt,1pt">
                <w:txbxContent>
                  <w:p w:rsidR="00DE1E9A" w:rsidRDefault="00DE1E9A" w:rsidP="002F2EC5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571" style="position:absolute;left:6604;top:19660;width:1000;height:309" filled="f" stroked="f" strokeweight=".25pt">
              <v:textbox style="mso-next-textbox:#_x0000_s2571" inset="1pt,1pt,1pt,1pt">
                <w:txbxContent>
                  <w:p w:rsidR="00DE1E9A" w:rsidRDefault="00DE1E9A" w:rsidP="002F2EC5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572" style="position:absolute;left:18949;top:18977;width:1001;height:309" filled="f" stroked="f" strokeweight=".25pt">
              <v:textbox style="mso-next-textbox:#_x0000_s2572" inset="1pt,1pt,1pt,1pt">
                <w:txbxContent>
                  <w:p w:rsidR="00DE1E9A" w:rsidRDefault="00DE1E9A" w:rsidP="002F2EC5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573" style="position:absolute;left:18949;top:19435;width:1001;height:423" filled="f" stroked="f" strokeweight=".25pt">
              <v:textbox style="mso-next-textbox:#_x0000_s2573" inset="1pt,1pt,1pt,1pt">
                <w:txbxContent>
                  <w:p w:rsidR="00DE1E9A" w:rsidRDefault="006F3F37" w:rsidP="002F2EC5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</w:rPr>
                      <w:t>20</w:t>
                    </w:r>
                  </w:p>
                  <w:p w:rsidR="00DE1E9A" w:rsidRPr="000776FB" w:rsidRDefault="00DE1E9A" w:rsidP="002F2EC5">
                    <w:pPr>
                      <w:jc w:val="center"/>
                      <w:rPr>
                        <w:i/>
                      </w:rPr>
                    </w:pPr>
                  </w:p>
                </w:txbxContent>
              </v:textbox>
            </v:rect>
            <v:rect id="_x0000_s2574" style="position:absolute;left:7745;top:19221;width:11075;height:477" filled="f" stroked="f" strokeweight=".25pt">
              <v:textbox style="mso-next-textbox:#_x0000_s2574" inset="1pt,1pt,1pt,1pt">
                <w:txbxContent>
                  <w:p w:rsidR="00DE1E9A" w:rsidRPr="000776FB" w:rsidRDefault="00DE1E9A" w:rsidP="002F2EC5"/>
                </w:txbxContent>
              </v:textbox>
            </v:rect>
            <w10:wrap anchorx="page" anchory="page"/>
            <w10:anchorlock/>
          </v:group>
        </w:pict>
      </w:r>
      <w:r w:rsidR="002F2EC5" w:rsidRPr="00317FC7">
        <w:rPr>
          <w:lang w:val="en-US"/>
        </w:rPr>
        <w:tab/>
        <w:t>textbackground(3);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window(20,20,60,30);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clrscr();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textcolor(0);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gotoxy(2,2);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 xml:space="preserve">cout&lt;&lt;"1 - </w:t>
      </w:r>
      <w:r>
        <w:t>ввод</w:t>
      </w:r>
      <w:r w:rsidRPr="00317FC7">
        <w:rPr>
          <w:lang w:val="en-US"/>
        </w:rPr>
        <w:t xml:space="preserve"> </w:t>
      </w:r>
      <w:r>
        <w:t>данных</w:t>
      </w:r>
      <w:r w:rsidRPr="00317FC7">
        <w:rPr>
          <w:lang w:val="en-US"/>
        </w:rPr>
        <w:t>";</w:t>
      </w:r>
    </w:p>
    <w:p w:rsidR="002F2EC5" w:rsidRDefault="002F2EC5" w:rsidP="006F3F37">
      <w:pPr>
        <w:jc w:val="both"/>
      </w:pPr>
      <w:r w:rsidRPr="00317FC7">
        <w:rPr>
          <w:lang w:val="en-US"/>
        </w:rPr>
        <w:tab/>
      </w:r>
      <w:r>
        <w:t>gotoxy(2,3);</w:t>
      </w:r>
    </w:p>
    <w:p w:rsidR="002F2EC5" w:rsidRDefault="002F2EC5" w:rsidP="006F3F37">
      <w:pPr>
        <w:jc w:val="both"/>
      </w:pPr>
      <w:r>
        <w:tab/>
        <w:t>cout&lt;&lt;"2 - отображение всех данных";</w:t>
      </w:r>
    </w:p>
    <w:p w:rsidR="002F2EC5" w:rsidRDefault="002F2EC5" w:rsidP="006F3F37">
      <w:pPr>
        <w:jc w:val="both"/>
      </w:pPr>
      <w:r>
        <w:tab/>
        <w:t>gotoxy(2,4);</w:t>
      </w:r>
    </w:p>
    <w:p w:rsidR="002F2EC5" w:rsidRDefault="002F2EC5" w:rsidP="006F3F37">
      <w:pPr>
        <w:jc w:val="both"/>
      </w:pPr>
      <w:r>
        <w:tab/>
        <w:t>cout&lt;&lt;"3 - общее колличество изделий на неделю";</w:t>
      </w:r>
    </w:p>
    <w:p w:rsidR="002F2EC5" w:rsidRDefault="002F2EC5" w:rsidP="006F3F37">
      <w:pPr>
        <w:jc w:val="both"/>
      </w:pPr>
      <w:r>
        <w:tab/>
        <w:t>gotoxy(2,5);</w:t>
      </w:r>
    </w:p>
    <w:p w:rsidR="002F2EC5" w:rsidRDefault="002F2EC5" w:rsidP="006F3F37">
      <w:pPr>
        <w:jc w:val="both"/>
      </w:pPr>
      <w:r>
        <w:tab/>
        <w:t>cout&lt;&lt;"4 - наибольшее количество изделий";</w:t>
      </w:r>
    </w:p>
    <w:p w:rsidR="002F2EC5" w:rsidRDefault="002F2EC5" w:rsidP="006F3F37">
      <w:pPr>
        <w:jc w:val="both"/>
      </w:pPr>
      <w:r>
        <w:tab/>
        <w:t>gotoxy(2,6);</w:t>
      </w:r>
    </w:p>
    <w:p w:rsidR="002F2EC5" w:rsidRDefault="002F2EC5" w:rsidP="006F3F37">
      <w:pPr>
        <w:jc w:val="both"/>
      </w:pPr>
      <w:r>
        <w:tab/>
        <w:t>cout&lt;&lt;"ESC - выход из программы";</w:t>
      </w:r>
    </w:p>
    <w:p w:rsidR="002F2EC5" w:rsidRDefault="002F2EC5" w:rsidP="006F3F37">
      <w:pPr>
        <w:jc w:val="both"/>
      </w:pPr>
      <w:r>
        <w:t>}</w:t>
      </w:r>
    </w:p>
    <w:p w:rsidR="002F2EC5" w:rsidRDefault="002F2EC5" w:rsidP="006F3F37">
      <w:pPr>
        <w:jc w:val="both"/>
      </w:pPr>
    </w:p>
    <w:p w:rsidR="002F2EC5" w:rsidRDefault="002F2EC5" w:rsidP="006F3F37">
      <w:pPr>
        <w:jc w:val="both"/>
      </w:pPr>
      <w:r>
        <w:t>//отображение всех записей</w:t>
      </w:r>
    </w:p>
    <w:p w:rsidR="002F2EC5" w:rsidRDefault="002F2EC5" w:rsidP="006F3F37">
      <w:pPr>
        <w:jc w:val="both"/>
      </w:pPr>
      <w:r>
        <w:t>void OutAllData(){</w:t>
      </w:r>
    </w:p>
    <w:p w:rsidR="002F2EC5" w:rsidRPr="00317FC7" w:rsidRDefault="002F2EC5" w:rsidP="006F3F37">
      <w:pPr>
        <w:jc w:val="both"/>
        <w:rPr>
          <w:lang w:val="en-US"/>
        </w:rPr>
      </w:pPr>
      <w:r>
        <w:tab/>
      </w:r>
      <w:r w:rsidRPr="00317FC7">
        <w:rPr>
          <w:lang w:val="en-US"/>
        </w:rPr>
        <w:t>window(1,1,80,50);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textbackground(1);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clrscr();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textbackground(3);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window(10,5,70,45);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clrscr();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textcolor(0);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gotoxy(2,2);  cout&lt;&lt;"№";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gotoxy(5,2);  cout&lt;&lt;"</w:t>
      </w:r>
      <w:r>
        <w:t>Фамилия</w:t>
      </w:r>
      <w:r w:rsidRPr="00317FC7">
        <w:rPr>
          <w:lang w:val="en-US"/>
        </w:rPr>
        <w:t>";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gotoxy(25,2); cout&lt;&lt;"</w:t>
      </w:r>
      <w:r>
        <w:t>Пн</w:t>
      </w:r>
      <w:r w:rsidRPr="00317FC7">
        <w:rPr>
          <w:lang w:val="en-US"/>
        </w:rPr>
        <w:t>.";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gotoxy(30,2); cout&lt;&lt;"</w:t>
      </w:r>
      <w:r>
        <w:t>Вт</w:t>
      </w:r>
      <w:r w:rsidRPr="00317FC7">
        <w:rPr>
          <w:lang w:val="en-US"/>
        </w:rPr>
        <w:t>.";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gotoxy(35,2); cout&lt;&lt;"</w:t>
      </w:r>
      <w:r>
        <w:t>Ср</w:t>
      </w:r>
      <w:r w:rsidRPr="00317FC7">
        <w:rPr>
          <w:lang w:val="en-US"/>
        </w:rPr>
        <w:t>.";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gotoxy(40,2); cout&lt;&lt;"</w:t>
      </w:r>
      <w:r>
        <w:t>Чт</w:t>
      </w:r>
      <w:r w:rsidRPr="00317FC7">
        <w:rPr>
          <w:lang w:val="en-US"/>
        </w:rPr>
        <w:t>.";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gotoxy(45,2); cout&lt;&lt;"</w:t>
      </w:r>
      <w:r>
        <w:t>Пт</w:t>
      </w:r>
      <w:r w:rsidRPr="00317FC7">
        <w:rPr>
          <w:lang w:val="en-US"/>
        </w:rPr>
        <w:t>.";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gotoxy(50,2); cout&lt;&lt;"</w:t>
      </w:r>
      <w:r>
        <w:t>Сб</w:t>
      </w:r>
      <w:r w:rsidRPr="00317FC7">
        <w:rPr>
          <w:lang w:val="en-US"/>
        </w:rPr>
        <w:t>.";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for(int i=0;i&lt;=Recs;i++){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 xml:space="preserve">gotoxy(2,2+2+i); </w:t>
      </w:r>
      <w:r w:rsidRPr="00317FC7">
        <w:rPr>
          <w:lang w:val="en-US"/>
        </w:rPr>
        <w:tab/>
        <w:t>cout&lt;&lt;i+1;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gotoxy(5,2+2+i);  cout&lt;&lt;Izdelie[i].f;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gotoxy(25,2+2+i); cout&lt;&lt;Izdelie[i].izd[0];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gotoxy(30,2+2+i); cout&lt;&lt;Izdelie[i].izd[1];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gotoxy(35,2+2+i); cout&lt;&lt;Izdelie[i].izd[2];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gotoxy(40,2+2+i); cout&lt;&lt;Izdelie[i].izd[3];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gotoxy(45,2+2+i); cout&lt;&lt;Izdelie[i].izd[4];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gotoxy(50,2+2+i); cout&lt;&lt;Izdelie[i].izd[5];</w:t>
      </w:r>
    </w:p>
    <w:p w:rsidR="002F2EC5" w:rsidRDefault="002F2EC5" w:rsidP="006F3F37">
      <w:pPr>
        <w:jc w:val="both"/>
      </w:pPr>
      <w:r w:rsidRPr="00317FC7">
        <w:rPr>
          <w:lang w:val="en-US"/>
        </w:rPr>
        <w:tab/>
      </w:r>
      <w:r>
        <w:t>}</w:t>
      </w:r>
    </w:p>
    <w:p w:rsidR="002F2EC5" w:rsidRDefault="002F2EC5" w:rsidP="006F3F37">
      <w:pPr>
        <w:jc w:val="both"/>
      </w:pPr>
      <w:r>
        <w:tab/>
        <w:t>gotoxy(2,2+2+1+i);</w:t>
      </w:r>
    </w:p>
    <w:p w:rsidR="002F2EC5" w:rsidRDefault="002F2EC5" w:rsidP="006F3F37">
      <w:pPr>
        <w:jc w:val="both"/>
      </w:pPr>
      <w:r>
        <w:tab/>
        <w:t>cout&lt;&lt;"Для возврата в основное меню нажмите любую клавишу.";</w:t>
      </w:r>
    </w:p>
    <w:p w:rsidR="002F2EC5" w:rsidRDefault="002F2EC5" w:rsidP="006F3F37">
      <w:pPr>
        <w:jc w:val="both"/>
      </w:pPr>
      <w:r>
        <w:tab/>
        <w:t>getch();</w:t>
      </w:r>
    </w:p>
    <w:p w:rsidR="002F2EC5" w:rsidRDefault="002F2EC5" w:rsidP="006F3F37">
      <w:pPr>
        <w:jc w:val="both"/>
      </w:pPr>
      <w:r>
        <w:lastRenderedPageBreak/>
        <w:t>}</w:t>
      </w:r>
    </w:p>
    <w:p w:rsidR="002F2EC5" w:rsidRDefault="002F2EC5" w:rsidP="006F3F37">
      <w:pPr>
        <w:jc w:val="both"/>
      </w:pPr>
    </w:p>
    <w:p w:rsidR="002F2EC5" w:rsidRDefault="002F2EC5" w:rsidP="006F3F37">
      <w:pPr>
        <w:jc w:val="both"/>
      </w:pPr>
      <w:r>
        <w:t>//Общее количество деталей за неделю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>void sumIzdelies(){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window(1,1,80,50);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textbackground(1);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clrscr();</w:t>
      </w:r>
    </w:p>
    <w:p w:rsidR="002F2EC5" w:rsidRPr="00317FC7" w:rsidRDefault="00BC51A3" w:rsidP="006F3F37">
      <w:pPr>
        <w:jc w:val="both"/>
        <w:rPr>
          <w:lang w:val="en-US"/>
        </w:rPr>
      </w:pPr>
      <w:r>
        <w:rPr>
          <w:noProof/>
        </w:rPr>
        <w:pict>
          <v:group id="_x0000_s2575" style="position:absolute;left:0;text-align:left;margin-left:22.5pt;margin-top:18.2pt;width:554.35pt;height:802.3pt;z-index:251654656;mso-position-horizontal-relative:page;mso-position-vertical-relative:page" coordsize="20000,20000">
            <v:rect id="_x0000_s2576" style="position:absolute;width:20000;height:20000" filled="f" strokeweight="2pt"/>
            <v:line id="_x0000_s2577" style="position:absolute" from="1093,18949" to="1095,19989" strokeweight="2pt"/>
            <v:line id="_x0000_s2578" style="position:absolute" from="10,18941" to="19977,18942" strokeweight="2pt"/>
            <v:line id="_x0000_s2579" style="position:absolute" from="2186,18949" to="2188,19989" strokeweight="2pt"/>
            <v:line id="_x0000_s2580" style="position:absolute" from="4919,18949" to="4921,19989" strokeweight="2pt"/>
            <v:line id="_x0000_s2581" style="position:absolute" from="6557,18959" to="6559,19989" strokeweight="2pt"/>
            <v:line id="_x0000_s2582" style="position:absolute" from="7650,18949" to="7652,19979" strokeweight="2pt"/>
            <v:line id="_x0000_s2583" style="position:absolute" from="18905,18949" to="18909,19989" strokeweight="2pt"/>
            <v:line id="_x0000_s2584" style="position:absolute" from="10,19293" to="7631,19295" strokeweight="1pt"/>
            <v:line id="_x0000_s2585" style="position:absolute" from="10,19646" to="7631,19647" strokeweight="2pt"/>
            <v:line id="_x0000_s2586" style="position:absolute" from="18919,19296" to="19990,19297" strokeweight="1pt"/>
            <v:rect id="_x0000_s2587" style="position:absolute;left:54;top:19660;width:1000;height:309" filled="f" stroked="f" strokeweight=".25pt">
              <v:textbox style="mso-next-textbox:#_x0000_s2587" inset="1pt,1pt,1pt,1pt">
                <w:txbxContent>
                  <w:p w:rsidR="00DE1E9A" w:rsidRDefault="00DE1E9A" w:rsidP="002F2EC5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588" style="position:absolute;left:1139;top:19660;width:1001;height:309" filled="f" stroked="f" strokeweight=".25pt">
              <v:textbox style="mso-next-textbox:#_x0000_s2588" inset="1pt,1pt,1pt,1pt">
                <w:txbxContent>
                  <w:p w:rsidR="00DE1E9A" w:rsidRDefault="00DE1E9A" w:rsidP="002F2EC5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589" style="position:absolute;left:2267;top:19660;width:2573;height:309" filled="f" stroked="f" strokeweight=".25pt">
              <v:textbox style="mso-next-textbox:#_x0000_s2589" inset="1pt,1pt,1pt,1pt">
                <w:txbxContent>
                  <w:p w:rsidR="00DE1E9A" w:rsidRDefault="00DE1E9A" w:rsidP="002F2EC5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590" style="position:absolute;left:4983;top:19660;width:1534;height:309" filled="f" stroked="f" strokeweight=".25pt">
              <v:textbox style="mso-next-textbox:#_x0000_s2590" inset="1pt,1pt,1pt,1pt">
                <w:txbxContent>
                  <w:p w:rsidR="00DE1E9A" w:rsidRDefault="00DE1E9A" w:rsidP="002F2EC5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591" style="position:absolute;left:6604;top:19660;width:1000;height:309" filled="f" stroked="f" strokeweight=".25pt">
              <v:textbox style="mso-next-textbox:#_x0000_s2591" inset="1pt,1pt,1pt,1pt">
                <w:txbxContent>
                  <w:p w:rsidR="00DE1E9A" w:rsidRDefault="00DE1E9A" w:rsidP="002F2EC5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592" style="position:absolute;left:18949;top:18977;width:1001;height:309" filled="f" stroked="f" strokeweight=".25pt">
              <v:textbox style="mso-next-textbox:#_x0000_s2592" inset="1pt,1pt,1pt,1pt">
                <w:txbxContent>
                  <w:p w:rsidR="00DE1E9A" w:rsidRDefault="00DE1E9A" w:rsidP="002F2EC5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593" style="position:absolute;left:18949;top:19435;width:1001;height:423" filled="f" stroked="f" strokeweight=".25pt">
              <v:textbox style="mso-next-textbox:#_x0000_s2593" inset="1pt,1pt,1pt,1pt">
                <w:txbxContent>
                  <w:p w:rsidR="00DE1E9A" w:rsidRPr="000776FB" w:rsidRDefault="00DE1E9A" w:rsidP="002F2EC5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</w:rPr>
                      <w:t>2</w:t>
                    </w:r>
                    <w:r w:rsidR="006F3F37">
                      <w:rPr>
                        <w:i/>
                      </w:rPr>
                      <w:t>1</w:t>
                    </w:r>
                  </w:p>
                </w:txbxContent>
              </v:textbox>
            </v:rect>
            <v:rect id="_x0000_s2594" style="position:absolute;left:7745;top:19221;width:11075;height:477" filled="f" stroked="f" strokeweight=".25pt">
              <v:textbox style="mso-next-textbox:#_x0000_s2594" inset="1pt,1pt,1pt,1pt">
                <w:txbxContent>
                  <w:p w:rsidR="00DE1E9A" w:rsidRPr="000776FB" w:rsidRDefault="00DE1E9A" w:rsidP="002F2EC5"/>
                </w:txbxContent>
              </v:textbox>
            </v:rect>
            <w10:wrap anchorx="page" anchory="page"/>
            <w10:anchorlock/>
          </v:group>
        </w:pict>
      </w:r>
      <w:r w:rsidR="002F2EC5" w:rsidRPr="00317FC7">
        <w:rPr>
          <w:lang w:val="en-US"/>
        </w:rPr>
        <w:tab/>
        <w:t>textbackground(3);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window(10,5,70,45);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clrscr();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textcolor(0);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gotoxy(2,2);  cout&lt;&lt;"№";</w:t>
      </w:r>
    </w:p>
    <w:p w:rsidR="002F2EC5" w:rsidRDefault="002F2EC5" w:rsidP="006F3F37">
      <w:pPr>
        <w:jc w:val="both"/>
      </w:pPr>
      <w:r w:rsidRPr="00317FC7">
        <w:rPr>
          <w:lang w:val="en-US"/>
        </w:rPr>
        <w:tab/>
      </w:r>
      <w:r>
        <w:t>gotoxy(5,2);  cout&lt;&lt;"Фамилия";</w:t>
      </w:r>
    </w:p>
    <w:p w:rsidR="002F2EC5" w:rsidRDefault="002F2EC5" w:rsidP="006F3F37">
      <w:pPr>
        <w:jc w:val="both"/>
      </w:pPr>
      <w:r>
        <w:tab/>
        <w:t>gotoxy(25,2); cout&lt;&lt;"Общее количество деталей за неделю";</w:t>
      </w:r>
    </w:p>
    <w:p w:rsidR="002F2EC5" w:rsidRPr="00317FC7" w:rsidRDefault="002F2EC5" w:rsidP="006F3F37">
      <w:pPr>
        <w:jc w:val="both"/>
        <w:rPr>
          <w:lang w:val="en-US"/>
        </w:rPr>
      </w:pPr>
      <w:r>
        <w:tab/>
      </w:r>
      <w:r w:rsidRPr="00317FC7">
        <w:rPr>
          <w:lang w:val="en-US"/>
        </w:rPr>
        <w:t>for(int i=0;i&lt;=Recs;i++){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 xml:space="preserve">gotoxy(2,2+2+i); </w:t>
      </w:r>
      <w:r w:rsidRPr="00317FC7">
        <w:rPr>
          <w:lang w:val="en-US"/>
        </w:rPr>
        <w:tab/>
        <w:t>cout&lt;&lt;i+1;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gotoxy(5,2+2+i);  cout&lt;&lt;Izdelie[i].f;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int sum=0;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for (int j=0;j&lt;6;j++){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sum+=Izdelie[i].izd[j];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}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gotoxy(25,2+2+i); cout&lt;&lt;sum;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}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gotoxy(2,2+2+1+i);</w:t>
      </w:r>
    </w:p>
    <w:p w:rsidR="002F2EC5" w:rsidRDefault="002F2EC5" w:rsidP="006F3F37">
      <w:pPr>
        <w:jc w:val="both"/>
      </w:pPr>
      <w:r w:rsidRPr="00317FC7">
        <w:rPr>
          <w:lang w:val="en-US"/>
        </w:rPr>
        <w:tab/>
      </w:r>
      <w:r>
        <w:t>cout&lt;&lt;"Для возврата в основное меню нажмите любую клавишу.";</w:t>
      </w:r>
    </w:p>
    <w:p w:rsidR="002F2EC5" w:rsidRDefault="002F2EC5" w:rsidP="006F3F37">
      <w:pPr>
        <w:jc w:val="both"/>
      </w:pPr>
      <w:r>
        <w:tab/>
        <w:t>getch();</w:t>
      </w:r>
    </w:p>
    <w:p w:rsidR="002F2EC5" w:rsidRDefault="002F2EC5" w:rsidP="006F3F37">
      <w:pPr>
        <w:jc w:val="both"/>
      </w:pPr>
      <w:r>
        <w:t>}</w:t>
      </w:r>
    </w:p>
    <w:p w:rsidR="002F2EC5" w:rsidRDefault="002F2EC5" w:rsidP="006F3F37">
      <w:pPr>
        <w:jc w:val="both"/>
      </w:pPr>
    </w:p>
    <w:p w:rsidR="002F2EC5" w:rsidRDefault="002F2EC5" w:rsidP="006F3F37">
      <w:pPr>
        <w:jc w:val="both"/>
      </w:pPr>
      <w:r>
        <w:t>//Определение сбощика и наибольших значений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>void Sborshik(){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window(1,1,80,50);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textbackground(1);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clrscr();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textbackground(3);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window(10,10,70,40);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clrscr();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textcolor(0);</w:t>
      </w:r>
    </w:p>
    <w:p w:rsidR="002F2EC5" w:rsidRPr="00317FC7" w:rsidRDefault="002F2EC5" w:rsidP="006F3F37">
      <w:pPr>
        <w:jc w:val="both"/>
        <w:rPr>
          <w:lang w:val="en-US"/>
        </w:rPr>
      </w:pP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//</w:t>
      </w:r>
      <w:r>
        <w:t>наибольшее</w:t>
      </w:r>
      <w:r w:rsidRPr="00317FC7">
        <w:rPr>
          <w:lang w:val="en-US"/>
        </w:rPr>
        <w:t xml:space="preserve"> </w:t>
      </w:r>
      <w:r>
        <w:t>количество</w:t>
      </w:r>
      <w:r w:rsidRPr="00317FC7">
        <w:rPr>
          <w:lang w:val="en-US"/>
        </w:rPr>
        <w:t xml:space="preserve"> </w:t>
      </w:r>
      <w:r>
        <w:t>изделий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unsigned int max1=0; unsigned int max2=0;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for(int i=0;i&lt;=Recs;i++){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int sum=0;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for (int j=0;j&lt;6;j++){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sum+=Izdelie[i].izd[j];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}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if (sum&gt;max1) max1 = sum;</w:t>
      </w:r>
    </w:p>
    <w:p w:rsidR="002F2EC5" w:rsidRDefault="002F2EC5" w:rsidP="006F3F37">
      <w:pPr>
        <w:jc w:val="both"/>
      </w:pPr>
      <w:r w:rsidRPr="00317FC7">
        <w:rPr>
          <w:lang w:val="en-US"/>
        </w:rPr>
        <w:tab/>
      </w:r>
      <w:r>
        <w:t>}</w:t>
      </w:r>
    </w:p>
    <w:p w:rsidR="002F2EC5" w:rsidRDefault="002F2EC5" w:rsidP="006F3F37">
      <w:pPr>
        <w:jc w:val="both"/>
      </w:pPr>
      <w:r>
        <w:tab/>
        <w:t>//в какой день наибольшее количество изделий</w:t>
      </w:r>
    </w:p>
    <w:p w:rsidR="002F2EC5" w:rsidRPr="00317FC7" w:rsidRDefault="002F2EC5" w:rsidP="006F3F37">
      <w:pPr>
        <w:jc w:val="both"/>
        <w:rPr>
          <w:lang w:val="en-US"/>
        </w:rPr>
      </w:pPr>
      <w:r>
        <w:tab/>
      </w:r>
      <w:r w:rsidRPr="00317FC7">
        <w:rPr>
          <w:lang w:val="en-US"/>
        </w:rPr>
        <w:t>for(i=0;i&lt;=Recs;i++){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int sum=0;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for (int j=0;j&lt;6;j++){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lastRenderedPageBreak/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sum+=Izdelie[i].izd[j];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}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if (sum == max1){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max2 = Izdelie[i].izd[0];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for (int j=1;j&lt;6;j++)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if (Izdelie[i].izd[j]&gt;max2) max2=Izdelie[i].izd[j];</w:t>
      </w:r>
    </w:p>
    <w:p w:rsidR="002F2EC5" w:rsidRDefault="00BC51A3" w:rsidP="006F3F37">
      <w:pPr>
        <w:jc w:val="both"/>
      </w:pPr>
      <w:r>
        <w:rPr>
          <w:noProof/>
        </w:rPr>
        <w:pict>
          <v:group id="_x0000_s2595" style="position:absolute;left:0;text-align:left;margin-left:23.25pt;margin-top:18.2pt;width:553.6pt;height:802.3pt;z-index:251655680;mso-position-horizontal-relative:page;mso-position-vertical-relative:page" coordsize="20000,20000">
            <v:rect id="_x0000_s2596" style="position:absolute;width:20000;height:20000" filled="f" strokeweight="2pt"/>
            <v:line id="_x0000_s2597" style="position:absolute" from="1093,18949" to="1095,19989" strokeweight="2pt"/>
            <v:line id="_x0000_s2598" style="position:absolute" from="10,18941" to="19977,18942" strokeweight="2pt"/>
            <v:line id="_x0000_s2599" style="position:absolute" from="2186,18949" to="2188,19989" strokeweight="2pt"/>
            <v:line id="_x0000_s2600" style="position:absolute" from="4919,18949" to="4921,19989" strokeweight="2pt"/>
            <v:line id="_x0000_s2601" style="position:absolute" from="6557,18959" to="6559,19989" strokeweight="2pt"/>
            <v:line id="_x0000_s2602" style="position:absolute" from="7650,18949" to="7652,19979" strokeweight="2pt"/>
            <v:line id="_x0000_s2603" style="position:absolute" from="18905,18949" to="18909,19989" strokeweight="2pt"/>
            <v:line id="_x0000_s2604" style="position:absolute" from="10,19293" to="7631,19295" strokeweight="1pt"/>
            <v:line id="_x0000_s2605" style="position:absolute" from="10,19646" to="7631,19647" strokeweight="2pt"/>
            <v:line id="_x0000_s2606" style="position:absolute" from="18919,19296" to="19990,19297" strokeweight="1pt"/>
            <v:rect id="_x0000_s2607" style="position:absolute;left:54;top:19660;width:1000;height:309" filled="f" stroked="f" strokeweight=".25pt">
              <v:textbox style="mso-next-textbox:#_x0000_s2607" inset="1pt,1pt,1pt,1pt">
                <w:txbxContent>
                  <w:p w:rsidR="00DE1E9A" w:rsidRDefault="00DE1E9A" w:rsidP="002F2EC5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608" style="position:absolute;left:1139;top:19660;width:1001;height:309" filled="f" stroked="f" strokeweight=".25pt">
              <v:textbox style="mso-next-textbox:#_x0000_s2608" inset="1pt,1pt,1pt,1pt">
                <w:txbxContent>
                  <w:p w:rsidR="00DE1E9A" w:rsidRDefault="00DE1E9A" w:rsidP="002F2EC5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609" style="position:absolute;left:2267;top:19660;width:2573;height:309" filled="f" stroked="f" strokeweight=".25pt">
              <v:textbox style="mso-next-textbox:#_x0000_s2609" inset="1pt,1pt,1pt,1pt">
                <w:txbxContent>
                  <w:p w:rsidR="00DE1E9A" w:rsidRDefault="00DE1E9A" w:rsidP="002F2EC5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610" style="position:absolute;left:4983;top:19660;width:1534;height:309" filled="f" stroked="f" strokeweight=".25pt">
              <v:textbox style="mso-next-textbox:#_x0000_s2610" inset="1pt,1pt,1pt,1pt">
                <w:txbxContent>
                  <w:p w:rsidR="00DE1E9A" w:rsidRDefault="00DE1E9A" w:rsidP="002F2EC5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611" style="position:absolute;left:6604;top:19660;width:1000;height:309" filled="f" stroked="f" strokeweight=".25pt">
              <v:textbox style="mso-next-textbox:#_x0000_s2611" inset="1pt,1pt,1pt,1pt">
                <w:txbxContent>
                  <w:p w:rsidR="00DE1E9A" w:rsidRDefault="00DE1E9A" w:rsidP="002F2EC5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612" style="position:absolute;left:18949;top:18977;width:1001;height:309" filled="f" stroked="f" strokeweight=".25pt">
              <v:textbox style="mso-next-textbox:#_x0000_s2612" inset="1pt,1pt,1pt,1pt">
                <w:txbxContent>
                  <w:p w:rsidR="00DE1E9A" w:rsidRDefault="00DE1E9A" w:rsidP="002F2EC5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613" style="position:absolute;left:18949;top:19435;width:1001;height:423" filled="f" stroked="f" strokeweight=".25pt">
              <v:textbox style="mso-next-textbox:#_x0000_s2613" inset="1pt,1pt,1pt,1pt">
                <w:txbxContent>
                  <w:p w:rsidR="00DE1E9A" w:rsidRPr="000776FB" w:rsidRDefault="00DE1E9A" w:rsidP="002F2EC5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</w:rPr>
                      <w:t>2</w:t>
                    </w:r>
                    <w:r w:rsidR="006F3F37">
                      <w:rPr>
                        <w:i/>
                      </w:rPr>
                      <w:t>2</w:t>
                    </w:r>
                  </w:p>
                </w:txbxContent>
              </v:textbox>
            </v:rect>
            <v:rect id="_x0000_s2614" style="position:absolute;left:7745;top:19221;width:11075;height:477" filled="f" stroked="f" strokeweight=".25pt">
              <v:textbox style="mso-next-textbox:#_x0000_s2614" inset="1pt,1pt,1pt,1pt">
                <w:txbxContent>
                  <w:p w:rsidR="00DE1E9A" w:rsidRPr="000776FB" w:rsidRDefault="00DE1E9A" w:rsidP="002F2EC5"/>
                </w:txbxContent>
              </v:textbox>
            </v:rect>
            <w10:wrap anchorx="page" anchory="page"/>
            <w10:anchorlock/>
          </v:group>
        </w:pict>
      </w:r>
      <w:r w:rsidR="002F2EC5" w:rsidRPr="00317FC7">
        <w:rPr>
          <w:lang w:val="en-US"/>
        </w:rPr>
        <w:tab/>
      </w:r>
      <w:r w:rsidR="002F2EC5" w:rsidRPr="00317FC7">
        <w:rPr>
          <w:lang w:val="en-US"/>
        </w:rPr>
        <w:tab/>
      </w:r>
      <w:r w:rsidR="002F2EC5">
        <w:t>}</w:t>
      </w:r>
    </w:p>
    <w:p w:rsidR="002F2EC5" w:rsidRDefault="002F2EC5" w:rsidP="006F3F37">
      <w:pPr>
        <w:jc w:val="both"/>
      </w:pPr>
      <w:r>
        <w:tab/>
        <w:t>}</w:t>
      </w:r>
    </w:p>
    <w:p w:rsidR="002F2EC5" w:rsidRDefault="002F2EC5" w:rsidP="006F3F37">
      <w:pPr>
        <w:jc w:val="both"/>
      </w:pPr>
      <w:r>
        <w:tab/>
        <w:t>//отображение найденых значений</w:t>
      </w:r>
    </w:p>
    <w:p w:rsidR="002F2EC5" w:rsidRDefault="002F2EC5" w:rsidP="006F3F37">
      <w:pPr>
        <w:jc w:val="both"/>
      </w:pPr>
      <w:r>
        <w:tab/>
        <w:t>int c=0;</w:t>
      </w:r>
    </w:p>
    <w:p w:rsidR="002F2EC5" w:rsidRPr="00317FC7" w:rsidRDefault="002F2EC5" w:rsidP="006F3F37">
      <w:pPr>
        <w:jc w:val="both"/>
        <w:rPr>
          <w:lang w:val="en-US"/>
        </w:rPr>
      </w:pPr>
      <w:r>
        <w:tab/>
      </w:r>
      <w:r w:rsidRPr="00317FC7">
        <w:rPr>
          <w:lang w:val="en-US"/>
        </w:rPr>
        <w:t>for(i=0;i&lt;=Recs;i++){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int sum=0;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for (int j=0;j&lt;6;j++){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sum+=Izdelie[i].izd[j];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}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if (sum == max1){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gotoxy(2,2+c);</w:t>
      </w:r>
    </w:p>
    <w:p w:rsidR="002F2EC5" w:rsidRDefault="002F2EC5" w:rsidP="006F3F37">
      <w:pPr>
        <w:jc w:val="both"/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>
        <w:t>cout&lt;&lt;"Наиболшее число изделий у: "&lt;&lt;Izdelie[i].f;</w:t>
      </w:r>
    </w:p>
    <w:p w:rsidR="002F2EC5" w:rsidRPr="00317FC7" w:rsidRDefault="002F2EC5" w:rsidP="006F3F37">
      <w:pPr>
        <w:jc w:val="both"/>
        <w:rPr>
          <w:lang w:val="en-US"/>
        </w:rPr>
      </w:pPr>
      <w:r>
        <w:tab/>
      </w:r>
      <w:r>
        <w:tab/>
      </w:r>
      <w:r>
        <w:tab/>
      </w:r>
      <w:r w:rsidRPr="00317FC7">
        <w:rPr>
          <w:lang w:val="en-US"/>
        </w:rPr>
        <w:t>gotoxy(32,2+c);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cout&lt;&lt;"</w:t>
      </w:r>
      <w:r>
        <w:t>День</w:t>
      </w:r>
      <w:r w:rsidRPr="00317FC7">
        <w:rPr>
          <w:lang w:val="en-US"/>
        </w:rPr>
        <w:t>: ";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int d=0;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for (int j=0;j&lt;6;j++)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if (Izdelie[i].izd[j] == max2){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gotoxy(38+d*4,2+c);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if (j==0){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cout&lt;&lt;"</w:t>
      </w:r>
      <w:r>
        <w:t>Пн</w:t>
      </w:r>
      <w:r w:rsidRPr="00317FC7">
        <w:rPr>
          <w:lang w:val="en-US"/>
        </w:rPr>
        <w:t>.";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++d;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}else if (j==1){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cout&lt;&lt;"</w:t>
      </w:r>
      <w:r>
        <w:t>Вт</w:t>
      </w:r>
      <w:r w:rsidRPr="00317FC7">
        <w:rPr>
          <w:lang w:val="en-US"/>
        </w:rPr>
        <w:t>.";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++d;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}else if (j==2){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cout&lt;&lt;"</w:t>
      </w:r>
      <w:r>
        <w:t>Ср</w:t>
      </w:r>
      <w:r w:rsidRPr="00317FC7">
        <w:rPr>
          <w:lang w:val="en-US"/>
        </w:rPr>
        <w:t>.";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++d;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}else if (j==3){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cout&lt;&lt;"</w:t>
      </w:r>
      <w:r>
        <w:t>Чт</w:t>
      </w:r>
      <w:r w:rsidRPr="00317FC7">
        <w:rPr>
          <w:lang w:val="en-US"/>
        </w:rPr>
        <w:t>.";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++d;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}else if (j==4){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cout&lt;&lt;"</w:t>
      </w:r>
      <w:r>
        <w:t>Пт</w:t>
      </w:r>
      <w:r w:rsidRPr="00317FC7">
        <w:rPr>
          <w:lang w:val="en-US"/>
        </w:rPr>
        <w:t>.";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++d;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}else if (j==5){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cout&lt;&lt;"</w:t>
      </w:r>
      <w:r>
        <w:t>Сб</w:t>
      </w:r>
      <w:r w:rsidRPr="00317FC7">
        <w:rPr>
          <w:lang w:val="en-US"/>
        </w:rPr>
        <w:t>.";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++d;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}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}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++c;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}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}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gotoxy(2,2+1+c);</w:t>
      </w:r>
    </w:p>
    <w:p w:rsidR="002F2EC5" w:rsidRDefault="002F2EC5" w:rsidP="006F3F37">
      <w:pPr>
        <w:jc w:val="both"/>
      </w:pPr>
      <w:r w:rsidRPr="00317FC7">
        <w:rPr>
          <w:lang w:val="en-US"/>
        </w:rPr>
        <w:tab/>
      </w:r>
      <w:r>
        <w:t>cout&lt;&lt;"Для возврата в основное меню нажмите любую клавишу.";</w:t>
      </w:r>
    </w:p>
    <w:p w:rsidR="002F2EC5" w:rsidRDefault="002F2EC5" w:rsidP="006F3F37">
      <w:pPr>
        <w:jc w:val="both"/>
      </w:pPr>
      <w:r>
        <w:tab/>
        <w:t>getch();</w:t>
      </w:r>
    </w:p>
    <w:p w:rsidR="002F2EC5" w:rsidRDefault="002F2EC5" w:rsidP="006F3F37">
      <w:pPr>
        <w:jc w:val="both"/>
      </w:pPr>
      <w:r>
        <w:t>}</w:t>
      </w:r>
    </w:p>
    <w:p w:rsidR="002F2EC5" w:rsidRDefault="002F2EC5" w:rsidP="006F3F37">
      <w:pPr>
        <w:jc w:val="both"/>
      </w:pPr>
    </w:p>
    <w:p w:rsidR="002F2EC5" w:rsidRDefault="002F2EC5" w:rsidP="006F3F37">
      <w:pPr>
        <w:jc w:val="both"/>
      </w:pPr>
      <w:r>
        <w:t>//код основной программы</w:t>
      </w:r>
    </w:p>
    <w:p w:rsidR="002F2EC5" w:rsidRDefault="002F2EC5" w:rsidP="006F3F37">
      <w:pPr>
        <w:jc w:val="both"/>
      </w:pPr>
      <w:r>
        <w:t>void main(){</w:t>
      </w:r>
    </w:p>
    <w:p w:rsidR="002F2EC5" w:rsidRDefault="002F2EC5" w:rsidP="006F3F37">
      <w:pPr>
        <w:jc w:val="both"/>
      </w:pPr>
      <w:r>
        <w:tab/>
        <w:t>clrscr();//очистка экрана</w:t>
      </w:r>
    </w:p>
    <w:p w:rsidR="002F2EC5" w:rsidRDefault="002F2EC5" w:rsidP="006F3F37">
      <w:pPr>
        <w:jc w:val="both"/>
      </w:pPr>
      <w:r>
        <w:tab/>
        <w:t>textmode(64);// задание тектового режима 80x50 (ширина х высота)</w:t>
      </w:r>
    </w:p>
    <w:p w:rsidR="002F2EC5" w:rsidRDefault="002F2EC5" w:rsidP="006F3F37">
      <w:pPr>
        <w:jc w:val="both"/>
      </w:pPr>
      <w:r>
        <w:tab/>
        <w:t>OutMenu();//вывод основного меню</w:t>
      </w:r>
    </w:p>
    <w:p w:rsidR="002F2EC5" w:rsidRDefault="002F2EC5" w:rsidP="006F3F37">
      <w:pPr>
        <w:jc w:val="both"/>
      </w:pPr>
      <w:r>
        <w:tab/>
        <w:t>Recs = rData("izdeliya.dat");//чтение данных из файла если таковой имеется</w:t>
      </w:r>
    </w:p>
    <w:p w:rsidR="002F2EC5" w:rsidRPr="00317FC7" w:rsidRDefault="002F2EC5" w:rsidP="006F3F37">
      <w:pPr>
        <w:jc w:val="both"/>
        <w:rPr>
          <w:lang w:val="en-US"/>
        </w:rPr>
      </w:pPr>
      <w:r>
        <w:tab/>
      </w:r>
      <w:r w:rsidRPr="00317FC7">
        <w:rPr>
          <w:lang w:val="en-US"/>
        </w:rPr>
        <w:t>while((ch=getch())!=0x1B){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switch(ch){</w:t>
      </w:r>
    </w:p>
    <w:p w:rsidR="002F2EC5" w:rsidRPr="00317FC7" w:rsidRDefault="00BC51A3" w:rsidP="006F3F37">
      <w:pPr>
        <w:jc w:val="both"/>
        <w:rPr>
          <w:lang w:val="en-US"/>
        </w:rPr>
      </w:pPr>
      <w:r>
        <w:rPr>
          <w:noProof/>
        </w:rPr>
        <w:pict>
          <v:group id="_x0000_s2615" style="position:absolute;left:0;text-align:left;margin-left:23.25pt;margin-top:18.2pt;width:553.6pt;height:802.3pt;z-index:251656704;mso-position-horizontal-relative:page;mso-position-vertical-relative:page" coordsize="20000,20000">
            <v:rect id="_x0000_s2616" style="position:absolute;width:20000;height:20000" filled="f" strokeweight="2pt"/>
            <v:line id="_x0000_s2617" style="position:absolute" from="1093,18949" to="1095,19989" strokeweight="2pt"/>
            <v:line id="_x0000_s2618" style="position:absolute" from="10,18941" to="19977,18942" strokeweight="2pt"/>
            <v:line id="_x0000_s2619" style="position:absolute" from="2186,18949" to="2188,19989" strokeweight="2pt"/>
            <v:line id="_x0000_s2620" style="position:absolute" from="4919,18949" to="4921,19989" strokeweight="2pt"/>
            <v:line id="_x0000_s2621" style="position:absolute" from="6557,18959" to="6559,19989" strokeweight="2pt"/>
            <v:line id="_x0000_s2622" style="position:absolute" from="7650,18949" to="7652,19979" strokeweight="2pt"/>
            <v:line id="_x0000_s2623" style="position:absolute" from="18905,18949" to="18909,19989" strokeweight="2pt"/>
            <v:line id="_x0000_s2624" style="position:absolute" from="10,19293" to="7631,19295" strokeweight="1pt"/>
            <v:line id="_x0000_s2625" style="position:absolute" from="10,19646" to="7631,19647" strokeweight="2pt"/>
            <v:line id="_x0000_s2626" style="position:absolute" from="18919,19296" to="19990,19297" strokeweight="1pt"/>
            <v:rect id="_x0000_s2627" style="position:absolute;left:54;top:19660;width:1000;height:309" filled="f" stroked="f" strokeweight=".25pt">
              <v:textbox style="mso-next-textbox:#_x0000_s2627" inset="1pt,1pt,1pt,1pt">
                <w:txbxContent>
                  <w:p w:rsidR="00DE1E9A" w:rsidRDefault="00DE1E9A" w:rsidP="002F2EC5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628" style="position:absolute;left:1139;top:19660;width:1001;height:309" filled="f" stroked="f" strokeweight=".25pt">
              <v:textbox style="mso-next-textbox:#_x0000_s2628" inset="1pt,1pt,1pt,1pt">
                <w:txbxContent>
                  <w:p w:rsidR="00DE1E9A" w:rsidRDefault="00DE1E9A" w:rsidP="002F2EC5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629" style="position:absolute;left:2267;top:19660;width:2573;height:309" filled="f" stroked="f" strokeweight=".25pt">
              <v:textbox style="mso-next-textbox:#_x0000_s2629" inset="1pt,1pt,1pt,1pt">
                <w:txbxContent>
                  <w:p w:rsidR="00DE1E9A" w:rsidRDefault="00DE1E9A" w:rsidP="002F2EC5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630" style="position:absolute;left:4983;top:19660;width:1534;height:309" filled="f" stroked="f" strokeweight=".25pt">
              <v:textbox style="mso-next-textbox:#_x0000_s2630" inset="1pt,1pt,1pt,1pt">
                <w:txbxContent>
                  <w:p w:rsidR="00DE1E9A" w:rsidRDefault="00DE1E9A" w:rsidP="002F2EC5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631" style="position:absolute;left:6604;top:19660;width:1000;height:309" filled="f" stroked="f" strokeweight=".25pt">
              <v:textbox style="mso-next-textbox:#_x0000_s2631" inset="1pt,1pt,1pt,1pt">
                <w:txbxContent>
                  <w:p w:rsidR="00DE1E9A" w:rsidRDefault="00DE1E9A" w:rsidP="002F2EC5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632" style="position:absolute;left:18949;top:18977;width:1001;height:309" filled="f" stroked="f" strokeweight=".25pt">
              <v:textbox style="mso-next-textbox:#_x0000_s2632" inset="1pt,1pt,1pt,1pt">
                <w:txbxContent>
                  <w:p w:rsidR="00DE1E9A" w:rsidRDefault="00DE1E9A" w:rsidP="002F2EC5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633" style="position:absolute;left:18949;top:19435;width:1001;height:423" filled="f" stroked="f" strokeweight=".25pt">
              <v:textbox style="mso-next-textbox:#_x0000_s2633" inset="1pt,1pt,1pt,1pt">
                <w:txbxContent>
                  <w:p w:rsidR="00DE1E9A" w:rsidRPr="000776FB" w:rsidRDefault="00DE1E9A" w:rsidP="002F2EC5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</w:rPr>
                      <w:t>2</w:t>
                    </w:r>
                    <w:r w:rsidR="006F3F37">
                      <w:rPr>
                        <w:i/>
                      </w:rPr>
                      <w:t>3</w:t>
                    </w:r>
                  </w:p>
                </w:txbxContent>
              </v:textbox>
            </v:rect>
            <v:rect id="_x0000_s2634" style="position:absolute;left:7745;top:19221;width:11075;height:477" filled="f" stroked="f" strokeweight=".25pt">
              <v:textbox style="mso-next-textbox:#_x0000_s2634" inset="1pt,1pt,1pt,1pt">
                <w:txbxContent>
                  <w:p w:rsidR="00DE1E9A" w:rsidRPr="000776FB" w:rsidRDefault="00DE1E9A" w:rsidP="002F2EC5"/>
                </w:txbxContent>
              </v:textbox>
            </v:rect>
            <w10:wrap anchorx="page" anchory="page"/>
            <w10:anchorlock/>
          </v:group>
        </w:pict>
      </w:r>
      <w:r w:rsidR="002F2EC5" w:rsidRPr="00317FC7">
        <w:rPr>
          <w:lang w:val="en-US"/>
        </w:rPr>
        <w:tab/>
      </w:r>
      <w:r w:rsidR="002F2EC5" w:rsidRPr="00317FC7">
        <w:rPr>
          <w:lang w:val="en-US"/>
        </w:rPr>
        <w:tab/>
      </w:r>
      <w:r w:rsidR="002F2EC5" w:rsidRPr="00317FC7">
        <w:rPr>
          <w:lang w:val="en-US"/>
        </w:rPr>
        <w:tab/>
        <w:t>case '1': AddRec(Iz);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Izdelie[Recs] = Iz;</w:t>
      </w:r>
    </w:p>
    <w:p w:rsidR="002F2EC5" w:rsidRPr="002F2EC5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2F2EC5">
        <w:rPr>
          <w:lang w:val="en-US"/>
        </w:rPr>
        <w:t>break;</w:t>
      </w:r>
    </w:p>
    <w:p w:rsidR="002F2EC5" w:rsidRPr="002F2EC5" w:rsidRDefault="002F2EC5" w:rsidP="006F3F37">
      <w:pPr>
        <w:jc w:val="both"/>
        <w:rPr>
          <w:lang w:val="en-US"/>
        </w:rPr>
      </w:pPr>
      <w:r w:rsidRPr="002F2EC5">
        <w:rPr>
          <w:lang w:val="en-US"/>
        </w:rPr>
        <w:tab/>
      </w:r>
      <w:r w:rsidRPr="002F2EC5">
        <w:rPr>
          <w:lang w:val="en-US"/>
        </w:rPr>
        <w:tab/>
      </w:r>
      <w:r w:rsidRPr="002F2EC5">
        <w:rPr>
          <w:lang w:val="en-US"/>
        </w:rPr>
        <w:tab/>
        <w:t>case '2': OutAllData();</w:t>
      </w:r>
    </w:p>
    <w:p w:rsidR="002F2EC5" w:rsidRPr="00317FC7" w:rsidRDefault="002F2EC5" w:rsidP="006F3F37">
      <w:pPr>
        <w:jc w:val="both"/>
        <w:rPr>
          <w:lang w:val="en-US"/>
        </w:rPr>
      </w:pPr>
      <w:r w:rsidRPr="002F2EC5">
        <w:rPr>
          <w:lang w:val="en-US"/>
        </w:rPr>
        <w:tab/>
      </w:r>
      <w:r w:rsidRPr="002F2EC5">
        <w:rPr>
          <w:lang w:val="en-US"/>
        </w:rPr>
        <w:tab/>
      </w:r>
      <w:r w:rsidRPr="002F2EC5">
        <w:rPr>
          <w:lang w:val="en-US"/>
        </w:rPr>
        <w:tab/>
      </w:r>
      <w:r w:rsidRPr="002F2EC5">
        <w:rPr>
          <w:lang w:val="en-US"/>
        </w:rPr>
        <w:tab/>
      </w:r>
      <w:r w:rsidRPr="002F2EC5">
        <w:rPr>
          <w:lang w:val="en-US"/>
        </w:rPr>
        <w:tab/>
      </w:r>
      <w:r w:rsidRPr="002F2EC5">
        <w:rPr>
          <w:lang w:val="en-US"/>
        </w:rPr>
        <w:tab/>
      </w:r>
      <w:r w:rsidRPr="002F2EC5">
        <w:rPr>
          <w:lang w:val="en-US"/>
        </w:rPr>
        <w:tab/>
      </w:r>
      <w:r w:rsidRPr="002F2EC5">
        <w:rPr>
          <w:lang w:val="en-US"/>
        </w:rPr>
        <w:tab/>
      </w:r>
      <w:r w:rsidRPr="00317FC7">
        <w:rPr>
          <w:lang w:val="en-US"/>
        </w:rPr>
        <w:t>break;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case '3': sumIzdelies();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break;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case '4': Sborshik();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break;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}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clrscr();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OutMenu();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}</w:t>
      </w:r>
    </w:p>
    <w:p w:rsidR="002F2EC5" w:rsidRPr="00317FC7" w:rsidRDefault="002F2EC5" w:rsidP="006F3F37">
      <w:pPr>
        <w:jc w:val="both"/>
        <w:rPr>
          <w:lang w:val="en-US"/>
        </w:rPr>
      </w:pPr>
      <w:r w:rsidRPr="00317FC7">
        <w:rPr>
          <w:lang w:val="en-US"/>
        </w:rPr>
        <w:tab/>
        <w:t>wData("izdeliya.dat"); //</w:t>
      </w:r>
      <w:r>
        <w:t>запись</w:t>
      </w:r>
      <w:r w:rsidRPr="00317FC7">
        <w:rPr>
          <w:lang w:val="en-US"/>
        </w:rPr>
        <w:t xml:space="preserve"> </w:t>
      </w:r>
      <w:r>
        <w:t>данных</w:t>
      </w:r>
      <w:r w:rsidRPr="00317FC7">
        <w:rPr>
          <w:lang w:val="en-US"/>
        </w:rPr>
        <w:t xml:space="preserve"> </w:t>
      </w:r>
      <w:r>
        <w:t>в</w:t>
      </w:r>
      <w:r w:rsidRPr="00317FC7">
        <w:rPr>
          <w:lang w:val="en-US"/>
        </w:rPr>
        <w:t xml:space="preserve"> </w:t>
      </w:r>
      <w:r>
        <w:t>файл</w:t>
      </w:r>
    </w:p>
    <w:p w:rsidR="002F2EC5" w:rsidRDefault="002F2EC5" w:rsidP="006F3F37">
      <w:pPr>
        <w:jc w:val="both"/>
      </w:pPr>
      <w:r>
        <w:t>}</w:t>
      </w:r>
    </w:p>
    <w:p w:rsidR="00671BD7" w:rsidRDefault="00671BD7" w:rsidP="006F3F37">
      <w:pPr>
        <w:pStyle w:val="1"/>
        <w:spacing w:line="240" w:lineRule="auto"/>
        <w:jc w:val="both"/>
        <w:rPr>
          <w:lang w:val="ru-RU"/>
        </w:rPr>
      </w:pPr>
      <w:r>
        <w:br w:type="page"/>
      </w:r>
      <w:r w:rsidR="00E457D6">
        <w:lastRenderedPageBreak/>
        <w:t xml:space="preserve">10. </w:t>
      </w:r>
      <w:r>
        <w:t>Тестирование программы</w:t>
      </w:r>
    </w:p>
    <w:p w:rsidR="00145AFE" w:rsidRDefault="00145AFE" w:rsidP="006F3F37">
      <w:pPr>
        <w:jc w:val="both"/>
      </w:pPr>
    </w:p>
    <w:p w:rsidR="00145AFE" w:rsidRPr="006A5871" w:rsidRDefault="00145AFE" w:rsidP="006F3F37">
      <w:pPr>
        <w:jc w:val="both"/>
        <w:rPr>
          <w:b/>
        </w:rPr>
      </w:pPr>
      <w:r w:rsidRPr="006A5871">
        <w:rPr>
          <w:b/>
        </w:rPr>
        <w:t>1.Вывод меню.</w:t>
      </w:r>
    </w:p>
    <w:p w:rsidR="00145AFE" w:rsidRDefault="00145AFE" w:rsidP="006F3F37">
      <w:pPr>
        <w:pStyle w:val="1"/>
        <w:spacing w:line="240" w:lineRule="auto"/>
        <w:jc w:val="both"/>
        <w:rPr>
          <w:b w:val="0"/>
          <w:caps w:val="0"/>
          <w:lang w:val="ru-RU"/>
        </w:rPr>
      </w:pPr>
    </w:p>
    <w:p w:rsidR="007F5648" w:rsidRPr="007F5648" w:rsidRDefault="00BC51A3" w:rsidP="006F3F37">
      <w:pPr>
        <w:pStyle w:val="1"/>
        <w:spacing w:line="240" w:lineRule="auto"/>
        <w:jc w:val="both"/>
      </w:pPr>
      <w:r>
        <w:rPr>
          <w:b w:val="0"/>
          <w:caps w:val="0"/>
        </w:rPr>
        <w:pict>
          <v:shape id="_x0000_i1027" type="#_x0000_t75" style="width:465pt;height:576.75pt">
            <v:imagedata r:id="rId5" o:title=""/>
          </v:shape>
        </w:pict>
      </w:r>
      <w:r>
        <w:rPr>
          <w:noProof/>
        </w:rPr>
        <w:pict>
          <v:group id="_x0000_s2413" style="position:absolute;left:0;text-align:left;margin-left:23.75pt;margin-top:18.2pt;width:553.1pt;height:802.3pt;z-index:251651584;mso-position-horizontal-relative:page;mso-position-vertical-relative:page" coordsize="20000,20000">
            <v:rect id="_x0000_s2414" style="position:absolute;width:20000;height:20000" filled="f" strokeweight="2pt"/>
            <v:line id="_x0000_s2415" style="position:absolute" from="1093,18949" to="1095,19989" strokeweight="2pt"/>
            <v:line id="_x0000_s2416" style="position:absolute" from="10,18941" to="19977,18942" strokeweight="2pt"/>
            <v:line id="_x0000_s2417" style="position:absolute" from="2186,18949" to="2188,19989" strokeweight="2pt"/>
            <v:line id="_x0000_s2418" style="position:absolute" from="4919,18949" to="4921,19989" strokeweight="2pt"/>
            <v:line id="_x0000_s2419" style="position:absolute" from="6557,18959" to="6559,19989" strokeweight="2pt"/>
            <v:line id="_x0000_s2420" style="position:absolute" from="7650,18949" to="7652,19979" strokeweight="2pt"/>
            <v:line id="_x0000_s2421" style="position:absolute" from="18905,18949" to="18909,19989" strokeweight="2pt"/>
            <v:line id="_x0000_s2422" style="position:absolute" from="10,19293" to="7631,19295" strokeweight="1pt"/>
            <v:line id="_x0000_s2423" style="position:absolute" from="10,19646" to="7631,19647" strokeweight="2pt"/>
            <v:line id="_x0000_s2424" style="position:absolute" from="18919,19296" to="19990,19297" strokeweight="1pt"/>
            <v:rect id="_x0000_s2425" style="position:absolute;left:54;top:19660;width:1000;height:309" filled="f" stroked="f" strokeweight=".25pt">
              <v:textbox style="mso-next-textbox:#_x0000_s2425" inset="1pt,1pt,1pt,1pt">
                <w:txbxContent>
                  <w:p w:rsidR="00DE1E9A" w:rsidRDefault="00DE1E9A" w:rsidP="001316B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426" style="position:absolute;left:1139;top:19660;width:1001;height:309" filled="f" stroked="f" strokeweight=".25pt">
              <v:textbox style="mso-next-textbox:#_x0000_s2426" inset="1pt,1pt,1pt,1pt">
                <w:txbxContent>
                  <w:p w:rsidR="00DE1E9A" w:rsidRDefault="00DE1E9A" w:rsidP="001316B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427" style="position:absolute;left:2267;top:19660;width:2573;height:309" filled="f" stroked="f" strokeweight=".25pt">
              <v:textbox style="mso-next-textbox:#_x0000_s2427" inset="1pt,1pt,1pt,1pt">
                <w:txbxContent>
                  <w:p w:rsidR="00DE1E9A" w:rsidRDefault="00DE1E9A" w:rsidP="001316B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428" style="position:absolute;left:4983;top:19660;width:1534;height:309" filled="f" stroked="f" strokeweight=".25pt">
              <v:textbox style="mso-next-textbox:#_x0000_s2428" inset="1pt,1pt,1pt,1pt">
                <w:txbxContent>
                  <w:p w:rsidR="00DE1E9A" w:rsidRDefault="00DE1E9A" w:rsidP="001316B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429" style="position:absolute;left:6604;top:19660;width:1000;height:309" filled="f" stroked="f" strokeweight=".25pt">
              <v:textbox style="mso-next-textbox:#_x0000_s2429" inset="1pt,1pt,1pt,1pt">
                <w:txbxContent>
                  <w:p w:rsidR="00DE1E9A" w:rsidRDefault="00DE1E9A" w:rsidP="001316B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430" style="position:absolute;left:18949;top:18977;width:1001;height:309" filled="f" stroked="f" strokeweight=".25pt">
              <v:textbox style="mso-next-textbox:#_x0000_s2430" inset="1pt,1pt,1pt,1pt">
                <w:txbxContent>
                  <w:p w:rsidR="00DE1E9A" w:rsidRDefault="00DE1E9A" w:rsidP="001316B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431" style="position:absolute;left:18949;top:19435;width:1001;height:423" filled="f" stroked="f" strokeweight=".25pt">
              <v:textbox style="mso-next-textbox:#_x0000_s2431" inset="1pt,1pt,1pt,1pt">
                <w:txbxContent>
                  <w:p w:rsidR="00DE1E9A" w:rsidRDefault="006F3F37" w:rsidP="001316B6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</w:rPr>
                      <w:t>24</w:t>
                    </w:r>
                  </w:p>
                  <w:p w:rsidR="00DE1E9A" w:rsidRPr="00965E7C" w:rsidRDefault="00DE1E9A" w:rsidP="001316B6">
                    <w:pPr>
                      <w:jc w:val="center"/>
                      <w:rPr>
                        <w:i/>
                      </w:rPr>
                    </w:pPr>
                  </w:p>
                </w:txbxContent>
              </v:textbox>
            </v:rect>
            <v:rect id="_x0000_s2432" style="position:absolute;left:7745;top:19221;width:11075;height:477" filled="f" stroked="f" strokeweight=".25pt">
              <v:textbox style="mso-next-textbox:#_x0000_s2432" inset="1pt,1pt,1pt,1pt">
                <w:txbxContent>
                  <w:p w:rsidR="00DE1E9A" w:rsidRPr="00965E7C" w:rsidRDefault="00DE1E9A" w:rsidP="001316B6"/>
                </w:txbxContent>
              </v:textbox>
            </v:rect>
            <w10:wrap anchorx="page" anchory="page"/>
            <w10:anchorlock/>
          </v:group>
        </w:pict>
      </w:r>
    </w:p>
    <w:p w:rsidR="006A5871" w:rsidRDefault="006A5871" w:rsidP="006F3F37">
      <w:pPr>
        <w:jc w:val="both"/>
      </w:pPr>
    </w:p>
    <w:p w:rsidR="006A5871" w:rsidRDefault="006A5871" w:rsidP="006F3F37">
      <w:pPr>
        <w:jc w:val="both"/>
      </w:pPr>
    </w:p>
    <w:p w:rsidR="00B5221D" w:rsidRDefault="00B5221D" w:rsidP="006F3F37">
      <w:pPr>
        <w:jc w:val="both"/>
      </w:pPr>
    </w:p>
    <w:p w:rsidR="000D6E1C" w:rsidRDefault="006A5871" w:rsidP="006F3F37">
      <w:pPr>
        <w:jc w:val="both"/>
        <w:rPr>
          <w:b/>
        </w:rPr>
      </w:pPr>
      <w:r>
        <w:rPr>
          <w:b/>
        </w:rPr>
        <w:t>2.</w:t>
      </w:r>
      <w:r w:rsidR="00145AFE" w:rsidRPr="006A5871">
        <w:rPr>
          <w:b/>
        </w:rPr>
        <w:t>Ввод записей.</w:t>
      </w:r>
    </w:p>
    <w:p w:rsidR="006A5871" w:rsidRPr="006A5871" w:rsidRDefault="006A5871" w:rsidP="006F3F37">
      <w:pPr>
        <w:ind w:left="720"/>
        <w:jc w:val="both"/>
        <w:rPr>
          <w:b/>
        </w:rPr>
      </w:pPr>
    </w:p>
    <w:p w:rsidR="008863DB" w:rsidRDefault="00BC51A3" w:rsidP="006F3F37">
      <w:pPr>
        <w:jc w:val="both"/>
      </w:pPr>
      <w:r>
        <w:lastRenderedPageBreak/>
        <w:pict>
          <v:shape id="_x0000_i1028" type="#_x0000_t75" style="width:462.75pt;height:650.25pt">
            <v:imagedata r:id="rId6" o:title=""/>
          </v:shape>
        </w:pict>
      </w:r>
    </w:p>
    <w:p w:rsidR="006A5871" w:rsidRDefault="006A5871" w:rsidP="006F3F37">
      <w:pPr>
        <w:ind w:left="720"/>
        <w:jc w:val="both"/>
        <w:rPr>
          <w:b/>
        </w:rPr>
      </w:pPr>
    </w:p>
    <w:p w:rsidR="006A5871" w:rsidRDefault="006A5871" w:rsidP="006F3F37">
      <w:pPr>
        <w:ind w:left="720"/>
        <w:jc w:val="both"/>
        <w:rPr>
          <w:b/>
        </w:rPr>
      </w:pPr>
    </w:p>
    <w:p w:rsidR="00AC2819" w:rsidRPr="006A5871" w:rsidRDefault="00BC51A3" w:rsidP="006F3F37">
      <w:pPr>
        <w:jc w:val="both"/>
        <w:rPr>
          <w:b/>
        </w:rPr>
      </w:pPr>
      <w:r>
        <w:rPr>
          <w:b/>
          <w:noProof/>
        </w:rPr>
        <w:pict>
          <v:group id="_x0000_s2655" style="position:absolute;left:0;text-align:left;margin-left:22.5pt;margin-top:18.2pt;width:554.35pt;height:802.3pt;z-index:251658752;mso-position-horizontal-relative:page;mso-position-vertical-relative:page" coordsize="20000,20000">
            <v:rect id="_x0000_s2656" style="position:absolute;width:20000;height:20000" filled="f" strokeweight="2pt"/>
            <v:line id="_x0000_s2657" style="position:absolute" from="1093,18949" to="1095,19989" strokeweight="2pt"/>
            <v:line id="_x0000_s2658" style="position:absolute" from="10,18941" to="19977,18942" strokeweight="2pt"/>
            <v:line id="_x0000_s2659" style="position:absolute" from="2186,18949" to="2188,19989" strokeweight="2pt"/>
            <v:line id="_x0000_s2660" style="position:absolute" from="4919,18949" to="4921,19989" strokeweight="2pt"/>
            <v:line id="_x0000_s2661" style="position:absolute" from="6557,18959" to="6559,19989" strokeweight="2pt"/>
            <v:line id="_x0000_s2662" style="position:absolute" from="7650,18949" to="7652,19979" strokeweight="2pt"/>
            <v:line id="_x0000_s2663" style="position:absolute" from="18905,18949" to="18909,19989" strokeweight="2pt"/>
            <v:line id="_x0000_s2664" style="position:absolute" from="10,19293" to="7631,19295" strokeweight="1pt"/>
            <v:line id="_x0000_s2665" style="position:absolute" from="10,19646" to="7631,19647" strokeweight="2pt"/>
            <v:line id="_x0000_s2666" style="position:absolute" from="18919,19296" to="19990,19297" strokeweight="1pt"/>
            <v:rect id="_x0000_s2667" style="position:absolute;left:54;top:19660;width:1000;height:309" filled="f" stroked="f" strokeweight=".25pt">
              <v:textbox style="mso-next-textbox:#_x0000_s2667" inset="1pt,1pt,1pt,1pt">
                <w:txbxContent>
                  <w:p w:rsidR="00DE1E9A" w:rsidRDefault="00DE1E9A" w:rsidP="009F54F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668" style="position:absolute;left:1139;top:19660;width:1001;height:309" filled="f" stroked="f" strokeweight=".25pt">
              <v:textbox style="mso-next-textbox:#_x0000_s2668" inset="1pt,1pt,1pt,1pt">
                <w:txbxContent>
                  <w:p w:rsidR="00DE1E9A" w:rsidRDefault="00DE1E9A" w:rsidP="009F54F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669" style="position:absolute;left:2267;top:19660;width:2573;height:309" filled="f" stroked="f" strokeweight=".25pt">
              <v:textbox style="mso-next-textbox:#_x0000_s2669" inset="1pt,1pt,1pt,1pt">
                <w:txbxContent>
                  <w:p w:rsidR="00DE1E9A" w:rsidRDefault="00DE1E9A" w:rsidP="009F54F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670" style="position:absolute;left:4983;top:19660;width:1534;height:309" filled="f" stroked="f" strokeweight=".25pt">
              <v:textbox style="mso-next-textbox:#_x0000_s2670" inset="1pt,1pt,1pt,1pt">
                <w:txbxContent>
                  <w:p w:rsidR="00DE1E9A" w:rsidRDefault="00DE1E9A" w:rsidP="009F54F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671" style="position:absolute;left:6604;top:19660;width:1000;height:309" filled="f" stroked="f" strokeweight=".25pt">
              <v:textbox style="mso-next-textbox:#_x0000_s2671" inset="1pt,1pt,1pt,1pt">
                <w:txbxContent>
                  <w:p w:rsidR="00DE1E9A" w:rsidRDefault="00DE1E9A" w:rsidP="009F54F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672" style="position:absolute;left:18949;top:18977;width:1001;height:309" filled="f" stroked="f" strokeweight=".25pt">
              <v:textbox style="mso-next-textbox:#_x0000_s2672" inset="1pt,1pt,1pt,1pt">
                <w:txbxContent>
                  <w:p w:rsidR="00DE1E9A" w:rsidRDefault="00DE1E9A" w:rsidP="009F54F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673" style="position:absolute;left:18949;top:19435;width:1001;height:423" filled="f" stroked="f" strokeweight=".25pt">
              <v:textbox style="mso-next-textbox:#_x0000_s2673" inset="1pt,1pt,1pt,1pt">
                <w:txbxContent>
                  <w:p w:rsidR="00DE1E9A" w:rsidRDefault="006F3F37" w:rsidP="009F54F7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</w:rPr>
                      <w:t>25</w:t>
                    </w:r>
                  </w:p>
                  <w:p w:rsidR="00DE1E9A" w:rsidRDefault="00DE1E9A" w:rsidP="009F54F7">
                    <w:pPr>
                      <w:jc w:val="center"/>
                      <w:rPr>
                        <w:i/>
                      </w:rPr>
                    </w:pPr>
                  </w:p>
                  <w:p w:rsidR="00DE1E9A" w:rsidRPr="00965E7C" w:rsidRDefault="00DE1E9A" w:rsidP="009F54F7">
                    <w:pPr>
                      <w:jc w:val="center"/>
                      <w:rPr>
                        <w:i/>
                      </w:rPr>
                    </w:pPr>
                  </w:p>
                </w:txbxContent>
              </v:textbox>
            </v:rect>
            <v:rect id="_x0000_s2674" style="position:absolute;left:7745;top:19221;width:11075;height:477" filled="f" stroked="f" strokeweight=".25pt">
              <v:textbox style="mso-next-textbox:#_x0000_s2674" inset="1pt,1pt,1pt,1pt">
                <w:txbxContent>
                  <w:p w:rsidR="00DE1E9A" w:rsidRPr="00965E7C" w:rsidRDefault="00DE1E9A" w:rsidP="009F54F7"/>
                </w:txbxContent>
              </v:textbox>
            </v:rect>
            <w10:wrap anchorx="page" anchory="page"/>
            <w10:anchorlock/>
          </v:group>
        </w:pict>
      </w:r>
      <w:r w:rsidR="006A5871">
        <w:rPr>
          <w:b/>
        </w:rPr>
        <w:t>3.</w:t>
      </w:r>
      <w:r w:rsidR="00145AFE" w:rsidRPr="006A5871">
        <w:rPr>
          <w:b/>
        </w:rPr>
        <w:t>Отображение всех записей.</w:t>
      </w:r>
    </w:p>
    <w:p w:rsidR="006A5871" w:rsidRPr="006A5871" w:rsidRDefault="006A5871" w:rsidP="006F3F37">
      <w:pPr>
        <w:ind w:left="720"/>
        <w:jc w:val="both"/>
        <w:rPr>
          <w:b/>
          <w:caps/>
        </w:rPr>
      </w:pPr>
    </w:p>
    <w:p w:rsidR="00AC2819" w:rsidRDefault="00BC51A3" w:rsidP="006F3F37">
      <w:pPr>
        <w:jc w:val="both"/>
      </w:pPr>
      <w:r>
        <w:rPr>
          <w:noProof/>
        </w:rPr>
        <w:lastRenderedPageBreak/>
        <w:pict>
          <v:group id="_x0000_s3162" style="position:absolute;left:0;text-align:left;margin-left:23.25pt;margin-top:26.75pt;width:551.8pt;height:802.3pt;z-index:251668992;mso-position-horizontal-relative:page;mso-position-vertical-relative:page" coordsize="20000,20000">
            <v:rect id="_x0000_s3163" style="position:absolute;width:20000;height:20000" filled="f" strokeweight="2pt"/>
            <v:line id="_x0000_s3164" style="position:absolute" from="1093,18949" to="1095,19989" strokeweight="2pt"/>
            <v:line id="_x0000_s3165" style="position:absolute" from="10,18941" to="19977,18942" strokeweight="2pt"/>
            <v:line id="_x0000_s3166" style="position:absolute" from="2186,18949" to="2188,19989" strokeweight="2pt"/>
            <v:line id="_x0000_s3167" style="position:absolute" from="4919,18949" to="4921,19989" strokeweight="2pt"/>
            <v:line id="_x0000_s3168" style="position:absolute" from="6557,18959" to="6559,19989" strokeweight="2pt"/>
            <v:line id="_x0000_s3169" style="position:absolute" from="7650,18949" to="7652,19979" strokeweight="2pt"/>
            <v:line id="_x0000_s3170" style="position:absolute" from="18905,18949" to="18909,19989" strokeweight="2pt"/>
            <v:line id="_x0000_s3171" style="position:absolute" from="10,19293" to="7631,19295" strokeweight="1pt"/>
            <v:line id="_x0000_s3172" style="position:absolute" from="10,19646" to="7631,19647" strokeweight="2pt"/>
            <v:line id="_x0000_s3173" style="position:absolute" from="18919,19296" to="19990,19297" strokeweight="1pt"/>
            <v:rect id="_x0000_s3174" style="position:absolute;left:54;top:19660;width:1000;height:309" filled="f" stroked="f" strokeweight=".25pt">
              <v:textbox style="mso-next-textbox:#_x0000_s3174" inset="1pt,1pt,1pt,1pt">
                <w:txbxContent>
                  <w:p w:rsidR="006F3F37" w:rsidRDefault="006F3F37" w:rsidP="006F3F3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3175" style="position:absolute;left:1139;top:19660;width:1001;height:309" filled="f" stroked="f" strokeweight=".25pt">
              <v:textbox style="mso-next-textbox:#_x0000_s3175" inset="1pt,1pt,1pt,1pt">
                <w:txbxContent>
                  <w:p w:rsidR="006F3F37" w:rsidRDefault="006F3F37" w:rsidP="006F3F3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176" style="position:absolute;left:2267;top:19660;width:2573;height:309" filled="f" stroked="f" strokeweight=".25pt">
              <v:textbox style="mso-next-textbox:#_x0000_s3176" inset="1pt,1pt,1pt,1pt">
                <w:txbxContent>
                  <w:p w:rsidR="006F3F37" w:rsidRDefault="006F3F37" w:rsidP="006F3F3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3177" style="position:absolute;left:4983;top:19660;width:1534;height:309" filled="f" stroked="f" strokeweight=".25pt">
              <v:textbox style="mso-next-textbox:#_x0000_s3177" inset="1pt,1pt,1pt,1pt">
                <w:txbxContent>
                  <w:p w:rsidR="006F3F37" w:rsidRDefault="006F3F37" w:rsidP="006F3F3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3178" style="position:absolute;left:6604;top:19660;width:1000;height:309" filled="f" stroked="f" strokeweight=".25pt">
              <v:textbox style="mso-next-textbox:#_x0000_s3178" inset="1pt,1pt,1pt,1pt">
                <w:txbxContent>
                  <w:p w:rsidR="006F3F37" w:rsidRDefault="006F3F37" w:rsidP="006F3F3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179" style="position:absolute;left:18949;top:18977;width:1001;height:309" filled="f" stroked="f" strokeweight=".25pt">
              <v:textbox style="mso-next-textbox:#_x0000_s3179" inset="1pt,1pt,1pt,1pt">
                <w:txbxContent>
                  <w:p w:rsidR="006F3F37" w:rsidRDefault="006F3F37" w:rsidP="006F3F3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180" style="position:absolute;left:18949;top:19435;width:1001;height:423" filled="f" stroked="f" strokeweight=".25pt">
              <v:textbox style="mso-next-textbox:#_x0000_s3180" inset="1pt,1pt,1pt,1pt">
                <w:txbxContent>
                  <w:p w:rsidR="006F3F37" w:rsidRDefault="006F3F37" w:rsidP="006F3F37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</w:rPr>
                      <w:t>26</w:t>
                    </w:r>
                  </w:p>
                  <w:p w:rsidR="006F3F37" w:rsidRDefault="006F3F37" w:rsidP="006F3F37">
                    <w:pPr>
                      <w:jc w:val="center"/>
                      <w:rPr>
                        <w:i/>
                      </w:rPr>
                    </w:pPr>
                  </w:p>
                  <w:p w:rsidR="006F3F37" w:rsidRPr="00965E7C" w:rsidRDefault="006F3F37" w:rsidP="006F3F37">
                    <w:pPr>
                      <w:jc w:val="center"/>
                      <w:rPr>
                        <w:i/>
                      </w:rPr>
                    </w:pPr>
                  </w:p>
                </w:txbxContent>
              </v:textbox>
            </v:rect>
            <v:rect id="_x0000_s3181" style="position:absolute;left:7745;top:19221;width:11075;height:477" filled="f" stroked="f" strokeweight=".25pt">
              <v:textbox style="mso-next-textbox:#_x0000_s3181" inset="1pt,1pt,1pt,1pt">
                <w:txbxContent>
                  <w:p w:rsidR="006F3F37" w:rsidRPr="00965E7C" w:rsidRDefault="006F3F37" w:rsidP="006F3F37"/>
                </w:txbxContent>
              </v:textbox>
            </v:rect>
            <w10:wrap anchorx="page" anchory="page"/>
            <w10:anchorlock/>
          </v:group>
        </w:pict>
      </w:r>
      <w:r>
        <w:pict>
          <v:shape id="_x0000_i1029" type="#_x0000_t75" style="width:467.25pt;height:643.5pt">
            <v:imagedata r:id="rId7" o:title=""/>
          </v:shape>
        </w:pict>
      </w:r>
    </w:p>
    <w:p w:rsidR="0054336B" w:rsidRDefault="0054336B" w:rsidP="006F3F37">
      <w:pPr>
        <w:jc w:val="both"/>
      </w:pPr>
    </w:p>
    <w:p w:rsidR="008863DB" w:rsidRDefault="006A5871" w:rsidP="006F3F37">
      <w:pPr>
        <w:jc w:val="both"/>
        <w:rPr>
          <w:b/>
        </w:rPr>
      </w:pPr>
      <w:r>
        <w:rPr>
          <w:b/>
        </w:rPr>
        <w:t>4.</w:t>
      </w:r>
      <w:r w:rsidR="008863DB" w:rsidRPr="006A5871">
        <w:rPr>
          <w:b/>
        </w:rPr>
        <w:t>Общее количество деталей за неделю</w:t>
      </w:r>
    </w:p>
    <w:p w:rsidR="006A5871" w:rsidRDefault="006A5871" w:rsidP="006F3F37">
      <w:pPr>
        <w:ind w:left="720"/>
        <w:jc w:val="both"/>
        <w:rPr>
          <w:b/>
        </w:rPr>
      </w:pPr>
    </w:p>
    <w:p w:rsidR="006A5871" w:rsidRDefault="006A5871" w:rsidP="006F3F37">
      <w:pPr>
        <w:ind w:left="720"/>
        <w:jc w:val="both"/>
        <w:rPr>
          <w:b/>
        </w:rPr>
      </w:pPr>
    </w:p>
    <w:p w:rsidR="008863DB" w:rsidRDefault="00BC51A3" w:rsidP="006F3F37">
      <w:pPr>
        <w:jc w:val="both"/>
      </w:pPr>
      <w:r>
        <w:lastRenderedPageBreak/>
        <w:pict>
          <v:shape id="_x0000_i1030" type="#_x0000_t75" style="width:459.75pt;height:611.25pt">
            <v:imagedata r:id="rId8" o:title=""/>
          </v:shape>
        </w:pict>
      </w:r>
    </w:p>
    <w:p w:rsidR="0054336B" w:rsidRDefault="0054336B" w:rsidP="006F3F37">
      <w:pPr>
        <w:jc w:val="both"/>
      </w:pPr>
    </w:p>
    <w:p w:rsidR="0054336B" w:rsidRDefault="0054336B" w:rsidP="006F3F37">
      <w:pPr>
        <w:jc w:val="both"/>
      </w:pPr>
    </w:p>
    <w:p w:rsidR="006A5871" w:rsidRDefault="006A5871" w:rsidP="006F3F37">
      <w:pPr>
        <w:jc w:val="both"/>
      </w:pPr>
    </w:p>
    <w:p w:rsidR="00D668BC" w:rsidRDefault="00BC51A3" w:rsidP="006F3F37">
      <w:pPr>
        <w:jc w:val="both"/>
        <w:rPr>
          <w:b/>
        </w:rPr>
      </w:pPr>
      <w:r>
        <w:rPr>
          <w:b/>
          <w:noProof/>
        </w:rPr>
        <w:pict>
          <v:group id="_x0000_s2675" style="position:absolute;left:0;text-align:left;margin-left:23.25pt;margin-top:18.2pt;width:553.6pt;height:802.3pt;z-index:251659776;mso-position-horizontal-relative:page;mso-position-vertical-relative:page" coordsize="20000,20000">
            <v:rect id="_x0000_s2676" style="position:absolute;width:20000;height:20000" filled="f" strokeweight="2pt"/>
            <v:line id="_x0000_s2677" style="position:absolute" from="1093,18949" to="1095,19989" strokeweight="2pt"/>
            <v:line id="_x0000_s2678" style="position:absolute" from="10,18941" to="19977,18942" strokeweight="2pt"/>
            <v:line id="_x0000_s2679" style="position:absolute" from="2186,18949" to="2188,19989" strokeweight="2pt"/>
            <v:line id="_x0000_s2680" style="position:absolute" from="4919,18949" to="4921,19989" strokeweight="2pt"/>
            <v:line id="_x0000_s2681" style="position:absolute" from="6557,18959" to="6559,19989" strokeweight="2pt"/>
            <v:line id="_x0000_s2682" style="position:absolute" from="7650,18949" to="7652,19979" strokeweight="2pt"/>
            <v:line id="_x0000_s2683" style="position:absolute" from="18905,18949" to="18909,19989" strokeweight="2pt"/>
            <v:line id="_x0000_s2684" style="position:absolute" from="10,19293" to="7631,19295" strokeweight="1pt"/>
            <v:line id="_x0000_s2685" style="position:absolute" from="10,19646" to="7631,19647" strokeweight="2pt"/>
            <v:line id="_x0000_s2686" style="position:absolute" from="18919,19296" to="19990,19297" strokeweight="1pt"/>
            <v:rect id="_x0000_s2687" style="position:absolute;left:54;top:19660;width:1000;height:309" filled="f" stroked="f" strokeweight=".25pt">
              <v:textbox style="mso-next-textbox:#_x0000_s2687" inset="1pt,1pt,1pt,1pt">
                <w:txbxContent>
                  <w:p w:rsidR="00DE1E9A" w:rsidRDefault="00DE1E9A" w:rsidP="009F54F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688" style="position:absolute;left:1139;top:19660;width:1001;height:309" filled="f" stroked="f" strokeweight=".25pt">
              <v:textbox style="mso-next-textbox:#_x0000_s2688" inset="1pt,1pt,1pt,1pt">
                <w:txbxContent>
                  <w:p w:rsidR="00DE1E9A" w:rsidRDefault="00DE1E9A" w:rsidP="009F54F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689" style="position:absolute;left:2267;top:19660;width:2573;height:309" filled="f" stroked="f" strokeweight=".25pt">
              <v:textbox style="mso-next-textbox:#_x0000_s2689" inset="1pt,1pt,1pt,1pt">
                <w:txbxContent>
                  <w:p w:rsidR="00DE1E9A" w:rsidRDefault="00DE1E9A" w:rsidP="009F54F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690" style="position:absolute;left:4983;top:19660;width:1534;height:309" filled="f" stroked="f" strokeweight=".25pt">
              <v:textbox style="mso-next-textbox:#_x0000_s2690" inset="1pt,1pt,1pt,1pt">
                <w:txbxContent>
                  <w:p w:rsidR="00DE1E9A" w:rsidRDefault="00DE1E9A" w:rsidP="009F54F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691" style="position:absolute;left:6604;top:19660;width:1000;height:309" filled="f" stroked="f" strokeweight=".25pt">
              <v:textbox style="mso-next-textbox:#_x0000_s2691" inset="1pt,1pt,1pt,1pt">
                <w:txbxContent>
                  <w:p w:rsidR="00DE1E9A" w:rsidRDefault="00DE1E9A" w:rsidP="009F54F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692" style="position:absolute;left:18949;top:18977;width:1001;height:309" filled="f" stroked="f" strokeweight=".25pt">
              <v:textbox style="mso-next-textbox:#_x0000_s2692" inset="1pt,1pt,1pt,1pt">
                <w:txbxContent>
                  <w:p w:rsidR="00DE1E9A" w:rsidRDefault="00DE1E9A" w:rsidP="009F54F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693" style="position:absolute;left:18949;top:19435;width:1001;height:423" filled="f" stroked="f" strokeweight=".25pt">
              <v:textbox style="mso-next-textbox:#_x0000_s2693" inset="1pt,1pt,1pt,1pt">
                <w:txbxContent>
                  <w:p w:rsidR="00DE1E9A" w:rsidRDefault="006F3F37" w:rsidP="009F54F7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</w:rPr>
                      <w:t>27</w:t>
                    </w:r>
                  </w:p>
                  <w:p w:rsidR="00DE1E9A" w:rsidRDefault="00DE1E9A" w:rsidP="009F54F7">
                    <w:pPr>
                      <w:jc w:val="center"/>
                      <w:rPr>
                        <w:i/>
                      </w:rPr>
                    </w:pPr>
                  </w:p>
                  <w:p w:rsidR="00DE1E9A" w:rsidRPr="00965E7C" w:rsidRDefault="00DE1E9A" w:rsidP="009F54F7">
                    <w:pPr>
                      <w:jc w:val="center"/>
                      <w:rPr>
                        <w:i/>
                      </w:rPr>
                    </w:pPr>
                  </w:p>
                </w:txbxContent>
              </v:textbox>
            </v:rect>
            <v:rect id="_x0000_s2694" style="position:absolute;left:7745;top:19221;width:11075;height:477" filled="f" stroked="f" strokeweight=".25pt">
              <v:textbox style="mso-next-textbox:#_x0000_s2694" inset="1pt,1pt,1pt,1pt">
                <w:txbxContent>
                  <w:p w:rsidR="00DE1E9A" w:rsidRPr="00965E7C" w:rsidRDefault="00DE1E9A" w:rsidP="009F54F7"/>
                </w:txbxContent>
              </v:textbox>
            </v:rect>
            <w10:wrap anchorx="page" anchory="page"/>
            <w10:anchorlock/>
          </v:group>
        </w:pict>
      </w:r>
      <w:r w:rsidR="006A5871">
        <w:rPr>
          <w:b/>
        </w:rPr>
        <w:t>5.</w:t>
      </w:r>
      <w:r w:rsidR="00D668BC" w:rsidRPr="006A5871">
        <w:rPr>
          <w:b/>
        </w:rPr>
        <w:t>Определение сборщика и наибольших значений</w:t>
      </w:r>
    </w:p>
    <w:p w:rsidR="006A5871" w:rsidRDefault="006A5871" w:rsidP="006F3F37">
      <w:pPr>
        <w:ind w:left="1065"/>
        <w:jc w:val="both"/>
        <w:rPr>
          <w:b/>
        </w:rPr>
      </w:pPr>
    </w:p>
    <w:p w:rsidR="006A5871" w:rsidRDefault="006A5871" w:rsidP="006F3F37">
      <w:pPr>
        <w:ind w:left="1065"/>
        <w:jc w:val="both"/>
        <w:rPr>
          <w:b/>
        </w:rPr>
      </w:pPr>
    </w:p>
    <w:p w:rsidR="006A5871" w:rsidRPr="006A5871" w:rsidRDefault="006A5871" w:rsidP="006F3F37">
      <w:pPr>
        <w:ind w:left="1065"/>
        <w:jc w:val="both"/>
        <w:rPr>
          <w:b/>
        </w:rPr>
      </w:pPr>
    </w:p>
    <w:p w:rsidR="0054336B" w:rsidRDefault="00BC51A3" w:rsidP="006F3F37">
      <w:pPr>
        <w:jc w:val="both"/>
      </w:pPr>
      <w:r>
        <w:rPr>
          <w:noProof/>
        </w:rPr>
        <w:lastRenderedPageBreak/>
        <w:pict>
          <v:group id="_x0000_s3182" style="position:absolute;left:0;text-align:left;margin-left:23.25pt;margin-top:28.95pt;width:551.05pt;height:802.3pt;z-index:251670016;mso-position-horizontal-relative:page;mso-position-vertical-relative:page" coordsize="20000,20000">
            <v:rect id="_x0000_s3183" style="position:absolute;width:20000;height:20000" filled="f" strokeweight="2pt"/>
            <v:line id="_x0000_s3184" style="position:absolute" from="1093,18949" to="1095,19989" strokeweight="2pt"/>
            <v:line id="_x0000_s3185" style="position:absolute" from="10,18941" to="19977,18942" strokeweight="2pt"/>
            <v:line id="_x0000_s3186" style="position:absolute" from="2186,18949" to="2188,19989" strokeweight="2pt"/>
            <v:line id="_x0000_s3187" style="position:absolute" from="4919,18949" to="4921,19989" strokeweight="2pt"/>
            <v:line id="_x0000_s3188" style="position:absolute" from="6557,18959" to="6559,19989" strokeweight="2pt"/>
            <v:line id="_x0000_s3189" style="position:absolute" from="7650,18949" to="7652,19979" strokeweight="2pt"/>
            <v:line id="_x0000_s3190" style="position:absolute" from="18905,18949" to="18909,19989" strokeweight="2pt"/>
            <v:line id="_x0000_s3191" style="position:absolute" from="10,19293" to="7631,19295" strokeweight="1pt"/>
            <v:line id="_x0000_s3192" style="position:absolute" from="10,19646" to="7631,19647" strokeweight="2pt"/>
            <v:line id="_x0000_s3193" style="position:absolute" from="18919,19296" to="19990,19297" strokeweight="1pt"/>
            <v:rect id="_x0000_s3194" style="position:absolute;left:54;top:19660;width:1000;height:309" filled="f" stroked="f" strokeweight=".25pt">
              <v:textbox style="mso-next-textbox:#_x0000_s3194" inset="1pt,1pt,1pt,1pt">
                <w:txbxContent>
                  <w:p w:rsidR="006F3F37" w:rsidRDefault="006F3F37" w:rsidP="006F3F3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3195" style="position:absolute;left:1139;top:19660;width:1001;height:309" filled="f" stroked="f" strokeweight=".25pt">
              <v:textbox style="mso-next-textbox:#_x0000_s3195" inset="1pt,1pt,1pt,1pt">
                <w:txbxContent>
                  <w:p w:rsidR="006F3F37" w:rsidRDefault="006F3F37" w:rsidP="006F3F3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196" style="position:absolute;left:2267;top:19660;width:2573;height:309" filled="f" stroked="f" strokeweight=".25pt">
              <v:textbox style="mso-next-textbox:#_x0000_s3196" inset="1pt,1pt,1pt,1pt">
                <w:txbxContent>
                  <w:p w:rsidR="006F3F37" w:rsidRDefault="006F3F37" w:rsidP="006F3F3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3197" style="position:absolute;left:4983;top:19660;width:1534;height:309" filled="f" stroked="f" strokeweight=".25pt">
              <v:textbox style="mso-next-textbox:#_x0000_s3197" inset="1pt,1pt,1pt,1pt">
                <w:txbxContent>
                  <w:p w:rsidR="006F3F37" w:rsidRDefault="006F3F37" w:rsidP="006F3F3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3198" style="position:absolute;left:6604;top:19660;width:1000;height:309" filled="f" stroked="f" strokeweight=".25pt">
              <v:textbox style="mso-next-textbox:#_x0000_s3198" inset="1pt,1pt,1pt,1pt">
                <w:txbxContent>
                  <w:p w:rsidR="006F3F37" w:rsidRDefault="006F3F37" w:rsidP="006F3F3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199" style="position:absolute;left:18949;top:18977;width:1001;height:309" filled="f" stroked="f" strokeweight=".25pt">
              <v:textbox style="mso-next-textbox:#_x0000_s3199" inset="1pt,1pt,1pt,1pt">
                <w:txbxContent>
                  <w:p w:rsidR="006F3F37" w:rsidRDefault="006F3F37" w:rsidP="006F3F3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200" style="position:absolute;left:18949;top:19435;width:1001;height:423" filled="f" stroked="f" strokeweight=".25pt">
              <v:textbox style="mso-next-textbox:#_x0000_s3200" inset="1pt,1pt,1pt,1pt">
                <w:txbxContent>
                  <w:p w:rsidR="006F3F37" w:rsidRDefault="006F3F37" w:rsidP="006F3F37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</w:rPr>
                      <w:t>28</w:t>
                    </w:r>
                  </w:p>
                  <w:p w:rsidR="006F3F37" w:rsidRDefault="006F3F37" w:rsidP="006F3F37">
                    <w:pPr>
                      <w:jc w:val="center"/>
                      <w:rPr>
                        <w:i/>
                      </w:rPr>
                    </w:pPr>
                  </w:p>
                  <w:p w:rsidR="006F3F37" w:rsidRPr="00965E7C" w:rsidRDefault="006F3F37" w:rsidP="006F3F37">
                    <w:pPr>
                      <w:jc w:val="center"/>
                      <w:rPr>
                        <w:i/>
                      </w:rPr>
                    </w:pPr>
                  </w:p>
                </w:txbxContent>
              </v:textbox>
            </v:rect>
            <v:rect id="_x0000_s3201" style="position:absolute;left:7745;top:19221;width:11075;height:477" filled="f" stroked="f" strokeweight=".25pt">
              <v:textbox style="mso-next-textbox:#_x0000_s3201" inset="1pt,1pt,1pt,1pt">
                <w:txbxContent>
                  <w:p w:rsidR="006F3F37" w:rsidRPr="00965E7C" w:rsidRDefault="006F3F37" w:rsidP="006F3F37"/>
                </w:txbxContent>
              </v:textbox>
            </v:rect>
            <w10:wrap anchorx="page" anchory="page"/>
            <w10:anchorlock/>
          </v:group>
        </w:pict>
      </w:r>
      <w:r>
        <w:pict>
          <v:shape id="_x0000_i1031" type="#_x0000_t75" style="width:467.25pt;height:594.75pt">
            <v:imagedata r:id="rId9" o:title=""/>
          </v:shape>
        </w:pict>
      </w:r>
    </w:p>
    <w:p w:rsidR="00890A44" w:rsidRDefault="00671BD7" w:rsidP="006F3F37">
      <w:pPr>
        <w:jc w:val="both"/>
      </w:pPr>
      <w:r>
        <w:br w:type="page"/>
      </w:r>
      <w:r w:rsidR="00890A44" w:rsidRPr="00673B17">
        <w:rPr>
          <w:rStyle w:val="10"/>
        </w:rPr>
        <w:lastRenderedPageBreak/>
        <w:t>Зак</w:t>
      </w:r>
      <w:r w:rsidR="00BC51A3">
        <w:rPr>
          <w:rStyle w:val="10"/>
        </w:rPr>
        <w:pict>
          <v:group id="_x0000_s1527" style="position:absolute;left:0;text-align:left;margin-left:24.1pt;margin-top:19.85pt;width:551.4pt;height:802.3pt;z-index:251643392;mso-position-horizontal-relative:page;mso-position-vertical-relative:page" coordsize="20000,20000" o:allowincell="f">
            <v:rect id="_x0000_s1528" style="position:absolute;width:20000;height:20000" filled="f" strokeweight="2pt"/>
            <v:line id="_x0000_s1529" style="position:absolute" from="1093,18949" to="1095,19989" strokeweight="2pt"/>
            <v:line id="_x0000_s1530" style="position:absolute" from="10,18941" to="19977,18942" strokeweight="2pt"/>
            <v:line id="_x0000_s1531" style="position:absolute" from="2186,18949" to="2188,19989" strokeweight="2pt"/>
            <v:line id="_x0000_s1532" style="position:absolute" from="4919,18949" to="4921,19989" strokeweight="2pt"/>
            <v:line id="_x0000_s1533" style="position:absolute" from="6557,18959" to="6559,19989" strokeweight="2pt"/>
            <v:line id="_x0000_s1534" style="position:absolute" from="7650,18949" to="7652,19979" strokeweight="2pt"/>
            <v:line id="_x0000_s1535" style="position:absolute" from="18905,18949" to="18909,19989" strokeweight="2pt"/>
            <v:line id="_x0000_s1536" style="position:absolute" from="10,19293" to="7631,19295" strokeweight="1pt"/>
            <v:line id="_x0000_s1537" style="position:absolute" from="10,19646" to="7631,19647" strokeweight="2pt"/>
            <v:line id="_x0000_s1538" style="position:absolute" from="18919,19296" to="19990,19297" strokeweight="1pt"/>
            <v:rect id="_x0000_s1539" style="position:absolute;left:54;top:19660;width:1000;height:309" filled="f" stroked="f" strokeweight=".25pt">
              <v:textbox style="mso-next-textbox:#_x0000_s1539" inset="1pt,1pt,1pt,1pt">
                <w:txbxContent>
                  <w:p w:rsidR="00DE1E9A" w:rsidRDefault="00DE1E9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540" style="position:absolute;left:1139;top:19660;width:1001;height:309" filled="f" stroked="f" strokeweight=".25pt">
              <v:textbox style="mso-next-textbox:#_x0000_s1540" inset="1pt,1pt,1pt,1pt">
                <w:txbxContent>
                  <w:p w:rsidR="00DE1E9A" w:rsidRDefault="00DE1E9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541" style="position:absolute;left:2267;top:19660;width:2573;height:309" filled="f" stroked="f" strokeweight=".25pt">
              <v:textbox style="mso-next-textbox:#_x0000_s1541" inset="1pt,1pt,1pt,1pt">
                <w:txbxContent>
                  <w:p w:rsidR="00DE1E9A" w:rsidRDefault="00DE1E9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542" style="position:absolute;left:4983;top:19660;width:1534;height:309" filled="f" stroked="f" strokeweight=".25pt">
              <v:textbox style="mso-next-textbox:#_x0000_s1542" inset="1pt,1pt,1pt,1pt">
                <w:txbxContent>
                  <w:p w:rsidR="00DE1E9A" w:rsidRDefault="00DE1E9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543" style="position:absolute;left:6604;top:19660;width:1000;height:309" filled="f" stroked="f" strokeweight=".25pt">
              <v:textbox style="mso-next-textbox:#_x0000_s1543" inset="1pt,1pt,1pt,1pt">
                <w:txbxContent>
                  <w:p w:rsidR="00DE1E9A" w:rsidRDefault="00DE1E9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544" style="position:absolute;left:18949;top:18977;width:1001;height:309" filled="f" stroked="f" strokeweight=".25pt">
              <v:textbox style="mso-next-textbox:#_x0000_s1544" inset="1pt,1pt,1pt,1pt">
                <w:txbxContent>
                  <w:p w:rsidR="00DE1E9A" w:rsidRDefault="00DE1E9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545" style="position:absolute;left:18949;top:19435;width:1001;height:423" filled="f" stroked="f" strokeweight=".25pt">
              <v:textbox style="mso-next-textbox:#_x0000_s1545" inset="1pt,1pt,1pt,1pt">
                <w:txbxContent>
                  <w:p w:rsidR="00DE1E9A" w:rsidRPr="00965E7C" w:rsidRDefault="006F3F37" w:rsidP="00965E7C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</w:rPr>
                      <w:t>29</w:t>
                    </w:r>
                  </w:p>
                </w:txbxContent>
              </v:textbox>
            </v:rect>
            <v:rect id="_x0000_s1546" style="position:absolute;left:7745;top:19221;width:11075;height:477" filled="f" stroked="f" strokeweight=".25pt">
              <v:textbox style="mso-next-textbox:#_x0000_s1546" inset="1pt,1pt,1pt,1pt">
                <w:txbxContent>
                  <w:p w:rsidR="00DE1E9A" w:rsidRPr="00965E7C" w:rsidRDefault="00DE1E9A" w:rsidP="00965E7C"/>
                </w:txbxContent>
              </v:textbox>
            </v:rect>
            <w10:wrap anchorx="page" anchory="page"/>
            <w10:anchorlock/>
          </v:group>
        </w:pict>
      </w:r>
      <w:r w:rsidR="00890A44" w:rsidRPr="00673B17">
        <w:rPr>
          <w:rStyle w:val="10"/>
        </w:rPr>
        <w:t>лючение</w:t>
      </w:r>
      <w:r w:rsidR="00B773C8">
        <w:t>.</w:t>
      </w:r>
    </w:p>
    <w:p w:rsidR="0090011D" w:rsidRDefault="0090011D" w:rsidP="006F3F37">
      <w:pPr>
        <w:jc w:val="both"/>
      </w:pPr>
    </w:p>
    <w:p w:rsidR="00B773C8" w:rsidRDefault="00B773C8" w:rsidP="006F3F37">
      <w:pPr>
        <w:ind w:firstLine="708"/>
        <w:jc w:val="both"/>
        <w:rPr>
          <w:b/>
          <w:sz w:val="28"/>
          <w:szCs w:val="28"/>
        </w:rPr>
      </w:pPr>
      <w:r w:rsidRPr="00C95F74">
        <w:t xml:space="preserve">В результате проделанной работы была разработана программа задач о </w:t>
      </w:r>
      <w:r>
        <w:t>сборщиках и сборщика собравшего наибольшее число изделий за неделю</w:t>
      </w:r>
      <w:r w:rsidRPr="00C95F74">
        <w:t>. Программа состоит из двух модулей, которые обеспечивают создание файла, его считывание, обработку файла по условию, вывод данных на экран. Программное средство разработано в среде программирования</w:t>
      </w:r>
      <w:r>
        <w:t xml:space="preserve"> С++</w:t>
      </w:r>
      <w:r w:rsidRPr="00C95F74">
        <w:t>. В процессе написания программы я более подробно</w:t>
      </w:r>
      <w:r>
        <w:t xml:space="preserve"> </w:t>
      </w:r>
      <w:r w:rsidRPr="00C95F74">
        <w:t>изучил</w:t>
      </w:r>
      <w:r>
        <w:t xml:space="preserve"> </w:t>
      </w:r>
      <w:r w:rsidRPr="00C95F74">
        <w:t>раздел</w:t>
      </w:r>
      <w:r>
        <w:t xml:space="preserve"> </w:t>
      </w:r>
      <w:r w:rsidRPr="00C95F74">
        <w:t>программирования</w:t>
      </w:r>
      <w:r>
        <w:t xml:space="preserve"> </w:t>
      </w:r>
      <w:r w:rsidRPr="00C95F74">
        <w:t>на</w:t>
      </w:r>
      <w:r>
        <w:t xml:space="preserve"> С++</w:t>
      </w:r>
      <w:r w:rsidRPr="00C95F74">
        <w:t xml:space="preserve"> и</w:t>
      </w:r>
      <w:r>
        <w:t xml:space="preserve"> </w:t>
      </w:r>
      <w:r w:rsidRPr="00C95F74">
        <w:t>получил дополнительные навыки</w:t>
      </w:r>
      <w:r>
        <w:t>.</w:t>
      </w:r>
    </w:p>
    <w:p w:rsidR="00890A44" w:rsidRDefault="00890A44" w:rsidP="006F3F37">
      <w:pPr>
        <w:ind w:firstLine="709"/>
        <w:jc w:val="both"/>
        <w:rPr>
          <w:sz w:val="28"/>
          <w:szCs w:val="28"/>
        </w:rPr>
      </w:pPr>
    </w:p>
    <w:p w:rsidR="00671BD7" w:rsidRPr="00F3530D" w:rsidRDefault="008D79BB" w:rsidP="006F3F37">
      <w:pPr>
        <w:pStyle w:val="1"/>
        <w:spacing w:line="240" w:lineRule="auto"/>
        <w:jc w:val="both"/>
        <w:rPr>
          <w:lang w:val="ru-RU"/>
        </w:rPr>
      </w:pPr>
      <w:r>
        <w:br w:type="page"/>
      </w:r>
      <w:r w:rsidR="00671BD7">
        <w:lastRenderedPageBreak/>
        <w:t>Список использованной литературы</w:t>
      </w:r>
      <w:r w:rsidR="00BC51A3">
        <w:rPr>
          <w:noProof/>
          <w:sz w:val="20"/>
        </w:rPr>
        <w:pict>
          <v:group id="_x0000_s1547" style="position:absolute;left:0;text-align:left;margin-left:22.5pt;margin-top:19.85pt;width:553pt;height:802.3pt;z-index:251644416;mso-position-horizontal-relative:page;mso-position-vertical-relative:page" coordsize="20000,20000" o:allowincell="f">
            <v:rect id="_x0000_s1548" style="position:absolute;width:20000;height:20000" filled="f" strokeweight="2pt"/>
            <v:line id="_x0000_s1549" style="position:absolute" from="1093,18949" to="1095,19989" strokeweight="2pt"/>
            <v:line id="_x0000_s1550" style="position:absolute" from="10,18941" to="19977,18942" strokeweight="2pt"/>
            <v:line id="_x0000_s1551" style="position:absolute" from="2186,18949" to="2188,19989" strokeweight="2pt"/>
            <v:line id="_x0000_s1552" style="position:absolute" from="4919,18949" to="4921,19989" strokeweight="2pt"/>
            <v:line id="_x0000_s1553" style="position:absolute" from="6557,18959" to="6559,19989" strokeweight="2pt"/>
            <v:line id="_x0000_s1554" style="position:absolute" from="7650,18949" to="7652,19979" strokeweight="2pt"/>
            <v:line id="_x0000_s1555" style="position:absolute" from="18905,18949" to="18909,19989" strokeweight="2pt"/>
            <v:line id="_x0000_s1556" style="position:absolute" from="10,19293" to="7631,19295" strokeweight="1pt"/>
            <v:line id="_x0000_s1557" style="position:absolute" from="10,19646" to="7631,19647" strokeweight="2pt"/>
            <v:line id="_x0000_s1558" style="position:absolute" from="18919,19296" to="19990,19297" strokeweight="1pt"/>
            <v:rect id="_x0000_s1559" style="position:absolute;left:54;top:19660;width:1000;height:309" filled="f" stroked="f" strokeweight=".25pt">
              <v:textbox style="mso-next-textbox:#_x0000_s1559" inset="1pt,1pt,1pt,1pt">
                <w:txbxContent>
                  <w:p w:rsidR="00DE1E9A" w:rsidRDefault="00DE1E9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560" style="position:absolute;left:1139;top:19660;width:1001;height:309" filled="f" stroked="f" strokeweight=".25pt">
              <v:textbox style="mso-next-textbox:#_x0000_s1560" inset="1pt,1pt,1pt,1pt">
                <w:txbxContent>
                  <w:p w:rsidR="00DE1E9A" w:rsidRDefault="00DE1E9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561" style="position:absolute;left:2267;top:19660;width:2573;height:309" filled="f" stroked="f" strokeweight=".25pt">
              <v:textbox style="mso-next-textbox:#_x0000_s1561" inset="1pt,1pt,1pt,1pt">
                <w:txbxContent>
                  <w:p w:rsidR="00DE1E9A" w:rsidRDefault="00DE1E9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562" style="position:absolute;left:4983;top:19660;width:1534;height:309" filled="f" stroked="f" strokeweight=".25pt">
              <v:textbox style="mso-next-textbox:#_x0000_s1562" inset="1pt,1pt,1pt,1pt">
                <w:txbxContent>
                  <w:p w:rsidR="00DE1E9A" w:rsidRDefault="00DE1E9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563" style="position:absolute;left:6604;top:19660;width:1000;height:309" filled="f" stroked="f" strokeweight=".25pt">
              <v:textbox style="mso-next-textbox:#_x0000_s1563" inset="1pt,1pt,1pt,1pt">
                <w:txbxContent>
                  <w:p w:rsidR="00DE1E9A" w:rsidRDefault="00DE1E9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564" style="position:absolute;left:18949;top:18977;width:1001;height:309" filled="f" stroked="f" strokeweight=".25pt">
              <v:textbox style="mso-next-textbox:#_x0000_s1564" inset="1pt,1pt,1pt,1pt">
                <w:txbxContent>
                  <w:p w:rsidR="00DE1E9A" w:rsidRDefault="00DE1E9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565" style="position:absolute;left:18949;top:19435;width:1001;height:423" filled="f" stroked="f" strokeweight=".25pt">
              <v:textbox style="mso-next-textbox:#_x0000_s1565" inset="1pt,1pt,1pt,1pt">
                <w:txbxContent>
                  <w:p w:rsidR="00DE1E9A" w:rsidRDefault="0051145D" w:rsidP="00965E7C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</w:rPr>
                      <w:t>3</w:t>
                    </w:r>
                    <w:r w:rsidR="006F3F37">
                      <w:rPr>
                        <w:i/>
                      </w:rPr>
                      <w:t>0</w:t>
                    </w:r>
                  </w:p>
                  <w:p w:rsidR="00DE1E9A" w:rsidRPr="00965E7C" w:rsidRDefault="00DE1E9A" w:rsidP="00965E7C">
                    <w:pPr>
                      <w:jc w:val="center"/>
                      <w:rPr>
                        <w:i/>
                      </w:rPr>
                    </w:pPr>
                  </w:p>
                </w:txbxContent>
              </v:textbox>
            </v:rect>
            <v:rect id="_x0000_s1566" style="position:absolute;left:7745;top:19221;width:11075;height:477" filled="f" stroked="f" strokeweight=".25pt">
              <v:textbox style="mso-next-textbox:#_x0000_s1566" inset="1pt,1pt,1pt,1pt">
                <w:txbxContent>
                  <w:p w:rsidR="00DE1E9A" w:rsidRPr="00965E7C" w:rsidRDefault="00DE1E9A" w:rsidP="00965E7C"/>
                </w:txbxContent>
              </v:textbox>
            </v:rect>
            <w10:wrap anchorx="page" anchory="page"/>
            <w10:anchorlock/>
          </v:group>
        </w:pict>
      </w:r>
      <w:r w:rsidR="00F3530D">
        <w:rPr>
          <w:lang w:val="ru-RU"/>
        </w:rPr>
        <w:t>.</w:t>
      </w:r>
    </w:p>
    <w:p w:rsidR="000B7C6F" w:rsidRPr="00DD3351" w:rsidRDefault="000B7C6F" w:rsidP="006F3F37">
      <w:pPr>
        <w:jc w:val="both"/>
      </w:pPr>
      <w:r w:rsidRPr="00070B96">
        <w:t>1.</w:t>
      </w:r>
      <w:r>
        <w:t>Франка П. С++</w:t>
      </w:r>
      <w:r w:rsidRPr="00DD3351">
        <w:t>:</w:t>
      </w:r>
      <w:r>
        <w:t xml:space="preserve"> учебный курс, Питер,2001-528 с.</w:t>
      </w:r>
    </w:p>
    <w:p w:rsidR="000B7C6F" w:rsidRDefault="000B7C6F" w:rsidP="006F3F37">
      <w:pPr>
        <w:jc w:val="both"/>
      </w:pPr>
      <w:r>
        <w:t xml:space="preserve">2. Герберт Шилдт. Самоучитель С++, 3-е издание. Санкт-Петербург 1998-688 с. </w:t>
      </w:r>
    </w:p>
    <w:p w:rsidR="000B7C6F" w:rsidRDefault="000B7C6F" w:rsidP="006F3F37">
      <w:pPr>
        <w:jc w:val="both"/>
      </w:pPr>
      <w:r>
        <w:t>3. И.Г. Семакин: Основы программирования</w:t>
      </w:r>
      <w:r w:rsidRPr="00931E84">
        <w:t>:</w:t>
      </w:r>
      <w:r>
        <w:t xml:space="preserve"> Учебник-Мастерство, 2002 г-432 с.</w:t>
      </w:r>
    </w:p>
    <w:p w:rsidR="00F3530D" w:rsidRPr="00F3530D" w:rsidRDefault="000B7C6F" w:rsidP="006F3F37">
      <w:pPr>
        <w:autoSpaceDE w:val="0"/>
        <w:autoSpaceDN w:val="0"/>
        <w:adjustRightInd w:val="0"/>
        <w:jc w:val="both"/>
        <w:rPr>
          <w:rFonts w:eastAsia="Times-Roman"/>
        </w:rPr>
      </w:pPr>
      <w:r w:rsidRPr="00F3530D">
        <w:t xml:space="preserve">4. </w:t>
      </w:r>
      <w:r w:rsidR="00F3530D" w:rsidRPr="00F3530D">
        <w:rPr>
          <w:rFonts w:eastAsia="Times-Roman"/>
        </w:rPr>
        <w:t>Бондарев В.М. Программирование на С++. 2-е изд. -Харьков:  “Компания СМИТ”,2005.-284 с.</w:t>
      </w:r>
    </w:p>
    <w:p w:rsidR="00F3530D" w:rsidRPr="00022B6D" w:rsidRDefault="00F3530D" w:rsidP="006F3F37">
      <w:pPr>
        <w:autoSpaceDE w:val="0"/>
        <w:autoSpaceDN w:val="0"/>
        <w:adjustRightInd w:val="0"/>
        <w:jc w:val="both"/>
        <w:rPr>
          <w:rFonts w:eastAsia="Times-Bold"/>
          <w:b/>
          <w:bCs/>
          <w:sz w:val="28"/>
          <w:szCs w:val="28"/>
        </w:rPr>
      </w:pPr>
      <w:r>
        <w:rPr>
          <w:rFonts w:eastAsia="Times-Roman"/>
          <w:sz w:val="28"/>
          <w:szCs w:val="28"/>
        </w:rPr>
        <w:t>5.</w:t>
      </w:r>
      <w:r w:rsidRPr="00F3530D">
        <w:rPr>
          <w:rFonts w:eastAsia="Times-Roman"/>
        </w:rPr>
        <w:t>С/С++.Программирование на языке высокого уровня /Т.А.Павловская .- СПб.:Питер,2003.-461 с.: ил.</w:t>
      </w:r>
    </w:p>
    <w:p w:rsidR="00F3530D" w:rsidRDefault="00F3530D" w:rsidP="006F3F37">
      <w:pPr>
        <w:jc w:val="both"/>
        <w:rPr>
          <w:b/>
          <w:sz w:val="28"/>
          <w:szCs w:val="28"/>
        </w:rPr>
      </w:pPr>
    </w:p>
    <w:p w:rsidR="00F3530D" w:rsidRDefault="00F3530D" w:rsidP="006F3F37">
      <w:pPr>
        <w:jc w:val="both"/>
        <w:rPr>
          <w:b/>
          <w:sz w:val="28"/>
          <w:szCs w:val="28"/>
        </w:rPr>
      </w:pPr>
    </w:p>
    <w:p w:rsidR="00F3530D" w:rsidRDefault="00F3530D" w:rsidP="006F3F37">
      <w:pPr>
        <w:jc w:val="both"/>
        <w:rPr>
          <w:b/>
          <w:sz w:val="28"/>
          <w:szCs w:val="28"/>
        </w:rPr>
      </w:pPr>
    </w:p>
    <w:p w:rsidR="00F3530D" w:rsidRDefault="00F3530D" w:rsidP="006F3F37">
      <w:pPr>
        <w:jc w:val="both"/>
        <w:rPr>
          <w:b/>
          <w:sz w:val="28"/>
          <w:szCs w:val="28"/>
        </w:rPr>
      </w:pPr>
    </w:p>
    <w:p w:rsidR="00F3530D" w:rsidRDefault="00F3530D" w:rsidP="006F3F37">
      <w:pPr>
        <w:jc w:val="both"/>
        <w:rPr>
          <w:b/>
          <w:sz w:val="28"/>
          <w:szCs w:val="28"/>
        </w:rPr>
      </w:pPr>
    </w:p>
    <w:p w:rsidR="00F3530D" w:rsidRDefault="00F3530D" w:rsidP="006F3F37">
      <w:pPr>
        <w:jc w:val="both"/>
        <w:rPr>
          <w:b/>
          <w:sz w:val="28"/>
          <w:szCs w:val="28"/>
        </w:rPr>
      </w:pPr>
    </w:p>
    <w:p w:rsidR="00F3530D" w:rsidRDefault="00F3530D" w:rsidP="006F3F37">
      <w:pPr>
        <w:jc w:val="both"/>
        <w:rPr>
          <w:b/>
          <w:sz w:val="28"/>
          <w:szCs w:val="28"/>
        </w:rPr>
      </w:pPr>
    </w:p>
    <w:p w:rsidR="00F3530D" w:rsidRDefault="00F3530D" w:rsidP="006F3F37">
      <w:pPr>
        <w:jc w:val="both"/>
        <w:rPr>
          <w:b/>
          <w:sz w:val="28"/>
          <w:szCs w:val="28"/>
        </w:rPr>
      </w:pPr>
    </w:p>
    <w:p w:rsidR="00F3530D" w:rsidRDefault="00F3530D" w:rsidP="006F3F37">
      <w:pPr>
        <w:jc w:val="both"/>
        <w:rPr>
          <w:b/>
          <w:sz w:val="28"/>
          <w:szCs w:val="28"/>
        </w:rPr>
      </w:pPr>
    </w:p>
    <w:p w:rsidR="00F3530D" w:rsidRDefault="00F3530D" w:rsidP="006F3F37">
      <w:pPr>
        <w:jc w:val="both"/>
        <w:rPr>
          <w:b/>
          <w:sz w:val="28"/>
          <w:szCs w:val="28"/>
        </w:rPr>
      </w:pPr>
    </w:p>
    <w:p w:rsidR="00F3530D" w:rsidRDefault="00F3530D" w:rsidP="006F3F37">
      <w:pPr>
        <w:jc w:val="both"/>
        <w:rPr>
          <w:b/>
          <w:sz w:val="28"/>
          <w:szCs w:val="28"/>
        </w:rPr>
      </w:pPr>
    </w:p>
    <w:p w:rsidR="00F3530D" w:rsidRDefault="00F3530D" w:rsidP="006F3F37">
      <w:pPr>
        <w:jc w:val="both"/>
        <w:rPr>
          <w:b/>
          <w:sz w:val="28"/>
          <w:szCs w:val="28"/>
        </w:rPr>
      </w:pPr>
    </w:p>
    <w:p w:rsidR="00F3530D" w:rsidRDefault="00F3530D" w:rsidP="006F3F37">
      <w:pPr>
        <w:jc w:val="both"/>
        <w:rPr>
          <w:b/>
          <w:sz w:val="28"/>
          <w:szCs w:val="28"/>
        </w:rPr>
      </w:pPr>
    </w:p>
    <w:p w:rsidR="00F3530D" w:rsidRDefault="00F3530D" w:rsidP="006F3F37">
      <w:pPr>
        <w:jc w:val="both"/>
        <w:rPr>
          <w:b/>
          <w:sz w:val="28"/>
          <w:szCs w:val="28"/>
        </w:rPr>
      </w:pPr>
    </w:p>
    <w:p w:rsidR="00F3530D" w:rsidRDefault="00F3530D" w:rsidP="006F3F37">
      <w:pPr>
        <w:jc w:val="both"/>
        <w:rPr>
          <w:b/>
          <w:sz w:val="28"/>
          <w:szCs w:val="28"/>
        </w:rPr>
      </w:pPr>
    </w:p>
    <w:p w:rsidR="00F3530D" w:rsidRDefault="00F3530D" w:rsidP="006F3F37">
      <w:pPr>
        <w:jc w:val="both"/>
        <w:rPr>
          <w:b/>
          <w:sz w:val="28"/>
          <w:szCs w:val="28"/>
        </w:rPr>
      </w:pPr>
    </w:p>
    <w:p w:rsidR="00F3530D" w:rsidRDefault="00F3530D" w:rsidP="006F3F37">
      <w:pPr>
        <w:jc w:val="both"/>
        <w:rPr>
          <w:b/>
          <w:sz w:val="28"/>
          <w:szCs w:val="28"/>
        </w:rPr>
      </w:pPr>
    </w:p>
    <w:p w:rsidR="00F3530D" w:rsidRDefault="00F3530D" w:rsidP="006F3F37">
      <w:pPr>
        <w:jc w:val="both"/>
        <w:rPr>
          <w:b/>
          <w:sz w:val="28"/>
          <w:szCs w:val="28"/>
        </w:rPr>
      </w:pPr>
    </w:p>
    <w:p w:rsidR="00F3530D" w:rsidRDefault="00F3530D" w:rsidP="006F3F37">
      <w:pPr>
        <w:jc w:val="both"/>
        <w:rPr>
          <w:b/>
          <w:sz w:val="28"/>
          <w:szCs w:val="28"/>
        </w:rPr>
      </w:pPr>
    </w:p>
    <w:p w:rsidR="00F3530D" w:rsidRDefault="00F3530D" w:rsidP="006F3F37">
      <w:pPr>
        <w:jc w:val="both"/>
        <w:rPr>
          <w:b/>
          <w:sz w:val="28"/>
          <w:szCs w:val="28"/>
        </w:rPr>
      </w:pPr>
    </w:p>
    <w:p w:rsidR="00F3530D" w:rsidRDefault="00F3530D" w:rsidP="006F3F37">
      <w:pPr>
        <w:jc w:val="both"/>
        <w:rPr>
          <w:b/>
          <w:sz w:val="28"/>
          <w:szCs w:val="28"/>
        </w:rPr>
      </w:pPr>
    </w:p>
    <w:p w:rsidR="00F3530D" w:rsidRDefault="00F3530D" w:rsidP="006F3F37">
      <w:pPr>
        <w:jc w:val="both"/>
        <w:rPr>
          <w:b/>
          <w:sz w:val="28"/>
          <w:szCs w:val="28"/>
        </w:rPr>
      </w:pPr>
    </w:p>
    <w:p w:rsidR="00F3530D" w:rsidRDefault="00F3530D" w:rsidP="006F3F37">
      <w:pPr>
        <w:jc w:val="both"/>
        <w:rPr>
          <w:b/>
          <w:sz w:val="28"/>
          <w:szCs w:val="28"/>
        </w:rPr>
      </w:pPr>
    </w:p>
    <w:p w:rsidR="006F3F37" w:rsidRDefault="006F3F37" w:rsidP="006F3F37">
      <w:pPr>
        <w:jc w:val="both"/>
        <w:rPr>
          <w:b/>
          <w:sz w:val="28"/>
          <w:szCs w:val="28"/>
        </w:rPr>
      </w:pPr>
    </w:p>
    <w:p w:rsidR="006F3F37" w:rsidRDefault="006F3F37" w:rsidP="006F3F37">
      <w:pPr>
        <w:jc w:val="both"/>
        <w:rPr>
          <w:b/>
          <w:sz w:val="28"/>
          <w:szCs w:val="28"/>
        </w:rPr>
      </w:pPr>
    </w:p>
    <w:p w:rsidR="006F3F37" w:rsidRDefault="006F3F37" w:rsidP="006F3F37">
      <w:pPr>
        <w:jc w:val="both"/>
        <w:rPr>
          <w:b/>
          <w:sz w:val="28"/>
          <w:szCs w:val="28"/>
        </w:rPr>
      </w:pPr>
    </w:p>
    <w:p w:rsidR="006F3F37" w:rsidRDefault="006F3F37" w:rsidP="006F3F37">
      <w:pPr>
        <w:jc w:val="both"/>
        <w:rPr>
          <w:b/>
          <w:sz w:val="28"/>
          <w:szCs w:val="28"/>
        </w:rPr>
      </w:pPr>
    </w:p>
    <w:p w:rsidR="006F3F37" w:rsidRDefault="006F3F37" w:rsidP="006F3F37">
      <w:pPr>
        <w:jc w:val="both"/>
        <w:rPr>
          <w:b/>
          <w:sz w:val="28"/>
          <w:szCs w:val="28"/>
        </w:rPr>
      </w:pPr>
    </w:p>
    <w:p w:rsidR="006F3F37" w:rsidRDefault="006F3F37" w:rsidP="006F3F37">
      <w:pPr>
        <w:jc w:val="both"/>
        <w:rPr>
          <w:b/>
          <w:sz w:val="28"/>
          <w:szCs w:val="28"/>
        </w:rPr>
      </w:pPr>
    </w:p>
    <w:p w:rsidR="006F3F37" w:rsidRDefault="006F3F37" w:rsidP="006F3F37">
      <w:pPr>
        <w:jc w:val="both"/>
        <w:rPr>
          <w:b/>
          <w:sz w:val="28"/>
          <w:szCs w:val="28"/>
        </w:rPr>
      </w:pPr>
    </w:p>
    <w:p w:rsidR="006F3F37" w:rsidRDefault="006F3F37" w:rsidP="006F3F37">
      <w:pPr>
        <w:jc w:val="both"/>
        <w:rPr>
          <w:b/>
          <w:sz w:val="28"/>
          <w:szCs w:val="28"/>
        </w:rPr>
      </w:pPr>
    </w:p>
    <w:p w:rsidR="006F3F37" w:rsidRDefault="006F3F37" w:rsidP="006F3F37">
      <w:pPr>
        <w:jc w:val="both"/>
        <w:rPr>
          <w:b/>
          <w:sz w:val="28"/>
          <w:szCs w:val="28"/>
        </w:rPr>
      </w:pPr>
    </w:p>
    <w:p w:rsidR="006F3F37" w:rsidRDefault="006F3F37" w:rsidP="006F3F37">
      <w:pPr>
        <w:jc w:val="both"/>
        <w:rPr>
          <w:b/>
          <w:sz w:val="28"/>
          <w:szCs w:val="28"/>
        </w:rPr>
      </w:pPr>
    </w:p>
    <w:p w:rsidR="006F3F37" w:rsidRDefault="006F3F37" w:rsidP="006F3F37">
      <w:pPr>
        <w:jc w:val="both"/>
        <w:rPr>
          <w:b/>
          <w:sz w:val="28"/>
          <w:szCs w:val="28"/>
        </w:rPr>
      </w:pPr>
    </w:p>
    <w:p w:rsidR="006F3F37" w:rsidRDefault="006F3F37" w:rsidP="006F3F37">
      <w:pPr>
        <w:jc w:val="both"/>
        <w:rPr>
          <w:b/>
          <w:sz w:val="28"/>
          <w:szCs w:val="28"/>
        </w:rPr>
      </w:pPr>
    </w:p>
    <w:p w:rsidR="006F3F37" w:rsidRDefault="006F3F37" w:rsidP="006F3F37">
      <w:pPr>
        <w:jc w:val="both"/>
        <w:rPr>
          <w:b/>
          <w:sz w:val="28"/>
          <w:szCs w:val="28"/>
        </w:rPr>
      </w:pPr>
    </w:p>
    <w:p w:rsidR="006F3F37" w:rsidRDefault="006F3F37" w:rsidP="006F3F37">
      <w:pPr>
        <w:jc w:val="both"/>
        <w:rPr>
          <w:b/>
          <w:sz w:val="28"/>
          <w:szCs w:val="28"/>
        </w:rPr>
      </w:pPr>
    </w:p>
    <w:p w:rsidR="00F3530D" w:rsidRPr="00922AA7" w:rsidRDefault="00922AA7" w:rsidP="006F3F37">
      <w:pPr>
        <w:jc w:val="both"/>
        <w:rPr>
          <w:b/>
          <w:sz w:val="28"/>
          <w:szCs w:val="28"/>
          <w:lang w:val="en-US"/>
        </w:rPr>
      </w:pPr>
      <w:r w:rsidRPr="00922AA7">
        <w:rPr>
          <w:b/>
          <w:sz w:val="28"/>
          <w:szCs w:val="28"/>
        </w:rPr>
        <w:lastRenderedPageBreak/>
        <w:t>Листинг программы</w:t>
      </w:r>
      <w:r w:rsidRPr="00922AA7">
        <w:rPr>
          <w:b/>
          <w:sz w:val="28"/>
          <w:szCs w:val="28"/>
          <w:lang w:val="en-US"/>
        </w:rPr>
        <w:t>:</w:t>
      </w:r>
    </w:p>
    <w:p w:rsidR="00F3530D" w:rsidRPr="00F3530D" w:rsidRDefault="00F3530D" w:rsidP="006F3F37">
      <w:pPr>
        <w:jc w:val="both"/>
        <w:rPr>
          <w:lang w:val="en-US"/>
        </w:rPr>
      </w:pPr>
      <w:r w:rsidRPr="00F3530D">
        <w:rPr>
          <w:lang w:val="en-US"/>
        </w:rPr>
        <w:t>#</w:t>
      </w:r>
      <w:r w:rsidRPr="00317FC7">
        <w:rPr>
          <w:lang w:val="en-US"/>
        </w:rPr>
        <w:t>include</w:t>
      </w:r>
      <w:r w:rsidRPr="00F3530D">
        <w:rPr>
          <w:lang w:val="en-US"/>
        </w:rPr>
        <w:t xml:space="preserve"> &lt;</w:t>
      </w:r>
      <w:r w:rsidRPr="00317FC7">
        <w:rPr>
          <w:lang w:val="en-US"/>
        </w:rPr>
        <w:t>iostream</w:t>
      </w:r>
      <w:r w:rsidRPr="00F3530D">
        <w:rPr>
          <w:lang w:val="en-US"/>
        </w:rPr>
        <w:t>.</w:t>
      </w:r>
      <w:r w:rsidRPr="00317FC7">
        <w:rPr>
          <w:lang w:val="en-US"/>
        </w:rPr>
        <w:t>h</w:t>
      </w:r>
      <w:r w:rsidRPr="00F3530D">
        <w:rPr>
          <w:lang w:val="en-US"/>
        </w:rPr>
        <w:t>&gt;</w:t>
      </w:r>
    </w:p>
    <w:p w:rsidR="00F3530D" w:rsidRPr="00F3530D" w:rsidRDefault="00F3530D" w:rsidP="006F3F37">
      <w:pPr>
        <w:jc w:val="both"/>
        <w:rPr>
          <w:lang w:val="en-US"/>
        </w:rPr>
      </w:pPr>
      <w:r w:rsidRPr="00F3530D">
        <w:rPr>
          <w:lang w:val="en-US"/>
        </w:rPr>
        <w:t>#</w:t>
      </w:r>
      <w:r w:rsidRPr="00317FC7">
        <w:rPr>
          <w:lang w:val="en-US"/>
        </w:rPr>
        <w:t>include</w:t>
      </w:r>
      <w:r w:rsidRPr="00F3530D">
        <w:rPr>
          <w:lang w:val="en-US"/>
        </w:rPr>
        <w:t xml:space="preserve"> &lt;</w:t>
      </w:r>
      <w:r w:rsidRPr="00317FC7">
        <w:rPr>
          <w:lang w:val="en-US"/>
        </w:rPr>
        <w:t>conio</w:t>
      </w:r>
      <w:r w:rsidRPr="00F3530D">
        <w:rPr>
          <w:lang w:val="en-US"/>
        </w:rPr>
        <w:t>.</w:t>
      </w:r>
      <w:r w:rsidRPr="00317FC7">
        <w:rPr>
          <w:lang w:val="en-US"/>
        </w:rPr>
        <w:t>h</w:t>
      </w:r>
      <w:r w:rsidRPr="00F3530D">
        <w:rPr>
          <w:lang w:val="en-US"/>
        </w:rPr>
        <w:t>&gt;</w:t>
      </w:r>
    </w:p>
    <w:p w:rsidR="00F3530D" w:rsidRPr="00F3530D" w:rsidRDefault="00F3530D" w:rsidP="006F3F37">
      <w:pPr>
        <w:jc w:val="both"/>
        <w:rPr>
          <w:lang w:val="en-US"/>
        </w:rPr>
      </w:pPr>
      <w:r w:rsidRPr="00F3530D">
        <w:rPr>
          <w:lang w:val="en-US"/>
        </w:rPr>
        <w:t>#</w:t>
      </w:r>
      <w:r w:rsidRPr="00317FC7">
        <w:rPr>
          <w:lang w:val="en-US"/>
        </w:rPr>
        <w:t>include</w:t>
      </w:r>
      <w:r w:rsidRPr="00F3530D">
        <w:rPr>
          <w:lang w:val="en-US"/>
        </w:rPr>
        <w:t xml:space="preserve"> &lt;</w:t>
      </w:r>
      <w:r w:rsidRPr="00317FC7">
        <w:rPr>
          <w:lang w:val="en-US"/>
        </w:rPr>
        <w:t>stdio</w:t>
      </w:r>
      <w:r w:rsidRPr="00F3530D">
        <w:rPr>
          <w:lang w:val="en-US"/>
        </w:rPr>
        <w:t>.</w:t>
      </w:r>
      <w:r w:rsidRPr="00317FC7">
        <w:rPr>
          <w:lang w:val="en-US"/>
        </w:rPr>
        <w:t>h</w:t>
      </w:r>
      <w:r w:rsidRPr="00F3530D">
        <w:rPr>
          <w:lang w:val="en-US"/>
        </w:rPr>
        <w:t>&gt;</w:t>
      </w:r>
    </w:p>
    <w:p w:rsidR="00F3530D" w:rsidRPr="00317FC7" w:rsidRDefault="00F3530D" w:rsidP="006F3F37">
      <w:pPr>
        <w:jc w:val="both"/>
        <w:rPr>
          <w:lang w:val="en-US"/>
        </w:rPr>
      </w:pPr>
      <w:r w:rsidRPr="00F3530D">
        <w:rPr>
          <w:lang w:val="en-US"/>
        </w:rPr>
        <w:t>#</w:t>
      </w:r>
      <w:r w:rsidRPr="00317FC7">
        <w:rPr>
          <w:lang w:val="en-US"/>
        </w:rPr>
        <w:t>include</w:t>
      </w:r>
      <w:r w:rsidRPr="00F3530D">
        <w:rPr>
          <w:lang w:val="en-US"/>
        </w:rPr>
        <w:t xml:space="preserve"> &lt;</w:t>
      </w:r>
      <w:r w:rsidRPr="00317FC7">
        <w:rPr>
          <w:lang w:val="en-US"/>
        </w:rPr>
        <w:t>string.h&gt;</w:t>
      </w:r>
    </w:p>
    <w:p w:rsidR="00F3530D" w:rsidRPr="00317FC7" w:rsidRDefault="00F3530D" w:rsidP="006F3F37">
      <w:pPr>
        <w:jc w:val="both"/>
        <w:rPr>
          <w:lang w:val="en-US"/>
        </w:rPr>
      </w:pPr>
    </w:p>
    <w:p w:rsidR="00F3530D" w:rsidRDefault="00F3530D" w:rsidP="006F3F37">
      <w:pPr>
        <w:jc w:val="both"/>
      </w:pPr>
      <w:r>
        <w:t>const N = 30; //максимальное количество возможных записей</w:t>
      </w:r>
    </w:p>
    <w:p w:rsidR="00F3530D" w:rsidRDefault="00F3530D" w:rsidP="006F3F37">
      <w:pPr>
        <w:jc w:val="both"/>
      </w:pP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>//</w:t>
      </w:r>
      <w:r>
        <w:t>запись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>struct TIzdelie{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char f[30]; //</w:t>
      </w:r>
      <w:r>
        <w:t>фамилия</w:t>
      </w:r>
    </w:p>
    <w:p w:rsidR="00F3530D" w:rsidRDefault="00F3530D" w:rsidP="006F3F37">
      <w:pPr>
        <w:jc w:val="both"/>
      </w:pPr>
      <w:r w:rsidRPr="00317FC7">
        <w:rPr>
          <w:lang w:val="en-US"/>
        </w:rPr>
        <w:tab/>
      </w:r>
      <w:r>
        <w:t>unsigned int izd[6];//количество изделий собраных ежидневно</w:t>
      </w:r>
    </w:p>
    <w:p w:rsidR="00F3530D" w:rsidRDefault="00F3530D" w:rsidP="006F3F37">
      <w:pPr>
        <w:jc w:val="both"/>
      </w:pPr>
      <w:r>
        <w:t>} Iz,Izdelie[N];</w:t>
      </w:r>
    </w:p>
    <w:p w:rsidR="00F3530D" w:rsidRDefault="00F3530D" w:rsidP="006F3F37">
      <w:pPr>
        <w:jc w:val="both"/>
      </w:pPr>
    </w:p>
    <w:p w:rsidR="00F3530D" w:rsidRDefault="00F3530D" w:rsidP="006F3F37">
      <w:pPr>
        <w:jc w:val="both"/>
      </w:pPr>
      <w:r>
        <w:t>char ch; //анализируемый символ</w:t>
      </w:r>
    </w:p>
    <w:p w:rsidR="00F3530D" w:rsidRDefault="00F3530D" w:rsidP="006F3F37">
      <w:pPr>
        <w:jc w:val="both"/>
      </w:pPr>
      <w:r>
        <w:t>int  Recs; //последняя введенная запись</w:t>
      </w:r>
    </w:p>
    <w:p w:rsidR="00F3530D" w:rsidRDefault="00F3530D" w:rsidP="006F3F37">
      <w:pPr>
        <w:jc w:val="both"/>
      </w:pPr>
    </w:p>
    <w:p w:rsidR="00F3530D" w:rsidRDefault="00F3530D" w:rsidP="006F3F37">
      <w:pPr>
        <w:jc w:val="both"/>
      </w:pPr>
      <w:r>
        <w:t>//чтение данных из файл fname, возврщает количество считанных данных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>int rData(char *fname){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FILE *f;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int i=-1;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if ((f=fopen(fname,"r"))!=NULL){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i=0;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while(!feof(f)){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fscanf(f,"%15s",Izdelie[i].f);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fscanf(f,"%6d",&amp;Izdelie[i].izd[0]);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fscanf(f,"%6d",&amp;Izdelie[i].izd[1]);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fscanf(f,"%6d",&amp;Izdelie[i].izd[2]);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fscanf(f,"%6d",&amp;Izdelie[i].izd[3]);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fscanf(f,"%6d",&amp;Izdelie[i].izd[4]);</w:t>
      </w:r>
    </w:p>
    <w:p w:rsidR="00F3530D" w:rsidRPr="00317FC7" w:rsidRDefault="00BC51A3" w:rsidP="006F3F37">
      <w:pPr>
        <w:jc w:val="both"/>
        <w:rPr>
          <w:lang w:val="en-US"/>
        </w:rPr>
      </w:pPr>
      <w:r>
        <w:rPr>
          <w:noProof/>
        </w:rPr>
        <w:pict>
          <v:group id="_x0000_s3222" style="position:absolute;left:0;text-align:left;margin-left:42.45pt;margin-top:30.2pt;width:546.4pt;height:802.3pt;z-index:251671040;mso-position-horizontal-relative:page;mso-position-vertical-relative:page" coordsize="20000,20000">
            <v:rect id="_x0000_s3223" style="position:absolute;width:20000;height:20000" filled="f" strokeweight="2pt"/>
            <v:line id="_x0000_s3224" style="position:absolute" from="1093,18949" to="1095,19989" strokeweight="2pt"/>
            <v:line id="_x0000_s3225" style="position:absolute" from="10,18941" to="19977,18942" strokeweight="2pt"/>
            <v:line id="_x0000_s3226" style="position:absolute" from="2186,18949" to="2188,19989" strokeweight="2pt"/>
            <v:line id="_x0000_s3227" style="position:absolute" from="4919,18949" to="4921,19989" strokeweight="2pt"/>
            <v:line id="_x0000_s3228" style="position:absolute" from="6557,18959" to="6559,19989" strokeweight="2pt"/>
            <v:line id="_x0000_s3229" style="position:absolute" from="7650,18949" to="7652,19979" strokeweight="2pt"/>
            <v:line id="_x0000_s3230" style="position:absolute" from="18905,18949" to="18909,19989" strokeweight="2pt"/>
            <v:line id="_x0000_s3231" style="position:absolute" from="10,19293" to="7631,19295" strokeweight="1pt"/>
            <v:line id="_x0000_s3232" style="position:absolute" from="10,19646" to="7631,19647" strokeweight="2pt"/>
            <v:line id="_x0000_s3233" style="position:absolute" from="18919,19296" to="19990,19297" strokeweight="1pt"/>
            <v:rect id="_x0000_s3234" style="position:absolute;left:54;top:19660;width:1000;height:309" filled="f" stroked="f" strokeweight=".25pt">
              <v:textbox style="mso-next-textbox:#_x0000_s3234" inset="1pt,1pt,1pt,1pt">
                <w:txbxContent>
                  <w:p w:rsidR="006F3F37" w:rsidRDefault="006F3F37" w:rsidP="006F3F3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3235" style="position:absolute;left:1139;top:19660;width:1001;height:309" filled="f" stroked="f" strokeweight=".25pt">
              <v:textbox style="mso-next-textbox:#_x0000_s3235" inset="1pt,1pt,1pt,1pt">
                <w:txbxContent>
                  <w:p w:rsidR="006F3F37" w:rsidRDefault="006F3F37" w:rsidP="006F3F3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236" style="position:absolute;left:2267;top:19660;width:2573;height:309" filled="f" stroked="f" strokeweight=".25pt">
              <v:textbox style="mso-next-textbox:#_x0000_s3236" inset="1pt,1pt,1pt,1pt">
                <w:txbxContent>
                  <w:p w:rsidR="006F3F37" w:rsidRDefault="006F3F37" w:rsidP="006F3F3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3237" style="position:absolute;left:4983;top:19660;width:1534;height:309" filled="f" stroked="f" strokeweight=".25pt">
              <v:textbox style="mso-next-textbox:#_x0000_s3237" inset="1pt,1pt,1pt,1pt">
                <w:txbxContent>
                  <w:p w:rsidR="006F3F37" w:rsidRDefault="006F3F37" w:rsidP="006F3F3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3238" style="position:absolute;left:6604;top:19660;width:1000;height:309" filled="f" stroked="f" strokeweight=".25pt">
              <v:textbox style="mso-next-textbox:#_x0000_s3238" inset="1pt,1pt,1pt,1pt">
                <w:txbxContent>
                  <w:p w:rsidR="006F3F37" w:rsidRDefault="006F3F37" w:rsidP="006F3F3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239" style="position:absolute;left:18949;top:18977;width:1001;height:309" filled="f" stroked="f" strokeweight=".25pt">
              <v:textbox style="mso-next-textbox:#_x0000_s3239" inset="1pt,1pt,1pt,1pt">
                <w:txbxContent>
                  <w:p w:rsidR="006F3F37" w:rsidRDefault="006F3F37" w:rsidP="006F3F3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240" style="position:absolute;left:18949;top:19435;width:1001;height:423" filled="f" stroked="f" strokeweight=".25pt">
              <v:textbox style="mso-next-textbox:#_x0000_s3240" inset="1pt,1pt,1pt,1pt">
                <w:txbxContent>
                  <w:p w:rsidR="006F3F37" w:rsidRDefault="006F3F37" w:rsidP="006F3F37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</w:rPr>
                      <w:t>31</w:t>
                    </w:r>
                  </w:p>
                  <w:p w:rsidR="006F3F37" w:rsidRPr="000776FB" w:rsidRDefault="006F3F37" w:rsidP="006F3F37">
                    <w:pPr>
                      <w:jc w:val="center"/>
                      <w:rPr>
                        <w:i/>
                      </w:rPr>
                    </w:pPr>
                  </w:p>
                </w:txbxContent>
              </v:textbox>
            </v:rect>
            <v:rect id="_x0000_s3241" style="position:absolute;left:7745;top:19221;width:11075;height:477" filled="f" stroked="f" strokeweight=".25pt">
              <v:textbox style="mso-next-textbox:#_x0000_s3241" inset="1pt,1pt,1pt,1pt">
                <w:txbxContent>
                  <w:p w:rsidR="006F3F37" w:rsidRPr="000776FB" w:rsidRDefault="006F3F37" w:rsidP="006F3F37"/>
                </w:txbxContent>
              </v:textbox>
            </v:rect>
            <w10:wrap anchorx="page" anchory="page"/>
            <w10:anchorlock/>
          </v:group>
        </w:pict>
      </w:r>
      <w:r w:rsidR="00F3530D" w:rsidRPr="00317FC7">
        <w:rPr>
          <w:lang w:val="en-US"/>
        </w:rPr>
        <w:tab/>
      </w:r>
      <w:r w:rsidR="00F3530D" w:rsidRPr="00317FC7">
        <w:rPr>
          <w:lang w:val="en-US"/>
        </w:rPr>
        <w:tab/>
      </w:r>
      <w:r w:rsidR="00F3530D" w:rsidRPr="00317FC7">
        <w:rPr>
          <w:lang w:val="en-US"/>
        </w:rPr>
        <w:tab/>
        <w:t>fscanf(f,"%6d",&amp;Izdelie[i].izd[5]);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fscanf(f,"\n");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++i;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}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--i;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fclose(f);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}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return i;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>}</w:t>
      </w:r>
    </w:p>
    <w:p w:rsidR="00F3530D" w:rsidRPr="00317FC7" w:rsidRDefault="00F3530D" w:rsidP="006F3F37">
      <w:pPr>
        <w:jc w:val="both"/>
        <w:rPr>
          <w:lang w:val="en-US"/>
        </w:rPr>
      </w:pP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>//</w:t>
      </w:r>
      <w:r>
        <w:t>запись</w:t>
      </w:r>
      <w:r w:rsidRPr="00317FC7">
        <w:rPr>
          <w:lang w:val="en-US"/>
        </w:rPr>
        <w:t xml:space="preserve"> </w:t>
      </w:r>
      <w:r>
        <w:t>данных</w:t>
      </w:r>
      <w:r w:rsidRPr="00317FC7">
        <w:rPr>
          <w:lang w:val="en-US"/>
        </w:rPr>
        <w:t xml:space="preserve"> </w:t>
      </w:r>
      <w:r>
        <w:t>в</w:t>
      </w:r>
      <w:r w:rsidRPr="00317FC7">
        <w:rPr>
          <w:lang w:val="en-US"/>
        </w:rPr>
        <w:t xml:space="preserve"> </w:t>
      </w:r>
      <w:r>
        <w:t>файл</w:t>
      </w:r>
      <w:r w:rsidRPr="00317FC7">
        <w:rPr>
          <w:lang w:val="en-US"/>
        </w:rPr>
        <w:t xml:space="preserve"> fname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>void wData(char *fname){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FILE *f;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if (Recs&gt;=0){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f = fopen(fname,"w");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for(int i=0;i&lt;=Recs;i++){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fprintf(f,"%15s",Izdelie[i].f);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fprintf(f,"%6d",Izdelie[i].izd[0]);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fprintf(f,"%6d",Izdelie[i].izd[1]);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fprintf(f,"%6d",Izdelie[i].izd[2]);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fprintf(f,"%6d",Izdelie[i].izd[3]);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lastRenderedPageBreak/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fprintf(f,"%6d",Izdelie[i].izd[4]);</w:t>
      </w:r>
    </w:p>
    <w:p w:rsidR="00F3530D" w:rsidRPr="00317FC7" w:rsidRDefault="00BC51A3" w:rsidP="006F3F37">
      <w:pPr>
        <w:jc w:val="both"/>
        <w:rPr>
          <w:lang w:val="en-US"/>
        </w:rPr>
      </w:pPr>
      <w:r>
        <w:rPr>
          <w:noProof/>
        </w:rPr>
        <w:pict>
          <v:group id="_x0000_s3002" style="position:absolute;left:0;text-align:left;margin-left:30pt;margin-top:18.2pt;width:546.85pt;height:802.3pt;z-index:251666944;mso-position-horizontal-relative:page;mso-position-vertical-relative:page" coordsize="20000,20000">
            <v:rect id="_x0000_s3003" style="position:absolute;width:20000;height:20000" filled="f" strokeweight="2pt"/>
            <v:line id="_x0000_s3004" style="position:absolute" from="1093,18949" to="1095,19989" strokeweight="2pt"/>
            <v:line id="_x0000_s3005" style="position:absolute" from="10,18941" to="19977,18942" strokeweight="2pt"/>
            <v:line id="_x0000_s3006" style="position:absolute" from="2186,18949" to="2188,19989" strokeweight="2pt"/>
            <v:line id="_x0000_s3007" style="position:absolute" from="4919,18949" to="4921,19989" strokeweight="2pt"/>
            <v:line id="_x0000_s3008" style="position:absolute" from="6557,18959" to="6559,19989" strokeweight="2pt"/>
            <v:line id="_x0000_s3009" style="position:absolute" from="7650,18949" to="7652,19979" strokeweight="2pt"/>
            <v:line id="_x0000_s3010" style="position:absolute" from="18905,18949" to="18909,19989" strokeweight="2pt"/>
            <v:line id="_x0000_s3011" style="position:absolute" from="10,19293" to="7631,19295" strokeweight="1pt"/>
            <v:line id="_x0000_s3012" style="position:absolute" from="10,19646" to="7631,19647" strokeweight="2pt"/>
            <v:line id="_x0000_s3013" style="position:absolute" from="18919,19296" to="19990,19297" strokeweight="1pt"/>
            <v:rect id="_x0000_s3014" style="position:absolute;left:54;top:19660;width:1000;height:309" filled="f" stroked="f" strokeweight=".25pt">
              <v:textbox style="mso-next-textbox:#_x0000_s3014" inset="1pt,1pt,1pt,1pt">
                <w:txbxContent>
                  <w:p w:rsidR="00F3530D" w:rsidRDefault="00F3530D" w:rsidP="00F3530D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3015" style="position:absolute;left:1139;top:19660;width:1001;height:309" filled="f" stroked="f" strokeweight=".25pt">
              <v:textbox style="mso-next-textbox:#_x0000_s3015" inset="1pt,1pt,1pt,1pt">
                <w:txbxContent>
                  <w:p w:rsidR="00F3530D" w:rsidRDefault="00F3530D" w:rsidP="00F3530D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016" style="position:absolute;left:2267;top:19660;width:2573;height:309" filled="f" stroked="f" strokeweight=".25pt">
              <v:textbox style="mso-next-textbox:#_x0000_s3016" inset="1pt,1pt,1pt,1pt">
                <w:txbxContent>
                  <w:p w:rsidR="00F3530D" w:rsidRDefault="00F3530D" w:rsidP="00F3530D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3017" style="position:absolute;left:4983;top:19660;width:1534;height:309" filled="f" stroked="f" strokeweight=".25pt">
              <v:textbox style="mso-next-textbox:#_x0000_s3017" inset="1pt,1pt,1pt,1pt">
                <w:txbxContent>
                  <w:p w:rsidR="00F3530D" w:rsidRDefault="00F3530D" w:rsidP="00F3530D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3018" style="position:absolute;left:6604;top:19660;width:1000;height:309" filled="f" stroked="f" strokeweight=".25pt">
              <v:textbox style="mso-next-textbox:#_x0000_s3018" inset="1pt,1pt,1pt,1pt">
                <w:txbxContent>
                  <w:p w:rsidR="00F3530D" w:rsidRDefault="00F3530D" w:rsidP="00F3530D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019" style="position:absolute;left:18949;top:18977;width:1001;height:309" filled="f" stroked="f" strokeweight=".25pt">
              <v:textbox style="mso-next-textbox:#_x0000_s3019" inset="1pt,1pt,1pt,1pt">
                <w:txbxContent>
                  <w:p w:rsidR="00F3530D" w:rsidRDefault="00F3530D" w:rsidP="00F3530D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020" style="position:absolute;left:18949;top:19435;width:1001;height:423" filled="f" stroked="f" strokeweight=".25pt">
              <v:textbox style="mso-next-textbox:#_x0000_s3020" inset="1pt,1pt,1pt,1pt">
                <w:txbxContent>
                  <w:p w:rsidR="00F3530D" w:rsidRDefault="006F3F37" w:rsidP="006F3F37"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32</w:t>
                    </w:r>
                  </w:p>
                  <w:p w:rsidR="00F3530D" w:rsidRPr="000776FB" w:rsidRDefault="00F3530D" w:rsidP="00F3530D">
                    <w:pPr>
                      <w:jc w:val="center"/>
                      <w:rPr>
                        <w:i/>
                      </w:rPr>
                    </w:pPr>
                  </w:p>
                </w:txbxContent>
              </v:textbox>
            </v:rect>
            <v:rect id="_x0000_s3021" style="position:absolute;left:7745;top:19221;width:11075;height:477" filled="f" stroked="f" strokeweight=".25pt">
              <v:textbox style="mso-next-textbox:#_x0000_s3021" inset="1pt,1pt,1pt,1pt">
                <w:txbxContent>
                  <w:p w:rsidR="00F3530D" w:rsidRPr="000776FB" w:rsidRDefault="00F3530D" w:rsidP="00F3530D"/>
                </w:txbxContent>
              </v:textbox>
            </v:rect>
            <w10:wrap anchorx="page" anchory="page"/>
            <w10:anchorlock/>
          </v:group>
        </w:pict>
      </w:r>
      <w:r w:rsidR="00F3530D" w:rsidRPr="00317FC7">
        <w:rPr>
          <w:lang w:val="en-US"/>
        </w:rPr>
        <w:tab/>
      </w:r>
      <w:r w:rsidR="00F3530D" w:rsidRPr="00317FC7">
        <w:rPr>
          <w:lang w:val="en-US"/>
        </w:rPr>
        <w:tab/>
      </w:r>
      <w:r w:rsidR="00F3530D" w:rsidRPr="00317FC7">
        <w:rPr>
          <w:lang w:val="en-US"/>
        </w:rPr>
        <w:tab/>
        <w:t>fprintf(f,"%6d",Izdelie[i].izd[5]);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fprintf(f,"\n");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}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fclose(f);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}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>}</w:t>
      </w:r>
    </w:p>
    <w:p w:rsidR="00F3530D" w:rsidRPr="00317FC7" w:rsidRDefault="00F3530D" w:rsidP="006F3F37">
      <w:pPr>
        <w:jc w:val="both"/>
        <w:rPr>
          <w:lang w:val="en-US"/>
        </w:rPr>
      </w:pP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>//</w:t>
      </w:r>
      <w:r>
        <w:t>добавление</w:t>
      </w:r>
      <w:r w:rsidRPr="00317FC7">
        <w:rPr>
          <w:lang w:val="en-US"/>
        </w:rPr>
        <w:t xml:space="preserve"> </w:t>
      </w:r>
      <w:r>
        <w:t>записи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>void AddRec(TIzdelie &amp;r){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window(1,1,80,50);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textbackground(1);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clrscr();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textbackground(3);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window(10,20,70,30);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clrscr();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textcolor(0);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if(Recs == N-1){</w:t>
      </w:r>
    </w:p>
    <w:p w:rsidR="00F3530D" w:rsidRDefault="00F3530D" w:rsidP="006F3F37">
      <w:pPr>
        <w:jc w:val="both"/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>
        <w:t>gotoxy(2,2);</w:t>
      </w:r>
    </w:p>
    <w:p w:rsidR="00F3530D" w:rsidRDefault="00F3530D" w:rsidP="006F3F37">
      <w:pPr>
        <w:jc w:val="both"/>
      </w:pPr>
      <w:r>
        <w:tab/>
      </w:r>
      <w:r>
        <w:tab/>
        <w:t>cout&lt;&lt;"Вы ввели максимальное количество записей.";</w:t>
      </w:r>
    </w:p>
    <w:p w:rsidR="00F3530D" w:rsidRDefault="00F3530D" w:rsidP="006F3F37">
      <w:pPr>
        <w:jc w:val="both"/>
      </w:pPr>
      <w:r>
        <w:tab/>
      </w:r>
      <w:r>
        <w:tab/>
        <w:t>gotoxy(2,3);</w:t>
      </w:r>
    </w:p>
    <w:p w:rsidR="00F3530D" w:rsidRDefault="00F3530D" w:rsidP="006F3F37">
      <w:pPr>
        <w:jc w:val="both"/>
      </w:pPr>
      <w:r>
        <w:tab/>
      </w:r>
      <w:r>
        <w:tab/>
        <w:t>cout&lt;&lt;"Для возврата в основное меню нажмите любую клавишу.";</w:t>
      </w:r>
    </w:p>
    <w:p w:rsidR="00F3530D" w:rsidRDefault="00F3530D" w:rsidP="006F3F37">
      <w:pPr>
        <w:jc w:val="both"/>
      </w:pPr>
      <w:r>
        <w:tab/>
      </w:r>
      <w:r>
        <w:tab/>
        <w:t>getch();</w:t>
      </w:r>
    </w:p>
    <w:p w:rsidR="00F3530D" w:rsidRDefault="00F3530D" w:rsidP="006F3F37">
      <w:pPr>
        <w:jc w:val="both"/>
      </w:pPr>
      <w:r>
        <w:tab/>
        <w:t>} else {</w:t>
      </w:r>
    </w:p>
    <w:p w:rsidR="00F3530D" w:rsidRDefault="00F3530D" w:rsidP="006F3F37">
      <w:pPr>
        <w:jc w:val="both"/>
      </w:pPr>
      <w:r>
        <w:tab/>
      </w:r>
      <w:r>
        <w:tab/>
        <w:t>gotoxy(2,2);</w:t>
      </w:r>
    </w:p>
    <w:p w:rsidR="00F3530D" w:rsidRDefault="00F3530D" w:rsidP="006F3F37">
      <w:pPr>
        <w:jc w:val="both"/>
      </w:pPr>
      <w:r>
        <w:tab/>
      </w:r>
      <w:r>
        <w:tab/>
        <w:t>cout&lt;&lt;"Фамилия: "; cin&gt;&gt;r.f;</w:t>
      </w:r>
    </w:p>
    <w:p w:rsidR="00F3530D" w:rsidRDefault="00F3530D" w:rsidP="006F3F37">
      <w:pPr>
        <w:jc w:val="both"/>
      </w:pPr>
      <w:r>
        <w:tab/>
      </w:r>
      <w:r>
        <w:tab/>
        <w:t>gotoxy(2,3);</w:t>
      </w:r>
    </w:p>
    <w:p w:rsidR="00F3530D" w:rsidRDefault="00F3530D" w:rsidP="006F3F37">
      <w:pPr>
        <w:jc w:val="both"/>
      </w:pPr>
      <w:r>
        <w:tab/>
      </w:r>
      <w:r>
        <w:tab/>
        <w:t>cout&lt;&lt;"Количество изделий за понедельник: "; cin&gt;&gt;r.izd[0];</w:t>
      </w:r>
    </w:p>
    <w:p w:rsidR="00F3530D" w:rsidRDefault="00F3530D" w:rsidP="006F3F37">
      <w:pPr>
        <w:jc w:val="both"/>
      </w:pPr>
      <w:r>
        <w:tab/>
      </w:r>
      <w:r>
        <w:tab/>
        <w:t>gotoxy(2,4);</w:t>
      </w:r>
    </w:p>
    <w:p w:rsidR="00F3530D" w:rsidRDefault="00F3530D" w:rsidP="006F3F37">
      <w:pPr>
        <w:jc w:val="both"/>
      </w:pPr>
      <w:r>
        <w:tab/>
      </w:r>
      <w:r>
        <w:tab/>
        <w:t>cout&lt;&lt;"Количество изделий за вторник: "; cin&gt;&gt;r.izd[1];</w:t>
      </w:r>
    </w:p>
    <w:p w:rsidR="00F3530D" w:rsidRDefault="00F3530D" w:rsidP="006F3F37">
      <w:pPr>
        <w:jc w:val="both"/>
      </w:pPr>
      <w:r>
        <w:tab/>
      </w:r>
      <w:r>
        <w:tab/>
        <w:t>gotoxy(2,5);</w:t>
      </w:r>
    </w:p>
    <w:p w:rsidR="00F3530D" w:rsidRDefault="00F3530D" w:rsidP="006F3F37">
      <w:pPr>
        <w:jc w:val="both"/>
      </w:pPr>
      <w:r>
        <w:tab/>
      </w:r>
      <w:r>
        <w:tab/>
        <w:t>cout&lt;&lt;"Количество изделий за среду: "; cin&gt;&gt;r.izd[2];</w:t>
      </w:r>
    </w:p>
    <w:p w:rsidR="00F3530D" w:rsidRDefault="00F3530D" w:rsidP="006F3F37">
      <w:pPr>
        <w:jc w:val="both"/>
      </w:pPr>
      <w:r>
        <w:tab/>
      </w:r>
      <w:r>
        <w:tab/>
        <w:t>gotoxy(2,6);</w:t>
      </w:r>
    </w:p>
    <w:p w:rsidR="00F3530D" w:rsidRDefault="00F3530D" w:rsidP="006F3F37">
      <w:pPr>
        <w:jc w:val="both"/>
      </w:pPr>
      <w:r>
        <w:tab/>
      </w:r>
      <w:r>
        <w:tab/>
        <w:t>cout&lt;&lt;"Количество изделий за четверг: "; cin&gt;&gt;r.izd[3];</w:t>
      </w:r>
    </w:p>
    <w:p w:rsidR="00F3530D" w:rsidRDefault="00F3530D" w:rsidP="006F3F37">
      <w:pPr>
        <w:jc w:val="both"/>
      </w:pPr>
      <w:r>
        <w:tab/>
      </w:r>
      <w:r>
        <w:tab/>
        <w:t>gotoxy(2,7);</w:t>
      </w:r>
    </w:p>
    <w:p w:rsidR="00F3530D" w:rsidRDefault="00F3530D" w:rsidP="006F3F37">
      <w:pPr>
        <w:jc w:val="both"/>
      </w:pPr>
      <w:r>
        <w:tab/>
      </w:r>
      <w:r>
        <w:tab/>
        <w:t>cout&lt;&lt;"Количество изделий за пятницу: "; cin&gt;&gt;r.izd[4];</w:t>
      </w:r>
    </w:p>
    <w:p w:rsidR="00F3530D" w:rsidRDefault="00F3530D" w:rsidP="006F3F37">
      <w:pPr>
        <w:jc w:val="both"/>
      </w:pPr>
      <w:r>
        <w:tab/>
      </w:r>
      <w:r>
        <w:tab/>
        <w:t>gotoxy(2,8);</w:t>
      </w:r>
    </w:p>
    <w:p w:rsidR="00F3530D" w:rsidRDefault="00F3530D" w:rsidP="006F3F37">
      <w:pPr>
        <w:jc w:val="both"/>
      </w:pPr>
      <w:r>
        <w:tab/>
      </w:r>
      <w:r>
        <w:tab/>
        <w:t>cout&lt;&lt;"Количество изделий за субботу: "; cin&gt;&gt;r.izd[5];</w:t>
      </w:r>
    </w:p>
    <w:p w:rsidR="00F3530D" w:rsidRDefault="00F3530D" w:rsidP="006F3F37">
      <w:pPr>
        <w:jc w:val="both"/>
      </w:pPr>
      <w:r>
        <w:tab/>
      </w:r>
      <w:r>
        <w:tab/>
        <w:t>gotoxy(2,10);</w:t>
      </w:r>
    </w:p>
    <w:p w:rsidR="00F3530D" w:rsidRDefault="00F3530D" w:rsidP="006F3F37">
      <w:pPr>
        <w:jc w:val="both"/>
      </w:pPr>
      <w:r>
        <w:tab/>
      </w:r>
      <w:r>
        <w:tab/>
        <w:t>cout&lt;&lt;"Для возврата в основное меню нажмите любую клавишу.";</w:t>
      </w:r>
    </w:p>
    <w:p w:rsidR="00F3530D" w:rsidRDefault="00F3530D" w:rsidP="006F3F37">
      <w:pPr>
        <w:jc w:val="both"/>
      </w:pPr>
      <w:r>
        <w:tab/>
      </w:r>
      <w:r>
        <w:tab/>
        <w:t>getch();</w:t>
      </w:r>
    </w:p>
    <w:p w:rsidR="00F3530D" w:rsidRDefault="00F3530D" w:rsidP="006F3F37">
      <w:pPr>
        <w:jc w:val="both"/>
      </w:pPr>
      <w:r>
        <w:tab/>
      </w:r>
      <w:r>
        <w:tab/>
        <w:t>++Recs;</w:t>
      </w:r>
    </w:p>
    <w:p w:rsidR="00F3530D" w:rsidRDefault="00F3530D" w:rsidP="006F3F37">
      <w:pPr>
        <w:jc w:val="both"/>
      </w:pPr>
      <w:r>
        <w:tab/>
        <w:t>}</w:t>
      </w:r>
    </w:p>
    <w:p w:rsidR="00F3530D" w:rsidRDefault="00F3530D" w:rsidP="006F3F37">
      <w:pPr>
        <w:jc w:val="both"/>
      </w:pPr>
      <w:r>
        <w:t>}</w:t>
      </w:r>
    </w:p>
    <w:p w:rsidR="00F3530D" w:rsidRDefault="00F3530D" w:rsidP="006F3F37">
      <w:pPr>
        <w:jc w:val="both"/>
      </w:pPr>
    </w:p>
    <w:p w:rsidR="00F3530D" w:rsidRDefault="00F3530D" w:rsidP="006F3F37">
      <w:pPr>
        <w:jc w:val="both"/>
      </w:pPr>
      <w:r>
        <w:t>//вывод меню</w:t>
      </w:r>
    </w:p>
    <w:p w:rsidR="00F3530D" w:rsidRDefault="00F3530D" w:rsidP="006F3F37">
      <w:pPr>
        <w:jc w:val="both"/>
      </w:pPr>
      <w:r>
        <w:t>void OutMenu(){</w:t>
      </w:r>
    </w:p>
    <w:p w:rsidR="00F3530D" w:rsidRPr="00317FC7" w:rsidRDefault="00F3530D" w:rsidP="006F3F37">
      <w:pPr>
        <w:jc w:val="both"/>
        <w:rPr>
          <w:lang w:val="en-US"/>
        </w:rPr>
      </w:pPr>
      <w:r>
        <w:tab/>
      </w:r>
      <w:r w:rsidRPr="00317FC7">
        <w:rPr>
          <w:lang w:val="en-US"/>
        </w:rPr>
        <w:t>window(1,1,80,50);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textbackground(1);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clrscr();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textbackground(3);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lastRenderedPageBreak/>
        <w:tab/>
        <w:t>window(20,20,60,30);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clrscr();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textcolor(0);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gotoxy(2,2);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 xml:space="preserve">cout&lt;&lt;"1 - </w:t>
      </w:r>
      <w:r>
        <w:t>ввод</w:t>
      </w:r>
      <w:r w:rsidRPr="00317FC7">
        <w:rPr>
          <w:lang w:val="en-US"/>
        </w:rPr>
        <w:t xml:space="preserve"> </w:t>
      </w:r>
      <w:r>
        <w:t>данных</w:t>
      </w:r>
      <w:r w:rsidRPr="00317FC7">
        <w:rPr>
          <w:lang w:val="en-US"/>
        </w:rPr>
        <w:t>";</w:t>
      </w:r>
    </w:p>
    <w:p w:rsidR="00F3530D" w:rsidRDefault="00BC51A3" w:rsidP="006F3F37">
      <w:pPr>
        <w:jc w:val="both"/>
      </w:pPr>
      <w:r>
        <w:rPr>
          <w:noProof/>
        </w:rPr>
        <w:pict>
          <v:group id="_x0000_s3242" style="position:absolute;left:0;text-align:left;margin-left:34.5pt;margin-top:30.2pt;width:541.5pt;height:802.3pt;z-index:251672064;mso-position-horizontal-relative:page;mso-position-vertical-relative:page" coordsize="20000,20000">
            <v:rect id="_x0000_s3243" style="position:absolute;width:20000;height:20000" filled="f" strokeweight="2pt"/>
            <v:line id="_x0000_s3244" style="position:absolute" from="1093,18949" to="1095,19989" strokeweight="2pt"/>
            <v:line id="_x0000_s3245" style="position:absolute" from="10,18941" to="19977,18942" strokeweight="2pt"/>
            <v:line id="_x0000_s3246" style="position:absolute" from="2186,18949" to="2188,19989" strokeweight="2pt"/>
            <v:line id="_x0000_s3247" style="position:absolute" from="4919,18949" to="4921,19989" strokeweight="2pt"/>
            <v:line id="_x0000_s3248" style="position:absolute" from="6557,18959" to="6559,19989" strokeweight="2pt"/>
            <v:line id="_x0000_s3249" style="position:absolute" from="7650,18949" to="7652,19979" strokeweight="2pt"/>
            <v:line id="_x0000_s3250" style="position:absolute" from="18905,18949" to="18909,19989" strokeweight="2pt"/>
            <v:line id="_x0000_s3251" style="position:absolute" from="10,19293" to="7631,19295" strokeweight="1pt"/>
            <v:line id="_x0000_s3252" style="position:absolute" from="10,19646" to="7631,19647" strokeweight="2pt"/>
            <v:line id="_x0000_s3253" style="position:absolute" from="18919,19296" to="19990,19297" strokeweight="1pt"/>
            <v:rect id="_x0000_s3254" style="position:absolute;left:54;top:19660;width:1000;height:309" filled="f" stroked="f" strokeweight=".25pt">
              <v:textbox style="mso-next-textbox:#_x0000_s3254" inset="1pt,1pt,1pt,1pt">
                <w:txbxContent>
                  <w:p w:rsidR="006F3F37" w:rsidRDefault="006F3F37" w:rsidP="006F3F3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3255" style="position:absolute;left:1139;top:19660;width:1001;height:309" filled="f" stroked="f" strokeweight=".25pt">
              <v:textbox style="mso-next-textbox:#_x0000_s3255" inset="1pt,1pt,1pt,1pt">
                <w:txbxContent>
                  <w:p w:rsidR="006F3F37" w:rsidRDefault="006F3F37" w:rsidP="006F3F3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256" style="position:absolute;left:2267;top:19660;width:2573;height:309" filled="f" stroked="f" strokeweight=".25pt">
              <v:textbox style="mso-next-textbox:#_x0000_s3256" inset="1pt,1pt,1pt,1pt">
                <w:txbxContent>
                  <w:p w:rsidR="006F3F37" w:rsidRDefault="006F3F37" w:rsidP="006F3F3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3257" style="position:absolute;left:4983;top:19660;width:1534;height:309" filled="f" stroked="f" strokeweight=".25pt">
              <v:textbox style="mso-next-textbox:#_x0000_s3257" inset="1pt,1pt,1pt,1pt">
                <w:txbxContent>
                  <w:p w:rsidR="006F3F37" w:rsidRDefault="006F3F37" w:rsidP="006F3F3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3258" style="position:absolute;left:6604;top:19660;width:1000;height:309" filled="f" stroked="f" strokeweight=".25pt">
              <v:textbox style="mso-next-textbox:#_x0000_s3258" inset="1pt,1pt,1pt,1pt">
                <w:txbxContent>
                  <w:p w:rsidR="006F3F37" w:rsidRDefault="006F3F37" w:rsidP="006F3F3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259" style="position:absolute;left:18949;top:18977;width:1001;height:309" filled="f" stroked="f" strokeweight=".25pt">
              <v:textbox style="mso-next-textbox:#_x0000_s3259" inset="1pt,1pt,1pt,1pt">
                <w:txbxContent>
                  <w:p w:rsidR="006F3F37" w:rsidRDefault="006F3F37" w:rsidP="006F3F3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260" style="position:absolute;left:18949;top:19435;width:1001;height:423" filled="f" stroked="f" strokeweight=".25pt">
              <v:textbox style="mso-next-textbox:#_x0000_s3260" inset="1pt,1pt,1pt,1pt">
                <w:txbxContent>
                  <w:p w:rsidR="006F3F37" w:rsidRPr="000776FB" w:rsidRDefault="006F3F37" w:rsidP="006F3F37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</w:rPr>
                      <w:t>33</w:t>
                    </w:r>
                  </w:p>
                </w:txbxContent>
              </v:textbox>
            </v:rect>
            <v:rect id="_x0000_s3261" style="position:absolute;left:7745;top:19221;width:11075;height:477" filled="f" stroked="f" strokeweight=".25pt">
              <v:textbox style="mso-next-textbox:#_x0000_s3261" inset="1pt,1pt,1pt,1pt">
                <w:txbxContent>
                  <w:p w:rsidR="006F3F37" w:rsidRPr="000776FB" w:rsidRDefault="006F3F37" w:rsidP="006F3F37"/>
                </w:txbxContent>
              </v:textbox>
            </v:rect>
            <w10:wrap anchorx="page" anchory="page"/>
            <w10:anchorlock/>
          </v:group>
        </w:pict>
      </w:r>
      <w:r w:rsidR="00F3530D" w:rsidRPr="00317FC7">
        <w:rPr>
          <w:lang w:val="en-US"/>
        </w:rPr>
        <w:tab/>
      </w:r>
      <w:r w:rsidR="00F3530D">
        <w:t>gotoxy(2,3);</w:t>
      </w:r>
    </w:p>
    <w:p w:rsidR="00F3530D" w:rsidRDefault="00F3530D" w:rsidP="006F3F37">
      <w:pPr>
        <w:jc w:val="both"/>
      </w:pPr>
      <w:r>
        <w:tab/>
        <w:t>cout&lt;&lt;"2 - отображение всех данных";</w:t>
      </w:r>
    </w:p>
    <w:p w:rsidR="00F3530D" w:rsidRDefault="00F3530D" w:rsidP="006F3F37">
      <w:pPr>
        <w:jc w:val="both"/>
      </w:pPr>
      <w:r>
        <w:tab/>
        <w:t>gotoxy(2,4);</w:t>
      </w:r>
    </w:p>
    <w:p w:rsidR="00F3530D" w:rsidRDefault="00F3530D" w:rsidP="006F3F37">
      <w:pPr>
        <w:jc w:val="both"/>
      </w:pPr>
      <w:r>
        <w:tab/>
        <w:t>cout&lt;&lt;"3 - общее колличество изделий на неделю";</w:t>
      </w:r>
    </w:p>
    <w:p w:rsidR="00F3530D" w:rsidRDefault="00F3530D" w:rsidP="006F3F37">
      <w:pPr>
        <w:jc w:val="both"/>
      </w:pPr>
      <w:r>
        <w:tab/>
        <w:t>gotoxy(2,5);</w:t>
      </w:r>
    </w:p>
    <w:p w:rsidR="00F3530D" w:rsidRDefault="00F3530D" w:rsidP="006F3F37">
      <w:pPr>
        <w:jc w:val="both"/>
      </w:pPr>
      <w:r>
        <w:tab/>
        <w:t>cout&lt;&lt;"4 - наибольшее количество изделий";</w:t>
      </w:r>
    </w:p>
    <w:p w:rsidR="00F3530D" w:rsidRDefault="00F3530D" w:rsidP="006F3F37">
      <w:pPr>
        <w:jc w:val="both"/>
      </w:pPr>
      <w:r>
        <w:tab/>
        <w:t>gotoxy(2,6);</w:t>
      </w:r>
    </w:p>
    <w:p w:rsidR="00F3530D" w:rsidRDefault="00F3530D" w:rsidP="006F3F37">
      <w:pPr>
        <w:jc w:val="both"/>
      </w:pPr>
      <w:r>
        <w:tab/>
        <w:t>cout&lt;&lt;"ESC - выход из программы";</w:t>
      </w:r>
    </w:p>
    <w:p w:rsidR="00F3530D" w:rsidRDefault="00F3530D" w:rsidP="006F3F37">
      <w:pPr>
        <w:jc w:val="both"/>
      </w:pPr>
      <w:r>
        <w:t>}</w:t>
      </w:r>
    </w:p>
    <w:p w:rsidR="00F3530D" w:rsidRDefault="00F3530D" w:rsidP="006F3F37">
      <w:pPr>
        <w:jc w:val="both"/>
      </w:pPr>
    </w:p>
    <w:p w:rsidR="00F3530D" w:rsidRDefault="00F3530D" w:rsidP="006F3F37">
      <w:pPr>
        <w:jc w:val="both"/>
      </w:pPr>
      <w:r>
        <w:t>//отображение всех записей</w:t>
      </w:r>
    </w:p>
    <w:p w:rsidR="00F3530D" w:rsidRDefault="00F3530D" w:rsidP="006F3F37">
      <w:pPr>
        <w:jc w:val="both"/>
      </w:pPr>
      <w:r>
        <w:t>void OutAllData(){</w:t>
      </w:r>
    </w:p>
    <w:p w:rsidR="00F3530D" w:rsidRPr="00317FC7" w:rsidRDefault="00F3530D" w:rsidP="006F3F37">
      <w:pPr>
        <w:jc w:val="both"/>
        <w:rPr>
          <w:lang w:val="en-US"/>
        </w:rPr>
      </w:pPr>
      <w:r>
        <w:tab/>
      </w:r>
      <w:r w:rsidRPr="00317FC7">
        <w:rPr>
          <w:lang w:val="en-US"/>
        </w:rPr>
        <w:t>window(1,1,80,50);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textbackground(1);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clrscr();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textbackground(3);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window(10,5,70,45);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clrscr();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textcolor(0);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gotoxy(2,2);  cout&lt;&lt;"№";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gotoxy(5,2);  cout&lt;&lt;"</w:t>
      </w:r>
      <w:r>
        <w:t>Фамилия</w:t>
      </w:r>
      <w:r w:rsidRPr="00317FC7">
        <w:rPr>
          <w:lang w:val="en-US"/>
        </w:rPr>
        <w:t>";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gotoxy(25,2); cout&lt;&lt;"</w:t>
      </w:r>
      <w:r>
        <w:t>Пн</w:t>
      </w:r>
      <w:r w:rsidRPr="00317FC7">
        <w:rPr>
          <w:lang w:val="en-US"/>
        </w:rPr>
        <w:t>.";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gotoxy(30,2); cout&lt;&lt;"</w:t>
      </w:r>
      <w:r>
        <w:t>Вт</w:t>
      </w:r>
      <w:r w:rsidRPr="00317FC7">
        <w:rPr>
          <w:lang w:val="en-US"/>
        </w:rPr>
        <w:t>.";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gotoxy(35,2); cout&lt;&lt;"</w:t>
      </w:r>
      <w:r>
        <w:t>Ср</w:t>
      </w:r>
      <w:r w:rsidRPr="00317FC7">
        <w:rPr>
          <w:lang w:val="en-US"/>
        </w:rPr>
        <w:t>.";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gotoxy(40,2); cout&lt;&lt;"</w:t>
      </w:r>
      <w:r>
        <w:t>Чт</w:t>
      </w:r>
      <w:r w:rsidRPr="00317FC7">
        <w:rPr>
          <w:lang w:val="en-US"/>
        </w:rPr>
        <w:t>.";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gotoxy(45,2); cout&lt;&lt;"</w:t>
      </w:r>
      <w:r>
        <w:t>Пт</w:t>
      </w:r>
      <w:r w:rsidRPr="00317FC7">
        <w:rPr>
          <w:lang w:val="en-US"/>
        </w:rPr>
        <w:t>.";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gotoxy(50,2); cout&lt;&lt;"</w:t>
      </w:r>
      <w:r>
        <w:t>Сб</w:t>
      </w:r>
      <w:r w:rsidRPr="00317FC7">
        <w:rPr>
          <w:lang w:val="en-US"/>
        </w:rPr>
        <w:t>.";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for(int i=0;i&lt;=Recs;i++){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 xml:space="preserve">gotoxy(2,2+2+i); </w:t>
      </w:r>
      <w:r w:rsidRPr="00317FC7">
        <w:rPr>
          <w:lang w:val="en-US"/>
        </w:rPr>
        <w:tab/>
        <w:t>cout&lt;&lt;i+1;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gotoxy(5,2+2+i);  cout&lt;&lt;Izdelie[i].f;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gotoxy(25,2+2+i); cout&lt;&lt;Izdelie[i].izd[0];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gotoxy(30,2+2+i); cout&lt;&lt;Izdelie[i].izd[1];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gotoxy(35,2+2+i); cout&lt;&lt;Izdelie[i].izd[2];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gotoxy(40,2+2+i); cout&lt;&lt;Izdelie[i].izd[3];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gotoxy(45,2+2+i); cout&lt;&lt;Izdelie[i].izd[4];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gotoxy(50,2+2+i); cout&lt;&lt;Izdelie[i].izd[5];</w:t>
      </w:r>
    </w:p>
    <w:p w:rsidR="00F3530D" w:rsidRDefault="00F3530D" w:rsidP="006F3F37">
      <w:pPr>
        <w:jc w:val="both"/>
      </w:pPr>
      <w:r w:rsidRPr="00317FC7">
        <w:rPr>
          <w:lang w:val="en-US"/>
        </w:rPr>
        <w:tab/>
      </w:r>
      <w:r>
        <w:t>}</w:t>
      </w:r>
    </w:p>
    <w:p w:rsidR="00F3530D" w:rsidRDefault="00F3530D" w:rsidP="006F3F37">
      <w:pPr>
        <w:jc w:val="both"/>
      </w:pPr>
      <w:r>
        <w:tab/>
        <w:t>gotoxy(2,2+2+1+i);</w:t>
      </w:r>
    </w:p>
    <w:p w:rsidR="00F3530D" w:rsidRDefault="00F3530D" w:rsidP="006F3F37">
      <w:pPr>
        <w:jc w:val="both"/>
      </w:pPr>
      <w:r>
        <w:tab/>
        <w:t>cout&lt;&lt;"Для возврата в основное меню нажмите любую клавишу.";</w:t>
      </w:r>
    </w:p>
    <w:p w:rsidR="00F3530D" w:rsidRDefault="00F3530D" w:rsidP="006F3F37">
      <w:pPr>
        <w:jc w:val="both"/>
      </w:pPr>
      <w:r>
        <w:tab/>
        <w:t>getch();</w:t>
      </w:r>
    </w:p>
    <w:p w:rsidR="00F3530D" w:rsidRDefault="00F3530D" w:rsidP="006F3F37">
      <w:pPr>
        <w:jc w:val="both"/>
      </w:pPr>
      <w:r>
        <w:t>}</w:t>
      </w:r>
    </w:p>
    <w:p w:rsidR="00F3530D" w:rsidRDefault="00F3530D" w:rsidP="006F3F37">
      <w:pPr>
        <w:jc w:val="both"/>
      </w:pPr>
    </w:p>
    <w:p w:rsidR="00F3530D" w:rsidRDefault="00F3530D" w:rsidP="006F3F37">
      <w:pPr>
        <w:jc w:val="both"/>
      </w:pPr>
      <w:r>
        <w:t>//Общее количество деталей за неделю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>void sumIzdelies(){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window(1,1,80,50);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textbackground(1);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lastRenderedPageBreak/>
        <w:tab/>
        <w:t>clrscr();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textbackground(3);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window(10,5,70,45);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clrscr();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textcolor(0);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gotoxy(2,2);  cout&lt;&lt;"№";</w:t>
      </w:r>
    </w:p>
    <w:p w:rsidR="00F3530D" w:rsidRDefault="00F3530D" w:rsidP="006F3F37">
      <w:pPr>
        <w:jc w:val="both"/>
      </w:pPr>
      <w:r w:rsidRPr="00317FC7">
        <w:rPr>
          <w:lang w:val="en-US"/>
        </w:rPr>
        <w:tab/>
      </w:r>
      <w:r>
        <w:t>gotoxy(5,2);  cout&lt;&lt;"Фамилия";</w:t>
      </w:r>
    </w:p>
    <w:p w:rsidR="00F3530D" w:rsidRDefault="00F3530D" w:rsidP="006F3F37">
      <w:pPr>
        <w:jc w:val="both"/>
      </w:pPr>
      <w:r>
        <w:tab/>
        <w:t>gotoxy(25,2); cout&lt;&lt;"Общее количество деталей за неделю";</w:t>
      </w:r>
    </w:p>
    <w:p w:rsidR="00F3530D" w:rsidRPr="00317FC7" w:rsidRDefault="00F3530D" w:rsidP="006F3F37">
      <w:pPr>
        <w:jc w:val="both"/>
        <w:rPr>
          <w:lang w:val="en-US"/>
        </w:rPr>
      </w:pPr>
      <w:r>
        <w:tab/>
      </w:r>
      <w:r w:rsidRPr="00317FC7">
        <w:rPr>
          <w:lang w:val="en-US"/>
        </w:rPr>
        <w:t>for(int i=0;i&lt;=Recs;i++){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 xml:space="preserve">gotoxy(2,2+2+i); </w:t>
      </w:r>
      <w:r w:rsidRPr="00317FC7">
        <w:rPr>
          <w:lang w:val="en-US"/>
        </w:rPr>
        <w:tab/>
        <w:t>cout&lt;&lt;i+1;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gotoxy(5,2+2+i);  cout&lt;&lt;Izdelie[i].f;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int sum=0;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for (int j=0;j&lt;6;j++){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sum+=Izdelie[i].izd[j];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}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gotoxy(25,2+2+i); cout&lt;&lt;sum;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}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gotoxy(2,2+2+1+i);</w:t>
      </w:r>
    </w:p>
    <w:p w:rsidR="00F3530D" w:rsidRDefault="00F3530D" w:rsidP="006F3F37">
      <w:pPr>
        <w:jc w:val="both"/>
      </w:pPr>
      <w:r w:rsidRPr="00317FC7">
        <w:rPr>
          <w:lang w:val="en-US"/>
        </w:rPr>
        <w:tab/>
      </w:r>
      <w:r>
        <w:t>cout&lt;&lt;"Для возврата в основное меню нажмите любую клавишу.";</w:t>
      </w:r>
    </w:p>
    <w:p w:rsidR="00F3530D" w:rsidRDefault="00F3530D" w:rsidP="006F3F37">
      <w:pPr>
        <w:jc w:val="both"/>
      </w:pPr>
      <w:r>
        <w:tab/>
        <w:t>getch();</w:t>
      </w:r>
    </w:p>
    <w:p w:rsidR="00F3530D" w:rsidRDefault="00F3530D" w:rsidP="006F3F37">
      <w:pPr>
        <w:jc w:val="both"/>
      </w:pPr>
      <w:r>
        <w:t>}</w:t>
      </w:r>
    </w:p>
    <w:p w:rsidR="00F3530D" w:rsidRDefault="00F3530D" w:rsidP="006F3F37">
      <w:pPr>
        <w:jc w:val="both"/>
      </w:pPr>
    </w:p>
    <w:p w:rsidR="00F3530D" w:rsidRDefault="00F3530D" w:rsidP="006F3F37">
      <w:pPr>
        <w:jc w:val="both"/>
      </w:pPr>
      <w:r>
        <w:t>//Определение сбощика и наибольших значений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>void Sborshik(){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window(1,1,80,50);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textbackground(1);</w:t>
      </w:r>
    </w:p>
    <w:p w:rsidR="00F3530D" w:rsidRPr="00317FC7" w:rsidRDefault="00BC51A3" w:rsidP="006F3F37">
      <w:pPr>
        <w:jc w:val="both"/>
        <w:rPr>
          <w:lang w:val="en-US"/>
        </w:rPr>
      </w:pPr>
      <w:r>
        <w:rPr>
          <w:noProof/>
        </w:rPr>
        <w:pict>
          <v:group id="_x0000_s3262" style="position:absolute;left:0;text-align:left;margin-left:35.25pt;margin-top:30.2pt;width:530.85pt;height:802.3pt;z-index:251673088;mso-position-horizontal-relative:page;mso-position-vertical-relative:page" coordsize="20000,20000">
            <v:rect id="_x0000_s3263" style="position:absolute;width:20000;height:20000" filled="f" strokeweight="2pt"/>
            <v:line id="_x0000_s3264" style="position:absolute" from="1093,18949" to="1095,19989" strokeweight="2pt"/>
            <v:line id="_x0000_s3265" style="position:absolute" from="10,18941" to="19977,18942" strokeweight="2pt"/>
            <v:line id="_x0000_s3266" style="position:absolute" from="2186,18949" to="2188,19989" strokeweight="2pt"/>
            <v:line id="_x0000_s3267" style="position:absolute" from="4919,18949" to="4921,19989" strokeweight="2pt"/>
            <v:line id="_x0000_s3268" style="position:absolute" from="6557,18959" to="6559,19989" strokeweight="2pt"/>
            <v:line id="_x0000_s3269" style="position:absolute" from="7650,18949" to="7652,19979" strokeweight="2pt"/>
            <v:line id="_x0000_s3270" style="position:absolute" from="18905,18949" to="18909,19989" strokeweight="2pt"/>
            <v:line id="_x0000_s3271" style="position:absolute" from="10,19293" to="7631,19295" strokeweight="1pt"/>
            <v:line id="_x0000_s3272" style="position:absolute" from="10,19646" to="7631,19647" strokeweight="2pt"/>
            <v:line id="_x0000_s3273" style="position:absolute" from="18919,19296" to="19990,19297" strokeweight="1pt"/>
            <v:rect id="_x0000_s3274" style="position:absolute;left:54;top:19660;width:1000;height:309" filled="f" stroked="f" strokeweight=".25pt">
              <v:textbox style="mso-next-textbox:#_x0000_s3274" inset="1pt,1pt,1pt,1pt">
                <w:txbxContent>
                  <w:p w:rsidR="006F3F37" w:rsidRDefault="006F3F37" w:rsidP="006F3F3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3275" style="position:absolute;left:1139;top:19660;width:1001;height:309" filled="f" stroked="f" strokeweight=".25pt">
              <v:textbox style="mso-next-textbox:#_x0000_s3275" inset="1pt,1pt,1pt,1pt">
                <w:txbxContent>
                  <w:p w:rsidR="006F3F37" w:rsidRDefault="006F3F37" w:rsidP="006F3F3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276" style="position:absolute;left:2267;top:19660;width:2573;height:309" filled="f" stroked="f" strokeweight=".25pt">
              <v:textbox style="mso-next-textbox:#_x0000_s3276" inset="1pt,1pt,1pt,1pt">
                <w:txbxContent>
                  <w:p w:rsidR="006F3F37" w:rsidRDefault="006F3F37" w:rsidP="006F3F3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3277" style="position:absolute;left:4983;top:19660;width:1534;height:309" filled="f" stroked="f" strokeweight=".25pt">
              <v:textbox style="mso-next-textbox:#_x0000_s3277" inset="1pt,1pt,1pt,1pt">
                <w:txbxContent>
                  <w:p w:rsidR="006F3F37" w:rsidRDefault="006F3F37" w:rsidP="006F3F3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3278" style="position:absolute;left:6604;top:19660;width:1000;height:309" filled="f" stroked="f" strokeweight=".25pt">
              <v:textbox style="mso-next-textbox:#_x0000_s3278" inset="1pt,1pt,1pt,1pt">
                <w:txbxContent>
                  <w:p w:rsidR="006F3F37" w:rsidRDefault="006F3F37" w:rsidP="006F3F3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279" style="position:absolute;left:18949;top:18977;width:1001;height:309" filled="f" stroked="f" strokeweight=".25pt">
              <v:textbox style="mso-next-textbox:#_x0000_s3279" inset="1pt,1pt,1pt,1pt">
                <w:txbxContent>
                  <w:p w:rsidR="006F3F37" w:rsidRDefault="006F3F37" w:rsidP="006F3F3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280" style="position:absolute;left:18949;top:19435;width:1001;height:423" filled="f" stroked="f" strokeweight=".25pt">
              <v:textbox style="mso-next-textbox:#_x0000_s3280" inset="1pt,1pt,1pt,1pt">
                <w:txbxContent>
                  <w:p w:rsidR="006F3F37" w:rsidRPr="000776FB" w:rsidRDefault="006F3F37" w:rsidP="006F3F37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</w:rPr>
                      <w:t>34</w:t>
                    </w:r>
                  </w:p>
                </w:txbxContent>
              </v:textbox>
            </v:rect>
            <v:rect id="_x0000_s3281" style="position:absolute;left:7745;top:19221;width:11075;height:477" filled="f" stroked="f" strokeweight=".25pt">
              <v:textbox style="mso-next-textbox:#_x0000_s3281" inset="1pt,1pt,1pt,1pt">
                <w:txbxContent>
                  <w:p w:rsidR="006F3F37" w:rsidRPr="000776FB" w:rsidRDefault="006F3F37" w:rsidP="006F3F37"/>
                </w:txbxContent>
              </v:textbox>
            </v:rect>
            <w10:wrap anchorx="page" anchory="page"/>
            <w10:anchorlock/>
          </v:group>
        </w:pict>
      </w:r>
      <w:r w:rsidR="00F3530D" w:rsidRPr="00317FC7">
        <w:rPr>
          <w:lang w:val="en-US"/>
        </w:rPr>
        <w:tab/>
        <w:t>clrscr();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textbackground(3);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window(10,10,70,40);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clrscr();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textcolor(0);</w:t>
      </w:r>
    </w:p>
    <w:p w:rsidR="00F3530D" w:rsidRPr="00317FC7" w:rsidRDefault="00F3530D" w:rsidP="006F3F37">
      <w:pPr>
        <w:jc w:val="both"/>
        <w:rPr>
          <w:lang w:val="en-US"/>
        </w:rPr>
      </w:pP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//</w:t>
      </w:r>
      <w:r>
        <w:t>наибольшее</w:t>
      </w:r>
      <w:r w:rsidRPr="00317FC7">
        <w:rPr>
          <w:lang w:val="en-US"/>
        </w:rPr>
        <w:t xml:space="preserve"> </w:t>
      </w:r>
      <w:r>
        <w:t>количество</w:t>
      </w:r>
      <w:r w:rsidRPr="00317FC7">
        <w:rPr>
          <w:lang w:val="en-US"/>
        </w:rPr>
        <w:t xml:space="preserve"> </w:t>
      </w:r>
      <w:r>
        <w:t>изделий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unsigned int max1=0; unsigned int max2=0;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for(int i=0;i&lt;=Recs;i++){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int sum=0;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for (int j=0;j&lt;6;j++){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sum+=Izdelie[i].izd[j];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}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if (sum&gt;max1) max1 = sum;</w:t>
      </w:r>
    </w:p>
    <w:p w:rsidR="00F3530D" w:rsidRDefault="00F3530D" w:rsidP="006F3F37">
      <w:pPr>
        <w:jc w:val="both"/>
      </w:pPr>
      <w:r w:rsidRPr="00317FC7">
        <w:rPr>
          <w:lang w:val="en-US"/>
        </w:rPr>
        <w:tab/>
      </w:r>
      <w:r>
        <w:t>}</w:t>
      </w:r>
    </w:p>
    <w:p w:rsidR="00F3530D" w:rsidRDefault="00F3530D" w:rsidP="006F3F37">
      <w:pPr>
        <w:jc w:val="both"/>
      </w:pPr>
      <w:r>
        <w:tab/>
        <w:t>//в какой день наибольшее количество изделий</w:t>
      </w:r>
    </w:p>
    <w:p w:rsidR="00F3530D" w:rsidRPr="00317FC7" w:rsidRDefault="00F3530D" w:rsidP="006F3F37">
      <w:pPr>
        <w:jc w:val="both"/>
        <w:rPr>
          <w:lang w:val="en-US"/>
        </w:rPr>
      </w:pPr>
      <w:r>
        <w:tab/>
      </w:r>
      <w:r w:rsidRPr="00317FC7">
        <w:rPr>
          <w:lang w:val="en-US"/>
        </w:rPr>
        <w:t>for(i=0;i&lt;=Recs;i++){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int sum=0;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for (int j=0;j&lt;6;j++){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sum+=Izdelie[i].izd[j];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}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if (sum == max1){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max2 = Izdelie[i].izd[0];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for (int j=1;j&lt;6;j++)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if (Izdelie[i].izd[j]&gt;max2) max2=Izdelie[i].izd[j];</w:t>
      </w:r>
    </w:p>
    <w:p w:rsidR="00F3530D" w:rsidRDefault="00F3530D" w:rsidP="006F3F37">
      <w:pPr>
        <w:jc w:val="both"/>
      </w:pPr>
      <w:r w:rsidRPr="00F3530D">
        <w:lastRenderedPageBreak/>
        <w:tab/>
      </w:r>
      <w:r w:rsidRPr="00F3530D">
        <w:tab/>
      </w:r>
      <w:r>
        <w:t>}</w:t>
      </w:r>
    </w:p>
    <w:p w:rsidR="00F3530D" w:rsidRDefault="00F3530D" w:rsidP="006F3F37">
      <w:pPr>
        <w:jc w:val="both"/>
      </w:pPr>
      <w:r>
        <w:tab/>
        <w:t>}</w:t>
      </w:r>
    </w:p>
    <w:p w:rsidR="00F3530D" w:rsidRDefault="00F3530D" w:rsidP="006F3F37">
      <w:pPr>
        <w:jc w:val="both"/>
      </w:pPr>
      <w:r>
        <w:tab/>
        <w:t>//отображение найденых значений</w:t>
      </w:r>
    </w:p>
    <w:p w:rsidR="00F3530D" w:rsidRDefault="00F3530D" w:rsidP="006F3F37">
      <w:pPr>
        <w:jc w:val="both"/>
      </w:pPr>
      <w:r>
        <w:tab/>
        <w:t>int c=0;</w:t>
      </w:r>
    </w:p>
    <w:p w:rsidR="00F3530D" w:rsidRPr="00317FC7" w:rsidRDefault="00F3530D" w:rsidP="006F3F37">
      <w:pPr>
        <w:jc w:val="both"/>
        <w:rPr>
          <w:lang w:val="en-US"/>
        </w:rPr>
      </w:pPr>
      <w:r>
        <w:tab/>
      </w:r>
      <w:r w:rsidRPr="00317FC7">
        <w:rPr>
          <w:lang w:val="en-US"/>
        </w:rPr>
        <w:t>for(i=0;i&lt;=Recs;i++){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int sum=0;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for (int j=0;j&lt;6;j++){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sum+=Izdelie[i].izd[j];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}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if (sum == max1){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gotoxy(2,2+c);</w:t>
      </w:r>
    </w:p>
    <w:p w:rsidR="00F3530D" w:rsidRDefault="00F3530D" w:rsidP="006F3F37">
      <w:pPr>
        <w:jc w:val="both"/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>
        <w:t>cout&lt;&lt;"Наиболшее число изделий у: "&lt;&lt;Izdelie[i].f;</w:t>
      </w:r>
    </w:p>
    <w:p w:rsidR="00F3530D" w:rsidRPr="00317FC7" w:rsidRDefault="00F3530D" w:rsidP="006F3F37">
      <w:pPr>
        <w:jc w:val="both"/>
        <w:rPr>
          <w:lang w:val="en-US"/>
        </w:rPr>
      </w:pPr>
      <w:r>
        <w:tab/>
      </w:r>
      <w:r>
        <w:tab/>
      </w:r>
      <w:r>
        <w:tab/>
      </w:r>
      <w:r w:rsidRPr="00317FC7">
        <w:rPr>
          <w:lang w:val="en-US"/>
        </w:rPr>
        <w:t>gotoxy(32,2+c);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cout&lt;&lt;"</w:t>
      </w:r>
      <w:r>
        <w:t>День</w:t>
      </w:r>
      <w:r w:rsidRPr="00317FC7">
        <w:rPr>
          <w:lang w:val="en-US"/>
        </w:rPr>
        <w:t>: ";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int d=0;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for (int j=0;j&lt;6;j++)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if (Izdelie[i].izd[j] == max2){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gotoxy(38+d*4,2+c);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if (j==0){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cout&lt;&lt;"</w:t>
      </w:r>
      <w:r>
        <w:t>Пн</w:t>
      </w:r>
      <w:r w:rsidRPr="00317FC7">
        <w:rPr>
          <w:lang w:val="en-US"/>
        </w:rPr>
        <w:t>.";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++d;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}else if (j==1){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cout&lt;&lt;"</w:t>
      </w:r>
      <w:r>
        <w:t>Вт</w:t>
      </w:r>
      <w:r w:rsidRPr="00317FC7">
        <w:rPr>
          <w:lang w:val="en-US"/>
        </w:rPr>
        <w:t>.";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++d;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}else if (j==2){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cout&lt;&lt;"</w:t>
      </w:r>
      <w:r>
        <w:t>Ср</w:t>
      </w:r>
      <w:r w:rsidRPr="00317FC7">
        <w:rPr>
          <w:lang w:val="en-US"/>
        </w:rPr>
        <w:t>.";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++d;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}else if (j==3){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cout&lt;&lt;"</w:t>
      </w:r>
      <w:r>
        <w:t>Чт</w:t>
      </w:r>
      <w:r w:rsidRPr="00317FC7">
        <w:rPr>
          <w:lang w:val="en-US"/>
        </w:rPr>
        <w:t>.";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++d;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}else if (j==4){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cout&lt;&lt;"</w:t>
      </w:r>
      <w:r>
        <w:t>Пт</w:t>
      </w:r>
      <w:r w:rsidRPr="00317FC7">
        <w:rPr>
          <w:lang w:val="en-US"/>
        </w:rPr>
        <w:t>.";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++d;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}else if (j==5){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cout&lt;&lt;"</w:t>
      </w:r>
      <w:r>
        <w:t>Сб</w:t>
      </w:r>
      <w:r w:rsidRPr="00317FC7">
        <w:rPr>
          <w:lang w:val="en-US"/>
        </w:rPr>
        <w:t>.";</w:t>
      </w:r>
    </w:p>
    <w:p w:rsidR="00F3530D" w:rsidRPr="00317FC7" w:rsidRDefault="00BC51A3" w:rsidP="006F3F37">
      <w:pPr>
        <w:jc w:val="both"/>
        <w:rPr>
          <w:lang w:val="en-US"/>
        </w:rPr>
      </w:pPr>
      <w:r>
        <w:rPr>
          <w:noProof/>
        </w:rPr>
        <w:pict>
          <v:group id="_x0000_s3282" style="position:absolute;left:0;text-align:left;margin-left:35.25pt;margin-top:30.2pt;width:553.6pt;height:802.3pt;z-index:251674112;mso-position-horizontal-relative:page;mso-position-vertical-relative:page" coordsize="20000,20000">
            <v:rect id="_x0000_s3283" style="position:absolute;width:20000;height:20000" filled="f" strokeweight="2pt"/>
            <v:line id="_x0000_s3284" style="position:absolute" from="1093,18949" to="1095,19989" strokeweight="2pt"/>
            <v:line id="_x0000_s3285" style="position:absolute" from="10,18941" to="19977,18942" strokeweight="2pt"/>
            <v:line id="_x0000_s3286" style="position:absolute" from="2186,18949" to="2188,19989" strokeweight="2pt"/>
            <v:line id="_x0000_s3287" style="position:absolute" from="4919,18949" to="4921,19989" strokeweight="2pt"/>
            <v:line id="_x0000_s3288" style="position:absolute" from="6557,18959" to="6559,19989" strokeweight="2pt"/>
            <v:line id="_x0000_s3289" style="position:absolute" from="7650,18949" to="7652,19979" strokeweight="2pt"/>
            <v:line id="_x0000_s3290" style="position:absolute" from="18905,18949" to="18909,19989" strokeweight="2pt"/>
            <v:line id="_x0000_s3291" style="position:absolute" from="10,19293" to="7631,19295" strokeweight="1pt"/>
            <v:line id="_x0000_s3292" style="position:absolute" from="10,19646" to="7631,19647" strokeweight="2pt"/>
            <v:line id="_x0000_s3293" style="position:absolute" from="18919,19296" to="19990,19297" strokeweight="1pt"/>
            <v:rect id="_x0000_s3294" style="position:absolute;left:54;top:19660;width:1000;height:309" filled="f" stroked="f" strokeweight=".25pt">
              <v:textbox style="mso-next-textbox:#_x0000_s3294" inset="1pt,1pt,1pt,1pt">
                <w:txbxContent>
                  <w:p w:rsidR="006F3F37" w:rsidRDefault="006F3F37" w:rsidP="006F3F3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3295" style="position:absolute;left:1139;top:19660;width:1001;height:309" filled="f" stroked="f" strokeweight=".25pt">
              <v:textbox style="mso-next-textbox:#_x0000_s3295" inset="1pt,1pt,1pt,1pt">
                <w:txbxContent>
                  <w:p w:rsidR="006F3F37" w:rsidRDefault="006F3F37" w:rsidP="006F3F3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296" style="position:absolute;left:2267;top:19660;width:2573;height:309" filled="f" stroked="f" strokeweight=".25pt">
              <v:textbox style="mso-next-textbox:#_x0000_s3296" inset="1pt,1pt,1pt,1pt">
                <w:txbxContent>
                  <w:p w:rsidR="006F3F37" w:rsidRDefault="006F3F37" w:rsidP="006F3F3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3297" style="position:absolute;left:4983;top:19660;width:1534;height:309" filled="f" stroked="f" strokeweight=".25pt">
              <v:textbox style="mso-next-textbox:#_x0000_s3297" inset="1pt,1pt,1pt,1pt">
                <w:txbxContent>
                  <w:p w:rsidR="006F3F37" w:rsidRDefault="006F3F37" w:rsidP="006F3F3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3298" style="position:absolute;left:6604;top:19660;width:1000;height:309" filled="f" stroked="f" strokeweight=".25pt">
              <v:textbox style="mso-next-textbox:#_x0000_s3298" inset="1pt,1pt,1pt,1pt">
                <w:txbxContent>
                  <w:p w:rsidR="006F3F37" w:rsidRDefault="006F3F37" w:rsidP="006F3F3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299" style="position:absolute;left:18949;top:18977;width:1001;height:309" filled="f" stroked="f" strokeweight=".25pt">
              <v:textbox style="mso-next-textbox:#_x0000_s3299" inset="1pt,1pt,1pt,1pt">
                <w:txbxContent>
                  <w:p w:rsidR="006F3F37" w:rsidRDefault="006F3F37" w:rsidP="006F3F3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300" style="position:absolute;left:18949;top:19435;width:1001;height:423" filled="f" stroked="f" strokeweight=".25pt">
              <v:textbox style="mso-next-textbox:#_x0000_s3300" inset="1pt,1pt,1pt,1pt">
                <w:txbxContent>
                  <w:p w:rsidR="006F3F37" w:rsidRPr="000776FB" w:rsidRDefault="006F3F37" w:rsidP="006F3F37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</w:rPr>
                      <w:t>35</w:t>
                    </w:r>
                  </w:p>
                </w:txbxContent>
              </v:textbox>
            </v:rect>
            <v:rect id="_x0000_s3301" style="position:absolute;left:7745;top:19221;width:11075;height:477" filled="f" stroked="f" strokeweight=".25pt">
              <v:textbox style="mso-next-textbox:#_x0000_s3301" inset="1pt,1pt,1pt,1pt">
                <w:txbxContent>
                  <w:p w:rsidR="006F3F37" w:rsidRPr="000776FB" w:rsidRDefault="006F3F37" w:rsidP="006F3F37"/>
                </w:txbxContent>
              </v:textbox>
            </v:rect>
            <w10:wrap anchorx="page" anchory="page"/>
            <w10:anchorlock/>
          </v:group>
        </w:pict>
      </w:r>
      <w:r w:rsidR="00F3530D" w:rsidRPr="00317FC7">
        <w:rPr>
          <w:lang w:val="en-US"/>
        </w:rPr>
        <w:tab/>
      </w:r>
      <w:r w:rsidR="00F3530D" w:rsidRPr="00317FC7">
        <w:rPr>
          <w:lang w:val="en-US"/>
        </w:rPr>
        <w:tab/>
      </w:r>
      <w:r w:rsidR="00F3530D" w:rsidRPr="00317FC7">
        <w:rPr>
          <w:lang w:val="en-US"/>
        </w:rPr>
        <w:tab/>
      </w:r>
      <w:r w:rsidR="00F3530D" w:rsidRPr="00317FC7">
        <w:rPr>
          <w:lang w:val="en-US"/>
        </w:rPr>
        <w:tab/>
      </w:r>
      <w:r w:rsidR="00F3530D" w:rsidRPr="00317FC7">
        <w:rPr>
          <w:lang w:val="en-US"/>
        </w:rPr>
        <w:tab/>
      </w:r>
      <w:r w:rsidR="00F3530D" w:rsidRPr="00317FC7">
        <w:rPr>
          <w:lang w:val="en-US"/>
        </w:rPr>
        <w:tab/>
        <w:t>++d;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}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}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++c;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}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}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gotoxy(2,2+1+c);</w:t>
      </w:r>
    </w:p>
    <w:p w:rsidR="00F3530D" w:rsidRDefault="00F3530D" w:rsidP="006F3F37">
      <w:pPr>
        <w:jc w:val="both"/>
      </w:pPr>
      <w:r w:rsidRPr="00317FC7">
        <w:rPr>
          <w:lang w:val="en-US"/>
        </w:rPr>
        <w:tab/>
      </w:r>
      <w:r>
        <w:t>cout&lt;&lt;"Для возврата в основное меню нажмите любую клавишу.";</w:t>
      </w:r>
    </w:p>
    <w:p w:rsidR="00F3530D" w:rsidRDefault="00F3530D" w:rsidP="006F3F37">
      <w:pPr>
        <w:jc w:val="both"/>
      </w:pPr>
      <w:r>
        <w:tab/>
        <w:t>getch();</w:t>
      </w:r>
    </w:p>
    <w:p w:rsidR="00F3530D" w:rsidRDefault="00F3530D" w:rsidP="006F3F37">
      <w:pPr>
        <w:jc w:val="both"/>
      </w:pPr>
      <w:r>
        <w:t>}</w:t>
      </w:r>
    </w:p>
    <w:p w:rsidR="00F3530D" w:rsidRDefault="00F3530D" w:rsidP="006F3F37">
      <w:pPr>
        <w:jc w:val="both"/>
      </w:pPr>
    </w:p>
    <w:p w:rsidR="00F3530D" w:rsidRDefault="00F3530D" w:rsidP="006F3F37">
      <w:pPr>
        <w:jc w:val="both"/>
      </w:pPr>
      <w:r>
        <w:t>//код основной программы</w:t>
      </w:r>
    </w:p>
    <w:p w:rsidR="00F3530D" w:rsidRDefault="00F3530D" w:rsidP="006F3F37">
      <w:pPr>
        <w:jc w:val="both"/>
      </w:pPr>
      <w:r>
        <w:t>void main(){</w:t>
      </w:r>
    </w:p>
    <w:p w:rsidR="00F3530D" w:rsidRDefault="00F3530D" w:rsidP="006F3F37">
      <w:pPr>
        <w:jc w:val="both"/>
      </w:pPr>
      <w:r>
        <w:tab/>
        <w:t>clrscr();//очистка экрана</w:t>
      </w:r>
    </w:p>
    <w:p w:rsidR="00F3530D" w:rsidRDefault="00F3530D" w:rsidP="006F3F37">
      <w:pPr>
        <w:jc w:val="both"/>
      </w:pPr>
      <w:r>
        <w:tab/>
        <w:t>textmode(64);// задание тектового режима 80x50 (ширина х высота)</w:t>
      </w:r>
    </w:p>
    <w:p w:rsidR="00F3530D" w:rsidRDefault="00F3530D" w:rsidP="006F3F37">
      <w:pPr>
        <w:jc w:val="both"/>
      </w:pPr>
      <w:r>
        <w:tab/>
        <w:t>OutMenu();//вывод основного меню</w:t>
      </w:r>
    </w:p>
    <w:p w:rsidR="00F3530D" w:rsidRDefault="00F3530D" w:rsidP="006F3F37">
      <w:pPr>
        <w:jc w:val="both"/>
      </w:pPr>
      <w:r>
        <w:lastRenderedPageBreak/>
        <w:tab/>
        <w:t>Recs = rData("izdeliya.dat");//чтение данных из файла если таковой имеется</w:t>
      </w:r>
    </w:p>
    <w:p w:rsidR="00F3530D" w:rsidRPr="00317FC7" w:rsidRDefault="00F3530D" w:rsidP="006F3F37">
      <w:pPr>
        <w:jc w:val="both"/>
        <w:rPr>
          <w:lang w:val="en-US"/>
        </w:rPr>
      </w:pPr>
      <w:r>
        <w:tab/>
      </w:r>
      <w:r w:rsidRPr="00317FC7">
        <w:rPr>
          <w:lang w:val="en-US"/>
        </w:rPr>
        <w:t>while((ch=getch())!=0x1B){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switch(ch){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case '1': AddRec(Iz);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Izdelie[Recs] = Iz;</w:t>
      </w:r>
    </w:p>
    <w:p w:rsidR="00F3530D" w:rsidRPr="002F2EC5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2F2EC5">
        <w:rPr>
          <w:lang w:val="en-US"/>
        </w:rPr>
        <w:t>break;</w:t>
      </w:r>
    </w:p>
    <w:p w:rsidR="00F3530D" w:rsidRPr="002F2EC5" w:rsidRDefault="00F3530D" w:rsidP="006F3F37">
      <w:pPr>
        <w:jc w:val="both"/>
        <w:rPr>
          <w:lang w:val="en-US"/>
        </w:rPr>
      </w:pPr>
      <w:r w:rsidRPr="002F2EC5">
        <w:rPr>
          <w:lang w:val="en-US"/>
        </w:rPr>
        <w:tab/>
      </w:r>
      <w:r w:rsidRPr="002F2EC5">
        <w:rPr>
          <w:lang w:val="en-US"/>
        </w:rPr>
        <w:tab/>
      </w:r>
      <w:r w:rsidRPr="002F2EC5">
        <w:rPr>
          <w:lang w:val="en-US"/>
        </w:rPr>
        <w:tab/>
        <w:t>case '2': OutAllData();</w:t>
      </w:r>
    </w:p>
    <w:p w:rsidR="00F3530D" w:rsidRPr="00317FC7" w:rsidRDefault="00F3530D" w:rsidP="006F3F37">
      <w:pPr>
        <w:jc w:val="both"/>
        <w:rPr>
          <w:lang w:val="en-US"/>
        </w:rPr>
      </w:pPr>
      <w:r w:rsidRPr="002F2EC5">
        <w:rPr>
          <w:lang w:val="en-US"/>
        </w:rPr>
        <w:tab/>
      </w:r>
      <w:r w:rsidRPr="002F2EC5">
        <w:rPr>
          <w:lang w:val="en-US"/>
        </w:rPr>
        <w:tab/>
      </w:r>
      <w:r w:rsidRPr="002F2EC5">
        <w:rPr>
          <w:lang w:val="en-US"/>
        </w:rPr>
        <w:tab/>
      </w:r>
      <w:r w:rsidRPr="002F2EC5">
        <w:rPr>
          <w:lang w:val="en-US"/>
        </w:rPr>
        <w:tab/>
      </w:r>
      <w:r w:rsidRPr="002F2EC5">
        <w:rPr>
          <w:lang w:val="en-US"/>
        </w:rPr>
        <w:tab/>
      </w:r>
      <w:r w:rsidRPr="002F2EC5">
        <w:rPr>
          <w:lang w:val="en-US"/>
        </w:rPr>
        <w:tab/>
      </w:r>
      <w:r w:rsidRPr="002F2EC5">
        <w:rPr>
          <w:lang w:val="en-US"/>
        </w:rPr>
        <w:tab/>
      </w:r>
      <w:r w:rsidRPr="002F2EC5">
        <w:rPr>
          <w:lang w:val="en-US"/>
        </w:rPr>
        <w:tab/>
      </w:r>
      <w:r w:rsidRPr="00317FC7">
        <w:rPr>
          <w:lang w:val="en-US"/>
        </w:rPr>
        <w:t>break;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case '3': sumIzdelies();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break;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case '4': Sborshik();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</w:r>
      <w:r w:rsidRPr="00317FC7">
        <w:rPr>
          <w:lang w:val="en-US"/>
        </w:rPr>
        <w:tab/>
        <w:t>break;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}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clrscr();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</w:r>
      <w:r w:rsidRPr="00317FC7">
        <w:rPr>
          <w:lang w:val="en-US"/>
        </w:rPr>
        <w:tab/>
        <w:t>OutMenu();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}</w:t>
      </w:r>
    </w:p>
    <w:p w:rsidR="00F3530D" w:rsidRPr="00317FC7" w:rsidRDefault="00F3530D" w:rsidP="006F3F37">
      <w:pPr>
        <w:jc w:val="both"/>
        <w:rPr>
          <w:lang w:val="en-US"/>
        </w:rPr>
      </w:pPr>
      <w:r w:rsidRPr="00317FC7">
        <w:rPr>
          <w:lang w:val="en-US"/>
        </w:rPr>
        <w:tab/>
        <w:t>wData("izdeliya.dat"); //</w:t>
      </w:r>
      <w:r>
        <w:t>запись</w:t>
      </w:r>
      <w:r w:rsidRPr="00317FC7">
        <w:rPr>
          <w:lang w:val="en-US"/>
        </w:rPr>
        <w:t xml:space="preserve"> </w:t>
      </w:r>
      <w:r>
        <w:t>данных</w:t>
      </w:r>
      <w:r w:rsidRPr="00317FC7">
        <w:rPr>
          <w:lang w:val="en-US"/>
        </w:rPr>
        <w:t xml:space="preserve"> </w:t>
      </w:r>
      <w:r>
        <w:t>в</w:t>
      </w:r>
      <w:r w:rsidRPr="00317FC7">
        <w:rPr>
          <w:lang w:val="en-US"/>
        </w:rPr>
        <w:t xml:space="preserve"> </w:t>
      </w:r>
      <w:r>
        <w:t>файл</w:t>
      </w:r>
    </w:p>
    <w:p w:rsidR="00F3530D" w:rsidRDefault="00F3530D" w:rsidP="006F3F37">
      <w:pPr>
        <w:jc w:val="both"/>
      </w:pPr>
      <w:r>
        <w:t>}</w:t>
      </w:r>
    </w:p>
    <w:p w:rsidR="00F3530D" w:rsidRDefault="00BC51A3" w:rsidP="006F3F37">
      <w:pPr>
        <w:jc w:val="both"/>
        <w:rPr>
          <w:b/>
          <w:sz w:val="28"/>
          <w:szCs w:val="28"/>
        </w:rPr>
      </w:pPr>
      <w:r>
        <w:rPr>
          <w:noProof/>
        </w:rPr>
        <w:pict>
          <v:group id="_x0000_s3142" style="position:absolute;left:0;text-align:left;margin-left:21.85pt;margin-top:21.05pt;width:551.25pt;height:802.3pt;z-index:251667968;mso-position-horizontal-relative:page;mso-position-vertical-relative:page" coordsize="20000,20000">
            <v:rect id="_x0000_s3143" style="position:absolute;width:20000;height:20000" filled="f" strokeweight="2pt"/>
            <v:line id="_x0000_s3144" style="position:absolute" from="1093,18949" to="1095,19989" strokeweight="2pt"/>
            <v:line id="_x0000_s3145" style="position:absolute" from="10,18941" to="19977,18942" strokeweight="2pt"/>
            <v:line id="_x0000_s3146" style="position:absolute" from="2186,18949" to="2188,19989" strokeweight="2pt"/>
            <v:line id="_x0000_s3147" style="position:absolute" from="4919,18949" to="4921,19989" strokeweight="2pt"/>
            <v:line id="_x0000_s3148" style="position:absolute" from="6557,18959" to="6559,19989" strokeweight="2pt"/>
            <v:line id="_x0000_s3149" style="position:absolute" from="7650,18949" to="7652,19979" strokeweight="2pt"/>
            <v:line id="_x0000_s3150" style="position:absolute" from="18905,18949" to="18909,19989" strokeweight="2pt"/>
            <v:line id="_x0000_s3151" style="position:absolute" from="10,19293" to="7631,19295" strokeweight="1pt"/>
            <v:line id="_x0000_s3152" style="position:absolute" from="10,19646" to="7631,19647" strokeweight="2pt"/>
            <v:line id="_x0000_s3153" style="position:absolute" from="18919,19296" to="19990,19297" strokeweight="1pt"/>
            <v:rect id="_x0000_s3154" style="position:absolute;left:54;top:19660;width:1000;height:309" filled="f" stroked="f" strokeweight=".25pt">
              <v:textbox style="mso-next-textbox:#_x0000_s3154" inset="1pt,1pt,1pt,1pt">
                <w:txbxContent>
                  <w:p w:rsidR="00F3530D" w:rsidRDefault="00F3530D" w:rsidP="00F3530D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3155" style="position:absolute;left:1139;top:19660;width:1001;height:309" filled="f" stroked="f" strokeweight=".25pt">
              <v:textbox style="mso-next-textbox:#_x0000_s3155" inset="1pt,1pt,1pt,1pt">
                <w:txbxContent>
                  <w:p w:rsidR="00F3530D" w:rsidRDefault="00F3530D" w:rsidP="00F3530D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156" style="position:absolute;left:2267;top:19660;width:2573;height:309" filled="f" stroked="f" strokeweight=".25pt">
              <v:textbox style="mso-next-textbox:#_x0000_s3156" inset="1pt,1pt,1pt,1pt">
                <w:txbxContent>
                  <w:p w:rsidR="00F3530D" w:rsidRDefault="00F3530D" w:rsidP="00F3530D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3157" style="position:absolute;left:4983;top:19660;width:1534;height:309" filled="f" stroked="f" strokeweight=".25pt">
              <v:textbox style="mso-next-textbox:#_x0000_s3157" inset="1pt,1pt,1pt,1pt">
                <w:txbxContent>
                  <w:p w:rsidR="00F3530D" w:rsidRDefault="00F3530D" w:rsidP="00F3530D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3158" style="position:absolute;left:6604;top:19660;width:1000;height:309" filled="f" stroked="f" strokeweight=".25pt">
              <v:textbox style="mso-next-textbox:#_x0000_s3158" inset="1pt,1pt,1pt,1pt">
                <w:txbxContent>
                  <w:p w:rsidR="00F3530D" w:rsidRDefault="00F3530D" w:rsidP="00F3530D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159" style="position:absolute;left:18949;top:18977;width:1001;height:309" filled="f" stroked="f" strokeweight=".25pt">
              <v:textbox style="mso-next-textbox:#_x0000_s3159" inset="1pt,1pt,1pt,1pt">
                <w:txbxContent>
                  <w:p w:rsidR="00F3530D" w:rsidRDefault="00F3530D" w:rsidP="00F3530D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160" style="position:absolute;left:18949;top:19435;width:1001;height:423" filled="f" stroked="f" strokeweight=".25pt">
              <v:textbox style="mso-next-textbox:#_x0000_s3160" inset="1pt,1pt,1pt,1pt">
                <w:txbxContent>
                  <w:p w:rsidR="00F3530D" w:rsidRDefault="006F3F37" w:rsidP="00F3530D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</w:rPr>
                      <w:t>36</w:t>
                    </w:r>
                  </w:p>
                  <w:p w:rsidR="00F3530D" w:rsidRDefault="00F3530D" w:rsidP="00F3530D">
                    <w:pPr>
                      <w:jc w:val="center"/>
                      <w:rPr>
                        <w:i/>
                      </w:rPr>
                    </w:pPr>
                  </w:p>
                  <w:p w:rsidR="00F3530D" w:rsidRPr="00965E7C" w:rsidRDefault="00F3530D" w:rsidP="00F3530D">
                    <w:pPr>
                      <w:jc w:val="center"/>
                      <w:rPr>
                        <w:i/>
                      </w:rPr>
                    </w:pPr>
                  </w:p>
                </w:txbxContent>
              </v:textbox>
            </v:rect>
            <v:rect id="_x0000_s3161" style="position:absolute;left:7745;top:19221;width:11075;height:477" filled="f" stroked="f" strokeweight=".25pt">
              <v:textbox style="mso-next-textbox:#_x0000_s3161" inset="1pt,1pt,1pt,1pt">
                <w:txbxContent>
                  <w:p w:rsidR="00F3530D" w:rsidRPr="00965E7C" w:rsidRDefault="00F3530D" w:rsidP="00F3530D"/>
                </w:txbxContent>
              </v:textbox>
            </v:rect>
            <w10:wrap anchorx="page" anchory="page"/>
            <w10:anchorlock/>
          </v:group>
        </w:pict>
      </w:r>
      <w:r w:rsidR="00F3530D">
        <w:br w:type="page"/>
      </w:r>
      <w:bookmarkStart w:id="2" w:name="_GoBack"/>
      <w:bookmarkEnd w:id="2"/>
    </w:p>
    <w:sectPr w:rsidR="00F3530D">
      <w:pgSz w:w="11907" w:h="16840" w:code="9"/>
      <w:pgMar w:top="907" w:right="851" w:bottom="175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86121"/>
    <w:multiLevelType w:val="hybridMultilevel"/>
    <w:tmpl w:val="1620491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12DB04D1"/>
    <w:multiLevelType w:val="multilevel"/>
    <w:tmpl w:val="80688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163782"/>
    <w:multiLevelType w:val="hybridMultilevel"/>
    <w:tmpl w:val="72C8CA9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8714C05"/>
    <w:multiLevelType w:val="hybridMultilevel"/>
    <w:tmpl w:val="54523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5A4FDE"/>
    <w:multiLevelType w:val="hybridMultilevel"/>
    <w:tmpl w:val="60F4E9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5D751B"/>
    <w:multiLevelType w:val="hybridMultilevel"/>
    <w:tmpl w:val="D562CD6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515D334A"/>
    <w:multiLevelType w:val="hybridMultilevel"/>
    <w:tmpl w:val="D4AE8F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942CF1"/>
    <w:multiLevelType w:val="hybridMultilevel"/>
    <w:tmpl w:val="D4B25604"/>
    <w:lvl w:ilvl="0" w:tplc="B726B0B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EB6679E"/>
    <w:multiLevelType w:val="multilevel"/>
    <w:tmpl w:val="B2B8B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2"/>
  </w:num>
  <w:num w:numId="7">
    <w:abstractNumId w:val="5"/>
  </w:num>
  <w:num w:numId="8">
    <w:abstractNumId w:val="1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2378"/>
    <w:rsid w:val="000178E9"/>
    <w:rsid w:val="00033332"/>
    <w:rsid w:val="0003715B"/>
    <w:rsid w:val="00040E24"/>
    <w:rsid w:val="000422C4"/>
    <w:rsid w:val="00042EB6"/>
    <w:rsid w:val="00055C05"/>
    <w:rsid w:val="00063BB8"/>
    <w:rsid w:val="000776FB"/>
    <w:rsid w:val="0009278E"/>
    <w:rsid w:val="000A5176"/>
    <w:rsid w:val="000A6A07"/>
    <w:rsid w:val="000B59AE"/>
    <w:rsid w:val="000B7C6F"/>
    <w:rsid w:val="000D6E1C"/>
    <w:rsid w:val="000E6870"/>
    <w:rsid w:val="000F5AB1"/>
    <w:rsid w:val="000F6D48"/>
    <w:rsid w:val="0010539F"/>
    <w:rsid w:val="001316B6"/>
    <w:rsid w:val="00132424"/>
    <w:rsid w:val="001370BA"/>
    <w:rsid w:val="00145AFE"/>
    <w:rsid w:val="001503C3"/>
    <w:rsid w:val="00150DFC"/>
    <w:rsid w:val="00153EEA"/>
    <w:rsid w:val="00161F11"/>
    <w:rsid w:val="001937EA"/>
    <w:rsid w:val="00194695"/>
    <w:rsid w:val="0019682B"/>
    <w:rsid w:val="001C58F9"/>
    <w:rsid w:val="001E533E"/>
    <w:rsid w:val="001F3780"/>
    <w:rsid w:val="00215A4D"/>
    <w:rsid w:val="00245D69"/>
    <w:rsid w:val="00257796"/>
    <w:rsid w:val="00277C1D"/>
    <w:rsid w:val="002830CC"/>
    <w:rsid w:val="002A4BC6"/>
    <w:rsid w:val="002F036A"/>
    <w:rsid w:val="002F2EC5"/>
    <w:rsid w:val="00311EF6"/>
    <w:rsid w:val="0031766A"/>
    <w:rsid w:val="003360F2"/>
    <w:rsid w:val="00354094"/>
    <w:rsid w:val="003900DF"/>
    <w:rsid w:val="003A6519"/>
    <w:rsid w:val="003C176C"/>
    <w:rsid w:val="003E12D9"/>
    <w:rsid w:val="00442378"/>
    <w:rsid w:val="004467A7"/>
    <w:rsid w:val="00454A80"/>
    <w:rsid w:val="0047460E"/>
    <w:rsid w:val="0049145E"/>
    <w:rsid w:val="004B66B6"/>
    <w:rsid w:val="004C1550"/>
    <w:rsid w:val="004E1D74"/>
    <w:rsid w:val="004F7E31"/>
    <w:rsid w:val="0051145D"/>
    <w:rsid w:val="00531C77"/>
    <w:rsid w:val="0054336B"/>
    <w:rsid w:val="00545CA1"/>
    <w:rsid w:val="00574DD1"/>
    <w:rsid w:val="005825E2"/>
    <w:rsid w:val="005860A9"/>
    <w:rsid w:val="00597E8E"/>
    <w:rsid w:val="005B2A24"/>
    <w:rsid w:val="005D0FB0"/>
    <w:rsid w:val="005D5E32"/>
    <w:rsid w:val="005F7DB4"/>
    <w:rsid w:val="00607361"/>
    <w:rsid w:val="006531D7"/>
    <w:rsid w:val="00666AC6"/>
    <w:rsid w:val="00671BD7"/>
    <w:rsid w:val="00673B17"/>
    <w:rsid w:val="00675EBD"/>
    <w:rsid w:val="00690FDF"/>
    <w:rsid w:val="006924BB"/>
    <w:rsid w:val="00693093"/>
    <w:rsid w:val="006939E7"/>
    <w:rsid w:val="006A5871"/>
    <w:rsid w:val="006C5CD6"/>
    <w:rsid w:val="006E1FD3"/>
    <w:rsid w:val="006F3F37"/>
    <w:rsid w:val="006F6A93"/>
    <w:rsid w:val="0070107D"/>
    <w:rsid w:val="00701D6F"/>
    <w:rsid w:val="00702C49"/>
    <w:rsid w:val="0076449B"/>
    <w:rsid w:val="00766735"/>
    <w:rsid w:val="00781F2D"/>
    <w:rsid w:val="007A01C3"/>
    <w:rsid w:val="007C4602"/>
    <w:rsid w:val="007F5648"/>
    <w:rsid w:val="00802731"/>
    <w:rsid w:val="008044CC"/>
    <w:rsid w:val="008071A4"/>
    <w:rsid w:val="00845D03"/>
    <w:rsid w:val="00852965"/>
    <w:rsid w:val="008551F1"/>
    <w:rsid w:val="008863DB"/>
    <w:rsid w:val="00890A44"/>
    <w:rsid w:val="00892104"/>
    <w:rsid w:val="008B27DA"/>
    <w:rsid w:val="008D2393"/>
    <w:rsid w:val="008D79BB"/>
    <w:rsid w:val="0090011D"/>
    <w:rsid w:val="00922AA7"/>
    <w:rsid w:val="00933894"/>
    <w:rsid w:val="009435BC"/>
    <w:rsid w:val="00956A45"/>
    <w:rsid w:val="00965E7C"/>
    <w:rsid w:val="0097136D"/>
    <w:rsid w:val="00973D08"/>
    <w:rsid w:val="009973D8"/>
    <w:rsid w:val="009A7C11"/>
    <w:rsid w:val="009D04BD"/>
    <w:rsid w:val="009F54F7"/>
    <w:rsid w:val="00A24A6E"/>
    <w:rsid w:val="00A26DEF"/>
    <w:rsid w:val="00A338DE"/>
    <w:rsid w:val="00A55A92"/>
    <w:rsid w:val="00A65B98"/>
    <w:rsid w:val="00AA22B6"/>
    <w:rsid w:val="00AB210B"/>
    <w:rsid w:val="00AC2819"/>
    <w:rsid w:val="00AF3438"/>
    <w:rsid w:val="00B31B7C"/>
    <w:rsid w:val="00B33BC2"/>
    <w:rsid w:val="00B47F69"/>
    <w:rsid w:val="00B5221D"/>
    <w:rsid w:val="00B63671"/>
    <w:rsid w:val="00B64036"/>
    <w:rsid w:val="00B72D0E"/>
    <w:rsid w:val="00B773C8"/>
    <w:rsid w:val="00B9788B"/>
    <w:rsid w:val="00BC14C6"/>
    <w:rsid w:val="00BC51A3"/>
    <w:rsid w:val="00C0417D"/>
    <w:rsid w:val="00C06B25"/>
    <w:rsid w:val="00C10380"/>
    <w:rsid w:val="00C17B04"/>
    <w:rsid w:val="00C22128"/>
    <w:rsid w:val="00C41D6E"/>
    <w:rsid w:val="00C518C9"/>
    <w:rsid w:val="00C95C9F"/>
    <w:rsid w:val="00CA3A34"/>
    <w:rsid w:val="00CA5526"/>
    <w:rsid w:val="00CA5DC8"/>
    <w:rsid w:val="00CB03A4"/>
    <w:rsid w:val="00CF79AF"/>
    <w:rsid w:val="00D668BC"/>
    <w:rsid w:val="00D8032A"/>
    <w:rsid w:val="00D8358D"/>
    <w:rsid w:val="00D84182"/>
    <w:rsid w:val="00D97B76"/>
    <w:rsid w:val="00DA0FF6"/>
    <w:rsid w:val="00DC261B"/>
    <w:rsid w:val="00DE1E9A"/>
    <w:rsid w:val="00E22760"/>
    <w:rsid w:val="00E22CBB"/>
    <w:rsid w:val="00E24F7E"/>
    <w:rsid w:val="00E27FC2"/>
    <w:rsid w:val="00E31207"/>
    <w:rsid w:val="00E36F00"/>
    <w:rsid w:val="00E457D6"/>
    <w:rsid w:val="00E507E6"/>
    <w:rsid w:val="00E71C59"/>
    <w:rsid w:val="00E76E10"/>
    <w:rsid w:val="00E76FC6"/>
    <w:rsid w:val="00E8345A"/>
    <w:rsid w:val="00E9418F"/>
    <w:rsid w:val="00E970EF"/>
    <w:rsid w:val="00EB0340"/>
    <w:rsid w:val="00EB311B"/>
    <w:rsid w:val="00EC4D77"/>
    <w:rsid w:val="00ED0E3E"/>
    <w:rsid w:val="00EE2CFA"/>
    <w:rsid w:val="00F0620C"/>
    <w:rsid w:val="00F24D5F"/>
    <w:rsid w:val="00F3530D"/>
    <w:rsid w:val="00F4785C"/>
    <w:rsid w:val="00F725FA"/>
    <w:rsid w:val="00F744B7"/>
    <w:rsid w:val="00FA3E8B"/>
    <w:rsid w:val="00FB663B"/>
    <w:rsid w:val="00FE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metricconverter"/>
  <w:shapeDefaults>
    <o:shapedefaults v:ext="edit" spidmax="3308"/>
    <o:shapelayout v:ext="edit">
      <o:idmap v:ext="edit" data="1,2,3"/>
      <o:rules v:ext="edit">
        <o:r id="V:Rule23" type="connector" idref="#_x0000_s2508">
          <o:proxy start="" idref="#_x0000_s2503" connectloc="2"/>
          <o:proxy end="" idref="#_x0000_s2488" connectloc="0"/>
        </o:r>
        <o:r id="V:Rule24" type="connector" idref="#_x0000_s2507">
          <o:proxy start="" idref="#_x0000_s2494" connectloc="3"/>
          <o:proxy end="" idref="#_x0000_s2503" connectloc="6"/>
        </o:r>
        <o:r id="V:Rule25" type="connector" idref="#_x0000_s1943">
          <o:proxy start="" idref="#_x0000_s1913" connectloc="2"/>
          <o:proxy end="" idref="#_x0000_s1916" connectloc="6"/>
        </o:r>
        <o:r id="V:Rule26" type="connector" idref="#_x0000_s2511">
          <o:proxy start="" idref="#_x0000_s2488" connectloc="3"/>
          <o:proxy end="" idref="#_x0000_s2509" connectloc="0"/>
        </o:r>
        <o:r id="V:Rule27" type="connector" idref="#_x0000_s1945">
          <o:proxy start="" idref="#_x0000_s1913" connectloc="3"/>
          <o:proxy end="" idref="#_x0000_s1918" connectloc="7"/>
        </o:r>
        <o:r id="V:Rule28" type="connector" idref="#_x0000_s2512">
          <o:proxy start="" idref="#_x0000_s2509" connectloc="2"/>
          <o:proxy end="" idref="#_x0000_s2510" connectloc="0"/>
        </o:r>
        <o:r id="V:Rule29" type="connector" idref="#_x0000_s1944">
          <o:proxy start="" idref="#_x0000_s1913" connectloc="3"/>
          <o:proxy end="" idref="#_x0000_s1917" connectloc="7"/>
        </o:r>
        <o:r id="V:Rule30" type="connector" idref="#_x0000_s2496">
          <o:proxy start="" idref="#_x0000_s2487" connectloc="4"/>
          <o:proxy end="" idref="#_x0000_s2489" connectloc="0"/>
        </o:r>
        <o:r id="V:Rule31" type="connector" idref="#_x0000_s2497">
          <o:proxy start="" idref="#_x0000_s2489" connectloc="2"/>
          <o:proxy end="" idref="#_x0000_s2488" connectloc="0"/>
        </o:r>
        <o:r id="V:Rule32" type="connector" idref="#_x0000_s1947">
          <o:proxy start="" idref="#_x0000_s1913" connectloc="5"/>
          <o:proxy end="" idref="#_x0000_s1920" connectloc="1"/>
        </o:r>
        <o:r id="V:Rule33" type="connector" idref="#_x0000_s2504">
          <o:proxy start="" idref="#_x0000_s2491" connectloc="3"/>
          <o:proxy end="" idref="#_x0000_s2503" connectloc="6"/>
        </o:r>
        <o:r id="V:Rule34" type="connector" idref="#_x0000_s2502">
          <o:proxy start="" idref="#_x0000_s2490" connectloc="2"/>
          <o:proxy end="" idref="#_x0000_s2494" connectloc="1"/>
        </o:r>
        <o:r id="V:Rule35" type="connector" idref="#_x0000_s2505">
          <o:proxy start="" idref="#_x0000_s2492" connectloc="3"/>
          <o:proxy end="" idref="#_x0000_s2503" connectloc="6"/>
        </o:r>
        <o:r id="V:Rule36" type="connector" idref="#_x0000_s1948">
          <o:proxy start="" idref="#_x0000_s1913" connectloc="6"/>
          <o:proxy end="" idref="#_x0000_s1921" connectloc="1"/>
        </o:r>
        <o:r id="V:Rule37" type="connector" idref="#_x0000_s2506">
          <o:proxy start="" idref="#_x0000_s2493" connectloc="3"/>
          <o:proxy end="" idref="#_x0000_s2503" connectloc="6"/>
        </o:r>
        <o:r id="V:Rule38" type="connector" idref="#_x0000_s2500">
          <o:proxy start="" idref="#_x0000_s2490" connectloc="2"/>
          <o:proxy end="" idref="#_x0000_s2492" connectloc="1"/>
        </o:r>
        <o:r id="V:Rule39" type="connector" idref="#_x0000_s1946">
          <o:proxy start="" idref="#_x0000_s1913" connectloc="4"/>
          <o:proxy end="" idref="#_x0000_s1919" connectloc="0"/>
        </o:r>
        <o:r id="V:Rule40" type="connector" idref="#_x0000_s2501">
          <o:proxy start="" idref="#_x0000_s2490" connectloc="2"/>
          <o:proxy end="" idref="#_x0000_s2493" connectloc="1"/>
        </o:r>
        <o:r id="V:Rule41" type="connector" idref="#_x0000_s2499">
          <o:proxy start="" idref="#_x0000_s2490" connectloc="2"/>
          <o:proxy end="" idref="#_x0000_s2491" connectloc="1"/>
        </o:r>
        <o:r id="V:Rule42" type="connector" idref="#_x0000_s1949">
          <o:proxy start="" idref="#_x0000_s1913" connectloc="6"/>
          <o:proxy end="" idref="#_x0000_s1922" connectloc="2"/>
        </o:r>
        <o:r id="V:Rule43" type="connector" idref="#_x0000_s2495">
          <o:proxy start="" idref="#_x0000_s2486" connectloc="2"/>
          <o:proxy end="" idref="#_x0000_s2487" connectloc="1"/>
        </o:r>
        <o:r id="V:Rule44" type="connector" idref="#_x0000_s2498">
          <o:proxy start="" idref="#_x0000_s2488" connectloc="2"/>
          <o:proxy end="" idref="#_x0000_s2490" connectloc="0"/>
        </o:r>
      </o:rules>
      <o:regrouptable v:ext="edit">
        <o:entry new="1" old="0"/>
        <o:entry new="2" old="0"/>
        <o:entry new="3" old="0"/>
      </o:regrouptable>
    </o:shapelayout>
  </w:shapeDefaults>
  <w:decimalSymbol w:val=","/>
  <w:listSeparator w:val=";"/>
  <w15:chartTrackingRefBased/>
  <w15:docId w15:val="{A961CAC0-214D-44D0-A2FD-A22C042C8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378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suppressAutoHyphens/>
      <w:spacing w:line="336" w:lineRule="auto"/>
      <w:jc w:val="center"/>
      <w:outlineLvl w:val="0"/>
    </w:pPr>
    <w:rPr>
      <w:b/>
      <w:caps/>
      <w:kern w:val="28"/>
      <w:lang w:val="uk-UA"/>
    </w:rPr>
  </w:style>
  <w:style w:type="paragraph" w:styleId="2">
    <w:name w:val="heading 2"/>
    <w:basedOn w:val="a"/>
    <w:next w:val="a"/>
    <w:qFormat/>
    <w:pPr>
      <w:suppressAutoHyphens/>
      <w:spacing w:line="336" w:lineRule="auto"/>
      <w:ind w:left="851"/>
      <w:outlineLvl w:val="1"/>
    </w:pPr>
    <w:rPr>
      <w:b/>
      <w:lang w:val="uk-UA"/>
    </w:rPr>
  </w:style>
  <w:style w:type="paragraph" w:styleId="3">
    <w:name w:val="heading 3"/>
    <w:basedOn w:val="a"/>
    <w:next w:val="a"/>
    <w:qFormat/>
    <w:pPr>
      <w:suppressAutoHyphens/>
      <w:spacing w:line="336" w:lineRule="auto"/>
      <w:ind w:left="851"/>
      <w:outlineLvl w:val="2"/>
    </w:pPr>
    <w:rPr>
      <w:b/>
      <w:lang w:val="uk-UA"/>
    </w:rPr>
  </w:style>
  <w:style w:type="paragraph" w:styleId="4">
    <w:name w:val="heading 4"/>
    <w:basedOn w:val="a"/>
    <w:next w:val="a"/>
    <w:qFormat/>
    <w:pPr>
      <w:suppressAutoHyphens/>
      <w:spacing w:line="336" w:lineRule="auto"/>
      <w:jc w:val="center"/>
      <w:outlineLvl w:val="3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lang w:val="uk-UA"/>
    </w:rPr>
  </w:style>
  <w:style w:type="paragraph" w:styleId="a4">
    <w:name w:val="caption"/>
    <w:basedOn w:val="a"/>
    <w:next w:val="a"/>
    <w:qFormat/>
    <w:pPr>
      <w:suppressAutoHyphens/>
      <w:spacing w:line="336" w:lineRule="auto"/>
      <w:jc w:val="center"/>
    </w:pPr>
    <w:rPr>
      <w:lang w:val="uk-UA"/>
    </w:rPr>
  </w:style>
  <w:style w:type="paragraph" w:styleId="a5">
    <w:name w:val="footer"/>
    <w:basedOn w:val="a"/>
    <w:pPr>
      <w:tabs>
        <w:tab w:val="center" w:pos="4153"/>
        <w:tab w:val="right" w:pos="8306"/>
      </w:tabs>
    </w:pPr>
    <w:rPr>
      <w:lang w:val="uk-UA"/>
    </w:rPr>
  </w:style>
  <w:style w:type="character" w:styleId="a6">
    <w:name w:val="page number"/>
    <w:basedOn w:val="a0"/>
    <w:rPr>
      <w:rFonts w:ascii="Times New Roman" w:hAnsi="Times New Roman"/>
      <w:noProof w:val="0"/>
      <w:lang w:val="uk-UA"/>
    </w:rPr>
  </w:style>
  <w:style w:type="paragraph" w:styleId="11">
    <w:name w:val="toc 1"/>
    <w:basedOn w:val="a"/>
    <w:next w:val="a"/>
    <w:autoRedefine/>
    <w:semiHidden/>
    <w:pPr>
      <w:tabs>
        <w:tab w:val="right" w:leader="dot" w:pos="9355"/>
      </w:tabs>
      <w:spacing w:line="336" w:lineRule="auto"/>
      <w:ind w:right="851"/>
    </w:pPr>
    <w:rPr>
      <w:caps/>
    </w:rPr>
  </w:style>
  <w:style w:type="paragraph" w:styleId="20">
    <w:name w:val="toc 2"/>
    <w:basedOn w:val="a"/>
    <w:next w:val="a"/>
    <w:autoRedefine/>
    <w:semiHidden/>
    <w:pPr>
      <w:tabs>
        <w:tab w:val="right" w:leader="dot" w:pos="9355"/>
      </w:tabs>
      <w:spacing w:line="336" w:lineRule="auto"/>
      <w:ind w:left="284" w:right="851"/>
    </w:pPr>
  </w:style>
  <w:style w:type="paragraph" w:styleId="30">
    <w:name w:val="toc 3"/>
    <w:basedOn w:val="a"/>
    <w:next w:val="a"/>
    <w:autoRedefine/>
    <w:semiHidden/>
    <w:pPr>
      <w:tabs>
        <w:tab w:val="right" w:leader="dot" w:pos="9355"/>
      </w:tabs>
      <w:spacing w:line="336" w:lineRule="auto"/>
      <w:ind w:left="567" w:right="851"/>
    </w:pPr>
  </w:style>
  <w:style w:type="paragraph" w:styleId="40">
    <w:name w:val="toc 4"/>
    <w:basedOn w:val="a"/>
    <w:next w:val="a"/>
    <w:autoRedefine/>
    <w:semiHidden/>
    <w:pPr>
      <w:tabs>
        <w:tab w:val="right" w:leader="dot" w:pos="9356"/>
      </w:tabs>
      <w:spacing w:line="336" w:lineRule="auto"/>
      <w:ind w:left="284" w:right="851"/>
    </w:pPr>
  </w:style>
  <w:style w:type="paragraph" w:styleId="a7">
    <w:name w:val="Body Text"/>
    <w:basedOn w:val="a"/>
    <w:pPr>
      <w:spacing w:line="336" w:lineRule="auto"/>
      <w:ind w:firstLine="851"/>
    </w:pPr>
  </w:style>
  <w:style w:type="paragraph" w:customStyle="1" w:styleId="a8">
    <w:name w:val="Переменные"/>
    <w:basedOn w:val="a7"/>
    <w:pPr>
      <w:tabs>
        <w:tab w:val="left" w:pos="482"/>
      </w:tabs>
      <w:ind w:left="482" w:hanging="482"/>
    </w:pPr>
  </w:style>
  <w:style w:type="paragraph" w:styleId="a9">
    <w:name w:val="Document Map"/>
    <w:basedOn w:val="a"/>
    <w:semiHidden/>
    <w:pPr>
      <w:shd w:val="clear" w:color="auto" w:fill="000080"/>
    </w:pPr>
  </w:style>
  <w:style w:type="paragraph" w:customStyle="1" w:styleId="aa">
    <w:name w:val="Формула"/>
    <w:basedOn w:val="a7"/>
    <w:pPr>
      <w:tabs>
        <w:tab w:val="center" w:pos="4536"/>
        <w:tab w:val="right" w:pos="9356"/>
      </w:tabs>
      <w:ind w:firstLine="0"/>
    </w:pPr>
  </w:style>
  <w:style w:type="paragraph" w:customStyle="1" w:styleId="ab">
    <w:name w:val="Чертежный"/>
    <w:pPr>
      <w:jc w:val="both"/>
    </w:pPr>
    <w:rPr>
      <w:rFonts w:ascii="ISOCPEUR" w:hAnsi="ISOCPEUR"/>
      <w:i/>
      <w:sz w:val="28"/>
      <w:lang w:val="uk-UA"/>
    </w:rPr>
  </w:style>
  <w:style w:type="paragraph" w:customStyle="1" w:styleId="ac">
    <w:name w:val="Листинг программы"/>
    <w:pPr>
      <w:suppressAutoHyphens/>
    </w:pPr>
    <w:rPr>
      <w:noProof/>
    </w:rPr>
  </w:style>
  <w:style w:type="paragraph" w:styleId="ad">
    <w:name w:val="annotation text"/>
    <w:basedOn w:val="a"/>
    <w:semiHidden/>
    <w:rPr>
      <w:rFonts w:ascii="Journal" w:hAnsi="Journal"/>
    </w:rPr>
  </w:style>
  <w:style w:type="paragraph" w:styleId="ae">
    <w:name w:val="Plain Text"/>
    <w:basedOn w:val="a"/>
    <w:rsid w:val="00442378"/>
    <w:rPr>
      <w:rFonts w:ascii="Courier New" w:hAnsi="Courier New" w:cs="Courier New"/>
      <w:sz w:val="20"/>
      <w:szCs w:val="20"/>
    </w:rPr>
  </w:style>
  <w:style w:type="table" w:styleId="af">
    <w:name w:val="Table Grid"/>
    <w:basedOn w:val="a1"/>
    <w:rsid w:val="00D841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rsid w:val="00802731"/>
    <w:pPr>
      <w:spacing w:before="100" w:beforeAutospacing="1" w:after="100" w:afterAutospacing="1"/>
    </w:pPr>
    <w:rPr>
      <w:color w:val="000000"/>
    </w:rPr>
  </w:style>
  <w:style w:type="character" w:styleId="af1">
    <w:name w:val="Hyperlink"/>
    <w:basedOn w:val="a0"/>
    <w:rsid w:val="0019682B"/>
    <w:rPr>
      <w:color w:val="856180"/>
      <w:u w:val="single"/>
    </w:rPr>
  </w:style>
  <w:style w:type="paragraph" w:styleId="HTML">
    <w:name w:val="HTML Preformatted"/>
    <w:basedOn w:val="a"/>
    <w:rsid w:val="001968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f2">
    <w:name w:val="Strong"/>
    <w:basedOn w:val="a0"/>
    <w:qFormat/>
    <w:rsid w:val="00E8345A"/>
    <w:rPr>
      <w:b/>
      <w:bCs/>
    </w:rPr>
  </w:style>
  <w:style w:type="character" w:customStyle="1" w:styleId="10">
    <w:name w:val="Заголовок 1 Знак"/>
    <w:basedOn w:val="a0"/>
    <w:link w:val="1"/>
    <w:rsid w:val="00EE2CFA"/>
    <w:rPr>
      <w:b/>
      <w:caps/>
      <w:kern w:val="28"/>
      <w:sz w:val="24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4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&#1056;&#1072;&#1073;&#1086;&#1095;&#1080;&#1081;%20&#1089;&#1090;&#1086;&#1083;\&#1050;&#1091;&#1088;&#1089;&#1086;&#1074;&#1080;&#1082;\Ramki_A4.dot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Ramki_A4.dot</Template>
  <TotalTime>2</TotalTime>
  <Pages>1</Pages>
  <Words>5384</Words>
  <Characters>30690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СВЯЗИ</vt:lpstr>
    </vt:vector>
  </TitlesOfParts>
  <Company>Home office</Company>
  <LinksUpToDate>false</LinksUpToDate>
  <CharactersWithSpaces>36002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СВЯЗИ</dc:title>
  <dc:subject/>
  <dc:creator>alex</dc:creator>
  <cp:keywords/>
  <cp:lastModifiedBy>Irina</cp:lastModifiedBy>
  <cp:revision>2</cp:revision>
  <dcterms:created xsi:type="dcterms:W3CDTF">2014-08-22T16:09:00Z</dcterms:created>
  <dcterms:modified xsi:type="dcterms:W3CDTF">2014-08-22T16:09:00Z</dcterms:modified>
</cp:coreProperties>
</file>