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B99" w:rsidRDefault="006E5B33">
      <w:pPr>
        <w:pStyle w:val="a3"/>
      </w:pPr>
      <w:r>
        <w:t>Міністерство Освіти та Науки України</w:t>
      </w:r>
    </w:p>
    <w:p w:rsidR="00383B99" w:rsidRDefault="00383B99">
      <w:pPr>
        <w:jc w:val="center"/>
        <w:rPr>
          <w:sz w:val="32"/>
        </w:rPr>
      </w:pPr>
    </w:p>
    <w:p w:rsidR="00383B99" w:rsidRDefault="006E5B33">
      <w:pPr>
        <w:jc w:val="center"/>
        <w:rPr>
          <w:sz w:val="32"/>
        </w:rPr>
      </w:pPr>
      <w:r>
        <w:rPr>
          <w:sz w:val="32"/>
        </w:rPr>
        <w:t>Національний авіаційний університет</w:t>
      </w:r>
    </w:p>
    <w:p w:rsidR="00383B99" w:rsidRDefault="00383B99">
      <w:pPr>
        <w:jc w:val="center"/>
        <w:rPr>
          <w:sz w:val="32"/>
        </w:rPr>
      </w:pPr>
    </w:p>
    <w:p w:rsidR="00383B99" w:rsidRDefault="00383B99">
      <w:pPr>
        <w:jc w:val="center"/>
        <w:rPr>
          <w:sz w:val="32"/>
        </w:rPr>
      </w:pPr>
    </w:p>
    <w:p w:rsidR="00383B99" w:rsidRDefault="006E5B33">
      <w:pPr>
        <w:pStyle w:val="1"/>
      </w:pPr>
      <w:r>
        <w:t>Кафедра інформаційних технологій</w:t>
      </w:r>
    </w:p>
    <w:p w:rsidR="00383B99" w:rsidRDefault="00383B99">
      <w:pPr>
        <w:rPr>
          <w:lang w:val="uk-UA"/>
        </w:rPr>
      </w:pPr>
    </w:p>
    <w:p w:rsidR="00383B99" w:rsidRDefault="00383B99">
      <w:pPr>
        <w:rPr>
          <w:lang w:val="uk-UA"/>
        </w:rPr>
      </w:pPr>
    </w:p>
    <w:p w:rsidR="00383B99" w:rsidRDefault="00383B99">
      <w:pPr>
        <w:rPr>
          <w:lang w:val="uk-UA"/>
        </w:rPr>
      </w:pPr>
    </w:p>
    <w:p w:rsidR="00383B99" w:rsidRDefault="00383B99">
      <w:pPr>
        <w:rPr>
          <w:lang w:val="uk-UA"/>
        </w:rPr>
      </w:pPr>
    </w:p>
    <w:p w:rsidR="00383B99" w:rsidRDefault="00383B99">
      <w:pPr>
        <w:rPr>
          <w:lang w:val="uk-UA"/>
        </w:rPr>
      </w:pPr>
    </w:p>
    <w:p w:rsidR="00383B99" w:rsidRDefault="00383B99">
      <w:pPr>
        <w:rPr>
          <w:lang w:val="uk-UA"/>
        </w:rPr>
      </w:pPr>
    </w:p>
    <w:p w:rsidR="00383B99" w:rsidRDefault="00383B99">
      <w:pPr>
        <w:rPr>
          <w:lang w:val="uk-UA"/>
        </w:rPr>
      </w:pPr>
    </w:p>
    <w:p w:rsidR="00383B99" w:rsidRDefault="00383B99">
      <w:pPr>
        <w:rPr>
          <w:sz w:val="72"/>
          <w:lang w:val="uk-UA"/>
        </w:rPr>
      </w:pPr>
    </w:p>
    <w:p w:rsidR="00383B99" w:rsidRDefault="006E5B33">
      <w:pPr>
        <w:pStyle w:val="2"/>
        <w:rPr>
          <w:rFonts w:ascii="Impact" w:hAnsi="Impact"/>
          <w:sz w:val="52"/>
        </w:rPr>
      </w:pPr>
      <w:r>
        <w:rPr>
          <w:rFonts w:ascii="Impact" w:hAnsi="Impact"/>
          <w:sz w:val="52"/>
        </w:rPr>
        <w:t>КУРСОВИЙ  ПРОЕКТ</w:t>
      </w:r>
    </w:p>
    <w:p w:rsidR="00383B99" w:rsidRDefault="00383B99"/>
    <w:p w:rsidR="00383B99" w:rsidRDefault="006E5B33">
      <w:pPr>
        <w:pStyle w:val="a4"/>
      </w:pPr>
      <w:r>
        <w:t>з дисципліни "Математичні моделі Інформаційних процесів та управління  динамічних  об'єктів"</w:t>
      </w:r>
    </w:p>
    <w:p w:rsidR="00383B99" w:rsidRDefault="00383B99">
      <w:pPr>
        <w:rPr>
          <w:lang w:val="uk-UA"/>
        </w:rPr>
      </w:pPr>
    </w:p>
    <w:p w:rsidR="00383B99" w:rsidRDefault="00383B99">
      <w:pPr>
        <w:pStyle w:val="3"/>
      </w:pPr>
    </w:p>
    <w:p w:rsidR="00383B99" w:rsidRDefault="006E5B33">
      <w:pPr>
        <w:pStyle w:val="3"/>
      </w:pPr>
      <w:r>
        <w:t>Розрахунково-пояснювальна  записка</w:t>
      </w:r>
    </w:p>
    <w:p w:rsidR="00383B99" w:rsidRDefault="00383B99">
      <w:pPr>
        <w:pStyle w:val="FR2"/>
        <w:widowControl/>
        <w:autoSpaceDE/>
        <w:autoSpaceDN/>
        <w:adjustRightInd/>
        <w:rPr>
          <w:rFonts w:ascii="Times New Roman" w:hAnsi="Times New Roman"/>
        </w:rPr>
      </w:pPr>
    </w:p>
    <w:p w:rsidR="00383B99" w:rsidRDefault="00383B99">
      <w:pPr>
        <w:pStyle w:val="FR2"/>
        <w:widowControl/>
        <w:autoSpaceDE/>
        <w:autoSpaceDN/>
        <w:adjustRightInd/>
        <w:jc w:val="center"/>
        <w:rPr>
          <w:rFonts w:ascii="Times New Roman" w:hAnsi="Times New Roman"/>
          <w:b/>
          <w:u w:val="single"/>
        </w:rPr>
      </w:pPr>
    </w:p>
    <w:p w:rsidR="00383B99" w:rsidRDefault="006E5B33">
      <w:pPr>
        <w:pStyle w:val="FR2"/>
        <w:widowControl/>
        <w:autoSpaceDE/>
        <w:autoSpaceDN/>
        <w:adjustRightInd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Тема: Цифрова математична модель динаміки польоту літака Ту-І54Б в режимі  автоматичного  управління  приладовою швидкістю через  руль  висоти</w:t>
      </w:r>
    </w:p>
    <w:p w:rsidR="00383B99" w:rsidRDefault="00383B99">
      <w:pPr>
        <w:pStyle w:val="FR2"/>
        <w:widowControl/>
        <w:autoSpaceDE/>
        <w:autoSpaceDN/>
        <w:adjustRightInd/>
        <w:rPr>
          <w:rFonts w:ascii="Times New Roman" w:hAnsi="Times New Roman"/>
        </w:rPr>
      </w:pPr>
    </w:p>
    <w:p w:rsidR="00383B99" w:rsidRDefault="00383B99">
      <w:pPr>
        <w:rPr>
          <w:sz w:val="28"/>
          <w:lang w:val="uk-UA"/>
        </w:rPr>
      </w:pPr>
    </w:p>
    <w:p w:rsidR="00383B99" w:rsidRDefault="00383B99">
      <w:pPr>
        <w:rPr>
          <w:sz w:val="28"/>
          <w:lang w:val="uk-UA"/>
        </w:rPr>
      </w:pPr>
    </w:p>
    <w:p w:rsidR="00383B99" w:rsidRDefault="00383B99">
      <w:pPr>
        <w:rPr>
          <w:sz w:val="28"/>
          <w:lang w:val="uk-UA"/>
        </w:rPr>
      </w:pPr>
    </w:p>
    <w:p w:rsidR="00383B99" w:rsidRDefault="006E5B33">
      <w:pPr>
        <w:rPr>
          <w:sz w:val="28"/>
          <w:u w:val="single"/>
          <w:lang w:val="uk-UA"/>
        </w:rPr>
      </w:pPr>
      <w:r>
        <w:rPr>
          <w:b/>
          <w:sz w:val="28"/>
          <w:lang w:val="uk-UA"/>
        </w:rPr>
        <w:t>Виконавець</w:t>
      </w:r>
      <w:r>
        <w:rPr>
          <w:sz w:val="28"/>
          <w:lang w:val="uk-UA"/>
        </w:rPr>
        <w:t xml:space="preserve">: студент  3  курсу  303  групи ФІТ </w:t>
      </w:r>
    </w:p>
    <w:p w:rsidR="00383B99" w:rsidRDefault="00383B99">
      <w:pPr>
        <w:pStyle w:val="FR2"/>
        <w:widowControl/>
        <w:autoSpaceDE/>
        <w:autoSpaceDN/>
        <w:adjustRightInd/>
        <w:rPr>
          <w:rFonts w:ascii="Times New Roman" w:hAnsi="Times New Roman"/>
        </w:rPr>
      </w:pPr>
    </w:p>
    <w:p w:rsidR="00383B99" w:rsidRDefault="006E5B33">
      <w:pPr>
        <w:pStyle w:val="FR2"/>
        <w:widowControl/>
        <w:autoSpaceDE/>
        <w:autoSpaceDN/>
        <w:adjustRightInd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</w:rPr>
        <w:t>Керівник</w:t>
      </w:r>
      <w:r>
        <w:rPr>
          <w:rFonts w:ascii="Times New Roman" w:hAnsi="Times New Roman"/>
        </w:rPr>
        <w:t xml:space="preserve">: к.т.н., доцент  </w:t>
      </w:r>
      <w:r>
        <w:rPr>
          <w:rFonts w:ascii="Times New Roman" w:hAnsi="Times New Roman"/>
          <w:u w:val="single"/>
        </w:rPr>
        <w:t>Полухін  Анатолій Васильович</w:t>
      </w:r>
    </w:p>
    <w:p w:rsidR="00383B99" w:rsidRDefault="00383B99">
      <w:pPr>
        <w:pStyle w:val="FR2"/>
        <w:widowControl/>
        <w:autoSpaceDE/>
        <w:autoSpaceDN/>
        <w:adjustRightInd/>
        <w:rPr>
          <w:rFonts w:ascii="Times New Roman" w:hAnsi="Times New Roman"/>
          <w:lang w:val="ru-RU"/>
        </w:rPr>
      </w:pPr>
    </w:p>
    <w:p w:rsidR="00383B99" w:rsidRDefault="00383B99">
      <w:pPr>
        <w:pStyle w:val="FR2"/>
        <w:widowControl/>
        <w:autoSpaceDE/>
        <w:autoSpaceDN/>
        <w:adjustRightInd/>
        <w:rPr>
          <w:rFonts w:ascii="Times New Roman" w:hAnsi="Times New Roman"/>
          <w:lang w:val="ru-RU"/>
        </w:rPr>
      </w:pPr>
    </w:p>
    <w:p w:rsidR="00383B99" w:rsidRDefault="00383B99">
      <w:pPr>
        <w:pStyle w:val="FR2"/>
        <w:widowControl/>
        <w:autoSpaceDE/>
        <w:autoSpaceDN/>
        <w:adjustRightInd/>
        <w:rPr>
          <w:rFonts w:ascii="Times New Roman" w:hAnsi="Times New Roman"/>
          <w:lang w:val="ru-RU"/>
        </w:rPr>
      </w:pPr>
    </w:p>
    <w:p w:rsidR="00383B99" w:rsidRDefault="00383B99">
      <w:pPr>
        <w:pStyle w:val="FR2"/>
        <w:widowControl/>
        <w:autoSpaceDE/>
        <w:autoSpaceDN/>
        <w:adjustRightInd/>
        <w:rPr>
          <w:rFonts w:ascii="Times New Roman" w:hAnsi="Times New Roman"/>
          <w:lang w:val="ru-RU"/>
        </w:rPr>
      </w:pPr>
    </w:p>
    <w:p w:rsidR="00383B99" w:rsidRDefault="00383B99">
      <w:pPr>
        <w:pStyle w:val="FR2"/>
        <w:widowControl/>
        <w:autoSpaceDE/>
        <w:autoSpaceDN/>
        <w:adjustRightInd/>
        <w:rPr>
          <w:rFonts w:ascii="Times New Roman" w:hAnsi="Times New Roman"/>
          <w:lang w:val="ru-RU"/>
        </w:rPr>
      </w:pPr>
    </w:p>
    <w:p w:rsidR="00383B99" w:rsidRDefault="00383B99">
      <w:pPr>
        <w:pStyle w:val="FR2"/>
        <w:widowControl/>
        <w:autoSpaceDE/>
        <w:autoSpaceDN/>
        <w:adjustRightInd/>
        <w:rPr>
          <w:rFonts w:ascii="Times New Roman" w:hAnsi="Times New Roman"/>
          <w:lang w:val="ru-RU"/>
        </w:rPr>
      </w:pPr>
    </w:p>
    <w:p w:rsidR="00383B99" w:rsidRDefault="00383B99">
      <w:pPr>
        <w:pStyle w:val="FR2"/>
        <w:widowControl/>
        <w:autoSpaceDE/>
        <w:autoSpaceDN/>
        <w:adjustRightInd/>
        <w:rPr>
          <w:rFonts w:ascii="Times New Roman" w:hAnsi="Times New Roman"/>
          <w:lang w:val="ru-RU"/>
        </w:rPr>
      </w:pPr>
    </w:p>
    <w:p w:rsidR="00383B99" w:rsidRDefault="00383B99">
      <w:pPr>
        <w:pStyle w:val="FR2"/>
        <w:widowControl/>
        <w:autoSpaceDE/>
        <w:autoSpaceDN/>
        <w:adjustRightInd/>
        <w:rPr>
          <w:rFonts w:ascii="Times New Roman" w:hAnsi="Times New Roman"/>
          <w:lang w:val="ru-RU"/>
        </w:rPr>
      </w:pPr>
    </w:p>
    <w:p w:rsidR="00383B99" w:rsidRDefault="00383B99">
      <w:pPr>
        <w:pStyle w:val="FR2"/>
        <w:widowControl/>
        <w:autoSpaceDE/>
        <w:autoSpaceDN/>
        <w:adjustRightInd/>
        <w:rPr>
          <w:rFonts w:ascii="Times New Roman" w:hAnsi="Times New Roman"/>
          <w:lang w:val="ru-RU"/>
        </w:rPr>
      </w:pPr>
    </w:p>
    <w:p w:rsidR="00383B99" w:rsidRDefault="00383B99">
      <w:pPr>
        <w:pStyle w:val="FR2"/>
        <w:widowControl/>
        <w:autoSpaceDE/>
        <w:autoSpaceDN/>
        <w:adjustRightInd/>
        <w:rPr>
          <w:rFonts w:ascii="Times New Roman" w:hAnsi="Times New Roman"/>
          <w:lang w:val="ru-RU"/>
        </w:rPr>
      </w:pPr>
    </w:p>
    <w:p w:rsidR="00383B99" w:rsidRDefault="006E5B33">
      <w:pPr>
        <w:pStyle w:val="FR2"/>
        <w:widowControl/>
        <w:autoSpaceDE/>
        <w:autoSpaceDN/>
        <w:adjustRightInd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Київ 2001 р.</w:t>
      </w:r>
    </w:p>
    <w:p w:rsidR="00383B99" w:rsidRDefault="00383B99"/>
    <w:p w:rsidR="00383B99" w:rsidRDefault="006E5B33">
      <w:pPr>
        <w:pStyle w:val="7"/>
        <w:rPr>
          <w:b w:val="0"/>
          <w:sz w:val="32"/>
        </w:rPr>
      </w:pPr>
      <w:r>
        <w:rPr>
          <w:b w:val="0"/>
          <w:sz w:val="32"/>
        </w:rPr>
        <w:t>Завдання на виконання курсового проекту</w:t>
      </w:r>
    </w:p>
    <w:p w:rsidR="00383B99" w:rsidRDefault="00383B99"/>
    <w:p w:rsidR="00383B99" w:rsidRDefault="006E5B33">
      <w:pPr>
        <w:pStyle w:val="6"/>
      </w:pPr>
      <w:r>
        <w:t>Варіант N 6</w:t>
      </w:r>
    </w:p>
    <w:p w:rsidR="00383B99" w:rsidRDefault="00383B99"/>
    <w:p w:rsidR="00383B99" w:rsidRDefault="006E5B33">
      <w:pPr>
        <w:rPr>
          <w:sz w:val="28"/>
          <w:u w:val="single"/>
        </w:rPr>
      </w:pPr>
      <w:r>
        <w:rPr>
          <w:sz w:val="28"/>
        </w:rPr>
        <w:t xml:space="preserve">Дата видачи завдання на проектування: </w:t>
      </w:r>
      <w:r>
        <w:rPr>
          <w:sz w:val="28"/>
          <w:u w:val="single"/>
        </w:rPr>
        <w:t>0</w:t>
      </w:r>
      <w:r>
        <w:rPr>
          <w:sz w:val="28"/>
          <w:u w:val="single"/>
          <w:lang w:val="en-US"/>
        </w:rPr>
        <w:t xml:space="preserve">1. 10.  </w:t>
      </w:r>
      <w:r>
        <w:rPr>
          <w:sz w:val="28"/>
          <w:u w:val="single"/>
        </w:rPr>
        <w:t>2001 р.</w:t>
      </w:r>
    </w:p>
    <w:p w:rsidR="00383B99" w:rsidRDefault="00383B99">
      <w:pPr>
        <w:rPr>
          <w:sz w:val="28"/>
          <w:u w:val="single"/>
        </w:rPr>
      </w:pPr>
    </w:p>
    <w:p w:rsidR="00383B99" w:rsidRDefault="00383B99">
      <w:pPr>
        <w:rPr>
          <w:sz w:val="28"/>
        </w:rPr>
      </w:pPr>
    </w:p>
    <w:p w:rsidR="00383B99" w:rsidRDefault="006E5B33">
      <w:pPr>
        <w:rPr>
          <w:sz w:val="28"/>
          <w:u w:val="single"/>
        </w:rPr>
      </w:pPr>
      <w:r>
        <w:rPr>
          <w:sz w:val="28"/>
        </w:rPr>
        <w:t xml:space="preserve">Дата захисту проекту за навчальним планом: </w:t>
      </w:r>
      <w:r>
        <w:rPr>
          <w:sz w:val="28"/>
          <w:u w:val="single"/>
        </w:rPr>
        <w:t>0</w:t>
      </w:r>
      <w:r>
        <w:rPr>
          <w:sz w:val="28"/>
          <w:u w:val="single"/>
          <w:lang w:val="en-US"/>
        </w:rPr>
        <w:t xml:space="preserve">1. 12. </w:t>
      </w:r>
      <w:r>
        <w:rPr>
          <w:sz w:val="28"/>
          <w:u w:val="single"/>
        </w:rPr>
        <w:t>2001 р.</w:t>
      </w:r>
    </w:p>
    <w:p w:rsidR="00383B99" w:rsidRDefault="00383B99">
      <w:pPr>
        <w:rPr>
          <w:sz w:val="28"/>
          <w:u w:val="single"/>
        </w:rPr>
      </w:pPr>
    </w:p>
    <w:p w:rsidR="00383B99" w:rsidRDefault="00383B99">
      <w:pPr>
        <w:rPr>
          <w:sz w:val="28"/>
        </w:rPr>
      </w:pPr>
    </w:p>
    <w:p w:rsidR="00383B99" w:rsidRDefault="006E5B33">
      <w:pPr>
        <w:rPr>
          <w:sz w:val="28"/>
          <w:lang w:val="en-US"/>
        </w:rPr>
      </w:pPr>
      <w:r>
        <w:rPr>
          <w:sz w:val="28"/>
        </w:rPr>
        <w:t>Перелік питань, що підлягають розробці:</w:t>
      </w:r>
      <w:r>
        <w:rPr>
          <w:sz w:val="28"/>
          <w:lang w:val="en-US"/>
        </w:rPr>
        <w:t xml:space="preserve"> </w:t>
      </w:r>
    </w:p>
    <w:p w:rsidR="00383B99" w:rsidRDefault="006E5B33">
      <w:pPr>
        <w:pStyle w:val="20"/>
      </w:pPr>
      <w:r>
        <w:t>розробити математичну модель літака,  та дослідити заданий закон автоматичного управління  (стабілізація приладової швидкості через руль вистоти).</w:t>
      </w:r>
    </w:p>
    <w:p w:rsidR="00383B99" w:rsidRDefault="00383B99">
      <w:pPr>
        <w:rPr>
          <w:sz w:val="28"/>
        </w:rPr>
      </w:pPr>
    </w:p>
    <w:p w:rsidR="00383B99" w:rsidRDefault="00383B99">
      <w:pPr>
        <w:rPr>
          <w:sz w:val="28"/>
        </w:rPr>
      </w:pPr>
    </w:p>
    <w:p w:rsidR="00383B99" w:rsidRDefault="00383B99">
      <w:pPr>
        <w:rPr>
          <w:sz w:val="28"/>
        </w:rPr>
      </w:pPr>
    </w:p>
    <w:p w:rsidR="00383B99" w:rsidRDefault="006E5B33">
      <w:pPr>
        <w:rPr>
          <w:sz w:val="28"/>
        </w:rPr>
      </w:pPr>
      <w:r>
        <w:rPr>
          <w:sz w:val="28"/>
        </w:rPr>
        <w:t>Початкові  значення  параметрів  польоту  літака:</w:t>
      </w:r>
    </w:p>
    <w:p w:rsidR="00383B99" w:rsidRDefault="00383B99">
      <w:pPr>
        <w:rPr>
          <w:sz w:val="28"/>
        </w:rPr>
      </w:pPr>
    </w:p>
    <w:p w:rsidR="00383B99" w:rsidRDefault="006E5B33">
      <w:pPr>
        <w:rPr>
          <w:sz w:val="28"/>
          <w:u w:val="single"/>
          <w:lang w:val="en-US"/>
        </w:rPr>
      </w:pPr>
      <w:r>
        <w:rPr>
          <w:position w:val="-12"/>
          <w:sz w:val="28"/>
          <w:u w:val="single"/>
          <w:lang w:val="en-US"/>
        </w:rPr>
        <w:object w:dxaOrig="13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24pt" o:ole="" fillcolor="window">
            <v:imagedata r:id="rId4" o:title=""/>
          </v:shape>
          <o:OLEObject Type="Embed" ProgID="Equation.3" ShapeID="_x0000_i1025" DrawAspect="Content" ObjectID="_1473618945" r:id="rId5"/>
        </w:object>
      </w:r>
      <w:r>
        <w:rPr>
          <w:sz w:val="28"/>
          <w:lang w:val="en-US"/>
        </w:rPr>
        <w:t xml:space="preserve">          </w:t>
      </w:r>
      <w:r>
        <w:rPr>
          <w:position w:val="-12"/>
          <w:sz w:val="28"/>
          <w:u w:val="single"/>
          <w:lang w:val="en-US"/>
        </w:rPr>
        <w:object w:dxaOrig="1300" w:dyaOrig="360">
          <v:shape id="_x0000_i1026" type="#_x0000_t75" style="width:89.25pt;height:26.25pt" o:ole="" fillcolor="window">
            <v:imagedata r:id="rId6" o:title=""/>
          </v:shape>
          <o:OLEObject Type="Embed" ProgID="Equation.3" ShapeID="_x0000_i1026" DrawAspect="Content" ObjectID="_1473618946" r:id="rId7"/>
        </w:object>
      </w:r>
    </w:p>
    <w:p w:rsidR="00383B99" w:rsidRDefault="00383B99">
      <w:pPr>
        <w:rPr>
          <w:sz w:val="28"/>
          <w:u w:val="single"/>
          <w:lang w:val="en-US"/>
        </w:rPr>
      </w:pPr>
    </w:p>
    <w:p w:rsidR="00383B99" w:rsidRDefault="00383B99">
      <w:pPr>
        <w:pStyle w:val="FR2"/>
        <w:widowControl/>
        <w:autoSpaceDE/>
        <w:autoSpaceDN/>
        <w:adjustRightInd/>
        <w:rPr>
          <w:rFonts w:ascii="Times New Roman" w:hAnsi="Times New Roman"/>
          <w:lang w:val="ru-RU"/>
        </w:rPr>
      </w:pPr>
    </w:p>
    <w:p w:rsidR="00383B99" w:rsidRDefault="006E5B33">
      <w:pPr>
        <w:rPr>
          <w:sz w:val="28"/>
          <w:u w:val="single"/>
        </w:rPr>
      </w:pPr>
      <w:r>
        <w:rPr>
          <w:sz w:val="28"/>
        </w:rPr>
        <w:t xml:space="preserve">Збурення, що діють на літак:     </w:t>
      </w:r>
      <w:r>
        <w:rPr>
          <w:sz w:val="28"/>
          <w:u w:val="single"/>
        </w:rPr>
        <w:t>Відмова центрального двигуна.</w:t>
      </w:r>
    </w:p>
    <w:p w:rsidR="00383B99" w:rsidRDefault="00383B99">
      <w:pPr>
        <w:rPr>
          <w:rFonts w:ascii="PromtImperial" w:hAnsi="PromtImperial"/>
          <w:sz w:val="28"/>
          <w:u w:val="single"/>
        </w:rPr>
      </w:pPr>
    </w:p>
    <w:p w:rsidR="00383B99" w:rsidRDefault="00383B99">
      <w:pPr>
        <w:rPr>
          <w:sz w:val="28"/>
        </w:rPr>
      </w:pPr>
    </w:p>
    <w:p w:rsidR="00383B99" w:rsidRDefault="00383B99">
      <w:pPr>
        <w:rPr>
          <w:sz w:val="28"/>
        </w:rPr>
      </w:pPr>
    </w:p>
    <w:p w:rsidR="00383B99" w:rsidRDefault="00383B99">
      <w:pPr>
        <w:rPr>
          <w:sz w:val="28"/>
        </w:rPr>
      </w:pPr>
    </w:p>
    <w:p w:rsidR="00383B99" w:rsidRDefault="006E5B33">
      <w:pPr>
        <w:rPr>
          <w:sz w:val="28"/>
          <w:lang w:val="en-US"/>
        </w:rPr>
      </w:pPr>
      <w:r>
        <w:rPr>
          <w:sz w:val="28"/>
        </w:rPr>
        <w:t>Метод чисельного інтегрування  системи диференціальних рівнянь</w:t>
      </w:r>
      <w:r>
        <w:rPr>
          <w:sz w:val="28"/>
          <w:lang w:val="en-US"/>
        </w:rPr>
        <w:t>:</w:t>
      </w:r>
    </w:p>
    <w:p w:rsidR="00383B99" w:rsidRDefault="006E5B33">
      <w:pPr>
        <w:pStyle w:val="8"/>
      </w:pPr>
      <w:r>
        <w:t>Рунги-Кутти 2 порядка з корекцією по середній похідній.</w:t>
      </w:r>
    </w:p>
    <w:p w:rsidR="00383B99" w:rsidRDefault="00383B99"/>
    <w:p w:rsidR="00383B99" w:rsidRDefault="00383B99"/>
    <w:p w:rsidR="00383B99" w:rsidRDefault="00383B99"/>
    <w:p w:rsidR="00383B99" w:rsidRDefault="00383B99"/>
    <w:p w:rsidR="00383B99" w:rsidRDefault="00383B99"/>
    <w:p w:rsidR="00383B99" w:rsidRDefault="00383B99"/>
    <w:p w:rsidR="00383B99" w:rsidRDefault="00383B99"/>
    <w:p w:rsidR="00383B99" w:rsidRDefault="00383B99"/>
    <w:p w:rsidR="00383B99" w:rsidRDefault="00383B99"/>
    <w:p w:rsidR="00383B99" w:rsidRDefault="00383B99"/>
    <w:p w:rsidR="00383B99" w:rsidRDefault="00383B99"/>
    <w:p w:rsidR="00383B99" w:rsidRDefault="00383B99"/>
    <w:p w:rsidR="00383B99" w:rsidRDefault="00383B99"/>
    <w:p w:rsidR="00383B99" w:rsidRDefault="00383B99"/>
    <w:p w:rsidR="00383B99" w:rsidRDefault="00383B99"/>
    <w:p w:rsidR="00383B99" w:rsidRDefault="00383B99"/>
    <w:p w:rsidR="00383B99" w:rsidRDefault="00383B99"/>
    <w:p w:rsidR="00383B99" w:rsidRDefault="00383B99"/>
    <w:p w:rsidR="00383B99" w:rsidRDefault="00383B99"/>
    <w:p w:rsidR="00383B99" w:rsidRDefault="00383B99"/>
    <w:p w:rsidR="00383B99" w:rsidRDefault="006E5B33">
      <w:pPr>
        <w:pStyle w:val="a5"/>
      </w:pPr>
      <w:r>
        <w:t>Дослідження динамічної подібності розробленої моделі та реального "вільного" об'єкту, використовуючи метод Рунге-Кутти другого порядку з корекцією у середній похідній.</w:t>
      </w: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4D1B92">
      <w:pPr>
        <w:pStyle w:val="a5"/>
      </w:pPr>
      <w:r>
        <w:object w:dxaOrig="1440" w:dyaOrig="1440">
          <v:shape id="_x0000_s1026" type="#_x0000_t75" style="position:absolute;left:0;text-align:left;margin-left:0;margin-top:13.8pt;width:461.6pt;height:260.05pt;z-index:251654144" o:allowincell="f">
            <v:imagedata r:id="rId8" o:title=""/>
            <w10:wrap type="topAndBottom"/>
          </v:shape>
          <o:OLEObject Type="Embed" ProgID="Excel.Sheet.8" ShapeID="_x0000_s1026" DrawAspect="Content" ObjectID="_1473618947" r:id="rId9"/>
        </w:object>
      </w:r>
    </w:p>
    <w:p w:rsidR="00383B99" w:rsidRDefault="004D1B92">
      <w:pPr>
        <w:pStyle w:val="a5"/>
      </w:pPr>
      <w:r>
        <w:object w:dxaOrig="1440" w:dyaOrig="1440">
          <v:shape id="_x0000_s1027" type="#_x0000_t75" style="position:absolute;left:0;text-align:left;margin-left:-7pt;margin-top:281.35pt;width:468.6pt;height:255.6pt;z-index:251655168" o:allowincell="f">
            <v:imagedata r:id="rId10" o:title=""/>
            <w10:wrap type="topAndBottom"/>
          </v:shape>
          <o:OLEObject Type="Embed" ProgID="Excel.Sheet.8" ShapeID="_x0000_s1027" DrawAspect="Content" ObjectID="_1473618948" r:id="rId11"/>
        </w:object>
      </w: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4D1B92">
      <w:pPr>
        <w:pStyle w:val="a5"/>
      </w:pPr>
      <w:r>
        <w:object w:dxaOrig="1440" w:dyaOrig="1440">
          <v:shape id="_x0000_s1028" type="#_x0000_t75" style="position:absolute;left:0;text-align:left;margin-left:0;margin-top:0;width:459.3pt;height:203.05pt;z-index:251656192" o:allowincell="f">
            <v:imagedata r:id="rId12" o:title=""/>
            <w10:wrap type="topAndBottom"/>
          </v:shape>
          <o:OLEObject Type="Embed" ProgID="Excel.Sheet.8" ShapeID="_x0000_s1028" DrawAspect="Content" ObjectID="_1473618949" r:id="rId13"/>
        </w:object>
      </w:r>
    </w:p>
    <w:p w:rsidR="00383B99" w:rsidRDefault="00383B99">
      <w:pPr>
        <w:pStyle w:val="a5"/>
      </w:pPr>
    </w:p>
    <w:p w:rsidR="00383B99" w:rsidRDefault="004D1B92">
      <w:pPr>
        <w:pStyle w:val="a5"/>
      </w:pPr>
      <w:r>
        <w:object w:dxaOrig="1440" w:dyaOrig="1440">
          <v:shape id="_x0000_s1029" type="#_x0000_t75" style="position:absolute;left:0;text-align:left;margin-left:0;margin-top:13.8pt;width:459.85pt;height:215.6pt;z-index:251657216" o:allowincell="f">
            <v:imagedata r:id="rId14" o:title=""/>
            <w10:wrap type="topAndBottom"/>
          </v:shape>
          <o:OLEObject Type="Embed" ProgID="Excel.Sheet.8" ShapeID="_x0000_s1029" DrawAspect="Content" ObjectID="_1473618950" r:id="rId15"/>
        </w:object>
      </w: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383B99">
      <w:pPr>
        <w:pStyle w:val="a5"/>
      </w:pPr>
    </w:p>
    <w:p w:rsidR="00383B99" w:rsidRDefault="006E5B33">
      <w:pPr>
        <w:pStyle w:val="a5"/>
      </w:pPr>
      <w:r>
        <w:t>Дослідження  якості стабілізації нового зада</w:t>
      </w:r>
      <w:r>
        <w:softHyphen/>
        <w:t>ного  значення приладової швидкості  при відсутності збурення</w:t>
      </w: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4D1B92">
      <w:pPr>
        <w:ind w:firstLine="180"/>
        <w:jc w:val="center"/>
        <w:rPr>
          <w:sz w:val="24"/>
          <w:u w:val="single"/>
          <w:lang w:val="uk-UA"/>
        </w:rPr>
      </w:pPr>
      <w:r>
        <w:object w:dxaOrig="1440" w:dyaOrig="1440">
          <v:shape id="_x0000_s1030" type="#_x0000_t75" style="position:absolute;left:0;text-align:left;margin-left:.1pt;margin-top:17.45pt;width:476.4pt;height:299.2pt;z-index:251658240" o:allowincell="f">
            <v:imagedata r:id="rId16" o:title=""/>
            <w10:wrap type="topAndBottom"/>
          </v:shape>
          <o:OLEObject Type="Embed" ProgID="Excel.Sheet.8" ShapeID="_x0000_s1030" DrawAspect="Content" ObjectID="_1473618951" r:id="rId17"/>
        </w:object>
      </w: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6E5B33">
      <w:pPr>
        <w:ind w:firstLine="180"/>
        <w:jc w:val="center"/>
        <w:rPr>
          <w:sz w:val="24"/>
          <w:u w:val="single"/>
        </w:rPr>
      </w:pPr>
      <w:r>
        <w:rPr>
          <w:noProof/>
          <w:sz w:val="24"/>
          <w:u w:val="single"/>
        </w:rPr>
        <w:t>Д</w:t>
      </w:r>
      <w:r>
        <w:rPr>
          <w:sz w:val="24"/>
          <w:u w:val="single"/>
          <w:lang w:val="uk-UA"/>
        </w:rPr>
        <w:t xml:space="preserve">ослідження  якості стабілізації приладової швидкості при відмові центрального двигуна методом </w:t>
      </w:r>
      <w:r>
        <w:rPr>
          <w:sz w:val="24"/>
          <w:u w:val="single"/>
        </w:rPr>
        <w:t>Рунге-Кутти другого порядку з корекцією у середній похідній.</w:t>
      </w:r>
    </w:p>
    <w:p w:rsidR="00383B99" w:rsidRDefault="00383B99">
      <w:pPr>
        <w:ind w:firstLine="180"/>
        <w:jc w:val="center"/>
        <w:rPr>
          <w:sz w:val="24"/>
          <w:u w:val="single"/>
        </w:rPr>
      </w:pPr>
    </w:p>
    <w:p w:rsidR="00383B99" w:rsidRDefault="00383B99">
      <w:pPr>
        <w:ind w:firstLine="180"/>
        <w:jc w:val="center"/>
        <w:rPr>
          <w:sz w:val="24"/>
          <w:u w:val="single"/>
        </w:rPr>
      </w:pPr>
    </w:p>
    <w:p w:rsidR="00383B99" w:rsidRDefault="00383B99">
      <w:pPr>
        <w:ind w:firstLine="180"/>
        <w:jc w:val="center"/>
        <w:rPr>
          <w:sz w:val="24"/>
          <w:u w:val="single"/>
        </w:rPr>
      </w:pPr>
    </w:p>
    <w:p w:rsidR="00383B99" w:rsidRDefault="004D1B92">
      <w:pPr>
        <w:ind w:firstLine="180"/>
        <w:jc w:val="center"/>
        <w:rPr>
          <w:sz w:val="24"/>
          <w:u w:val="single"/>
        </w:rPr>
      </w:pPr>
      <w:r>
        <w:object w:dxaOrig="1440" w:dyaOrig="1440">
          <v:shape id="_x0000_s1031" type="#_x0000_t75" style="position:absolute;left:0;text-align:left;margin-left:.1pt;margin-top:18.25pt;width:475.7pt;height:259.9pt;z-index:251659264" o:allowincell="f">
            <v:imagedata r:id="rId18" o:title=""/>
            <w10:wrap type="topAndBottom"/>
          </v:shape>
          <o:OLEObject Type="Embed" ProgID="Excel.Sheet.8" ShapeID="_x0000_s1031" DrawAspect="Content" ObjectID="_1473618952" r:id="rId19"/>
        </w:object>
      </w:r>
    </w:p>
    <w:p w:rsidR="00383B99" w:rsidRDefault="00383B99">
      <w:pPr>
        <w:ind w:firstLine="180"/>
        <w:jc w:val="center"/>
        <w:rPr>
          <w:sz w:val="24"/>
          <w:u w:val="single"/>
        </w:rPr>
      </w:pPr>
    </w:p>
    <w:p w:rsidR="00383B99" w:rsidRDefault="004D1B92">
      <w:pPr>
        <w:ind w:firstLine="180"/>
        <w:jc w:val="center"/>
        <w:rPr>
          <w:sz w:val="24"/>
          <w:u w:val="single"/>
        </w:rPr>
      </w:pPr>
      <w:r>
        <w:object w:dxaOrig="1440" w:dyaOrig="1440">
          <v:shape id="_x0000_s1032" type="#_x0000_t75" style="position:absolute;left:0;text-align:left;margin-left:0;margin-top:13.8pt;width:475.8pt;height:294.7pt;z-index:251660288" o:allowincell="f">
            <v:imagedata r:id="rId20" o:title=""/>
            <w10:wrap type="topAndBottom"/>
          </v:shape>
          <o:OLEObject Type="Embed" ProgID="Excel.Sheet.8" ShapeID="_x0000_s1032" DrawAspect="Content" ObjectID="_1473618953" r:id="rId21"/>
        </w:object>
      </w:r>
    </w:p>
    <w:p w:rsidR="00383B99" w:rsidRDefault="00383B99">
      <w:pPr>
        <w:ind w:firstLine="180"/>
        <w:jc w:val="center"/>
        <w:rPr>
          <w:sz w:val="24"/>
          <w:u w:val="single"/>
        </w:rPr>
      </w:pPr>
    </w:p>
    <w:p w:rsidR="00383B99" w:rsidRDefault="00383B99">
      <w:pPr>
        <w:ind w:firstLine="180"/>
        <w:jc w:val="center"/>
        <w:rPr>
          <w:sz w:val="24"/>
          <w:u w:val="single"/>
        </w:rPr>
      </w:pPr>
    </w:p>
    <w:p w:rsidR="00383B99" w:rsidRDefault="00383B99">
      <w:pPr>
        <w:ind w:firstLine="180"/>
        <w:jc w:val="center"/>
        <w:rPr>
          <w:sz w:val="24"/>
          <w:u w:val="single"/>
        </w:rPr>
      </w:pPr>
    </w:p>
    <w:p w:rsidR="00383B99" w:rsidRDefault="00383B99">
      <w:pPr>
        <w:ind w:firstLine="180"/>
        <w:jc w:val="center"/>
        <w:rPr>
          <w:sz w:val="24"/>
          <w:u w:val="single"/>
        </w:rPr>
      </w:pPr>
    </w:p>
    <w:p w:rsidR="00383B99" w:rsidRDefault="004D1B92">
      <w:pPr>
        <w:ind w:firstLine="180"/>
        <w:jc w:val="center"/>
        <w:rPr>
          <w:sz w:val="24"/>
          <w:u w:val="single"/>
        </w:rPr>
      </w:pPr>
      <w:r>
        <w:object w:dxaOrig="1440" w:dyaOrig="1440">
          <v:shape id="_x0000_s1033" type="#_x0000_t75" style="position:absolute;left:0;text-align:left;margin-left:0;margin-top:0;width:468.7pt;height:342.85pt;z-index:251661312" o:allowincell="f">
            <v:imagedata r:id="rId22" o:title=""/>
            <w10:wrap type="topAndBottom"/>
          </v:shape>
          <o:OLEObject Type="Embed" ProgID="Excel.Sheet.8" ShapeID="_x0000_s1033" DrawAspect="Content" ObjectID="_1473618954" r:id="rId23"/>
        </w:object>
      </w:r>
    </w:p>
    <w:p w:rsidR="00383B99" w:rsidRDefault="00383B99">
      <w:pPr>
        <w:ind w:firstLine="180"/>
        <w:jc w:val="center"/>
        <w:rPr>
          <w:sz w:val="24"/>
          <w:u w:val="single"/>
        </w:rPr>
      </w:pPr>
    </w:p>
    <w:p w:rsidR="00383B99" w:rsidRDefault="00383B99">
      <w:pPr>
        <w:ind w:firstLine="180"/>
        <w:jc w:val="center"/>
        <w:rPr>
          <w:sz w:val="24"/>
          <w:u w:val="single"/>
        </w:rPr>
      </w:pPr>
    </w:p>
    <w:p w:rsidR="00383B99" w:rsidRDefault="00383B99">
      <w:pPr>
        <w:ind w:firstLine="180"/>
        <w:jc w:val="center"/>
        <w:rPr>
          <w:sz w:val="24"/>
          <w:u w:val="single"/>
        </w:rPr>
      </w:pPr>
    </w:p>
    <w:p w:rsidR="00383B99" w:rsidRDefault="00383B99">
      <w:pPr>
        <w:ind w:firstLine="180"/>
        <w:jc w:val="center"/>
        <w:rPr>
          <w:sz w:val="24"/>
          <w:u w:val="single"/>
        </w:rPr>
      </w:pPr>
    </w:p>
    <w:p w:rsidR="00383B99" w:rsidRDefault="00383B99">
      <w:pPr>
        <w:ind w:firstLine="180"/>
        <w:jc w:val="center"/>
        <w:rPr>
          <w:sz w:val="24"/>
          <w:u w:val="single"/>
        </w:rPr>
      </w:pPr>
    </w:p>
    <w:p w:rsidR="00383B99" w:rsidRDefault="00383B99">
      <w:pPr>
        <w:ind w:firstLine="180"/>
        <w:jc w:val="center"/>
        <w:rPr>
          <w:sz w:val="24"/>
          <w:u w:val="single"/>
        </w:rPr>
      </w:pPr>
    </w:p>
    <w:p w:rsidR="00383B99" w:rsidRDefault="00383B99">
      <w:pPr>
        <w:ind w:firstLine="180"/>
        <w:jc w:val="center"/>
        <w:rPr>
          <w:sz w:val="24"/>
          <w:u w:val="single"/>
        </w:rPr>
      </w:pPr>
    </w:p>
    <w:p w:rsidR="00383B99" w:rsidRDefault="00383B99">
      <w:pPr>
        <w:ind w:firstLine="180"/>
        <w:jc w:val="center"/>
        <w:rPr>
          <w:sz w:val="24"/>
          <w:u w:val="single"/>
        </w:rPr>
      </w:pPr>
    </w:p>
    <w:p w:rsidR="00383B99" w:rsidRDefault="00383B99">
      <w:pPr>
        <w:ind w:firstLine="180"/>
        <w:jc w:val="center"/>
        <w:rPr>
          <w:sz w:val="24"/>
          <w:u w:val="single"/>
        </w:rPr>
      </w:pPr>
    </w:p>
    <w:p w:rsidR="00383B99" w:rsidRDefault="00383B99">
      <w:pPr>
        <w:ind w:firstLine="180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ind w:firstLine="180"/>
        <w:jc w:val="center"/>
        <w:rPr>
          <w:sz w:val="24"/>
          <w:u w:val="single"/>
          <w:lang w:val="uk-UA"/>
        </w:rPr>
      </w:pPr>
    </w:p>
    <w:p w:rsidR="00383B99" w:rsidRDefault="00383B99">
      <w:pPr>
        <w:rPr>
          <w:lang w:val="uk-UA"/>
        </w:rPr>
      </w:pPr>
    </w:p>
    <w:p w:rsidR="00383B99" w:rsidRDefault="006E5B33">
      <w:r>
        <w:t>uses crt;</w:t>
      </w:r>
    </w:p>
    <w:p w:rsidR="00383B99" w:rsidRDefault="006E5B33">
      <w:r>
        <w:t xml:space="preserve"> type   mass=array[1..7]  of real;</w:t>
      </w:r>
    </w:p>
    <w:p w:rsidR="00383B99" w:rsidRDefault="006E5B33">
      <w:r>
        <w:t xml:space="preserve">        matt=array[1..11] of real;</w:t>
      </w:r>
    </w:p>
    <w:p w:rsidR="00383B99" w:rsidRDefault="006E5B33">
      <w:r>
        <w:t xml:space="preserve"> const</w:t>
      </w:r>
    </w:p>
    <w:p w:rsidR="00383B99" w:rsidRDefault="006E5B33">
      <w:r>
        <w:t xml:space="preserve">     MzDZ = -0.0091;     RAD= 180/PI;     Ph = -0.287;      CyDV = 0.005;</w:t>
      </w:r>
    </w:p>
    <w:p w:rsidR="00383B99" w:rsidRDefault="006E5B33">
      <w:r>
        <w:t xml:space="preserve">      FIdv = 0;           Pdg = 132.89;   S = 201.45;        Cy0  = -0.255;</w:t>
      </w:r>
    </w:p>
    <w:p w:rsidR="00383B99" w:rsidRDefault="006E5B33">
      <w:r>
        <w:t xml:space="preserve">       _g=9.81;            mzo=0.2;        dT=0.05;           CyFIst = 0.0132;</w:t>
      </w:r>
    </w:p>
    <w:p w:rsidR="00383B99" w:rsidRDefault="006E5B33">
      <w:pPr>
        <w:rPr>
          <w:lang w:val="en-US"/>
        </w:rPr>
      </w:pPr>
      <w:r>
        <w:t xml:space="preserve">     Po = 3500;             KoefDZ = -0.14706;           Pv = -9;    cy_alfa=0.1008;</w:t>
      </w:r>
    </w:p>
    <w:p w:rsidR="00383B99" w:rsidRDefault="006E5B33">
      <w:pPr>
        <w:rPr>
          <w:lang w:val="en-US"/>
        </w:rPr>
      </w:pPr>
      <w:r>
        <w:t>{____________________________________________________________________________}</w:t>
      </w:r>
    </w:p>
    <w:p w:rsidR="00383B99" w:rsidRDefault="006E5B33">
      <w:pPr>
        <w:rPr>
          <w:lang w:val="en-US"/>
        </w:rPr>
      </w:pPr>
      <w:r>
        <w:t>{ Даннi для інтерполяції }</w:t>
      </w:r>
    </w:p>
    <w:p w:rsidR="00383B99" w:rsidRDefault="006E5B33">
      <w:r>
        <w:t>mzffist:mass=( -0.0465, -0.0475, -0.0480, -0.0498, -0.0520, -0.0565, -0.0580);</w:t>
      </w:r>
    </w:p>
    <w:p w:rsidR="00383B99" w:rsidRDefault="006E5B33">
      <w:r>
        <w:t>mzwzTab:mass=(-12.850, -12.910, -13.000, -13.900, -14.000, -14.900, -15.800);</w:t>
      </w:r>
    </w:p>
    <w:p w:rsidR="00383B99" w:rsidRDefault="006E5B33">
      <w:r>
        <w:t>mzalfa:mass=(-0.0318, -0.0320, -0.0325, -0.0340, -0.0360, -0.0440, -0.0510);</w:t>
      </w:r>
    </w:p>
    <w:p w:rsidR="00383B99" w:rsidRDefault="006E5B33">
      <w:r>
        <w:t>ChisloMahaTab:mass=(0.3, 0.4, 0.5, 0.6, 0.7, 0.8, 0.9);</w:t>
      </w:r>
    </w:p>
    <w:p w:rsidR="00383B99" w:rsidRDefault="00383B99"/>
    <w:p w:rsidR="00383B99" w:rsidRDefault="006E5B33">
      <w:r>
        <w:t>CxTab:mass=(0.020, 0.022, 0.030, 0.040, 0.054, 0.082, 0.135);</w:t>
      </w:r>
    </w:p>
    <w:p w:rsidR="00383B99" w:rsidRDefault="006E5B33">
      <w:r>
        <w:t>Cy_Cx:mass=(0.000, 0.200, 0.400, 0.600, 0.800, 1.000, 1.200);</w:t>
      </w:r>
    </w:p>
    <w:p w:rsidR="00383B99" w:rsidRDefault="00383B99">
      <w:pPr>
        <w:rPr>
          <w:lang w:val="en-US"/>
        </w:rPr>
      </w:pPr>
    </w:p>
    <w:p w:rsidR="00383B99" w:rsidRDefault="006E5B33">
      <w:r>
        <w:t>{Таблицi на 11 значень, для більшої точності }</w:t>
      </w:r>
    </w:p>
    <w:p w:rsidR="00383B99" w:rsidRDefault="006E5B33">
      <w:r>
        <w:t>time:matt=(0,   0.5,    1,      1.5,     2,      2.5,  2.8 , 3,   3.5, 4,     5);</w:t>
      </w:r>
    </w:p>
    <w:p w:rsidR="00383B99" w:rsidRDefault="006E5B33">
      <w:r>
        <w:t>pft:matt=(1686,1641.04,1475.25,1253.26, 899.2,  351.25, 0, -97, -240, -288, -299);</w:t>
      </w:r>
    </w:p>
    <w:p w:rsidR="00383B99" w:rsidRDefault="00383B99"/>
    <w:p w:rsidR="00383B99" w:rsidRDefault="006E5B33">
      <w:r>
        <w:t>VzvukaTab:matt= (340.29, 339.91, 339.53, 339.14, 338.76, 337.98, 337.60, 337.21, 336.82, 336.43, 320.54);</w:t>
      </w:r>
    </w:p>
    <w:p w:rsidR="00383B99" w:rsidRDefault="006E5B33">
      <w:r>
        <w:t>HTab:matt= (0.0, 100.0, 200.0, 300.0, 400.0, 600.0, 700.0, 800.0, 900.0, 1000.0, 5000.0);</w:t>
      </w:r>
    </w:p>
    <w:p w:rsidR="00383B99" w:rsidRDefault="00383B99"/>
    <w:p w:rsidR="00383B99" w:rsidRDefault="006E5B33">
      <w:r>
        <w:t>alfa_mzalt :matt =(0,3.600,5,6.2500,7.500,10,12.800,14.2,15,18,19.7);</w:t>
      </w:r>
    </w:p>
    <w:p w:rsidR="00383B99" w:rsidRDefault="006E5B33">
      <w:r>
        <w:t>Mzaltfal :matt =(-2,-2.2,-2.6,-3.1,-3.7,-5,-6.9,-8.8,-10.8,-13.6,-17);</w:t>
      </w:r>
    </w:p>
    <w:p w:rsidR="00383B99" w:rsidRDefault="00383B99"/>
    <w:p w:rsidR="00383B99" w:rsidRDefault="006E5B33">
      <w:r>
        <w:t>CyTab__:matt=( 0.,-0.28, -0.07,  0.11,  0.30,  0.47,  0.63,  0.80,  0.93,  1.08,  1.18);</w:t>
      </w:r>
    </w:p>
    <w:p w:rsidR="00383B99" w:rsidRDefault="006E5B33">
      <w:r>
        <w:t>Cyal__:matt=( -1., 0., 2.,  4.,  6.,  8.,  10., 12.,  14.,  16.,  18);</w:t>
      </w:r>
    </w:p>
    <w:p w:rsidR="00383B99" w:rsidRDefault="00383B99"/>
    <w:p w:rsidR="00383B99" w:rsidRDefault="006E5B33">
      <w:r>
        <w:t>mzdvtab1:mass=(-0.01450,-0.014525,-0.01455,-0.014585, -0.01460,-0.01462, -0.01465);</w:t>
      </w:r>
    </w:p>
    <w:p w:rsidR="00383B99" w:rsidRDefault="006E5B33">
      <w:r>
        <w:t>mzdval1:mass=(0.000000,  2.5000,  5.000000,  8.5000,  10.00000,  12.000, 15.00000);</w:t>
      </w:r>
    </w:p>
    <w:p w:rsidR="00383B99" w:rsidRDefault="006E5B33">
      <w:r>
        <w:t>var</w:t>
      </w:r>
    </w:p>
    <w:p w:rsidR="00383B99" w:rsidRDefault="006E5B33">
      <w:r>
        <w:t>Buf,Cy ,DZ ,Cx ,CyAL ,AL ,MzFIst ,dVpr ,MzAL ,MzAL1 ,MzWz ,M  ,MzDV ,Vprz</w:t>
      </w:r>
    </w:p>
    <w:p w:rsidR="00383B99" w:rsidRDefault="006E5B33">
      <w:r>
        <w:t>,dMzdv, _m ,G ,q ,Ro  ,MzStat ,DV ,Xt ,FIst ,Pbal , MzVra ,Ba ,Mz ,Ye ,Iz ,P</w:t>
      </w:r>
    </w:p>
    <w:p w:rsidR="00383B99" w:rsidRDefault="006E5B33">
      <w:r>
        <w:t>,DGBal ,Xe ,Vpro ,Fun ,flag ,CyBal  ,POtk ,TOtk ,ALBal  ,DVBal  ,Roh  ,DG  ,a</w:t>
      </w:r>
    </w:p>
    <w:p w:rsidR="00383B99" w:rsidRDefault="006E5B33">
      <w:r>
        <w:t>,Vpr ,Vprzad,Vpr0,Ny ,Tetab ,dTeta ,</w:t>
      </w:r>
    </w:p>
    <w:p w:rsidR="00383B99" w:rsidRDefault="006E5B33">
      <w:r>
        <w:t>delta1 ,delta ,Sigma , dVprzad ,CyAL1,T,</w:t>
      </w:r>
    </w:p>
    <w:p w:rsidR="00383B99" w:rsidRDefault="006E5B33">
      <w:r>
        <w:t>CxBal,XBal,YBal,Qdv,dvSau,wv,tv__:real;</w:t>
      </w:r>
    </w:p>
    <w:p w:rsidR="00383B99" w:rsidRDefault="006E5B33">
      <w:r>
        <w:t xml:space="preserve">    pbaldv,dny:real;</w:t>
      </w:r>
    </w:p>
    <w:p w:rsidR="00383B99" w:rsidRDefault="006E5B33">
      <w:r>
        <w:t xml:space="preserve">    kv,kv_,tv,tv_,kidv,qq,sss,P1:real;</w:t>
      </w:r>
    </w:p>
    <w:p w:rsidR="00383B99" w:rsidRDefault="006E5B33">
      <w:r>
        <w:t xml:space="preserve">    mza,g0,dmz, deltavpr,flagg,flagbal,pdv,mz_cy,delta_ny,dv_ny:real;</w:t>
      </w:r>
    </w:p>
    <w:p w:rsidR="00383B99" w:rsidRDefault="006E5B33">
      <w:r>
        <w:t xml:space="preserve">    CyB,cxb,gtop,Kh1,K_v,K_v1,T_v,T_v1,Kteta,Kh,Kwz,Ktet,Kint:real;</w:t>
      </w:r>
    </w:p>
    <w:p w:rsidR="00383B99" w:rsidRDefault="006E5B33">
      <w:r>
        <w:t xml:space="preserve">            F :text;</w:t>
      </w:r>
    </w:p>
    <w:p w:rsidR="00383B99" w:rsidRDefault="006E5B33">
      <w:r>
        <w:t xml:space="preserve">    x ,y ,d:array[1..20] of real;</w:t>
      </w:r>
    </w:p>
    <w:p w:rsidR="00383B99" w:rsidRDefault="006E5B33">
      <w:r>
        <w:t xml:space="preserve">       vib,met,ssau,i ,j :integer;</w:t>
      </w:r>
    </w:p>
    <w:p w:rsidR="00383B99" w:rsidRDefault="006E5B33">
      <w:r>
        <w:t>{____________________________________________________________________________}</w:t>
      </w:r>
    </w:p>
    <w:p w:rsidR="00383B99" w:rsidRDefault="006E5B33">
      <w:r>
        <w:t>procedure menu;</w:t>
      </w:r>
    </w:p>
    <w:p w:rsidR="00383B99" w:rsidRDefault="006E5B33">
      <w:r>
        <w:t>begin</w:t>
      </w:r>
    </w:p>
    <w:p w:rsidR="00383B99" w:rsidRDefault="006E5B33">
      <w:r>
        <w:t>clrscr;</w:t>
      </w:r>
    </w:p>
    <w:p w:rsidR="00383B99" w:rsidRDefault="006E5B33">
      <w:r>
        <w:t xml:space="preserve">  textcolor(3);</w:t>
      </w:r>
    </w:p>
    <w:p w:rsidR="00383B99" w:rsidRDefault="006E5B33">
      <w:r>
        <w:t xml:space="preserve">  write('Курсова робота з дисциплiни:  ');</w:t>
      </w:r>
    </w:p>
    <w:p w:rsidR="00383B99" w:rsidRDefault="006E5B33">
      <w:r>
        <w:t xml:space="preserve">  writeln ('Математичнi моделi iнформацiйних процесiв та       управлiння динамiчними обьєктами');</w:t>
      </w:r>
    </w:p>
    <w:p w:rsidR="00383B99" w:rsidRDefault="006E5B33">
      <w:r>
        <w:t xml:space="preserve">  writeln('Виконав студент групи 303 ФiТ Єрофеєв Юрiй');</w:t>
      </w:r>
    </w:p>
    <w:p w:rsidR="00383B99" w:rsidRDefault="006E5B33">
      <w:r>
        <w:t xml:space="preserve">  writeln;</w:t>
      </w:r>
    </w:p>
    <w:p w:rsidR="00383B99" w:rsidRDefault="006E5B33">
      <w:r>
        <w:t xml:space="preserve">  writeln(' Варианти польоту: ');</w:t>
      </w:r>
    </w:p>
    <w:p w:rsidR="00383B99" w:rsidRDefault="006E5B33">
      <w:r>
        <w:t xml:space="preserve">     writeln('     1:  Вiльний лiтак');</w:t>
      </w:r>
    </w:p>
    <w:p w:rsidR="00383B99" w:rsidRDefault="006E5B33">
      <w:r>
        <w:t xml:space="preserve">     writeln('     2:  Вiдмова центрального двигуна');</w:t>
      </w:r>
    </w:p>
    <w:p w:rsidR="00383B99" w:rsidRDefault="006E5B33">
      <w:r>
        <w:t xml:space="preserve">     writeln('     3:  Вiдмова центрального двигуна i стабiлiзацiя заданої прил. швидкостi             через руль висоти');</w:t>
      </w:r>
    </w:p>
    <w:p w:rsidR="00383B99" w:rsidRDefault="006E5B33">
      <w:r>
        <w:t xml:space="preserve">     writeln;</w:t>
      </w:r>
    </w:p>
    <w:p w:rsidR="00383B99" w:rsidRDefault="006E5B33">
      <w:r>
        <w:t xml:space="preserve">     write('   Введiть варiант польоту: ');</w:t>
      </w:r>
    </w:p>
    <w:p w:rsidR="00383B99" w:rsidRDefault="006E5B33">
      <w:r>
        <w:t xml:space="preserve">      readln(vib);</w:t>
      </w:r>
    </w:p>
    <w:p w:rsidR="00383B99" w:rsidRDefault="006E5B33">
      <w:r>
        <w:t>writeln;writeln;</w:t>
      </w:r>
    </w:p>
    <w:p w:rsidR="00383B99" w:rsidRDefault="006E5B33">
      <w:r>
        <w:t>textcolor(7);</w:t>
      </w:r>
    </w:p>
    <w:p w:rsidR="00383B99" w:rsidRDefault="006E5B33">
      <w:r>
        <w:t>{writeln('Пiдключити САУ ?  1-Так/2-Нi');</w:t>
      </w:r>
    </w:p>
    <w:p w:rsidR="00383B99" w:rsidRDefault="006E5B33">
      <w:r>
        <w:t>readln(ssau);</w:t>
      </w:r>
    </w:p>
    <w:p w:rsidR="00383B99" w:rsidRDefault="006E5B33">
      <w:r>
        <w:t>writeln; }</w:t>
      </w:r>
    </w:p>
    <w:p w:rsidR="00383B99" w:rsidRDefault="006E5B33">
      <w:r>
        <w:t>writeln('Метод чисельного iнтегрування');</w:t>
      </w:r>
    </w:p>
    <w:p w:rsidR="00383B99" w:rsidRDefault="006E5B33">
      <w:r>
        <w:t>writeln('          1:   Ейлера');</w:t>
      </w:r>
    </w:p>
    <w:p w:rsidR="00383B99" w:rsidRDefault="006E5B33">
      <w:r>
        <w:t>writeln('          2:   Рунге-Кутти з корекцiєю по середнiй похiднiй');</w:t>
      </w:r>
    </w:p>
    <w:p w:rsidR="00383B99" w:rsidRDefault="006E5B33">
      <w:r>
        <w:t>writeln;</w:t>
      </w:r>
    </w:p>
    <w:p w:rsidR="00383B99" w:rsidRDefault="006E5B33">
      <w:r>
        <w:t>write('    Ваш вибiр  ');</w:t>
      </w:r>
    </w:p>
    <w:p w:rsidR="00383B99" w:rsidRDefault="00383B99"/>
    <w:p w:rsidR="00383B99" w:rsidRDefault="006E5B33">
      <w:r>
        <w:t>readln(met);</w:t>
      </w:r>
    </w:p>
    <w:p w:rsidR="00383B99" w:rsidRDefault="006E5B33">
      <w:r>
        <w:t>end;</w:t>
      </w:r>
    </w:p>
    <w:p w:rsidR="00383B99" w:rsidRDefault="006E5B33">
      <w:r>
        <w:t>{____________________________________________________________________________}</w:t>
      </w:r>
    </w:p>
    <w:p w:rsidR="00383B99" w:rsidRDefault="006E5B33">
      <w:pPr>
        <w:rPr>
          <w:lang w:val="en-US"/>
        </w:rPr>
      </w:pPr>
      <w:r>
        <w:t>{Интерполяція  функциї 1 змінної методом Лагранжу}</w:t>
      </w:r>
    </w:p>
    <w:p w:rsidR="00383B99" w:rsidRDefault="006E5B33">
      <w:r>
        <w:t>function InterpolFunction1(x1:real; var xm,fm:mass ):real;</w:t>
      </w:r>
    </w:p>
    <w:p w:rsidR="00383B99" w:rsidRDefault="006E5B33">
      <w:r>
        <w:t>const n=6;</w:t>
      </w:r>
    </w:p>
    <w:p w:rsidR="00383B99" w:rsidRDefault="006E5B33">
      <w:r>
        <w:t>var i,j:integer;</w:t>
      </w:r>
    </w:p>
    <w:p w:rsidR="00383B99" w:rsidRDefault="006E5B33">
      <w:r>
        <w:t xml:space="preserve">    p1,p2,p,r,r1,r2,q,s:real;</w:t>
      </w:r>
    </w:p>
    <w:p w:rsidR="00383B99" w:rsidRDefault="006E5B33">
      <w:r>
        <w:t>begin</w:t>
      </w:r>
    </w:p>
    <w:p w:rsidR="00383B99" w:rsidRDefault="006E5B33">
      <w:r>
        <w:t>p:=0.0; p1:=p; p2:=p;</w:t>
      </w:r>
    </w:p>
    <w:p w:rsidR="00383B99" w:rsidRDefault="006E5B33">
      <w:r>
        <w:t>for i:=1 to n do</w:t>
      </w:r>
    </w:p>
    <w:p w:rsidR="00383B99" w:rsidRDefault="006E5B33">
      <w:r>
        <w:t xml:space="preserve">  begin</w:t>
      </w:r>
    </w:p>
    <w:p w:rsidR="00383B99" w:rsidRDefault="006E5B33">
      <w:r>
        <w:t xml:space="preserve">  r:=1.0; r1:=0.0; r2:=r1;</w:t>
      </w:r>
    </w:p>
    <w:p w:rsidR="00383B99" w:rsidRDefault="006E5B33">
      <w:r>
        <w:t xml:space="preserve">  for j:=1 to n do  if i&lt;&gt;j then</w:t>
      </w:r>
    </w:p>
    <w:p w:rsidR="00383B99" w:rsidRDefault="006E5B33">
      <w:r>
        <w:t xml:space="preserve">    begin</w:t>
      </w:r>
    </w:p>
    <w:p w:rsidR="00383B99" w:rsidRDefault="006E5B33">
      <w:r>
        <w:t xml:space="preserve">      q:=xm[i]-xm[j]; s:=x1-xm[j]; r2:=(r2*s+2*r1)/q;r1:=(r1*s+r)/q;r:=r*s/q;</w:t>
      </w:r>
    </w:p>
    <w:p w:rsidR="00383B99" w:rsidRDefault="006E5B33">
      <w:r>
        <w:t xml:space="preserve">    end;</w:t>
      </w:r>
    </w:p>
    <w:p w:rsidR="00383B99" w:rsidRDefault="006E5B33">
      <w:r>
        <w:t xml:space="preserve">    p2:=p2+r2*fm[i];p1:=p1+r1*fm[i];p:=p+r*fm[i];</w:t>
      </w:r>
    </w:p>
    <w:p w:rsidR="00383B99" w:rsidRDefault="006E5B33">
      <w:r>
        <w:t xml:space="preserve">  end;</w:t>
      </w:r>
    </w:p>
    <w:p w:rsidR="00383B99" w:rsidRDefault="006E5B33">
      <w:r>
        <w:t xml:space="preserve">  InterpolFunction1:=p;</w:t>
      </w:r>
    </w:p>
    <w:p w:rsidR="00383B99" w:rsidRDefault="006E5B33">
      <w:r>
        <w:t>end;{InterpolFunction1}</w:t>
      </w:r>
    </w:p>
    <w:p w:rsidR="00383B99" w:rsidRDefault="006E5B33">
      <w:r>
        <w:t>{____________________________________________________________________________}</w:t>
      </w:r>
    </w:p>
    <w:p w:rsidR="00383B99" w:rsidRDefault="006E5B33">
      <w:pPr>
        <w:rPr>
          <w:lang w:val="en-US"/>
        </w:rPr>
      </w:pPr>
      <w:r>
        <w:t>{Интерполяція  функциї  змінної методом Лагранжу   таблиць на 11 значень}</w:t>
      </w:r>
    </w:p>
    <w:p w:rsidR="00383B99" w:rsidRDefault="006E5B33">
      <w:r>
        <w:t>function InterpolFunction11(x1:real; var xm,fm:matt ):real;</w:t>
      </w:r>
    </w:p>
    <w:p w:rsidR="00383B99" w:rsidRDefault="006E5B33">
      <w:r>
        <w:t>const n=10;</w:t>
      </w:r>
    </w:p>
    <w:p w:rsidR="00383B99" w:rsidRDefault="006E5B33">
      <w:r>
        <w:t>var i,j:integer;</w:t>
      </w:r>
    </w:p>
    <w:p w:rsidR="00383B99" w:rsidRDefault="006E5B33">
      <w:r>
        <w:t xml:space="preserve">    p1,p2,p,r,r1,r2,q,s:real;</w:t>
      </w:r>
    </w:p>
    <w:p w:rsidR="00383B99" w:rsidRDefault="006E5B33">
      <w:r>
        <w:t>begin</w:t>
      </w:r>
    </w:p>
    <w:p w:rsidR="00383B99" w:rsidRDefault="006E5B33">
      <w:r>
        <w:t>p:=0.0; p1:=p; p2:=p;</w:t>
      </w:r>
    </w:p>
    <w:p w:rsidR="00383B99" w:rsidRDefault="006E5B33">
      <w:r>
        <w:t>for i:=1 to n do</w:t>
      </w:r>
    </w:p>
    <w:p w:rsidR="00383B99" w:rsidRDefault="006E5B33">
      <w:r>
        <w:t xml:space="preserve">  begin</w:t>
      </w:r>
    </w:p>
    <w:p w:rsidR="00383B99" w:rsidRDefault="006E5B33">
      <w:r>
        <w:t xml:space="preserve">  r:=1.0; r1:=0.0; r2:=r1;</w:t>
      </w:r>
    </w:p>
    <w:p w:rsidR="00383B99" w:rsidRDefault="006E5B33">
      <w:r>
        <w:t xml:space="preserve">  for j:=1 to n do</w:t>
      </w:r>
    </w:p>
    <w:p w:rsidR="00383B99" w:rsidRDefault="006E5B33">
      <w:r>
        <w:t xml:space="preserve">  if i&lt;&gt;j then</w:t>
      </w:r>
    </w:p>
    <w:p w:rsidR="00383B99" w:rsidRDefault="006E5B33">
      <w:r>
        <w:t xml:space="preserve">    begin</w:t>
      </w:r>
    </w:p>
    <w:p w:rsidR="00383B99" w:rsidRDefault="006E5B33">
      <w:r>
        <w:t xml:space="preserve">      q:=xm[i]-xm[j]; s:=x1-xm[j]; r2:=(r2*s+2*r1)/q;r1:=(r1*s+r)/q;r:=r*s/q;</w:t>
      </w:r>
    </w:p>
    <w:p w:rsidR="00383B99" w:rsidRDefault="006E5B33">
      <w:r>
        <w:t xml:space="preserve">    end;</w:t>
      </w:r>
    </w:p>
    <w:p w:rsidR="00383B99" w:rsidRDefault="006E5B33">
      <w:r>
        <w:t xml:space="preserve">    p2:=p2+r2*fm[i];p1:=p1+r1*fm[i];p:=p+r*fm[i];</w:t>
      </w:r>
    </w:p>
    <w:p w:rsidR="00383B99" w:rsidRDefault="006E5B33">
      <w:r>
        <w:t xml:space="preserve">  end;</w:t>
      </w:r>
    </w:p>
    <w:p w:rsidR="00383B99" w:rsidRDefault="006E5B33">
      <w:r>
        <w:t xml:space="preserve">  InterpolFunction11:=p;</w:t>
      </w:r>
    </w:p>
    <w:p w:rsidR="00383B99" w:rsidRDefault="006E5B33">
      <w:r>
        <w:t>end;{InterpolFunction1}</w:t>
      </w:r>
    </w:p>
    <w:p w:rsidR="00383B99" w:rsidRDefault="006E5B33">
      <w:r>
        <w:t>{____________________________________________________________________________}</w:t>
      </w:r>
    </w:p>
    <w:p w:rsidR="00383B99" w:rsidRDefault="006E5B33">
      <w:r>
        <w:rPr>
          <w:lang w:val="en-US"/>
        </w:rPr>
        <w:t>{</w:t>
      </w:r>
      <w:r>
        <w:rPr>
          <w:lang w:val="uk-UA"/>
        </w:rPr>
        <w:t>Процедура попередження користувача</w:t>
      </w:r>
      <w:r>
        <w:rPr>
          <w:lang w:val="en-US"/>
        </w:rPr>
        <w:t>}</w:t>
      </w:r>
    </w:p>
    <w:p w:rsidR="00383B99" w:rsidRDefault="006E5B33">
      <w:r>
        <w:t>procedure attention;</w:t>
      </w:r>
    </w:p>
    <w:p w:rsidR="00383B99" w:rsidRDefault="006E5B33">
      <w:r>
        <w:t>begin</w:t>
      </w:r>
    </w:p>
    <w:p w:rsidR="00383B99" w:rsidRDefault="006E5B33">
      <w:r>
        <w:t>sound(100);</w:t>
      </w:r>
    </w:p>
    <w:p w:rsidR="00383B99" w:rsidRDefault="006E5B33">
      <w:r>
        <w:t>delay(2);</w:t>
      </w:r>
    </w:p>
    <w:p w:rsidR="00383B99" w:rsidRDefault="006E5B33">
      <w:r>
        <w:t>nosound;</w:t>
      </w:r>
    </w:p>
    <w:p w:rsidR="00383B99" w:rsidRDefault="006E5B33">
      <w:r>
        <w:t>end;</w:t>
      </w:r>
    </w:p>
    <w:p w:rsidR="00383B99" w:rsidRDefault="006E5B33">
      <w:r>
        <w:t>{____________________________________________________________________________}</w:t>
      </w:r>
    </w:p>
    <w:p w:rsidR="00383B99" w:rsidRDefault="006E5B33">
      <w:r>
        <w:rPr>
          <w:lang w:val="en-US"/>
        </w:rPr>
        <w:t>{</w:t>
      </w:r>
      <w:r>
        <w:rPr>
          <w:lang w:val="uk-UA"/>
        </w:rPr>
        <w:t>Процедура котролю за кутом атаки, закидом вертикального перевантаження, кількістю палива</w:t>
      </w:r>
      <w:r>
        <w:rPr>
          <w:lang w:val="en-US"/>
        </w:rPr>
        <w:t>}</w:t>
      </w:r>
    </w:p>
    <w:p w:rsidR="00383B99" w:rsidRDefault="006E5B33">
      <w:r>
        <w:t>procedure control;</w:t>
      </w:r>
    </w:p>
    <w:p w:rsidR="00383B99" w:rsidRDefault="006E5B33">
      <w:r>
        <w:t>begin</w:t>
      </w:r>
    </w:p>
    <w:p w:rsidR="00383B99" w:rsidRDefault="006E5B33">
      <w:r>
        <w:t>dny:=ny-1;</w:t>
      </w:r>
    </w:p>
    <w:p w:rsidR="00383B99" w:rsidRDefault="006E5B33">
      <w:r>
        <w:t>if y[8]&lt;0 then attention;</w:t>
      </w:r>
    </w:p>
    <w:p w:rsidR="00383B99" w:rsidRDefault="006E5B33">
      <w:r>
        <w:t>if (dny&gt;0.2) or (dny&lt;-0.2) then attention;</w:t>
      </w:r>
    </w:p>
    <w:p w:rsidR="00383B99" w:rsidRDefault="006E5B33">
      <w:r>
        <w:t>if y[5]&gt;16 then attention;</w:t>
      </w:r>
    </w:p>
    <w:p w:rsidR="00383B99" w:rsidRDefault="006E5B33">
      <w:r>
        <w:t>end;</w:t>
      </w:r>
    </w:p>
    <w:p w:rsidR="00383B99" w:rsidRDefault="006E5B33">
      <w:r>
        <w:t>{____________________________________________________________________________}</w:t>
      </w:r>
    </w:p>
    <w:p w:rsidR="00383B99" w:rsidRDefault="006E5B33">
      <w:r>
        <w:t>{Вивід результатів на екран і в файл}</w:t>
      </w:r>
    </w:p>
    <w:p w:rsidR="00383B99" w:rsidRDefault="006E5B33">
      <w:r>
        <w:t>procedure PRINT;</w:t>
      </w:r>
    </w:p>
    <w:p w:rsidR="00383B99" w:rsidRDefault="006E5B33">
      <w:r>
        <w:t>begin</w:t>
      </w:r>
    </w:p>
    <w:p w:rsidR="00383B99" w:rsidRDefault="006E5B33">
      <w:r>
        <w:t xml:space="preserve">  write('|',t:6:1);  write(y[3]:9:2,'  ');    write(vpr:6:3,'');</w:t>
      </w:r>
    </w:p>
    <w:p w:rsidR="00383B99" w:rsidRDefault="006E5B33">
      <w:r>
        <w:t xml:space="preserve">  write(y[6]:9:2,'');  write(y[5]:7:3,' ');   write(y[1]:7:3,'   ');</w:t>
      </w:r>
    </w:p>
    <w:p w:rsidR="00383B99" w:rsidRDefault="006E5B33">
      <w:r>
        <w:t xml:space="preserve">  write(P1:8:3, '');    write(dV:8:3,' ');     writeln(ny:6:4,' |');</w:t>
      </w:r>
    </w:p>
    <w:p w:rsidR="00383B99" w:rsidRDefault="00383B99"/>
    <w:p w:rsidR="00383B99" w:rsidRDefault="006E5B33">
      <w:r>
        <w:t xml:space="preserve">  write(f,'|',t:6:1);       write(f,y[3]:9:2,'  ');    write(f,vpr:7:3,' ');</w:t>
      </w:r>
    </w:p>
    <w:p w:rsidR="00383B99" w:rsidRDefault="006E5B33">
      <w:r>
        <w:t xml:space="preserve">  write(f,y[6]:9:2,' ');    write(f,y[5]:7:3,' ');     write(f,y[1]:7:3,' ');</w:t>
      </w:r>
    </w:p>
    <w:p w:rsidR="00383B99" w:rsidRDefault="006E5B33">
      <w:r>
        <w:t xml:space="preserve">  write(f,P1:8:3, '');    write(f,dV:8:3,'  ');</w:t>
      </w:r>
    </w:p>
    <w:p w:rsidR="00383B99" w:rsidRDefault="006E5B33">
      <w:r>
        <w:t xml:space="preserve">    write(f,ny:6:4,'   ');</w:t>
      </w:r>
    </w:p>
    <w:p w:rsidR="00383B99" w:rsidRDefault="006E5B33">
      <w:r>
        <w:t xml:space="preserve">    write(f,(2*Pdv+P1):6:4,'   ');</w:t>
      </w:r>
    </w:p>
    <w:p w:rsidR="00383B99" w:rsidRDefault="006E5B33">
      <w:r>
        <w:t xml:space="preserve">    writeln(f,y[4]:6:4,' |');</w:t>
      </w:r>
    </w:p>
    <w:p w:rsidR="00383B99" w:rsidRDefault="006E5B33">
      <w:r>
        <w:t>end;</w:t>
      </w:r>
    </w:p>
    <w:p w:rsidR="00383B99" w:rsidRDefault="006E5B33">
      <w:r>
        <w:t>{____________________________________________________________________________}</w:t>
      </w:r>
    </w:p>
    <w:p w:rsidR="00383B99" w:rsidRDefault="006E5B33">
      <w:r>
        <w:t>procedure prisvoenie;</w:t>
      </w:r>
    </w:p>
    <w:p w:rsidR="00383B99" w:rsidRDefault="006E5B33">
      <w:r>
        <w:t>begin</w:t>
      </w:r>
    </w:p>
    <w:p w:rsidR="00383B99" w:rsidRDefault="006E5B33">
      <w:r>
        <w:t xml:space="preserve">      if flagg=1 then</w:t>
      </w:r>
    </w:p>
    <w:p w:rsidR="00383B99" w:rsidRDefault="006E5B33">
      <w:r>
        <w:t xml:space="preserve">       begin</w:t>
      </w:r>
    </w:p>
    <w:p w:rsidR="00383B99" w:rsidRDefault="006E5B33">
      <w:r>
        <w:t xml:space="preserve">         for i := 1 to 20 do X[i] := 0;</w:t>
      </w:r>
    </w:p>
    <w:p w:rsidR="00383B99" w:rsidRDefault="006E5B33">
      <w:r>
        <w:t xml:space="preserve">         flagg := 0;</w:t>
      </w:r>
    </w:p>
    <w:p w:rsidR="00383B99" w:rsidRDefault="006E5B33">
      <w:r>
        <w:t xml:space="preserve">         end;</w:t>
      </w:r>
    </w:p>
    <w:p w:rsidR="00383B99" w:rsidRDefault="006E5B33">
      <w:r>
        <w:t xml:space="preserve">  Y[3] := 110;  Y[6] := 1000; Gtop:=20000;  G0:=53000;  y[8]:=Gtop;</w:t>
      </w:r>
    </w:p>
    <w:p w:rsidR="00383B99" w:rsidRDefault="006E5B33">
      <w:r>
        <w:t xml:space="preserve"> G :=Gtop+G0;   Iz := 660000;  DZ := 0;     Ba := 5.285;    FIst :=0;</w:t>
      </w:r>
    </w:p>
    <w:p w:rsidR="00383B99" w:rsidRDefault="006E5B33">
      <w:r>
        <w:t xml:space="preserve"> Xt := 0.24;   Ro := 0.1249;   DG := 0;    DV := 0;       T := 0;</w:t>
      </w:r>
    </w:p>
    <w:p w:rsidR="00383B99" w:rsidRDefault="006E5B33">
      <w:r>
        <w:t xml:space="preserve"> flagg:=1;     flag:=1;        flagbal:=1;</w:t>
      </w:r>
    </w:p>
    <w:p w:rsidR="00383B99" w:rsidRDefault="006E5B33">
      <w:r>
        <w:t xml:space="preserve">  {SAU}</w:t>
      </w:r>
    </w:p>
    <w:p w:rsidR="00383B99" w:rsidRDefault="006E5B33">
      <w:r>
        <w:t xml:space="preserve">  Kh1:= 0.4;  K_v:= 1.8; K_v1:= 2.16; T_v:= 1.;  T_v1:=1.; Kteta:= 2.0;</w:t>
      </w:r>
    </w:p>
    <w:p w:rsidR="00383B99" w:rsidRDefault="006E5B33">
      <w:r>
        <w:t xml:space="preserve">    Kh:= 0.1;  Kwz:= 3.0; Ktet:= 0.5;  Kint:= 0.002; kidv:=0.04;</w:t>
      </w:r>
    </w:p>
    <w:p w:rsidR="00383B99" w:rsidRDefault="006E5B33">
      <w:r>
        <w:t>end;</w:t>
      </w:r>
    </w:p>
    <w:p w:rsidR="00383B99" w:rsidRDefault="006E5B33">
      <w:r>
        <w:t>{____________________________________________________________________________}</w:t>
      </w:r>
    </w:p>
    <w:p w:rsidR="00383B99" w:rsidRDefault="006E5B33">
      <w:pPr>
        <w:rPr>
          <w:lang w:val="en-US"/>
        </w:rPr>
      </w:pPr>
      <w:r>
        <w:t>{ Чисельне інтегрування диференціальних рівнянь методом Эйлера }</w:t>
      </w:r>
    </w:p>
    <w:p w:rsidR="00383B99" w:rsidRDefault="006E5B33">
      <w:r>
        <w:t>procedure Eiler;</w:t>
      </w:r>
    </w:p>
    <w:p w:rsidR="00383B99" w:rsidRDefault="006E5B33">
      <w:r>
        <w:t>var i :integer;</w:t>
      </w:r>
    </w:p>
    <w:p w:rsidR="00383B99" w:rsidRDefault="006E5B33">
      <w:r>
        <w:t>begin</w:t>
      </w:r>
    </w:p>
    <w:p w:rsidR="00383B99" w:rsidRDefault="006E5B33">
      <w:r>
        <w:t>for i:=1 to 20 do y[i]:=y[i]+x[i]*dt;</w:t>
      </w:r>
    </w:p>
    <w:p w:rsidR="00383B99" w:rsidRDefault="006E5B33">
      <w:r>
        <w:t>end;{Integrirovanie}</w:t>
      </w:r>
    </w:p>
    <w:p w:rsidR="00383B99" w:rsidRDefault="006E5B33">
      <w:r>
        <w:t>{____________________________________________________________________________}</w:t>
      </w:r>
    </w:p>
    <w:p w:rsidR="00383B99" w:rsidRDefault="006E5B33">
      <w:pPr>
        <w:rPr>
          <w:lang w:val="en-US"/>
        </w:rPr>
      </w:pPr>
      <w:r>
        <w:rPr>
          <w:lang w:val="en-US"/>
        </w:rPr>
        <w:t xml:space="preserve">{Вивід на екран початкових значень польоту </w:t>
      </w:r>
      <w:r>
        <w:rPr>
          <w:lang w:val="uk-UA"/>
        </w:rPr>
        <w:t>та показників стійкості</w:t>
      </w:r>
      <w:r>
        <w:rPr>
          <w:lang w:val="en-US"/>
        </w:rPr>
        <w:t>}</w:t>
      </w:r>
    </w:p>
    <w:p w:rsidR="00383B99" w:rsidRDefault="006E5B33">
      <w:r>
        <w:t>procedure print_bal;</w:t>
      </w:r>
    </w:p>
    <w:p w:rsidR="00383B99" w:rsidRDefault="006E5B33">
      <w:r>
        <w:t>begin</w:t>
      </w:r>
    </w:p>
    <w:p w:rsidR="00383B99" w:rsidRDefault="006E5B33">
      <w:r>
        <w:t>clrscr;</w:t>
      </w:r>
    </w:p>
    <w:p w:rsidR="00383B99" w:rsidRDefault="006E5B33">
      <w:r>
        <w:t>writeln('Балансованi (початковi) значення польоту');</w:t>
      </w:r>
    </w:p>
    <w:p w:rsidR="00383B99" w:rsidRDefault="006E5B33">
      <w:r>
        <w:t>writeln;</w:t>
      </w:r>
    </w:p>
    <w:p w:rsidR="00383B99" w:rsidRDefault="006E5B33">
      <w:r>
        <w:t>writeln('Швидкiсть  ',y[3]:5:3);</w:t>
      </w:r>
    </w:p>
    <w:p w:rsidR="00383B99" w:rsidRDefault="006E5B33">
      <w:r>
        <w:t>writeln('Висота  ',y[6]:5:3);</w:t>
      </w:r>
    </w:p>
    <w:p w:rsidR="00383B99" w:rsidRDefault="006E5B33">
      <w:r>
        <w:t>writeln('Швидкiсть звуку  ',a:6:3);</w:t>
      </w:r>
    </w:p>
    <w:p w:rsidR="00383B99" w:rsidRDefault="006E5B33">
      <w:r>
        <w:t>writeln('Густина повiтря  ',roh:6:3);</w:t>
      </w:r>
    </w:p>
    <w:p w:rsidR="00383B99" w:rsidRDefault="006E5B33">
      <w:r>
        <w:t>writeln('Число маха  ',M:6:3);</w:t>
      </w:r>
    </w:p>
    <w:p w:rsidR="00383B99" w:rsidRDefault="006E5B33">
      <w:r>
        <w:t>writeln('Cy  ',cyb:6:3);</w:t>
      </w:r>
    </w:p>
    <w:p w:rsidR="00383B99" w:rsidRDefault="006E5B33">
      <w:r>
        <w:t>writeln('Cx  ',cxb:6:3);</w:t>
      </w:r>
    </w:p>
    <w:p w:rsidR="00383B99" w:rsidRDefault="006E5B33">
      <w:r>
        <w:t>writeln('Кут атаки  ',albal:6:3);</w:t>
      </w:r>
    </w:p>
    <w:p w:rsidR="00383B99" w:rsidRDefault="006E5B33">
      <w:r>
        <w:t>writeln('Руль висоти  ',dvbal:6:3);</w:t>
      </w:r>
    </w:p>
    <w:p w:rsidR="00383B99" w:rsidRDefault="006E5B33">
      <w:r>
        <w:t>writeln('Дельта газу  ',dgbal:6:3);</w:t>
      </w:r>
    </w:p>
    <w:p w:rsidR="00383B99" w:rsidRDefault="006E5B33">
      <w:r>
        <w:t>writeln('Ybal  ',ybal:6:3);</w:t>
      </w:r>
    </w:p>
    <w:p w:rsidR="00383B99" w:rsidRDefault="006E5B33">
      <w:r>
        <w:t>writeln('Xbal  ',xbal:6:3);</w:t>
      </w:r>
    </w:p>
    <w:p w:rsidR="00383B99" w:rsidRDefault="006E5B33">
      <w:r>
        <w:t>writeln('Початкова тяга силової установки  ',pbal:6:3);</w:t>
      </w:r>
    </w:p>
    <w:p w:rsidR="00383B99" w:rsidRDefault="006E5B33">
      <w:r>
        <w:t>writeln('Початкова тяга двигуна  ',p1:6:3);</w:t>
      </w:r>
    </w:p>
    <w:p w:rsidR="00383B99" w:rsidRDefault="006E5B33">
      <w:r>
        <w:t>writeln('Початкова приборна швидкiсть  ',vpr0:6:3);</w:t>
      </w:r>
    </w:p>
    <w:p w:rsidR="00383B99" w:rsidRDefault="006E5B33">
      <w:r>
        <w:t>writeln;</w:t>
      </w:r>
    </w:p>
    <w:p w:rsidR="00383B99" w:rsidRDefault="006E5B33">
      <w:r>
        <w:t>textcolor(3);</w:t>
      </w:r>
    </w:p>
    <w:p w:rsidR="00383B99" w:rsidRDefault="006E5B33">
      <w:r>
        <w:t>writeln('Ступiнь повздовжноъ статичноъ стiйкостi  ',mz_cy:6:3);</w:t>
      </w:r>
    </w:p>
    <w:p w:rsidR="00383B99" w:rsidRDefault="006E5B33">
      <w:r>
        <w:t>writeln('Запас стiйкостi по перевантаженню  ',delta_ny:6:3);</w:t>
      </w:r>
    </w:p>
    <w:p w:rsidR="00383B99" w:rsidRDefault="006E5B33">
      <w:r>
        <w:t>writeln('Витрата руля висоти на одиницю перевантаження  ',dv_ny:6:3);</w:t>
      </w:r>
    </w:p>
    <w:p w:rsidR="00383B99" w:rsidRDefault="006E5B33">
      <w:r>
        <w:t>writeln('Перiод коливань (по швидкостi) ',tv__:6:3);</w:t>
      </w:r>
    </w:p>
    <w:p w:rsidR="00383B99" w:rsidRDefault="006E5B33">
      <w:r>
        <w:t>textcolor(7);</w:t>
      </w:r>
    </w:p>
    <w:p w:rsidR="00383B99" w:rsidRDefault="006E5B33">
      <w:r>
        <w:t>readkey;</w:t>
      </w:r>
    </w:p>
    <w:p w:rsidR="00383B99" w:rsidRDefault="006E5B33">
      <w:r>
        <w:t>clrscr;</w:t>
      </w:r>
    </w:p>
    <w:p w:rsidR="00383B99" w:rsidRDefault="006E5B33">
      <w:r>
        <w:t>end;</w:t>
      </w:r>
    </w:p>
    <w:p w:rsidR="00383B99" w:rsidRDefault="006E5B33">
      <w:r>
        <w:t>{____________________________________________________________________________}</w:t>
      </w:r>
    </w:p>
    <w:p w:rsidR="00383B99" w:rsidRDefault="006E5B33">
      <w:r>
        <w:t>{ Балансуваня літака }</w:t>
      </w:r>
    </w:p>
    <w:p w:rsidR="00383B99" w:rsidRDefault="006E5B33">
      <w:r>
        <w:t>procedure Balansirovka;</w:t>
      </w:r>
    </w:p>
    <w:p w:rsidR="00383B99" w:rsidRDefault="006E5B33">
      <w:r>
        <w:t>begin</w:t>
      </w:r>
    </w:p>
    <w:p w:rsidR="00383B99" w:rsidRDefault="006E5B33">
      <w:r>
        <w:t>CyB:=(2*G)/(S*Roh*y[3]*y[3]);</w:t>
      </w:r>
    </w:p>
    <w:p w:rsidR="00383B99" w:rsidRDefault="006E5B33">
      <w:r>
        <w:t>albal:=InterpolFunction11(cyb,cytab__,cyal__);</w:t>
      </w:r>
    </w:p>
    <w:p w:rsidR="00383B99" w:rsidRDefault="006E5B33">
      <w:r>
        <w:t>CxB:=InterpolFunction1(CyB,Cy_Cx,CxTab);</w:t>
      </w:r>
    </w:p>
    <w:p w:rsidR="00383B99" w:rsidRDefault="006E5B33">
      <w:r>
        <w:t>Ybal := CyB*S*q;</w:t>
      </w:r>
    </w:p>
    <w:p w:rsidR="00383B99" w:rsidRDefault="006E5B33">
      <w:r>
        <w:t>Xbal := CxB*S*q;</w:t>
      </w:r>
    </w:p>
    <w:p w:rsidR="00383B99" w:rsidRDefault="006E5B33">
      <w:r>
        <w:t>Mzdv:=InterpolFunction1(albal,mzdval1,mzdvTab1);</w:t>
      </w:r>
    </w:p>
    <w:p w:rsidR="00383B99" w:rsidRDefault="006E5B33">
      <w:r>
        <w:t xml:space="preserve"> DVBal := -(Mzo +MzAL*ALBal + CyB*(Xt-0.24) + MzDZ*DZ + MzFIst*FIst)/MzDV;</w:t>
      </w:r>
    </w:p>
    <w:p w:rsidR="00383B99" w:rsidRDefault="006E5B33">
      <w:r>
        <w:t xml:space="preserve"> Pbal := Xbal/cos((ALBal+FIdv)/RAD);</w:t>
      </w:r>
    </w:p>
    <w:p w:rsidR="00383B99" w:rsidRDefault="006E5B33">
      <w:r>
        <w:t xml:space="preserve"> DGBal:= (Pbal/3-Po-Pv*Y[3]-Ph*Y[6])/Pdg+66;</w:t>
      </w:r>
    </w:p>
    <w:p w:rsidR="00383B99" w:rsidRDefault="006E5B33">
      <w:r>
        <w:t xml:space="preserve"> P1 := Pbal/3;</w:t>
      </w:r>
    </w:p>
    <w:p w:rsidR="00383B99" w:rsidRDefault="006E5B33">
      <w:r>
        <w:t>Y[5] := ALBal;  Y[1] := Y[5] ;Tetab := ALBal;</w:t>
      </w:r>
    </w:p>
    <w:p w:rsidR="00383B99" w:rsidRDefault="006E5B33">
      <w:r>
        <w:t xml:space="preserve"> Mzwz:=InterpolFunction1(M,ChisloMahaTab,mzwzTab);</w:t>
      </w:r>
    </w:p>
    <w:p w:rsidR="00383B99" w:rsidRDefault="006E5B33">
      <w:r>
        <w:t>mz_cy:=mzal/cy_alfa;</w:t>
      </w:r>
    </w:p>
    <w:p w:rsidR="00383B99" w:rsidRDefault="006E5B33">
      <w:r>
        <w:t>delta_ny:=mz_cy+(mzwz*ba*S*roh)/(2*_m);</w:t>
      </w:r>
    </w:p>
    <w:p w:rsidR="00383B99" w:rsidRDefault="006E5B33">
      <w:r>
        <w:t>mzdv:=mzdv*rad;</w:t>
      </w:r>
    </w:p>
    <w:p w:rsidR="00383B99" w:rsidRDefault="006E5B33">
      <w:r>
        <w:t>dv_ny:=-rad*(delta_ny*Cyb)/mzdv;</w:t>
      </w:r>
    </w:p>
    <w:p w:rsidR="00383B99" w:rsidRDefault="006E5B33">
      <w:r>
        <w:t>wv:=(_g/y[3])*sqrt((2*mz_cy)/delta_ny);</w:t>
      </w:r>
    </w:p>
    <w:p w:rsidR="00383B99" w:rsidRDefault="006E5B33">
      <w:r>
        <w:t>tv__:=(2*3.14)/wv;</w:t>
      </w:r>
    </w:p>
    <w:p w:rsidR="00383B99" w:rsidRDefault="006E5B33">
      <w:r>
        <w:t>vpr:=y[3]*sqrt(roh/ro);</w:t>
      </w:r>
    </w:p>
    <w:p w:rsidR="00383B99" w:rsidRDefault="006E5B33">
      <w:r>
        <w:t>vpr0:=vpr;</w:t>
      </w:r>
    </w:p>
    <w:p w:rsidR="00383B99" w:rsidRDefault="006E5B33">
      <w:r>
        <w:t>vprzad:=vpr0+10;</w:t>
      </w:r>
    </w:p>
    <w:p w:rsidR="00383B99" w:rsidRDefault="006E5B33">
      <w:r>
        <w:t>if vib=3 then vprzad:=vpr0;</w:t>
      </w:r>
    </w:p>
    <w:p w:rsidR="00383B99" w:rsidRDefault="006E5B33">
      <w:r>
        <w:t>print_bal;</w:t>
      </w:r>
    </w:p>
    <w:p w:rsidR="00383B99" w:rsidRDefault="006E5B33">
      <w:r>
        <w:t>end;</w:t>
      </w:r>
    </w:p>
    <w:p w:rsidR="00383B99" w:rsidRDefault="006E5B33">
      <w:r>
        <w:t>{____________________________________________________________________________}</w:t>
      </w:r>
    </w:p>
    <w:p w:rsidR="00383B99" w:rsidRDefault="006E5B33">
      <w:pPr>
        <w:rPr>
          <w:lang w:val="en-US"/>
        </w:rPr>
      </w:pPr>
      <w:r>
        <w:rPr>
          <w:lang w:val="en-US"/>
        </w:rPr>
        <w:t>{</w:t>
      </w:r>
      <w:r>
        <w:rPr>
          <w:lang w:val="uk-UA"/>
        </w:rPr>
        <w:t>Закон стабілізаціїї приладової швидкості через руль висоти</w:t>
      </w:r>
      <w:r>
        <w:rPr>
          <w:lang w:val="en-US"/>
        </w:rPr>
        <w:t>}</w:t>
      </w:r>
    </w:p>
    <w:p w:rsidR="00383B99" w:rsidRDefault="006E5B33">
      <w:r>
        <w:t>procedure SAU;</w:t>
      </w:r>
    </w:p>
    <w:p w:rsidR="00383B99" w:rsidRDefault="006E5B33">
      <w:r>
        <w:t>begin</w:t>
      </w:r>
    </w:p>
    <w:p w:rsidR="00383B99" w:rsidRDefault="006E5B33">
      <w:r>
        <w:t xml:space="preserve">       deltavpr:=vprzad-vpr;</w:t>
      </w:r>
    </w:p>
    <w:p w:rsidR="00383B99" w:rsidRDefault="00383B99"/>
    <w:p w:rsidR="00383B99" w:rsidRDefault="006E5B33">
      <w:r>
        <w:t>x[15]:=(1-y[15])/t_v;</w:t>
      </w:r>
    </w:p>
    <w:p w:rsidR="00383B99" w:rsidRDefault="006E5B33">
      <w:r>
        <w:t>x[16]:=(1-y[16])/t_v1;</w:t>
      </w:r>
    </w:p>
    <w:p w:rsidR="00383B99" w:rsidRDefault="006E5B33">
      <w:r>
        <w:t>x[17]:=kidv;</w:t>
      </w:r>
    </w:p>
    <w:p w:rsidR="00383B99" w:rsidRDefault="006E5B33">
      <w:r>
        <w:t>fun:=y[17]*deltavpr;</w:t>
      </w:r>
    </w:p>
    <w:p w:rsidR="00383B99" w:rsidRDefault="006E5B33">
      <w:r>
        <w:t xml:space="preserve">       if(Fun&gt;10) then Fun:=10;</w:t>
      </w:r>
    </w:p>
    <w:p w:rsidR="00383B99" w:rsidRDefault="006E5B33">
      <w:r>
        <w:t xml:space="preserve">       if(Fun&lt;-10) then Fun:=-10;</w:t>
      </w:r>
    </w:p>
    <w:p w:rsidR="00383B99" w:rsidRDefault="006E5B33">
      <w:r>
        <w:t xml:space="preserve">    delta1:=(k_v*x[15]*deltavpr+x[16]*k_v1*100*deltavpr+fun);</w:t>
      </w:r>
    </w:p>
    <w:p w:rsidR="00383B99" w:rsidRDefault="006E5B33">
      <w:r>
        <w:t xml:space="preserve">      if delta1 &lt; -10 then delta1:=-10;</w:t>
      </w:r>
    </w:p>
    <w:p w:rsidR="00383B99" w:rsidRDefault="006E5B33">
      <w:r>
        <w:t xml:space="preserve">      if delta1 &gt; 10 then delta1:=10;</w:t>
      </w:r>
    </w:p>
    <w:p w:rsidR="00383B99" w:rsidRDefault="006E5B33">
      <w:r>
        <w:t xml:space="preserve">      dTeta:=Y[1]-Tetab;</w:t>
      </w:r>
    </w:p>
    <w:p w:rsidR="00383B99" w:rsidRDefault="006E5B33">
      <w:r>
        <w:t xml:space="preserve">      delta:=delta1+Kteta*dTeta;</w:t>
      </w:r>
    </w:p>
    <w:p w:rsidR="00383B99" w:rsidRDefault="006E5B33">
      <w:r>
        <w:t xml:space="preserve">      if delta &lt;-3.5 then delta:=-3.5;</w:t>
      </w:r>
    </w:p>
    <w:p w:rsidR="00383B99" w:rsidRDefault="006E5B33">
      <w:r>
        <w:t xml:space="preserve">      if delta &gt;3.5 then delta:=3.5;</w:t>
      </w:r>
    </w:p>
    <w:p w:rsidR="00383B99" w:rsidRDefault="006E5B33">
      <w:r>
        <w:t xml:space="preserve">      Sigma:=delta+Kwz*Y[2];</w:t>
      </w:r>
    </w:p>
    <w:p w:rsidR="00383B99" w:rsidRDefault="006E5B33">
      <w:r>
        <w:t xml:space="preserve">      if Sigma&lt;-10 then Sigma:=-10;</w:t>
      </w:r>
    </w:p>
    <w:p w:rsidR="00383B99" w:rsidRDefault="006E5B33">
      <w:r>
        <w:t xml:space="preserve">      if Sigma&gt;10 then Sigma:=10;</w:t>
      </w:r>
    </w:p>
    <w:p w:rsidR="00383B99" w:rsidRDefault="006E5B33">
      <w:r>
        <w:t xml:space="preserve">      X[9]:=0;</w:t>
      </w:r>
    </w:p>
    <w:p w:rsidR="00383B99" w:rsidRDefault="006E5B33">
      <w:r>
        <w:t xml:space="preserve">      if delta&lt;-2 then X[9]:=-0.6;</w:t>
      </w:r>
    </w:p>
    <w:p w:rsidR="00383B99" w:rsidRDefault="006E5B33">
      <w:r>
        <w:t xml:space="preserve">      if delta&gt;2 then X[9]:=0.6;</w:t>
      </w:r>
    </w:p>
    <w:p w:rsidR="00383B99" w:rsidRDefault="006E5B33">
      <w:r>
        <w:t xml:space="preserve">      DVsau:=Sigma+Y[9];</w:t>
      </w:r>
    </w:p>
    <w:p w:rsidR="00383B99" w:rsidRDefault="00383B99"/>
    <w:p w:rsidR="00383B99" w:rsidRDefault="006E5B33">
      <w:r>
        <w:t>end;</w:t>
      </w:r>
    </w:p>
    <w:p w:rsidR="00383B99" w:rsidRDefault="006E5B33">
      <w:r>
        <w:t>{____________________________________________________________________________}</w:t>
      </w:r>
    </w:p>
    <w:p w:rsidR="00383B99" w:rsidRDefault="006E5B33">
      <w:r>
        <w:t>{Система диференціальних рівнянь}</w:t>
      </w:r>
    </w:p>
    <w:p w:rsidR="00383B99" w:rsidRDefault="006E5B33">
      <w:r>
        <w:t>procedure dinamika;</w:t>
      </w:r>
    </w:p>
    <w:p w:rsidR="00383B99" w:rsidRDefault="006E5B33">
      <w:r>
        <w:t xml:space="preserve">  begin</w:t>
      </w:r>
    </w:p>
    <w:p w:rsidR="00383B99" w:rsidRDefault="006E5B33">
      <w:r>
        <w:t xml:space="preserve">      Roh := Ro - 0.0117*Y[6]/1000 + 0.000343*sqr(Y[6]/1000);</w:t>
      </w:r>
    </w:p>
    <w:p w:rsidR="00383B99" w:rsidRDefault="006E5B33">
      <w:r>
        <w:t xml:space="preserve">      G:=G0+y[8];</w:t>
      </w:r>
    </w:p>
    <w:p w:rsidR="00383B99" w:rsidRDefault="006E5B33">
      <w:r>
        <w:t xml:space="preserve">      _m := G/_g;</w:t>
      </w:r>
    </w:p>
    <w:p w:rsidR="00383B99" w:rsidRDefault="006E5B33">
      <w:r>
        <w:t xml:space="preserve">      q := Roh*sqr(Y[3])/2;</w:t>
      </w:r>
    </w:p>
    <w:p w:rsidR="00383B99" w:rsidRDefault="006E5B33">
      <w:r>
        <w:t xml:space="preserve">      a:=InterpolFunction11(y[6],HTab,VzvukaTab);</w:t>
      </w:r>
    </w:p>
    <w:p w:rsidR="00383B99" w:rsidRDefault="006E5B33">
      <w:r>
        <w:t xml:space="preserve">       Vpr := y[3]*sqrt(Roh/Ro);</w:t>
      </w:r>
    </w:p>
    <w:p w:rsidR="00383B99" w:rsidRDefault="006E5B33">
      <w:r>
        <w:t xml:space="preserve">          dVpr := Vpr - Vprzad;</w:t>
      </w:r>
    </w:p>
    <w:p w:rsidR="00383B99" w:rsidRDefault="006E5B33">
      <w:r>
        <w:t xml:space="preserve">      M := Y[3]/a;</w:t>
      </w:r>
    </w:p>
    <w:p w:rsidR="00383B99" w:rsidRDefault="006E5B33">
      <w:r>
        <w:t xml:space="preserve">      Qdv:=0.2586*M+0.4428;</w:t>
      </w:r>
    </w:p>
    <w:p w:rsidR="00383B99" w:rsidRDefault="006E5B33">
      <w:r>
        <w:t xml:space="preserve">       mzfist:=InterpolFunction1(M,ChisloMahaTab,mzffist);</w:t>
      </w:r>
    </w:p>
    <w:p w:rsidR="00383B99" w:rsidRDefault="006E5B33">
      <w:r>
        <w:t xml:space="preserve">      mzal:=InterpolFunction1(M,ChisloMahaTab,mzalfa);</w:t>
      </w:r>
    </w:p>
    <w:p w:rsidR="00383B99" w:rsidRDefault="00383B99"/>
    <w:p w:rsidR="00383B99" w:rsidRDefault="006E5B33">
      <w:r>
        <w:t xml:space="preserve">      if  flagbal=1 then</w:t>
      </w:r>
    </w:p>
    <w:p w:rsidR="00383B99" w:rsidRDefault="006E5B33">
      <w:r>
        <w:t xml:space="preserve">       begin</w:t>
      </w:r>
    </w:p>
    <w:p w:rsidR="00383B99" w:rsidRDefault="006E5B33">
      <w:r>
        <w:t xml:space="preserve">         Balansirovka;</w:t>
      </w:r>
    </w:p>
    <w:p w:rsidR="00383B99" w:rsidRDefault="006E5B33">
      <w:r>
        <w:t xml:space="preserve">          flagbal:=0;</w:t>
      </w:r>
    </w:p>
    <w:p w:rsidR="00383B99" w:rsidRDefault="006E5B33">
      <w:r>
        <w:t xml:space="preserve">       end;</w:t>
      </w:r>
    </w:p>
    <w:p w:rsidR="00383B99" w:rsidRDefault="006E5B33">
      <w:r>
        <w:t xml:space="preserve">      Mzal1:=InterpolFunction11(Y[5],alfa_mzalt , mzaltfal);</w:t>
      </w:r>
    </w:p>
    <w:p w:rsidR="00383B99" w:rsidRDefault="006E5B33">
      <w:r>
        <w:t xml:space="preserve">      Mzdv:=InterpolFunction1(y[5],mzdval1,mzdvTab1);</w:t>
      </w:r>
    </w:p>
    <w:p w:rsidR="00383B99" w:rsidRDefault="006E5B33">
      <w:r>
        <w:t xml:space="preserve">      Mzwz:=InterpolFunction1(M,ChisloMahaTab,mzwzTab);</w:t>
      </w:r>
    </w:p>
    <w:p w:rsidR="00383B99" w:rsidRDefault="006E5B33">
      <w:r>
        <w:t xml:space="preserve">    Cy:=InterpolFunction11(y[5],cyal__,cytab__);</w:t>
      </w:r>
    </w:p>
    <w:p w:rsidR="00383B99" w:rsidRDefault="006E5B33">
      <w:r>
        <w:t xml:space="preserve">    Cx:=InterpolFunction1(Cy,Cy_Cx,CxTab);</w:t>
      </w:r>
    </w:p>
    <w:p w:rsidR="00383B99" w:rsidRDefault="006E5B33">
      <w:r>
        <w:t xml:space="preserve">    Ye := Cy*S*q;</w:t>
      </w:r>
    </w:p>
    <w:p w:rsidR="00383B99" w:rsidRDefault="006E5B33">
      <w:r>
        <w:t xml:space="preserve">    Xe := Cx*S*q;</w:t>
      </w:r>
    </w:p>
    <w:p w:rsidR="00383B99" w:rsidRDefault="00383B99"/>
    <w:p w:rsidR="00383B99" w:rsidRDefault="006E5B33">
      <w:r>
        <w:t xml:space="preserve">             {  Відмова двигуна }</w:t>
      </w:r>
    </w:p>
    <w:p w:rsidR="00383B99" w:rsidRDefault="006E5B33">
      <w:r>
        <w:t>if (vib=2) or (vib=3) then begin</w:t>
      </w:r>
    </w:p>
    <w:p w:rsidR="00383B99" w:rsidRDefault="006E5B33">
      <w:r>
        <w:t>if ((T&gt;=0) and (T&lt;=4)) then</w:t>
      </w:r>
    </w:p>
    <w:p w:rsidR="00383B99" w:rsidRDefault="006E5B33">
      <w:r>
        <w:t xml:space="preserve"> P1:=interpolfunction11(T,time,pft);</w:t>
      </w:r>
    </w:p>
    <w:p w:rsidR="00383B99" w:rsidRDefault="006E5B33">
      <w:r>
        <w:t xml:space="preserve">  end;</w:t>
      </w:r>
    </w:p>
    <w:p w:rsidR="00383B99" w:rsidRDefault="006E5B33">
      <w:r>
        <w:t xml:space="preserve">    if ((vib=3) or (ssau=1)) and (t&gt;1.0) then   SAU;</w:t>
      </w:r>
    </w:p>
    <w:p w:rsidR="00383B99" w:rsidRDefault="006E5B33">
      <w:r>
        <w:t xml:space="preserve">     dv:=dvbal+dvsau;</w:t>
      </w:r>
    </w:p>
    <w:p w:rsidR="00383B99" w:rsidRDefault="00383B99"/>
    <w:p w:rsidR="00383B99" w:rsidRDefault="006E5B33">
      <w:r>
        <w:t xml:space="preserve">      MzStat:=mzo+mzal*Y[5]+mzdv*dv+mzdz*dz+mzfist*fist;</w:t>
      </w:r>
    </w:p>
    <w:p w:rsidR="00383B99" w:rsidRDefault="006E5B33">
      <w:r>
        <w:t xml:space="preserve">      MzVra := (MzWz*Y[2] + MzAL1*X[5])*Ba/(RAD*Y[3]);</w:t>
      </w:r>
    </w:p>
    <w:p w:rsidR="00383B99" w:rsidRDefault="006E5B33">
      <w:r>
        <w:t xml:space="preserve">      Mz := (MzStat + MzVra);</w:t>
      </w:r>
    </w:p>
    <w:p w:rsidR="00383B99" w:rsidRDefault="006E5B33">
      <w:r>
        <w:t xml:space="preserve">      DG := 0;</w:t>
      </w:r>
    </w:p>
    <w:p w:rsidR="00383B99" w:rsidRDefault="006E5B33">
      <w:r>
        <w:t xml:space="preserve">      Pdv := Po + Pv*Y[3] + Ph*Y[6] + Pdg*(DGBal+DG-66);</w:t>
      </w:r>
    </w:p>
    <w:p w:rsidR="00383B99" w:rsidRDefault="006E5B33">
      <w:r>
        <w:t xml:space="preserve">       dMzdv := (Pbal/3 - Potk) * 0.5;</w:t>
      </w:r>
    </w:p>
    <w:p w:rsidR="00383B99" w:rsidRDefault="006E5B33">
      <w:r>
        <w:t>{____________________________________________________________________________}</w:t>
      </w:r>
    </w:p>
    <w:p w:rsidR="00383B99" w:rsidRDefault="006E5B33">
      <w:r>
        <w:t xml:space="preserve">      x[1]:=y[2];</w:t>
      </w:r>
    </w:p>
    <w:p w:rsidR="00383B99" w:rsidRDefault="006E5B33">
      <w:r>
        <w:t xml:space="preserve">      x[2]:=(Mz*S*Ba*q+dMzdv)*RAD/Iz;</w:t>
      </w:r>
    </w:p>
    <w:p w:rsidR="00383B99" w:rsidRDefault="006E5B33">
      <w:r>
        <w:t xml:space="preserve">      x[3]:=(-G*sin(Y[4]/RAD)+(2*Pdv+P1)*cos((Y[5]+FIdv)/RAD)-Xe)/_m;</w:t>
      </w:r>
    </w:p>
    <w:p w:rsidR="00383B99" w:rsidRDefault="006E5B33">
      <w:r>
        <w:t xml:space="preserve">      x[4]:=(-G*cos(Y[4]/RAD)+(2*Pdv+P1)*sin((Y[5]+FIdv)/RAD)+Ye)*RAD/(_m*Y[3]);</w:t>
      </w:r>
    </w:p>
    <w:p w:rsidR="00383B99" w:rsidRDefault="006E5B33">
      <w:r>
        <w:t xml:space="preserve">      x[5]:=x[1]-x[4];</w:t>
      </w:r>
    </w:p>
    <w:p w:rsidR="00383B99" w:rsidRDefault="006E5B33">
      <w:r>
        <w:t xml:space="preserve">      x[6]:=y[3]*sin(y[4]/RAD);</w:t>
      </w:r>
    </w:p>
    <w:p w:rsidR="00383B99" w:rsidRDefault="006E5B33">
      <w:r>
        <w:t xml:space="preserve">      x[7]:=y[3]*cos(y[4]/RAD);</w:t>
      </w:r>
    </w:p>
    <w:p w:rsidR="00383B99" w:rsidRDefault="006E5B33">
      <w:r>
        <w:t xml:space="preserve">      x[8]:=-3*qdv;</w:t>
      </w:r>
    </w:p>
    <w:p w:rsidR="00383B99" w:rsidRDefault="006E5B33">
      <w:r>
        <w:t>{____________________________________________________________________________}</w:t>
      </w:r>
    </w:p>
    <w:p w:rsidR="00383B99" w:rsidRDefault="006E5B33">
      <w:r>
        <w:t>{Добалансування літака}</w:t>
      </w:r>
    </w:p>
    <w:p w:rsidR="00383B99" w:rsidRDefault="006E5B33">
      <w:r>
        <w:t>if flag =1 then begin</w:t>
      </w:r>
    </w:p>
    <w:p w:rsidR="00383B99" w:rsidRDefault="006E5B33">
      <w:r>
        <w:t>d[1]:=-x[1];</w:t>
      </w:r>
    </w:p>
    <w:p w:rsidR="00383B99" w:rsidRDefault="006E5B33">
      <w:r>
        <w:t>d[2]:=-x[2];</w:t>
      </w:r>
    </w:p>
    <w:p w:rsidR="00383B99" w:rsidRDefault="006E5B33">
      <w:r>
        <w:t>d[3]:=-x[3];</w:t>
      </w:r>
    </w:p>
    <w:p w:rsidR="00383B99" w:rsidRDefault="006E5B33">
      <w:r>
        <w:t>d[4]:=-x[4];</w:t>
      </w:r>
    </w:p>
    <w:p w:rsidR="00383B99" w:rsidRDefault="006E5B33">
      <w:r>
        <w:t>d[5]:=-x[5];</w:t>
      </w:r>
    </w:p>
    <w:p w:rsidR="00383B99" w:rsidRDefault="006E5B33">
      <w:r>
        <w:t>d[6]:=-x[6];</w:t>
      </w:r>
    </w:p>
    <w:p w:rsidR="00383B99" w:rsidRDefault="006E5B33">
      <w:r>
        <w:t>flag:=0;</w:t>
      </w:r>
    </w:p>
    <w:p w:rsidR="00383B99" w:rsidRDefault="006E5B33">
      <w:r>
        <w:t>end;</w:t>
      </w:r>
    </w:p>
    <w:p w:rsidR="00383B99" w:rsidRDefault="006E5B33">
      <w:r>
        <w:t>x[1]:=x[1]+d[1];</w:t>
      </w:r>
    </w:p>
    <w:p w:rsidR="00383B99" w:rsidRDefault="006E5B33">
      <w:r>
        <w:t>x[2]:=x[2]+d[2];</w:t>
      </w:r>
    </w:p>
    <w:p w:rsidR="00383B99" w:rsidRDefault="006E5B33">
      <w:r>
        <w:t>x[3]:=x[3]+d[3];</w:t>
      </w:r>
    </w:p>
    <w:p w:rsidR="00383B99" w:rsidRDefault="006E5B33">
      <w:r>
        <w:t>x[4]:=x[4]+d[4];</w:t>
      </w:r>
    </w:p>
    <w:p w:rsidR="00383B99" w:rsidRDefault="006E5B33">
      <w:r>
        <w:t>x[5]:=x[5]+d[5];</w:t>
      </w:r>
    </w:p>
    <w:p w:rsidR="00383B99" w:rsidRDefault="006E5B33">
      <w:r>
        <w:t>x[6]:=x[6]+d[6];</w:t>
      </w:r>
    </w:p>
    <w:p w:rsidR="00383B99" w:rsidRDefault="006E5B33">
      <w:r>
        <w:t>{___________________________________________________________________}</w:t>
      </w:r>
    </w:p>
    <w:p w:rsidR="00383B99" w:rsidRDefault="006E5B33">
      <w:r>
        <w:t xml:space="preserve">      {Вертикальне перевантаження }</w:t>
      </w:r>
    </w:p>
    <w:p w:rsidR="00383B99" w:rsidRDefault="006E5B33">
      <w:r>
        <w:t xml:space="preserve">      Ny := ((2*Pdv + P1)*sin((Y[5]+FIdv)/RAD)+Ye)/G;</w:t>
      </w:r>
    </w:p>
    <w:p w:rsidR="00383B99" w:rsidRDefault="00383B99"/>
    <w:p w:rsidR="00383B99" w:rsidRDefault="006E5B33">
      <w:r>
        <w:t>end;</w:t>
      </w:r>
    </w:p>
    <w:p w:rsidR="00383B99" w:rsidRDefault="006E5B33">
      <w:r>
        <w:t>{____________________________________________________________________________}</w:t>
      </w:r>
    </w:p>
    <w:p w:rsidR="00383B99" w:rsidRDefault="006E5B33">
      <w:r>
        <w:rPr>
          <w:lang w:val="en-US"/>
        </w:rPr>
        <w:t>{</w:t>
      </w:r>
      <w:r>
        <w:t xml:space="preserve"> Чисельне інтегрування диференціальних рівнянь методом Рунге-Кутти 2 порядку </w:t>
      </w:r>
      <w:r>
        <w:rPr>
          <w:lang w:val="en-US"/>
        </w:rPr>
        <w:t>}</w:t>
      </w:r>
    </w:p>
    <w:p w:rsidR="00383B99" w:rsidRDefault="006E5B33">
      <w:r>
        <w:t>procedure R_K;</w:t>
      </w:r>
    </w:p>
    <w:p w:rsidR="00383B99" w:rsidRDefault="006E5B33">
      <w:r>
        <w:t>const dt2=dt/2;</w:t>
      </w:r>
    </w:p>
    <w:p w:rsidR="00383B99" w:rsidRDefault="006E5B33">
      <w:r>
        <w:t>var x0:array [1..20] of real;</w:t>
      </w:r>
    </w:p>
    <w:p w:rsidR="00383B99" w:rsidRDefault="006E5B33">
      <w:r>
        <w:t xml:space="preserve">    i:integer;</w:t>
      </w:r>
    </w:p>
    <w:p w:rsidR="00383B99" w:rsidRDefault="006E5B33">
      <w:r>
        <w:t>begin</w:t>
      </w:r>
    </w:p>
    <w:p w:rsidR="00383B99" w:rsidRDefault="006E5B33">
      <w:r>
        <w:t>for i:=1 to 20 do x0[i]:=x[i];</w:t>
      </w:r>
    </w:p>
    <w:p w:rsidR="00383B99" w:rsidRDefault="006E5B33">
      <w:r>
        <w:t>for i:=1 to 20 do y[i]:=y[i]+x0[i]*dt;</w:t>
      </w:r>
    </w:p>
    <w:p w:rsidR="00383B99" w:rsidRDefault="006E5B33">
      <w:r>
        <w:t>dinamika;</w:t>
      </w:r>
    </w:p>
    <w:p w:rsidR="00383B99" w:rsidRDefault="006E5B33">
      <w:r>
        <w:t>for i:=1 to 20 do y[i]:=y[i]+(x[i]-x0[i])*dt2;</w:t>
      </w:r>
    </w:p>
    <w:p w:rsidR="00383B99" w:rsidRDefault="006E5B33">
      <w:r>
        <w:t>end;</w:t>
      </w:r>
    </w:p>
    <w:p w:rsidR="00383B99" w:rsidRDefault="006E5B33">
      <w:r>
        <w:t>{____________________________________________________________________________}</w:t>
      </w:r>
    </w:p>
    <w:p w:rsidR="00383B99" w:rsidRDefault="006E5B33">
      <w:r>
        <w:rPr>
          <w:lang w:val="en-US"/>
        </w:rPr>
        <w:t>{</w:t>
      </w:r>
      <w:r>
        <w:rPr>
          <w:lang w:val="uk-UA"/>
        </w:rPr>
        <w:t>Основний блок програми</w:t>
      </w:r>
      <w:r>
        <w:rPr>
          <w:lang w:val="en-US"/>
        </w:rPr>
        <w:t>}</w:t>
      </w:r>
    </w:p>
    <w:p w:rsidR="00383B99" w:rsidRDefault="006E5B33">
      <w:r>
        <w:t>begin</w:t>
      </w:r>
    </w:p>
    <w:p w:rsidR="00383B99" w:rsidRDefault="006E5B33">
      <w:r>
        <w:t xml:space="preserve">  ClrScr;</w:t>
      </w:r>
    </w:p>
    <w:p w:rsidR="00383B99" w:rsidRDefault="006E5B33">
      <w:r>
        <w:t xml:space="preserve">   Assign (F,'data.dat');</w:t>
      </w:r>
    </w:p>
    <w:p w:rsidR="00383B99" w:rsidRDefault="006E5B33">
      <w:r>
        <w:t xml:space="preserve">   Rewrite(F);</w:t>
      </w:r>
    </w:p>
    <w:p w:rsidR="00383B99" w:rsidRDefault="006E5B33">
      <w:r>
        <w:t xml:space="preserve">    menu;</w:t>
      </w:r>
    </w:p>
    <w:p w:rsidR="00383B99" w:rsidRDefault="006E5B33">
      <w:r>
        <w:t xml:space="preserve">    clrscr;</w:t>
      </w:r>
    </w:p>
    <w:p w:rsidR="00383B99" w:rsidRDefault="006E5B33">
      <w:r>
        <w:t xml:space="preserve">  prisvoenie;</w:t>
      </w:r>
    </w:p>
    <w:p w:rsidR="00383B99" w:rsidRDefault="006E5B33">
      <w:r>
        <w:t xml:space="preserve">  dinamika;</w:t>
      </w:r>
    </w:p>
    <w:p w:rsidR="00383B99" w:rsidRDefault="006E5B33">
      <w:r>
        <w:t xml:space="preserve">   textcolor(3);</w:t>
      </w:r>
    </w:p>
    <w:p w:rsidR="00383B99" w:rsidRDefault="006E5B33">
      <w:r>
        <w:t xml:space="preserve">   writeln(' ___________________________________________________________________________');</w:t>
      </w:r>
    </w:p>
    <w:p w:rsidR="00383B99" w:rsidRDefault="006E5B33">
      <w:r>
        <w:t xml:space="preserve">   writeln('|    T      V       Vpr       H       a      teta       P1        dV     ny |');</w:t>
      </w:r>
    </w:p>
    <w:p w:rsidR="00383B99" w:rsidRDefault="006E5B33">
      <w:r>
        <w:t xml:space="preserve">   writeln(' ---------------------------------------------------------------------------');</w:t>
      </w:r>
    </w:p>
    <w:p w:rsidR="00383B99" w:rsidRDefault="006E5B33">
      <w:r>
        <w:t xml:space="preserve">   textcolor(7);</w:t>
      </w:r>
    </w:p>
    <w:p w:rsidR="00383B99" w:rsidRDefault="006E5B33">
      <w:r>
        <w:t xml:space="preserve">   writeln(f,'|    T      V       Vpr       H       a      teta       P1        dV     ny        Psu      traekt |');</w:t>
      </w:r>
    </w:p>
    <w:p w:rsidR="00383B99" w:rsidRDefault="00383B99"/>
    <w:p w:rsidR="00383B99" w:rsidRDefault="006E5B33">
      <w:r>
        <w:t xml:space="preserve"> while (T&lt;=180+dt) do</w:t>
      </w:r>
    </w:p>
    <w:p w:rsidR="00383B99" w:rsidRDefault="006E5B33">
      <w:r>
        <w:t>begin</w:t>
      </w:r>
    </w:p>
    <w:p w:rsidR="00383B99" w:rsidRDefault="006E5B33">
      <w:r>
        <w:t xml:space="preserve">  if abs(T-Round(T))&lt;dt/2 then print;</w:t>
      </w:r>
    </w:p>
    <w:p w:rsidR="00383B99" w:rsidRDefault="006E5B33">
      <w:r>
        <w:t xml:space="preserve">  T:=T+dt;</w:t>
      </w:r>
    </w:p>
    <w:p w:rsidR="00383B99" w:rsidRDefault="006E5B33">
      <w:r>
        <w:t xml:space="preserve">  dinamika;</w:t>
      </w:r>
    </w:p>
    <w:p w:rsidR="00383B99" w:rsidRDefault="00383B99"/>
    <w:p w:rsidR="00383B99" w:rsidRDefault="006E5B33">
      <w:r>
        <w:t xml:space="preserve">  if met=1 then Eiler;</w:t>
      </w:r>
    </w:p>
    <w:p w:rsidR="00383B99" w:rsidRDefault="006E5B33">
      <w:r>
        <w:t xml:space="preserve">  if met=2 then R_K;</w:t>
      </w:r>
    </w:p>
    <w:p w:rsidR="00383B99" w:rsidRDefault="006E5B33">
      <w:r>
        <w:t xml:space="preserve">   control;</w:t>
      </w:r>
    </w:p>
    <w:p w:rsidR="00383B99" w:rsidRDefault="006E5B33">
      <w:r>
        <w:t xml:space="preserve">    end;</w:t>
      </w:r>
    </w:p>
    <w:p w:rsidR="00383B99" w:rsidRDefault="00383B99"/>
    <w:p w:rsidR="00383B99" w:rsidRDefault="006E5B33">
      <w:r>
        <w:t>readln;</w:t>
      </w:r>
    </w:p>
    <w:p w:rsidR="00383B99" w:rsidRDefault="006E5B33">
      <w:r>
        <w:t>close(F);</w:t>
      </w:r>
    </w:p>
    <w:p w:rsidR="00383B99" w:rsidRDefault="006E5B33">
      <w:r>
        <w:t>end.</w:t>
      </w:r>
    </w:p>
    <w:p w:rsidR="00383B99" w:rsidRDefault="00383B99"/>
    <w:p w:rsidR="00383B99" w:rsidRDefault="00383B99"/>
    <w:p w:rsidR="00383B99" w:rsidRDefault="00383B99">
      <w:pPr>
        <w:rPr>
          <w:sz w:val="28"/>
          <w:u w:val="single"/>
          <w:lang w:val="en-US"/>
        </w:rPr>
      </w:pPr>
    </w:p>
    <w:p w:rsidR="00383B99" w:rsidRDefault="00383B99">
      <w:pPr>
        <w:rPr>
          <w:sz w:val="28"/>
          <w:u w:val="single"/>
          <w:lang w:val="en-US"/>
        </w:rPr>
      </w:pPr>
    </w:p>
    <w:p w:rsidR="00383B99" w:rsidRDefault="00383B99">
      <w:pPr>
        <w:rPr>
          <w:sz w:val="28"/>
          <w:u w:val="single"/>
          <w:lang w:val="en-US"/>
        </w:rPr>
      </w:pPr>
    </w:p>
    <w:p w:rsidR="00383B99" w:rsidRDefault="00383B99">
      <w:pPr>
        <w:rPr>
          <w:sz w:val="28"/>
          <w:u w:val="single"/>
          <w:lang w:val="en-US"/>
        </w:rPr>
      </w:pPr>
    </w:p>
    <w:p w:rsidR="00383B99" w:rsidRDefault="00383B99">
      <w:pPr>
        <w:pStyle w:val="2"/>
        <w:rPr>
          <w:rFonts w:ascii="Times New Roman" w:hAnsi="Times New Roman"/>
          <w:sz w:val="28"/>
          <w:lang w:val="en-US"/>
        </w:rPr>
      </w:pPr>
    </w:p>
    <w:p w:rsidR="00383B99" w:rsidRDefault="00383B99">
      <w:pPr>
        <w:rPr>
          <w:lang w:val="en-US"/>
        </w:rPr>
      </w:pPr>
    </w:p>
    <w:p w:rsidR="00383B99" w:rsidRDefault="00383B99">
      <w:pPr>
        <w:rPr>
          <w:lang w:val="en-US"/>
        </w:rPr>
      </w:pPr>
    </w:p>
    <w:p w:rsidR="00383B99" w:rsidRDefault="00383B99">
      <w:pPr>
        <w:pStyle w:val="2"/>
        <w:rPr>
          <w:rFonts w:ascii="Times New Roman" w:hAnsi="Times New Roman"/>
          <w:sz w:val="28"/>
          <w:lang w:val="en-US"/>
        </w:rPr>
      </w:pPr>
    </w:p>
    <w:p w:rsidR="00383B99" w:rsidRDefault="00383B99">
      <w:pPr>
        <w:pStyle w:val="2"/>
        <w:rPr>
          <w:rFonts w:ascii="Times New Roman" w:hAnsi="Times New Roman"/>
          <w:sz w:val="28"/>
          <w:lang w:val="en-US"/>
        </w:rPr>
      </w:pPr>
    </w:p>
    <w:p w:rsidR="00383B99" w:rsidRDefault="006E5B33">
      <w:pPr>
        <w:pStyle w:val="2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Балансованi (початковi) значення польоту</w:t>
      </w:r>
    </w:p>
    <w:p w:rsidR="00383B99" w:rsidRDefault="00383B99">
      <w:pPr>
        <w:rPr>
          <w:sz w:val="28"/>
        </w:rPr>
      </w:pPr>
    </w:p>
    <w:p w:rsidR="00383B99" w:rsidRDefault="006E5B33">
      <w:pPr>
        <w:rPr>
          <w:sz w:val="28"/>
        </w:rPr>
      </w:pPr>
      <w:r>
        <w:rPr>
          <w:sz w:val="28"/>
        </w:rPr>
        <w:t>Швидкiсть  110.000</w:t>
      </w:r>
    </w:p>
    <w:p w:rsidR="00383B99" w:rsidRDefault="006E5B33">
      <w:pPr>
        <w:rPr>
          <w:sz w:val="28"/>
        </w:rPr>
      </w:pPr>
      <w:r>
        <w:rPr>
          <w:sz w:val="28"/>
        </w:rPr>
        <w:t>Висота  1000.000</w:t>
      </w:r>
    </w:p>
    <w:p w:rsidR="00383B99" w:rsidRDefault="006E5B33">
      <w:pPr>
        <w:rPr>
          <w:sz w:val="28"/>
        </w:rPr>
      </w:pPr>
      <w:r>
        <w:rPr>
          <w:sz w:val="28"/>
        </w:rPr>
        <w:t>Швидкiсть звуку  336.430</w:t>
      </w:r>
    </w:p>
    <w:p w:rsidR="00383B99" w:rsidRDefault="006E5B33">
      <w:pPr>
        <w:rPr>
          <w:sz w:val="28"/>
        </w:rPr>
      </w:pPr>
      <w:r>
        <w:rPr>
          <w:sz w:val="28"/>
        </w:rPr>
        <w:t>Густина повiтря   0.114</w:t>
      </w:r>
    </w:p>
    <w:p w:rsidR="00383B99" w:rsidRDefault="006E5B33">
      <w:pPr>
        <w:rPr>
          <w:sz w:val="28"/>
        </w:rPr>
      </w:pPr>
      <w:r>
        <w:rPr>
          <w:sz w:val="28"/>
        </w:rPr>
        <w:t>Число маха   0.327</w:t>
      </w:r>
    </w:p>
    <w:p w:rsidR="00383B99" w:rsidRDefault="006E5B33">
      <w:pPr>
        <w:rPr>
          <w:sz w:val="28"/>
        </w:rPr>
      </w:pPr>
      <w:r>
        <w:rPr>
          <w:sz w:val="28"/>
        </w:rPr>
        <w:t>Cy   0.528</w:t>
      </w:r>
    </w:p>
    <w:p w:rsidR="00383B99" w:rsidRDefault="006E5B33">
      <w:pPr>
        <w:rPr>
          <w:sz w:val="28"/>
        </w:rPr>
      </w:pPr>
      <w:r>
        <w:rPr>
          <w:sz w:val="28"/>
        </w:rPr>
        <w:t>Cx   0.036</w:t>
      </w:r>
    </w:p>
    <w:p w:rsidR="00383B99" w:rsidRDefault="006E5B33">
      <w:pPr>
        <w:rPr>
          <w:sz w:val="28"/>
        </w:rPr>
      </w:pPr>
      <w:r>
        <w:rPr>
          <w:sz w:val="28"/>
        </w:rPr>
        <w:t>Кут атаки   9.131</w:t>
      </w:r>
    </w:p>
    <w:p w:rsidR="00383B99" w:rsidRDefault="006E5B33">
      <w:pPr>
        <w:pStyle w:val="1"/>
      </w:pPr>
      <w:r>
        <w:t>Руль висоти  -6.392</w:t>
      </w:r>
    </w:p>
    <w:p w:rsidR="00383B99" w:rsidRDefault="006E5B33">
      <w:pPr>
        <w:rPr>
          <w:sz w:val="28"/>
        </w:rPr>
      </w:pPr>
      <w:r>
        <w:rPr>
          <w:sz w:val="28"/>
        </w:rPr>
        <w:t>Дельта газу  61.988</w:t>
      </w:r>
    </w:p>
    <w:p w:rsidR="00383B99" w:rsidRDefault="006E5B33">
      <w:pPr>
        <w:rPr>
          <w:sz w:val="28"/>
        </w:rPr>
      </w:pPr>
      <w:r>
        <w:rPr>
          <w:sz w:val="28"/>
        </w:rPr>
        <w:t>Ybal  73000.000</w:t>
      </w:r>
    </w:p>
    <w:p w:rsidR="00383B99" w:rsidRDefault="006E5B33">
      <w:pPr>
        <w:rPr>
          <w:sz w:val="28"/>
        </w:rPr>
      </w:pPr>
      <w:r>
        <w:rPr>
          <w:sz w:val="28"/>
        </w:rPr>
        <w:t>Xbal  5005.372</w:t>
      </w:r>
    </w:p>
    <w:p w:rsidR="00383B99" w:rsidRDefault="006E5B33">
      <w:pPr>
        <w:rPr>
          <w:sz w:val="28"/>
        </w:rPr>
      </w:pPr>
      <w:r>
        <w:rPr>
          <w:sz w:val="28"/>
        </w:rPr>
        <w:t>Початкова тяга силової установки  5069.611</w:t>
      </w:r>
    </w:p>
    <w:p w:rsidR="00383B99" w:rsidRDefault="006E5B33">
      <w:pPr>
        <w:rPr>
          <w:sz w:val="28"/>
        </w:rPr>
      </w:pPr>
      <w:r>
        <w:rPr>
          <w:sz w:val="28"/>
        </w:rPr>
        <w:t>Початкова тяга двигуна  1689.870</w:t>
      </w:r>
    </w:p>
    <w:p w:rsidR="00383B99" w:rsidRDefault="006E5B33">
      <w:pPr>
        <w:rPr>
          <w:sz w:val="28"/>
        </w:rPr>
      </w:pPr>
      <w:r>
        <w:rPr>
          <w:sz w:val="28"/>
        </w:rPr>
        <w:t>Початкова приборна швидкiсть  104.880</w:t>
      </w:r>
    </w:p>
    <w:p w:rsidR="00383B99" w:rsidRDefault="00383B99">
      <w:pPr>
        <w:rPr>
          <w:sz w:val="28"/>
        </w:rPr>
      </w:pPr>
    </w:p>
    <w:p w:rsidR="00383B99" w:rsidRDefault="006E5B33">
      <w:pPr>
        <w:rPr>
          <w:b/>
          <w:sz w:val="28"/>
        </w:rPr>
      </w:pPr>
      <w:r>
        <w:rPr>
          <w:b/>
          <w:sz w:val="28"/>
        </w:rPr>
        <w:t>Ступiнь повздовжної статичної стiйкостi  -0.319</w:t>
      </w:r>
    </w:p>
    <w:p w:rsidR="00383B99" w:rsidRDefault="006E5B33">
      <w:pPr>
        <w:rPr>
          <w:b/>
          <w:sz w:val="28"/>
        </w:rPr>
      </w:pPr>
      <w:r>
        <w:rPr>
          <w:b/>
          <w:sz w:val="28"/>
        </w:rPr>
        <w:t>Запас стiйкостi по перевантаженню  -0.426</w:t>
      </w:r>
    </w:p>
    <w:p w:rsidR="00383B99" w:rsidRDefault="006E5B33">
      <w:pPr>
        <w:rPr>
          <w:b/>
          <w:sz w:val="28"/>
        </w:rPr>
      </w:pPr>
      <w:r>
        <w:rPr>
          <w:b/>
          <w:sz w:val="28"/>
        </w:rPr>
        <w:t xml:space="preserve">Витрата руля висоти на одиницю перевантаження  -15.385 </w:t>
      </w:r>
    </w:p>
    <w:p w:rsidR="00383B99" w:rsidRDefault="006E5B33">
      <w:pPr>
        <w:rPr>
          <w:b/>
          <w:sz w:val="28"/>
        </w:rPr>
      </w:pPr>
      <w:r>
        <w:rPr>
          <w:b/>
          <w:sz w:val="28"/>
        </w:rPr>
        <w:t>Перiод коливань (по швидкостi)  57.543</w:t>
      </w:r>
    </w:p>
    <w:p w:rsidR="00383B99" w:rsidRDefault="00383B99"/>
    <w:p w:rsidR="00383B99" w:rsidRDefault="00383B99"/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383B99">
      <w:pPr>
        <w:pStyle w:val="a5"/>
        <w:rPr>
          <w:sz w:val="20"/>
          <w:lang w:val="en-US"/>
        </w:rPr>
      </w:pPr>
    </w:p>
    <w:p w:rsidR="00383B99" w:rsidRDefault="006E5B33">
      <w:pPr>
        <w:pStyle w:val="a5"/>
        <w:rPr>
          <w:sz w:val="20"/>
        </w:rPr>
      </w:pPr>
      <w:r>
        <w:rPr>
          <w:sz w:val="20"/>
        </w:rPr>
        <w:t>Дослідження динамічної подібності розробленої моделі та реального "вільного" об'єкту, використовуючи метод Рунге-Кутти другого порядку з корекцією у середній похідній.</w:t>
      </w:r>
    </w:p>
    <w:p w:rsidR="00383B99" w:rsidRDefault="00383B99"/>
    <w:p w:rsidR="00383B99" w:rsidRDefault="006E5B33">
      <w:pPr>
        <w:pStyle w:val="a5"/>
        <w:ind w:firstLine="0"/>
        <w:jc w:val="left"/>
        <w:rPr>
          <w:b/>
          <w:sz w:val="20"/>
          <w:u w:val="none"/>
        </w:rPr>
      </w:pPr>
      <w:r>
        <w:rPr>
          <w:b/>
          <w:sz w:val="20"/>
          <w:u w:val="none"/>
        </w:rPr>
        <w:t xml:space="preserve">                        T         V         Vpr           H           a         teta       P1         dV         ny         Psu             traekt</w:t>
      </w:r>
    </w:p>
    <w:p w:rsidR="00383B99" w:rsidRDefault="006E5B33">
      <w:pPr>
        <w:jc w:val="center"/>
      </w:pPr>
      <w:r>
        <w:t>0.0   110.00  104.880   1000.00   9.131   9.131 1689.870  -6.392  1.0690   5069.6107   0.0000</w:t>
      </w:r>
    </w:p>
    <w:p w:rsidR="00383B99" w:rsidRDefault="006E5B33">
      <w:pPr>
        <w:jc w:val="center"/>
      </w:pPr>
      <w:r>
        <w:t>1.0   110.00  104.880   1000.00   9.131   9.131 1689.870  -6.392  1.0690   5069.6107   0.0000</w:t>
      </w:r>
    </w:p>
    <w:p w:rsidR="00383B99" w:rsidRDefault="006E5B33">
      <w:pPr>
        <w:jc w:val="center"/>
      </w:pPr>
      <w:r>
        <w:t>2.0   110.00  104.880   1000.00   9.131   9.131 1689.870  -6.392  1.0690   5069.6108   0.0002</w:t>
      </w:r>
    </w:p>
    <w:p w:rsidR="00383B99" w:rsidRDefault="006E5B33">
      <w:pPr>
        <w:jc w:val="center"/>
      </w:pPr>
      <w:r>
        <w:t>3.0   109.99  104.870   1000.04   9.357   9.427 1689.870  -7.392  1.1036   5069.7758   0.0699</w:t>
      </w:r>
    </w:p>
    <w:p w:rsidR="00383B99" w:rsidRDefault="006E5B33">
      <w:pPr>
        <w:jc w:val="center"/>
      </w:pPr>
      <w:r>
        <w:t>4.0   109.93  104.812   1000.40   9.529   9.859 1689.870  -7.392  1.1294   5070.6305   0.3294</w:t>
      </w:r>
    </w:p>
    <w:p w:rsidR="00383B99" w:rsidRDefault="006E5B33">
      <w:pPr>
        <w:jc w:val="center"/>
      </w:pPr>
      <w:r>
        <w:t>5.0   109.82  104.698   1001.33   9.525  10.162 1689.870  -7.392  1.1262   5072.1567   0.6374</w:t>
      </w:r>
    </w:p>
    <w:p w:rsidR="00383B99" w:rsidRDefault="006E5B33">
      <w:pPr>
        <w:jc w:val="center"/>
      </w:pPr>
      <w:r>
        <w:t>6.0   109.66  104.537   1002.82   9.500  10.412 1689.870  -7.392  1.1190   5074.1879   0.9121</w:t>
      </w:r>
    </w:p>
    <w:p w:rsidR="00383B99" w:rsidRDefault="006E5B33">
      <w:pPr>
        <w:jc w:val="center"/>
      </w:pPr>
      <w:r>
        <w:t>7.0   109.45  104.336   1004.80   9.503  10.663 1689.870  -7.392  1.1152   5076.6695   1.1603</w:t>
      </w:r>
    </w:p>
    <w:p w:rsidR="00383B99" w:rsidRDefault="006E5B33">
      <w:pPr>
        <w:jc w:val="center"/>
      </w:pPr>
      <w:r>
        <w:t>8.0   109.21  104.095   1007.24   9.515  10.909 1689.870  -7.392  1.1121   5079.5838   1.3938</w:t>
      </w:r>
    </w:p>
    <w:p w:rsidR="00383B99" w:rsidRDefault="006E5B33">
      <w:pPr>
        <w:jc w:val="center"/>
      </w:pPr>
      <w:r>
        <w:t>9.0   108.94  103.818   1010.10   9.526  11.137 1689.870  -7.392  1.1080   5082.8963   1.6107</w:t>
      </w:r>
    </w:p>
    <w:p w:rsidR="00383B99" w:rsidRDefault="006E5B33">
      <w:pPr>
        <w:jc w:val="center"/>
      </w:pPr>
      <w:r>
        <w:t>10.0   108.63  103.509   1013.35   9.536  11.342 1689.870  -7.392  1.1030   5086.5580   1.8059</w:t>
      </w:r>
    </w:p>
    <w:p w:rsidR="00383B99" w:rsidRDefault="006E5B33">
      <w:pPr>
        <w:jc w:val="center"/>
      </w:pPr>
      <w:r>
        <w:t>11.0   108.30  103.173   1016.93   9.547  11.524 1689.870  -7.392  1.0977   5090.5166   1.9765</w:t>
      </w:r>
    </w:p>
    <w:p w:rsidR="00383B99" w:rsidRDefault="006E5B33">
      <w:pPr>
        <w:jc w:val="center"/>
      </w:pPr>
      <w:r>
        <w:t>12.0   107.94  102.814   1020.80   9.560  11.680 1689.870  -7.392  1.0920   5094.7174   2.1205</w:t>
      </w:r>
    </w:p>
    <w:p w:rsidR="00383B99" w:rsidRDefault="006E5B33">
      <w:pPr>
        <w:jc w:val="center"/>
      </w:pPr>
      <w:r>
        <w:t>13.0   107.57  102.436   1024.90   9.573  11.809 1689.870  -7.392  1.0861   5099.1038   2.2366</w:t>
      </w:r>
    </w:p>
    <w:p w:rsidR="00383B99" w:rsidRDefault="006E5B33">
      <w:pPr>
        <w:jc w:val="center"/>
      </w:pPr>
      <w:r>
        <w:t>14.0   107.18  102.047   1029.18   9.586  11.910 1689.870  -7.392  1.0800   5103.6162   2.3233</w:t>
      </w:r>
    </w:p>
    <w:p w:rsidR="00383B99" w:rsidRDefault="006E5B33">
      <w:pPr>
        <w:jc w:val="center"/>
      </w:pPr>
      <w:r>
        <w:t>15.0   106.79  101.649   1033.57   9.600  11.980 1689.870  -7.392  1.0739   5108.1938   2.3797</w:t>
      </w:r>
    </w:p>
    <w:p w:rsidR="00383B99" w:rsidRDefault="006E5B33">
      <w:pPr>
        <w:jc w:val="center"/>
      </w:pPr>
      <w:r>
        <w:t>16.0   106.39  101.250   1038.03   9.615  12.020 1689.870  -7.392  1.0677   5112.7750   2.4051</w:t>
      </w:r>
    </w:p>
    <w:p w:rsidR="00383B99" w:rsidRDefault="006E5B33">
      <w:pPr>
        <w:jc w:val="center"/>
      </w:pPr>
      <w:r>
        <w:t>17.0   106.00  100.854   1042.48   9.629  12.029 1689.870  -7.392  1.0616   5117.2983   2.3996</w:t>
      </w:r>
    </w:p>
    <w:p w:rsidR="00383B99" w:rsidRDefault="006E5B33">
      <w:pPr>
        <w:jc w:val="center"/>
      </w:pPr>
      <w:r>
        <w:t>18.0   105.61  100.466   1046.89   9.644  12.007 1689.870  -7.392  1.0557   5121.7029   2.3634</w:t>
      </w:r>
    </w:p>
    <w:p w:rsidR="00383B99" w:rsidRDefault="006E5B33">
      <w:pPr>
        <w:jc w:val="center"/>
      </w:pPr>
      <w:r>
        <w:t>19.0   105.24  100.092   1051.18   9.658  11.955 1689.870  -7.392  1.0500   5125.9297   2.2971</w:t>
      </w:r>
    </w:p>
    <w:p w:rsidR="00383B99" w:rsidRDefault="006E5B33">
      <w:pPr>
        <w:jc w:val="center"/>
      </w:pPr>
      <w:r>
        <w:t>20.0   104.89   99.735   1055.30   9.671  11.873 1689.870  -7.392  1.0446   5129.9218   2.2018</w:t>
      </w:r>
    </w:p>
    <w:p w:rsidR="00383B99" w:rsidRDefault="006E5B33">
      <w:pPr>
        <w:jc w:val="center"/>
      </w:pPr>
      <w:r>
        <w:t>21.0   104.56   99.402   1059.22   9.684  11.763 1689.870  -7.392  1.0396   5133.6257   2.0790</w:t>
      </w:r>
    </w:p>
    <w:p w:rsidR="00383B99" w:rsidRDefault="006E5B33">
      <w:pPr>
        <w:jc w:val="center"/>
      </w:pPr>
      <w:r>
        <w:t>22.0   104.25   99.096   1062.88   9.696  11.627 1689.870  -7.392  1.0350   5136.9916   1.9306</w:t>
      </w:r>
    </w:p>
    <w:p w:rsidR="00383B99" w:rsidRDefault="006E5B33">
      <w:pPr>
        <w:jc w:val="center"/>
      </w:pPr>
      <w:r>
        <w:t>23.0   103.98   98.821   1066.23   9.707  11.466 1689.870  -7.392  1.0309   5139.9744   1.7587</w:t>
      </w:r>
    </w:p>
    <w:p w:rsidR="00383B99" w:rsidRDefault="006E5B33">
      <w:pPr>
        <w:jc w:val="center"/>
      </w:pPr>
      <w:r>
        <w:t>24.0   103.74   98.580   1069.25   9.716  11.282 1689.870  -7.392  1.0273   5142.5343   1.5657</w:t>
      </w:r>
    </w:p>
    <w:p w:rsidR="00383B99" w:rsidRDefault="006E5B33">
      <w:pPr>
        <w:jc w:val="center"/>
      </w:pPr>
      <w:r>
        <w:t>25.0   103.54   98.376   1071.89   9.724  11.079 1689.870  -7.392  1.0242   5144.6372   1.3545</w:t>
      </w:r>
    </w:p>
    <w:p w:rsidR="00383B99" w:rsidRDefault="006E5B33">
      <w:pPr>
        <w:jc w:val="center"/>
      </w:pPr>
      <w:r>
        <w:t>26.0   103.38   98.212   1074.13   9.730  10.858 1689.870  -7.392  1.0217   5146.2557   1.1279</w:t>
      </w:r>
    </w:p>
    <w:p w:rsidR="00383B99" w:rsidRDefault="006E5B33">
      <w:pPr>
        <w:jc w:val="center"/>
      </w:pPr>
      <w:r>
        <w:t>27.0   103.26   98.089   1075.95   9.735  10.624 1689.870  -7.392  1.0199   5147.3691   0.8893</w:t>
      </w:r>
    </w:p>
    <w:p w:rsidR="00383B99" w:rsidRDefault="006E5B33">
      <w:pPr>
        <w:jc w:val="center"/>
      </w:pPr>
      <w:r>
        <w:t>28.0   103.18   98.009   1077.33   9.737  10.379 1689.870  -7.392  1.0186   5147.9637   0.6419</w:t>
      </w:r>
    </w:p>
    <w:p w:rsidR="00383B99" w:rsidRDefault="006E5B33">
      <w:pPr>
        <w:jc w:val="center"/>
      </w:pPr>
      <w:r>
        <w:t>29.0   103.15   97.973   1078.26   9.738  10.127 1689.870  -7.392  1.0180   5148.0335   0.3892</w:t>
      </w:r>
    </w:p>
    <w:p w:rsidR="00383B99" w:rsidRDefault="006E5B33">
      <w:pPr>
        <w:jc w:val="center"/>
      </w:pPr>
      <w:r>
        <w:t>30.0   103.16   97.980   1078.73   9.737   9.872 1689.870  -7.392  1.0180   5147.5798   0.1347</w:t>
      </w:r>
    </w:p>
    <w:p w:rsidR="00383B99" w:rsidRDefault="006E5B33">
      <w:pPr>
        <w:jc w:val="center"/>
      </w:pPr>
      <w:r>
        <w:t>31.0   103.21   98.031   1078.75   9.734   9.616 1689.870  -7.392  1.0186   5146.6114   -0.118</w:t>
      </w:r>
    </w:p>
    <w:p w:rsidR="00383B99" w:rsidRDefault="006E5B33">
      <w:pPr>
        <w:jc w:val="center"/>
      </w:pPr>
      <w:r>
        <w:t>32.0   103.31   98.124   1078.31   9.729   9.363 1689.870  -7.392  1.0199   5145.1443   -0.366</w:t>
      </w:r>
    </w:p>
    <w:p w:rsidR="00383B99" w:rsidRDefault="006E5B33">
      <w:pPr>
        <w:jc w:val="center"/>
      </w:pPr>
      <w:r>
        <w:t>33.0   103.44   98.257   1077.43   9.722   9.117 1689.870  -7.392  1.0217   5143.2018   -0.605</w:t>
      </w:r>
    </w:p>
    <w:p w:rsidR="00383B99" w:rsidRDefault="006E5B33">
      <w:pPr>
        <w:jc w:val="center"/>
      </w:pPr>
      <w:r>
        <w:t>34.0   103.62   98.429   1076.13   9.714   8.881 1689.870  -7.392  1.0241   5140.8136   -0.833</w:t>
      </w:r>
    </w:p>
    <w:p w:rsidR="00383B99" w:rsidRDefault="006E5B33">
      <w:pPr>
        <w:jc w:val="center"/>
      </w:pPr>
      <w:r>
        <w:t>35.0   103.83   98.636   1074.43   9.705   8.658 1689.870  -7.392  1.0271   5138.0154   -1.046</w:t>
      </w:r>
    </w:p>
    <w:p w:rsidR="00383B99" w:rsidRDefault="006E5B33">
      <w:pPr>
        <w:jc w:val="center"/>
      </w:pPr>
      <w:r>
        <w:t>36.0   104.07   98.876   1072.35   9.694   8.452 1689.870  -7.392  1.0305   5134.8486   -1.242</w:t>
      </w:r>
    </w:p>
    <w:p w:rsidR="00383B99" w:rsidRDefault="006E5B33">
      <w:pPr>
        <w:jc w:val="center"/>
      </w:pPr>
      <w:r>
        <w:t>37.0   104.34   99.146   1069.92   9.683   8.264 1689.870  -7.392  1.0344   5131.3593   -1.418</w:t>
      </w:r>
    </w:p>
    <w:p w:rsidR="00383B99" w:rsidRDefault="006E5B33">
      <w:pPr>
        <w:jc w:val="center"/>
      </w:pPr>
      <w:r>
        <w:t>38.0   104.64   99.440   1067.19   9.670   8.098 1689.870  -7.392  1.0387   5127.5978   -1.572</w:t>
      </w:r>
    </w:p>
    <w:p w:rsidR="00383B99" w:rsidRDefault="006E5B33">
      <w:pPr>
        <w:jc w:val="center"/>
      </w:pPr>
      <w:r>
        <w:t>39.0   104.95   99.756   1064.20   9.657   7.955 1689.870  -7.392  1.0434   5123.6172   -1.702</w:t>
      </w:r>
    </w:p>
    <w:p w:rsidR="00383B99" w:rsidRDefault="006E5B33">
      <w:pPr>
        <w:jc w:val="center"/>
      </w:pPr>
      <w:r>
        <w:t>40.0   105.29  100.088   1060.97   9.644   7.837 1689.870  -7.392  1.0484   5119.4735   -1.807</w:t>
      </w:r>
    </w:p>
    <w:p w:rsidR="00383B99" w:rsidRDefault="006E5B33">
      <w:pPr>
        <w:jc w:val="center"/>
      </w:pPr>
      <w:r>
        <w:t>41.0   105.63  100.432   1057.57   9.630   7.745 1689.870  -7.392  1.0535   5115.2237   -1.885</w:t>
      </w:r>
    </w:p>
    <w:p w:rsidR="00383B99" w:rsidRDefault="006E5B33">
      <w:pPr>
        <w:jc w:val="center"/>
      </w:pPr>
      <w:r>
        <w:t>42.0   105.98  100.784   1054.04   9.617   7.681 1689.870  -7.392  1.0589   5110.9257   -1.936</w:t>
      </w:r>
    </w:p>
    <w:p w:rsidR="00383B99" w:rsidRDefault="006E5B33">
      <w:pPr>
        <w:jc w:val="center"/>
      </w:pPr>
      <w:r>
        <w:t>43.0   106.33  101.137   1050.43   9.604   7.645 1689.870  -7.392  1.0643   5106.6373   -1.959</w:t>
      </w:r>
    </w:p>
    <w:p w:rsidR="00383B99" w:rsidRDefault="006E5B33">
      <w:pPr>
        <w:jc w:val="center"/>
      </w:pPr>
      <w:r>
        <w:t>44.0   106.69  101.489   1046.78   9.591   7.636 1689.870  -7.392  1.0698   5102.4149   -1.954</w:t>
      </w:r>
    </w:p>
    <w:p w:rsidR="00383B99" w:rsidRDefault="006E5B33">
      <w:pPr>
        <w:jc w:val="center"/>
      </w:pPr>
      <w:r>
        <w:t>45.0   107.03  101.833   1043.17   9.579   7.656 1689.870  -7.392  1.0752   5098.3135   -1.922</w:t>
      </w:r>
    </w:p>
    <w:p w:rsidR="00383B99" w:rsidRDefault="006E5B33">
      <w:pPr>
        <w:jc w:val="center"/>
      </w:pPr>
      <w:r>
        <w:t>46.0   107.36  102.166   1039.62   9.568   7.703 1689.870  -7.392  1.0804   5094.3853   -1.864</w:t>
      </w:r>
    </w:p>
    <w:p w:rsidR="00383B99" w:rsidRDefault="006E5B33">
      <w:pPr>
        <w:jc w:val="center"/>
      </w:pPr>
      <w:r>
        <w:t>47.0   107.68  102.483   1036.20   9.557   7.777 1689.870  -7.392  1.0855   5090.6795   -1.780</w:t>
      </w:r>
    </w:p>
    <w:p w:rsidR="00383B99" w:rsidRDefault="006E5B33">
      <w:pPr>
        <w:jc w:val="center"/>
      </w:pPr>
      <w:r>
        <w:t>48.0   107.97  102.780   1032.94   9.547   7.875 1689.870  -7.392  1.0903   5087.2414   -1.671</w:t>
      </w:r>
    </w:p>
    <w:p w:rsidR="00383B99" w:rsidRDefault="006E5B33">
      <w:pPr>
        <w:jc w:val="center"/>
      </w:pPr>
      <w:r>
        <w:t>49.0   108.24  103.053   1029.91   9.539   7.997 1689.870  -7.392  1.0947   5084.1121   -1.541</w:t>
      </w:r>
    </w:p>
    <w:p w:rsidR="00383B99" w:rsidRDefault="006E5B33">
      <w:pPr>
        <w:jc w:val="center"/>
      </w:pPr>
      <w:r>
        <w:t>50.0   108.48  103.298   1027.14   9.531   8.141 1689.870  -7.392  1.0987   5081.3279   -1.390</w:t>
      </w:r>
    </w:p>
    <w:p w:rsidR="00383B99" w:rsidRDefault="006E5B33">
      <w:pPr>
        <w:jc w:val="center"/>
      </w:pPr>
      <w:r>
        <w:t>51.0   108.70  103.513   1024.66   9.525   8.304 1689.870  -7.392  1.1023   5078.9202   -1.220</w:t>
      </w:r>
    </w:p>
    <w:p w:rsidR="00383B99" w:rsidRDefault="006E5B33">
      <w:pPr>
        <w:jc w:val="center"/>
      </w:pPr>
      <w:r>
        <w:t>52.0   108.88  103.695   1022.52   9.520   8.484 1689.870  -7.392  1.1054   5076.9147   -1.035</w:t>
      </w:r>
    </w:p>
    <w:p w:rsidR="00383B99" w:rsidRDefault="006E5B33">
      <w:pPr>
        <w:jc w:val="center"/>
      </w:pPr>
      <w:r>
        <w:t>53.0   109.02  103.842   1020.73   9.516   8.679 1689.870  -7.392  1.1079   5075.3319   -0.836</w:t>
      </w:r>
    </w:p>
    <w:p w:rsidR="00383B99" w:rsidRDefault="006E5B33">
      <w:pPr>
        <w:jc w:val="center"/>
      </w:pPr>
      <w:r>
        <w:t>54.0   109.13  103.952   1019.34   9.513   8.885 1689.870  -7.392  1.1098   5074.1862   -0.627</w:t>
      </w:r>
    </w:p>
    <w:p w:rsidR="00383B99" w:rsidRDefault="006E5B33">
      <w:pPr>
        <w:jc w:val="center"/>
      </w:pPr>
      <w:r>
        <w:t>55.0   109.20  104.024   1018.35   9.511   9.100 1689.870  -7.392  1.1111   5073.4866   -0.411</w:t>
      </w:r>
    </w:p>
    <w:p w:rsidR="00383B99" w:rsidRDefault="006E5B33">
      <w:pPr>
        <w:jc w:val="center"/>
      </w:pPr>
      <w:r>
        <w:t>56.0   109.23  104.057   1017.78   9.511   9.321 1689.870  -7.392  1.1118   5073.2360   -0.189</w:t>
      </w:r>
    </w:p>
    <w:p w:rsidR="00383B99" w:rsidRDefault="006E5B33">
      <w:pPr>
        <w:jc w:val="center"/>
      </w:pPr>
      <w:r>
        <w:t>57.0   109.23  104.052   1017.63   9.512   9.545 1689.870  -7.392  1.1118   5073.4316   0.0335</w:t>
      </w:r>
    </w:p>
    <w:p w:rsidR="00383B99" w:rsidRDefault="006E5B33">
      <w:pPr>
        <w:jc w:val="center"/>
      </w:pPr>
      <w:r>
        <w:t>58.0   109.18  104.009   1017.90   9.514   9.769 1689.870  -7.392  1.1112   5074.0652   0.2554</w:t>
      </w:r>
    </w:p>
    <w:p w:rsidR="00383B99" w:rsidRDefault="006E5B33">
      <w:pPr>
        <w:jc w:val="center"/>
      </w:pPr>
      <w:r>
        <w:t>59.0   109.10  103.929   1018.60   9.517   9.990 1689.870  -7.392  1.1101   5075.1231   0.4732</w:t>
      </w:r>
    </w:p>
    <w:p w:rsidR="00383B99" w:rsidRDefault="006E5B33">
      <w:pPr>
        <w:jc w:val="center"/>
      </w:pPr>
      <w:r>
        <w:t>60.0   108.98  103.812   1019.70   9.521  10.205 1689.870  -7.392  1.1083   5076.5862   0.6840</w:t>
      </w:r>
    </w:p>
    <w:p w:rsidR="00383B99" w:rsidRDefault="006E5B33">
      <w:pPr>
        <w:jc w:val="center"/>
      </w:pPr>
      <w:r>
        <w:t>61.0   108.83  103.662   1021.19   9.527  10.412 1689.870  -7.392  1.1060   5078.4307   0.8852</w:t>
      </w:r>
    </w:p>
    <w:p w:rsidR="00383B99" w:rsidRDefault="006E5B33">
      <w:pPr>
        <w:jc w:val="center"/>
      </w:pPr>
      <w:r>
        <w:t>62.0   108.65  103.479   1023.05   9.533  10.607 1689.870  -7.392  1.1031   5080.6281   1.0742</w:t>
      </w:r>
    </w:p>
    <w:p w:rsidR="00383B99" w:rsidRDefault="006E5B33">
      <w:pPr>
        <w:jc w:val="center"/>
      </w:pPr>
      <w:r>
        <w:t>63.0   108.44  103.268   1025.26   9.540  10.789 1689.870  -7.392  1.0998   5083.1459   1.2486</w:t>
      </w:r>
    </w:p>
    <w:p w:rsidR="00383B99" w:rsidRDefault="006E5B33">
      <w:pPr>
        <w:jc w:val="center"/>
      </w:pPr>
      <w:r>
        <w:t>64.0   108.21  103.031   1027.77   9.549  10.955 1689.870  -7.392  1.0961   5085.9474   1.4062</w:t>
      </w:r>
    </w:p>
    <w:p w:rsidR="00383B99" w:rsidRDefault="006E5B33">
      <w:pPr>
        <w:jc w:val="center"/>
      </w:pPr>
      <w:r>
        <w:t>65.0   107.95  102.772   1030.56   9.558  11.103 1689.870  -7.392  1.0921   5088.9930   1.5451</w:t>
      </w:r>
    </w:p>
    <w:p w:rsidR="00383B99" w:rsidRDefault="006E5B33">
      <w:pPr>
        <w:jc w:val="center"/>
      </w:pPr>
      <w:r>
        <w:t>66.0   107.67  102.493   1033.58   9.567  11.231 1689.870  -7.392  1.0877   5092.2399   1.6635</w:t>
      </w:r>
    </w:p>
    <w:p w:rsidR="00383B99" w:rsidRDefault="006E5B33">
      <w:pPr>
        <w:jc w:val="center"/>
      </w:pPr>
      <w:r>
        <w:t>67.0   107.38  102.199   1036.79   9.578  11.338 1689.870  -7.392  1.0831   5095.6432   1.7601</w:t>
      </w:r>
    </w:p>
    <w:p w:rsidR="00383B99" w:rsidRDefault="006E5B33">
      <w:pPr>
        <w:jc w:val="center"/>
      </w:pPr>
      <w:r>
        <w:t>68.0   107.08  101.895   1040.16   9.588  11.422 1689.870  -7.392  1.0784   5099.1559   1.8338</w:t>
      </w:r>
    </w:p>
    <w:p w:rsidR="00383B99" w:rsidRDefault="006E5B33">
      <w:pPr>
        <w:jc w:val="center"/>
      </w:pPr>
      <w:r>
        <w:t>69.0   106.77  101.583   1043.63   9.600  11.483 1689.870  -7.392  1.0736   5102.7301   1.8838</w:t>
      </w:r>
    </w:p>
    <w:p w:rsidR="00383B99" w:rsidRDefault="006E5B33">
      <w:pPr>
        <w:jc w:val="center"/>
      </w:pPr>
      <w:r>
        <w:t>70.0   106.46  101.269   1047.16   9.611  11.520 1689.870  -7.392  1.0687   5106.3170   1.9094</w:t>
      </w:r>
    </w:p>
    <w:p w:rsidR="00383B99" w:rsidRDefault="006E5B33">
      <w:pPr>
        <w:jc w:val="center"/>
      </w:pPr>
      <w:r>
        <w:t>71.0   106.15  100.957   1050.71   9.622  11.533 1689.870  -7.392  1.0639   5109.8679   1.9107</w:t>
      </w:r>
    </w:p>
    <w:p w:rsidR="00383B99" w:rsidRDefault="006E5B33">
      <w:pPr>
        <w:jc w:val="center"/>
      </w:pPr>
      <w:r>
        <w:t>72.0   105.84  100.650   1054.23   9.633  11.521 1689.870  -7.392  1.0592   5113.3348   1.8877</w:t>
      </w:r>
    </w:p>
    <w:p w:rsidR="00383B99" w:rsidRDefault="006E5B33">
      <w:pPr>
        <w:jc w:val="center"/>
      </w:pPr>
      <w:r>
        <w:t>73.0   105.55  100.352   1057.67   9.645  11.485 1689.870  -7.392  1.0547   5116.6707   1.8409</w:t>
      </w:r>
    </w:p>
    <w:p w:rsidR="00383B99" w:rsidRDefault="006E5B33">
      <w:pPr>
        <w:jc w:val="center"/>
      </w:pPr>
      <w:r>
        <w:t>74.0   105.26  100.068   1060.99   9.655  11.426 1689.870  -7.392  1.0504   5119.8305   1.7711</w:t>
      </w:r>
    </w:p>
    <w:p w:rsidR="00383B99" w:rsidRDefault="006E5B33">
      <w:pPr>
        <w:jc w:val="center"/>
      </w:pPr>
      <w:r>
        <w:t>75.0   105.00   99.802   1064.16   9.665  11.345 1689.870  -7.392  1.0463   5122.7717   1.6795</w:t>
      </w:r>
    </w:p>
    <w:p w:rsidR="00383B99" w:rsidRDefault="006E5B33">
      <w:pPr>
        <w:jc w:val="center"/>
      </w:pPr>
      <w:r>
        <w:t>76.0   104.76   99.555   1067.14   9.674  11.242 1689.870  -7.392  1.0426   5125.4547   1.5672</w:t>
      </w:r>
    </w:p>
    <w:p w:rsidR="00383B99" w:rsidRDefault="006E5B33">
      <w:pPr>
        <w:jc w:val="center"/>
      </w:pPr>
      <w:r>
        <w:t>77.0   104.54   99.333   1069.88   9.683  11.119 1689.870  -7.392  1.0392   5127.8433   1.4362</w:t>
      </w:r>
    </w:p>
    <w:p w:rsidR="00383B99" w:rsidRDefault="006E5B33">
      <w:pPr>
        <w:jc w:val="center"/>
      </w:pPr>
      <w:r>
        <w:t>78.0   104.34   99.137   1072.37   9.690  10.978 1689.870  -7.392  1.0362   5129.9057   1.2881</w:t>
      </w:r>
    </w:p>
    <w:p w:rsidR="00383B99" w:rsidRDefault="006E5B33">
      <w:pPr>
        <w:jc w:val="center"/>
      </w:pPr>
      <w:r>
        <w:t>79.0   104.18   98.969   1074.56   9.696  10.822 1689.870  -7.392  1.0337   5131.6146   1.1253</w:t>
      </w:r>
    </w:p>
    <w:p w:rsidR="00383B99" w:rsidRDefault="006E5B33">
      <w:pPr>
        <w:jc w:val="center"/>
      </w:pPr>
      <w:r>
        <w:t>80.0   104.04   98.833   1076.45   9.701  10.651 1689.870  -7.392  1.0316   5132.9475   0.9498</w:t>
      </w:r>
    </w:p>
    <w:p w:rsidR="00383B99" w:rsidRDefault="006E5B33">
      <w:pPr>
        <w:jc w:val="center"/>
      </w:pPr>
      <w:r>
        <w:t>81.0   103.94   98.728   1078.01   9.705  10.469 1689.870  -7.392  1.0300   5133.8872   0.7643</w:t>
      </w:r>
    </w:p>
    <w:p w:rsidR="00383B99" w:rsidRDefault="006E5B33">
      <w:pPr>
        <w:jc w:val="center"/>
      </w:pPr>
      <w:r>
        <w:t>82.0   103.87   98.658   1079.22   9.707  10.279 1689.870  -7.392  1.0289   5134.4223   0.5714</w:t>
      </w:r>
    </w:p>
    <w:p w:rsidR="00383B99" w:rsidRDefault="006E5B33">
      <w:pPr>
        <w:jc w:val="center"/>
      </w:pPr>
      <w:r>
        <w:t>83.0   103.84   98.621   1080.08   9.708  10.082 1689.870  -7.392  1.0283   5134.5468   0.3736</w:t>
      </w:r>
    </w:p>
    <w:p w:rsidR="00383B99" w:rsidRDefault="006E5B33">
      <w:pPr>
        <w:jc w:val="center"/>
      </w:pPr>
      <w:r>
        <w:t>84.0   103.84   98.619   1080.57   9.708   9.881 1689.870  -7.392  1.0282   5134.2607   0.1738</w:t>
      </w:r>
    </w:p>
    <w:p w:rsidR="00383B99" w:rsidRDefault="006E5B33">
      <w:pPr>
        <w:jc w:val="center"/>
      </w:pPr>
      <w:r>
        <w:t>85.0   103.87   98.650   1080.71   9.705   9.680 1689.870  -7.392  1.0285   5133.5696   -0.025</w:t>
      </w:r>
    </w:p>
    <w:p w:rsidR="00383B99" w:rsidRDefault="006E5B33">
      <w:pPr>
        <w:jc w:val="center"/>
      </w:pPr>
      <w:r>
        <w:t>86.0   103.94   98.716   1080.48   9.702   9.481 1689.870  -7.392  1.0294   5132.4850   -0.221</w:t>
      </w:r>
    </w:p>
    <w:p w:rsidR="00383B99" w:rsidRDefault="006E5B33">
      <w:pPr>
        <w:jc w:val="center"/>
      </w:pPr>
      <w:r>
        <w:t>87.0   104.04   98.813   1079.91   9.697   9.286 1689.870  -7.392  1.0308   5131.0237   -0.411</w:t>
      </w:r>
    </w:p>
    <w:p w:rsidR="00383B99" w:rsidRDefault="006E5B33">
      <w:pPr>
        <w:jc w:val="center"/>
      </w:pPr>
      <w:r>
        <w:t>88.0   104.17   98.941   1079.00   9.692   9.099 1689.870  -7.392  1.0326   5129.2077   -0.592</w:t>
      </w:r>
    </w:p>
    <w:p w:rsidR="00383B99" w:rsidRDefault="006E5B33">
      <w:pPr>
        <w:jc w:val="center"/>
      </w:pPr>
      <w:r>
        <w:t>89.0   104.33   99.097   1077.76   9.685   8.922 1689.870  -7.392  1.0348   5127.0639   -0.762</w:t>
      </w:r>
    </w:p>
    <w:p w:rsidR="00383B99" w:rsidRDefault="006E5B33">
      <w:pPr>
        <w:jc w:val="center"/>
      </w:pPr>
      <w:r>
        <w:t>90.0   104.51   99.280   1076.23   9.677   8.757 1689.870  -7.392  1.0375   5124.6234   -0.919</w:t>
      </w:r>
    </w:p>
    <w:p w:rsidR="00383B99" w:rsidRDefault="006E5B33">
      <w:pPr>
        <w:jc w:val="center"/>
      </w:pPr>
      <w:r>
        <w:t>91.0   104.72   99.486   1074.41   9.668   8.606 1689.870  -7.392  1.0405   5121.9214   -1.062</w:t>
      </w:r>
    </w:p>
    <w:p w:rsidR="00383B99" w:rsidRDefault="006E5B33">
      <w:pPr>
        <w:jc w:val="center"/>
      </w:pPr>
      <w:r>
        <w:t>92.0   104.95   99.713   1072.35   9.658   8.471 1689.870  -7.392  1.0439   5118.9961   -1.187</w:t>
      </w:r>
    </w:p>
    <w:p w:rsidR="00383B99" w:rsidRDefault="006E5B33">
      <w:pPr>
        <w:jc w:val="center"/>
      </w:pPr>
      <w:r>
        <w:t>93.0   105.19   99.957   1070.08   9.649   8.354 1689.870  -7.392  1.0475   5115.8887   -1.294</w:t>
      </w:r>
    </w:p>
    <w:p w:rsidR="00383B99" w:rsidRDefault="006E5B33">
      <w:pPr>
        <w:jc w:val="center"/>
      </w:pPr>
      <w:r>
        <w:t>94.0   105.45  100.215   1067.61   9.638   8.257 1689.870  -7.392  1.0514   5112.6421   -1.381</w:t>
      </w:r>
    </w:p>
    <w:p w:rsidR="00383B99" w:rsidRDefault="006E5B33">
      <w:pPr>
        <w:jc w:val="center"/>
      </w:pPr>
      <w:r>
        <w:t>95.0   105.72  100.483   1065.00   9.628   8.180 1689.870  -7.392  1.0555   5109.3008   -1.447</w:t>
      </w:r>
    </w:p>
    <w:p w:rsidR="00383B99" w:rsidRDefault="006E5B33">
      <w:pPr>
        <w:jc w:val="center"/>
      </w:pPr>
      <w:r>
        <w:t>96.0   106.00  100.758   1062.29   9.617   8.125 1689.870  -7.392  1.0596   5105.9100   -1.492</w:t>
      </w:r>
    </w:p>
    <w:p w:rsidR="00383B99" w:rsidRDefault="006E5B33">
      <w:pPr>
        <w:jc w:val="center"/>
      </w:pPr>
      <w:r>
        <w:t>97.0   106.27  101.036   1059.50   9.607   8.091 1689.870  -7.392  1.0639   5102.5148   -1.516</w:t>
      </w:r>
    </w:p>
    <w:p w:rsidR="00383B99" w:rsidRDefault="006E5B33">
      <w:pPr>
        <w:jc w:val="center"/>
      </w:pPr>
      <w:r>
        <w:t>98.0   106.55  101.312   1056.68   9.597   8.079 1689.870  -7.392  1.0682   5099.1599   -1.517</w:t>
      </w:r>
    </w:p>
    <w:p w:rsidR="00383B99" w:rsidRDefault="006E5B33">
      <w:pPr>
        <w:jc w:val="center"/>
      </w:pPr>
      <w:r>
        <w:t>99.0   106.82  101.584   1053.86   9.587   8.090 1689.870  -7.392  1.0725   5095.8888   -1.497</w:t>
      </w:r>
    </w:p>
    <w:p w:rsidR="00383B99" w:rsidRDefault="006E5B33">
      <w:pPr>
        <w:jc w:val="center"/>
      </w:pPr>
      <w:r>
        <w:t>100.0   107.09  101.848   1051.10   9.578   8.122 1689.870  -7.392  1.0766   5092.7430   -1.456</w:t>
      </w:r>
    </w:p>
    <w:p w:rsidR="00383B99" w:rsidRDefault="006E5B33">
      <w:pPr>
        <w:jc w:val="center"/>
      </w:pPr>
      <w:r>
        <w:t>101.0   107.34  102.099   1048.43   9.570   8.175 1689.870  -7.392  1.0806   5089.7620   -1.395</w:t>
      </w:r>
    </w:p>
    <w:p w:rsidR="00383B99" w:rsidRDefault="006E5B33">
      <w:pPr>
        <w:jc w:val="center"/>
      </w:pPr>
      <w:r>
        <w:t>102.0   107.57  102.336   1045.89   9.562   8.247 1689.870  -7.392  1.0844   5086.9825   -1.314</w:t>
      </w:r>
    </w:p>
    <w:p w:rsidR="00383B99" w:rsidRDefault="006E5B33">
      <w:pPr>
        <w:jc w:val="center"/>
      </w:pPr>
      <w:r>
        <w:t>103.0   107.79  102.555   1043.51   9.555   8.339 1689.870  -7.392  1.0879   5084.4376   -1.215</w:t>
      </w:r>
    </w:p>
    <w:p w:rsidR="00383B99" w:rsidRDefault="006E5B33">
      <w:pPr>
        <w:jc w:val="center"/>
      </w:pPr>
      <w:r>
        <w:t>104.0   107.99  102.752   1041.33   9.548   8.448 1689.870  -7.392  1.0912   5082.1573   -1.100</w:t>
      </w:r>
    </w:p>
    <w:p w:rsidR="00383B99" w:rsidRDefault="006E5B33">
      <w:pPr>
        <w:jc w:val="center"/>
      </w:pPr>
      <w:r>
        <w:t>105.0   108.16  102.927   1039.37   9.543   8.573 1689.870  -7.392  1.0940   5080.1675   -0.970</w:t>
      </w:r>
    </w:p>
    <w:p w:rsidR="00383B99" w:rsidRDefault="006E5B33">
      <w:pPr>
        <w:jc w:val="center"/>
      </w:pPr>
      <w:r>
        <w:t>106.0   108.31  103.075   1037.68   9.539   8.712 1689.870  -7.392  1.0965   5078.4897   -0.826</w:t>
      </w:r>
    </w:p>
    <w:p w:rsidR="00383B99" w:rsidRDefault="006E5B33">
      <w:pPr>
        <w:jc w:val="center"/>
      </w:pPr>
      <w:r>
        <w:t>107.0   108.43  103.197   1036.26   9.535   8.862 1689.870  -7.392  1.0985   5077.1414   -0.672</w:t>
      </w:r>
    </w:p>
    <w:p w:rsidR="00383B99" w:rsidRDefault="006E5B33">
      <w:pPr>
        <w:jc w:val="center"/>
      </w:pPr>
      <w:r>
        <w:t>108.0   108.52  103.290   1035.13   9.533   9.023 1689.870  -7.392  1.1001   5076.1354   -0.510</w:t>
      </w:r>
    </w:p>
    <w:p w:rsidR="00383B99" w:rsidRDefault="006E5B33">
      <w:pPr>
        <w:jc w:val="center"/>
      </w:pPr>
      <w:r>
        <w:t>109.0   108.58  103.353   1034.33   9.531   9.190 1689.870  -7.392  1.1013   5075.4799   -0.340</w:t>
      </w:r>
    </w:p>
    <w:p w:rsidR="00383B99" w:rsidRDefault="006E5B33">
      <w:pPr>
        <w:jc w:val="center"/>
      </w:pPr>
      <w:r>
        <w:t>110.0   108.61  103.386   1033.85   9.531   9.364 1689.870  -7.392  1.1019   5075.1786   -0.167</w:t>
      </w:r>
    </w:p>
    <w:p w:rsidR="00383B99" w:rsidRDefault="006E5B33">
      <w:pPr>
        <w:jc w:val="center"/>
      </w:pPr>
      <w:r>
        <w:t>111.0   108.61  103.388   1033.70   9.531   9.540 1689.870  -7.392  1.1020   5075.2306   0.0086</w:t>
      </w:r>
    </w:p>
    <w:p w:rsidR="00383B99" w:rsidRDefault="006E5B33">
      <w:pPr>
        <w:jc w:val="center"/>
      </w:pPr>
      <w:r>
        <w:t>112.0   108.59  103.361   1033.88   9.532   9.716 1689.870  -7.392  1.1017   5075.6302   0.1837</w:t>
      </w:r>
    </w:p>
    <w:p w:rsidR="00383B99" w:rsidRDefault="006E5B33">
      <w:pPr>
        <w:jc w:val="center"/>
      </w:pPr>
      <w:r>
        <w:t>113.0   108.53  103.304   1034.39   9.535   9.891 1689.870  -7.392  1.1009   5076.3677   0.3561</w:t>
      </w:r>
    </w:p>
    <w:p w:rsidR="00383B99" w:rsidRDefault="006E5B33">
      <w:pPr>
        <w:jc w:val="center"/>
      </w:pPr>
      <w:r>
        <w:t>114.0   108.44  103.218   1035.22   9.538  10.062 1689.870  -7.392  1.0996   5077.4291   0.5235</w:t>
      </w:r>
    </w:p>
    <w:p w:rsidR="00383B99" w:rsidRDefault="006E5B33">
      <w:pPr>
        <w:jc w:val="center"/>
      </w:pPr>
      <w:r>
        <w:t>115.0   108.33  103.105   1036.37   9.542  10.226 1689.870  -7.392  1.0979   5078.7962   0.6837</w:t>
      </w:r>
    </w:p>
    <w:p w:rsidR="00383B99" w:rsidRDefault="006E5B33">
      <w:pPr>
        <w:jc w:val="center"/>
      </w:pPr>
      <w:r>
        <w:t>116.0   108.19  102.967   1037.80   9.547  10.382 1689.870  -7.392  1.0958   5080.4473   0.8347</w:t>
      </w:r>
    </w:p>
    <w:p w:rsidR="00383B99" w:rsidRDefault="006E5B33">
      <w:pPr>
        <w:jc w:val="center"/>
      </w:pPr>
      <w:r>
        <w:t>117.0   108.03  102.806   1039.51   9.553  10.528 1689.870  -7.392  1.0933   5082.3571   0.9747</w:t>
      </w:r>
    </w:p>
    <w:p w:rsidR="00383B99" w:rsidRDefault="006E5B33">
      <w:pPr>
        <w:jc w:val="center"/>
      </w:pPr>
      <w:r>
        <w:t>118.0   107.85  102.624   1041.47   9.559  10.661 1689.870  -7.392  1.0905   5084.4973   1.1017</w:t>
      </w:r>
    </w:p>
    <w:p w:rsidR="00383B99" w:rsidRDefault="006E5B33">
      <w:pPr>
        <w:jc w:val="center"/>
      </w:pPr>
      <w:r>
        <w:t>119.0   107.65  102.423   1043.65   9.566  10.781 1689.870  -7.392  1.0874   5086.8368   1.2143</w:t>
      </w:r>
    </w:p>
    <w:p w:rsidR="00383B99" w:rsidRDefault="006E5B33">
      <w:pPr>
        <w:jc w:val="center"/>
      </w:pPr>
      <w:r>
        <w:t>120.0   107.44  102.207   1046.02   9.574  10.885 1689.870  -7.392  1.0840   5089.3422   1.3110</w:t>
      </w:r>
    </w:p>
    <w:p w:rsidR="00383B99" w:rsidRDefault="006E5B33">
      <w:r>
        <w:t xml:space="preserve"> </w:t>
      </w:r>
    </w:p>
    <w:p w:rsidR="00383B99" w:rsidRDefault="006E5B33">
      <w:pPr>
        <w:pStyle w:val="a5"/>
        <w:rPr>
          <w:sz w:val="20"/>
        </w:rPr>
      </w:pPr>
      <w:r>
        <w:rPr>
          <w:sz w:val="20"/>
        </w:rPr>
        <w:t>Дослідження  якості стабілізації нового зада</w:t>
      </w:r>
      <w:r>
        <w:rPr>
          <w:sz w:val="20"/>
        </w:rPr>
        <w:softHyphen/>
        <w:t>ного  значення приладової швидкості  при відсутності збурення</w:t>
      </w:r>
    </w:p>
    <w:p w:rsidR="00383B99" w:rsidRDefault="006E5B33">
      <w:pPr>
        <w:pStyle w:val="a5"/>
        <w:ind w:firstLine="0"/>
        <w:jc w:val="left"/>
        <w:rPr>
          <w:b/>
          <w:sz w:val="20"/>
          <w:u w:val="none"/>
        </w:rPr>
      </w:pPr>
      <w:r>
        <w:rPr>
          <w:b/>
          <w:sz w:val="20"/>
          <w:u w:val="none"/>
        </w:rPr>
        <w:t xml:space="preserve">                          T         V         Vpr           H           a         teta       P1         dV         ny         Psu             traekt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 0.0   110.00  104.880   1000.00   9.131   9.131 1689.870  -2.892  1.0690   5069.6107   0.0000 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 1.0   110.00  104.881   1000.00   9.096   9.088 1689.870  -2.594  1.0638   5069.5924   -0.0081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 2.0   110.01  104.892    999.93   9.001   8.932 1689.870  -2.316  1.0496   5069.4171   -0.0689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 3.0   110.05  104.928    999.68   8.914   8.707 1689.870  -2.705  1.0371   5068.9050   -0.2073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 4.0   110.11  104.988    999.15   9.030   8.700 1689.870  -2.826  1.0559   5068.1385   -0.3299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 5.0   110.17  105.050    998.48   9.120   8.768 1689.870  -2.853  1.0708   5067.4227   -0.3518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 6.0   110.23  105.107    997.82   9.117   8.780 1689.870  -2.801  1.0715   5066.7850   -0.3369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 7.0   110.28  105.164    997.17   9.076   8.739 1689.870  -2.697  1.0664   5066.1449   -0.3366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 8.0   110.34  105.226    996.50   9.004   8.634 1689.870  -2.358  1.0568   5065.4171   -0.3707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 9.0   110.42  105.306    995.70   8.890   8.417 1689.870  -2.107  1.0411   5064.4400   -0.4736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10.0   110.54  105.417    994.63   8.812   8.164 1689.870  -2.113  1.0313   5063.0641   -0.6475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11.0   110.68  105.562    993.19   8.799   7.960 1689.870  -2.095  1.0323   5061.2955   -0.8398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12.0   110.85  105.737    991.39   8.799   7.780 1689.870  -2.114  1.0357   5059.1972   -1.0191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13.0   111.05  105.939    989.26   8.797   7.617 1689.870  -2.134  1.0393   5056.8131   -1.1805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14.0   111.28  106.165    986.83   8.792   7.469 1689.870  -2.152  1.0430   5054.1830   -1.3236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15.0   111.52  106.412    984.13   8.785   7.337 1689.870  -2.166  1.0467   5051.3463   -1.4483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16.0   111.78  106.675    981.20   8.776   7.221 1689.870  -2.176  1.0504   5048.3421   -1.5545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17.0   112.05  106.952    978.08   8.765   7.123 1689.870  -2.183  1.0542   5045.2089   -1.6422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18.0   112.34  107.241    974.79   8.753   7.041 1689.870  -2.187  1.0579   5041.9845   -1.7116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19.0   112.63  107.536    971.38   8.739   6.976 1689.870  -2.188  1.0615   5038.7050   -1.7632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20.0   112.92  107.836    967.87   8.724   6.926 1689.870  -2.186  1.0651   5035.4049   -1.7976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21.0   113.22  108.138    964.30   8.708   6.893 1689.870  -2.180  1.0685   5032.1166   -1.8154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22.0   113.52  108.439    960.71   8.691   6.873 1689.870  -2.171  1.0717   5028.8699   -1.8177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23.0   113.81  108.736    957.11   8.673   6.868 1689.870  -2.158  1.0747   5025.6922   -1.8055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24.0   114.09  109.027    953.55   8.655   6.875 1689.870  -2.143  1.0775   5022.6075   -1.7800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25.0   114.37  109.310    950.03   8.636   6.893 1689.870  -2.124  1.0799   5019.6372   -1.7427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26.0   114.64  109.584    946.60   8.616   6.921 1689.870  -2.102  1.0821   5016.7991   -1.6950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27.0   114.89  109.847    943.26   8.596   6.957 1689.870  -2.077  1.0840   5014.1080   -1.6383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28.0   115.14  110.097    940.03   8.575   7.001 1689.870  -2.050  1.0856   5011.5753   -1.5742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29.0   115.37  110.333    936.94   8.554   7.050 1689.870  -2.020  1.0868   5009.2094   -1.5043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30.0   115.58  110.556    933.98   8.534   7.104 1689.870  -1.988  1.0878   5007.0156   -1.4300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31.0   115.78  110.764    931.17   8.513   7.160 1689.870  -1.954  1.0884   5004.9961   -1.3528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32.0   115.97  110.957    928.51   8.492   7.218 1689.870  -1.918  1.0887   5003.1508   -1.2741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33.0   116.14  111.136    926.01   8.471   7.276 1689.870  -1.881  1.0888   5001.4769   -1.1953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34.0   116.30  111.300    923.67   8.451   7.333 1689.870  -1.844  1.0886   4999.9696   -1.1175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35.0   116.45  111.451    921.47   8.431   7.389 1689.870  -1.806  1.0883   4998.6222   -1.0417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36.0   116.58  111.588    919.43   8.411   7.442 1689.870  -1.768  1.0877   4997.4264   -0.9690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37.0   116.70  111.712    917.53   8.393   7.493 1689.870  -1.730  1.0869   4996.3729   -0.8999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38.0   116.81  111.824    915.76   8.374   7.539 1689.870  -1.693  1.0861   4995.4512   -0.8352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39.0   116.90  111.926    914.12   8.357   7.582 1689.870  -1.657  1.0851   4994.6504   -0.7753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40.0   116.99  112.018    912.59   8.340   7.620 1689.870  -1.622  1.0841   4993.9591   -0.7206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41.0   117.07  112.100    911.17   8.325   7.653 1689.870  -1.589  1.0831   4993.3659   -0.6711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42.0   117.14  112.175    909.85   8.310   7.683 1689.870  -1.558  1.0820   4992.8597   -0.6269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43.0   117.20  112.242    908.61   8.296   7.708 1689.870  -1.528  1.0810   4992.4297   -0.5880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44.0   117.26  112.304    907.44   8.283   7.729 1689.870  -1.500  1.0800   4992.0655   -0.5542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45.0   117.31  112.360    906.34   8.271   7.746 1689.870  -1.475  1.0791   4991.7577   -0.5251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46.0   117.36  112.411    905.29   8.260   7.760 1689.870  -1.452  1.0782   4991.4976   -0.5005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47.0   117.40  112.459    904.28   8.250   7.770 1689.870  -1.431  1.0775   4991.2773   -0.4799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48.0   117.45  112.504    903.32   8.241   7.778 1689.870  -1.412  1.0768   4991.0899   -0.4630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49.0   117.48  112.546    902.38   8.233   7.783 1689.870  -1.395  1.0762   4990.9295   -0.4492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50.0   117.52  112.586    901.47   8.225   7.787 1689.870  -1.380  1.0757   4990.7911   -0.4381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51.0   117.56  112.625    900.58   8.218   7.789 1689.870  -1.366  1.0753   4990.6706   -0.4293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52.0   117.59  112.662    899.71   8.212   7.790 1689.870  -1.354  1.0750   4990.5647   -0.4223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53.0   117.62  112.698    898.85   8.207   7.790 1689.870  -1.344  1.0748   4990.4709   -0.4167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54.0   117.65  112.733    898.00   8.202   7.789 1689.870  -1.335  1.0746   4990.3875   -0.4122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55.0   117.68  112.767    897.16   8.197   7.789 1689.870  -1.327  1.0745   4990.3131   -0.4085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56.0   117.72  112.801    896.32   8.193   7.788 1689.870  -1.319  1.0744   4990.2471   -0.4052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57.0   117.74  112.834    895.49   8.189   7.787 1689.870  -1.313  1.0744   4990.1890   -0.4023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58.0   117.77  112.866    894.67   8.185   7.786 1689.870  -1.307  1.0744   4990.1388   -0.3994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59.0   117.80  112.898    893.85   8.182   7.786 1689.870  -1.301  1.0745   4990.0965   -0.3964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60.0   117.83  112.929    893.04   8.179   7.785 1689.870  -1.296  1.0745   4990.0626   -0.3933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61.0   117.86  112.959    892.23   8.176   7.786 1689.870  -1.291  1.0746   4990.0373   -0.3901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62.0   117.88  112.989    891.43   8.173   7.786 1689.870  -1.286  1.0746   4990.0210   -0.3866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63.0   117.91  113.018    890.64   8.159   7.772 1689.870  -1.255  1.0729   4990.0050   -0.3867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64.0   117.94  113.049    889.84   8.155   7.762 1689.870  -1.250  1.0727   4989.9732   -0.3927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65.0   117.97  113.080    889.02   8.155   7.758 1689.870  -1.253  1.0734   4989.9370   -0.3967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66.0   117.99  113.111    888.21   8.155   7.758 1689.870  -1.257  1.0741   4989.9045   -0.3976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67.0   118.02  113.142    887.39   8.155   7.760 1689.870  -1.259  1.0747   4989.8807   -0.3955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68.0   118.05  113.172    886.58   8.154   7.763 1689.870  -1.259  1.0751   4989.8697   -0.3911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69.0   118.07  113.200    885.78   8.153   7.768 1689.870  -1.257  1.0754   4989.8740   -0.3850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70.0   118.10  113.228    884.99   8.151   7.773 1689.870  -1.254  1.0756   4989.8953   -0.3777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71.0   118.12  113.253    884.22   8.149   7.779 1689.870  -1.250  1.0757   4989.9341   -0.3698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72.0   118.14  113.277    883.47   8.146   7.784 1689.870  -1.245  1.0757   4989.9903   -0.3616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73.0   118.16  113.300    882.73   8.143   7.789 1689.870  -1.239  1.0757   4990.0629   -0.3537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74.0   118.18  113.322    882.01   8.140   7.794 1689.870  -1.232  1.0756   4990.1506   -0.3462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75.0   118.19  113.342    881.30   8.137   7.797 1689.870  -1.225  1.0754   4990.2518   -0.3394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76.0   118.21  113.361    880.61   8.134   7.800 1689.870  -1.219  1.0752   4990.3646   -0.3335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77.0   118.22  113.379    879.92   8.130   7.802 1689.870  -1.212  1.0751   4990.4871   -0.3285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78.0   118.24  113.396    879.25   8.127   7.803 1689.870  -1.206  1.0749   4990.6176   -0.3243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79.0   118.25  113.413    878.59   8.125   7.804 1689.870  -1.200  1.0747   4990.7545   -0.3210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80.0   118.27  113.429    877.93   8.122   7.804 1689.870  -1.195  1.0746   4990.8964   -0.3184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81.0   118.28  113.445    877.27   8.119   7.803 1689.870  -1.191  1.0745   4991.0423   -0.3163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82.0   118.29  113.460    876.62   8.117   7.802 1689.870  -1.186  1.0744   4991.1913   -0.3148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83.0   118.30  113.476    875.97   8.108   7.793 1689.870  -1.159  1.0732   4991.3398   -0.3150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84.0   118.32  113.493    875.31   8.103   7.781 1689.870  -1.157  1.0725   4991.4696   -0.3219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85.0   118.33  113.511    874.64   8.103   7.775 1689.870  -1.160  1.0731   4991.5871   -0.3285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86.0   118.35  113.529    873.96   8.105   7.773 1689.870  -1.166  1.0737   4991.7008   -0.3323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87.0   118.36  113.548    873.27   8.106   7.773 1689.870  -1.170  1.0743   4991.8162   -0.3333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88.0   118.38  113.566    872.58   8.107   7.775 1689.870  -1.173  1.0747   4991.9376   -0.3318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89.0   118.39  113.584    871.90   8.106   7.778 1689.870  -1.173  1.0751   4992.0679   -0.3285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90.0   118.41  113.601    871.23   8.106   7.782 1689.870  -1.173  1.0753   4992.2091   -0.3239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91.0   118.42  113.617    870.56   8.105   7.786 1689.870  -1.170  1.0754   4992.3621   -0.3184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92.0   118.43  113.631    869.91   8.103   7.790 1689.870  -1.167  1.0754   4992.5269   -0.3127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93.0   118.44  113.645    869.27   8.101   7.794 1689.870  -1.163  1.0754   4992.7026   -0.3072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94.0   118.45  113.658    868.64   8.099   7.797 1689.870  -1.158  1.0753   4992.8881   -0.3020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95.0   118.46  113.670    868.02   8.097   7.799 1689.870  -1.153  1.0751   4993.0818   -0.2976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96.0   118.47  113.681    867.41   8.094   7.800 1689.870  -1.148  1.0749   4993.2820   -0.2939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97.0   118.48  113.692    866.80   8.092   7.801 1689.870  -1.143  1.0748   4993.4871   -0.2910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98.0   118.48  113.703    866.20   8.090   7.801 1689.870  -1.139  1.0746   4993.6956   -0.2890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 99.0   118.49  113.713    865.61   8.088   7.800 1689.870  -1.135  1.0745   4993.9063   -0.2875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100.0   118.50  113.723    865.01   8.086   7.800 1689.870  -1.131  1.0744   4994.1182   -0.2867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101.0   118.51  113.733    864.42   8.085   7.798 1689.870  -1.128  1.0743   4994.3306   -0.2862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102.0   118.51  113.743    863.83   8.083   7.797 1689.870  -1.126  1.0743   4994.5432   -0.2860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103.0   118.52  113.753    863.24   8.082   7.796 1689.870  -1.124  1.0743   4994.7559   -0.2859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104.0   118.53  113.763    862.65   8.081   7.795 1689.870  -1.122  1.0743   4994.9688   -0.2859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105.0   118.53  113.773    862.06   8.080   7.794 1689.870  -1.120  1.0743   4995.1822   -0.2857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106.0   118.54  113.783    861.47   8.079   7.793 1689.870  -1.119  1.0744   4995.3962   -0.2854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107.0   118.55  113.793    860.88   8.078   7.793 1689.870  -1.117  1.0744   4995.6114   -0.2849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108.0   118.55  113.803    860.29   8.077   7.793 1689.870  -1.116  1.0745   4995.8280   -0.2843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109.0   118.56  113.812    859.70   8.076   7.792 1689.870  -1.114  1.0745   4996.0464   -0.2835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110.0   118.57  113.822    859.11   8.075   7.792 1689.870  -1.113  1.0745   4996.2667   -0.2825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111.0   118.57  113.831    858.53   8.074   7.793 1689.870  -1.111  1.0746   4996.4892   -0.2814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112.0   118.58  113.840    857.95   8.073   7.793 1689.870  -1.109  1.0746   4996.7138   -0.2803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113.0   118.59  113.849    857.37   8.072   7.793 1689.870  -1.107  1.0746   4996.9406   -0.2791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114.0   118.59  113.857    856.79   8.071   7.793 1689.870  -1.105  1.0746   4997.1694   -0.2780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115.0   118.60  113.866    856.22   8.070   7.793 1689.870  -1.103  1.0746   4997.4002   -0.2769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116.0   118.60  113.874    855.65   8.069   7.793 1689.870  -1.101  1.0746   4997.6329   -0.2759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117.0   118.61  113.882    855.08   8.068   7.793 1689.870  -1.099  1.0745   4997.8672   -0.2749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118.0   118.61  113.890    854.51   8.067   7.793 1689.870  -1.097  1.0745   4998.1029   -0.2740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119.0   118.62  113.898    853.94   8.065   7.792 1689.870  -1.095  1.0745   4998.3401   -0.2732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120.0   118.62  113.905    853.38   8.064   7.792 1689.870  -1.094  1.0745   4998.5784   -0.2724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121.0   118.63  113.913    852.81   8.057   7.784 1689.870  -1.073  1.0735   4998.8147   -0.2732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122.0   118.63  113.922    852.24   8.054   7.775 1689.870  -1.073  1.0730   4999.0342   -0.2792</w:t>
      </w:r>
    </w:p>
    <w:p w:rsidR="00383B99" w:rsidRDefault="006E5B33">
      <w:pPr>
        <w:pStyle w:val="a5"/>
        <w:rPr>
          <w:sz w:val="20"/>
          <w:u w:val="none"/>
        </w:rPr>
      </w:pPr>
      <w:r>
        <w:rPr>
          <w:sz w:val="20"/>
          <w:u w:val="none"/>
        </w:rPr>
        <w:t xml:space="preserve"> 123.0   118.64  113.932    851.66   8.056   7.771 1689.870  -1.078  1.0735   4999.2439   -0.2844</w:t>
      </w:r>
    </w:p>
    <w:p w:rsidR="00383B99" w:rsidRDefault="006E5B33">
      <w:pPr>
        <w:ind w:firstLine="180"/>
        <w:jc w:val="center"/>
        <w:rPr>
          <w:u w:val="single"/>
        </w:rPr>
      </w:pPr>
      <w:r>
        <w:rPr>
          <w:noProof/>
          <w:u w:val="single"/>
        </w:rPr>
        <w:t>Д</w:t>
      </w:r>
      <w:r>
        <w:rPr>
          <w:u w:val="single"/>
          <w:lang w:val="uk-UA"/>
        </w:rPr>
        <w:t xml:space="preserve">ослідження  якості стабілізації приладової швидкості при відмові центрального двигуна методом </w:t>
      </w:r>
      <w:r>
        <w:rPr>
          <w:u w:val="single"/>
        </w:rPr>
        <w:t>Рунге-Кутти другого порядку з корекцією у середній похідній.</w:t>
      </w:r>
    </w:p>
    <w:p w:rsidR="00383B99" w:rsidRDefault="006E5B33">
      <w:pPr>
        <w:ind w:firstLine="180"/>
        <w:jc w:val="center"/>
        <w:rPr>
          <w:b/>
          <w:u w:val="single"/>
        </w:rPr>
      </w:pPr>
      <w:r>
        <w:rPr>
          <w:b/>
          <w:sz w:val="22"/>
          <w:lang w:val="uk-UA"/>
        </w:rPr>
        <w:t>номінальниі значення  параметрів законів управління АБСУ</w:t>
      </w:r>
    </w:p>
    <w:p w:rsidR="00383B99" w:rsidRDefault="00383B99">
      <w:pPr>
        <w:pStyle w:val="a5"/>
        <w:ind w:firstLine="0"/>
        <w:jc w:val="left"/>
        <w:rPr>
          <w:b/>
          <w:sz w:val="20"/>
          <w:u w:val="none"/>
        </w:rPr>
      </w:pPr>
    </w:p>
    <w:p w:rsidR="00383B99" w:rsidRDefault="006E5B33">
      <w:pPr>
        <w:pStyle w:val="a5"/>
        <w:ind w:firstLine="0"/>
        <w:jc w:val="left"/>
        <w:rPr>
          <w:b/>
          <w:sz w:val="20"/>
          <w:u w:val="none"/>
        </w:rPr>
      </w:pPr>
      <w:r>
        <w:rPr>
          <w:b/>
          <w:sz w:val="20"/>
          <w:u w:val="none"/>
        </w:rPr>
        <w:t xml:space="preserve">                        T       V         Vpr           H           a         teta       P1             dV         ny         Psu           traekt</w:t>
      </w:r>
    </w:p>
    <w:p w:rsidR="00383B99" w:rsidRDefault="006E5B33">
      <w:pPr>
        <w:ind w:firstLine="180"/>
        <w:jc w:val="center"/>
      </w:pPr>
      <w:r>
        <w:t xml:space="preserve">0.0   110.00  104.880   1000.00   9.131   9.131 1686.000  -6.392  1.0690   5065.7404   0.0000 </w:t>
      </w:r>
    </w:p>
    <w:p w:rsidR="00383B99" w:rsidRDefault="006E5B33">
      <w:pPr>
        <w:ind w:firstLine="180"/>
        <w:jc w:val="center"/>
      </w:pPr>
      <w:r>
        <w:t xml:space="preserve">  1.0   110.01  104.892   1000.00   9.135   9.138 1475.250  -6.381  1.0694   4854.7596   0.0032 </w:t>
      </w:r>
    </w:p>
    <w:p w:rsidR="00383B99" w:rsidRDefault="006E5B33">
      <w:pPr>
        <w:ind w:firstLine="180"/>
        <w:jc w:val="center"/>
      </w:pPr>
      <w:r>
        <w:t xml:space="preserve">  2.0   109.95  104.836   1000.01   9.134   9.134  899.200  -6.384  1.0669   4279.7581   0.0001 </w:t>
      </w:r>
    </w:p>
    <w:p w:rsidR="00383B99" w:rsidRDefault="006E5B33">
      <w:pPr>
        <w:ind w:firstLine="180"/>
        <w:jc w:val="center"/>
      </w:pPr>
      <w:r>
        <w:t xml:space="preserve">  3.0   109.77  104.674    999.99   9.143   9.122  -97.000  -6.396  1.0627   3286.6218   -0.0213</w:t>
      </w:r>
    </w:p>
    <w:p w:rsidR="00383B99" w:rsidRDefault="006E5B33">
      <w:pPr>
        <w:ind w:firstLine="180"/>
        <w:jc w:val="center"/>
      </w:pPr>
      <w:r>
        <w:t xml:space="preserve">  4.0   109.51  104.420    999.92   9.162   9.100 -288.000  -6.425  1.0601   3100.4608   -0.0614</w:t>
      </w:r>
    </w:p>
    <w:p w:rsidR="00383B99" w:rsidRDefault="006E5B33">
      <w:pPr>
        <w:ind w:firstLine="180"/>
        <w:jc w:val="center"/>
      </w:pPr>
      <w:r>
        <w:t xml:space="preserve">  5.0   109.26  104.191    999.76   9.180   9.069 -288.000  -6.461  1.0582   3104.9054   -0.1104</w:t>
      </w:r>
    </w:p>
    <w:p w:rsidR="00383B99" w:rsidRDefault="006E5B33">
      <w:pPr>
        <w:ind w:firstLine="180"/>
        <w:jc w:val="center"/>
      </w:pPr>
      <w:r>
        <w:t xml:space="preserve">  6.0   109.03  103.972    999.50   9.198   9.031 -288.000  -6.491  1.0566   3109.2071   -0.1675</w:t>
      </w:r>
    </w:p>
    <w:p w:rsidR="00383B99" w:rsidRDefault="006E5B33">
      <w:pPr>
        <w:ind w:firstLine="180"/>
        <w:jc w:val="center"/>
      </w:pPr>
      <w:r>
        <w:t xml:space="preserve">  7.0   108.82  103.765    999.12   9.216   8.984 -288.000  -6.521  1.0551   3113.3528   -0.2319</w:t>
      </w:r>
    </w:p>
    <w:p w:rsidR="00383B99" w:rsidRDefault="006E5B33">
      <w:pPr>
        <w:ind w:firstLine="180"/>
        <w:jc w:val="center"/>
      </w:pPr>
      <w:r>
        <w:t xml:space="preserve">  8.0   108.61  103.572    998.62   9.232   8.929 -288.000  -6.549  1.0537   3117.3298   -0.3034</w:t>
      </w:r>
    </w:p>
    <w:p w:rsidR="00383B99" w:rsidRDefault="006E5B33">
      <w:pPr>
        <w:ind w:firstLine="180"/>
        <w:jc w:val="center"/>
      </w:pPr>
      <w:r>
        <w:t xml:space="preserve">  9.0   108.42  103.394    997.98   9.248   8.866 -288.000  -6.577  1.0524   3121.1267   -0.3812</w:t>
      </w:r>
    </w:p>
    <w:p w:rsidR="00383B99" w:rsidRDefault="006E5B33">
      <w:pPr>
        <w:ind w:firstLine="180"/>
        <w:jc w:val="center"/>
      </w:pPr>
      <w:r>
        <w:t xml:space="preserve"> 10.0   108.25  103.230    997.18   9.263   8.798 -288.000  -6.605  1.0514   3124.7347   -0.4644</w:t>
      </w:r>
    </w:p>
    <w:p w:rsidR="00383B99" w:rsidRDefault="006E5B33">
      <w:pPr>
        <w:ind w:firstLine="180"/>
        <w:jc w:val="center"/>
      </w:pPr>
      <w:r>
        <w:t xml:space="preserve"> 11.0   108.09  103.083    996.23   9.277   8.726 -288.000  -6.632  1.0506   3128.1471   -0.5517</w:t>
      </w:r>
    </w:p>
    <w:p w:rsidR="00383B99" w:rsidRDefault="006E5B33">
      <w:pPr>
        <w:ind w:firstLine="180"/>
        <w:jc w:val="center"/>
      </w:pPr>
      <w:r>
        <w:t xml:space="preserve"> 12.0   107.95  102.952    995.11   9.291   8.649 -288.000  -6.660  1.0501   3131.3601   -0.6421</w:t>
      </w:r>
    </w:p>
    <w:p w:rsidR="00383B99" w:rsidRDefault="006E5B33">
      <w:pPr>
        <w:ind w:firstLine="180"/>
        <w:jc w:val="center"/>
      </w:pPr>
      <w:r>
        <w:t xml:space="preserve"> 13.0   107.82  102.838    993.82   9.304   8.570 -288.000  -6.687  1.0497   3134.3721   -0.7342</w:t>
      </w:r>
    </w:p>
    <w:p w:rsidR="00383B99" w:rsidRDefault="006E5B33">
      <w:pPr>
        <w:ind w:firstLine="180"/>
        <w:jc w:val="center"/>
      </w:pPr>
      <w:r>
        <w:t xml:space="preserve"> 14.0   107.71  102.741    992.35   9.317   8.490 -288.000  -6.713  1.0497   3137.1840   -0.8269</w:t>
      </w:r>
    </w:p>
    <w:p w:rsidR="00383B99" w:rsidRDefault="006E5B33">
      <w:pPr>
        <w:ind w:firstLine="180"/>
        <w:jc w:val="center"/>
      </w:pPr>
      <w:r>
        <w:t xml:space="preserve"> 15.0   107.62  102.660    990.72   9.329   8.410 -288.000  -6.739  1.0498   3139.7990   -0.9191</w:t>
      </w:r>
    </w:p>
    <w:p w:rsidR="00383B99" w:rsidRDefault="006E5B33">
      <w:pPr>
        <w:ind w:firstLine="180"/>
        <w:jc w:val="center"/>
      </w:pPr>
      <w:r>
        <w:t xml:space="preserve"> 16.0   107.54  102.595    988.91   9.340   8.330 -288.000  -6.764  1.0502   3142.2224   -1.0096</w:t>
      </w:r>
    </w:p>
    <w:p w:rsidR="00383B99" w:rsidRDefault="006E5B33">
      <w:pPr>
        <w:ind w:firstLine="180"/>
        <w:jc w:val="center"/>
      </w:pPr>
      <w:r>
        <w:t xml:space="preserve"> 17.0   107.48  102.546    986.94   9.350   8.253 -288.000  -6.788  1.0507   3144.4617   -1.0974</w:t>
      </w:r>
    </w:p>
    <w:p w:rsidR="00383B99" w:rsidRDefault="006E5B33">
      <w:pPr>
        <w:ind w:firstLine="180"/>
        <w:jc w:val="center"/>
      </w:pPr>
      <w:r>
        <w:t xml:space="preserve"> 18.0   107.44  102.511    984.80   9.359   8.178 -288.000  -6.810  1.0514   3146.5260   -1.1816</w:t>
      </w:r>
    </w:p>
    <w:p w:rsidR="00383B99" w:rsidRDefault="006E5B33">
      <w:pPr>
        <w:ind w:firstLine="180"/>
        <w:jc w:val="center"/>
      </w:pPr>
      <w:r>
        <w:t xml:space="preserve"> 19.0   107.40  102.491    982.52   9.368   8.106 -288.000  -6.832  1.0523   3148.4261   -1.2614</w:t>
      </w:r>
    </w:p>
    <w:p w:rsidR="00383B99" w:rsidRDefault="006E5B33">
      <w:pPr>
        <w:ind w:firstLine="180"/>
        <w:jc w:val="center"/>
      </w:pPr>
      <w:r>
        <w:t xml:space="preserve"> 20.0   107.38  102.485    980.08   9.375   8.039 -288.000  -6.852  1.0533   3150.1739   -1.3360</w:t>
      </w:r>
    </w:p>
    <w:p w:rsidR="00383B99" w:rsidRDefault="006E5B33">
      <w:pPr>
        <w:ind w:firstLine="180"/>
        <w:jc w:val="center"/>
      </w:pPr>
      <w:r>
        <w:t xml:space="preserve"> 21.0   107.38  102.490    977.52   9.382   7.977 -288.000  -6.871  1.0544   3151.7827   -1.4048</w:t>
      </w:r>
    </w:p>
    <w:p w:rsidR="00383B99" w:rsidRDefault="006E5B33">
      <w:pPr>
        <w:ind w:firstLine="180"/>
        <w:jc w:val="center"/>
      </w:pPr>
      <w:r>
        <w:t xml:space="preserve"> 22.0   107.38  102.506    974.83   9.387   7.920 -288.000  -6.887  1.0556   3153.2663   -1.4674</w:t>
      </w:r>
    </w:p>
    <w:p w:rsidR="00383B99" w:rsidRDefault="006E5B33">
      <w:pPr>
        <w:ind w:firstLine="180"/>
        <w:jc w:val="center"/>
      </w:pPr>
      <w:r>
        <w:t xml:space="preserve"> 23.0   107.39  102.532    972.03   9.392   7.869 -288.000  -6.902  1.0569   3154.6393   -1.5235</w:t>
      </w:r>
    </w:p>
    <w:p w:rsidR="00383B99" w:rsidRDefault="006E5B33">
      <w:pPr>
        <w:ind w:firstLine="180"/>
        <w:jc w:val="center"/>
      </w:pPr>
      <w:r>
        <w:t xml:space="preserve"> 24.0   107.42  102.567    969.13   9.396   7.823 -288.000  -6.915  1.0582   3155.9164   -1.5727</w:t>
      </w:r>
    </w:p>
    <w:p w:rsidR="00383B99" w:rsidRDefault="006E5B33">
      <w:pPr>
        <w:ind w:firstLine="180"/>
        <w:jc w:val="center"/>
      </w:pPr>
      <w:r>
        <w:t xml:space="preserve"> 25.0   107.44  102.609    966.14   9.399   7.784 -288.000  -6.927  1.0595   3157.1125   -1.6150</w:t>
      </w:r>
    </w:p>
    <w:p w:rsidR="00383B99" w:rsidRDefault="006E5B33">
      <w:pPr>
        <w:ind w:firstLine="180"/>
        <w:jc w:val="center"/>
      </w:pPr>
      <w:r>
        <w:t xml:space="preserve"> 26.0   107.48  102.658    963.08   9.401   7.750 -288.000  -6.936  1.0608   3158.2419   -1.6503</w:t>
      </w:r>
    </w:p>
    <w:p w:rsidR="00383B99" w:rsidRDefault="006E5B33">
      <w:pPr>
        <w:ind w:firstLine="180"/>
        <w:jc w:val="center"/>
      </w:pPr>
      <w:r>
        <w:t xml:space="preserve"> 27.0   107.52  102.711    959.96   9.402   7.723 -288.000  -6.943  1.0621   3159.3189   -1.6790</w:t>
      </w:r>
    </w:p>
    <w:p w:rsidR="00383B99" w:rsidRDefault="006E5B33">
      <w:pPr>
        <w:ind w:firstLine="180"/>
        <w:jc w:val="center"/>
      </w:pPr>
      <w:r>
        <w:t xml:space="preserve"> 28.0   107.56  102.768    956.79   9.402   7.701 -288.000  -6.947  1.0633   3160.3569   -1.7010</w:t>
      </w:r>
    </w:p>
    <w:p w:rsidR="00383B99" w:rsidRDefault="006E5B33">
      <w:pPr>
        <w:ind w:firstLine="180"/>
        <w:jc w:val="center"/>
      </w:pPr>
      <w:r>
        <w:t xml:space="preserve"> 29.0   107.61  102.828    953.58   9.401   7.684 -288.000  -6.950  1.0645   3161.3685   -1.7169</w:t>
      </w:r>
    </w:p>
    <w:p w:rsidR="00383B99" w:rsidRDefault="006E5B33">
      <w:pPr>
        <w:ind w:firstLine="180"/>
        <w:jc w:val="center"/>
      </w:pPr>
      <w:r>
        <w:t xml:space="preserve"> 30.0   107.66  102.890    950.34   9.400   7.673 -288.000  -6.951  1.0656   3162.3652   -1.7270</w:t>
      </w:r>
    </w:p>
    <w:p w:rsidR="00383B99" w:rsidRDefault="006E5B33">
      <w:pPr>
        <w:ind w:firstLine="180"/>
        <w:jc w:val="center"/>
      </w:pPr>
      <w:r>
        <w:t xml:space="preserve"> 31.0   107.71  102.953    947.09   9.398   7.666 -288.000  -6.950  1.0666   3163.3577   -1.7317</w:t>
      </w:r>
    </w:p>
    <w:p w:rsidR="00383B99" w:rsidRDefault="006E5B33">
      <w:pPr>
        <w:ind w:firstLine="180"/>
        <w:jc w:val="center"/>
      </w:pPr>
      <w:r>
        <w:t xml:space="preserve"> 32.0   107.75  103.015    943.84   9.395   7.663 -288.000  -6.947  1.0675   3164.3553   -1.7317</w:t>
      </w:r>
    </w:p>
    <w:p w:rsidR="00383B99" w:rsidRDefault="006E5B33">
      <w:pPr>
        <w:ind w:firstLine="180"/>
        <w:jc w:val="center"/>
      </w:pPr>
      <w:r>
        <w:t xml:space="preserve"> 33.0   107.80  103.077    940.58   9.392   7.664 -288.000  -6.942  1.0683   3165.3661   -1.7274</w:t>
      </w:r>
    </w:p>
    <w:p w:rsidR="00383B99" w:rsidRDefault="006E5B33">
      <w:pPr>
        <w:ind w:firstLine="180"/>
        <w:jc w:val="center"/>
      </w:pPr>
      <w:r>
        <w:t xml:space="preserve"> 34.0   107.85  103.137    937.34   9.388   7.668 -288.000  -6.936  1.0690   3166.3968   -1.7194</w:t>
      </w:r>
    </w:p>
    <w:p w:rsidR="00383B99" w:rsidRDefault="006E5B33">
      <w:pPr>
        <w:ind w:firstLine="180"/>
        <w:jc w:val="center"/>
      </w:pPr>
      <w:r>
        <w:t xml:space="preserve"> 35.0   107.89  103.196    934.11   9.383   7.675 -288.000  -6.928  1.0695   3167.4532   -1.7084</w:t>
      </w:r>
    </w:p>
    <w:p w:rsidR="00383B99" w:rsidRDefault="006E5B33">
      <w:pPr>
        <w:ind w:firstLine="180"/>
        <w:jc w:val="center"/>
      </w:pPr>
      <w:r>
        <w:t xml:space="preserve"> 36.0   107.93  103.252    930.91   9.378   7.684 -288.000  -6.918  1.0700   3168.5394   -1.6949</w:t>
      </w:r>
    </w:p>
    <w:p w:rsidR="00383B99" w:rsidRDefault="006E5B33">
      <w:pPr>
        <w:ind w:firstLine="180"/>
        <w:jc w:val="center"/>
      </w:pPr>
      <w:r>
        <w:t xml:space="preserve"> 37.0   107.97  103.305    927.73   9.373   7.694 -288.000  -6.908  1.0704   3169.6587   -1.6795</w:t>
      </w:r>
    </w:p>
    <w:p w:rsidR="00383B99" w:rsidRDefault="006E5B33">
      <w:pPr>
        <w:ind w:firstLine="180"/>
        <w:jc w:val="center"/>
      </w:pPr>
      <w:r>
        <w:t xml:space="preserve"> 38.0   108.01  103.356    924.58   9.368   7.705 -288.000  -6.897  1.0706   3170.8131   -1.6627</w:t>
      </w:r>
    </w:p>
    <w:p w:rsidR="00383B99" w:rsidRDefault="006E5B33">
      <w:pPr>
        <w:ind w:firstLine="180"/>
        <w:jc w:val="center"/>
      </w:pPr>
      <w:r>
        <w:t xml:space="preserve"> 39.0   108.04  103.403    921.46   9.362   7.717 -288.000  -6.884  1.0707   3172.0037   -1.6451</w:t>
      </w:r>
    </w:p>
    <w:p w:rsidR="00383B99" w:rsidRDefault="006E5B33">
      <w:pPr>
        <w:ind w:firstLine="180"/>
        <w:jc w:val="center"/>
      </w:pPr>
      <w:r>
        <w:t xml:space="preserve"> 40.0   108.07  103.448    918.37   9.356   7.729 -288.000  -6.872  1.0708   3173.2306   -1.6271</w:t>
      </w:r>
    </w:p>
    <w:p w:rsidR="00383B99" w:rsidRDefault="006E5B33">
      <w:pPr>
        <w:ind w:firstLine="180"/>
        <w:jc w:val="center"/>
      </w:pPr>
      <w:r>
        <w:t xml:space="preserve"> 41.0   108.10  103.489    915.32   9.351   7.741 -288.000  -6.859  1.0708   3174.4933   -1.6091</w:t>
      </w:r>
    </w:p>
    <w:p w:rsidR="00383B99" w:rsidRDefault="006E5B33">
      <w:pPr>
        <w:ind w:firstLine="180"/>
        <w:jc w:val="center"/>
      </w:pPr>
      <w:r>
        <w:t xml:space="preserve"> 42.0   108.12  103.528    912.30   9.345   7.753 -288.000  -6.845  1.0707   3175.7903   -1.5915</w:t>
      </w:r>
    </w:p>
    <w:p w:rsidR="00383B99" w:rsidRDefault="006E5B33">
      <w:pPr>
        <w:ind w:firstLine="180"/>
        <w:jc w:val="center"/>
      </w:pPr>
      <w:r>
        <w:t xml:space="preserve"> 43.0   108.14  103.563    909.31   9.339   7.764 -288.000  -6.832  1.0706   3177.1200   -1.5745</w:t>
      </w:r>
    </w:p>
    <w:p w:rsidR="00383B99" w:rsidRDefault="006E5B33">
      <w:pPr>
        <w:ind w:firstLine="180"/>
        <w:jc w:val="center"/>
      </w:pPr>
      <w:r>
        <w:t xml:space="preserve"> 44.0   108.16  103.596    906.35   9.333   7.775 -288.000  -6.819  1.0704   3178.4801   -1.5584</w:t>
      </w:r>
    </w:p>
    <w:p w:rsidR="00383B99" w:rsidRDefault="006E5B33">
      <w:pPr>
        <w:ind w:firstLine="180"/>
        <w:jc w:val="center"/>
      </w:pPr>
      <w:r>
        <w:t xml:space="preserve"> 45.0   108.18  103.626    903.42   9.327   7.784 -288.000  -6.806  1.0702   3179.8681   -1.5434</w:t>
      </w:r>
    </w:p>
    <w:p w:rsidR="00383B99" w:rsidRDefault="006E5B33">
      <w:pPr>
        <w:ind w:firstLine="180"/>
        <w:jc w:val="center"/>
      </w:pPr>
      <w:r>
        <w:t xml:space="preserve"> 46.0   108.19  103.654    900.52   9.322   7.792 -288.000  -6.794  1.0700   3181.2812   -1.5296</w:t>
      </w:r>
    </w:p>
    <w:p w:rsidR="00383B99" w:rsidRDefault="006E5B33">
      <w:pPr>
        <w:ind w:firstLine="180"/>
        <w:jc w:val="center"/>
      </w:pPr>
      <w:r>
        <w:t xml:space="preserve"> 47.0   108.21  103.680    897.65   9.317   7.800 -288.000  -6.781  1.0698   3182.7168   -1.5170</w:t>
      </w:r>
    </w:p>
    <w:p w:rsidR="00383B99" w:rsidRDefault="006E5B33">
      <w:pPr>
        <w:ind w:firstLine="180"/>
        <w:jc w:val="center"/>
      </w:pPr>
      <w:r>
        <w:t xml:space="preserve"> 48.0   108.22  103.704    894.79   9.312   7.806 -288.000  -6.770  1.0696   3184.1720   -1.5057</w:t>
      </w:r>
    </w:p>
    <w:p w:rsidR="00383B99" w:rsidRDefault="006E5B33">
      <w:pPr>
        <w:ind w:firstLine="180"/>
        <w:jc w:val="center"/>
      </w:pPr>
      <w:r>
        <w:t xml:space="preserve"> 49.0   108.22  103.727    891.96   9.307   7.812 -288.000  -6.759  1.0693   3185.6441   -1.4956</w:t>
      </w:r>
    </w:p>
    <w:p w:rsidR="00383B99" w:rsidRDefault="006E5B33">
      <w:pPr>
        <w:ind w:firstLine="180"/>
        <w:jc w:val="center"/>
      </w:pPr>
      <w:r>
        <w:t xml:space="preserve"> 50.0   108.23  103.748    889.14   9.303   7.816 -288.000  -6.749  1.0691   3187.1308   -1.4867</w:t>
      </w:r>
    </w:p>
    <w:p w:rsidR="00383B99" w:rsidRDefault="006E5B33">
      <w:pPr>
        <w:ind w:firstLine="180"/>
        <w:jc w:val="center"/>
      </w:pPr>
      <w:r>
        <w:t xml:space="preserve"> 51.0   108.24  103.768    886.34   9.298   7.820 -288.000  -6.739  1.0689   3188.6296   -1.4790</w:t>
      </w:r>
    </w:p>
    <w:p w:rsidR="00383B99" w:rsidRDefault="006E5B33">
      <w:pPr>
        <w:ind w:firstLine="180"/>
        <w:jc w:val="center"/>
      </w:pPr>
      <w:r>
        <w:t xml:space="preserve"> 52.0   108.24  103.787    883.55   9.295   7.822 -288.000  -6.730  1.0687   3190.1384   -1.4723</w:t>
      </w:r>
    </w:p>
    <w:p w:rsidR="00383B99" w:rsidRDefault="006E5B33">
      <w:pPr>
        <w:ind w:firstLine="180"/>
        <w:jc w:val="center"/>
      </w:pPr>
      <w:r>
        <w:t xml:space="preserve"> 53.0   108.25  103.805    880.78   9.291   7.825 -288.000  -6.722  1.0686   3191.6556   -1.4664</w:t>
      </w:r>
    </w:p>
    <w:p w:rsidR="00383B99" w:rsidRDefault="006E5B33">
      <w:pPr>
        <w:ind w:firstLine="180"/>
        <w:jc w:val="center"/>
      </w:pPr>
      <w:r>
        <w:t xml:space="preserve"> 54.0   108.25  103.822    878.01   9.288   7.826 -288.000  -6.714  1.0684   3193.1794   -1.4614</w:t>
      </w:r>
    </w:p>
    <w:p w:rsidR="00383B99" w:rsidRDefault="006E5B33">
      <w:pPr>
        <w:ind w:firstLine="180"/>
        <w:jc w:val="center"/>
      </w:pPr>
      <w:r>
        <w:t xml:space="preserve"> 55.0   108.25  103.839    875.25   9.284   7.827 -288.000  -6.707  1.0683   3194.7086   -1.4570</w:t>
      </w:r>
    </w:p>
    <w:p w:rsidR="00383B99" w:rsidRDefault="006E5B33">
      <w:pPr>
        <w:ind w:firstLine="180"/>
        <w:jc w:val="center"/>
      </w:pPr>
      <w:r>
        <w:t xml:space="preserve"> 56.0   108.26  103.855    872.51   9.281   7.828 -288.000  -6.701  1.0682   3196.2422   -1.4532</w:t>
      </w:r>
    </w:p>
    <w:p w:rsidR="00383B99" w:rsidRDefault="006E5B33">
      <w:pPr>
        <w:ind w:firstLine="180"/>
        <w:jc w:val="center"/>
      </w:pPr>
      <w:r>
        <w:t xml:space="preserve"> 57.0   108.26  103.870    869.76   9.279   7.829 -288.000  -6.695  1.0682   3197.7793   -1.4497</w:t>
      </w:r>
    </w:p>
    <w:p w:rsidR="00383B99" w:rsidRDefault="006E5B33">
      <w:pPr>
        <w:ind w:firstLine="180"/>
        <w:jc w:val="center"/>
      </w:pPr>
      <w:r>
        <w:t xml:space="preserve"> 58.0   108.26  103.886    867.03   9.276   7.830 -288.000  -6.689  1.0681   3199.3195   -1.4466</w:t>
      </w:r>
    </w:p>
    <w:p w:rsidR="00383B99" w:rsidRDefault="006E5B33">
      <w:pPr>
        <w:ind w:firstLine="180"/>
        <w:jc w:val="center"/>
      </w:pPr>
      <w:r>
        <w:t xml:space="preserve"> 59.0   108.26  103.901    864.30   9.274   7.830 -288.000  -6.684  1.0681   3200.8622   -1.4437</w:t>
      </w:r>
    </w:p>
    <w:p w:rsidR="00383B99" w:rsidRDefault="006E5B33">
      <w:pPr>
        <w:ind w:firstLine="180"/>
        <w:jc w:val="center"/>
      </w:pPr>
      <w:r>
        <w:t xml:space="preserve"> 60.0   108.26  103.915    861.57   9.271   7.831 -288.000  -6.679  1.0681   3202.4073   -1.4409</w:t>
      </w:r>
    </w:p>
    <w:p w:rsidR="00383B99" w:rsidRDefault="006E5B33">
      <w:pPr>
        <w:ind w:firstLine="180"/>
        <w:jc w:val="center"/>
      </w:pPr>
      <w:r>
        <w:t xml:space="preserve"> 61.0   108.26  103.930    858.85   9.269   7.831 -288.000  -6.674  1.0681   3203.9546   -1.4382</w:t>
      </w:r>
    </w:p>
    <w:p w:rsidR="00383B99" w:rsidRDefault="006E5B33">
      <w:pPr>
        <w:ind w:firstLine="180"/>
        <w:jc w:val="center"/>
      </w:pPr>
      <w:r>
        <w:t xml:space="preserve"> 62.0   108.26  103.944    856.14   9.267   7.832 -288.000  -6.670  1.0681   3205.5041   -1.4356</w:t>
      </w:r>
    </w:p>
    <w:p w:rsidR="00383B99" w:rsidRDefault="006E5B33">
      <w:pPr>
        <w:ind w:firstLine="180"/>
        <w:jc w:val="center"/>
      </w:pPr>
      <w:r>
        <w:t xml:space="preserve"> 63.0   108.26  103.958    853.43   9.265   7.832 -288.000  -6.665  1.0681   3207.0558   -1.4329</w:t>
      </w:r>
    </w:p>
    <w:p w:rsidR="00383B99" w:rsidRDefault="006E5B33">
      <w:pPr>
        <w:ind w:firstLine="180"/>
        <w:jc w:val="center"/>
      </w:pPr>
      <w:r>
        <w:t xml:space="preserve"> 64.0   108.26  103.971    850.72   9.263   7.833 -288.000  -6.661  1.0681   3208.6097   -1.4302</w:t>
      </w:r>
    </w:p>
    <w:p w:rsidR="00383B99" w:rsidRDefault="006E5B33">
      <w:pPr>
        <w:ind w:firstLine="180"/>
        <w:jc w:val="center"/>
      </w:pPr>
      <w:r>
        <w:t xml:space="preserve"> 65.0   108.26  103.984    848.02   9.261   7.834 -288.000  -6.657  1.0681   3210.1661   -1.4274</w:t>
      </w:r>
    </w:p>
    <w:p w:rsidR="00383B99" w:rsidRDefault="006E5B33">
      <w:pPr>
        <w:ind w:firstLine="180"/>
        <w:jc w:val="center"/>
      </w:pPr>
      <w:r>
        <w:t xml:space="preserve"> 66.0   108.26  103.997    845.33   9.260   7.835 -288.000  -6.653  1.0681   3211.7248   -1.4246</w:t>
      </w:r>
    </w:p>
    <w:p w:rsidR="00383B99" w:rsidRDefault="006E5B33">
      <w:pPr>
        <w:ind w:firstLine="180"/>
        <w:jc w:val="center"/>
      </w:pPr>
      <w:r>
        <w:t xml:space="preserve"> 67.0   108.26  104.010    842.64   9.258   7.836 -288.000  -6.649  1.0681   3213.2861   -1.4217</w:t>
      </w:r>
    </w:p>
    <w:p w:rsidR="00383B99" w:rsidRDefault="006E5B33">
      <w:pPr>
        <w:ind w:firstLine="180"/>
        <w:jc w:val="center"/>
      </w:pPr>
      <w:r>
        <w:t xml:space="preserve"> 68.0   108.26  104.022    839.96   9.256   7.837 -288.000  -6.645  1.0681   3214.8499   -1.4188</w:t>
      </w:r>
    </w:p>
    <w:p w:rsidR="00383B99" w:rsidRDefault="006E5B33">
      <w:pPr>
        <w:ind w:firstLine="180"/>
        <w:jc w:val="center"/>
      </w:pPr>
      <w:r>
        <w:t xml:space="preserve"> 69.0   108.26  104.034    837.28   9.254   7.838 -288.000  -6.641  1.0681   3216.4163   -1.4159</w:t>
      </w:r>
    </w:p>
    <w:p w:rsidR="00383B99" w:rsidRDefault="006E5B33">
      <w:pPr>
        <w:ind w:firstLine="180"/>
        <w:jc w:val="center"/>
      </w:pPr>
      <w:r>
        <w:t xml:space="preserve"> 70.0   108.26  104.046    834.61   9.253   7.839 -288.000  -6.637  1.0681   3217.9851   -1.4130</w:t>
      </w:r>
    </w:p>
    <w:p w:rsidR="00383B99" w:rsidRDefault="006E5B33">
      <w:pPr>
        <w:ind w:firstLine="180"/>
        <w:jc w:val="center"/>
      </w:pPr>
      <w:r>
        <w:t xml:space="preserve"> 71.0   108.25  104.057    831.94   9.251   7.841 -288.000  -6.634  1.0681   3219.5564   -1.4101</w:t>
      </w:r>
    </w:p>
    <w:p w:rsidR="00383B99" w:rsidRDefault="006E5B33">
      <w:pPr>
        <w:ind w:firstLine="180"/>
        <w:jc w:val="center"/>
      </w:pPr>
      <w:r>
        <w:t xml:space="preserve"> 72.0   108.25  104.068    829.28   9.249   7.842 -288.000  -6.630  1.0681   3221.1300   -1.4072</w:t>
      </w:r>
    </w:p>
    <w:p w:rsidR="00383B99" w:rsidRDefault="006E5B33">
      <w:pPr>
        <w:ind w:firstLine="180"/>
        <w:jc w:val="center"/>
      </w:pPr>
      <w:r>
        <w:t xml:space="preserve"> 73.0   108.25  104.078    826.62   9.247   7.843 -288.000  -6.626  1.0681   3222.7058   -1.4044</w:t>
      </w:r>
    </w:p>
    <w:p w:rsidR="00383B99" w:rsidRDefault="006E5B33">
      <w:pPr>
        <w:ind w:firstLine="180"/>
        <w:jc w:val="center"/>
      </w:pPr>
      <w:r>
        <w:t xml:space="preserve"> 74.0   108.25  104.089    823.97   9.246   7.844 -288.000  -6.622  1.0681   3224.2837   -1.4016</w:t>
      </w:r>
    </w:p>
    <w:p w:rsidR="00383B99" w:rsidRDefault="006E5B33">
      <w:pPr>
        <w:ind w:firstLine="180"/>
        <w:jc w:val="center"/>
      </w:pPr>
      <w:r>
        <w:t xml:space="preserve"> 75.0   108.24  104.099    821.33   9.244   7.845 -288.000  -6.618  1.0681   3225.8634   -1.3990</w:t>
      </w:r>
    </w:p>
    <w:p w:rsidR="00383B99" w:rsidRDefault="006E5B33">
      <w:pPr>
        <w:ind w:firstLine="180"/>
        <w:jc w:val="center"/>
      </w:pPr>
      <w:r>
        <w:t xml:space="preserve"> 76.0   108.24  104.108    818.69   9.243   7.846 -288.000  -6.615  1.0681   3227.4448   -1.3963</w:t>
      </w:r>
    </w:p>
    <w:p w:rsidR="00383B99" w:rsidRDefault="006E5B33">
      <w:pPr>
        <w:ind w:firstLine="180"/>
        <w:jc w:val="center"/>
      </w:pPr>
      <w:r>
        <w:t xml:space="preserve"> 77.0   108.23  104.118    816.05   9.241   7.847 -288.000  -6.611  1.0680   3229.0277   -1.3938</w:t>
      </w:r>
    </w:p>
    <w:p w:rsidR="00383B99" w:rsidRDefault="006E5B33">
      <w:pPr>
        <w:ind w:firstLine="180"/>
        <w:jc w:val="center"/>
      </w:pPr>
      <w:r>
        <w:t xml:space="preserve"> 78.0   108.23  104.127    813.42   9.239   7.848 -288.000  -6.608  1.0680   3230.6120   -1.3913</w:t>
      </w:r>
    </w:p>
    <w:p w:rsidR="00383B99" w:rsidRDefault="006E5B33">
      <w:pPr>
        <w:ind w:firstLine="180"/>
        <w:jc w:val="center"/>
      </w:pPr>
      <w:r>
        <w:t xml:space="preserve"> 79.0   108.23  104.136    810.79   9.238   7.849 -288.000  -6.604  1.0680   3232.1975   -1.3889</w:t>
      </w:r>
    </w:p>
    <w:p w:rsidR="00383B99" w:rsidRDefault="006E5B33">
      <w:pPr>
        <w:ind w:firstLine="180"/>
        <w:jc w:val="center"/>
      </w:pPr>
      <w:r>
        <w:t xml:space="preserve"> 80.0   108.22  104.145    808.17   9.237   7.850 -288.000  -6.601  1.0680   3233.7839   -1.3866</w:t>
      </w:r>
    </w:p>
    <w:p w:rsidR="00383B99" w:rsidRDefault="006E5B33">
      <w:pPr>
        <w:ind w:firstLine="180"/>
        <w:jc w:val="center"/>
      </w:pPr>
      <w:r>
        <w:t xml:space="preserve"> 81.0   108.22  104.153    805.56   9.235   7.851 -288.000  -6.598  1.0680   3235.3713   -1.3843</w:t>
      </w:r>
    </w:p>
    <w:p w:rsidR="00383B99" w:rsidRDefault="006E5B33">
      <w:pPr>
        <w:ind w:firstLine="180"/>
        <w:jc w:val="center"/>
      </w:pPr>
      <w:r>
        <w:t xml:space="preserve"> 82.0   108.21  104.162    802.94   9.234   7.852 -288.000  -6.595  1.0680   3236.9594   -1.3821</w:t>
      </w:r>
    </w:p>
    <w:p w:rsidR="00383B99" w:rsidRDefault="006E5B33">
      <w:pPr>
        <w:ind w:firstLine="180"/>
        <w:jc w:val="center"/>
      </w:pPr>
      <w:r>
        <w:t xml:space="preserve"> 83.0   108.21  104.170    800.34   9.232   7.852 -288.000  -6.592  1.0679   3238.5481   -1.3800</w:t>
      </w:r>
    </w:p>
    <w:p w:rsidR="00383B99" w:rsidRDefault="006E5B33">
      <w:pPr>
        <w:ind w:firstLine="180"/>
        <w:jc w:val="center"/>
      </w:pPr>
      <w:r>
        <w:t xml:space="preserve"> 84.0   108.20  104.178    797.73   9.231   7.853 -288.000  -6.589  1.0679   3240.1374   -1.3779</w:t>
      </w:r>
    </w:p>
    <w:p w:rsidR="00383B99" w:rsidRDefault="006E5B33">
      <w:pPr>
        <w:ind w:firstLine="180"/>
        <w:jc w:val="center"/>
      </w:pPr>
      <w:r>
        <w:t xml:space="preserve"> 85.0   108.20  104.186    795.13   9.230   7.854 -288.000  -6.586  1.0679   3241.7271   -1.3758</w:t>
      </w:r>
    </w:p>
    <w:p w:rsidR="00383B99" w:rsidRDefault="006E5B33">
      <w:pPr>
        <w:ind w:firstLine="180"/>
        <w:jc w:val="center"/>
      </w:pPr>
      <w:r>
        <w:t xml:space="preserve"> 86.0   108.19  104.194    792.54   9.229   7.855 -288.000  -6.583  1.0679   3243.3172   -1.3738</w:t>
      </w:r>
    </w:p>
    <w:p w:rsidR="00383B99" w:rsidRDefault="006E5B33">
      <w:pPr>
        <w:ind w:firstLine="180"/>
        <w:jc w:val="center"/>
      </w:pPr>
      <w:r>
        <w:t xml:space="preserve"> 87.0   108.18  104.201    789.94   9.227   7.855 -288.000  -6.580  1.0679   3244.9076   -1.3718</w:t>
      </w:r>
    </w:p>
    <w:p w:rsidR="00383B99" w:rsidRDefault="006E5B33">
      <w:pPr>
        <w:ind w:firstLine="180"/>
        <w:jc w:val="center"/>
      </w:pPr>
      <w:r>
        <w:t xml:space="preserve"> 88.0   108.18  104.208    787.36   9.226   7.856 -288.000  -6.577  1.0679   3246.4983   -1.3698</w:t>
      </w:r>
    </w:p>
    <w:p w:rsidR="00383B99" w:rsidRDefault="006E5B33">
      <w:pPr>
        <w:ind w:firstLine="180"/>
        <w:jc w:val="center"/>
      </w:pPr>
      <w:r>
        <w:t xml:space="preserve"> 89.0   108.17  104.216    784.77   9.225   7.857 -288.000  -6.574  1.0679   3248.0892   -1.3678</w:t>
      </w:r>
    </w:p>
    <w:p w:rsidR="00383B99" w:rsidRDefault="006E5B33">
      <w:pPr>
        <w:ind w:firstLine="180"/>
        <w:jc w:val="center"/>
      </w:pPr>
      <w:r>
        <w:t xml:space="preserve"> 90.0   108.17  104.223    782.19   9.224   7.858 -288.000  -6.572  1.0679   3249.6802   -1.3659</w:t>
      </w:r>
    </w:p>
    <w:p w:rsidR="00383B99" w:rsidRDefault="006E5B33">
      <w:pPr>
        <w:ind w:firstLine="180"/>
        <w:jc w:val="center"/>
      </w:pPr>
      <w:r>
        <w:t xml:space="preserve"> 91.0   108.16  104.230    779.61   9.223   7.859 -288.000  -6.569  1.0679   3251.2714   -1.3640</w:t>
      </w:r>
    </w:p>
    <w:p w:rsidR="00383B99" w:rsidRDefault="006E5B33">
      <w:pPr>
        <w:ind w:firstLine="180"/>
        <w:jc w:val="center"/>
      </w:pPr>
      <w:r>
        <w:t xml:space="preserve"> 92.0   108.15  104.236    777.04   9.221   7.859 -288.000  -6.567  1.0679   3252.8627   -1.3621</w:t>
      </w:r>
    </w:p>
    <w:p w:rsidR="00383B99" w:rsidRDefault="006E5B33">
      <w:pPr>
        <w:ind w:firstLine="180"/>
        <w:jc w:val="center"/>
      </w:pPr>
      <w:r>
        <w:t xml:space="preserve"> 93.0   108.15  104.243    774.47   9.220   7.860 -288.000  -6.564  1.0679   3254.4539   -1.3602</w:t>
      </w:r>
    </w:p>
    <w:p w:rsidR="00383B99" w:rsidRDefault="006E5B33">
      <w:pPr>
        <w:ind w:firstLine="180"/>
        <w:jc w:val="center"/>
      </w:pPr>
      <w:r>
        <w:t xml:space="preserve"> 94.0   108.14  104.250    771.91   9.219   7.861 -288.000  -6.561  1.0679   3256.0452   -1.3583</w:t>
      </w:r>
    </w:p>
    <w:p w:rsidR="00383B99" w:rsidRDefault="006E5B33">
      <w:pPr>
        <w:ind w:firstLine="180"/>
        <w:jc w:val="center"/>
      </w:pPr>
      <w:r>
        <w:t xml:space="preserve"> 95.0   108.13  104.256    769.35   9.218   7.862 -288.000  -6.559  1.0679   3257.6365   -1.3564</w:t>
      </w:r>
    </w:p>
    <w:p w:rsidR="00383B99" w:rsidRDefault="006E5B33">
      <w:pPr>
        <w:ind w:firstLine="180"/>
        <w:jc w:val="center"/>
      </w:pPr>
      <w:r>
        <w:t xml:space="preserve"> 96.0   108.13  104.262    766.79   9.217   7.862 -288.000  -6.556  1.0679   3259.2276   -1.3546</w:t>
      </w:r>
    </w:p>
    <w:p w:rsidR="00383B99" w:rsidRDefault="006E5B33">
      <w:pPr>
        <w:ind w:firstLine="180"/>
        <w:jc w:val="center"/>
      </w:pPr>
      <w:r>
        <w:t xml:space="preserve"> 97.0   108.12  104.268    764.23   9.216   7.863 -288.000  -6.554  1.0678   3260.8186   -1.3528</w:t>
      </w:r>
    </w:p>
    <w:p w:rsidR="00383B99" w:rsidRDefault="006E5B33">
      <w:pPr>
        <w:ind w:firstLine="180"/>
        <w:jc w:val="center"/>
      </w:pPr>
      <w:r>
        <w:t xml:space="preserve"> 98.0   108.11  104.274    761.68   9.215   7.864 -288.000  -6.552  1.0678   3262.4094   -1.3510</w:t>
      </w:r>
    </w:p>
    <w:p w:rsidR="00383B99" w:rsidRDefault="006E5B33">
      <w:pPr>
        <w:ind w:firstLine="180"/>
        <w:jc w:val="center"/>
      </w:pPr>
      <w:r>
        <w:t xml:space="preserve"> 99.0   108.11  104.280    759.13   9.214   7.865 -288.000  -6.549  1.0678   3264.0000   -1.3492</w:t>
      </w:r>
    </w:p>
    <w:p w:rsidR="00383B99" w:rsidRDefault="006E5B33">
      <w:pPr>
        <w:ind w:firstLine="180"/>
        <w:jc w:val="center"/>
      </w:pPr>
      <w:r>
        <w:t>100.0   108.10  104.286    756.59   9.213   7.866 -288.000  -6.547  1.0678   3265.5903   -1.3474</w:t>
      </w:r>
    </w:p>
    <w:p w:rsidR="00383B99" w:rsidRDefault="006E5B33">
      <w:pPr>
        <w:ind w:firstLine="180"/>
        <w:jc w:val="center"/>
      </w:pPr>
      <w:r>
        <w:t>101.0   108.09  104.292    754.05   9.212   7.866 -288.000  -6.545  1.0678   3267.1802   -1.3457</w:t>
      </w:r>
    </w:p>
    <w:p w:rsidR="00383B99" w:rsidRDefault="006E5B33">
      <w:pPr>
        <w:ind w:firstLine="180"/>
        <w:jc w:val="center"/>
      </w:pPr>
      <w:r>
        <w:t>102.0   108.08  104.297    751.51   9.211   7.867 -288.000  -6.542  1.0678   3268.7698   -1.3440</w:t>
      </w:r>
    </w:p>
    <w:p w:rsidR="00383B99" w:rsidRDefault="006E5B33">
      <w:pPr>
        <w:ind w:firstLine="180"/>
        <w:jc w:val="center"/>
      </w:pPr>
      <w:r>
        <w:t>103.0   108.08  104.303    748.98   9.210   7.868 -288.000  -6.540  1.0678   3270.3590   -1.3423</w:t>
      </w:r>
    </w:p>
    <w:p w:rsidR="00383B99" w:rsidRDefault="006E5B33">
      <w:pPr>
        <w:ind w:firstLine="180"/>
        <w:jc w:val="center"/>
      </w:pPr>
      <w:r>
        <w:t>104.0   108.07  104.308    746.45   9.209   7.869 -288.000  -6.538  1.0678   3271.9478   -1.3406</w:t>
      </w:r>
    </w:p>
    <w:p w:rsidR="00383B99" w:rsidRDefault="006E5B33">
      <w:pPr>
        <w:ind w:firstLine="180"/>
        <w:jc w:val="center"/>
      </w:pPr>
      <w:r>
        <w:t>105.0   108.06  104.313    743.92   9.208   7.869 -288.000  -6.536  1.0678   3273.5361   -1.3389</w:t>
      </w:r>
    </w:p>
    <w:p w:rsidR="00383B99" w:rsidRDefault="006E5B33">
      <w:pPr>
        <w:ind w:firstLine="180"/>
        <w:jc w:val="center"/>
      </w:pPr>
      <w:r>
        <w:t>106.0   108.05  104.319    741.40   9.207   7.870 -288.000  -6.533  1.0678   3275.1239   -1.3372</w:t>
      </w:r>
    </w:p>
    <w:p w:rsidR="00383B99" w:rsidRDefault="006E5B33">
      <w:pPr>
        <w:ind w:firstLine="180"/>
        <w:jc w:val="center"/>
      </w:pPr>
      <w:r>
        <w:t>107.0   108.05  104.324    738.88   9.206   7.871 -288.000  -6.531  1.0678   3276.7111   -1.3356</w:t>
      </w:r>
    </w:p>
    <w:p w:rsidR="00383B99" w:rsidRDefault="006E5B33">
      <w:pPr>
        <w:ind w:firstLine="180"/>
        <w:jc w:val="center"/>
      </w:pPr>
      <w:r>
        <w:t>108.0   108.04  104.329    736.36   9.206   7.872 -288.000  -6.529  1.0678   3278.2978   -1.3339</w:t>
      </w:r>
    </w:p>
    <w:p w:rsidR="00383B99" w:rsidRDefault="006E5B33">
      <w:pPr>
        <w:ind w:firstLine="180"/>
        <w:jc w:val="center"/>
      </w:pPr>
      <w:r>
        <w:t>109.0   108.03  104.334    733.85   9.205   7.872 -288.000  -6.527  1.0678   3279.8838   -1.3323</w:t>
      </w:r>
    </w:p>
    <w:p w:rsidR="00383B99" w:rsidRDefault="006E5B33">
      <w:pPr>
        <w:ind w:firstLine="180"/>
        <w:jc w:val="center"/>
      </w:pPr>
      <w:r>
        <w:t>110.0   108.02  104.338    731.34   9.204   7.873 -288.000  -6.525  1.0678   3281.4693   -1.3307</w:t>
      </w:r>
    </w:p>
    <w:p w:rsidR="00383B99" w:rsidRDefault="006E5B33">
      <w:pPr>
        <w:ind w:firstLine="180"/>
        <w:jc w:val="center"/>
      </w:pPr>
      <w:r>
        <w:t>111.0   108.01  104.343    728.83   9.203   7.874 -288.000  -6.523  1.0677   3283.0540   -1.3291</w:t>
      </w:r>
    </w:p>
    <w:p w:rsidR="00383B99" w:rsidRDefault="006E5B33">
      <w:pPr>
        <w:ind w:firstLine="180"/>
        <w:jc w:val="center"/>
      </w:pPr>
      <w:r>
        <w:t>112.0   108.01  104.348    726.33   9.202   7.875 -288.000  -6.521  1.0677   3284.6382   -1.3275</w:t>
      </w:r>
    </w:p>
    <w:p w:rsidR="00383B99" w:rsidRDefault="006E5B33">
      <w:pPr>
        <w:ind w:firstLine="180"/>
        <w:jc w:val="center"/>
      </w:pPr>
      <w:r>
        <w:t>113.0   108.00  104.353    723.83   9.201   7.875 -288.000  -6.519  1.0677   3286.2216   -1.3259</w:t>
      </w:r>
    </w:p>
    <w:p w:rsidR="00383B99" w:rsidRDefault="006E5B33">
      <w:pPr>
        <w:ind w:firstLine="180"/>
        <w:jc w:val="center"/>
      </w:pPr>
      <w:r>
        <w:t>114.0   107.99  104.357    721.33   9.200   7.876 -288.000  -6.517  1.0677   3287.8042   -1.3244</w:t>
      </w:r>
    </w:p>
    <w:p w:rsidR="00383B99" w:rsidRDefault="006E5B33">
      <w:pPr>
        <w:ind w:firstLine="180"/>
        <w:jc w:val="center"/>
      </w:pPr>
      <w:r>
        <w:t>115.0   107.98  104.361    718.84   9.200   7.877 -288.000  -6.515  1.0677   3289.3862   -1.3228</w:t>
      </w:r>
    </w:p>
    <w:p w:rsidR="00383B99" w:rsidRDefault="006E5B33">
      <w:pPr>
        <w:ind w:firstLine="180"/>
        <w:jc w:val="center"/>
      </w:pPr>
      <w:r>
        <w:t>116.0   107.97  104.366    716.34   9.199   7.878 -288.000  -6.513  1.0677   3290.9674   -1.3213</w:t>
      </w:r>
    </w:p>
    <w:p w:rsidR="00383B99" w:rsidRDefault="006E5B33">
      <w:pPr>
        <w:ind w:firstLine="180"/>
        <w:jc w:val="center"/>
      </w:pPr>
      <w:r>
        <w:t>117.0   107.96  104.370    713.86   9.198   7.878 -288.000  -6.511  1.0677   3292.5477   -1.3197</w:t>
      </w:r>
    </w:p>
    <w:p w:rsidR="00383B99" w:rsidRDefault="006E5B33">
      <w:pPr>
        <w:ind w:firstLine="180"/>
        <w:jc w:val="center"/>
      </w:pPr>
      <w:r>
        <w:t>118.0   107.96  104.374    711.37   9.197   7.879 -288.000  -6.509  1.0677   3294.1273   -1.3182</w:t>
      </w:r>
    </w:p>
    <w:p w:rsidR="00383B99" w:rsidRDefault="006E5B33">
      <w:pPr>
        <w:ind w:firstLine="180"/>
        <w:jc w:val="center"/>
      </w:pPr>
      <w:r>
        <w:t>119.0   107.95  104.379    708.89   9.196   7.880 -288.000  -6.507  1.0677   3295.7061   -1.3167</w:t>
      </w:r>
    </w:p>
    <w:p w:rsidR="00383B99" w:rsidRDefault="006E5B33">
      <w:pPr>
        <w:ind w:firstLine="180"/>
        <w:jc w:val="center"/>
      </w:pPr>
      <w:r>
        <w:t>120.0   107.94  104.383    706.41   9.196   7.881 -288.000  -6.506  1.0677   3297.2840   -1.3151</w:t>
      </w:r>
    </w:p>
    <w:p w:rsidR="00383B99" w:rsidRDefault="006E5B33">
      <w:pPr>
        <w:ind w:firstLine="180"/>
        <w:jc w:val="center"/>
        <w:rPr>
          <w:u w:val="single"/>
        </w:rPr>
      </w:pPr>
      <w:r>
        <w:rPr>
          <w:noProof/>
          <w:u w:val="single"/>
        </w:rPr>
        <w:t>Д</w:t>
      </w:r>
      <w:r>
        <w:rPr>
          <w:u w:val="single"/>
          <w:lang w:val="uk-UA"/>
        </w:rPr>
        <w:t xml:space="preserve">ослідження  якості стабілізації приладової швидкості при відмові центрального двигуна методом </w:t>
      </w:r>
      <w:r>
        <w:rPr>
          <w:u w:val="single"/>
        </w:rPr>
        <w:t>Рунге-Кутти другого порядку з корекцією у середній похідній.</w:t>
      </w:r>
    </w:p>
    <w:p w:rsidR="00383B99" w:rsidRDefault="006E5B33">
      <w:pPr>
        <w:pStyle w:val="1"/>
        <w:rPr>
          <w:b/>
          <w:i/>
          <w:sz w:val="22"/>
        </w:rPr>
      </w:pPr>
      <w:r>
        <w:rPr>
          <w:b/>
          <w:i/>
          <w:sz w:val="22"/>
        </w:rPr>
        <w:t>Значення параметрів законів управління  АБСУ збільшені *100 (</w:t>
      </w:r>
      <w:r>
        <w:rPr>
          <w:b/>
          <w:i/>
          <w:sz w:val="22"/>
          <w:lang w:val="en-US"/>
        </w:rPr>
        <w:t>Kv_</w:t>
      </w:r>
      <w:r>
        <w:rPr>
          <w:b/>
          <w:i/>
          <w:sz w:val="22"/>
        </w:rPr>
        <w:t>)</w:t>
      </w:r>
    </w:p>
    <w:p w:rsidR="00383B99" w:rsidRDefault="00383B99"/>
    <w:p w:rsidR="00383B99" w:rsidRDefault="006E5B33">
      <w:r>
        <w:rPr>
          <w:b/>
        </w:rPr>
        <w:t xml:space="preserve">                       T       V         Vpr           H           a         teta       P1             dV         ny         Psu           traekt</w:t>
      </w:r>
    </w:p>
    <w:p w:rsidR="00383B99" w:rsidRDefault="006E5B33">
      <w:pPr>
        <w:jc w:val="center"/>
      </w:pPr>
      <w:r>
        <w:t xml:space="preserve">0.0   110.00  104.880   1000.00   9.131   9.131 1686.000  -6.392  1.0690   5065.7404   0.0000 </w:t>
      </w:r>
    </w:p>
    <w:p w:rsidR="00383B99" w:rsidRDefault="006E5B33">
      <w:pPr>
        <w:jc w:val="center"/>
      </w:pPr>
      <w:r>
        <w:t xml:space="preserve">   1.0   110.00  104.876   1000.06   9.375   9.475 1475.250  -5.440  1.1063   4855.0198   0.1003 </w:t>
      </w:r>
    </w:p>
    <w:p w:rsidR="00383B99" w:rsidRDefault="006E5B33">
      <w:pPr>
        <w:jc w:val="center"/>
      </w:pPr>
      <w:r>
        <w:t xml:space="preserve">   2.0   109.90  104.787   1000.35   8.955   9.094  899.200  -5.395  1.0388   4280.4543   0.1388 </w:t>
      </w:r>
    </w:p>
    <w:p w:rsidR="00383B99" w:rsidRDefault="006E5B33">
      <w:pPr>
        <w:jc w:val="center"/>
      </w:pPr>
      <w:r>
        <w:t xml:space="preserve">   3.0   109.75  104.641   1000.37   8.713   8.565  -97.000  -5.551  0.9978   3286.9938   -0.1476</w:t>
      </w:r>
    </w:p>
    <w:p w:rsidR="00383B99" w:rsidRDefault="006E5B33">
      <w:pPr>
        <w:jc w:val="center"/>
      </w:pPr>
      <w:r>
        <w:t xml:space="preserve">   4.0   109.56  104.465    999.75   8.837   8.347 -288.000  -5.943  1.0126   3099.7369   -0.4907</w:t>
      </w:r>
    </w:p>
    <w:p w:rsidR="00383B99" w:rsidRDefault="006E5B33">
      <w:pPr>
        <w:jc w:val="center"/>
      </w:pPr>
      <w:r>
        <w:t xml:space="preserve">   5.0   109.43  104.342    998.58   9.049   8.346 -288.000  -6.361  1.0417   3102.8451   -0.7030</w:t>
      </w:r>
    </w:p>
    <w:p w:rsidR="00383B99" w:rsidRDefault="006E5B33">
      <w:pPr>
        <w:jc w:val="center"/>
      </w:pPr>
      <w:r>
        <w:t xml:space="preserve">   6.0   109.30  104.231    997.15   9.196   8.412 -288.000  -6.587  1.0616   3105.8927   -0.7837</w:t>
      </w:r>
    </w:p>
    <w:p w:rsidR="00383B99" w:rsidRDefault="006E5B33">
      <w:pPr>
        <w:jc w:val="center"/>
      </w:pPr>
      <w:r>
        <w:t xml:space="preserve">   7.0   109.18  104.122    995.64   9.262   8.467 -288.000  -6.688  1.0693   3108.9721   -0.7948</w:t>
      </w:r>
    </w:p>
    <w:p w:rsidR="00383B99" w:rsidRDefault="006E5B33">
      <w:pPr>
        <w:jc w:val="center"/>
      </w:pPr>
      <w:r>
        <w:t xml:space="preserve">   8.0   109.06  104.010    994.13   9.283   8.498 -288.000  -6.713  1.0704   3112.0796   -0.7849</w:t>
      </w:r>
    </w:p>
    <w:p w:rsidR="00383B99" w:rsidRDefault="006E5B33">
      <w:pPr>
        <w:jc w:val="center"/>
      </w:pPr>
      <w:r>
        <w:t xml:space="preserve">   9.0   108.93  103.898    992.65   9.287   8.510 -288.000  -6.708  1.0687   3115.1872   -0.7776</w:t>
      </w:r>
    </w:p>
    <w:p w:rsidR="00383B99" w:rsidRDefault="006E5B33">
      <w:pPr>
        <w:jc w:val="center"/>
      </w:pPr>
      <w:r>
        <w:t xml:space="preserve">  10.0   108.81  103.788    991.17   9.285   8.504 -288.000  -6.694  1.0662   3118.2646   -0.7811</w:t>
      </w:r>
    </w:p>
    <w:p w:rsidR="00383B99" w:rsidRDefault="006E5B33">
      <w:pPr>
        <w:jc w:val="center"/>
      </w:pPr>
      <w:r>
        <w:t xml:space="preserve">  11.0   108.69  103.681    989.67   9.283   8.486 -288.000  -6.682  1.0637   3121.2847   -0.7972</w:t>
      </w:r>
    </w:p>
    <w:p w:rsidR="00383B99" w:rsidRDefault="006E5B33">
      <w:pPr>
        <w:jc w:val="center"/>
      </w:pPr>
      <w:r>
        <w:t xml:space="preserve">  12.0   108.57  103.579    988.14   9.282   8.457 -288.000  -6.674  1.0615   3124.2250   -0.8251</w:t>
      </w:r>
    </w:p>
    <w:p w:rsidR="00383B99" w:rsidRDefault="006E5B33">
      <w:pPr>
        <w:jc w:val="center"/>
      </w:pPr>
      <w:r>
        <w:t xml:space="preserve">  13.0   108.47  103.485    986.54   9.283   8.420 -288.000  -6.671  1.0597   3127.0677   -0.8630</w:t>
      </w:r>
    </w:p>
    <w:p w:rsidR="00383B99" w:rsidRDefault="006E5B33">
      <w:pPr>
        <w:jc w:val="center"/>
      </w:pPr>
      <w:r>
        <w:t xml:space="preserve">  14.0   108.37  103.400    984.86   9.285   8.376 -288.000  -6.672  1.0583   3129.7995   -0.9087</w:t>
      </w:r>
    </w:p>
    <w:p w:rsidR="00383B99" w:rsidRDefault="006E5B33">
      <w:pPr>
        <w:jc w:val="center"/>
      </w:pPr>
      <w:r>
        <w:t xml:space="preserve">  15.0   108.28  103.324    983.10   9.288   8.328 -288.000  -6.676  1.0573   3132.4107   -0.9605</w:t>
      </w:r>
    </w:p>
    <w:p w:rsidR="00383B99" w:rsidRDefault="006E5B33">
      <w:pPr>
        <w:jc w:val="center"/>
      </w:pPr>
      <w:r>
        <w:t xml:space="preserve">  16.0   108.20  103.258    981.23   9.292   8.276 -288.000  -6.684  1.0566   3134.8956   -1.0164</w:t>
      </w:r>
    </w:p>
    <w:p w:rsidR="00383B99" w:rsidRDefault="006E5B33">
      <w:pPr>
        <w:jc w:val="center"/>
      </w:pPr>
      <w:r>
        <w:t xml:space="preserve">  17.0   108.13  103.203    979.26   9.297   8.222 -288.000  -6.693  1.0562   3137.2511   -1.0748</w:t>
      </w:r>
    </w:p>
    <w:p w:rsidR="00383B99" w:rsidRDefault="006E5B33">
      <w:pPr>
        <w:jc w:val="center"/>
      </w:pPr>
      <w:r>
        <w:t xml:space="preserve">  18.0   108.08  103.159    977.17   9.302   8.167 -288.000  -6.704  1.0561   3139.4774   -1.1344</w:t>
      </w:r>
    </w:p>
    <w:p w:rsidR="00383B99" w:rsidRDefault="006E5B33">
      <w:pPr>
        <w:jc w:val="center"/>
      </w:pPr>
      <w:r>
        <w:t xml:space="preserve">  19.0   108.03  103.126    974.98   9.307   8.113 -288.000  -6.716  1.0562   3141.5767   -1.1937</w:t>
      </w:r>
    </w:p>
    <w:p w:rsidR="00383B99" w:rsidRDefault="006E5B33">
      <w:pPr>
        <w:jc w:val="center"/>
      </w:pPr>
      <w:r>
        <w:t xml:space="preserve">  20.0   107.99  103.103    972.67   9.312   8.060 -288.000  -6.729  1.0565   3143.5534   -1.2518</w:t>
      </w:r>
    </w:p>
    <w:p w:rsidR="00383B99" w:rsidRDefault="006E5B33">
      <w:pPr>
        <w:jc w:val="center"/>
      </w:pPr>
      <w:r>
        <w:t xml:space="preserve">  21.0   107.97  103.089    970.26   9.317   8.009 -288.000  -6.742  1.0570   3145.4137   -1.3077</w:t>
      </w:r>
    </w:p>
    <w:p w:rsidR="00383B99" w:rsidRDefault="006E5B33">
      <w:pPr>
        <w:jc w:val="center"/>
      </w:pPr>
      <w:r>
        <w:t xml:space="preserve">  22.0   107.95  103.086    967.75   9.321   7.961 -288.000  -6.754  1.0576   3147.1654   -1.3605</w:t>
      </w:r>
    </w:p>
    <w:p w:rsidR="00383B99" w:rsidRDefault="006E5B33">
      <w:pPr>
        <w:jc w:val="center"/>
      </w:pPr>
      <w:r>
        <w:t xml:space="preserve">  23.0   107.94  103.090    965.14   9.325   7.916 -288.000  -6.766  1.0583   3148.8172   -1.4096</w:t>
      </w:r>
    </w:p>
    <w:p w:rsidR="00383B99" w:rsidRDefault="006E5B33">
      <w:pPr>
        <w:jc w:val="center"/>
      </w:pPr>
      <w:r>
        <w:t xml:space="preserve">  24.0   107.94  103.103    962.44   9.329   7.874 -288.000  -6.777  1.0592   3150.3789   -1.4545</w:t>
      </w:r>
    </w:p>
    <w:p w:rsidR="00383B99" w:rsidRDefault="006E5B33">
      <w:pPr>
        <w:jc w:val="center"/>
      </w:pPr>
      <w:r>
        <w:t xml:space="preserve">  25.0   107.95  103.123    959.66   9.332   7.837 -288.000  -6.788  1.0601   3151.8607   -1.4947</w:t>
      </w:r>
    </w:p>
    <w:p w:rsidR="00383B99" w:rsidRDefault="006E5B33">
      <w:pPr>
        <w:jc w:val="center"/>
      </w:pPr>
      <w:r>
        <w:t xml:space="preserve">  26.0   107.96  103.149    956.81   9.335   7.804 -288.000  -6.797  1.0610   3153.2734   -1.5301</w:t>
      </w:r>
    </w:p>
    <w:p w:rsidR="00383B99" w:rsidRDefault="006E5B33">
      <w:pPr>
        <w:jc w:val="center"/>
      </w:pPr>
      <w:r>
        <w:t xml:space="preserve">  27.0   107.98  103.181    953.90   9.337   7.776 -288.000  -6.805  1.0620   3154.6276   -1.5604</w:t>
      </w:r>
    </w:p>
    <w:p w:rsidR="00383B99" w:rsidRDefault="006E5B33">
      <w:pPr>
        <w:jc w:val="center"/>
      </w:pPr>
      <w:r>
        <w:t xml:space="preserve">  28.0   108.00  103.216    950.93   9.338   7.752 -288.000  -6.811  1.0629   3155.9342   -1.5857</w:t>
      </w:r>
    </w:p>
    <w:p w:rsidR="00383B99" w:rsidRDefault="006E5B33">
      <w:pPr>
        <w:jc w:val="center"/>
      </w:pPr>
      <w:r>
        <w:t xml:space="preserve">  29.0   108.02  103.256    947.93   9.339   7.733 -288.000  -6.816  1.0639   3157.2033   -1.6060</w:t>
      </w:r>
    </w:p>
    <w:p w:rsidR="00383B99" w:rsidRDefault="006E5B33">
      <w:pPr>
        <w:jc w:val="center"/>
      </w:pPr>
      <w:r>
        <w:t xml:space="preserve">  30.0   108.05  103.298    944.88   9.339   7.718 -288.000  -6.820  1.0648   3158.4450   -1.6214</w:t>
      </w:r>
    </w:p>
    <w:p w:rsidR="00383B99" w:rsidRDefault="006E5B33">
      <w:pPr>
        <w:jc w:val="center"/>
      </w:pPr>
      <w:r>
        <w:t xml:space="preserve">  31.0   108.08  103.342    941.81   9.339   7.706 -288.000  -6.822  1.0657   3159.6685   -1.6323</w:t>
      </w:r>
    </w:p>
    <w:p w:rsidR="00383B99" w:rsidRDefault="006E5B33">
      <w:pPr>
        <w:jc w:val="center"/>
      </w:pPr>
      <w:r>
        <w:t xml:space="preserve">  32.0   108.11  103.387    938.73   9.338   7.699 -288.000  -6.822  1.0665   3160.8821   -1.6388</w:t>
      </w:r>
    </w:p>
    <w:p w:rsidR="00383B99" w:rsidRDefault="006E5B33">
      <w:pPr>
        <w:jc w:val="center"/>
      </w:pPr>
      <w:r>
        <w:t xml:space="preserve">  33.0   108.14  103.432    935.63   9.336   7.695 -288.000  -6.821  1.0672   3162.0937   -1.6415</w:t>
      </w:r>
    </w:p>
    <w:p w:rsidR="00383B99" w:rsidRDefault="006E5B33">
      <w:pPr>
        <w:jc w:val="center"/>
      </w:pPr>
      <w:r>
        <w:t xml:space="preserve">  34.0   108.18  103.478    932.53   9.334   7.694 -288.000  -6.819  1.0679   3163.3098   -1.6406</w:t>
      </w:r>
    </w:p>
    <w:p w:rsidR="00383B99" w:rsidRDefault="006E5B33">
      <w:pPr>
        <w:jc w:val="center"/>
      </w:pPr>
      <w:r>
        <w:t xml:space="preserve">  35.0   108.21  103.522    929.44   9.332   7.695 -288.000  -6.815  1.0685   3164.5363   -1.6366</w:t>
      </w:r>
    </w:p>
    <w:p w:rsidR="00383B99" w:rsidRDefault="006E5B33">
      <w:pPr>
        <w:jc w:val="center"/>
      </w:pPr>
      <w:r>
        <w:t xml:space="preserve">  36.0   108.24  103.566    926.35   9.329   7.699 -288.000  -6.810  1.0689   3165.7780   -1.6300</w:t>
      </w:r>
    </w:p>
    <w:p w:rsidR="00383B99" w:rsidRDefault="006E5B33">
      <w:pPr>
        <w:jc w:val="center"/>
      </w:pPr>
      <w:r>
        <w:t xml:space="preserve">  37.0   108.26  103.608    923.28   9.326   7.704 -288.000  -6.804  1.0693   3167.0387   -1.6213</w:t>
      </w:r>
    </w:p>
    <w:p w:rsidR="00383B99" w:rsidRDefault="006E5B33">
      <w:pPr>
        <w:jc w:val="center"/>
      </w:pPr>
      <w:r>
        <w:t xml:space="preserve">  38.0   108.29  103.648    920.23   9.322   7.711 -288.000  -6.797  1.0696   3168.3214   -1.6108</w:t>
      </w:r>
    </w:p>
    <w:p w:rsidR="00383B99" w:rsidRDefault="006E5B33">
      <w:pPr>
        <w:jc w:val="center"/>
      </w:pPr>
      <w:r>
        <w:t xml:space="preserve">  39.0   108.31  103.687    917.20   9.318   7.719 -288.000  -6.789  1.0699   3169.6280   -1.5990</w:t>
      </w:r>
    </w:p>
    <w:p w:rsidR="00383B99" w:rsidRDefault="006E5B33">
      <w:pPr>
        <w:jc w:val="center"/>
      </w:pPr>
      <w:r>
        <w:t xml:space="preserve">  40.0   108.34  103.723    914.19   9.314   7.728 -288.000  -6.781  1.0700   3170.9599   -1.5863</w:t>
      </w:r>
    </w:p>
    <w:p w:rsidR="00383B99" w:rsidRDefault="006E5B33">
      <w:pPr>
        <w:jc w:val="center"/>
      </w:pPr>
      <w:r>
        <w:t xml:space="preserve">  41.0   108.36  103.757    911.20   9.310   7.737 -288.000  -6.771  1.0701   3172.3175   -1.5731</w:t>
      </w:r>
    </w:p>
    <w:p w:rsidR="00383B99" w:rsidRDefault="006E5B33">
      <w:pPr>
        <w:jc w:val="center"/>
      </w:pPr>
      <w:r>
        <w:t xml:space="preserve">  42.0   108.37  103.789    908.24   9.306   7.746 -288.000  -6.762  1.0701   3173.7006   -1.5597</w:t>
      </w:r>
    </w:p>
    <w:p w:rsidR="00383B99" w:rsidRDefault="006E5B33">
      <w:pPr>
        <w:jc w:val="center"/>
      </w:pPr>
      <w:r>
        <w:t xml:space="preserve">  43.0   108.39  103.818    905.30   9.301   7.755 -288.000  -6.752  1.0701   3175.1087   -1.5464</w:t>
      </w:r>
    </w:p>
    <w:p w:rsidR="00383B99" w:rsidRDefault="006E5B33">
      <w:pPr>
        <w:jc w:val="center"/>
      </w:pPr>
      <w:r>
        <w:t xml:space="preserve">  44.0   108.40  103.845    902.39   9.297   7.763 -288.000  -6.742  1.0700   3176.5405   -1.5335</w:t>
      </w:r>
    </w:p>
    <w:p w:rsidR="00383B99" w:rsidRDefault="006E5B33">
      <w:pPr>
        <w:jc w:val="center"/>
      </w:pPr>
      <w:r>
        <w:t xml:space="preserve">  45.0   108.41  103.871    899.50   9.293   7.771 -288.000  -6.732  1.0699   3177.9946   -1.5211</w:t>
      </w:r>
    </w:p>
    <w:p w:rsidR="00383B99" w:rsidRDefault="006E5B33">
      <w:pPr>
        <w:jc w:val="center"/>
      </w:pPr>
      <w:r>
        <w:t xml:space="preserve">  46.0   108.42  103.894    896.63   9.288   7.779 -288.000  -6.722  1.0698   3179.4692   -1.5095</w:t>
      </w:r>
    </w:p>
    <w:p w:rsidR="00383B99" w:rsidRDefault="006E5B33">
      <w:pPr>
        <w:jc w:val="center"/>
      </w:pPr>
      <w:r>
        <w:t xml:space="preserve">  47.0   108.43  103.916    893.78   9.284   7.785 -288.000  -6.712  1.0696   3180.9624   -1.4986</w:t>
      </w:r>
    </w:p>
    <w:p w:rsidR="00383B99" w:rsidRDefault="006E5B33">
      <w:pPr>
        <w:jc w:val="center"/>
      </w:pPr>
      <w:r>
        <w:t xml:space="preserve">  48.0   108.44  103.936    890.96   9.280   7.791 -288.000  -6.703  1.0695   3182.4721   -1.4887</w:t>
      </w:r>
    </w:p>
    <w:p w:rsidR="00383B99" w:rsidRDefault="006E5B33">
      <w:pPr>
        <w:jc w:val="center"/>
      </w:pPr>
      <w:r>
        <w:t xml:space="preserve">  49.0   108.44  103.955    888.15   9.276   7.797 -288.000  -6.694  1.0693   3183.9964   -1.4797</w:t>
      </w:r>
    </w:p>
    <w:p w:rsidR="00383B99" w:rsidRDefault="006E5B33">
      <w:pPr>
        <w:jc w:val="center"/>
      </w:pPr>
      <w:r>
        <w:t xml:space="preserve">  50.0   108.45  103.973    885.36   9.273   7.801 -288.000  -6.686  1.0691   3185.5333   -1.4716</w:t>
      </w:r>
    </w:p>
    <w:p w:rsidR="00383B99" w:rsidRDefault="006E5B33">
      <w:pPr>
        <w:jc w:val="center"/>
      </w:pPr>
      <w:r>
        <w:t xml:space="preserve">  51.0   108.45  103.989    882.58   9.269   7.805 -288.000  -6.678  1.0690   3187.0809   -1.4644</w:t>
      </w:r>
    </w:p>
    <w:p w:rsidR="00383B99" w:rsidRDefault="006E5B33">
      <w:pPr>
        <w:jc w:val="center"/>
      </w:pPr>
      <w:r>
        <w:t xml:space="preserve">  52.0   108.45  104.005    879.81   9.266   7.808 -288.000  -6.670  1.0688   3188.6374   -1.4581</w:t>
      </w:r>
    </w:p>
    <w:p w:rsidR="00383B99" w:rsidRDefault="006E5B33">
      <w:pPr>
        <w:jc w:val="center"/>
      </w:pPr>
      <w:r>
        <w:t xml:space="preserve">  53.0   108.45  104.019    877.06   9.263   7.810 -288.000  -6.663  1.0687   3190.2012   -1.4525</w:t>
      </w:r>
    </w:p>
    <w:p w:rsidR="00383B99" w:rsidRDefault="006E5B33">
      <w:pPr>
        <w:jc w:val="center"/>
      </w:pPr>
      <w:r>
        <w:t xml:space="preserve">  54.0   108.45  104.033    874.31   9.260   7.812 -288.000  -6.656  1.0685   3191.7710   -1.4477</w:t>
      </w:r>
    </w:p>
    <w:p w:rsidR="00383B99" w:rsidRDefault="006E5B33">
      <w:pPr>
        <w:jc w:val="center"/>
      </w:pPr>
      <w:r>
        <w:t xml:space="preserve">  55.0   108.45  104.047    871.58   9.257   7.814 -288.000  -6.650  1.0684   3193.3456   -1.4434</w:t>
      </w:r>
    </w:p>
    <w:p w:rsidR="00383B99" w:rsidRDefault="006E5B33">
      <w:pPr>
        <w:jc w:val="center"/>
      </w:pPr>
      <w:r>
        <w:t xml:space="preserve">  56.0   108.45  104.060    868.85   9.255   7.815 -288.000  -6.645  1.0683   3194.9240   -1.4397</w:t>
      </w:r>
    </w:p>
    <w:p w:rsidR="00383B99" w:rsidRDefault="006E5B33">
      <w:pPr>
        <w:jc w:val="center"/>
      </w:pPr>
      <w:r>
        <w:t xml:space="preserve">  57.0   108.45  104.073    866.13   9.252   7.816 -288.000  -6.639  1.0683   3196.5054   -1.4364</w:t>
      </w:r>
    </w:p>
    <w:p w:rsidR="00383B99" w:rsidRDefault="006E5B33">
      <w:pPr>
        <w:jc w:val="center"/>
      </w:pPr>
      <w:r>
        <w:t xml:space="preserve">  58.0   108.45  104.085    863.41   9.250   7.817 -288.000  -6.634  1.0682   3198.0891   -1.4334</w:t>
      </w:r>
    </w:p>
    <w:p w:rsidR="00383B99" w:rsidRDefault="006E5B33">
      <w:pPr>
        <w:jc w:val="center"/>
      </w:pPr>
      <w:r>
        <w:t xml:space="preserve">  59.0   108.45  104.097    860.70   9.248   7.817 -288.000  -6.630  1.0682   3199.6748   -1.4306</w:t>
      </w:r>
    </w:p>
    <w:p w:rsidR="00383B99" w:rsidRDefault="006E5B33">
      <w:pPr>
        <w:jc w:val="center"/>
      </w:pPr>
      <w:r>
        <w:t xml:space="preserve">  60.0   108.44  104.109    858.00   9.246   7.818 -288.000  -6.626  1.0682   3201.2620   -1.4280</w:t>
      </w:r>
    </w:p>
    <w:p w:rsidR="00383B99" w:rsidRDefault="006E5B33">
      <w:pPr>
        <w:jc w:val="center"/>
      </w:pPr>
      <w:r>
        <w:t xml:space="preserve">  61.0   108.44  104.120    855.30   9.244   7.819 -288.000  -6.622  1.0681   3202.8507   -1.4256</w:t>
      </w:r>
    </w:p>
    <w:p w:rsidR="00383B99" w:rsidRDefault="006E5B33">
      <w:pPr>
        <w:jc w:val="center"/>
      </w:pPr>
      <w:r>
        <w:t xml:space="preserve">  62.0   108.44  104.132    852.60   9.242   7.819 -288.000  -6.618  1.0681   3204.4406   -1.4232</w:t>
      </w:r>
    </w:p>
    <w:p w:rsidR="00383B99" w:rsidRDefault="006E5B33">
      <w:pPr>
        <w:jc w:val="center"/>
      </w:pPr>
      <w:r>
        <w:t xml:space="preserve">  63.0   108.44  104.143    849.91   9.241   7.820 -288.000  -6.614  1.0681   3206.0318   -1.4208</w:t>
      </w:r>
    </w:p>
    <w:p w:rsidR="00383B99" w:rsidRDefault="006E5B33">
      <w:pPr>
        <w:jc w:val="center"/>
      </w:pPr>
      <w:r>
        <w:t xml:space="preserve">  64.0   108.43  104.153    847.22   9.239   7.821 -288.000  -6.610  1.0681   3207.6243   -1.4185</w:t>
      </w:r>
    </w:p>
    <w:p w:rsidR="00383B99" w:rsidRDefault="006E5B33">
      <w:pPr>
        <w:jc w:val="center"/>
      </w:pPr>
      <w:r>
        <w:t xml:space="preserve">  65.0   108.43  104.164    844.54   9.238   7.822 -288.000  -6.607  1.0681   3209.2182   -1.4161</w:t>
      </w:r>
    </w:p>
    <w:p w:rsidR="00383B99" w:rsidRDefault="006E5B33">
      <w:pPr>
        <w:jc w:val="center"/>
      </w:pPr>
      <w:r>
        <w:t xml:space="preserve">  66.0   108.43  104.174    841.87   9.236   7.822 -288.000  -6.604  1.0681   3210.8134   -1.4136</w:t>
      </w:r>
    </w:p>
    <w:p w:rsidR="00383B99" w:rsidRDefault="006E5B33">
      <w:pPr>
        <w:jc w:val="center"/>
      </w:pPr>
      <w:r>
        <w:t xml:space="preserve">  67.0   108.42  104.184    839.19   9.235   7.823 -288.000  -6.600  1.0681   3212.4100   -1.4112</w:t>
      </w:r>
    </w:p>
    <w:p w:rsidR="00383B99" w:rsidRDefault="006E5B33">
      <w:pPr>
        <w:jc w:val="center"/>
      </w:pPr>
      <w:r>
        <w:t xml:space="preserve">  68.0   108.42  104.194    836.53   9.233   7.824 -288.000  -6.597  1.0681   3214.0082   -1.4087</w:t>
      </w:r>
    </w:p>
    <w:p w:rsidR="00383B99" w:rsidRDefault="006E5B33">
      <w:pPr>
        <w:jc w:val="center"/>
      </w:pPr>
      <w:r>
        <w:t xml:space="preserve">  69.0   108.42  104.204    833.86   9.232   7.826 -288.000  -6.594  1.0681   3215.6079   -1.4062</w:t>
      </w:r>
    </w:p>
    <w:p w:rsidR="00383B99" w:rsidRDefault="006E5B33">
      <w:pPr>
        <w:jc w:val="center"/>
      </w:pPr>
      <w:r>
        <w:t xml:space="preserve">  70.0   108.41  104.213    831.20   9.230   7.827 -288.000  -6.591  1.0681   3217.2090   -1.4036</w:t>
      </w:r>
    </w:p>
    <w:p w:rsidR="00383B99" w:rsidRDefault="006E5B33">
      <w:pPr>
        <w:jc w:val="center"/>
      </w:pPr>
      <w:r>
        <w:t xml:space="preserve">  71.0   108.41  104.222    828.55   9.229   7.828 -288.000  -6.587  1.0681   3218.8117   -1.4011</w:t>
      </w:r>
    </w:p>
    <w:p w:rsidR="00383B99" w:rsidRDefault="006E5B33">
      <w:pPr>
        <w:jc w:val="center"/>
      </w:pPr>
      <w:r>
        <w:t xml:space="preserve">  72.0   108.40  104.231    825.90   9.227   7.829 -288.000  -6.584  1.0681   3220.4158   -1.3985</w:t>
      </w:r>
    </w:p>
    <w:p w:rsidR="00383B99" w:rsidRDefault="006E5B33">
      <w:pPr>
        <w:jc w:val="center"/>
      </w:pPr>
      <w:r>
        <w:t xml:space="preserve">  73.0   108.40  104.240    823.26   9.226   7.830 -288.000  -6.581  1.0681   3222.0212   -1.3960</w:t>
      </w:r>
    </w:p>
    <w:p w:rsidR="00383B99" w:rsidRDefault="006E5B33">
      <w:pPr>
        <w:jc w:val="center"/>
      </w:pPr>
      <w:r>
        <w:t xml:space="preserve">  74.0   108.39  104.248    820.62   9.225   7.831 -288.000  -6.578  1.0681   3223.6280   -1.3936</w:t>
      </w:r>
    </w:p>
    <w:p w:rsidR="00383B99" w:rsidRDefault="006E5B33">
      <w:pPr>
        <w:jc w:val="center"/>
      </w:pPr>
      <w:r>
        <w:t xml:space="preserve">  75.0   108.39  104.256    817.99   9.223   7.832 -288.000  -6.575  1.0681   3225.2358   -1.3911</w:t>
      </w:r>
    </w:p>
    <w:p w:rsidR="00383B99" w:rsidRDefault="006E5B33">
      <w:pPr>
        <w:jc w:val="center"/>
      </w:pPr>
      <w:r>
        <w:t xml:space="preserve">  76.0   108.38  104.264    815.36   9.222   7.833 -288.000  -6.572  1.0681   3226.8447   -1.3888</w:t>
      </w:r>
    </w:p>
    <w:p w:rsidR="00383B99" w:rsidRDefault="006E5B33">
      <w:pPr>
        <w:jc w:val="center"/>
      </w:pPr>
      <w:r>
        <w:t xml:space="preserve">  77.0   108.38  104.272    812.73   9.221   7.834 -288.000  -6.569  1.0681   3228.4545   -1.3864</w:t>
      </w:r>
    </w:p>
    <w:p w:rsidR="00383B99" w:rsidRDefault="006E5B33">
      <w:pPr>
        <w:jc w:val="center"/>
      </w:pPr>
      <w:r>
        <w:t xml:space="preserve">  78.0   108.37  104.279    810.11   9.220   7.835 -288.000  -6.566  1.0681   3230.0650   -1.3842</w:t>
      </w:r>
    </w:p>
    <w:p w:rsidR="00383B99" w:rsidRDefault="006E5B33">
      <w:pPr>
        <w:jc w:val="center"/>
      </w:pPr>
      <w:r>
        <w:t xml:space="preserve">  79.0   108.36  104.286    807.50   9.218   7.836 -288.000  -6.563  1.0681   3231.6761   -1.3820</w:t>
      </w:r>
    </w:p>
    <w:p w:rsidR="00383B99" w:rsidRDefault="006E5B33">
      <w:pPr>
        <w:jc w:val="center"/>
      </w:pPr>
      <w:r>
        <w:t xml:space="preserve">  80.0   108.36  104.293    804.89   9.217   7.837 -288.000  -6.560  1.0680   3233.2878   -1.3798</w:t>
      </w:r>
    </w:p>
    <w:p w:rsidR="00383B99" w:rsidRDefault="006E5B33">
      <w:pPr>
        <w:jc w:val="center"/>
      </w:pPr>
      <w:r>
        <w:t xml:space="preserve">  81.0   108.35  104.300    802.28   9.216   7.838 -288.000  -6.557  1.0680   3234.8998   -1.3777</w:t>
      </w:r>
    </w:p>
    <w:p w:rsidR="00383B99" w:rsidRDefault="006E5B33">
      <w:pPr>
        <w:jc w:val="center"/>
      </w:pPr>
      <w:r>
        <w:t xml:space="preserve">  82.0   108.35  104.307    799.68   9.215   7.839 -288.000  -6.555  1.0680   3236.5120   -1.3757</w:t>
      </w:r>
    </w:p>
    <w:p w:rsidR="00383B99" w:rsidRDefault="006E5B33">
      <w:pPr>
        <w:jc w:val="center"/>
      </w:pPr>
      <w:r>
        <w:t xml:space="preserve">  83.0   108.34  104.314    797.08   9.214   7.840 -288.000  -6.552  1.0680   3238.1245   -1.3737</w:t>
      </w:r>
    </w:p>
    <w:p w:rsidR="00383B99" w:rsidRDefault="006E5B33">
      <w:pPr>
        <w:jc w:val="center"/>
      </w:pPr>
      <w:r>
        <w:t xml:space="preserve">  84.0   108.33  104.320    794.48   9.212   7.841 -288.000  -6.550  1.0680   3239.7370   -1.3717</w:t>
      </w:r>
    </w:p>
    <w:p w:rsidR="00383B99" w:rsidRDefault="006E5B33">
      <w:pPr>
        <w:jc w:val="center"/>
      </w:pPr>
      <w:r>
        <w:t xml:space="preserve">  85.0   108.32  104.326    791.89   9.211   7.842 -288.000  -6.547  1.0680   3241.3496   -1.3698</w:t>
      </w:r>
    </w:p>
    <w:p w:rsidR="00383B99" w:rsidRDefault="006E5B33">
      <w:pPr>
        <w:jc w:val="center"/>
      </w:pPr>
      <w:r>
        <w:t xml:space="preserve">  86.0   108.32  104.333    789.30   9.210   7.842 -288.000  -6.544  1.0680   3242.9620   -1.3679</w:t>
      </w:r>
    </w:p>
    <w:p w:rsidR="00383B99" w:rsidRDefault="006E5B33">
      <w:pPr>
        <w:jc w:val="center"/>
      </w:pPr>
      <w:r>
        <w:t xml:space="preserve">  87.0   108.31  104.339    786.72   9.209   7.843 -288.000  -6.542  1.0680   3244.5744   -1.3660</w:t>
      </w:r>
    </w:p>
    <w:p w:rsidR="00383B99" w:rsidRDefault="006E5B33">
      <w:pPr>
        <w:jc w:val="center"/>
      </w:pPr>
      <w:r>
        <w:t xml:space="preserve">  88.0   108.30  104.345    784.14   9.208   7.844 -288.000  -6.540  1.0680   3246.1866   -1.3642</w:t>
      </w:r>
    </w:p>
    <w:p w:rsidR="00383B99" w:rsidRDefault="006E5B33">
      <w:pPr>
        <w:jc w:val="center"/>
      </w:pPr>
      <w:r>
        <w:t xml:space="preserve">  89.0   108.30  104.350    781.56   9.207   7.845 -288.000  -6.537  1.0680   3247.7986   -1.3623</w:t>
      </w:r>
    </w:p>
    <w:p w:rsidR="00383B99" w:rsidRDefault="006E5B33">
      <w:pPr>
        <w:jc w:val="center"/>
      </w:pPr>
      <w:r>
        <w:t xml:space="preserve">  90.0   108.29  104.356    778.99   9.206   7.846 -288.000  -6.535  1.0679   3249.4104   -1.3605</w:t>
      </w:r>
    </w:p>
    <w:p w:rsidR="00383B99" w:rsidRDefault="006E5B33">
      <w:pPr>
        <w:jc w:val="center"/>
      </w:pPr>
      <w:r>
        <w:t xml:space="preserve">  91.0   108.28  104.362    776.42   9.205   7.847 -288.000  -6.533  1.0679   3251.0219   -1.3587</w:t>
      </w:r>
    </w:p>
    <w:p w:rsidR="00383B99" w:rsidRDefault="006E5B33">
      <w:pPr>
        <w:jc w:val="center"/>
      </w:pPr>
      <w:r>
        <w:t xml:space="preserve">  92.0   108.27  104.367    773.85   9.204   7.847 -288.000  -6.531  1.0679   3252.6330   -1.3569</w:t>
      </w:r>
    </w:p>
    <w:p w:rsidR="00383B99" w:rsidRDefault="006E5B33">
      <w:pPr>
        <w:jc w:val="center"/>
      </w:pPr>
      <w:r>
        <w:t xml:space="preserve">  93.0   108.27  104.373    771.29   9.203   7.848 -288.000  -6.528  1.0679   3254.2439   -1.3552</w:t>
      </w:r>
    </w:p>
    <w:p w:rsidR="00383B99" w:rsidRDefault="006E5B33">
      <w:pPr>
        <w:jc w:val="center"/>
      </w:pPr>
      <w:r>
        <w:t xml:space="preserve">  94.0   108.26  104.378    768.73   9.202   7.849 -288.000  -6.526  1.0679   3255.8543   -1.3534</w:t>
      </w:r>
    </w:p>
    <w:p w:rsidR="00383B99" w:rsidRDefault="006E5B33">
      <w:pPr>
        <w:jc w:val="center"/>
      </w:pPr>
      <w:r>
        <w:t xml:space="preserve">  95.0   108.25  104.383    766.18   9.202   7.850 -288.000  -6.524  1.0679   3257.4644   -1.3517</w:t>
      </w:r>
    </w:p>
    <w:p w:rsidR="00383B99" w:rsidRDefault="006E5B33">
      <w:pPr>
        <w:jc w:val="center"/>
      </w:pPr>
      <w:r>
        <w:t xml:space="preserve">  96.0   108.24  104.388    763.63   9.201   7.851 -288.000  -6.522  1.0679   3259.0740   -1.3499</w:t>
      </w:r>
    </w:p>
    <w:p w:rsidR="00383B99" w:rsidRDefault="006E5B33">
      <w:pPr>
        <w:jc w:val="center"/>
      </w:pPr>
      <w:r>
        <w:t xml:space="preserve">  97.0   108.23  104.393    761.08   9.200   7.852 -288.000  -6.520  1.0679   3260.6831   -1.3482</w:t>
      </w:r>
    </w:p>
    <w:p w:rsidR="00383B99" w:rsidRDefault="006E5B33">
      <w:pPr>
        <w:jc w:val="center"/>
      </w:pPr>
      <w:r>
        <w:t xml:space="preserve">  98.0   108.23  104.398    758.53   9.199   7.852 -288.000  -6.518  1.0679   3262.2917   -1.3465</w:t>
      </w:r>
    </w:p>
    <w:p w:rsidR="00383B99" w:rsidRDefault="006E5B33">
      <w:pPr>
        <w:jc w:val="center"/>
      </w:pPr>
      <w:r>
        <w:t xml:space="preserve">  99.0   108.22  104.403    755.99   9.198   7.853 -288.000  -6.516  1.0679   3263.8998   -1.3448</w:t>
      </w:r>
    </w:p>
    <w:p w:rsidR="00383B99" w:rsidRDefault="006E5B33">
      <w:pPr>
        <w:jc w:val="center"/>
      </w:pPr>
      <w:r>
        <w:t xml:space="preserve"> 100.0   108.21  104.407    753.45   9.197   7.854 -288.000  -6.514  1.0679   3265.5072   -1.3432</w:t>
      </w:r>
    </w:p>
    <w:p w:rsidR="00383B99" w:rsidRDefault="006E5B33">
      <w:pPr>
        <w:jc w:val="center"/>
      </w:pPr>
      <w:r>
        <w:t xml:space="preserve"> 101.0   108.20  104.412    750.92   9.196   7.855 -288.000  -6.512  1.0679   3267.1141   -1.3415</w:t>
      </w:r>
    </w:p>
    <w:p w:rsidR="00383B99" w:rsidRDefault="006E5B33">
      <w:pPr>
        <w:jc w:val="center"/>
      </w:pPr>
      <w:r>
        <w:t xml:space="preserve"> 102.0   108.19  104.416    748.39   9.196   7.856 -288.000  -6.510  1.0679   3268.7203   -1.3399</w:t>
      </w:r>
    </w:p>
    <w:p w:rsidR="00383B99" w:rsidRDefault="006E5B33">
      <w:pPr>
        <w:jc w:val="center"/>
      </w:pPr>
      <w:r>
        <w:t xml:space="preserve"> 103.0   108.18  104.421    745.86   9.195   7.856 -288.000  -6.508  1.0679   3270.3258   -1.3382</w:t>
      </w:r>
    </w:p>
    <w:p w:rsidR="00383B99" w:rsidRDefault="006E5B33">
      <w:pPr>
        <w:jc w:val="center"/>
      </w:pPr>
      <w:r>
        <w:t xml:space="preserve"> 104.0   108.17  104.425    743.33   9.194   7.857 -288.000  -6.506  1.0678   3271.9306   -1.3366</w:t>
      </w:r>
    </w:p>
    <w:p w:rsidR="00383B99" w:rsidRDefault="006E5B33">
      <w:pPr>
        <w:jc w:val="center"/>
      </w:pPr>
      <w:r>
        <w:t xml:space="preserve"> 105.0   108.17  104.429    740.81   9.193   7.858 -288.000  -6.504  1.0678   3273.5347   -1.3350</w:t>
      </w:r>
    </w:p>
    <w:p w:rsidR="00383B99" w:rsidRDefault="006E5B33">
      <w:pPr>
        <w:jc w:val="center"/>
      </w:pPr>
      <w:r>
        <w:t xml:space="preserve"> 106.0   108.16  104.434    738.29   9.192   7.859 -288.000  -6.502  1.0678   3275.1380   -1.3334</w:t>
      </w:r>
    </w:p>
    <w:p w:rsidR="00383B99" w:rsidRDefault="006E5B33">
      <w:pPr>
        <w:jc w:val="center"/>
      </w:pPr>
      <w:r>
        <w:t xml:space="preserve"> 107.0   108.15  104.438    735.78   9.192   7.860 -288.000  -6.500  1.0678   3276.7405   -1.3319</w:t>
      </w:r>
    </w:p>
    <w:p w:rsidR="00383B99" w:rsidRDefault="006E5B33">
      <w:pPr>
        <w:jc w:val="center"/>
      </w:pPr>
      <w:r>
        <w:t xml:space="preserve"> 108.0   108.14  104.442    733.27   9.191   7.860 -288.000  -6.498  1.0678   3278.3422   -1.3303</w:t>
      </w:r>
    </w:p>
    <w:p w:rsidR="00383B99" w:rsidRDefault="006E5B33">
      <w:pPr>
        <w:jc w:val="center"/>
      </w:pPr>
      <w:r>
        <w:t xml:space="preserve"> 109.0   108.13  104.446    730.76   9.190   7.861 -288.000  -6.496  1.0678   3279.9431   -1.3287</w:t>
      </w:r>
    </w:p>
    <w:p w:rsidR="00383B99" w:rsidRDefault="006E5B33">
      <w:pPr>
        <w:jc w:val="center"/>
      </w:pPr>
      <w:r>
        <w:t xml:space="preserve"> 110.0   108.12  104.450    728.25   9.189   7.862 -288.000  -6.495  1.0678   3281.5431   -1.3272</w:t>
      </w:r>
    </w:p>
    <w:p w:rsidR="00383B99" w:rsidRDefault="006E5B33">
      <w:pPr>
        <w:jc w:val="center"/>
      </w:pPr>
      <w:r>
        <w:t xml:space="preserve"> 111.0   108.11  104.453    725.75   9.189   7.863 -288.000  -6.493  1.0678   3283.1422   -1.3257</w:t>
      </w:r>
    </w:p>
    <w:p w:rsidR="00383B99" w:rsidRDefault="006E5B33">
      <w:pPr>
        <w:jc w:val="center"/>
      </w:pPr>
      <w:r>
        <w:t xml:space="preserve"> 112.0   108.10  104.457    723.25   9.188   7.864 -288.000  -6.491  1.0678   3284.7404   -1.3241</w:t>
      </w:r>
    </w:p>
    <w:p w:rsidR="00383B99" w:rsidRDefault="006E5B33">
      <w:pPr>
        <w:jc w:val="center"/>
      </w:pPr>
      <w:r>
        <w:t xml:space="preserve"> 113.0   108.09  104.461    720.75   9.187   7.864 -288.000  -6.489  1.0678   3286.3377   -1.3226</w:t>
      </w:r>
    </w:p>
    <w:p w:rsidR="00383B99" w:rsidRDefault="006E5B33">
      <w:pPr>
        <w:jc w:val="center"/>
      </w:pPr>
      <w:r>
        <w:t xml:space="preserve"> 114.0   108.08  104.465    718.26   9.186   7.865 -288.000  -6.488  1.0678   3287.9340   -1.3211</w:t>
      </w:r>
    </w:p>
    <w:p w:rsidR="00383B99" w:rsidRDefault="006E5B33">
      <w:pPr>
        <w:jc w:val="center"/>
      </w:pPr>
      <w:r>
        <w:t xml:space="preserve"> 115.0   108.08  104.468    715.77   9.186   7.866 -288.000  -6.486  1.0678   3289.5294   -1.3196</w:t>
      </w:r>
    </w:p>
    <w:p w:rsidR="00383B99" w:rsidRDefault="006E5B33">
      <w:pPr>
        <w:jc w:val="center"/>
      </w:pPr>
      <w:r>
        <w:t xml:space="preserve"> 116.0   108.07  104.472    713.28   9.185   7.867 -288.000  -6.484  1.0678   3291.1238   -1.3181</w:t>
      </w:r>
    </w:p>
    <w:p w:rsidR="00383B99" w:rsidRDefault="006E5B33">
      <w:pPr>
        <w:jc w:val="center"/>
      </w:pPr>
      <w:r>
        <w:t xml:space="preserve"> 117.0   108.06  104.475    710.80   9.184   7.868 -288.000  -6.482  1.0678   3292.7172   -1.3166</w:t>
      </w:r>
    </w:p>
    <w:p w:rsidR="00383B99" w:rsidRDefault="006E5B33">
      <w:pPr>
        <w:jc w:val="center"/>
      </w:pPr>
      <w:r>
        <w:t xml:space="preserve"> 118.0   108.05  104.479    708.32   9.184   7.869 -288.000  -6.481  1.0677   3294.3097   -1.3151</w:t>
      </w:r>
    </w:p>
    <w:p w:rsidR="00383B99" w:rsidRDefault="006E5B33">
      <w:pPr>
        <w:jc w:val="center"/>
      </w:pPr>
      <w:r>
        <w:t xml:space="preserve"> 119.0   108.04  104.482    705.84   9.183   7.869 -288.000  -6.479  1.0677   3295.9011   -1.3137</w:t>
      </w:r>
    </w:p>
    <w:p w:rsidR="00383B99" w:rsidRDefault="006E5B33">
      <w:pPr>
        <w:jc w:val="center"/>
        <w:rPr>
          <w:lang w:val="en-US"/>
        </w:rPr>
      </w:pPr>
      <w:r>
        <w:t xml:space="preserve"> 120.0   108.03  104.485    703.36   9.182   7.870 -288.000  -6.478  1.0677   3297.4914   -1.3122</w:t>
      </w:r>
      <w:bookmarkStart w:id="0" w:name="_GoBack"/>
      <w:bookmarkEnd w:id="0"/>
    </w:p>
    <w:sectPr w:rsidR="00383B99">
      <w:pgSz w:w="11906" w:h="16838" w:code="9"/>
      <w:pgMar w:top="953" w:right="992" w:bottom="1219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lipstream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PromtImperial">
    <w:altName w:val="Trebuchet MS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B33"/>
    <w:rsid w:val="00383B99"/>
    <w:rsid w:val="004D1B92"/>
    <w:rsid w:val="006E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578B137B-F2F6-4477-B4B8-9142F5DB0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Slipstream" w:hAnsi="Slipstream"/>
      <w:sz w:val="40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spacing w:before="2020"/>
      <w:outlineLvl w:val="3"/>
    </w:pPr>
    <w:rPr>
      <w:sz w:val="24"/>
      <w:lang w:val="uk-UA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3">
    <w:name w:val="FR3"/>
    <w:pPr>
      <w:widowControl w:val="0"/>
      <w:autoSpaceDE w:val="0"/>
      <w:autoSpaceDN w:val="0"/>
      <w:adjustRightInd w:val="0"/>
      <w:spacing w:line="360" w:lineRule="auto"/>
      <w:ind w:left="480" w:right="400"/>
      <w:jc w:val="center"/>
    </w:pPr>
    <w:rPr>
      <w:rFonts w:ascii="Arial" w:hAnsi="Arial"/>
      <w:sz w:val="24"/>
      <w:lang w:val="uk-UA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380"/>
      <w:ind w:left="3360"/>
    </w:pPr>
    <w:rPr>
      <w:sz w:val="28"/>
      <w:lang w:val="uk-UA"/>
    </w:rPr>
  </w:style>
  <w:style w:type="paragraph" w:customStyle="1" w:styleId="FR2">
    <w:name w:val="FR2"/>
    <w:pPr>
      <w:widowControl w:val="0"/>
      <w:autoSpaceDE w:val="0"/>
      <w:autoSpaceDN w:val="0"/>
      <w:adjustRightInd w:val="0"/>
    </w:pPr>
    <w:rPr>
      <w:rFonts w:ascii="Arial" w:hAnsi="Arial"/>
      <w:sz w:val="28"/>
      <w:lang w:val="uk-UA"/>
    </w:rPr>
  </w:style>
  <w:style w:type="paragraph" w:styleId="a3">
    <w:name w:val="Title"/>
    <w:basedOn w:val="a"/>
    <w:qFormat/>
    <w:pPr>
      <w:jc w:val="center"/>
    </w:pPr>
    <w:rPr>
      <w:sz w:val="32"/>
    </w:rPr>
  </w:style>
  <w:style w:type="paragraph" w:styleId="a4">
    <w:name w:val="Body Text"/>
    <w:basedOn w:val="a"/>
    <w:semiHidden/>
    <w:pPr>
      <w:jc w:val="center"/>
    </w:pPr>
    <w:rPr>
      <w:sz w:val="44"/>
      <w:lang w:val="uk-UA"/>
    </w:rPr>
  </w:style>
  <w:style w:type="paragraph" w:styleId="20">
    <w:name w:val="Body Text 2"/>
    <w:basedOn w:val="a"/>
    <w:semiHidden/>
    <w:rPr>
      <w:sz w:val="28"/>
      <w:u w:val="single"/>
      <w:lang w:val="uk-UA"/>
    </w:rPr>
  </w:style>
  <w:style w:type="paragraph" w:styleId="a5">
    <w:name w:val="Body Text Indent"/>
    <w:basedOn w:val="a"/>
    <w:semiHidden/>
    <w:pPr>
      <w:ind w:firstLine="180"/>
      <w:jc w:val="center"/>
    </w:pPr>
    <w:rPr>
      <w:sz w:val="24"/>
      <w:u w:val="singl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______Microsoft_Excel_97-20033.xls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______Microsoft_Excel_97-20037.xls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______Microsoft_Excel_97-20035.xls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______Microsoft_Excel_97-20032.xls"/><Relationship Id="rId24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______Microsoft_Excel_97-20034.xls"/><Relationship Id="rId23" Type="http://schemas.openxmlformats.org/officeDocument/2006/relationships/oleObject" Target="embeddings/______Microsoft_Excel_97-20038.xls"/><Relationship Id="rId10" Type="http://schemas.openxmlformats.org/officeDocument/2006/relationships/image" Target="media/image4.wmf"/><Relationship Id="rId19" Type="http://schemas.openxmlformats.org/officeDocument/2006/relationships/oleObject" Target="embeddings/______Microsoft_Excel_97-20036.xls"/><Relationship Id="rId4" Type="http://schemas.openxmlformats.org/officeDocument/2006/relationships/image" Target="media/image1.wmf"/><Relationship Id="rId9" Type="http://schemas.openxmlformats.org/officeDocument/2006/relationships/oleObject" Target="embeddings/______Microsoft_Excel_97-20031.xls"/><Relationship Id="rId14" Type="http://schemas.openxmlformats.org/officeDocument/2006/relationships/image" Target="media/image6.wmf"/><Relationship Id="rId22" Type="http://schemas.openxmlformats.org/officeDocument/2006/relationships/image" Target="media/image1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Kurs_Work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Kurs_Work.dot</Template>
  <TotalTime>0</TotalTime>
  <Pages>1</Pages>
  <Words>9506</Words>
  <Characters>54187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УКРАЇНИ </vt:lpstr>
    </vt:vector>
  </TitlesOfParts>
  <Manager>Точні науки</Manager>
  <Company>Точні науки</Company>
  <LinksUpToDate>false</LinksUpToDate>
  <CharactersWithSpaces>63566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УКРАЇНИ </dc:title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cp:lastPrinted>1899-12-31T21:00:00Z</cp:lastPrinted>
  <dcterms:created xsi:type="dcterms:W3CDTF">2014-09-30T18:49:00Z</dcterms:created>
  <dcterms:modified xsi:type="dcterms:W3CDTF">2014-09-30T18:49:00Z</dcterms:modified>
  <cp:category>Точні науки</cp:category>
</cp:coreProperties>
</file>