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736" w:rsidRDefault="00C87736">
      <w:pPr>
        <w:ind w:firstLine="284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    </w:t>
      </w:r>
    </w:p>
    <w:p w:rsidR="00C87736" w:rsidRDefault="00C87736">
      <w:pPr>
        <w:ind w:firstLine="284"/>
        <w:jc w:val="both"/>
        <w:rPr>
          <w:b/>
          <w:bCs/>
          <w:sz w:val="36"/>
          <w:szCs w:val="36"/>
        </w:rPr>
      </w:pPr>
    </w:p>
    <w:p w:rsidR="00C87736" w:rsidRDefault="00C87736">
      <w:pPr>
        <w:ind w:firstLine="284"/>
        <w:jc w:val="both"/>
        <w:rPr>
          <w:b/>
          <w:bCs/>
          <w:sz w:val="36"/>
          <w:szCs w:val="36"/>
        </w:rPr>
      </w:pPr>
    </w:p>
    <w:p w:rsidR="00C87736" w:rsidRDefault="00C87736">
      <w:pPr>
        <w:ind w:firstLine="284"/>
        <w:jc w:val="both"/>
        <w:rPr>
          <w:b/>
          <w:bCs/>
          <w:sz w:val="36"/>
          <w:szCs w:val="36"/>
        </w:rPr>
      </w:pPr>
    </w:p>
    <w:p w:rsidR="00C87736" w:rsidRDefault="00C87736">
      <w:pPr>
        <w:ind w:firstLine="284"/>
        <w:jc w:val="both"/>
        <w:rPr>
          <w:b/>
          <w:bCs/>
          <w:sz w:val="36"/>
          <w:szCs w:val="36"/>
        </w:rPr>
      </w:pPr>
    </w:p>
    <w:p w:rsidR="00C87736" w:rsidRDefault="00C87736">
      <w:pPr>
        <w:ind w:firstLine="284"/>
        <w:jc w:val="both"/>
        <w:rPr>
          <w:b/>
          <w:bCs/>
          <w:sz w:val="36"/>
          <w:szCs w:val="36"/>
        </w:rPr>
      </w:pPr>
    </w:p>
    <w:p w:rsidR="00C87736" w:rsidRDefault="00C87736">
      <w:pPr>
        <w:ind w:firstLine="7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Курсовая работа</w:t>
      </w:r>
    </w:p>
    <w:p w:rsidR="00C87736" w:rsidRDefault="00C87736">
      <w:pPr>
        <w:ind w:firstLine="709"/>
        <w:jc w:val="center"/>
        <w:rPr>
          <w:b/>
          <w:bCs/>
          <w:sz w:val="36"/>
          <w:szCs w:val="36"/>
        </w:rPr>
      </w:pPr>
    </w:p>
    <w:p w:rsidR="00C87736" w:rsidRDefault="00C87736">
      <w:pPr>
        <w:ind w:firstLine="709"/>
        <w:jc w:val="both"/>
        <w:rPr>
          <w:b/>
          <w:bCs/>
          <w:sz w:val="36"/>
          <w:szCs w:val="36"/>
        </w:rPr>
      </w:pPr>
    </w:p>
    <w:p w:rsidR="00C87736" w:rsidRDefault="00C87736">
      <w:pPr>
        <w:ind w:firstLine="709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«Организованная преступность»</w:t>
      </w:r>
    </w:p>
    <w:p w:rsidR="00C87736" w:rsidRDefault="00C87736">
      <w:pPr>
        <w:ind w:firstLine="709"/>
        <w:jc w:val="both"/>
      </w:pPr>
      <w:r>
        <w:rPr>
          <w:b/>
          <w:bCs/>
          <w:sz w:val="36"/>
          <w:szCs w:val="36"/>
        </w:rPr>
        <w:br w:type="page"/>
        <w:t>План.</w:t>
      </w:r>
      <w:r>
        <w:t xml:space="preserve">  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t xml:space="preserve">           </w:t>
      </w:r>
    </w:p>
    <w:p w:rsidR="00C87736" w:rsidRDefault="00C87736">
      <w:pPr>
        <w:ind w:firstLine="284"/>
        <w:jc w:val="both"/>
      </w:pPr>
      <w:r>
        <w:t xml:space="preserve"> Введение.</w:t>
      </w:r>
    </w:p>
    <w:p w:rsidR="00C87736" w:rsidRDefault="00C87736">
      <w:pPr>
        <w:ind w:firstLine="284"/>
        <w:jc w:val="both"/>
      </w:pPr>
    </w:p>
    <w:p w:rsidR="00C87736" w:rsidRDefault="00C87736">
      <w:pPr>
        <w:numPr>
          <w:ilvl w:val="0"/>
          <w:numId w:val="1"/>
        </w:numPr>
        <w:ind w:left="0" w:firstLine="284"/>
        <w:jc w:val="both"/>
      </w:pPr>
      <w:r>
        <w:t xml:space="preserve"> Социально-правовая  и  криминологическая  характеристика  групповой  преступности.</w:t>
      </w:r>
    </w:p>
    <w:p w:rsidR="00C87736" w:rsidRDefault="00C87736">
      <w:pPr>
        <w:numPr>
          <w:ilvl w:val="12"/>
          <w:numId w:val="0"/>
        </w:numPr>
        <w:ind w:firstLine="284"/>
        <w:jc w:val="both"/>
      </w:pPr>
    </w:p>
    <w:p w:rsidR="00C87736" w:rsidRDefault="00C87736">
      <w:pPr>
        <w:numPr>
          <w:ilvl w:val="0"/>
          <w:numId w:val="2"/>
        </w:numPr>
        <w:ind w:left="0" w:firstLine="284"/>
        <w:jc w:val="both"/>
      </w:pPr>
      <w:r>
        <w:t>Признаки  и  структура  организованной  преступности.</w:t>
      </w:r>
    </w:p>
    <w:p w:rsidR="00C87736" w:rsidRDefault="00C87736">
      <w:pPr>
        <w:numPr>
          <w:ilvl w:val="12"/>
          <w:numId w:val="0"/>
        </w:numPr>
        <w:ind w:firstLine="284"/>
        <w:jc w:val="both"/>
      </w:pPr>
    </w:p>
    <w:p w:rsidR="00C87736" w:rsidRDefault="00C87736">
      <w:pPr>
        <w:numPr>
          <w:ilvl w:val="0"/>
          <w:numId w:val="1"/>
        </w:numPr>
        <w:ind w:left="0" w:firstLine="284"/>
        <w:jc w:val="both"/>
      </w:pPr>
      <w:r>
        <w:t>Обстоятельства,  способствующие  групповой  и  организованной  преступности.</w:t>
      </w:r>
    </w:p>
    <w:p w:rsidR="00C87736" w:rsidRDefault="00C87736">
      <w:pPr>
        <w:numPr>
          <w:ilvl w:val="0"/>
          <w:numId w:val="3"/>
        </w:numPr>
        <w:ind w:left="0" w:firstLine="284"/>
        <w:jc w:val="both"/>
      </w:pPr>
      <w:r>
        <w:t>Профилактика  групповой  преступности.</w:t>
      </w:r>
    </w:p>
    <w:p w:rsidR="00C87736" w:rsidRDefault="00C87736">
      <w:pPr>
        <w:numPr>
          <w:ilvl w:val="0"/>
          <w:numId w:val="3"/>
        </w:numPr>
        <w:ind w:left="0" w:firstLine="284"/>
        <w:jc w:val="both"/>
      </w:pPr>
      <w:r>
        <w:t>Обстоятельства,  способствующие организованной  преступности.</w:t>
      </w:r>
    </w:p>
    <w:p w:rsidR="00C87736" w:rsidRDefault="00C87736">
      <w:pPr>
        <w:jc w:val="both"/>
      </w:pPr>
      <w:r>
        <w:t xml:space="preserve">    3.3.  Предупреждение организованной преступности</w:t>
      </w:r>
    </w:p>
    <w:p w:rsidR="00C87736" w:rsidRDefault="00C87736">
      <w:pPr>
        <w:ind w:firstLine="284"/>
        <w:jc w:val="both"/>
      </w:pPr>
      <w:r>
        <w:t xml:space="preserve"> </w:t>
      </w:r>
    </w:p>
    <w:p w:rsidR="00C87736" w:rsidRDefault="00C87736">
      <w:pPr>
        <w:ind w:firstLine="284"/>
        <w:jc w:val="both"/>
      </w:pPr>
      <w:r>
        <w:t>Заключение.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t>Библиография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t xml:space="preserve">                                                    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    Введение.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rPr>
          <w:lang w:val="en-US"/>
        </w:rPr>
        <w:t>B</w:t>
      </w:r>
      <w:r>
        <w:t xml:space="preserve"> конце</w:t>
      </w:r>
      <w:r>
        <w:rPr>
          <w:noProof/>
        </w:rPr>
        <w:t xml:space="preserve"> XX</w:t>
      </w:r>
      <w:r>
        <w:t xml:space="preserve"> столетия мировому сообществу, может, удастся выработать эффективный правовой механизм предупреждения, пресечения или приостановления глобальных и крупных региональных войн. Если это произойдет, то самой большой опасностью для его демократического и экономического развития останется интенсивно растущая национальная и транснациональная преступность, особенно ее организованная составляющая. Борьба с ней может оказаться последней, долгой,</w:t>
      </w:r>
      <w:r>
        <w:rPr>
          <w:noProof/>
        </w:rPr>
        <w:t xml:space="preserve"> </w:t>
      </w:r>
      <w:r>
        <w:t>позиционной, кровопролитной и разрушительной для человечества за свое цивилизованное выживание, существование и развитие. Осознание общественно опасного характера и реальных масштабов угрозы, создаваемой организованными преступными структурами в России, является актуальной задачей юридической, экономической и политической наук, широкой общественности, законодательной, исполнительной и судебной властей в стране.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Еще в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1990</w:t>
      </w:r>
      <w:r>
        <w:rPr>
          <w:rFonts w:ascii="Times New Roman" w:hAnsi="Times New Roman" w:cs="Times New Roman"/>
          <w:sz w:val="28"/>
          <w:szCs w:val="28"/>
        </w:rPr>
        <w:t xml:space="preserve"> г. в одном из документов Девятого Конгресса ООН по предупреж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дению преступности и обращению с правонарушителями отмечалось: "Организованная преступность создает прямую угрозу национальной и международной безопасности и стабильности и представляет собой фронтальную атаку на политические и законодательные власти, а также создает угрозу самой государственности Она нарушает нормальное функционирование социальных и экономических институтов и компрометирует их, что приводит к утрате доверия к власти.  Она подрывает процесс развития и сводит на нет достигнутые успехи. Она ставит в положение жертвы население целых стран и эксплуатирует человеческую </w:t>
      </w:r>
      <w:r>
        <w:rPr>
          <w:rFonts w:ascii="Times New Roman" w:hAnsi="Times New Roman" w:cs="Times New Roman"/>
          <w:smallCaps/>
          <w:sz w:val="28"/>
          <w:szCs w:val="28"/>
        </w:rPr>
        <w:t xml:space="preserve">уязвимость </w:t>
      </w:r>
      <w:r>
        <w:rPr>
          <w:rFonts w:ascii="Times New Roman" w:hAnsi="Times New Roman" w:cs="Times New Roman"/>
          <w:sz w:val="28"/>
          <w:szCs w:val="28"/>
        </w:rPr>
        <w:t>извлекая при этом доходы. Она охватывает, опутывает и даже закабаляет целые слои общества, особенно женщин и детей..."'. Данные выводы всецело подтверждались нашими криминальными реалиями. Но это не было вовремя услышано и осознано.</w:t>
      </w:r>
      <w:r>
        <w:rPr>
          <w:rStyle w:val="a3"/>
          <w:rFonts w:ascii="Times New Roman" w:hAnsi="Times New Roman" w:cs="Times New Roman"/>
          <w:sz w:val="28"/>
          <w:szCs w:val="28"/>
        </w:rPr>
        <w:footnoteReference w:id="1"/>
      </w:r>
    </w:p>
    <w:p w:rsidR="00C87736" w:rsidRDefault="00C87736">
      <w:pPr>
        <w:numPr>
          <w:ilvl w:val="12"/>
          <w:numId w:val="0"/>
        </w:numPr>
        <w:ind w:firstLine="284"/>
        <w:jc w:val="both"/>
      </w:pPr>
      <w:r>
        <w:t xml:space="preserve">    В  представленной  работе будут  рассмотрены  социально-правовая  и  криминологическая  характеристика  групповой  преступности, признаки  и  структура  организованной  преступности, а также обстоятельства,  способствующие  групповой  и  организованной  преступности.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b/>
          <w:bCs/>
          <w:sz w:val="36"/>
          <w:szCs w:val="36"/>
        </w:rPr>
      </w:pP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b/>
          <w:bCs/>
          <w:sz w:val="36"/>
          <w:szCs w:val="36"/>
        </w:rPr>
      </w:pPr>
    </w:p>
    <w:p w:rsidR="00C87736" w:rsidRDefault="00C87736">
      <w:pPr>
        <w:jc w:val="both"/>
      </w:pPr>
      <w:r>
        <w:rPr>
          <w:b/>
          <w:bCs/>
          <w:sz w:val="36"/>
          <w:szCs w:val="36"/>
        </w:rPr>
        <w:t>1. Социально-правовая  и  криминологическая  характеристика  групповой  преступности</w:t>
      </w:r>
      <w:r>
        <w:t>.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t xml:space="preserve">  Такие  преступления.  как убийство,  причинение телесных повреждений,  изнасилование,  хулиганство  и  т. п..  совершаются  группой в большинстве случаев без подготовки, «стихийно»,  зачастую обусловлены  ситуацией,  примером  наиболее инициативного  члена  группы  или этими  факторами  вместе взятыми.</w:t>
      </w:r>
      <w:r>
        <w:rPr>
          <w:rStyle w:val="a3"/>
        </w:rPr>
        <w:footnoteReference w:id="2"/>
      </w:r>
    </w:p>
    <w:p w:rsidR="00C87736" w:rsidRDefault="00C87736">
      <w:pPr>
        <w:ind w:firstLine="284"/>
        <w:jc w:val="both"/>
      </w:pPr>
      <w:r>
        <w:t>Групповая преступность имеет повышенную общественную опас</w:t>
      </w:r>
      <w:r>
        <w:softHyphen/>
        <w:t>ность. Это выражается не только в том, что соучастники, действуя в большинстве случаев обдуманно и целенаправленно, в значительной мере увеличивают размер нанесенного ущерба, но и в том, что в груп</w:t>
      </w:r>
      <w:r>
        <w:softHyphen/>
        <w:t>пы зачастую привлекаются новые члены, неустойчивые лица, которые в одиночку преступление не совершили бы.</w:t>
      </w:r>
      <w:r>
        <w:rPr>
          <w:rStyle w:val="a3"/>
        </w:rPr>
        <w:footnoteReference w:id="3"/>
      </w:r>
    </w:p>
    <w:p w:rsidR="00C87736" w:rsidRDefault="00C87736">
      <w:pPr>
        <w:ind w:firstLine="284"/>
        <w:jc w:val="both"/>
      </w:pPr>
      <w:r>
        <w:t xml:space="preserve">   Вопросы групповой преступности ввиду их  значительной важно</w:t>
      </w:r>
      <w:r>
        <w:softHyphen/>
        <w:t>сти привлекают внимание ученых-правоведов. Высокий удельный вес в общей структуре преступности и определенные сложности в рассле</w:t>
      </w:r>
      <w:r>
        <w:softHyphen/>
        <w:t>довании подчеркивают необходимость более пристального изучения групповых преступлений. По данным некоторых исследовании, группой чаще всего совершаются кражи, грабежи, разбои, изнасилования (почти каждое третье преступление)</w:t>
      </w:r>
      <w:r>
        <w:rPr>
          <w:rStyle w:val="a3"/>
        </w:rPr>
        <w:footnoteReference w:id="4"/>
      </w:r>
      <w:r>
        <w:rPr>
          <w:noProof/>
        </w:rPr>
        <w:t>.</w:t>
      </w:r>
    </w:p>
    <w:p w:rsidR="00C87736" w:rsidRDefault="00C87736">
      <w:pPr>
        <w:ind w:firstLine="284"/>
        <w:jc w:val="both"/>
      </w:pPr>
      <w:r>
        <w:t>В юридической литературе до настоящего времени изучался в ос</w:t>
      </w:r>
      <w:r>
        <w:softHyphen/>
        <w:t>новном уголовно-правовой аспект соучастия, без тщательного и при</w:t>
      </w:r>
      <w:r>
        <w:softHyphen/>
        <w:t>стального исследования самой преступной группы. Однако следует учи</w:t>
      </w:r>
      <w:r>
        <w:softHyphen/>
        <w:t>тывать, что «Преступность</w:t>
      </w:r>
      <w:r>
        <w:rPr>
          <w:noProof/>
        </w:rPr>
        <w:t>—</w:t>
      </w:r>
      <w:r>
        <w:t>это не только совокупность деянии, эти еще и совокупность лиц, совершающих такие деяния»</w:t>
      </w:r>
      <w:r>
        <w:rPr>
          <w:rStyle w:val="a3"/>
        </w:rPr>
        <w:footnoteReference w:id="5"/>
      </w:r>
      <w:r>
        <w:t>, поэтому всестороннее иссле</w:t>
      </w:r>
      <w:r>
        <w:softHyphen/>
        <w:t>дование самой преступной группы актуально не менее, чем изучение признаков групповых преступлений.</w:t>
      </w:r>
    </w:p>
    <w:p w:rsidR="00C87736" w:rsidRDefault="00C87736">
      <w:pPr>
        <w:ind w:firstLine="284"/>
        <w:jc w:val="both"/>
      </w:pPr>
      <w:r>
        <w:t xml:space="preserve">   Проблема изучения преступных групп находится на стыке несколь</w:t>
      </w:r>
      <w:r>
        <w:softHyphen/>
        <w:t>ких наук: уголовного и уголовно-исполнительного права, криминологии, социальной   и юридической психологии, криминалистики; в целях пол</w:t>
      </w:r>
      <w:r>
        <w:softHyphen/>
        <w:t xml:space="preserve">ноты она должна исследоваться комплексно. </w:t>
      </w:r>
    </w:p>
    <w:p w:rsidR="00C87736" w:rsidRDefault="00C87736">
      <w:pPr>
        <w:ind w:firstLine="284"/>
        <w:jc w:val="both"/>
      </w:pPr>
      <w:r>
        <w:t xml:space="preserve">     Понятие преступных групп, критерии их классификации разраба</w:t>
      </w:r>
      <w:r>
        <w:softHyphen/>
        <w:t>тываются уголовным правом и криминологией. Например, А. Ф. Анань</w:t>
      </w:r>
      <w:r>
        <w:softHyphen/>
        <w:t>ин считает, что   это «объединение двух или более лиц, умышленно, сов</w:t>
      </w:r>
      <w:r>
        <w:softHyphen/>
        <w:t>местно и согласованно друг с другом непосредственно воздействующих на объект уголовно-правовой охраны, полностью или частично выпол</w:t>
      </w:r>
      <w:r>
        <w:softHyphen/>
        <w:t>няющих объективную сторону состава единого умышленного преступ</w:t>
      </w:r>
      <w:r>
        <w:softHyphen/>
        <w:t>ления»</w:t>
      </w:r>
      <w:r>
        <w:rPr>
          <w:rStyle w:val="a3"/>
        </w:rPr>
        <w:footnoteReference w:id="6"/>
      </w:r>
      <w:r>
        <w:t>. Уголовное право изучает преступную группу с точки зрения правовой дифференциации соучастников (организатор, исполнитель, по</w:t>
      </w:r>
      <w:r>
        <w:softHyphen/>
        <w:t>собник, подстрекатель); степени и формы согласованности между собой (группа без предварительного сговора, с предварительным сгово</w:t>
      </w:r>
      <w:r>
        <w:softHyphen/>
        <w:t>рим, организованная группа и преступное общество); проблем квали</w:t>
      </w:r>
      <w:r>
        <w:softHyphen/>
        <w:t>фикации действий и наказания соучастников.</w:t>
      </w:r>
    </w:p>
    <w:p w:rsidR="00C87736" w:rsidRDefault="00C87736">
      <w:pPr>
        <w:ind w:firstLine="284"/>
        <w:jc w:val="both"/>
      </w:pPr>
      <w:r>
        <w:t>В групповом преступлении как типичной форме совмест</w:t>
      </w:r>
      <w:r>
        <w:softHyphen/>
        <w:t>ной общественно опасной деятельности нескольких лиц серьезность вреда, причиняемого охраняемым отношениям, находится в зависимости от механизма его причинения. В ре</w:t>
      </w:r>
      <w:r>
        <w:softHyphen/>
        <w:t>зультате и тип группового преступления образуется путем со</w:t>
      </w:r>
      <w:r>
        <w:softHyphen/>
        <w:t>четания таких показателен, как возможность большей резуль</w:t>
      </w:r>
      <w:r>
        <w:softHyphen/>
        <w:t>тативности подобного поведения, а следовательно, большей глубины причиненного ущерба; способ ущемления охраняе</w:t>
      </w:r>
      <w:r>
        <w:softHyphen/>
        <w:t>мых интересов, который характеризуется учиненном деяния совместными фактическими усилиями нескольких лиц. Повы</w:t>
      </w:r>
      <w:r>
        <w:softHyphen/>
        <w:t>шение опасности происходит в силу того, что посягательство выступает здесь как прямое воздействие на потерпевшего ак</w:t>
      </w:r>
      <w:r>
        <w:softHyphen/>
        <w:t>кумулированными усилиями нескольких лиц. Такое посяга</w:t>
      </w:r>
      <w:r>
        <w:softHyphen/>
        <w:t>тельство воспринимается потерпевшим иначе, нежели выпол</w:t>
      </w:r>
      <w:r>
        <w:softHyphen/>
        <w:t>ненное одним, лицом. Оно более серьезно ущемляет способ</w:t>
      </w:r>
      <w:r>
        <w:softHyphen/>
        <w:t>ности потерпевшего сохранить в неприкосновенности его социальные интересы. Усилиями нескольких лиц легче при</w:t>
      </w:r>
      <w:r>
        <w:softHyphen/>
        <w:t>чинить ущерб, который ощутимее ограничит охраняемые ин</w:t>
      </w:r>
      <w:r>
        <w:softHyphen/>
        <w:t>тересы, в конечном счете</w:t>
      </w:r>
      <w:r>
        <w:rPr>
          <w:noProof/>
        </w:rPr>
        <w:t>—</w:t>
      </w:r>
      <w:r>
        <w:t>глубже затронет объекты охраны. Именно поэтому участие в деянии нескольких лиц обычно, при прочих равных условиях, вызывает возрастание обществен</w:t>
      </w:r>
      <w:r>
        <w:softHyphen/>
        <w:t>ной опасности для нормальных отношений по сравнению с аналогичными посягательствами со стороны отдельных лиц.</w:t>
      </w:r>
    </w:p>
    <w:p w:rsidR="00C87736" w:rsidRDefault="00C87736">
      <w:pPr>
        <w:ind w:firstLine="284"/>
        <w:jc w:val="both"/>
      </w:pPr>
      <w:r>
        <w:t>Наличие иных, кроме перечисленных, показателей серьез</w:t>
      </w:r>
      <w:r>
        <w:softHyphen/>
        <w:t>но влияет на отклонение опасности одних видов групповых посягательств по сравнению с другими. Например, сочетание названных критериев с показателями важности охраняемых общественных отношений, на которые посягает группа, по</w:t>
      </w:r>
      <w:r>
        <w:softHyphen/>
        <w:t>могает понять, почему убийство, совершенное группой, более опасно, чем избиение жертвы, учиненное той же группой при таких же обстоятельствах. Соединение таких критериев с показателем прочности связи между участниками позволяет различать по уровню опасности устойчивые группы; группы, объединенные соглашением на совместное совершение про</w:t>
      </w:r>
      <w:r>
        <w:softHyphen/>
        <w:t>тиворечащего интересам общества деяния; группы, учинившие преступление в результате сложившейся ситуации, при отсутствии предварительного соглашения.</w:t>
      </w:r>
    </w:p>
    <w:p w:rsidR="00C87736" w:rsidRDefault="00C87736">
      <w:pPr>
        <w:ind w:firstLine="284"/>
        <w:jc w:val="both"/>
      </w:pPr>
      <w:r>
        <w:t>Устойчивая группа как типичная разновидность преступ</w:t>
      </w:r>
      <w:r>
        <w:softHyphen/>
        <w:t>ной группы приобретает черты относительной самостоятельности в основном за счет таких дополнительных критериев опасности, как характер связи между ее участниками, объе</w:t>
      </w:r>
      <w:r>
        <w:softHyphen/>
        <w:t>динившимися для совершения ряда преступлений или занятия преступной деятельностью; в силу особого микроклимата, характерного для таких групп, проявляющегося я отрицании господствующих в обществе социальных ценностей; за счет деятельности, которая зачастую выражается в фактическом, неоднократном совершении многих преступлений или дли</w:t>
      </w:r>
      <w:r>
        <w:softHyphen/>
        <w:t>тельной подготовки к одному преступлению.</w:t>
      </w:r>
      <w:r>
        <w:rPr>
          <w:rStyle w:val="a3"/>
        </w:rPr>
        <w:footnoteReference w:id="7"/>
      </w:r>
    </w:p>
    <w:p w:rsidR="00C87736" w:rsidRDefault="00C87736">
      <w:pPr>
        <w:ind w:firstLine="284"/>
        <w:jc w:val="both"/>
      </w:pPr>
      <w:r>
        <w:t>Рассмотрим более подробно формы групповых преступлений.</w:t>
      </w:r>
    </w:p>
    <w:p w:rsidR="00C87736" w:rsidRDefault="00C87736">
      <w:pPr>
        <w:ind w:firstLine="284"/>
        <w:jc w:val="both"/>
      </w:pPr>
      <w:r>
        <w:t xml:space="preserve">    Группа без предварительного сговора</w:t>
      </w:r>
      <w:r>
        <w:rPr>
          <w:noProof/>
        </w:rPr>
        <w:t xml:space="preserve"> -</w:t>
      </w:r>
      <w:r>
        <w:t xml:space="preserve"> это собравшаяся непосредст</w:t>
      </w:r>
      <w:r>
        <w:softHyphen/>
        <w:t>венно перед совершением преступления либо в процессе его группа из двух или более лиц. В тех сравнительно редких случаях, где статьи кодек</w:t>
      </w:r>
      <w:r>
        <w:softHyphen/>
        <w:t>са говорят о группе лиц, имеется в виду группа без предварительного сговора, например, в п. «б» ч.</w:t>
      </w:r>
      <w:r>
        <w:rPr>
          <w:noProof/>
        </w:rPr>
        <w:t xml:space="preserve"> 2</w:t>
      </w:r>
      <w:r>
        <w:t xml:space="preserve"> ст.</w:t>
      </w:r>
      <w:r>
        <w:rPr>
          <w:noProof/>
        </w:rPr>
        <w:t xml:space="preserve"> 131</w:t>
      </w:r>
      <w:r>
        <w:t xml:space="preserve"> УК о совершении изнасилования «группой лиц, группой лиц по предварительному сговору или организо</w:t>
      </w:r>
      <w:r>
        <w:softHyphen/>
        <w:t>ванной группой». Здесь предусмотрены три вида групп и первая из них</w:t>
      </w:r>
      <w:r>
        <w:rPr>
          <w:noProof/>
        </w:rPr>
        <w:t xml:space="preserve"> -</w:t>
      </w:r>
      <w:r>
        <w:t>группа без предварительного сговора. Аналогична формулировка п. «а» ч.</w:t>
      </w:r>
      <w:r>
        <w:rPr>
          <w:noProof/>
        </w:rPr>
        <w:t xml:space="preserve"> 2</w:t>
      </w:r>
      <w:r>
        <w:t xml:space="preserve"> ст.</w:t>
      </w:r>
      <w:r>
        <w:rPr>
          <w:noProof/>
        </w:rPr>
        <w:t xml:space="preserve"> 213</w:t>
      </w:r>
      <w:r>
        <w:t xml:space="preserve"> УК о групповом хулиганстве.</w:t>
      </w:r>
    </w:p>
    <w:p w:rsidR="00C87736" w:rsidRDefault="00C87736">
      <w:pPr>
        <w:ind w:firstLine="284"/>
        <w:jc w:val="both"/>
      </w:pPr>
      <w:r>
        <w:t xml:space="preserve">    Группа без предварительного сговора представляет собой прос</w:t>
      </w:r>
      <w:r>
        <w:softHyphen/>
        <w:t>тое соисполнительство, где все соучастники непосредственно сами полностью или частично выполняют соответствующий состав пре</w:t>
      </w:r>
      <w:r>
        <w:softHyphen/>
        <w:t>ступления. Такими группами совершаются массовые беспорядки, изна</w:t>
      </w:r>
      <w:r>
        <w:softHyphen/>
        <w:t>силования, хулиганство, драки, жестокое обращение с животными, неко</w:t>
      </w:r>
      <w:r>
        <w:softHyphen/>
        <w:t>торые воинские преступления.</w:t>
      </w:r>
    </w:p>
    <w:p w:rsidR="00C87736" w:rsidRDefault="00C87736">
      <w:pPr>
        <w:ind w:firstLine="284"/>
        <w:jc w:val="both"/>
      </w:pPr>
      <w:r>
        <w:t xml:space="preserve"> Соучастие без предварительного соглашения включает все случаи участия в преступлении, когда согласие в поведении соучастников возникло в процессе совершения пре</w:t>
      </w:r>
      <w:r>
        <w:softHyphen/>
        <w:t>ступления (например, при изнасиловании один соучастник про</w:t>
      </w:r>
      <w:r>
        <w:softHyphen/>
        <w:t>сит другого не давать потерпевшей сопротивляться, что послед</w:t>
      </w:r>
      <w:r>
        <w:softHyphen/>
        <w:t>ний и выполняет). Ситуация не меняется, если другой соучастник присоединяется точно таким же образом к изнасилованию по своей инициативе и при отсутствии просьбы в указанном содей</w:t>
      </w:r>
      <w:r>
        <w:softHyphen/>
        <w:t>ствии (молчаливое соглашение). Аналогично тому в случаях убий</w:t>
      </w:r>
      <w:r>
        <w:softHyphen/>
        <w:t>ства или причинения тяжкого вреда здоровью человека исполни</w:t>
      </w:r>
      <w:r>
        <w:softHyphen/>
        <w:t>тель может молча принять и использовать нож или другой пред</w:t>
      </w:r>
      <w:r>
        <w:softHyphen/>
        <w:t>мет от пособника во время совершения преступления либо непо</w:t>
      </w:r>
      <w:r>
        <w:softHyphen/>
        <w:t>средственно перед его началом.</w:t>
      </w:r>
    </w:p>
    <w:p w:rsidR="00C87736" w:rsidRDefault="00C87736">
      <w:pPr>
        <w:ind w:firstLine="284"/>
        <w:jc w:val="both"/>
      </w:pPr>
      <w:r>
        <w:t>Согласованность в таких случаях минимальная, что предпо</w:t>
      </w:r>
      <w:r>
        <w:softHyphen/>
        <w:t>лагает знание соучастника о присоединяющемся преступном по</w:t>
      </w:r>
      <w:r>
        <w:softHyphen/>
        <w:t>ведении другого и желание либо сознательное допущение соеди</w:t>
      </w:r>
      <w:r>
        <w:softHyphen/>
        <w:t>нения преступных усилий и вытекающего из этого преступного результата.</w:t>
      </w:r>
    </w:p>
    <w:p w:rsidR="00C87736" w:rsidRDefault="00C87736">
      <w:pPr>
        <w:ind w:firstLine="284"/>
        <w:jc w:val="both"/>
      </w:pPr>
      <w:r>
        <w:t>При этом в случаях, специально предусмотренных законом, преступление, в котором участвуют два и более соисполнителя, рассматривается как совершенное «группой лиц» (часть первая ст.</w:t>
      </w:r>
      <w:r>
        <w:rPr>
          <w:noProof/>
        </w:rPr>
        <w:t xml:space="preserve"> 35,</w:t>
      </w:r>
      <w:r>
        <w:t xml:space="preserve"> ст .ст.</w:t>
      </w:r>
      <w:r>
        <w:rPr>
          <w:noProof/>
        </w:rPr>
        <w:t xml:space="preserve"> 105, 131</w:t>
      </w:r>
      <w:r>
        <w:t xml:space="preserve"> и др.). Это повышает опасность содеянного и влечет более строгое наказание на основании и в пределах, установленных в законе, то есть совершение преступления «груп</w:t>
      </w:r>
      <w:r>
        <w:softHyphen/>
        <w:t>пой лиц» (группой соисполнителей) расценивается либо как квалифицирующее обстоятельство, либо как обстоятельство, отяг</w:t>
      </w:r>
      <w:r>
        <w:softHyphen/>
        <w:t>чающее наказание (ст.</w:t>
      </w:r>
      <w:r>
        <w:rPr>
          <w:noProof/>
        </w:rPr>
        <w:t xml:space="preserve"> 63</w:t>
      </w:r>
      <w:r>
        <w:t xml:space="preserve"> УК).</w:t>
      </w:r>
    </w:p>
    <w:p w:rsidR="00C87736" w:rsidRDefault="00C87736">
      <w:pPr>
        <w:ind w:firstLine="284"/>
        <w:jc w:val="both"/>
      </w:pPr>
      <w:r>
        <w:t>Сложное соучастие в рамках термина  «группа лиц» закон исключает (ст.</w:t>
      </w:r>
      <w:r>
        <w:rPr>
          <w:noProof/>
        </w:rPr>
        <w:t xml:space="preserve"> 35</w:t>
      </w:r>
      <w:r>
        <w:t xml:space="preserve"> УК).</w:t>
      </w:r>
    </w:p>
    <w:p w:rsidR="00C87736" w:rsidRDefault="00C87736">
      <w:pPr>
        <w:ind w:firstLine="284"/>
        <w:jc w:val="both"/>
      </w:pPr>
      <w:r>
        <w:t xml:space="preserve">        В группе с предварительным сговором совместность и сорганизованность ограничивается предварительным сговором на совершение, как правило, одного конкретного преступления. Подобную группу ч.</w:t>
      </w:r>
      <w:r>
        <w:rPr>
          <w:noProof/>
        </w:rPr>
        <w:t xml:space="preserve"> 2</w:t>
      </w:r>
      <w:r>
        <w:t xml:space="preserve"> ст.</w:t>
      </w:r>
      <w:r>
        <w:rPr>
          <w:noProof/>
        </w:rPr>
        <w:t xml:space="preserve"> 35 </w:t>
      </w:r>
      <w:r>
        <w:t>УК характеризует такими признаками: «заранее договорившиеся о сов</w:t>
      </w:r>
      <w:r>
        <w:softHyphen/>
        <w:t>местном совершении преступления».</w:t>
      </w:r>
      <w:r>
        <w:rPr>
          <w:noProof/>
        </w:rPr>
        <w:t xml:space="preserve">  </w:t>
      </w:r>
    </w:p>
    <w:p w:rsidR="00C87736" w:rsidRDefault="00C87736">
      <w:pPr>
        <w:ind w:firstLine="284"/>
        <w:jc w:val="both"/>
      </w:pPr>
      <w:r>
        <w:t>«Заранее» означает, что договоренность в любой форме</w:t>
      </w:r>
      <w:r>
        <w:rPr>
          <w:noProof/>
        </w:rPr>
        <w:t xml:space="preserve"> -</w:t>
      </w:r>
      <w:r>
        <w:t xml:space="preserve"> словами, жестами, взглядами состоялась до начала совершения преступления.</w:t>
      </w:r>
    </w:p>
    <w:p w:rsidR="00C87736" w:rsidRDefault="00C87736">
      <w:pPr>
        <w:ind w:firstLine="284"/>
        <w:jc w:val="both"/>
      </w:pPr>
      <w:r>
        <w:t xml:space="preserve">     Договоренность по содержанию суть соглашение соучастников о том, какое преступление им предстоит совершить и что делать они это будут совместно. Здесь в отличие от группы без предварительного сгово</w:t>
      </w:r>
      <w:r>
        <w:softHyphen/>
        <w:t>ра не требуется простого непосредственного соисполнительства. Сговор для того и производится, чтобы при необходимости для облегчения совершения преступления технически разделить функции. Например, двое возвращавшихся из ночного клуба молодых человека увидели в темном переулке пьяного мужчину. Они договорились похитить у него меховую шапку. Распределили роли так: один подойдет к потерпевшему и попро</w:t>
      </w:r>
      <w:r>
        <w:softHyphen/>
        <w:t>сит прикурить, второй в это время сзади сорвет головной убор, затем оба скроются проходными дворами. Налицо грабеж, совершенный группой лиц по предварительному сговору.</w:t>
      </w:r>
      <w:r>
        <w:rPr>
          <w:rStyle w:val="a3"/>
        </w:rPr>
        <w:footnoteReference w:customMarkFollows="1" w:id="8"/>
        <w:t>1</w:t>
      </w:r>
      <w:r>
        <w:t xml:space="preserve"> </w:t>
      </w:r>
    </w:p>
    <w:p w:rsidR="00C87736" w:rsidRDefault="00C87736">
      <w:pPr>
        <w:ind w:firstLine="284"/>
        <w:jc w:val="both"/>
      </w:pPr>
      <w:r>
        <w:t xml:space="preserve"> Соучастие с предварительным соглашением может быть как простым (соисполнительством) так и сложным и квалифициру</w:t>
      </w:r>
      <w:r>
        <w:softHyphen/>
        <w:t>ется обычно по формулам, свойственным для простого и слож</w:t>
      </w:r>
      <w:r>
        <w:softHyphen/>
        <w:t>ного видов соучастия.</w:t>
      </w:r>
    </w:p>
    <w:p w:rsidR="00C87736" w:rsidRDefault="00C87736">
      <w:pPr>
        <w:ind w:firstLine="284"/>
        <w:jc w:val="both"/>
      </w:pPr>
      <w:r>
        <w:t>Следует отметить, что в целом ряде статей Особенной части УК соучастие с предварительным сговором в качестве «группы предварительно договорившихся лиц» выступает как квалифици</w:t>
      </w:r>
      <w:r>
        <w:softHyphen/>
        <w:t>рующий признак (например, в ст. ст.</w:t>
      </w:r>
      <w:r>
        <w:rPr>
          <w:noProof/>
        </w:rPr>
        <w:t xml:space="preserve"> 158, 161</w:t>
      </w:r>
      <w:r>
        <w:t xml:space="preserve"> УК). В таких случаях преступление, в котором участвуют два и более исполнителя (соисполнителя), заранее договорившихся о совместном его со</w:t>
      </w:r>
      <w:r>
        <w:softHyphen/>
        <w:t>вершении, считается совершенным «группой лиц по предвари</w:t>
      </w:r>
      <w:r>
        <w:softHyphen/>
        <w:t>тельному сговору». Квалифицируется содеянное прямо по соот</w:t>
      </w:r>
      <w:r>
        <w:softHyphen/>
        <w:t>ветствующей части статьи Особенной части УК, где предусмотрен такой квалифицирующий признак.</w:t>
      </w:r>
    </w:p>
    <w:p w:rsidR="00C87736" w:rsidRDefault="00C87736">
      <w:pPr>
        <w:ind w:firstLine="284"/>
        <w:jc w:val="both"/>
      </w:pPr>
      <w:r>
        <w:t>Повышение ответственности в случаях совершения преступ</w:t>
      </w:r>
      <w:r>
        <w:softHyphen/>
        <w:t>лений группой предварительно договорившихся лиц регламенти</w:t>
      </w:r>
      <w:r>
        <w:softHyphen/>
        <w:t>руется так же, как и при совершении преступлений группой лиц.</w:t>
      </w:r>
      <w:r>
        <w:rPr>
          <w:rStyle w:val="a3"/>
        </w:rPr>
        <w:footnoteReference w:customMarkFollows="1" w:id="9"/>
        <w:t>2</w:t>
      </w:r>
      <w:r>
        <w:t xml:space="preserve"> </w:t>
      </w:r>
    </w:p>
    <w:p w:rsidR="00C87736" w:rsidRDefault="00C87736">
      <w:pPr>
        <w:ind w:firstLine="284"/>
        <w:jc w:val="both"/>
      </w:pPr>
      <w:r>
        <w:t>Организованная группа вид сложного соисполнительства с более высоким уровнем совместности в совершении преступления. Она соглас</w:t>
      </w:r>
      <w:r>
        <w:softHyphen/>
        <w:t>но ч.</w:t>
      </w:r>
      <w:r>
        <w:rPr>
          <w:noProof/>
        </w:rPr>
        <w:t xml:space="preserve"> 3</w:t>
      </w:r>
      <w:r>
        <w:t xml:space="preserve"> ст.</w:t>
      </w:r>
      <w:r>
        <w:rPr>
          <w:noProof/>
        </w:rPr>
        <w:t xml:space="preserve"> 35</w:t>
      </w:r>
      <w:r>
        <w:t xml:space="preserve"> характеризуется такими признаками, как а) устойчивость, б) объединенность, в) цель совершения одного или нескольких преступ</w:t>
      </w:r>
      <w:r>
        <w:softHyphen/>
        <w:t>лений.</w:t>
      </w:r>
    </w:p>
    <w:p w:rsidR="00C87736" w:rsidRDefault="00C87736">
      <w:pPr>
        <w:ind w:firstLine="284"/>
        <w:jc w:val="both"/>
      </w:pPr>
      <w:r>
        <w:t xml:space="preserve">    Пленум Верховного Суда РСФСР дал в свое время следующее тол</w:t>
      </w:r>
      <w:r>
        <w:softHyphen/>
        <w:t>кование организованной группы: «Под организованной группой... сле</w:t>
      </w:r>
      <w:r>
        <w:softHyphen/>
        <w:t>дует понимать устойчивую группу из двух или более лиц, объединенных умыслом на совершение одного или нескольких преступлений. Как пра</w:t>
      </w:r>
      <w:r>
        <w:softHyphen/>
        <w:t>вило, такая группа тщательно готовит и планирует преступление, рас</w:t>
      </w:r>
      <w:r>
        <w:softHyphen/>
        <w:t>пределяет роли между соучастниками, оснащается технически и т.д.». Постановление Пленума Верховного Суда РФ от</w:t>
      </w:r>
      <w:r>
        <w:rPr>
          <w:noProof/>
        </w:rPr>
        <w:t xml:space="preserve"> 25</w:t>
      </w:r>
      <w:r>
        <w:t xml:space="preserve"> апреля 1995 г. так формулирует признаки организованной группы: «такая группа характе</w:t>
      </w:r>
      <w:r>
        <w:softHyphen/>
        <w:t>ризуется, как правило, высоким уровнем организованности, планирова</w:t>
      </w:r>
      <w:r>
        <w:softHyphen/>
        <w:t>нием и тщательной подготовкой преступления, распределением ролей между соучастниками и т.п.».</w:t>
      </w:r>
    </w:p>
    <w:p w:rsidR="00C87736" w:rsidRDefault="00C87736">
      <w:pPr>
        <w:ind w:firstLine="284"/>
        <w:jc w:val="both"/>
      </w:pPr>
      <w:r>
        <w:t xml:space="preserve">    Устойчивость группы связана с целью совершения ею, как правило, не одного, а неопределенного числа преступлений. Если же од</w:t>
      </w:r>
      <w:r>
        <w:softHyphen/>
        <w:t>ного, то такого сложного, как терроризм, захват заложника, захват са</w:t>
      </w:r>
      <w:r>
        <w:softHyphen/>
        <w:t>молета и т.п. В судебной практике вывод об устойчивости группы часто обосновывается длительностью или многоэпизодностью преступной дея</w:t>
      </w:r>
      <w:r>
        <w:softHyphen/>
        <w:t>тельности.</w:t>
      </w:r>
    </w:p>
    <w:p w:rsidR="00C87736" w:rsidRDefault="00C87736">
      <w:pPr>
        <w:ind w:firstLine="284"/>
        <w:jc w:val="both"/>
      </w:pPr>
      <w:r>
        <w:t xml:space="preserve">    Объединенность означает структурно-системное взаимодей</w:t>
      </w:r>
      <w:r>
        <w:softHyphen/>
        <w:t>ствие членов организованной группы, функциональное распределение ролей, иерархическое взаимодействие руководителей и исполнителей, материальную связанность, круговую поруку и проч.</w:t>
      </w:r>
    </w:p>
    <w:p w:rsidR="00C87736" w:rsidRDefault="00C87736">
      <w:pPr>
        <w:ind w:firstLine="284"/>
        <w:jc w:val="both"/>
      </w:pPr>
      <w:r>
        <w:t>Наконец, формой группового соучастия является преступное сооб</w:t>
      </w:r>
      <w:r>
        <w:softHyphen/>
        <w:t>щество (преступная организация). Закон называет следующие признаки преступного сообщества; а) сплоченность; б) объединение организован</w:t>
      </w:r>
      <w:r>
        <w:softHyphen/>
        <w:t>ных групп; в) цель</w:t>
      </w:r>
      <w:r>
        <w:rPr>
          <w:noProof/>
        </w:rPr>
        <w:t xml:space="preserve"> -</w:t>
      </w:r>
      <w:r>
        <w:t xml:space="preserve"> совершение тяжких и особо тяжких преступлений.</w:t>
      </w:r>
    </w:p>
    <w:p w:rsidR="00C87736" w:rsidRDefault="00C87736">
      <w:pPr>
        <w:ind w:firstLine="284"/>
        <w:jc w:val="both"/>
      </w:pPr>
      <w:r>
        <w:t xml:space="preserve">       Преступное сообщество представляет собой организацию, т.е. си</w:t>
      </w:r>
      <w:r>
        <w:softHyphen/>
        <w:t>стему, которая может состоять из подсистем в виде нескольких органи</w:t>
      </w:r>
      <w:r>
        <w:softHyphen/>
        <w:t>зованных групп. Одна группа реальна лишь на начальном этапе форми</w:t>
      </w:r>
      <w:r>
        <w:softHyphen/>
        <w:t>рования сообщества либо создается с целью совершения одного особо тяжкого преступления (например, захвата власти, мятежа, терроризма), которое может быть выполнено только криминальной организацией. В свою очередь преступные организованные группы как подсистемы кри</w:t>
      </w:r>
      <w:r>
        <w:softHyphen/>
        <w:t>минального   сообщества   возможны   в   двух   разновидностях:</w:t>
      </w:r>
    </w:p>
    <w:p w:rsidR="00C87736" w:rsidRDefault="00C87736">
      <w:pPr>
        <w:ind w:firstLine="284"/>
        <w:jc w:val="both"/>
      </w:pPr>
      <w:r>
        <w:rPr>
          <w:noProof/>
        </w:rPr>
        <w:t>1)</w:t>
      </w:r>
      <w:r>
        <w:t xml:space="preserve"> организованные группы, совершающие преступления,</w:t>
      </w:r>
      <w:r>
        <w:rPr>
          <w:noProof/>
        </w:rPr>
        <w:t xml:space="preserve"> 2)</w:t>
      </w:r>
      <w:r>
        <w:t xml:space="preserve"> группы</w:t>
      </w:r>
      <w:r>
        <w:rPr>
          <w:noProof/>
        </w:rPr>
        <w:t xml:space="preserve"> -</w:t>
      </w:r>
      <w:r>
        <w:t>структурно-функциональные подразделения сообщества (группы связи, разведки, технического обеспечения, личной охраны и т.д.). Системность сообщества предполагает ее вертикальные сложные иерархические связи между верхними, средними и нижними структурами по неписанному «кодексу поведения». Горизонтальное взаимодействие сообщества с внешним миром осуществляется посредством названных функциональ</w:t>
      </w:r>
      <w:r>
        <w:softHyphen/>
        <w:t>ных подразделений.</w:t>
      </w:r>
    </w:p>
    <w:p w:rsidR="00C87736" w:rsidRDefault="00C87736">
      <w:pPr>
        <w:ind w:firstLine="284"/>
        <w:jc w:val="both"/>
      </w:pPr>
      <w:r>
        <w:t xml:space="preserve">    Сплоченность преступного сообщества характеризует чет</w:t>
      </w:r>
      <w:r>
        <w:softHyphen/>
        <w:t>кость и спаянность взаимодействия ее групп, подразделений, конкретных соучастников, выполняющих преступные задания организации.</w:t>
      </w:r>
    </w:p>
    <w:p w:rsidR="00C87736" w:rsidRDefault="00C87736">
      <w:pPr>
        <w:ind w:firstLine="284"/>
        <w:jc w:val="both"/>
      </w:pPr>
      <w:r>
        <w:t xml:space="preserve">    Цель преступного сообщества определена как совершение тяжких и особо тяжких преступлений. Таковы умышленные убийства, терро</w:t>
      </w:r>
      <w:r>
        <w:softHyphen/>
        <w:t>ризм, захват заложников, хищения и др.</w:t>
      </w:r>
    </w:p>
    <w:p w:rsidR="00C87736" w:rsidRDefault="00C87736">
      <w:pPr>
        <w:ind w:firstLine="284"/>
        <w:jc w:val="both"/>
      </w:pPr>
      <w:r>
        <w:t xml:space="preserve">     Уголовная статистика МВД учитывает в разных показателях орга</w:t>
      </w:r>
      <w:r>
        <w:softHyphen/>
        <w:t>низованные группы и преступные сообщества по признакам междуна</w:t>
      </w:r>
      <w:r>
        <w:softHyphen/>
        <w:t>родных криминальных связей и коррумпированности.</w:t>
      </w:r>
    </w:p>
    <w:p w:rsidR="00C87736" w:rsidRDefault="00C87736">
      <w:pPr>
        <w:ind w:firstLine="284"/>
        <w:jc w:val="both"/>
      </w:pPr>
      <w:r>
        <w:t xml:space="preserve">    Криминологическая наука изучает отношения между соучастни</w:t>
      </w:r>
      <w:r>
        <w:softHyphen/>
        <w:t>ками, н</w:t>
      </w:r>
      <w:r>
        <w:rPr>
          <w:lang w:val="en-US"/>
        </w:rPr>
        <w:t>o</w:t>
      </w:r>
      <w:r>
        <w:t xml:space="preserve"> на более раннем этапе</w:t>
      </w:r>
      <w:r>
        <w:rPr>
          <w:noProof/>
        </w:rPr>
        <w:t xml:space="preserve"> —</w:t>
      </w:r>
      <w:r>
        <w:t xml:space="preserve"> этапе, который предшествует уголовно наказуемому поведению соучастников. Криминология исследует процесс формирования преступных групп и главной ее целью в изуче</w:t>
      </w:r>
      <w:r>
        <w:softHyphen/>
        <w:t>нии соучастия является выяснение причин совершения групповых пре</w:t>
      </w:r>
      <w:r>
        <w:softHyphen/>
        <w:t>ступлений</w:t>
      </w:r>
      <w:r>
        <w:rPr>
          <w:rStyle w:val="a3"/>
        </w:rPr>
        <w:footnoteReference w:id="10"/>
      </w:r>
      <w:r>
        <w:t>.</w:t>
      </w:r>
    </w:p>
    <w:p w:rsidR="00C87736" w:rsidRDefault="00C87736">
      <w:pPr>
        <w:ind w:firstLine="284"/>
        <w:jc w:val="both"/>
      </w:pPr>
      <w:r>
        <w:t xml:space="preserve">    Методы криминологии дают возможность анализировать в основ</w:t>
      </w:r>
      <w:r>
        <w:softHyphen/>
        <w:t>ном правовые, демографические и социальные характеристики соучастников, их моральные и ценностные ориентации, культурный уровень и т. п.</w:t>
      </w:r>
      <w:r>
        <w:rPr>
          <w:rStyle w:val="a3"/>
        </w:rPr>
        <w:footnoteReference w:id="11"/>
      </w:r>
      <w:r>
        <w:t xml:space="preserve"> </w:t>
      </w:r>
    </w:p>
    <w:p w:rsidR="00C87736" w:rsidRDefault="00C87736">
      <w:pPr>
        <w:ind w:firstLine="284"/>
        <w:jc w:val="both"/>
      </w:pPr>
      <w:r>
        <w:t>Для  примера рассмотрим  криминологическую характеристику групповой  преступности в сельской местности.</w:t>
      </w:r>
    </w:p>
    <w:p w:rsidR="00C87736" w:rsidRDefault="00C87736">
      <w:pPr>
        <w:ind w:firstLine="284"/>
        <w:jc w:val="both"/>
      </w:pPr>
      <w:r>
        <w:t>Одной из характерных особенностей современной преступности в сельской местности является большая, чем в городах, доля преступ</w:t>
      </w:r>
      <w:r>
        <w:softHyphen/>
        <w:t>лений, совершаемых в группе.</w:t>
      </w:r>
    </w:p>
    <w:p w:rsidR="00C87736" w:rsidRDefault="00C87736">
      <w:pPr>
        <w:ind w:firstLine="284"/>
        <w:jc w:val="both"/>
      </w:pPr>
      <w:r>
        <w:t xml:space="preserve">    В настоящее время в сельской местности преступлений, регистрируе</w:t>
      </w:r>
      <w:r>
        <w:softHyphen/>
        <w:t>мых по линии уголовного розыска, совершается в группе на</w:t>
      </w:r>
      <w:r>
        <w:rPr>
          <w:noProof/>
        </w:rPr>
        <w:t xml:space="preserve"> 7,8% </w:t>
      </w:r>
      <w:r>
        <w:t>больше, чем в городах. Сохранение этой особенности обусловлено прежде всего спецификой межличностных отношений на селе; большой ролью родственных, соседских и иных отношений.</w:t>
      </w:r>
    </w:p>
    <w:p w:rsidR="00C87736" w:rsidRDefault="00C87736">
      <w:pPr>
        <w:ind w:firstLine="284"/>
        <w:jc w:val="both"/>
      </w:pPr>
      <w:r>
        <w:t>Вместе с тем в структуре групповой преступности села по срав</w:t>
      </w:r>
      <w:r>
        <w:softHyphen/>
        <w:t>нению с прошлым произошли определенные изменения. Наблюдается общая тенденция увеличения преступлений корыстной направленности. Наиболее часто совершаются в сельской местности такие преступле</w:t>
      </w:r>
      <w:r>
        <w:softHyphen/>
        <w:t>ния, как хищения имущества, совер</w:t>
      </w:r>
      <w:r>
        <w:softHyphen/>
        <w:t>шенные путем кражи</w:t>
      </w:r>
      <w:r>
        <w:rPr>
          <w:noProof/>
        </w:rPr>
        <w:t xml:space="preserve"> (43,1%).</w:t>
      </w:r>
      <w:r>
        <w:t xml:space="preserve"> хулиганство</w:t>
      </w:r>
      <w:r>
        <w:rPr>
          <w:noProof/>
        </w:rPr>
        <w:t xml:space="preserve"> (24.3%),</w:t>
      </w:r>
      <w:r>
        <w:t xml:space="preserve"> кражи личного èмущества</w:t>
      </w:r>
      <w:r>
        <w:rPr>
          <w:noProof/>
        </w:rPr>
        <w:t xml:space="preserve"> (15.6%),</w:t>
      </w:r>
      <w:r>
        <w:t xml:space="preserve"> грабежи н разбойные нападения</w:t>
      </w:r>
      <w:r>
        <w:rPr>
          <w:noProof/>
        </w:rPr>
        <w:t xml:space="preserve"> (14.8%).</w:t>
      </w:r>
    </w:p>
    <w:p w:rsidR="00C87736" w:rsidRDefault="00C87736">
      <w:pPr>
        <w:ind w:firstLine="284"/>
        <w:jc w:val="both"/>
      </w:pPr>
      <w:r>
        <w:t xml:space="preserve">В юридической литературе отмечается, что </w:t>
      </w:r>
      <w:r>
        <w:rPr>
          <w:smallCaps/>
        </w:rPr>
        <w:t xml:space="preserve"> групповая </w:t>
      </w:r>
      <w:r>
        <w:t>преступность наиболее распространена среди несовершеннолетних. Для села же в большей мере характерно участие в групповых пре</w:t>
      </w:r>
      <w:r>
        <w:softHyphen/>
        <w:t>ступлениях взрослых лип. В</w:t>
      </w:r>
      <w:r>
        <w:rPr>
          <w:noProof/>
        </w:rPr>
        <w:t xml:space="preserve"> 78,4%</w:t>
      </w:r>
      <w:r>
        <w:t xml:space="preserve"> случаев соучастниками являлись взрослые. Это на</w:t>
      </w:r>
      <w:r>
        <w:rPr>
          <w:noProof/>
        </w:rPr>
        <w:t xml:space="preserve"> 33,4%</w:t>
      </w:r>
      <w:r>
        <w:t xml:space="preserve"> больше, чем в городах. Группы, состоящие, из несовершеннолетних, встречаются на селе в</w:t>
      </w:r>
      <w:r>
        <w:rPr>
          <w:noProof/>
        </w:rPr>
        <w:t xml:space="preserve"> 3,6</w:t>
      </w:r>
      <w:r>
        <w:t xml:space="preserve"> раза реже, чем в городах, и составляют лишь</w:t>
      </w:r>
      <w:r>
        <w:rPr>
          <w:noProof/>
        </w:rPr>
        <w:t xml:space="preserve"> 9,0%, </w:t>
      </w:r>
      <w:r>
        <w:t xml:space="preserve"> и этот показатель представлен в основном  участниками корыстно-насильственных преступлений. Соот</w:t>
      </w:r>
      <w:r>
        <w:softHyphen/>
        <w:t>ветственно меньше встречаются на селе смешанные группы. Указанные особенности  распределения участников групповых преступлений обусловлены возрастной структурой сельского населения,  то есть  меньшей, чем к городах, долей лиц молодежных возрастов. Кроме того, на селе еще сохраняется более сильный социальный контроль над несовершен</w:t>
      </w:r>
      <w:r>
        <w:softHyphen/>
        <w:t>нолетними со стороны старшей части сельского населения, что способ</w:t>
      </w:r>
      <w:r>
        <w:softHyphen/>
        <w:t>ствует меньшему участию в преступной деятельности молодежи и не</w:t>
      </w:r>
      <w:r>
        <w:softHyphen/>
        <w:t>совершеннолетних.</w:t>
      </w:r>
    </w:p>
    <w:p w:rsidR="00C87736" w:rsidRDefault="00C87736">
      <w:pPr>
        <w:ind w:firstLine="284"/>
        <w:jc w:val="both"/>
      </w:pPr>
      <w:r>
        <w:t xml:space="preserve">Для сельской местности более, чем для городской, характерна неустойчивость </w:t>
      </w:r>
      <w:r>
        <w:rPr>
          <w:smallCaps/>
        </w:rPr>
        <w:t xml:space="preserve">групп. </w:t>
      </w:r>
      <w:r>
        <w:t>Так, на селе только 15,</w:t>
      </w:r>
      <w:r>
        <w:rPr>
          <w:noProof/>
        </w:rPr>
        <w:t>9%</w:t>
      </w:r>
      <w:r>
        <w:t xml:space="preserve"> преступлений совершено устойчивой группой (тем же составом </w:t>
      </w:r>
      <w:r>
        <w:rPr>
          <w:smallCaps/>
        </w:rPr>
        <w:t xml:space="preserve">группы), </w:t>
      </w:r>
      <w:r>
        <w:t xml:space="preserve">в то время как в городах </w:t>
      </w:r>
      <w:r>
        <w:rPr>
          <w:noProof/>
        </w:rPr>
        <w:t>-</w:t>
      </w:r>
      <w:r>
        <w:t xml:space="preserve"> 25,1</w:t>
      </w:r>
      <w:r>
        <w:rPr>
          <w:noProof/>
        </w:rPr>
        <w:t>%.</w:t>
      </w:r>
      <w:r>
        <w:t xml:space="preserve"> Наиболее часто известным составом </w:t>
      </w:r>
      <w:r>
        <w:rPr>
          <w:smallCaps/>
        </w:rPr>
        <w:t xml:space="preserve">гпуппы </w:t>
      </w:r>
      <w:r>
        <w:t>в сельской местности совершаются корыстно-насильственные преступления и хулиганство.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Групповые преступления на селе сравнительно чаще, чем в городах. совершаются по предварительному сговору </w:t>
      </w:r>
      <w:r>
        <w:rPr>
          <w:rFonts w:ascii="Times New Roman" w:hAnsi="Times New Roman" w:cs="Times New Roman"/>
          <w:smallCaps/>
          <w:noProof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t>(87.</w:t>
      </w:r>
      <w:r>
        <w:rPr>
          <w:rFonts w:ascii="Times New Roman" w:hAnsi="Times New Roman" w:cs="Times New Roman"/>
          <w:sz w:val="28"/>
          <w:szCs w:val="28"/>
        </w:rPr>
        <w:t xml:space="preserve">,2 %)  и соответственно лицами, долгое время знающими   друг друга </w:t>
      </w:r>
      <w:r>
        <w:rPr>
          <w:rFonts w:ascii="Times New Roman" w:hAnsi="Times New Roman" w:cs="Times New Roman"/>
          <w:noProof/>
          <w:sz w:val="28"/>
          <w:szCs w:val="28"/>
        </w:rPr>
        <w:t>(71, 6%</w:t>
      </w:r>
      <w:r>
        <w:rPr>
          <w:rFonts w:ascii="Times New Roman" w:hAnsi="Times New Roman" w:cs="Times New Roman"/>
          <w:sz w:val="28"/>
          <w:szCs w:val="28"/>
        </w:rPr>
        <w:t>)   Это обстоятельство вполне закономерно для села и имеет  немаловажное практическое  значение в предупреждении  преступлений.</w:t>
      </w:r>
    </w:p>
    <w:p w:rsidR="00C87736" w:rsidRDefault="00C87736">
      <w:pPr>
        <w:ind w:firstLine="284"/>
        <w:jc w:val="both"/>
      </w:pPr>
      <w:r>
        <w:t xml:space="preserve">   Своевременное  обнаружение готовящихся преступлений,  активная деятельность работников милиции по выявлению создающихся групп позволит существенно повлиять па состояние преступности в сельской местности.</w:t>
      </w:r>
    </w:p>
    <w:p w:rsidR="00C87736" w:rsidRDefault="00C87736">
      <w:pPr>
        <w:ind w:firstLine="284"/>
        <w:jc w:val="both"/>
      </w:pPr>
      <w:r>
        <w:t xml:space="preserve">   По </w:t>
      </w:r>
      <w:r>
        <w:rPr>
          <w:smallCaps/>
        </w:rPr>
        <w:t xml:space="preserve">числу </w:t>
      </w:r>
      <w:r>
        <w:t>соучастников групповая преступность в сельской мест</w:t>
      </w:r>
      <w:r>
        <w:softHyphen/>
        <w:t>ности незначительно отличается от преступности городов. В основном (в</w:t>
      </w:r>
      <w:r>
        <w:rPr>
          <w:noProof/>
        </w:rPr>
        <w:t xml:space="preserve"> 73,5%</w:t>
      </w:r>
      <w:r>
        <w:t xml:space="preserve"> случаев) группы на селе состоят из двух-трех человек, что на</w:t>
      </w:r>
      <w:r>
        <w:rPr>
          <w:noProof/>
        </w:rPr>
        <w:t xml:space="preserve"> 4.8%</w:t>
      </w:r>
      <w:r>
        <w:t xml:space="preserve"> больше, чем в городах. Такое сходство в характеристике численности группы в сельской местности н городах объясняется, на наш взгляд, единством психологического механизма их формирования.</w:t>
      </w:r>
    </w:p>
    <w:p w:rsidR="00C87736" w:rsidRDefault="00C87736">
      <w:pPr>
        <w:ind w:firstLine="284"/>
        <w:jc w:val="both"/>
      </w:pPr>
      <w:r>
        <w:t>Интересно заметить, что в групповых преступлениях, совершен</w:t>
      </w:r>
      <w:r>
        <w:softHyphen/>
        <w:t>ных в сельской местности, чаще. чем в городах, участвуют ранее суди</w:t>
      </w:r>
      <w:r>
        <w:softHyphen/>
        <w:t>мые за совершение преступлений. В общей же структуре преступности села  ранее судимые лица совершают преступления меньше, чем в го</w:t>
      </w:r>
      <w:r>
        <w:softHyphen/>
        <w:t>родах. Это объясняется тем, что село с действующими формами соци</w:t>
      </w:r>
      <w:r>
        <w:softHyphen/>
        <w:t>ального контроля и меньшими возможностями получения криминальных доходов в меньшей степени привлекает рецидивистов</w:t>
      </w:r>
      <w:r>
        <w:rPr>
          <w:rStyle w:val="a3"/>
        </w:rPr>
        <w:footnoteReference w:id="12"/>
      </w:r>
      <w:r>
        <w:t>. В  групповых преступлениях на селе участвует</w:t>
      </w:r>
      <w:r>
        <w:rPr>
          <w:noProof/>
        </w:rPr>
        <w:t xml:space="preserve"> 61,8%</w:t>
      </w:r>
      <w:r>
        <w:t xml:space="preserve"> лиц ранее судимых, что на</w:t>
      </w:r>
      <w:r>
        <w:rPr>
          <w:noProof/>
        </w:rPr>
        <w:t xml:space="preserve"> 13,1%</w:t>
      </w:r>
      <w:r>
        <w:t xml:space="preserve"> больше, чем в городах. Указанная особенность имеет важное значение для предупреждения преступности в сельской честности. Дело в том, что работа с ранее судимыми на селе постав</w:t>
      </w:r>
      <w:r>
        <w:softHyphen/>
        <w:t>лена, как правило, неудовлетворительно. Это, видимо, и является одним из условий, способствующих активной деятельности ранее судимых по организации групповых преступлений, вовлечению ч преступную деятельность неустойчивых лиц. Поэтому постоянная и целенаправленная работа с данной категорией лиц имеет для села важное практическое значение.</w:t>
      </w:r>
    </w:p>
    <w:p w:rsidR="00C87736" w:rsidRDefault="00C87736">
      <w:pPr>
        <w:ind w:firstLine="284"/>
        <w:jc w:val="both"/>
      </w:pPr>
      <w:r>
        <w:t xml:space="preserve">    Не менее важное значение для предупреждения групповой пре</w:t>
      </w:r>
      <w:r>
        <w:softHyphen/>
        <w:t>ступности в сельской местности имеет анализ характера отношений соучастников преступления. Особенности межличностных отношений в группе обусловлены спецификой общих межличностных отношений на селе. Так. среди участников групповых преступлений в сельской местности резко встречаются случайные знакомые</w:t>
      </w:r>
      <w:r>
        <w:rPr>
          <w:noProof/>
        </w:rPr>
        <w:t xml:space="preserve"> (6,9%).</w:t>
      </w:r>
      <w:r>
        <w:t xml:space="preserve"> Наиболь</w:t>
      </w:r>
      <w:r>
        <w:softHyphen/>
        <w:t>шую долю составляют знакомые по месту жительства или знакомые по месту работы (всего</w:t>
      </w:r>
      <w:r>
        <w:rPr>
          <w:noProof/>
        </w:rPr>
        <w:t xml:space="preserve"> 60.6%).</w:t>
      </w:r>
      <w:r>
        <w:t xml:space="preserve"> Значительно меньше встречаются в сельской местности группы, где преступники были знакомы по месту проведения досуга, так как на селе база для проведения досуга раз</w:t>
      </w:r>
      <w:r>
        <w:rPr>
          <w:vertAlign w:val="superscript"/>
        </w:rPr>
        <w:t xml:space="preserve"> </w:t>
      </w:r>
      <w:r>
        <w:t>вита слабо. В городах же знакомство будущих соучастников в этой сфере происходит почти в трети случаев. Таким образом, возможность формирования случайных групп, совершающих преступления в сель</w:t>
      </w:r>
      <w:r>
        <w:softHyphen/>
        <w:t>ской местности, менее вероятна, и группы в основном формируются на селе в таких сферах жизнедеятельности сельского населения, где работники милиции имеют реальную возможность их обнаружения. т. е. в сферах производственных и соседских отношений. Это служит еще одним резервом в предупреждении групповой .преступности в сельской местности.</w:t>
      </w:r>
    </w:p>
    <w:p w:rsidR="00C87736" w:rsidRDefault="00C87736">
      <w:pPr>
        <w:ind w:firstLine="284"/>
        <w:jc w:val="both"/>
      </w:pPr>
      <w:r>
        <w:t xml:space="preserve">  Большинство групповых преступлений в сельской местности со</w:t>
      </w:r>
      <w:r>
        <w:softHyphen/>
        <w:t xml:space="preserve">вершается в нетрезвом состоянии. Характерно, что нередко </w:t>
      </w:r>
      <w:r>
        <w:rPr>
          <w:smallCaps/>
        </w:rPr>
        <w:t xml:space="preserve">группы </w:t>
      </w:r>
      <w:r>
        <w:t>формируются именно с целью приобретения спиртных напитков.</w:t>
      </w:r>
    </w:p>
    <w:p w:rsidR="00C87736" w:rsidRDefault="00C87736">
      <w:pPr>
        <w:ind w:firstLine="284"/>
        <w:jc w:val="both"/>
      </w:pPr>
      <w:r>
        <w:t>Изучив некоторые особенности групповой преступности в сельской местности, можно определить основные направления ее преду</w:t>
      </w:r>
      <w:r>
        <w:softHyphen/>
        <w:t>преждения.</w:t>
      </w:r>
      <w:r>
        <w:rPr>
          <w:rStyle w:val="a3"/>
        </w:rPr>
        <w:footnoteReference w:id="13"/>
      </w:r>
    </w:p>
    <w:p w:rsidR="00C87736" w:rsidRDefault="00C87736">
      <w:pPr>
        <w:ind w:firstLine="284"/>
        <w:jc w:val="both"/>
      </w:pPr>
      <w:r>
        <w:t>Рассмотрим,  как  определяет криминология понятие  групповой  преступности.</w:t>
      </w:r>
    </w:p>
    <w:p w:rsidR="00C87736" w:rsidRDefault="00C87736">
      <w:pPr>
        <w:ind w:firstLine="284"/>
        <w:jc w:val="both"/>
      </w:pPr>
      <w:r>
        <w:t>Под групповой преступностью понимается совокупность преступлений,  каждое из которых совершается двумя и более лицами, действующими совместно для достижения определенного преступного результата.</w:t>
      </w:r>
      <w:r>
        <w:rPr>
          <w:rStyle w:val="a3"/>
        </w:rPr>
        <w:footnoteReference w:id="14"/>
      </w:r>
    </w:p>
    <w:p w:rsidR="00C87736" w:rsidRDefault="00C87736">
      <w:pPr>
        <w:ind w:firstLine="284"/>
        <w:jc w:val="both"/>
      </w:pPr>
      <w:r>
        <w:t xml:space="preserve"> Широкий спектр прояв</w:t>
      </w:r>
      <w:r>
        <w:softHyphen/>
        <w:t>ления того или иного пове</w:t>
      </w:r>
      <w:r>
        <w:softHyphen/>
        <w:t>дения участников преступ</w:t>
      </w:r>
      <w:r>
        <w:softHyphen/>
        <w:t>ных групп определяется чис</w:t>
      </w:r>
      <w:r>
        <w:softHyphen/>
        <w:t>лом преступником, ролью отдельного преступника в действующей группе, струк</w:t>
      </w:r>
      <w:r>
        <w:softHyphen/>
        <w:t>турой этой группы, а также видом и тяжестью совершен</w:t>
      </w:r>
      <w:r>
        <w:softHyphen/>
        <w:t>ного преступления.</w:t>
      </w:r>
    </w:p>
    <w:p w:rsidR="00C87736" w:rsidRDefault="00C87736">
      <w:pPr>
        <w:ind w:firstLine="284"/>
        <w:jc w:val="both"/>
      </w:pPr>
      <w:r>
        <w:t>Делинквентные группы в зависимости от цели их со</w:t>
      </w:r>
      <w:r>
        <w:softHyphen/>
        <w:t>здания и степени организа</w:t>
      </w:r>
      <w:r>
        <w:softHyphen/>
        <w:t>ции могут представлять со</w:t>
      </w:r>
      <w:r>
        <w:softHyphen/>
        <w:t>бой сообщества с относитель</w:t>
      </w:r>
      <w:r>
        <w:softHyphen/>
        <w:t>но свободными связями между членами группы и даже почти полным отсут</w:t>
      </w:r>
      <w:r>
        <w:softHyphen/>
        <w:t>ствием принадлежности к группе или, напротив, с сильной жесткой структур</w:t>
      </w:r>
      <w:r>
        <w:softHyphen/>
        <w:t>ной организацией. В зависи</w:t>
      </w:r>
      <w:r>
        <w:softHyphen/>
        <w:t>мости от этого группы, со</w:t>
      </w:r>
      <w:r>
        <w:softHyphen/>
        <w:t>здаваемые преступниками, грубо можно поделить на: спонтанные, ситуативные и</w:t>
      </w:r>
      <w:r>
        <w:rPr>
          <w:noProof/>
        </w:rPr>
        <w:t xml:space="preserve"> </w:t>
      </w:r>
      <w:r>
        <w:t xml:space="preserve"> организованные.</w:t>
      </w:r>
      <w:r>
        <w:rPr>
          <w:noProof/>
        </w:rPr>
        <w:t xml:space="preserve">            </w:t>
      </w:r>
    </w:p>
    <w:p w:rsidR="00C87736" w:rsidRDefault="00C87736">
      <w:pPr>
        <w:ind w:firstLine="284"/>
        <w:jc w:val="both"/>
      </w:pPr>
      <w:r>
        <w:t>Для спонтанных и ситуативных групп  характерен в большей или  меньшей степени фактор случайности, соединившей и преступников. Поскольку преступная активность и действия таких групп в боль</w:t>
      </w:r>
      <w:r>
        <w:softHyphen/>
        <w:t>шинстве случаев не плани</w:t>
      </w:r>
      <w:r>
        <w:softHyphen/>
        <w:t>руются, не имеют организу</w:t>
      </w:r>
      <w:r>
        <w:softHyphen/>
        <w:t>ющего начала, поведение группы определяется ситуативными факторами. Лишь  в процессе преступления  начинают формироваться внутри группы структуры. Такой способ организации групп характерен при совер</w:t>
      </w:r>
      <w:r>
        <w:softHyphen/>
        <w:t>шении малозначительных преступлений, деликтов, сопряженных с агрессивно</w:t>
      </w:r>
      <w:r>
        <w:softHyphen/>
        <w:t>стью, половых преступлений и массовых противоправных деяний (бесчинство и хули</w:t>
      </w:r>
      <w:r>
        <w:softHyphen/>
        <w:t>ганство при проведении демонстраций, суды Линча).</w:t>
      </w:r>
    </w:p>
    <w:p w:rsidR="00C87736" w:rsidRDefault="00C87736">
      <w:pPr>
        <w:ind w:firstLine="284"/>
        <w:jc w:val="both"/>
      </w:pPr>
      <w:r>
        <w:t>Организованная группа преступников созда</w:t>
      </w:r>
      <w:r>
        <w:softHyphen/>
        <w:t>ется преимущественно в рас</w:t>
      </w:r>
      <w:r>
        <w:softHyphen/>
        <w:t>чете на длительное ее суще</w:t>
      </w:r>
      <w:r>
        <w:softHyphen/>
        <w:t>ствование, каждому члену отводится место внутри нее и поручается выполнение оп</w:t>
      </w:r>
      <w:r>
        <w:softHyphen/>
        <w:t>ределенной функции. Приме</w:t>
      </w:r>
      <w:r>
        <w:softHyphen/>
        <w:t>рами относительно высокой или высокой степени органи</w:t>
      </w:r>
      <w:r>
        <w:softHyphen/>
        <w:t>зации преступников являют</w:t>
      </w:r>
      <w:r>
        <w:softHyphen/>
        <w:t>ся бандитизм, организован</w:t>
      </w:r>
      <w:r>
        <w:softHyphen/>
        <w:t>ная преступность, а также нарушения прав человека в государствах с тоталитарным режимом.</w:t>
      </w:r>
    </w:p>
    <w:p w:rsidR="00C87736" w:rsidRDefault="00C87736">
      <w:pPr>
        <w:ind w:firstLine="284"/>
        <w:jc w:val="both"/>
      </w:pPr>
      <w:r>
        <w:t>Причины, по которым один человек совершает преступление вместе с други</w:t>
      </w:r>
      <w:r>
        <w:softHyphen/>
        <w:t>ми, проистекают из самого феномена группы и ее ди</w:t>
      </w:r>
      <w:r>
        <w:softHyphen/>
        <w:t>намичных процессов. Люди объединяются в группы с тем, чтобы сделать возмож</w:t>
      </w:r>
      <w:r>
        <w:softHyphen/>
        <w:t>ным процесс общения друг с другом, выработать чувство "мы", развить и закрепить свои возможности.</w:t>
      </w:r>
    </w:p>
    <w:p w:rsidR="00C87736" w:rsidRDefault="00C87736">
      <w:pPr>
        <w:ind w:firstLine="284"/>
        <w:jc w:val="both"/>
      </w:pPr>
      <w:r>
        <w:t>Чувство сплоченности возникает тогда, когда в группе вырабатываются мо</w:t>
      </w:r>
      <w:r>
        <w:softHyphen/>
        <w:t>дели поведения, признава</w:t>
      </w:r>
      <w:r>
        <w:softHyphen/>
        <w:t>емые всеми ее членами. Тем самым устанавливаются нор</w:t>
      </w:r>
      <w:r>
        <w:softHyphen/>
        <w:t>мы поведения в группе, обусловливающие опреде</w:t>
      </w:r>
      <w:r>
        <w:softHyphen/>
        <w:t>ленную одинаковость мыш</w:t>
      </w:r>
      <w:r>
        <w:softHyphen/>
        <w:t>ления и поведения членов группы.</w:t>
      </w:r>
    </w:p>
    <w:p w:rsidR="00C87736" w:rsidRDefault="00C87736">
      <w:pPr>
        <w:ind w:firstLine="284"/>
        <w:jc w:val="both"/>
      </w:pPr>
      <w:r>
        <w:t>Если кто-то хочет при</w:t>
      </w:r>
      <w:r>
        <w:softHyphen/>
        <w:t>соединиться к группе, он должен подчиниться приня</w:t>
      </w:r>
      <w:r>
        <w:softHyphen/>
        <w:t>тым в группе нормам. Если в группе нормальным счита</w:t>
      </w:r>
      <w:r>
        <w:softHyphen/>
        <w:t>ется противоправное поведе</w:t>
      </w:r>
      <w:r>
        <w:softHyphen/>
        <w:t>ние, то отдельный ее член также будет участвовать в совершении преступных де</w:t>
      </w:r>
      <w:r>
        <w:softHyphen/>
        <w:t>яний, которые он никогда бы не совершил в одиночестве. В экстремальных ситуациях отдельный член группы, склонный к совершению про</w:t>
      </w:r>
      <w:r>
        <w:softHyphen/>
        <w:t>тивоправных деяний, с по</w:t>
      </w:r>
      <w:r>
        <w:softHyphen/>
        <w:t>зиций лидера группы может оказывать такое влияние на нормы поведения группы, что для всей группы будет характерно совершение про</w:t>
      </w:r>
      <w:r>
        <w:softHyphen/>
        <w:t>тивозаконных действий.</w:t>
      </w:r>
    </w:p>
    <w:p w:rsidR="00C87736" w:rsidRDefault="00C87736">
      <w:pPr>
        <w:ind w:firstLine="284"/>
        <w:jc w:val="both"/>
      </w:pPr>
      <w:r>
        <w:t>В задачу группы не вхо</w:t>
      </w:r>
      <w:r>
        <w:softHyphen/>
        <w:t>дит контроль за поведением каждого ее члена, поэтому нельзя исключить эксцесс исполнителя. Отдельные со</w:t>
      </w:r>
      <w:r>
        <w:softHyphen/>
        <w:t>исполнители могут совер</w:t>
      </w:r>
      <w:r>
        <w:softHyphen/>
        <w:t>шать действия, противоре</w:t>
      </w:r>
      <w:r>
        <w:softHyphen/>
        <w:t>чащие групповым целям, вплоть до взятия жертвы под защиту.</w:t>
      </w:r>
    </w:p>
    <w:p w:rsidR="00C87736" w:rsidRDefault="00C87736">
      <w:pPr>
        <w:ind w:firstLine="284"/>
        <w:jc w:val="both"/>
      </w:pPr>
      <w:r>
        <w:t>Результатом группово</w:t>
      </w:r>
      <w:r>
        <w:softHyphen/>
        <w:t>го давления может быть даже принудительное ис</w:t>
      </w:r>
      <w:r>
        <w:softHyphen/>
        <w:t>ключение отдельных членов из группы. Эта особенность характерна для групп несо</w:t>
      </w:r>
      <w:r>
        <w:softHyphen/>
        <w:t>вершеннолетних. Группы не</w:t>
      </w:r>
      <w:r>
        <w:softHyphen/>
        <w:t>совершеннолетних часто су</w:t>
      </w:r>
      <w:r>
        <w:softHyphen/>
        <w:t>ществуют не ради соверше</w:t>
      </w:r>
      <w:r>
        <w:softHyphen/>
        <w:t>ния преступлений, они рас</w:t>
      </w:r>
      <w:r>
        <w:softHyphen/>
        <w:t>сматривают преступления как одну из форм групповой деятельности.</w:t>
      </w:r>
    </w:p>
    <w:p w:rsidR="00C87736" w:rsidRDefault="00C87736">
      <w:pPr>
        <w:ind w:firstLine="284"/>
        <w:jc w:val="both"/>
      </w:pPr>
      <w:r>
        <w:t>В группе возможно со</w:t>
      </w:r>
      <w:r>
        <w:softHyphen/>
        <w:t>вершение таких действий, которые одному лицу были бы не по силам. Сложность совершения отдельных видов преступлений (напри</w:t>
      </w:r>
      <w:r>
        <w:softHyphen/>
        <w:t>мер, крупномасштабная  кража со взломом, контра</w:t>
      </w:r>
      <w:r>
        <w:softHyphen/>
        <w:t xml:space="preserve">банда) требует разделения сфер деятельности между </w:t>
      </w:r>
      <w:r>
        <w:rPr>
          <w:noProof/>
        </w:rPr>
        <w:t xml:space="preserve"> </w:t>
      </w:r>
      <w:r>
        <w:t xml:space="preserve"> несколькими соисполнителя</w:t>
      </w:r>
      <w:r>
        <w:softHyphen/>
        <w:t>ми, поэтому отдельный член группы, решившийся на совершение преступления,  должен рассчитывать на  участие в нем других ее членов. Так формируются группы, главная цель кото</w:t>
      </w:r>
      <w:r>
        <w:softHyphen/>
        <w:t>рых</w:t>
      </w:r>
      <w:r>
        <w:rPr>
          <w:noProof/>
        </w:rPr>
        <w:t xml:space="preserve"> —</w:t>
      </w:r>
      <w:r>
        <w:t xml:space="preserve"> разработка планов совершения преступлений и путей их реализации (напри</w:t>
      </w:r>
      <w:r>
        <w:softHyphen/>
        <w:t>мер, при совершении орга</w:t>
      </w:r>
      <w:r>
        <w:softHyphen/>
        <w:t>низованных преступлений). Возможности сдерживания преступника от совершения Г. п. меньше, чем при совер</w:t>
      </w:r>
      <w:r>
        <w:softHyphen/>
        <w:t>шении преступления одним лицом, поскольку каждый отдельно взятый член груп</w:t>
      </w:r>
      <w:r>
        <w:softHyphen/>
        <w:t>пы перекладывает ответ</w:t>
      </w:r>
      <w:r>
        <w:softHyphen/>
        <w:t>ственность за действия на других членов группы. От</w:t>
      </w:r>
      <w:r>
        <w:softHyphen/>
        <w:t>дельный член группы с боль</w:t>
      </w:r>
      <w:r>
        <w:softHyphen/>
        <w:t>шим числом ее участников считает маловероятным ус</w:t>
      </w:r>
      <w:r>
        <w:softHyphen/>
        <w:t>тановление своей личности. В рамках Г. п. группе как таковой отводится кримино</w:t>
      </w:r>
      <w:r>
        <w:softHyphen/>
        <w:t>генно воздействующая роль. Но в то же время и вероят</w:t>
      </w:r>
      <w:r>
        <w:softHyphen/>
        <w:t>ность благополучного про</w:t>
      </w:r>
      <w:r>
        <w:softHyphen/>
        <w:t>гноза для преступника, дей</w:t>
      </w:r>
      <w:r>
        <w:softHyphen/>
        <w:t>ствующего исключительно в группе, относительно его законопослушного поведе</w:t>
      </w:r>
      <w:r>
        <w:softHyphen/>
        <w:t>ния в будущем, после вы</w:t>
      </w:r>
      <w:r>
        <w:softHyphen/>
        <w:t>хода из группы, выше, чем для преступника-одиночки. А вот переход преступника-одиночки в группу или на</w:t>
      </w:r>
      <w:r>
        <w:softHyphen/>
        <w:t>оборот, обусловленный рациональным подходом к со</w:t>
      </w:r>
      <w:r>
        <w:softHyphen/>
        <w:t>вершению преступления, например, меньшей вероят</w:t>
      </w:r>
      <w:r>
        <w:softHyphen/>
        <w:t>ностью быть обнаруженным, расчетом на положительный исход совершения преступ</w:t>
      </w:r>
      <w:r>
        <w:softHyphen/>
        <w:t>ления только путем совмес</w:t>
      </w:r>
      <w:r>
        <w:softHyphen/>
        <w:t>тных действий, указывает на устойчивое преступное поведение лица. У людей, находящихся в толпе, в мас</w:t>
      </w:r>
      <w:r>
        <w:softHyphen/>
        <w:t>се народа, совсем иное по</w:t>
      </w:r>
      <w:r>
        <w:softHyphen/>
        <w:t>ведение. Толпа создается за счет кратковременного скоп</w:t>
      </w:r>
      <w:r>
        <w:softHyphen/>
        <w:t>ления большого числа лю</w:t>
      </w:r>
      <w:r>
        <w:softHyphen/>
        <w:t>дей, и здесь, в отличие от группы, между людьми не устанавливаются связи. Вви</w:t>
      </w:r>
      <w:r>
        <w:softHyphen/>
        <w:t>ду более сложного осуществ</w:t>
      </w:r>
      <w:r>
        <w:softHyphen/>
        <w:t>ления социального контроля за толпой и динамичности развития событий в толпе индивид ведет себя менее последовательно, скорее го</w:t>
      </w:r>
      <w:r>
        <w:softHyphen/>
        <w:t>тов идти на рискованные действия и принимать учас</w:t>
      </w:r>
      <w:r>
        <w:softHyphen/>
        <w:t>тие в насильственных акци</w:t>
      </w:r>
      <w:r>
        <w:softHyphen/>
        <w:t>ях. Кроме того, на поведении человека сказывается его прошлое, а также степень идентификации с идеями, провозглашаемыми толпой.</w:t>
      </w:r>
      <w:r>
        <w:rPr>
          <w:rStyle w:val="a3"/>
        </w:rPr>
        <w:footnoteReference w:id="15"/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2.  Признаки  и  структура  организованной  преступности.</w:t>
      </w:r>
    </w:p>
    <w:p w:rsidR="00C87736" w:rsidRDefault="00C87736">
      <w:pPr>
        <w:ind w:firstLine="284"/>
        <w:jc w:val="both"/>
      </w:pP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Организованная преступность является одним из сложных опаснейших видов преступности, посягающим прежде всего на экономические, политические, правовые и нрав</w:t>
      </w:r>
      <w:r>
        <w:rPr>
          <w:rFonts w:ascii="Times New Roman" w:hAnsi="Times New Roman" w:cs="Times New Roman"/>
          <w:sz w:val="28"/>
          <w:szCs w:val="28"/>
        </w:rPr>
        <w:softHyphen/>
        <w:t>ственные сферы общества.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Официально считалось, что в стране нет и не может быть такого рода преступности, поэтому длительное время она не являлась предметом изучения. Впервые на государственном уровне ее наличие было признано Вторым съездом народных депутатов СССР в постановлении «Об усилении борьбы с орга</w:t>
      </w:r>
      <w:r>
        <w:rPr>
          <w:rFonts w:ascii="Times New Roman" w:hAnsi="Times New Roman" w:cs="Times New Roman"/>
          <w:sz w:val="28"/>
          <w:szCs w:val="28"/>
        </w:rPr>
        <w:softHyphen/>
        <w:t>низованной преступностью». Однако теория и практика оказа</w:t>
      </w:r>
      <w:r>
        <w:rPr>
          <w:rFonts w:ascii="Times New Roman" w:hAnsi="Times New Roman" w:cs="Times New Roman"/>
          <w:sz w:val="28"/>
          <w:szCs w:val="28"/>
        </w:rPr>
        <w:softHyphen/>
        <w:t>лись неподготовленными к эффективному противодействию ей. По экспертным оценкам, правоохранительная система страны и законодательство отстали лет на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20-25.</w:t>
      </w:r>
      <w:r>
        <w:rPr>
          <w:rFonts w:ascii="Times New Roman" w:hAnsi="Times New Roman" w:cs="Times New Roman"/>
          <w:sz w:val="28"/>
          <w:szCs w:val="28"/>
        </w:rPr>
        <w:t xml:space="preserve"> Поэтому очень важно акцентировать внимание на понятии, признаках, формах и струк</w:t>
      </w:r>
      <w:r>
        <w:rPr>
          <w:rFonts w:ascii="Times New Roman" w:hAnsi="Times New Roman" w:cs="Times New Roman"/>
          <w:sz w:val="28"/>
          <w:szCs w:val="28"/>
        </w:rPr>
        <w:softHyphen/>
        <w:t>туре организованной преступности.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отечественной криминологии прочно утвердилось поня</w:t>
      </w:r>
      <w:r>
        <w:rPr>
          <w:rFonts w:ascii="Times New Roman" w:hAnsi="Times New Roman" w:cs="Times New Roman"/>
          <w:sz w:val="28"/>
          <w:szCs w:val="28"/>
        </w:rPr>
        <w:softHyphen/>
        <w:t>тие «групповая преступность». Однако даже значительное число групп преступников, совершающих хищения, рэкет, преступле</w:t>
      </w:r>
      <w:r>
        <w:rPr>
          <w:rFonts w:ascii="Times New Roman" w:hAnsi="Times New Roman" w:cs="Times New Roman"/>
          <w:sz w:val="28"/>
          <w:szCs w:val="28"/>
        </w:rPr>
        <w:softHyphen/>
        <w:t>ния, связанные с наркотиками, контролем проституции и азарт</w:t>
      </w:r>
      <w:r>
        <w:rPr>
          <w:rFonts w:ascii="Times New Roman" w:hAnsi="Times New Roman" w:cs="Times New Roman"/>
          <w:sz w:val="28"/>
          <w:szCs w:val="28"/>
        </w:rPr>
        <w:softHyphen/>
        <w:t>ных игр, еще не говорит о наличии в государстве организованной преступности. Как и любой вид преступности, организованная имеет свои признаки и присущие ей формы нарушения закона. Тем не менее, в мировой криминологии не выработано универ</w:t>
      </w:r>
      <w:r>
        <w:rPr>
          <w:rFonts w:ascii="Times New Roman" w:hAnsi="Times New Roman" w:cs="Times New Roman"/>
          <w:sz w:val="28"/>
          <w:szCs w:val="28"/>
        </w:rPr>
        <w:softHyphen/>
        <w:t>сального ее определения. Например, в США в одной из многих дефиниций организованная преступность рассматривается как ассоциация, стремящаяся действовать вне контроля амери</w:t>
      </w:r>
      <w:r>
        <w:rPr>
          <w:rFonts w:ascii="Times New Roman" w:hAnsi="Times New Roman" w:cs="Times New Roman"/>
          <w:sz w:val="28"/>
          <w:szCs w:val="28"/>
        </w:rPr>
        <w:softHyphen/>
        <w:t>канского народа и его правительства, или же как тип замаскиро</w:t>
      </w:r>
      <w:r>
        <w:rPr>
          <w:rFonts w:ascii="Times New Roman" w:hAnsi="Times New Roman" w:cs="Times New Roman"/>
          <w:sz w:val="28"/>
          <w:szCs w:val="28"/>
        </w:rPr>
        <w:softHyphen/>
        <w:t>ванной преступности, иногда включающей иерархическую коор</w:t>
      </w:r>
      <w:r>
        <w:rPr>
          <w:rFonts w:ascii="Times New Roman" w:hAnsi="Times New Roman" w:cs="Times New Roman"/>
          <w:sz w:val="28"/>
          <w:szCs w:val="28"/>
        </w:rPr>
        <w:softHyphen/>
        <w:t>динацию ряда лиц, связанную с планированием и использова</w:t>
      </w:r>
      <w:r>
        <w:rPr>
          <w:rFonts w:ascii="Times New Roman" w:hAnsi="Times New Roman" w:cs="Times New Roman"/>
          <w:sz w:val="28"/>
          <w:szCs w:val="28"/>
        </w:rPr>
        <w:softHyphen/>
        <w:t>нием незаконных актов или преследованием цели незаконным способом.</w:t>
      </w:r>
      <w:r>
        <w:rPr>
          <w:rStyle w:val="a3"/>
          <w:rFonts w:ascii="Times New Roman" w:hAnsi="Times New Roman" w:cs="Times New Roman"/>
          <w:sz w:val="28"/>
          <w:szCs w:val="28"/>
        </w:rPr>
        <w:footnoteReference w:id="16"/>
      </w:r>
    </w:p>
    <w:p w:rsidR="00C87736" w:rsidRDefault="00C87736">
      <w:pPr>
        <w:ind w:firstLine="284"/>
        <w:jc w:val="both"/>
      </w:pPr>
      <w:r>
        <w:t>Опираясь на отчетность специализированных служб, ведущих борьбу с организованной преступностью (статистическая отчет</w:t>
      </w:r>
      <w:r>
        <w:softHyphen/>
        <w:t>ность правоохранительных органов в целом пока не выделяет в достаточной мере массив выявленных преступлений организован</w:t>
      </w:r>
      <w:r>
        <w:softHyphen/>
        <w:t>ных преступных структур и результатов производства по соответ</w:t>
      </w:r>
      <w:r>
        <w:softHyphen/>
        <w:t>ствующим делам в сопоставлении с общей уголовной статистикой), можно исходить из следующих минимальных показателей: указан</w:t>
      </w:r>
      <w:r>
        <w:softHyphen/>
        <w:t>ным подразделениям в</w:t>
      </w:r>
      <w:r>
        <w:rPr>
          <w:noProof/>
        </w:rPr>
        <w:t xml:space="preserve"> 1994 — 95</w:t>
      </w:r>
      <w:r>
        <w:t xml:space="preserve"> </w:t>
      </w:r>
      <w:r>
        <w:rPr>
          <w:smallCaps/>
          <w:lang w:val="en-US"/>
        </w:rPr>
        <w:t>it</w:t>
      </w:r>
      <w:r>
        <w:rPr>
          <w:smallCaps/>
        </w:rPr>
        <w:t xml:space="preserve">. </w:t>
      </w:r>
      <w:r>
        <w:t>были ежегодно известны око</w:t>
      </w:r>
      <w:r>
        <w:softHyphen/>
        <w:t>ло</w:t>
      </w:r>
      <w:r>
        <w:rPr>
          <w:noProof/>
        </w:rPr>
        <w:t xml:space="preserve"> 8</w:t>
      </w:r>
      <w:r>
        <w:t xml:space="preserve"> тыс. организованных преступных групп с</w:t>
      </w:r>
      <w:r>
        <w:rPr>
          <w:noProof/>
        </w:rPr>
        <w:t xml:space="preserve"> 32 — 35</w:t>
      </w:r>
      <w:r>
        <w:t xml:space="preserve"> тыс. учас</w:t>
      </w:r>
      <w:r>
        <w:softHyphen/>
        <w:t>тников. При пяти- десятикратной латентности речь может идти о контингенте от</w:t>
      </w:r>
      <w:r>
        <w:rPr>
          <w:noProof/>
        </w:rPr>
        <w:t xml:space="preserve"> 160</w:t>
      </w:r>
      <w:r>
        <w:t xml:space="preserve"> до</w:t>
      </w:r>
      <w:r>
        <w:rPr>
          <w:noProof/>
        </w:rPr>
        <w:t xml:space="preserve"> 350</w:t>
      </w:r>
      <w:r>
        <w:t xml:space="preserve"> тыс. особо опасных преступников, явля</w:t>
      </w:r>
      <w:r>
        <w:softHyphen/>
        <w:t>ющихся «ядром»</w:t>
      </w:r>
      <w:r>
        <w:rPr>
          <w:noProof/>
        </w:rPr>
        <w:t xml:space="preserve"> 40 — 80</w:t>
      </w:r>
      <w:r>
        <w:t xml:space="preserve"> тыс. организованных структур, вокруг которых формируется преступная «периферия».</w:t>
      </w:r>
    </w:p>
    <w:p w:rsidR="00C87736" w:rsidRDefault="00C87736">
      <w:pPr>
        <w:ind w:firstLine="284"/>
        <w:jc w:val="both"/>
      </w:pPr>
      <w:r>
        <w:t>Другой метод исчисления уровня организованной преступнос</w:t>
      </w:r>
      <w:r>
        <w:softHyphen/>
        <w:t>ти основан на экспертной оценке ее доли в групповой преступнос</w:t>
      </w:r>
      <w:r>
        <w:softHyphen/>
        <w:t>ти. Различные авторы оценивают эту долю от</w:t>
      </w:r>
      <w:r>
        <w:rPr>
          <w:noProof/>
        </w:rPr>
        <w:t xml:space="preserve"> 5</w:t>
      </w:r>
      <w:r>
        <w:t xml:space="preserve"> до 20%. Исходя из этих расчетов, получаем минимальную величину близкого поряд</w:t>
      </w:r>
      <w:r>
        <w:softHyphen/>
        <w:t>ка: не менее</w:t>
      </w:r>
      <w:r>
        <w:rPr>
          <w:noProof/>
        </w:rPr>
        <w:t xml:space="preserve"> 100 — 150</w:t>
      </w:r>
      <w:r>
        <w:t xml:space="preserve"> тыс. участников «ядра» организованной преступности.</w:t>
      </w:r>
    </w:p>
    <w:p w:rsidR="00C87736" w:rsidRDefault="00C87736">
      <w:pPr>
        <w:ind w:firstLine="284"/>
        <w:jc w:val="both"/>
      </w:pPr>
      <w:r>
        <w:t>Еще один метод оценки уровня организованной преступности основан на изучении виктимологических факторов. В частности, репрезентативные опросы мелких и средних предпринимателей показали, что около</w:t>
      </w:r>
      <w:r>
        <w:rPr>
          <w:noProof/>
        </w:rPr>
        <w:t xml:space="preserve"> 40%</w:t>
      </w:r>
      <w:r>
        <w:t xml:space="preserve"> из них подвергаются постоянному или длящемуся давлению организованных преступных структур, а</w:t>
      </w:r>
      <w:r>
        <w:rPr>
          <w:noProof/>
        </w:rPr>
        <w:t xml:space="preserve"> 10% </w:t>
      </w:r>
      <w:r>
        <w:t>опрошенных даже указали на то, что размеры вымогательства та</w:t>
      </w:r>
      <w:r>
        <w:softHyphen/>
        <w:t>ковы, что являются преградой развития или даже продолжения их предпринимательской деятельности.</w:t>
      </w:r>
      <w:r>
        <w:rPr>
          <w:rStyle w:val="a3"/>
        </w:rPr>
        <w:footnoteReference w:id="17"/>
      </w:r>
    </w:p>
    <w:p w:rsidR="00C87736" w:rsidRDefault="00C87736">
      <w:pPr>
        <w:ind w:firstLine="284"/>
        <w:jc w:val="both"/>
      </w:pPr>
      <w:r>
        <w:t xml:space="preserve">     Новый уголовный закон России дает ответы на многие проблемы борьбы с организованной преступностью, волновавшие ученых и практиков в последнее десятилетие. Уточнены и закреплены понятия организованных преступных структур.</w:t>
      </w:r>
    </w:p>
    <w:p w:rsidR="00C87736" w:rsidRDefault="00C87736">
      <w:pPr>
        <w:ind w:firstLine="284"/>
        <w:jc w:val="both"/>
      </w:pPr>
      <w:r>
        <w:t xml:space="preserve">     Согласно п.3 ст.35 УК РФ преступление признается совершенным организованной группой, если оно совершено устойчивой группой лиц, заранее объединившихся для совершения одного или нескольких преступлений. В отличие от группы лиц по предварительному сговору признание организованной группы предполагает ее устойчивость и предварительное объединение участников с целью совершения преступлений. Пункт 4 этой же статьи признает преступление совершенным преступным сообществом (преступной организацией), если оно совершено сплоченной организованной группой (организацией), созданной для совершения тяжких или особо тяжких преступлений, либо объединением организованных групп.</w:t>
      </w:r>
    </w:p>
    <w:p w:rsidR="00C87736" w:rsidRDefault="00C87736">
      <w:pPr>
        <w:ind w:firstLine="284"/>
        <w:jc w:val="both"/>
      </w:pPr>
      <w:r>
        <w:t xml:space="preserve">     Если для признания преступной группы организованной достаточно таких признаков, как устойчивость и объединение заранее ее участников общей целью совершения любых преступлений, то преступное сообщество характеризуется сплоченностью ее участников, преследующих цели совершения тяжких или особо тяжких преступлений. Согласно ч. 4 ст.15 Уголовного кодекса тяжкими преступлениями признаются умышленные и неосторожные деяния, за совершение которых предусматривается наказание от 5 до 10 лет лишения свободы, а особо тяжкими преступлениями, согласно ч. 5 этой же статьи, - умышленные деяния, за совершение которых установлено наказание свыше 10 лет лишения свободы и более строгое наказание. Созданное для совершения тяжких и особо тяжких преступлений объединение организованных групп также согласно ч.4 ст.35 УК РФ представляет собой преступное сообщество. И хотя названные в законе отличительные признаки организованной группы и преступного сообщества нуждаются в комментарии, данное в законе определение обоих понятий позволяет следователю, прокурору и суду правильно квалифицировать преступные структуры и действия их участников. Правоохранительные органы получили новый правовой инструмент борьбы с организованной преступностью.</w:t>
      </w:r>
      <w:r>
        <w:rPr>
          <w:rStyle w:val="a3"/>
        </w:rPr>
        <w:footnoteReference w:id="18"/>
      </w:r>
    </w:p>
    <w:p w:rsidR="00C87736" w:rsidRDefault="00C87736">
      <w:pPr>
        <w:ind w:firstLine="284"/>
        <w:jc w:val="both"/>
      </w:pPr>
      <w:r>
        <w:t>Таким образом, в основу понятия организованной преступ</w:t>
      </w:r>
      <w:r>
        <w:softHyphen/>
        <w:t>ности положены три признака: организованность, устойчи</w:t>
      </w:r>
      <w:r>
        <w:softHyphen/>
        <w:t>вость и сплоченность группы (ч.</w:t>
      </w:r>
      <w:r>
        <w:rPr>
          <w:noProof/>
        </w:rPr>
        <w:t xml:space="preserve"> 3</w:t>
      </w:r>
      <w:r>
        <w:t xml:space="preserve"> и</w:t>
      </w:r>
      <w:r>
        <w:rPr>
          <w:noProof/>
        </w:rPr>
        <w:t xml:space="preserve"> 4).</w:t>
      </w:r>
      <w:r>
        <w:t xml:space="preserve"> Из текста закона вытекают две основные формы организованной преступности:</w:t>
      </w:r>
    </w:p>
    <w:p w:rsidR="00C87736" w:rsidRDefault="00C87736">
      <w:pPr>
        <w:ind w:firstLine="284"/>
        <w:jc w:val="both"/>
      </w:pPr>
      <w:r>
        <w:rPr>
          <w:noProof/>
        </w:rPr>
        <w:t>1)</w:t>
      </w:r>
      <w:r>
        <w:t xml:space="preserve"> организованная группа;</w:t>
      </w:r>
    </w:p>
    <w:p w:rsidR="00C87736" w:rsidRDefault="00C87736">
      <w:pPr>
        <w:ind w:firstLine="284"/>
        <w:jc w:val="both"/>
      </w:pPr>
      <w:r>
        <w:rPr>
          <w:noProof/>
        </w:rPr>
        <w:t>2)</w:t>
      </w:r>
      <w:r>
        <w:t xml:space="preserve"> преступное сообщество (преступная организация). Отличие организованной группы, указанной в ч.</w:t>
      </w:r>
      <w:r>
        <w:rPr>
          <w:noProof/>
        </w:rPr>
        <w:t xml:space="preserve"> 3,</w:t>
      </w:r>
      <w:r>
        <w:t xml:space="preserve"> и пре</w:t>
      </w:r>
      <w:r>
        <w:softHyphen/>
        <w:t>ступного сообщества (преступной организации), указанной в ч. 4-й ст.</w:t>
      </w:r>
      <w:r>
        <w:rPr>
          <w:noProof/>
        </w:rPr>
        <w:t xml:space="preserve"> 35</w:t>
      </w:r>
      <w:r>
        <w:t xml:space="preserve"> УК РФ состоит в степени сплочённости и це</w:t>
      </w:r>
      <w:r>
        <w:softHyphen/>
        <w:t>лях объединения. Организованная группа может быть со</w:t>
      </w:r>
      <w:r>
        <w:softHyphen/>
        <w:t>здана для совершения одного или нескольких преступлений, независимо от степени их тяжести.</w:t>
      </w:r>
    </w:p>
    <w:p w:rsidR="00C87736" w:rsidRDefault="00C87736">
      <w:pPr>
        <w:ind w:firstLine="284"/>
        <w:jc w:val="both"/>
      </w:pPr>
      <w:r>
        <w:t>Преступное сообщество (преступная организация) и объ</w:t>
      </w:r>
      <w:r>
        <w:softHyphen/>
        <w:t>единение организованных групп создаются для совершения тяжких или особо тяжких преступлений.</w:t>
      </w:r>
    </w:p>
    <w:p w:rsidR="00C87736" w:rsidRDefault="00C87736">
      <w:pPr>
        <w:ind w:firstLine="284"/>
        <w:jc w:val="both"/>
      </w:pPr>
      <w:r>
        <w:t>Как видно, закон ставит знак равенства между «сплочен</w:t>
      </w:r>
      <w:r>
        <w:softHyphen/>
        <w:t>ной организованной группой» (организацией) и «объедине</w:t>
      </w:r>
      <w:r>
        <w:softHyphen/>
        <w:t>нием организованных групп» и относит их к преступному сообществу (преступной организации). Представляется, за</w:t>
      </w:r>
      <w:r>
        <w:softHyphen/>
        <w:t>конодатель не случайно там, где говорится о преступном со</w:t>
      </w:r>
      <w:r>
        <w:softHyphen/>
        <w:t>обществе, указывает в скобках (преступная организация), подчеркивая одинаковость этих понятий.</w:t>
      </w:r>
    </w:p>
    <w:p w:rsidR="00C87736" w:rsidRDefault="00C87736">
      <w:pPr>
        <w:ind w:firstLine="284"/>
        <w:jc w:val="both"/>
      </w:pPr>
      <w:r>
        <w:t>Но вряд ли можно с этим согласиться. Преступная орга</w:t>
      </w:r>
      <w:r>
        <w:softHyphen/>
        <w:t>низованная группа (организация), как указано в ч.</w:t>
      </w:r>
      <w:r>
        <w:rPr>
          <w:noProof/>
        </w:rPr>
        <w:t xml:space="preserve"> 4</w:t>
      </w:r>
      <w:r>
        <w:t xml:space="preserve"> ст.</w:t>
      </w:r>
      <w:r>
        <w:rPr>
          <w:noProof/>
        </w:rPr>
        <w:t xml:space="preserve"> 35 </w:t>
      </w:r>
      <w:r>
        <w:t>УК. и объединение организованных групп</w:t>
      </w:r>
      <w:r>
        <w:rPr>
          <w:noProof/>
        </w:rPr>
        <w:t xml:space="preserve"> —</w:t>
      </w:r>
      <w:r>
        <w:t xml:space="preserve"> это не одно и то же. Степень их структурной организации и общественная опасность для общества различны. Само название сообще</w:t>
      </w:r>
      <w:r>
        <w:softHyphen/>
        <w:t>ства подразумевает не просто одну преступную организо</w:t>
      </w:r>
      <w:r>
        <w:softHyphen/>
        <w:t>ванную группу (организацию), а объединение организован</w:t>
      </w:r>
      <w:r>
        <w:softHyphen/>
        <w:t>ных преступных групп, их слияние в сообщества с целью со</w:t>
      </w:r>
      <w:r>
        <w:softHyphen/>
        <w:t>здания более крупных, более мощных преступных структур и сфере организованной преступности, что, кстати сказать, и настоящее время происходит в России. Только по этой при</w:t>
      </w:r>
      <w:r>
        <w:softHyphen/>
        <w:t>чине количество организованных преступных групп уменьша</w:t>
      </w:r>
      <w:r>
        <w:softHyphen/>
        <w:t>ется за счет их укрупнения. Большое число этих групп име</w:t>
      </w:r>
      <w:r>
        <w:softHyphen/>
        <w:t>ет в своем распоряжении вооружение.</w:t>
      </w:r>
    </w:p>
    <w:p w:rsidR="00C87736" w:rsidRDefault="00C87736">
      <w:pPr>
        <w:ind w:firstLine="284"/>
        <w:jc w:val="both"/>
      </w:pPr>
      <w:r>
        <w:t>Текст ст.</w:t>
      </w:r>
      <w:r>
        <w:rPr>
          <w:noProof/>
        </w:rPr>
        <w:t xml:space="preserve"> 35</w:t>
      </w:r>
      <w:r>
        <w:t xml:space="preserve"> УК РФ не состыкуется с некоторыми стать</w:t>
      </w:r>
      <w:r>
        <w:softHyphen/>
        <w:t>ями его Особенной части. Статья</w:t>
      </w:r>
      <w:r>
        <w:rPr>
          <w:noProof/>
        </w:rPr>
        <w:t xml:space="preserve"> 209</w:t>
      </w:r>
      <w:r>
        <w:t xml:space="preserve"> УК РФ предусматри</w:t>
      </w:r>
      <w:r>
        <w:softHyphen/>
        <w:t>вает уголовную ответственность за создание устойчивой во</w:t>
      </w:r>
      <w:r>
        <w:softHyphen/>
        <w:t>оруженной группы (банды) и участие в ней. Однако банди</w:t>
      </w:r>
      <w:r>
        <w:softHyphen/>
        <w:t>тизм, как одна из форм организованной преступности, в ст.</w:t>
      </w:r>
      <w:r>
        <w:rPr>
          <w:noProof/>
        </w:rPr>
        <w:t xml:space="preserve"> 35 </w:t>
      </w:r>
      <w:r>
        <w:t>У К не указан. Статья</w:t>
      </w:r>
      <w:r>
        <w:rPr>
          <w:noProof/>
        </w:rPr>
        <w:t xml:space="preserve"> 210</w:t>
      </w:r>
      <w:r>
        <w:t xml:space="preserve"> УК РФ устанавливает уголовную ответственность за организацию преступного сообщества (пре</w:t>
      </w:r>
      <w:r>
        <w:softHyphen/>
        <w:t>ступной организации)</w:t>
      </w:r>
      <w:r>
        <w:rPr>
          <w:noProof/>
        </w:rPr>
        <w:t>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диспозиции статьи говорится об ответственности за со</w:t>
      </w:r>
      <w:r>
        <w:rPr>
          <w:rFonts w:ascii="Times New Roman" w:hAnsi="Times New Roman" w:cs="Times New Roman"/>
          <w:sz w:val="28"/>
          <w:szCs w:val="28"/>
        </w:rPr>
        <w:softHyphen/>
        <w:t>здание объединений организаторов, руководителей или иных представителей организованных групп в целях разработки планов и условий для совершения тяжких пли особо тяжких преступлений, либо участие в них, хотя о таких объедине</w:t>
      </w:r>
      <w:r>
        <w:rPr>
          <w:rFonts w:ascii="Times New Roman" w:hAnsi="Times New Roman" w:cs="Times New Roman"/>
          <w:sz w:val="28"/>
          <w:szCs w:val="28"/>
        </w:rPr>
        <w:softHyphen/>
        <w:t>ниях ничего не сказано в ст.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35</w:t>
      </w:r>
      <w:r>
        <w:rPr>
          <w:rFonts w:ascii="Times New Roman" w:hAnsi="Times New Roman" w:cs="Times New Roman"/>
          <w:sz w:val="28"/>
          <w:szCs w:val="28"/>
        </w:rPr>
        <w:t xml:space="preserve"> УК, а говорится «об объеди</w:t>
      </w:r>
      <w:r>
        <w:rPr>
          <w:rFonts w:ascii="Times New Roman" w:hAnsi="Times New Roman" w:cs="Times New Roman"/>
          <w:sz w:val="28"/>
          <w:szCs w:val="28"/>
        </w:rPr>
        <w:softHyphen/>
        <w:t>нениях организованных групп».</w:t>
      </w:r>
      <w:r>
        <w:rPr>
          <w:rStyle w:val="a3"/>
          <w:rFonts w:ascii="Times New Roman" w:hAnsi="Times New Roman" w:cs="Times New Roman"/>
          <w:sz w:val="28"/>
          <w:szCs w:val="28"/>
        </w:rPr>
        <w:footnoteReference w:id="19"/>
      </w:r>
    </w:p>
    <w:p w:rsidR="00C87736" w:rsidRDefault="00C87736">
      <w:pPr>
        <w:ind w:firstLine="284"/>
        <w:jc w:val="both"/>
      </w:pPr>
      <w:r>
        <w:t>Кроме уголовно-правового понятия организованной пре</w:t>
      </w:r>
      <w:r>
        <w:softHyphen/>
        <w:t>ступности криминология имеет свой взгляд по данной про</w:t>
      </w:r>
      <w:r>
        <w:softHyphen/>
        <w:t xml:space="preserve">блеме, выделяя три уровня организованной преступности. </w:t>
      </w:r>
    </w:p>
    <w:p w:rsidR="00C87736" w:rsidRDefault="00C87736">
      <w:pPr>
        <w:ind w:firstLine="284"/>
        <w:jc w:val="both"/>
      </w:pPr>
      <w:r>
        <w:t>Первый уровень</w:t>
      </w:r>
      <w:r>
        <w:rPr>
          <w:noProof/>
        </w:rPr>
        <w:t xml:space="preserve"> --</w:t>
      </w:r>
      <w:r>
        <w:t xml:space="preserve"> организованная группа, имеющая элементар</w:t>
      </w:r>
      <w:r>
        <w:softHyphen/>
        <w:t>ную структуру («руководитель»</w:t>
      </w:r>
      <w:r>
        <w:rPr>
          <w:noProof/>
        </w:rPr>
        <w:t xml:space="preserve"> —</w:t>
      </w:r>
      <w:r>
        <w:t xml:space="preserve"> «участники» или «активные члены группы»</w:t>
      </w:r>
      <w:r>
        <w:rPr>
          <w:noProof/>
        </w:rPr>
        <w:t xml:space="preserve"> —</w:t>
      </w:r>
      <w:r>
        <w:t xml:space="preserve"> «исполнители»). Приказ главаря идет сразу исполнителю, минуя промежуточные звенья, которых здесь нет. Количест</w:t>
      </w:r>
      <w:r>
        <w:softHyphen/>
        <w:t>во группы</w:t>
      </w:r>
      <w:r>
        <w:rPr>
          <w:noProof/>
        </w:rPr>
        <w:t xml:space="preserve"> —</w:t>
      </w:r>
      <w:r>
        <w:t xml:space="preserve"> до</w:t>
      </w:r>
      <w:r>
        <w:rPr>
          <w:noProof/>
        </w:rPr>
        <w:t xml:space="preserve"> 50</w:t>
      </w:r>
      <w:r>
        <w:t xml:space="preserve"> и более человек.  Ею совершаются, как правило, преступления,  не требующие особой подготовки</w:t>
      </w:r>
      <w:r>
        <w:rPr>
          <w:noProof/>
        </w:rPr>
        <w:t xml:space="preserve"> —</w:t>
      </w:r>
      <w:r>
        <w:t xml:space="preserve"> грабежи, разбои, мошенничество. Уровень преступного профессионализма подобных групп весьма невысок. Такие группы численно невелики, редко имеют кор</w:t>
      </w:r>
      <w:r>
        <w:softHyphen/>
        <w:t>румпированные связи (если же таковые имеются, то служебный статус коррумпированных лиц невысок). Однако отмечены случаи существо</w:t>
      </w:r>
      <w:r>
        <w:softHyphen/>
        <w:t>вания организованных групп этого уровня, функционирующих как квазилегальные юридические лица и осуществляющие относительно эффективную преступную деятельность в случаях столкновения инте</w:t>
      </w:r>
      <w:r>
        <w:softHyphen/>
        <w:t>ресов   (устранение   конкурентов,   «передел»   контролируемых территории, зашита от экспансии со стороны других формирований и т.п.)</w:t>
      </w:r>
      <w:r>
        <w:rPr>
          <w:noProof/>
        </w:rPr>
        <w:t xml:space="preserve"> —</w:t>
      </w:r>
      <w:r>
        <w:t xml:space="preserve"> при этом основными преступлениями, совершаемыми группой. становятся убийства и вымогательства.</w:t>
      </w:r>
    </w:p>
    <w:p w:rsidR="00C87736" w:rsidRDefault="00C87736">
      <w:pPr>
        <w:ind w:firstLine="284"/>
        <w:jc w:val="both"/>
      </w:pPr>
      <w:r>
        <w:t>Второй уровень</w:t>
      </w:r>
      <w:r>
        <w:rPr>
          <w:noProof/>
        </w:rPr>
        <w:t xml:space="preserve"> —</w:t>
      </w:r>
      <w:r>
        <w:t xml:space="preserve"> преступная группировка, отличающаяся более высокой функциональной дифференциацией, иерархичностью, разде</w:t>
      </w:r>
      <w:r>
        <w:softHyphen/>
        <w:t>лением ролей, наличием, как правило, коррумпированных связей в государственном аппарате и правоохранительных органах. Числен</w:t>
      </w:r>
      <w:r>
        <w:softHyphen/>
        <w:t>ность их достаточно велика (до нескольких десятков человек), что и позволяет обеспечить определенную структуризацию группы («исполнители»</w:t>
      </w:r>
      <w:r>
        <w:rPr>
          <w:noProof/>
        </w:rPr>
        <w:t xml:space="preserve"> —</w:t>
      </w:r>
      <w:r>
        <w:t xml:space="preserve"> «боевики»</w:t>
      </w:r>
      <w:r>
        <w:rPr>
          <w:noProof/>
        </w:rPr>
        <w:t xml:space="preserve"> —</w:t>
      </w:r>
      <w:r>
        <w:t xml:space="preserve"> «прикрытие и обеспечение»</w:t>
      </w:r>
      <w:r>
        <w:rPr>
          <w:noProof/>
        </w:rPr>
        <w:t xml:space="preserve"> —</w:t>
      </w:r>
      <w:r>
        <w:t xml:space="preserve"> «руководство»; возможны другие варианты). Отмечается появление функции контроля за территорией или определенною рода бизнесом (предоставление «защиты» торговым, финансовым и иным компаниям;</w:t>
      </w:r>
    </w:p>
    <w:p w:rsidR="00C87736" w:rsidRDefault="00C87736">
      <w:pPr>
        <w:ind w:firstLine="284"/>
        <w:jc w:val="both"/>
      </w:pPr>
      <w:r>
        <w:t>захват части «черного» рынка наркотиков, участие в контрабандных операциях и проч.).</w:t>
      </w:r>
    </w:p>
    <w:p w:rsidR="00C87736" w:rsidRDefault="00C87736">
      <w:pPr>
        <w:ind w:firstLine="284"/>
        <w:jc w:val="both"/>
      </w:pPr>
      <w:r>
        <w:t>Третий уровень</w:t>
      </w:r>
      <w:r>
        <w:rPr>
          <w:noProof/>
        </w:rPr>
        <w:t xml:space="preserve"> —</w:t>
      </w:r>
      <w:r>
        <w:t xml:space="preserve"> преступное сообщество (организация). Вклю</w:t>
      </w:r>
      <w:r>
        <w:softHyphen/>
        <w:t>чает в себя, как правило, несколько группировок. Подобного рода пре</w:t>
      </w:r>
      <w:r>
        <w:softHyphen/>
        <w:t>ступные формирования имеют ряд характеристик, определяющих высокую эффективность их деятельности и зашиты от всех видов социального контроля.</w:t>
      </w:r>
      <w:r>
        <w:rPr>
          <w:rStyle w:val="a3"/>
        </w:rPr>
        <w:footnoteReference w:id="20"/>
      </w:r>
    </w:p>
    <w:p w:rsidR="00C87736" w:rsidRDefault="00C87736">
      <w:pPr>
        <w:ind w:firstLine="284"/>
        <w:jc w:val="both"/>
      </w:pPr>
      <w:r>
        <w:t>По территориальному масштабу деятельности организован</w:t>
      </w:r>
      <w:r>
        <w:softHyphen/>
        <w:t>ные преступные структуры можно подразделить на региональные,</w:t>
      </w:r>
      <w:r>
        <w:rPr>
          <w:noProof/>
        </w:rPr>
        <w:t xml:space="preserve"> • </w:t>
      </w:r>
      <w:r>
        <w:t xml:space="preserve">межрегиональные, действующие в масштабах страны, транснациональные (международные).                               </w:t>
      </w:r>
    </w:p>
    <w:p w:rsidR="00C87736" w:rsidRDefault="00C87736">
      <w:pPr>
        <w:ind w:firstLine="284"/>
        <w:jc w:val="both"/>
      </w:pPr>
      <w:r>
        <w:t>По направлениям деятельности организованные преступные</w:t>
      </w:r>
      <w:r>
        <w:rPr>
          <w:noProof/>
        </w:rPr>
        <w:t xml:space="preserve">  </w:t>
      </w:r>
      <w:r>
        <w:t>структуры можно подразделить на функционирующие в сфере: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криминального бизнеса (незаконный оборот наркотических средств и психотропных веществ, оружия, предметов истории и искусства; кон</w:t>
      </w:r>
      <w:r>
        <w:softHyphen/>
        <w:t>трабанда стратегических материалов и вредных отходов; незаконный оборот человеческих органов и тканей; хищения автомобилей; злоу</w:t>
      </w:r>
      <w:r>
        <w:softHyphen/>
        <w:t>потребления компьютерной информацией; организация азартных игр, проституции, изготовления порнографии и т. д.);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теневой экономики (контроль и изъятие части прибыли, распределение сфер влияния, непосредственное создание теневых предприятий и т. д.);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легальной экономики (отмывание средств, полученных преступным путем, и их вложение в высокодоходные предприятия, контроль и изъятие путем злоупотреблений части легальной прибыли и т. д.).</w:t>
      </w:r>
    </w:p>
    <w:p w:rsidR="00C87736" w:rsidRDefault="00C87736">
      <w:pPr>
        <w:ind w:firstLine="284"/>
        <w:jc w:val="both"/>
      </w:pPr>
      <w:r>
        <w:t>Конечно, классификация по направлениям деятельности но</w:t>
      </w:r>
      <w:r>
        <w:softHyphen/>
        <w:t>сит условный характер. Во-первых, надо учитывать тенденцию ди</w:t>
      </w:r>
      <w:r>
        <w:softHyphen/>
        <w:t>версификации организованной преступности, отмеченную в доку</w:t>
      </w:r>
      <w:r>
        <w:softHyphen/>
        <w:t>ментах ООН. Иными словами, стремление организованных преступников распространять свои действия на новые сферы об</w:t>
      </w:r>
      <w:r>
        <w:softHyphen/>
        <w:t>щественной жизни, где можно извлечь максимальную прибыль, как и стремление преступных структур наряду с основной специали</w:t>
      </w:r>
      <w:r>
        <w:softHyphen/>
        <w:t>зацией «осваивать» и другие направления преступной деятельнос</w:t>
      </w:r>
      <w:r>
        <w:softHyphen/>
        <w:t>ти, а затем переходить к легализации ее результатов. Но для харак</w:t>
      </w:r>
      <w:r>
        <w:softHyphen/>
        <w:t>теристики первоначальных этапов получения преступной прибыли данная классификация сохраняет свое значение.</w:t>
      </w:r>
      <w:r>
        <w:rPr>
          <w:rStyle w:val="a3"/>
        </w:rPr>
        <w:footnoteReference w:id="21"/>
      </w:r>
    </w:p>
    <w:p w:rsidR="00C87736" w:rsidRDefault="00C87736">
      <w:pPr>
        <w:ind w:firstLine="284"/>
        <w:jc w:val="both"/>
      </w:pPr>
      <w:r>
        <w:t>В литературе обоснованно указывается, что уголовно-правовые характеристики не исчерпывают сущности организованной преступности.  Действительно, нормы УК, описывающие виды соучастия в организованных преступлениях, как и сами такие структуры, создание  и участие в которых влечет уголовную ответственность (ст.</w:t>
      </w:r>
      <w:r>
        <w:rPr>
          <w:noProof/>
        </w:rPr>
        <w:t xml:space="preserve"> 35,63,</w:t>
      </w:r>
      <w:r>
        <w:t>209 и др. УК РФ), ограничиваются минимумом признаков, да и те  зачастую оценочный характер, например «устойчивая группа», «сплоченная группа» и т. д. Но тем не менее уголовно-правовые дефиниции организованных преступлений и их участников яляются базовыми для развернутой криминологической характер организованной преступности как социально-правового явления, охватывающего совокупность соответствующих деяний</w:t>
      </w:r>
    </w:p>
    <w:p w:rsidR="00C87736" w:rsidRDefault="00C87736">
      <w:pPr>
        <w:ind w:firstLine="284"/>
        <w:jc w:val="both"/>
      </w:pPr>
      <w:r>
        <w:t>Выделяют следующие признаки организованной преступности:</w:t>
      </w:r>
    </w:p>
    <w:p w:rsidR="00C87736" w:rsidRDefault="00C87736">
      <w:pPr>
        <w:ind w:firstLine="284"/>
        <w:jc w:val="both"/>
      </w:pPr>
      <w:r>
        <w:t>а)устойчивость;</w:t>
      </w:r>
    </w:p>
    <w:p w:rsidR="00C87736" w:rsidRDefault="00C87736">
      <w:pPr>
        <w:ind w:firstLine="284"/>
        <w:jc w:val="both"/>
      </w:pPr>
      <w:r>
        <w:t>б) системность;</w:t>
      </w:r>
    </w:p>
    <w:p w:rsidR="00C87736" w:rsidRDefault="00C87736">
      <w:pPr>
        <w:ind w:firstLine="284"/>
        <w:jc w:val="both"/>
      </w:pPr>
      <w:r>
        <w:t>в) масштабность;</w:t>
      </w:r>
    </w:p>
    <w:p w:rsidR="00C87736" w:rsidRDefault="00C87736">
      <w:pPr>
        <w:ind w:firstLine="284"/>
        <w:jc w:val="both"/>
      </w:pPr>
      <w:r>
        <w:t>г) цели;</w:t>
      </w:r>
    </w:p>
    <w:p w:rsidR="00C87736" w:rsidRDefault="00C87736">
      <w:pPr>
        <w:ind w:firstLine="284"/>
        <w:jc w:val="both"/>
      </w:pPr>
      <w:r>
        <w:t>д</w:t>
      </w:r>
      <w:r>
        <w:rPr>
          <w:noProof/>
        </w:rPr>
        <w:t>)</w:t>
      </w:r>
      <w:r>
        <w:t xml:space="preserve"> способы;</w:t>
      </w:r>
    </w:p>
    <w:p w:rsidR="00C87736" w:rsidRDefault="00C87736">
      <w:pPr>
        <w:ind w:firstLine="284"/>
        <w:jc w:val="both"/>
      </w:pPr>
      <w:r>
        <w:t>е</w:t>
      </w:r>
      <w:r>
        <w:rPr>
          <w:noProof/>
        </w:rPr>
        <w:t>)</w:t>
      </w:r>
      <w:r>
        <w:t xml:space="preserve"> обеспечение безопасности.</w:t>
      </w:r>
    </w:p>
    <w:p w:rsidR="00C87736" w:rsidRDefault="00C87736">
      <w:pPr>
        <w:ind w:firstLine="284"/>
        <w:jc w:val="both"/>
      </w:pPr>
      <w:r>
        <w:t>Признак устойчивости реализуется в таких характеристиках, как сквозная (постоянная) задача и длящийся характер преступной деятельностн; ее планирование и подготовка; строгая иерархия участников и наличие руководящего ядра; безусловная дисциплина.</w:t>
      </w:r>
    </w:p>
    <w:p w:rsidR="00C87736" w:rsidRDefault="00C87736">
      <w:pPr>
        <w:ind w:firstLine="284"/>
        <w:jc w:val="both"/>
      </w:pPr>
      <w:r>
        <w:t xml:space="preserve">   Устойчивость как характерный признак организованных преступных структур подчеркивается буквальным значением самой используемой терминологии: понятие «организация» (в буквальном  переводе с латинского</w:t>
      </w:r>
      <w:r>
        <w:rPr>
          <w:noProof/>
        </w:rPr>
        <w:t xml:space="preserve"> —</w:t>
      </w:r>
      <w:r>
        <w:t xml:space="preserve"> «придать стройный вид») означает соединение чего-либо или кого-либо в одно целое, в систему; объединение людей, совместно реализующих определенную цель и действующих совместно или скоординированно на основе разделения обязанностей и иерархической структуры.  </w:t>
      </w:r>
    </w:p>
    <w:p w:rsidR="00C87736" w:rsidRDefault="00C87736">
      <w:pPr>
        <w:ind w:firstLine="284"/>
        <w:jc w:val="both"/>
      </w:pPr>
      <w:r>
        <w:t xml:space="preserve">   Признак системности тесно связан с устойчивостью и непосредственно реализуется в таких характеристиках организованной преступности, как прямая или опосредованная связь и специализация ее структур в масштабе региона, отрасли экономики, вида криминального бизнеса (взаимодействие, иерархическая связь, согласованное распределение сфер деятельности, связь и т. д.). Надо выделить при этом многоуровневость системы по схеме: организованная преступная группа</w:t>
      </w:r>
      <w:r>
        <w:rPr>
          <w:noProof/>
        </w:rPr>
        <w:t xml:space="preserve"> — </w:t>
      </w:r>
      <w:r>
        <w:t>преступное сообщество (когда эти группы управляются из единого центра)</w:t>
      </w:r>
      <w:r>
        <w:rPr>
          <w:noProof/>
        </w:rPr>
        <w:t xml:space="preserve"> —</w:t>
      </w:r>
      <w:r>
        <w:t xml:space="preserve"> совокупность соподчиненных или взаимодействующих в регионе, в ряде регионов, стране в целом, в ряде стран преступных сообществ («ассоциации», «концерны» преступных  структур).     </w:t>
      </w:r>
    </w:p>
    <w:p w:rsidR="00C87736" w:rsidRDefault="00C87736">
      <w:pPr>
        <w:ind w:firstLine="284"/>
        <w:jc w:val="both"/>
      </w:pPr>
      <w:r>
        <w:t xml:space="preserve">   Отметим также, что взаимодействие, в том числе конкурент</w:t>
      </w:r>
      <w:r>
        <w:softHyphen/>
        <w:t>ное, построенное по территориальному или отраслевому признаку преступной деятельности, предполагает существование различных форм обсуждения и разрешения возникающих конфликтов, распределения сфер деятельности, договоренностей о совместных действиях, взаимоподдержке, согласовании этапов длящейся преступной деятельности (например, предоставление оружия и технических средств</w:t>
      </w:r>
      <w:r>
        <w:rPr>
          <w:noProof/>
        </w:rPr>
        <w:t xml:space="preserve"> - -</w:t>
      </w:r>
      <w:r>
        <w:t xml:space="preserve"> преступное изъятие имущества</w:t>
      </w:r>
      <w:r>
        <w:rPr>
          <w:noProof/>
        </w:rPr>
        <w:t xml:space="preserve"> —</w:t>
      </w:r>
      <w:r>
        <w:t xml:space="preserve"> его вывоз за  пределы данной территории и реализация</w:t>
      </w:r>
      <w:r>
        <w:rPr>
          <w:noProof/>
        </w:rPr>
        <w:t xml:space="preserve"> —</w:t>
      </w:r>
      <w:r>
        <w:t xml:space="preserve"> распределение средств, полученных преступным путем, и их дальнейшее использование). Речь идет о сходках руководителей преступных групп  и сообществ, посреднической и третейской деятельности лиц, авторитетных в преступной среде, и т. п. Системность проявляется в тенденции укрупнения самих преступных структур (образовании сообществ из групп, «ассоциаций» из сообществ и т. д.); в их взаимодействии с «обычной» криминальной и предкриминальной средой, в целенаправленной обработке общественного мнения и</w:t>
      </w:r>
      <w:r>
        <w:rPr>
          <w:noProof/>
        </w:rPr>
        <w:t xml:space="preserve"> ïîä</w:t>
      </w:r>
      <w:r>
        <w:t xml:space="preserve">готовке резервов.                                        </w:t>
      </w:r>
    </w:p>
    <w:p w:rsidR="00C87736" w:rsidRDefault="00C87736">
      <w:pPr>
        <w:ind w:firstLine="284"/>
        <w:jc w:val="both"/>
      </w:pPr>
      <w:r>
        <w:t>Масштабность</w:t>
      </w:r>
      <w:r>
        <w:rPr>
          <w:noProof/>
        </w:rPr>
        <w:t xml:space="preserve"> —</w:t>
      </w:r>
      <w:r>
        <w:t xml:space="preserve"> один из обязательных признаков организо</w:t>
      </w:r>
      <w:r>
        <w:softHyphen/>
        <w:t>ванной преступности, означающий, что речь идет о деятельности в рамках региона (крупный город, область или несколько районов и т. д.), межрегиональной, в рамках страны в целом или несколь</w:t>
      </w:r>
      <w:r>
        <w:softHyphen/>
        <w:t>ких стран. Либо о деятельности устойчивых преступных групп</w:t>
      </w:r>
      <w:r>
        <w:rPr>
          <w:noProof/>
        </w:rPr>
        <w:t xml:space="preserve">  </w:t>
      </w:r>
      <w:r>
        <w:t>меньших территориальных рамках (на предприятии, в учреждении, микрорайоне и тому подобных «точечных» объектах), которая, однако, влечет последствия, сравнимые с последствиями органи</w:t>
      </w:r>
      <w:r>
        <w:softHyphen/>
        <w:t>зованной преступной деятельности в более широких территориальных масштабах. Использование же терминологии «организован</w:t>
      </w:r>
      <w:r>
        <w:softHyphen/>
        <w:t>ная преступность», «мафия», «рэкет» для обозначения нестойких разрозненных групп, занимающихся, например, вымогательство»» или другими корыстно-насильственными преступлениями, крайне нежелательно, так как в значительной степени способствует стира</w:t>
      </w:r>
      <w:r>
        <w:softHyphen/>
        <w:t>нию в глазах населения различия между задачами, возможностями,</w:t>
      </w:r>
      <w:r>
        <w:rPr>
          <w:noProof/>
        </w:rPr>
        <w:t xml:space="preserve"> </w:t>
      </w:r>
      <w:r>
        <w:t>средствами борьбы с организованной и обычной преступностью;  способствует и дезориентации сотрудников специализированных подразделений относительно предмета и границ их деятельности. Масштабность действий организованных преступных структур обязательно связана и с соподчиненностью или взаимодействием, о которых говорилось выше, а также со значительной величиной преступной прибыли и крупными суммами денежных средств, на</w:t>
      </w:r>
      <w:r>
        <w:softHyphen/>
        <w:t>ходящихся в распоряжении лидеров организованных преступных структур. Если, например, в</w:t>
      </w:r>
      <w:r>
        <w:rPr>
          <w:noProof/>
        </w:rPr>
        <w:t xml:space="preserve"> 1994</w:t>
      </w:r>
      <w:r>
        <w:t xml:space="preserve"> г. по делам о преступлениях ор</w:t>
      </w:r>
      <w:r>
        <w:softHyphen/>
        <w:t>ганизованных групп (сообществ) было изъято около</w:t>
      </w:r>
      <w:r>
        <w:rPr>
          <w:noProof/>
        </w:rPr>
        <w:t xml:space="preserve"> 32</w:t>
      </w:r>
      <w:r>
        <w:t xml:space="preserve"> млн. дол., то в</w:t>
      </w:r>
      <w:r>
        <w:rPr>
          <w:noProof/>
        </w:rPr>
        <w:t xml:space="preserve"> 1995</w:t>
      </w:r>
      <w:r>
        <w:t xml:space="preserve"> г.</w:t>
      </w:r>
      <w:r>
        <w:rPr>
          <w:noProof/>
        </w:rPr>
        <w:t xml:space="preserve"> —</w:t>
      </w:r>
      <w:r>
        <w:t xml:space="preserve"> вдвое большая сумма, причем изъятая валюта, конечно, составляет лишь незначительную часть средств, находящих</w:t>
      </w:r>
      <w:r>
        <w:softHyphen/>
        <w:t>ся в распоряжении организованных преступников.</w:t>
      </w:r>
    </w:p>
    <w:p w:rsidR="00C87736" w:rsidRDefault="00C87736">
      <w:pPr>
        <w:ind w:firstLine="284"/>
        <w:jc w:val="both"/>
      </w:pPr>
      <w:r>
        <w:t>Цели организованных преступных структур всегда сосредото</w:t>
      </w:r>
      <w:r>
        <w:softHyphen/>
        <w:t>чены на извлечении преступным путем максимальных доходов, на обогащении в крупных н особо крупных размерах. Достаточ</w:t>
      </w:r>
      <w:r>
        <w:softHyphen/>
        <w:t>но напомнить в этой связи, что хищения в особо крупных разме</w:t>
      </w:r>
      <w:r>
        <w:softHyphen/>
        <w:t>рах государственного, муниципального (в том числе при прива</w:t>
      </w:r>
      <w:r>
        <w:softHyphen/>
        <w:t>тизации), общественного, смешанного, частного имущества, совершаемые организованными преступными группами и сооб</w:t>
      </w:r>
      <w:r>
        <w:softHyphen/>
        <w:t>ществами, причиняют не менее половины ущерба от хищений в целом, хотя речь идет о</w:t>
      </w:r>
      <w:r>
        <w:rPr>
          <w:noProof/>
        </w:rPr>
        <w:t xml:space="preserve"> 5 — 10%</w:t>
      </w:r>
      <w:r>
        <w:t xml:space="preserve"> всех выявленных участников .хищений. Цель извлечения максимального преступного дохода определяет н направленность изменений интенсивности органи</w:t>
      </w:r>
      <w:r>
        <w:softHyphen/>
        <w:t>зованной преступной деятельности как незамедлительную реакцию на изменения экономической, социальной и политической конъюнктуры. Выделим в этой связи некоторые сферы экономики и иной социальной деятельности, которые характеризуются резким усилением внимания к ним со стороны организованных преступных структур: денежные расчеты при помощи ЭВМ; фор</w:t>
      </w:r>
      <w:r>
        <w:softHyphen/>
        <w:t>мирование и эксплуатация различных банков информации, содер</w:t>
      </w:r>
      <w:r>
        <w:softHyphen/>
        <w:t>жащих семейную, коммерческую, служебную, государственную тайну; вывоз и захоронение отходов промышленной и военной деятельности, представляющих опасность для здоровья людей;</w:t>
      </w:r>
    </w:p>
    <w:p w:rsidR="00C87736" w:rsidRDefault="00C87736">
      <w:pPr>
        <w:ind w:firstLine="284"/>
        <w:jc w:val="both"/>
      </w:pPr>
      <w:r>
        <w:t>игорный бизнес; шоу-бизнес ч т. д. Именно высокие и высочай</w:t>
      </w:r>
      <w:r>
        <w:softHyphen/>
        <w:t>шие размеры прибыли объясняют внимание организованных пре</w:t>
      </w:r>
      <w:r>
        <w:softHyphen/>
        <w:t>ступных структур к крупномасштабному криминальному бизне</w:t>
      </w:r>
      <w:r>
        <w:softHyphen/>
        <w:t>су, связанному с незаконным оборотом наркотических средств и психотропных веществ, оружия, антиквариата, автомобилей, ор</w:t>
      </w:r>
      <w:r>
        <w:softHyphen/>
        <w:t>ганов и тканей человека и т. д.</w:t>
      </w:r>
    </w:p>
    <w:p w:rsidR="00C87736" w:rsidRDefault="00C87736">
      <w:pPr>
        <w:ind w:firstLine="284"/>
        <w:jc w:val="both"/>
      </w:pPr>
      <w:r>
        <w:t>Цель извлечения максимальной прибыли пронизывает и пос</w:t>
      </w:r>
      <w:r>
        <w:softHyphen/>
        <w:t>ледующие операции с денежными средствами, добытыми в резуль</w:t>
      </w:r>
      <w:r>
        <w:softHyphen/>
        <w:t>тате организованной преступной деятельности. Речь идет об их размещении таким образом, чтобы они давали наибольший доход. И если в прошлые годы схема реализации полученных преступных доходов для экономических и общеуголовных преступных струк</w:t>
      </w:r>
      <w:r>
        <w:softHyphen/>
        <w:t>тур различалась (участники первых в основном инвестировали доходы в теневую экономику, а участники вторых тратили их на примитивно понимаемую «красивую жизнь»), то в 1990-х гг. ситу</w:t>
      </w:r>
      <w:r>
        <w:softHyphen/>
        <w:t>ация существенно меняется. А именно: участники экономических преступных структур стремятся к «отмыванию» преступных дохо</w:t>
      </w:r>
      <w:r>
        <w:softHyphen/>
        <w:t>дов и вложению средств для получения легальной прибыли; учас</w:t>
      </w:r>
      <w:r>
        <w:softHyphen/>
        <w:t>тники общеуголовных структур все чаще действуют по этой же схеме, объединяясь или взаимодействуя с преступными структу</w:t>
      </w:r>
      <w:r>
        <w:softHyphen/>
        <w:t xml:space="preserve">рами первого типа. </w:t>
      </w:r>
    </w:p>
    <w:p w:rsidR="00C87736" w:rsidRDefault="00C87736">
      <w:pPr>
        <w:ind w:firstLine="284"/>
        <w:jc w:val="both"/>
      </w:pPr>
      <w:r>
        <w:t>Способы совершения преступлений участниками организованных преступных структур характеризуются профессионализмом.</w:t>
      </w:r>
      <w:r>
        <w:rPr>
          <w:noProof/>
        </w:rPr>
        <w:t xml:space="preserve"> </w:t>
      </w:r>
      <w:r>
        <w:t>Это обстоятельство фиксирует близость понятий организованной и профессиональной преступности. Вместе с тем понятие органи</w:t>
      </w:r>
      <w:r>
        <w:softHyphen/>
        <w:t>зованной преступности шире, так как включает и ряд других необ</w:t>
      </w:r>
      <w:r>
        <w:softHyphen/>
        <w:t>ходимых элементов понятия, относящихся к системности, масштаб</w:t>
      </w:r>
      <w:r>
        <w:softHyphen/>
        <w:t>ности, целенаправленности преступной деятельности и т. д.</w:t>
      </w:r>
    </w:p>
    <w:p w:rsidR="00C87736" w:rsidRDefault="00C87736">
      <w:pPr>
        <w:ind w:firstLine="284"/>
        <w:jc w:val="both"/>
      </w:pPr>
      <w:r>
        <w:t>Преступления, совершаемые участниками организованных</w:t>
      </w:r>
      <w:r>
        <w:rPr>
          <w:noProof/>
        </w:rPr>
        <w:t xml:space="preserve">  </w:t>
      </w:r>
      <w:r>
        <w:t>структур, отличаются тщательностью «технической» подготовки</w:t>
      </w:r>
      <w:r>
        <w:rPr>
          <w:noProof/>
        </w:rPr>
        <w:t xml:space="preserve">  </w:t>
      </w:r>
      <w:r>
        <w:t>(собирание информации, обеспечение техническими средствами</w:t>
      </w:r>
      <w:r>
        <w:rPr>
          <w:noProof/>
        </w:rPr>
        <w:t xml:space="preserve"> </w:t>
      </w:r>
      <w:r>
        <w:t>и оружием); планированием и распределением ролей, целевым  созданием благоприятных условий; организацией сотрудничества лиц и групп, реализующих различные, но взаимосвязанные функ</w:t>
      </w:r>
      <w:r>
        <w:softHyphen/>
        <w:t xml:space="preserve">ции; решительностью и жестокостью действий. В последние годы все заметнее их усилия, связанные с созданием условий для легального использования средств, приобретенных преступным путем. </w:t>
      </w:r>
    </w:p>
    <w:p w:rsidR="00C87736" w:rsidRDefault="00C87736">
      <w:pPr>
        <w:ind w:firstLine="284"/>
        <w:jc w:val="both"/>
      </w:pPr>
      <w:r>
        <w:t>Для организованных преступных структур характерно выделение специализированной функции обеспечения безопасности участников от привлечения к ответственности. Наряду с особым вниманием к конспирации, распространение получало также выделение</w:t>
      </w:r>
      <w:r>
        <w:rPr>
          <w:noProof/>
        </w:rPr>
        <w:t xml:space="preserve">  </w:t>
      </w:r>
      <w:r>
        <w:t>в этих структурах участников с контрразведывательными и охранными функциями; разработка сценариев поведения рядовых участников, берущих на себя ответственность за хранение и ношение</w:t>
      </w:r>
      <w:r>
        <w:rPr>
          <w:noProof/>
        </w:rPr>
        <w:t xml:space="preserve">  </w:t>
      </w:r>
      <w:r>
        <w:t>оружия, его применение и т. п. с тем, чтобы выгородить руководителей преступных групп (сообществ); разработка сценариев поведения этих руководителей (активных участников) на случай задер</w:t>
      </w:r>
      <w:r>
        <w:softHyphen/>
        <w:t>жания или вызова в правоохранительные органы.</w:t>
      </w:r>
      <w:r>
        <w:rPr>
          <w:noProof/>
        </w:rPr>
        <w:t xml:space="preserve">    </w:t>
      </w:r>
    </w:p>
    <w:p w:rsidR="00C87736" w:rsidRDefault="00C87736">
      <w:pPr>
        <w:ind w:firstLine="284"/>
        <w:jc w:val="both"/>
      </w:pPr>
      <w:r>
        <w:t>Широко применяются и такие способы обеспечения безопасности, как получение информации от коррумпированных лиц из</w:t>
      </w:r>
      <w:r>
        <w:rPr>
          <w:noProof/>
        </w:rPr>
        <w:t xml:space="preserve">  </w:t>
      </w:r>
      <w:r>
        <w:t>органов власти, в том числе правоохраны, а также получение при</w:t>
      </w:r>
      <w:r>
        <w:softHyphen/>
        <w:t>крытия от этих лиц, использующих свое официальное положение (по некоторым экспертным оценкам на эти цели может расходоваться до половины преступной прибыли). Распространены и такие способы, как договоренность на постоянной основе о получе</w:t>
      </w:r>
      <w:r>
        <w:softHyphen/>
        <w:t>нии квалифицированной юридической помощи; использование фальсифицированных документов о заболеваниях. Как правило, организованные преступные группы (сообщества) имеют своего рода страховые фонды, составляемые из отчислений от средств, получаемых преступным путем (так называемые общаки). Из них осуществляется в значительных размерах помощь арестованным и осужденным участникам организованной преступной деятельнос</w:t>
      </w:r>
      <w:r>
        <w:softHyphen/>
        <w:t>ти и их семьям; подкуп свидетелей, потерпевших, должностных лиц, оплата юридических услуг. Наличие таких фондов, хранимых обыч</w:t>
      </w:r>
      <w:r>
        <w:softHyphen/>
        <w:t>но лицами, не участвующими в конкретных преступлениях и не находящимися в поле зрения правоохранительных органов,</w:t>
      </w:r>
      <w:r>
        <w:rPr>
          <w:noProof/>
        </w:rPr>
        <w:t xml:space="preserve"> —</w:t>
      </w:r>
      <w:r>
        <w:t xml:space="preserve"> один из существенных факторов, стимулирующих нужное руководите</w:t>
      </w:r>
      <w:r>
        <w:softHyphen/>
        <w:t>лям организованных преступных групп (сообществ) поведение их участников в процессе производства по уголовным делам (наряду с угрозами жизни и здоровью лиц, идущих на сотрудничество с правоохранительными органами).</w:t>
      </w:r>
    </w:p>
    <w:p w:rsidR="00C87736" w:rsidRDefault="00C87736">
      <w:pPr>
        <w:ind w:firstLine="284"/>
        <w:jc w:val="both"/>
      </w:pPr>
      <w:r>
        <w:t xml:space="preserve"> Используя описанные выше существенные признаки организо</w:t>
      </w:r>
      <w:r>
        <w:softHyphen/>
        <w:t>ванной преступности, мы можем определить ее как вид преступ</w:t>
      </w:r>
      <w:r>
        <w:softHyphen/>
        <w:t>ности, системно связанную совокупность преступлений, соверша</w:t>
      </w:r>
      <w:r>
        <w:softHyphen/>
        <w:t>емых участниками устойчивых, иерархизированных, планомерно действующих преступных структур (групп, сообществ, ассоциа</w:t>
      </w:r>
      <w:r>
        <w:softHyphen/>
        <w:t>ций), деятельность которых прямо или опосредованно взаимоподкрепляется и согласуется, будучи направлена на извлечение макси</w:t>
      </w:r>
      <w:r>
        <w:softHyphen/>
        <w:t>мальной прибыли из преступного бизнеса на определенной территории или в определенной сфере, взятой под контроль.</w:t>
      </w:r>
      <w:r>
        <w:rPr>
          <w:rStyle w:val="a3"/>
        </w:rPr>
        <w:footnoteReference w:id="22"/>
      </w:r>
    </w:p>
    <w:p w:rsidR="00C87736" w:rsidRDefault="00C87736">
      <w:pPr>
        <w:ind w:firstLine="284"/>
        <w:jc w:val="both"/>
      </w:pPr>
      <w:r>
        <w:t>Особая общественная опасность организованной преступнос</w:t>
      </w:r>
      <w:r>
        <w:softHyphen/>
        <w:t>ти делает борьбу с ней одним из приоритетных направлений правоохранительной деятельности. Это объясняется не только при</w:t>
      </w:r>
      <w:r>
        <w:softHyphen/>
        <w:t>чиняемым огромным материальным ущербом обществу, не только потерей значительным числом ею граждан жизни, здоровья, иму</w:t>
      </w:r>
      <w:r>
        <w:softHyphen/>
        <w:t>щества в результате действий участников организованных преступ</w:t>
      </w:r>
      <w:r>
        <w:softHyphen/>
        <w:t>ных структур, но и более широким кругом факторов. К их числу относятся, в частности, формирование и распространение среди населения ценностных ориентации на аморализм и вседозволенносгь, нравственное развращение десятков и сотен тысяч членов общества, в том числе несовершеннолетних и молодежи, лиц, ут</w:t>
      </w:r>
      <w:r>
        <w:softHyphen/>
        <w:t>ративших социальную перспективу, которые втягиваются (неред</w:t>
      </w:r>
      <w:r>
        <w:softHyphen/>
        <w:t>ко даже не подозревая о масштабе действий преступников) в те или иные формы пособничества или извлечение выгод из резуль</w:t>
      </w:r>
      <w:r>
        <w:softHyphen/>
        <w:t>татов организованной преступной деятельности. Организованная преступность самим фактом своего существования способствует эскалации жестокости и насилия, подрыву авторитета государства и его органов в глазах населения в связи с якобы бессилием в борь</w:t>
      </w:r>
      <w:r>
        <w:softHyphen/>
        <w:t>бе с нею. Нельзя недооценивать и такие факторы, усиливающие общественную опасность организованной преступности, как под</w:t>
      </w:r>
      <w:r>
        <w:softHyphen/>
        <w:t>держание в некоторых случаях действий национал-экстремистов, внедрение в легальные управленческие и предпринимательские структуры для использования их в преступных целях; целенаправ</w:t>
      </w:r>
      <w:r>
        <w:softHyphen/>
        <w:t>ленные усилия по расширению масштабов коррупции в государ</w:t>
      </w:r>
      <w:r>
        <w:softHyphen/>
        <w:t>ственном аппарате; создание параллельных структур власти по кланово-этническому (родовому, племенному) принципу.</w:t>
      </w:r>
    </w:p>
    <w:p w:rsidR="00C87736" w:rsidRDefault="00C87736">
      <w:pPr>
        <w:ind w:firstLine="284"/>
        <w:jc w:val="both"/>
      </w:pPr>
      <w:r>
        <w:t>В некоторых работах по криминологии говорится о том, что" феномен организованной преступности возник в стране лишь</w:t>
      </w:r>
      <w:r>
        <w:rPr>
          <w:noProof/>
        </w:rPr>
        <w:t xml:space="preserve"> </w:t>
      </w:r>
      <w:r>
        <w:t>в 1980-х гг. Это, однако, не так. Архивные данные свидетельствуют, что преступные группы и сообщества, имевшие большинство при</w:t>
      </w:r>
      <w:r>
        <w:softHyphen/>
        <w:t>знаков, характерных для организованной преступности, действовали в дореволюционной России, в советский период (особенно в годы нэпа, военные и первые послевоенные годы). Соответствен</w:t>
      </w:r>
      <w:r>
        <w:softHyphen/>
        <w:t>но происходило и формирование различных группировок так на</w:t>
      </w:r>
      <w:r>
        <w:softHyphen/>
        <w:t>зываемых воров в законе</w:t>
      </w:r>
      <w:r>
        <w:rPr>
          <w:noProof/>
        </w:rPr>
        <w:t xml:space="preserve"> —</w:t>
      </w:r>
      <w:r>
        <w:t xml:space="preserve"> носителей ценностных ориентации и субкультуры этой преступности, руководящего ядра многих орга</w:t>
      </w:r>
      <w:r>
        <w:softHyphen/>
        <w:t>низованных групп и сообществ. Вместе с тем</w:t>
      </w:r>
      <w:r>
        <w:rPr>
          <w:noProof/>
        </w:rPr>
        <w:t xml:space="preserve"> 80 —</w:t>
      </w:r>
      <w:r>
        <w:t xml:space="preserve"> 90-е гг., бес</w:t>
      </w:r>
      <w:r>
        <w:softHyphen/>
        <w:t>спорно, характеризуются качественным расширением масштабе» преступной деятельности организованных структур; усложнением иерархии; интенсификацией взаимодействия и распределения сфер влияния; формированием смешанных преступных структур дель</w:t>
      </w:r>
      <w:r>
        <w:softHyphen/>
        <w:t>цов и общеуголовных преступников; выраженной ориентацией на вложение средств, полученных преступным путем, в легальную экономическую деятельность; возрастанием амбиций организован</w:t>
      </w:r>
      <w:r>
        <w:softHyphen/>
        <w:t>ных преступников, их давления на органы власти (в том числе правоохраны) и проникновения в них; выходом некоторых преступ</w:t>
      </w:r>
      <w:r>
        <w:softHyphen/>
        <w:t>ных объединений на транснациональный уровень.</w:t>
      </w:r>
      <w:r>
        <w:rPr>
          <w:rStyle w:val="a3"/>
        </w:rPr>
        <w:footnoteReference w:id="23"/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Организованная преступность угрожает эко</w:t>
      </w:r>
      <w:r>
        <w:rPr>
          <w:rFonts w:ascii="Times New Roman" w:hAnsi="Times New Roman" w:cs="Times New Roman"/>
          <w:sz w:val="28"/>
          <w:szCs w:val="28"/>
        </w:rPr>
        <w:softHyphen/>
        <w:t>логии, так как участвует в контрабанде ядерных и химических отходов для их захоронения на территории России.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Она подрывает экономику, так как происходит незаконное изъятие из государственного оборота материальных фондов, укрепление позиций криминальной части теневой экономики.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Совершенно очевидна угроза нормальному функциониро</w:t>
      </w:r>
      <w:r>
        <w:rPr>
          <w:rFonts w:ascii="Times New Roman" w:hAnsi="Times New Roman" w:cs="Times New Roman"/>
          <w:sz w:val="28"/>
          <w:szCs w:val="28"/>
        </w:rPr>
        <w:softHyphen/>
        <w:t>ванию кредитно-банковской системы. Большая часть коммерче</w:t>
      </w:r>
      <w:r>
        <w:rPr>
          <w:rFonts w:ascii="Times New Roman" w:hAnsi="Times New Roman" w:cs="Times New Roman"/>
          <w:sz w:val="28"/>
          <w:szCs w:val="28"/>
        </w:rPr>
        <w:softHyphen/>
        <w:t>ских банков в той или иной мере попадает под влияние мафии. Мафия уже осуществляет так называемый коммерче</w:t>
      </w:r>
      <w:r>
        <w:rPr>
          <w:rFonts w:ascii="Times New Roman" w:hAnsi="Times New Roman" w:cs="Times New Roman"/>
          <w:sz w:val="28"/>
          <w:szCs w:val="28"/>
        </w:rPr>
        <w:softHyphen/>
        <w:t>ский террор, что в условиях перестройки хозяйственною меха</w:t>
      </w:r>
      <w:r>
        <w:rPr>
          <w:rFonts w:ascii="Times New Roman" w:hAnsi="Times New Roman" w:cs="Times New Roman"/>
          <w:sz w:val="28"/>
          <w:szCs w:val="28"/>
        </w:rPr>
        <w:softHyphen/>
        <w:t>низма в сторону рынка особенно опасно. Действие организован</w:t>
      </w:r>
      <w:r>
        <w:rPr>
          <w:rFonts w:ascii="Times New Roman" w:hAnsi="Times New Roman" w:cs="Times New Roman"/>
          <w:sz w:val="28"/>
          <w:szCs w:val="28"/>
        </w:rPr>
        <w:softHyphen/>
        <w:t>ной преступности в экономике не исключает, а даже предполаг</w:t>
      </w:r>
      <w:r>
        <w:rPr>
          <w:rFonts w:ascii="Times New Roman" w:hAnsi="Times New Roman" w:cs="Times New Roman"/>
          <w:sz w:val="28"/>
          <w:szCs w:val="28"/>
          <w:lang w:val="en-US"/>
        </w:rPr>
        <w:t>ae</w:t>
      </w:r>
      <w:r>
        <w:rPr>
          <w:rFonts w:ascii="Times New Roman" w:hAnsi="Times New Roman" w:cs="Times New Roman"/>
          <w:sz w:val="28"/>
          <w:szCs w:val="28"/>
        </w:rPr>
        <w:t>т возможность проникновения ее в сферу политики. Отмеча</w:t>
      </w:r>
      <w:r>
        <w:rPr>
          <w:rFonts w:ascii="Times New Roman" w:hAnsi="Times New Roman" w:cs="Times New Roman"/>
          <w:sz w:val="28"/>
          <w:szCs w:val="28"/>
        </w:rPr>
        <w:softHyphen/>
        <w:t>лись попытки протаскивания лидерами организованной преступ</w:t>
      </w:r>
      <w:r>
        <w:rPr>
          <w:rFonts w:ascii="Times New Roman" w:hAnsi="Times New Roman" w:cs="Times New Roman"/>
          <w:sz w:val="28"/>
          <w:szCs w:val="28"/>
        </w:rPr>
        <w:softHyphen/>
        <w:t>ности своих людей в парламент, финансирование некоторых партий и движений для создания своего лобби.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Наконец, организованная преступность может посягать как непосредственно, так и опосредованно на конституционный строй.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вывод подтвержден в аналитической справке Центра политических исследова</w:t>
      </w:r>
      <w:r>
        <w:rPr>
          <w:rFonts w:ascii="Times New Roman" w:hAnsi="Times New Roman" w:cs="Times New Roman"/>
          <w:sz w:val="28"/>
          <w:szCs w:val="28"/>
        </w:rPr>
        <w:softHyphen/>
        <w:t>ний при администрации Президента.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Опасность организованной преступности заключается еще в том, что она стимулирует, активизирует уголовные элементы, объединяя и контролируя их, заставляя с большей энергией вести преступную деятельность. А это означает рост корыстной преступности.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перспективу развития организованной преступ</w:t>
      </w:r>
      <w:r>
        <w:rPr>
          <w:rFonts w:ascii="Times New Roman" w:hAnsi="Times New Roman" w:cs="Times New Roman"/>
          <w:sz w:val="28"/>
          <w:szCs w:val="28"/>
        </w:rPr>
        <w:softHyphen/>
        <w:t>ности можно оценить как неблагоприятную для нашего общест</w:t>
      </w:r>
      <w:r>
        <w:rPr>
          <w:rFonts w:ascii="Times New Roman" w:hAnsi="Times New Roman" w:cs="Times New Roman"/>
          <w:sz w:val="28"/>
          <w:szCs w:val="28"/>
        </w:rPr>
        <w:softHyphen/>
        <w:t>ва на ближайшие десять лет.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всего, ожидается дальнейшая интеграция пре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ступных объединений, использование их для отмывания денег коммерческих банков, кооперативов и совместных предприятий. В значительной мере это связано с распространением рэкета, который катализирует организованную преступность, меняет ее структуру. По данным МВД РФ, под контролем мафии находится </w:t>
      </w:r>
      <w:r>
        <w:rPr>
          <w:rFonts w:ascii="Times New Roman" w:hAnsi="Times New Roman" w:cs="Times New Roman"/>
          <w:noProof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тыс. коммерческих организаций. По экспертным оценкам, эта цифра увеличивается более чем в два раза. Происходит криминализация экономики, которая будет усугубляться в ближайшие годы.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Нестабильность политической и экономической ситуации предполагает дальнейшее проникновение организованной пре</w:t>
      </w:r>
      <w:r>
        <w:rPr>
          <w:rFonts w:ascii="Times New Roman" w:hAnsi="Times New Roman" w:cs="Times New Roman"/>
          <w:sz w:val="28"/>
          <w:szCs w:val="28"/>
        </w:rPr>
        <w:softHyphen/>
        <w:t>ступности в сферу государственной экономики и политики.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Крайне опасная тенденция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наращивание транснацио</w:t>
      </w:r>
      <w:r>
        <w:rPr>
          <w:rFonts w:ascii="Times New Roman" w:hAnsi="Times New Roman" w:cs="Times New Roman"/>
          <w:sz w:val="28"/>
          <w:szCs w:val="28"/>
        </w:rPr>
        <w:softHyphen/>
        <w:t>нальных связей, чему в значительной мере будут способство</w:t>
      </w:r>
      <w:r>
        <w:rPr>
          <w:rFonts w:ascii="Times New Roman" w:hAnsi="Times New Roman" w:cs="Times New Roman"/>
          <w:sz w:val="28"/>
          <w:szCs w:val="28"/>
        </w:rPr>
        <w:softHyphen/>
        <w:t>вать объективные предпосылки: это открытость границ, расши</w:t>
      </w:r>
      <w:r>
        <w:rPr>
          <w:rFonts w:ascii="Times New Roman" w:hAnsi="Times New Roman" w:cs="Times New Roman"/>
          <w:sz w:val="28"/>
          <w:szCs w:val="28"/>
        </w:rPr>
        <w:softHyphen/>
        <w:t>рение экономических отношений между государствами, слабое правовое регулирование этих процессов.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Мафия России и стран СНГ уже имеет свои филиалы в целом ряде стран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Германии, Польше, США и других.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Преступники контрабандным путем вывозят антиквариат, лекарственное и стратегическое сырье, обратно тем же путем идет компьютерная и множительная техника, оружие, валюта.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Международная наркомафия постановила избрать для отмывания грязных денег страны СНГ и особенно Россию. Появились уже и первые результаты. В последние годы разоблачены груп</w:t>
      </w:r>
      <w:r>
        <w:rPr>
          <w:rFonts w:ascii="Times New Roman" w:hAnsi="Times New Roman" w:cs="Times New Roman"/>
          <w:sz w:val="28"/>
          <w:szCs w:val="28"/>
        </w:rPr>
        <w:softHyphen/>
        <w:t>пы международных мошенников, действовавших на территории России. Как правило, они представляли несуществующие фир</w:t>
      </w:r>
      <w:r>
        <w:rPr>
          <w:rFonts w:ascii="Times New Roman" w:hAnsi="Times New Roman" w:cs="Times New Roman"/>
          <w:sz w:val="28"/>
          <w:szCs w:val="28"/>
        </w:rPr>
        <w:softHyphen/>
        <w:t>мы. Утвердился международный институт наемных убийц.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Следующая тенденция связана с вовлечением в преступ</w:t>
      </w:r>
      <w:r>
        <w:rPr>
          <w:rFonts w:ascii="Times New Roman" w:hAnsi="Times New Roman" w:cs="Times New Roman"/>
          <w:sz w:val="28"/>
          <w:szCs w:val="28"/>
        </w:rPr>
        <w:softHyphen/>
        <w:t>ную деятельность неформальных группировок молодежи отри</w:t>
      </w:r>
      <w:r>
        <w:rPr>
          <w:rFonts w:ascii="Times New Roman" w:hAnsi="Times New Roman" w:cs="Times New Roman"/>
          <w:sz w:val="28"/>
          <w:szCs w:val="28"/>
        </w:rPr>
        <w:softHyphen/>
        <w:t>цательной направленности.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отмечается укрепление связей лидеров орга</w:t>
      </w:r>
      <w:r>
        <w:rPr>
          <w:rFonts w:ascii="Times New Roman" w:hAnsi="Times New Roman" w:cs="Times New Roman"/>
          <w:sz w:val="28"/>
          <w:szCs w:val="28"/>
        </w:rPr>
        <w:softHyphen/>
        <w:t>низованной преступности с экстремистскими элементами, вы</w:t>
      </w:r>
      <w:r>
        <w:rPr>
          <w:rFonts w:ascii="Times New Roman" w:hAnsi="Times New Roman" w:cs="Times New Roman"/>
          <w:sz w:val="28"/>
          <w:szCs w:val="28"/>
        </w:rPr>
        <w:softHyphen/>
        <w:t>ступающими против существующих национальных отношений. Об этом свидетельствуют ситуации в ряде регионов России, где в кровавых событиях участвовали коррумпированные кланы при содействии лидеров преступных организаций.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касается перспективы противоправного бизнеса, то получат свое дальнейшее развитие: торговля наркотиками и оружием; спекуляции недвижимостью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землей, зданиями и т. д.; рэкет банковской системы и производственных предприя</w:t>
      </w:r>
      <w:r>
        <w:rPr>
          <w:rFonts w:ascii="Times New Roman" w:hAnsi="Times New Roman" w:cs="Times New Roman"/>
          <w:sz w:val="28"/>
          <w:szCs w:val="28"/>
        </w:rPr>
        <w:softHyphen/>
        <w:t>тий; профсоюзный рэкет и предоставление услуг в борьбе с ним; контрабанда радиоактивного сырья и компонентов; наемное убийство; организация бизнеса в сфере трансплантации челове</w:t>
      </w:r>
      <w:r>
        <w:rPr>
          <w:rFonts w:ascii="Times New Roman" w:hAnsi="Times New Roman" w:cs="Times New Roman"/>
          <w:sz w:val="28"/>
          <w:szCs w:val="28"/>
        </w:rPr>
        <w:softHyphen/>
        <w:t>ческих органов; детская проституция и ее контроль; предоставление услуг по отмыванию денег, «защиты» от налоговых служб и некоторые другие.</w:t>
      </w:r>
      <w:r>
        <w:rPr>
          <w:rStyle w:val="a3"/>
          <w:rFonts w:ascii="Times New Roman" w:hAnsi="Times New Roman" w:cs="Times New Roman"/>
          <w:sz w:val="28"/>
          <w:szCs w:val="28"/>
        </w:rPr>
        <w:footnoteReference w:id="24"/>
      </w:r>
    </w:p>
    <w:p w:rsidR="00C87736" w:rsidRDefault="00C87736">
      <w:pPr>
        <w:ind w:firstLine="284"/>
        <w:jc w:val="both"/>
      </w:pPr>
      <w:r>
        <w:t>Опираясь на статистику, а также на оперативную и журналистскую информацию, можно сказать, что опасность организованной преступности в России усилилась повсеместно. Ныне преступные сообщества действуют практически во всех субъектах федерации. Более половины из них имеют общеуголовную направленность.   Продолжается процесс их консолидации и расширения сфер влияния. В ее криминальные отношения в настоящее время вовлечены</w:t>
      </w:r>
      <w:r>
        <w:rPr>
          <w:noProof/>
        </w:rPr>
        <w:t xml:space="preserve"> 40%</w:t>
      </w:r>
      <w:r>
        <w:t xml:space="preserve"> предпринимателей и</w:t>
      </w:r>
      <w:r>
        <w:rPr>
          <w:noProof/>
        </w:rPr>
        <w:t xml:space="preserve"> 66%</w:t>
      </w:r>
      <w:r>
        <w:t xml:space="preserve"> всех</w:t>
      </w:r>
      <w:r>
        <w:rPr>
          <w:noProof/>
        </w:rPr>
        <w:t xml:space="preserve"> % </w:t>
      </w:r>
      <w:r>
        <w:t>коммерческих структур. Мафией установлен контроль над</w:t>
      </w:r>
      <w:r>
        <w:rPr>
          <w:noProof/>
        </w:rPr>
        <w:t xml:space="preserve"> 35</w:t>
      </w:r>
      <w:r>
        <w:t xml:space="preserve"> тыс. хозяйствующих ; субъектов, среди которых</w:t>
      </w:r>
      <w:r>
        <w:rPr>
          <w:noProof/>
        </w:rPr>
        <w:t xml:space="preserve"> 400</w:t>
      </w:r>
      <w:r>
        <w:t xml:space="preserve"> банков,</w:t>
      </w:r>
      <w:r>
        <w:rPr>
          <w:noProof/>
        </w:rPr>
        <w:t xml:space="preserve"> 47</w:t>
      </w:r>
      <w:r>
        <w:t xml:space="preserve"> бирж,</w:t>
      </w:r>
      <w:r>
        <w:rPr>
          <w:noProof/>
        </w:rPr>
        <w:t xml:space="preserve"> 1,5</w:t>
      </w:r>
      <w:r>
        <w:t xml:space="preserve"> тыс. предприятий государственного сектора. Поборами мафии обложено</w:t>
      </w:r>
      <w:r>
        <w:rPr>
          <w:noProof/>
        </w:rPr>
        <w:t xml:space="preserve"> 70-80%</w:t>
      </w:r>
      <w:r>
        <w:t xml:space="preserve"> приватизированных у, предприятий и коммерческих банков. Размер дани составляет</w:t>
      </w:r>
      <w:r>
        <w:rPr>
          <w:noProof/>
        </w:rPr>
        <w:t xml:space="preserve"> 10-20%</w:t>
      </w:r>
      <w:r>
        <w:t xml:space="preserve"> от оборота, а нередко превышает половину балансовой прибыли предприятия. Экономические</w:t>
      </w:r>
      <w:r>
        <w:rPr>
          <w:noProof/>
        </w:rPr>
        <w:t xml:space="preserve"> </w:t>
      </w:r>
      <w:r>
        <w:t xml:space="preserve">структуры, скрывающие свои доходы от налогообложения и допускающие другие  противоправные действия, особо подконтрольны ей.                            </w:t>
      </w:r>
    </w:p>
    <w:p w:rsidR="00C87736" w:rsidRDefault="00C87736">
      <w:pPr>
        <w:ind w:firstLine="284"/>
        <w:jc w:val="both"/>
      </w:pPr>
      <w:r>
        <w:t>Продолжается сращивание группировок, действующих в сфере теневой экономики, с преступными структурами традиционной уголовной направленности, тон в которых задают несколько тысяч авторитетов преступного мира и около</w:t>
      </w:r>
      <w:r>
        <w:rPr>
          <w:noProof/>
        </w:rPr>
        <w:t xml:space="preserve"> 260</w:t>
      </w:r>
      <w:r>
        <w:t xml:space="preserve"> так называемых "воров в законе". На территории СССР их насчитывалось до</w:t>
      </w:r>
      <w:r>
        <w:rPr>
          <w:noProof/>
        </w:rPr>
        <w:t xml:space="preserve"> 710</w:t>
      </w:r>
      <w:r>
        <w:t xml:space="preserve"> человек. Именно они формируют криминальную идеологию в среде преступных сообществ. Ядро будущих особенно общеуголовных группировок зачастую зарождается в местах лишения свободы, где производится вербовка новых членов, подбор исполнителей для готовящихся преступных акций. Вербовка боевиков облегчается тем, что после освобождения их из мест лишения свободы, они оказываются неприкаянными и кроме</w:t>
      </w:r>
      <w:r>
        <w:rPr>
          <w:noProof/>
        </w:rPr>
        <w:t xml:space="preserve"> </w:t>
      </w:r>
      <w:r>
        <w:t>мафии никому не нужными. К</w:t>
      </w:r>
      <w:r>
        <w:rPr>
          <w:noProof/>
        </w:rPr>
        <w:t xml:space="preserve"> 1993</w:t>
      </w:r>
      <w:r>
        <w:t xml:space="preserve"> г. в местах лишения свободы сформировалось около</w:t>
      </w:r>
      <w:r>
        <w:rPr>
          <w:noProof/>
        </w:rPr>
        <w:t xml:space="preserve"> 2,5</w:t>
      </w:r>
      <w:r>
        <w:t xml:space="preserve"> тыс. группировок такой направленности.</w:t>
      </w:r>
    </w:p>
    <w:p w:rsidR="00C87736" w:rsidRDefault="00C87736">
      <w:pPr>
        <w:ind w:firstLine="284"/>
        <w:jc w:val="both"/>
      </w:pPr>
      <w:r>
        <w:t>Процесс становления организованной преступности достиг такого качественного и количественного уровня, при котором группировки вынуждены отстаивать свои интересы перед конкурентами. Ожесточенная борьба между преступными кланами, вплоть до вооруженных столкновений и физического уничтожения соперников, приводит к появлению мощных криминальных синдикатов. Действующие в стране группировки объединились в</w:t>
      </w:r>
      <w:r>
        <w:rPr>
          <w:noProof/>
        </w:rPr>
        <w:t xml:space="preserve"> 150</w:t>
      </w:r>
      <w:r>
        <w:t xml:space="preserve">  ассоциаций и фактически поделили страну на сферы влияния. Упрощенно-примитивные преступления типа рэкета в их деятельности уступают место навязанной охране, крупномасштабным акциям, глубокому проник</w:t>
      </w:r>
      <w:r>
        <w:softHyphen/>
        <w:t>новению через коррумпированные связи в экономику, попыткам оказывать прямое влияние на политику государства в этой сфере.</w:t>
      </w:r>
    </w:p>
    <w:p w:rsidR="00C87736" w:rsidRDefault="00C87736">
      <w:pPr>
        <w:ind w:firstLine="284"/>
        <w:jc w:val="both"/>
      </w:pPr>
      <w:r>
        <w:t>Выраженный организованный межрегиональный и транснациональный характер носит преступность в области добычи и переработки драгоценных металлов и камней, в разграблении культурных ценностей, в наркобизнесе. Ныне российская наркомафия успешно может конкурировать с международными картелями поставщиков нарко</w:t>
      </w:r>
      <w:r>
        <w:softHyphen/>
        <w:t>тических веществ не только внутри страны, но и за рубежом. В связи с отсутствием у нас уголовной ответственности за отмывание "грязных" денег, процесс легализации преступно нажитых средств имеет не только внутренние источники, но и зарубежные, в том числе и от наркобизнеса, "своего" и "чужого".</w:t>
      </w:r>
    </w:p>
    <w:p w:rsidR="00C87736" w:rsidRDefault="00C87736">
      <w:pPr>
        <w:ind w:firstLine="284"/>
        <w:jc w:val="both"/>
      </w:pPr>
      <w:r>
        <w:t>Особенностью организованной преступности в России является ее коррумпи</w:t>
      </w:r>
      <w:r>
        <w:softHyphen/>
        <w:t>рованность, охватившая практически все государственные структуры. На территории России было выявлено в</w:t>
      </w:r>
      <w:r>
        <w:rPr>
          <w:noProof/>
        </w:rPr>
        <w:t xml:space="preserve"> 1989</w:t>
      </w:r>
      <w:r>
        <w:t xml:space="preserve"> г.</w:t>
      </w:r>
      <w:r>
        <w:rPr>
          <w:noProof/>
        </w:rPr>
        <w:t xml:space="preserve"> - 6</w:t>
      </w:r>
      <w:r>
        <w:t xml:space="preserve"> в</w:t>
      </w:r>
      <w:r>
        <w:rPr>
          <w:noProof/>
        </w:rPr>
        <w:t xml:space="preserve"> 1994</w:t>
      </w:r>
      <w:r>
        <w:t xml:space="preserve"> г.</w:t>
      </w:r>
      <w:r>
        <w:rPr>
          <w:noProof/>
        </w:rPr>
        <w:t xml:space="preserve"> - 1034</w:t>
      </w:r>
      <w:r>
        <w:t xml:space="preserve"> преступные группировки, имеющих коррумпированные связи в органах власти и управления. Рост почти в </w:t>
      </w:r>
      <w:r>
        <w:rPr>
          <w:noProof/>
        </w:rPr>
        <w:t>180</w:t>
      </w:r>
      <w:r>
        <w:t xml:space="preserve"> раз. Ежегодно значительная часть установленных взяточников, уличается в тесных связях с организованными преступниками. При расследовании</w:t>
      </w:r>
      <w:r>
        <w:rPr>
          <w:noProof/>
        </w:rPr>
        <w:t xml:space="preserve"> 110</w:t>
      </w:r>
      <w:r>
        <w:t xml:space="preserve"> уголовных дел о хищениях более</w:t>
      </w:r>
      <w:r>
        <w:rPr>
          <w:noProof/>
        </w:rPr>
        <w:t xml:space="preserve"> 100</w:t>
      </w:r>
      <w:r>
        <w:t xml:space="preserve"> млрд. руб. путем фальшивых авизо установлено, что в большинстве случаев это было связано с продажностью работников банков.</w:t>
      </w:r>
    </w:p>
    <w:p w:rsidR="00C87736" w:rsidRDefault="00C87736">
      <w:pPr>
        <w:ind w:firstLine="284"/>
        <w:jc w:val="both"/>
      </w:pPr>
      <w:r>
        <w:t>Организованные группы нелегально вывозят из страны топливно-энергетические ресурсы, сырье, готовую продукцию. Под особым вниманием мафии находится приватизация. По расчетам Аналитического центра РАН,</w:t>
      </w:r>
      <w:r>
        <w:rPr>
          <w:noProof/>
        </w:rPr>
        <w:t xml:space="preserve"> 35%</w:t>
      </w:r>
      <w:r>
        <w:t xml:space="preserve"> капитала и</w:t>
      </w:r>
      <w:r>
        <w:rPr>
          <w:noProof/>
        </w:rPr>
        <w:t xml:space="preserve"> 80% </w:t>
      </w:r>
      <w:r>
        <w:t>"голосующих" акций перешло в руки криминальных организаций.  Большой интерес проявляют организованные преступники к коррумпированию правоохранительных органов. Ежегодно растет число уголовных дел по обвинению работников милиции в сотрудничестве с преступными группировками. В этом иэобличаются даже перспективные начальники управлений по борьбе с организованной преступностью.</w:t>
      </w:r>
    </w:p>
    <w:p w:rsidR="00C87736" w:rsidRDefault="00C87736">
      <w:pPr>
        <w:ind w:firstLine="284"/>
        <w:jc w:val="both"/>
      </w:pPr>
      <w:r>
        <w:t>В начале</w:t>
      </w:r>
      <w:r>
        <w:rPr>
          <w:noProof/>
        </w:rPr>
        <w:t xml:space="preserve"> 1994</w:t>
      </w:r>
      <w:r>
        <w:t xml:space="preserve"> г. в средствах массовой информации была распространена записка Аналитического центра по социально-экономической политике ври администрации Президента РФ "Организованная преступность и перспективы прихода к власти в России национал-социалистов", в которой не бездоказательно утверждалось, что рост организованной преступности, сросшейся с органами МВД и местной исполнительной властью, ставит под угрозу политическое и экономическое развитие в России. В общественное сознание внедряется идея, что мафия выполняет позитивную функцию в российском обществе, так как она является механизмом регуляции взаимоотношений в преступном мире.</w:t>
      </w:r>
    </w:p>
    <w:p w:rsidR="00C87736" w:rsidRDefault="00C87736">
      <w:pPr>
        <w:ind w:firstLine="284"/>
        <w:jc w:val="both"/>
      </w:pPr>
      <w:r>
        <w:t>Краткая криминологическая характеристика организованной преступности в России при всей неполноте собранных данных приводит нас к такому выводу: организованная преступность не является вымыслом правоохранительных органов. Она интенсивно растет, умело мимикрирует в слабо охраняемые законом общественные отношения, видоизменяется, активно приспосабливается к неустоявшимся социально-экономи</w:t>
      </w:r>
      <w:r>
        <w:softHyphen/>
        <w:t>ческим и политическим условиям, захватывает наиболее прибыльные сферы криминальной деятельности, проникая в легальный бизнес, во властные структуры и политику, распространяет свою деятельность на различные регионы России, другие страны СНГ, Балтии, Восточной и Западной Европы, Северной</w:t>
      </w:r>
      <w:r>
        <w:rPr>
          <w:noProof/>
        </w:rPr>
        <w:t xml:space="preserve"> </w:t>
      </w:r>
      <w:r>
        <w:t>и Южной Америки, объединяется с иными транснациональными преступными организациями.</w:t>
      </w:r>
      <w:r>
        <w:rPr>
          <w:rStyle w:val="a3"/>
        </w:rPr>
        <w:footnoteReference w:id="25"/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3.  Обстоятельства,  способствующие  групповой и  организованной  преступности.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jc w:val="both"/>
      </w:pPr>
      <w:r>
        <w:rPr>
          <w:b/>
          <w:bCs/>
        </w:rPr>
        <w:t>3.1.  Профилактика  групповой  преступности.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t>Такие преступлении, как убийство, причинение телесных повреж</w:t>
      </w:r>
      <w:r>
        <w:softHyphen/>
        <w:t>дений, изнасилование, хулиганство и т. и., совершаются группой в боль</w:t>
      </w:r>
      <w:r>
        <w:softHyphen/>
        <w:t>шинстве случаев без подготовки, «стихийно», зачастую обусловлены ситуацией, примерим наиболее инициативного члена группы или этими факторами вместе взятыми.</w:t>
      </w:r>
    </w:p>
    <w:p w:rsidR="00C87736" w:rsidRDefault="00C87736">
      <w:pPr>
        <w:ind w:firstLine="284"/>
        <w:jc w:val="both"/>
      </w:pPr>
      <w:r>
        <w:t>Отсутствие предварительной преступной деятельности, неожидан</w:t>
      </w:r>
      <w:r>
        <w:softHyphen/>
        <w:t>ность и быстротечность посягательств обусловливают необходимость проведения соответствующих форм предупредительной работы.</w:t>
      </w:r>
    </w:p>
    <w:p w:rsidR="00C87736" w:rsidRDefault="00C87736">
      <w:pPr>
        <w:ind w:firstLine="284"/>
        <w:jc w:val="both"/>
      </w:pPr>
      <w:r>
        <w:t>«Общепризнано, что правонарушения, как правило, совершаются не вдруг и неожиданно; им предшествует чаще всего длительное антиобщественное поведение,</w:t>
      </w:r>
      <w:r>
        <w:rPr>
          <w:noProof/>
        </w:rPr>
        <w:t xml:space="preserve"> —</w:t>
      </w:r>
      <w:r>
        <w:t xml:space="preserve"> пишет Г. Л. Аванесов.</w:t>
      </w:r>
      <w:r>
        <w:rPr>
          <w:noProof/>
        </w:rPr>
        <w:t xml:space="preserve"> —</w:t>
      </w:r>
      <w:r>
        <w:t xml:space="preserve"> Возникает, та</w:t>
      </w:r>
      <w:r>
        <w:softHyphen/>
        <w:t>ким образом, необходимость осуществления не только непосредствен</w:t>
      </w:r>
      <w:r>
        <w:softHyphen/>
        <w:t>ной профилактики (когда объектом  профилактического воздействия выступает лицо, находящееся, условно говоря, в состоянии, близком к совершению преступления), но и ранней профилактики (здесь объек</w:t>
      </w:r>
      <w:r>
        <w:softHyphen/>
        <w:t>том воздействия является личность, характеризуемая отрицательно, на</w:t>
      </w:r>
      <w:r>
        <w:softHyphen/>
        <w:t>ходящаяся, однако, на стадии, говоря условно, еще отдаленной от со</w:t>
      </w:r>
      <w:r>
        <w:softHyphen/>
        <w:t>вершения преступления);»</w:t>
      </w:r>
      <w:r>
        <w:rPr>
          <w:rStyle w:val="a3"/>
        </w:rPr>
        <w:footnoteReference w:id="26"/>
      </w:r>
      <w:r>
        <w:t>.</w:t>
      </w:r>
    </w:p>
    <w:p w:rsidR="00C87736" w:rsidRDefault="00C87736">
      <w:pPr>
        <w:ind w:firstLine="284"/>
        <w:jc w:val="both"/>
      </w:pPr>
      <w:r>
        <w:t>Концентрация внимания на ранней профилактике требует изучения образа жизни соучастников в предшествующий правонарушению период времени. При этом под образом жизни понимаются устоявшиеся, типич</w:t>
      </w:r>
      <w:r>
        <w:softHyphen/>
        <w:t>ные для исторически конкретных социальных отношений формы инди</w:t>
      </w:r>
      <w:r>
        <w:softHyphen/>
        <w:t>видуальной н групповой жизнедеятельности люден, которые характеризуют особенности их общения, поведения и склада мышления в сферах труда, общественно-политической деятельности, быта и досуга.</w:t>
      </w:r>
    </w:p>
    <w:p w:rsidR="00C87736" w:rsidRDefault="00C87736">
      <w:pPr>
        <w:ind w:firstLine="284"/>
        <w:jc w:val="both"/>
      </w:pPr>
      <w:r>
        <w:t>Начальные стадии отклоняющегося образа жизни связаны с изме</w:t>
      </w:r>
      <w:r>
        <w:softHyphen/>
        <w:t>нениями поведения преимущественно в сфере быта и досуга, в то время как в сферах труда, общественно-политической деятельности функци</w:t>
      </w:r>
      <w:r>
        <w:softHyphen/>
        <w:t>онирование субъекта может соответствовать существующим стандартам.</w:t>
      </w:r>
    </w:p>
    <w:p w:rsidR="00C87736" w:rsidRDefault="00C87736">
      <w:pPr>
        <w:ind w:firstLine="284"/>
        <w:jc w:val="both"/>
      </w:pPr>
      <w:r>
        <w:t>Отклонения, о которых идет речь, касаются, в первую очередь, ин</w:t>
      </w:r>
      <w:r>
        <w:softHyphen/>
        <w:t>тересов, целей, системы ценностных ориентации неформальных микро</w:t>
      </w:r>
      <w:r>
        <w:softHyphen/>
        <w:t>групп, состоящих обычно из соседей, товарищей по работе, объединен</w:t>
      </w:r>
      <w:r>
        <w:softHyphen/>
        <w:t>ных совместным проведением досуга. Происходит это зачастую в негативных формах, связанных с употреблением спиртного, азартными играми, бесцельным времяпрепровождением и т. п. Изменения склада мышления проявляются в том, что позитивные стремления отодвига</w:t>
      </w:r>
      <w:r>
        <w:softHyphen/>
        <w:t>ются на второй план, духовные потребности и запросы вытесняются материальными, отдых связывается с праздным ничегонеделанием, при</w:t>
      </w:r>
      <w:r>
        <w:softHyphen/>
        <w:t>митивными развлечениями. Ориентация личности вступает в противо</w:t>
      </w:r>
      <w:r>
        <w:softHyphen/>
        <w:t>речия с требованиями моральных  норм, в свободном времени возникают элементы антикультуры.</w:t>
      </w:r>
    </w:p>
    <w:p w:rsidR="00C87736" w:rsidRDefault="00C87736">
      <w:pPr>
        <w:ind w:firstLine="284"/>
        <w:jc w:val="both"/>
      </w:pPr>
      <w:r>
        <w:t>Степень отклонений может быть различной, так же, как и степень их наглядности. Скажем, потребление спиртного чаще и в больших ко</w:t>
      </w:r>
      <w:r>
        <w:softHyphen/>
        <w:t>личествах, чем принято,</w:t>
      </w:r>
      <w:r>
        <w:rPr>
          <w:noProof/>
        </w:rPr>
        <w:t xml:space="preserve"> —</w:t>
      </w:r>
      <w:r>
        <w:t xml:space="preserve"> бытовое пьянство</w:t>
      </w:r>
      <w:r>
        <w:rPr>
          <w:noProof/>
        </w:rPr>
        <w:t xml:space="preserve"> —</w:t>
      </w:r>
      <w:r>
        <w:t xml:space="preserve"> алкоголизм,</w:t>
      </w:r>
      <w:r>
        <w:rPr>
          <w:noProof/>
        </w:rPr>
        <w:t xml:space="preserve"> —</w:t>
      </w:r>
      <w:r>
        <w:t xml:space="preserve"> значи</w:t>
      </w:r>
      <w:r>
        <w:softHyphen/>
        <w:t>тельно различается по формам проявления, последствиям для самого пьющего и окружающих, способам реагирования со стороны общества и т. п. Первая ступень увлечения алкоголем хотя и создает предпосылки для углубления порока, но практически не может быть выявлена и не влечет применения каких-либо мер воздействия.</w:t>
      </w:r>
    </w:p>
    <w:p w:rsidR="00C87736" w:rsidRDefault="00C87736">
      <w:pPr>
        <w:ind w:firstLine="284"/>
        <w:jc w:val="both"/>
      </w:pPr>
      <w:r>
        <w:t>Лица, ведущие антиобщественный образ жизни, ориентируются на образцы поведения, принятые в среде их общения. Они, конечно, пони</w:t>
      </w:r>
      <w:r>
        <w:softHyphen/>
        <w:t>мают, что с точки зрения существующих норм и правил их поведение не укладывается в рамки допустимого. Но, как справедливо отмечает Л. М. Яковлев, «...для лица неважно, одобряется его поведение в об</w:t>
      </w:r>
      <w:r>
        <w:softHyphen/>
        <w:t>щем или нет, соответствует ли это поведение требованиям всего общества... Дли такого лица гораздо существеннее одобрение со стороны то</w:t>
      </w:r>
      <w:r>
        <w:softHyphen/>
        <w:t>го микромира, который его окружает.»</w:t>
      </w:r>
      <w:r>
        <w:rPr>
          <w:rStyle w:val="a3"/>
        </w:rPr>
        <w:footnoteReference w:id="27"/>
      </w:r>
      <w:r>
        <w:t xml:space="preserve"> Категория «все» в их пони</w:t>
      </w:r>
      <w:r>
        <w:softHyphen/>
        <w:t>мании охватывает ближайшее окружение. Изучение взаимодействия с ним имеет существенное значение для прогнозирования групповых  преступлений и их профилактики.</w:t>
      </w:r>
    </w:p>
    <w:p w:rsidR="00C87736" w:rsidRDefault="00C87736">
      <w:pPr>
        <w:ind w:firstLine="284"/>
        <w:jc w:val="both"/>
      </w:pPr>
      <w:r>
        <w:t>В среде социально-положительной ориентации, осуждающей пьянство, отступления от норм морали, нарушения общественного порядка, лица, ведущие антиобщественный образ жизни, не только не получат одобрения, но, напротив, их поведение подвергнется осуждению и вы</w:t>
      </w:r>
      <w:r>
        <w:softHyphen/>
        <w:t>зовет неблагоприятную реакцию, вплоть до привлечения к ответственности. Им необходима своего рода «буферная прослойка»</w:t>
      </w:r>
      <w:r>
        <w:rPr>
          <w:noProof/>
        </w:rPr>
        <w:t xml:space="preserve"> —</w:t>
      </w:r>
      <w:r>
        <w:t xml:space="preserve"> микро</w:t>
      </w:r>
      <w:r>
        <w:softHyphen/>
        <w:t>среда, близкая по нравственному уровню, с «пониманием» относящаяся к антиобщественным проявлениям.</w:t>
      </w:r>
    </w:p>
    <w:p w:rsidR="00C87736" w:rsidRDefault="00C87736">
      <w:pPr>
        <w:ind w:firstLine="284"/>
        <w:jc w:val="both"/>
      </w:pPr>
      <w:r>
        <w:t>Такую «буферную прослойку» предлагается обозначить термином негативно-поощряющая микросреда и определить следующим образом: негативно-поощряющая микросреда</w:t>
      </w:r>
      <w:r>
        <w:rPr>
          <w:noProof/>
        </w:rPr>
        <w:t xml:space="preserve"> —</w:t>
      </w:r>
      <w:r>
        <w:t xml:space="preserve"> малая группа, объединенная общим интересом к отрицательным способам проведения досуга, раз</w:t>
      </w:r>
      <w:r>
        <w:softHyphen/>
        <w:t>деляющая отрицательные взгляды и убеждения, обладающая искажен</w:t>
      </w:r>
      <w:r>
        <w:softHyphen/>
        <w:t>ным мировоззрением и вследствие пренебрежения общепринятыми нор</w:t>
      </w:r>
      <w:r>
        <w:softHyphen/>
        <w:t>мами права и морали, а также бытующих в ней негативных традиций я привычек способствующая неправомерному, предпреступному поведению любого из ее членов.</w:t>
      </w:r>
    </w:p>
    <w:p w:rsidR="00C87736" w:rsidRDefault="00C87736">
      <w:pPr>
        <w:ind w:firstLine="284"/>
        <w:jc w:val="both"/>
      </w:pPr>
      <w:r>
        <w:t>В зависимости от степени негативно-правовой ориентации этой ми</w:t>
      </w:r>
      <w:r>
        <w:softHyphen/>
        <w:t>кросреды можно выделить две формы взаимодействия ее с лицами, ведущими антиобщественный образ жизни, и ее поощряющего влияния па формировании у них субъективных условий совершения преступле</w:t>
      </w:r>
      <w:r>
        <w:softHyphen/>
        <w:t>ния.</w:t>
      </w:r>
    </w:p>
    <w:p w:rsidR="00C87736" w:rsidRDefault="00C87736">
      <w:pPr>
        <w:ind w:firstLine="284"/>
        <w:jc w:val="both"/>
      </w:pPr>
      <w:r>
        <w:t>Супруги, родственники, знакомые, соседи, составляющие этот вид пассивной микросреды, терпимо относятся к антиобщественным прояв</w:t>
      </w:r>
      <w:r>
        <w:softHyphen/>
        <w:t>лениям, но сами воздерживаются от их совершения, причем не столько в силу внутренних убеждений, сколько опасаясь наступления неблаго</w:t>
      </w:r>
      <w:r>
        <w:softHyphen/>
        <w:t>приятных последствий. Не возражая, в принципе, против пьянства, эти люди могут неодобрительно относиться к прогулам на почве зло</w:t>
      </w:r>
      <w:r>
        <w:softHyphen/>
        <w:t>употребления спиртным, к тому, что человек попал в медвытрезвитель, и др. Считая обыденным, житейским делом дебоши и драки, они отри</w:t>
      </w:r>
      <w:r>
        <w:softHyphen/>
        <w:t>цательно оценивают причинение серьезных телесных повреждений в ходе таких драк.</w:t>
      </w:r>
    </w:p>
    <w:p w:rsidR="00C87736" w:rsidRDefault="00C87736">
      <w:pPr>
        <w:ind w:firstLine="284"/>
        <w:jc w:val="both"/>
      </w:pPr>
      <w:r>
        <w:t>Поддерживая отношения с лицами, ведущими антиобщественный образ жизни, члены «буферной прослойки» вместе с тем не образуют с ними выраженной группы, совместное проведение досуга в негатив</w:t>
      </w:r>
      <w:r>
        <w:softHyphen/>
        <w:t>ных формах носит не систематический, а периодический характер. Не совершая правонарушениий члены .микросреды не ведут и активной социально полезной жизни, составляя пассивную, инертную прослойку, стоящую в стороне от положительных общественных процессов. Примиренческая позиция ближайшего окружения попустительствует лицам, ведущим антиобщественный образ жизни, порождает у них уверенность в том, что их противоправное поведение не только не будет пресекаться, но ч найдет определенную поддержку. Расчет на по</w:t>
      </w:r>
      <w:r>
        <w:softHyphen/>
        <w:t>добную поддержку является существенным обстоятельством, способствующим созданию убеждения в безнаказанности антиобщественного поведения и облегчает формирование готовности совершить преступ</w:t>
      </w:r>
      <w:r>
        <w:softHyphen/>
        <w:t>ление.</w:t>
      </w:r>
    </w:p>
    <w:p w:rsidR="00C87736" w:rsidRDefault="00C87736">
      <w:pPr>
        <w:ind w:firstLine="284"/>
        <w:jc w:val="both"/>
      </w:pPr>
      <w:r>
        <w:t>Микросреда, попустительствующая антиобщественному образу жиз</w:t>
      </w:r>
      <w:r>
        <w:softHyphen/>
        <w:t>ни, выполняет пассивную негативно-поощряющую функцию. Не порывая социально полезных связей и отношений в производственной и бытовой сферах, члены такой микросреды одновременно поддерживают контакты с микрогруппами позитивного повеления, с одной стороны, и ми</w:t>
      </w:r>
      <w:r>
        <w:softHyphen/>
        <w:t>крогруппами, ведущими антиобщественный образ жизни,</w:t>
      </w:r>
      <w:r>
        <w:rPr>
          <w:noProof/>
        </w:rPr>
        <w:t xml:space="preserve"> —</w:t>
      </w:r>
      <w:r>
        <w:t xml:space="preserve"> с другой.</w:t>
      </w:r>
    </w:p>
    <w:p w:rsidR="00C87736" w:rsidRDefault="00C87736">
      <w:pPr>
        <w:ind w:firstLine="284"/>
        <w:jc w:val="both"/>
      </w:pPr>
      <w:r>
        <w:t>В отличие от пассивной, активная негативно-поощряющая микросреда не только попустительствует антиобщественному образу жизни, но и непосредственно участвует в формировании готовности    совершить преступление. Для лиц, вводящих в   эту</w:t>
      </w:r>
      <w:r>
        <w:rPr>
          <w:smallCaps/>
        </w:rPr>
        <w:t xml:space="preserve"> </w:t>
      </w:r>
      <w:r>
        <w:t>микросреду,  характерны низкий уровень развития,   узкий  кругозор,</w:t>
      </w:r>
      <w:r>
        <w:rPr>
          <w:smallCaps/>
        </w:rPr>
        <w:t xml:space="preserve"> </w:t>
      </w:r>
      <w:r>
        <w:t>примитивность стремлений и желаний, отсутствие социально полезных интересов и целей в жизни.</w:t>
      </w:r>
    </w:p>
    <w:p w:rsidR="00C87736" w:rsidRDefault="00C87736">
      <w:pPr>
        <w:ind w:firstLine="284"/>
        <w:jc w:val="both"/>
      </w:pPr>
      <w:r>
        <w:t>Поскольку все индивиды подобной микросреды ведут ярко выраженный антиобщественный образ жизни и одобряют негативные формы  поведения, то создаются объективные предпосылки  для совершения  групповых</w:t>
      </w:r>
      <w:r>
        <w:rPr>
          <w:smallCaps/>
        </w:rPr>
        <w:t xml:space="preserve"> </w:t>
      </w:r>
      <w:r>
        <w:t xml:space="preserve">хулиганств, убийств, грабежей н </w:t>
      </w:r>
      <w:r>
        <w:rPr>
          <w:smallCaps/>
        </w:rPr>
        <w:t xml:space="preserve">других </w:t>
      </w:r>
      <w:r>
        <w:t>преступлений, причем состав н количество соучастников определяются  в основном ситуацией.</w:t>
      </w:r>
    </w:p>
    <w:p w:rsidR="00C87736" w:rsidRDefault="00C87736">
      <w:pPr>
        <w:ind w:firstLine="284"/>
        <w:jc w:val="both"/>
      </w:pPr>
      <w:r>
        <w:t>Члены активной негативно-поощряющей микросреды могут не иметь социально полезных связей, полностью замыкаясь в кругу лиц,  ведущих антиобщественный образ жизни, н обособляясь от иных категорий граждан. Таковы группировки бродяг, пьяниц,  наркоманов и т. п.</w:t>
      </w:r>
    </w:p>
    <w:p w:rsidR="00C87736" w:rsidRDefault="00C87736">
      <w:pPr>
        <w:ind w:firstLine="284"/>
        <w:jc w:val="both"/>
      </w:pPr>
      <w:r>
        <w:t>Планируя и организуя работу по ранней профилактике  группы преступлений, следует учитывать криминогенную роль микрогрупп, ведущих антиобщественный образ жизни, н использовать комплекс мер   идеологического, медицинского, правового характера для исключения вредного влияния негативно-поощряющей микросреды.</w:t>
      </w:r>
    </w:p>
    <w:p w:rsidR="00C87736" w:rsidRDefault="00C87736">
      <w:pPr>
        <w:ind w:firstLine="284"/>
        <w:jc w:val="both"/>
      </w:pPr>
      <w:r>
        <w:t>Выбор конкретных мер воздействия, их интенсивность и цели при</w:t>
      </w:r>
      <w:r>
        <w:softHyphen/>
        <w:t>менения должны определяться степенью негативно-правовой ориентации микросреды.</w:t>
      </w:r>
    </w:p>
    <w:p w:rsidR="00C87736" w:rsidRDefault="00C87736">
      <w:pPr>
        <w:ind w:firstLine="284"/>
        <w:jc w:val="both"/>
      </w:pPr>
      <w:r>
        <w:t>Воздействие на микрогруппы отклоняющегося поведения и на пас</w:t>
      </w:r>
      <w:r>
        <w:softHyphen/>
        <w:t>сивную негативно-поощряющую мнкросреду может иметь целью изменение в положительную сторону социальной ориентации составляющих их индивидов, поэтому меры идеологического, воспитательного харак</w:t>
      </w:r>
      <w:r>
        <w:softHyphen/>
        <w:t>тера, правовая пропаганда и разъяснение неизбежности наказания за нарушение закона должны в этом случае превалировать над принуди</w:t>
      </w:r>
      <w:r>
        <w:softHyphen/>
        <w:t>тельными мерами.</w:t>
      </w:r>
    </w:p>
    <w:p w:rsidR="00C87736" w:rsidRDefault="00C87736">
      <w:pPr>
        <w:ind w:firstLine="284"/>
        <w:jc w:val="both"/>
      </w:pPr>
      <w:r>
        <w:t>При работе с активной негативно-поощряющей микросредой целью должно стать ее искоренение в основном применением мер репрессив</w:t>
      </w:r>
      <w:r>
        <w:softHyphen/>
        <w:t>ного характера путем привлечения к ответственности за совершаемые админи</w:t>
      </w:r>
      <w:r>
        <w:softHyphen/>
        <w:t xml:space="preserve">стративно и уголовно наказуемые деяния.  </w:t>
      </w:r>
    </w:p>
    <w:p w:rsidR="00C87736" w:rsidRDefault="00C87736">
      <w:pPr>
        <w:ind w:firstLine="284"/>
        <w:jc w:val="both"/>
      </w:pPr>
      <w:r>
        <w:t>Кроме организационно-практической стороны дела, проблема борь</w:t>
      </w:r>
      <w:r>
        <w:softHyphen/>
        <w:t>бы с антиобщественным образом жизни имеет и теоретический аспект. Антиобщественное поведение нуждается в более детальном и глу</w:t>
      </w:r>
      <w:r>
        <w:softHyphen/>
        <w:t>боком изучении, позволяющем определить социально-негативные по</w:t>
      </w:r>
      <w:r>
        <w:softHyphen/>
        <w:t>ступки, представляющие криминогенную опасность, наиболее часто при</w:t>
      </w:r>
      <w:r>
        <w:softHyphen/>
        <w:t>водящие к совершению преступлений, преимущественно предшествую</w:t>
      </w:r>
      <w:r>
        <w:softHyphen/>
        <w:t>щие посягательствам на тот или иной объект (жизнь и здоровье граж</w:t>
      </w:r>
      <w:r>
        <w:softHyphen/>
        <w:t>дан, половую неприкосновенность, общественный порядок). Представ</w:t>
      </w:r>
      <w:r>
        <w:softHyphen/>
        <w:t>ляется перспективным исследование таких скрытых форм отклоняюще</w:t>
      </w:r>
      <w:r>
        <w:softHyphen/>
        <w:t>гося поведения, как стяжательство, накопительство, аморальное пове</w:t>
      </w:r>
      <w:r>
        <w:softHyphen/>
        <w:t>дение и их связи с хищениями, спекуляцией, взяточничеством, пре</w:t>
      </w:r>
      <w:r>
        <w:softHyphen/>
        <w:t>ступлениями против личности и здоровья населения.  Все это позволит выделить предпреступное поведение из общей массы проступков, рассматривая его как самостоятельное явление, до</w:t>
      </w:r>
      <w:r>
        <w:softHyphen/>
        <w:t>статочно полно классифицировать его виды, разработать методику его наблюдения, фиксации и измерения, проследить влияние этого феномена на преступность и, возможно, установить наличие обратной связи.</w:t>
      </w:r>
      <w:r>
        <w:rPr>
          <w:rStyle w:val="a3"/>
        </w:rPr>
        <w:footnoteReference w:id="28"/>
      </w:r>
      <w:r>
        <w:t xml:space="preserve"> 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  <w:rPr>
          <w:b/>
          <w:bCs/>
        </w:rPr>
      </w:pPr>
    </w:p>
    <w:p w:rsidR="00C87736" w:rsidRDefault="00C87736">
      <w:pPr>
        <w:ind w:firstLine="284"/>
        <w:jc w:val="both"/>
      </w:pPr>
      <w:r>
        <w:rPr>
          <w:b/>
          <w:bCs/>
        </w:rPr>
        <w:t>3.2.  Обстоятельства,  способствующие организованной  преступности.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t>Социальная  база организованной  преступности и спектр её  возможностей  в командной  экономике социалистического общества в СССР  были  одни,  в переходной  экономике  России  и  иных  постсоветских  государствах - другие,  в странах  старого капитализма - третьи.</w:t>
      </w:r>
      <w:r>
        <w:rPr>
          <w:rStyle w:val="a3"/>
        </w:rPr>
        <w:footnoteReference w:id="29"/>
      </w:r>
    </w:p>
    <w:p w:rsidR="00C87736" w:rsidRDefault="00C87736">
      <w:pPr>
        <w:ind w:firstLine="284"/>
        <w:jc w:val="both"/>
      </w:pPr>
      <w:r>
        <w:t xml:space="preserve">    В отличие от организованной  преступности ряда  западных  стран,  которая  развивалась  на запрещенных  видах  услуг - проституции,  азартных играх,  сбыте  наркотиков,  наша организованная преступность  сформировалась в сфере экономики.</w:t>
      </w:r>
    </w:p>
    <w:p w:rsidR="00C87736" w:rsidRDefault="00C87736">
      <w:pPr>
        <w:ind w:firstLine="284"/>
        <w:jc w:val="both"/>
      </w:pPr>
      <w:r>
        <w:t xml:space="preserve">  В  дальнейшем  интересы дельцов  преступного  бизнеса стали  переплетаться с интересами традиционно  преступного элемента.    Поэтому в отечественной  организованной преступности  наиболее распространены  экономическая и общеуголовная  преступность.  Преступные  организации,  представляющие  функционально-иерархическую  систему,  стали являть собой криминальный  симбиоз  дельцов  теневой экономики с профессиональными  преступниками и продажными  чиновниками  государственного  аппарата.</w:t>
      </w:r>
      <w:r>
        <w:rPr>
          <w:rStyle w:val="a3"/>
        </w:rPr>
        <w:footnoteReference w:id="30"/>
      </w:r>
      <w:r>
        <w:t xml:space="preserve">  </w:t>
      </w:r>
    </w:p>
    <w:p w:rsidR="00C87736" w:rsidRDefault="00C87736">
      <w:pPr>
        <w:ind w:firstLine="284"/>
        <w:jc w:val="both"/>
      </w:pPr>
      <w:r>
        <w:t xml:space="preserve">    Очевидна связь тенденций организованной преступности в стране с обострением общественных противоречий, кризисными явлениями в экономике, политике, общественной идеологии и пси</w:t>
      </w:r>
      <w:r>
        <w:softHyphen/>
        <w:t>хологии, социальной сфере и деятельности правоохранительных органов. Иными словами, речь идет о том же круге процессов и явлений, который детерминирует неблагоприятные тенденции преступности в целом. Точно так же в принципе одинаков круг процессов и явлений, в том числе социально-психологического  уровня (формирующих мотивацию поведения), который детерминирует само существование и воспроизводство как преступности</w:t>
      </w:r>
      <w:r>
        <w:rPr>
          <w:noProof/>
        </w:rPr>
        <w:t xml:space="preserve"> </w:t>
      </w:r>
      <w:r>
        <w:t>в целом, так и организованных форм. Причины и условия организованной преступности не своеобразная надстройка над общес</w:t>
      </w:r>
      <w:r>
        <w:softHyphen/>
        <w:t>твенными отношениями, которую можно изолировать и отсечь в кратчайшие сроки, а определенный аспект самой этой системы либо побочные, но достаточно устойчивые последствия ее функци</w:t>
      </w:r>
      <w:r>
        <w:softHyphen/>
        <w:t>онирования.</w:t>
      </w:r>
    </w:p>
    <w:p w:rsidR="00C87736" w:rsidRDefault="00C87736">
      <w:pPr>
        <w:ind w:firstLine="284"/>
        <w:jc w:val="both"/>
      </w:pPr>
      <w:r>
        <w:t>Нельзя согласиться с определением причин организованной преступности как системы общественных отношений, альтернатив</w:t>
      </w:r>
      <w:r>
        <w:softHyphen/>
        <w:t>ных социалистическим и базирующихся на капиталистическом способе производства и распределения, на рыночных экономичес</w:t>
      </w:r>
      <w:r>
        <w:softHyphen/>
        <w:t>ких отношениях. Действительно, в большинстве развитых зарубеж</w:t>
      </w:r>
      <w:r>
        <w:softHyphen/>
        <w:t>ных стран с рыночным типом экономики действует организован</w:t>
      </w:r>
      <w:r>
        <w:softHyphen/>
        <w:t>ная преступность, масштабы и уровень консолидации которой превосходят те, которые присущи организованной преступности в России. Но тождественности детерминант не существует, так как в нашей стране организованная преступность в экономической сфере развивалась и до перехода к рыночной экономике с исполь</w:t>
      </w:r>
      <w:r>
        <w:softHyphen/>
        <w:t>зованием возможностей, которые предоставляла ей бюрократичес</w:t>
      </w:r>
      <w:r>
        <w:softHyphen/>
        <w:t>ки зацентрализованная система управления народным хозяйством, а не вопреки ей (хронический дефицит, скрытая инфляция, искус</w:t>
      </w:r>
      <w:r>
        <w:softHyphen/>
        <w:t>ственность цен, необеспеченность планов ресурсами, сокрытие значительной части ресурсов приписками, ключевое положение распорядителей фондов и т. д. В свою очередь, организованная преступность общеуголовного тина функционировала благодаря предоставляющимся пенитенциарной системой возможностям со</w:t>
      </w:r>
      <w:r>
        <w:softHyphen/>
        <w:t>хранения и передачи традиций преступной среды; эта преступ</w:t>
      </w:r>
      <w:r>
        <w:softHyphen/>
        <w:t>ность паразитировала па организованных преступных структурах дельцов.</w:t>
      </w:r>
    </w:p>
    <w:p w:rsidR="00C87736" w:rsidRDefault="00C87736">
      <w:pPr>
        <w:ind w:firstLine="284"/>
        <w:jc w:val="both"/>
      </w:pPr>
      <w:r>
        <w:t>В последнее десятилетие круг и характер детерминант органи</w:t>
      </w:r>
      <w:r>
        <w:softHyphen/>
        <w:t>зованной преступности в России качественно изменился, хотя в силу инерционности процесса воспроизводства этой преступности (как и преступности в целом) ранее действовавший механизм продол</w:t>
      </w:r>
      <w:r>
        <w:softHyphen/>
        <w:t>жает оказывать достаточно существенное «остаточное» влияние. «Падение однопартийных режимов... в бывшем Советском Союзе открыло широкие возможности как для внутренней, так и для «им</w:t>
      </w:r>
      <w:r>
        <w:softHyphen/>
        <w:t>портной» организованной преступности. Она быстро воспользо</w:t>
      </w:r>
      <w:r>
        <w:softHyphen/>
        <w:t>валась переходным периодом между демонтажем существовавших  прежде структур и их заменой эффективными структурами, отра</w:t>
      </w:r>
      <w:r>
        <w:softHyphen/>
        <w:t>жающими новые политические, социальные и экономические реа</w:t>
      </w:r>
      <w:r>
        <w:softHyphen/>
        <w:t>лии». По речь идет не столько о криминогенном влиянии явлений и процессов, связанных с нормальной рыночной экономикой (в ее механизме действует ряд эффективных ограничителей для орга</w:t>
      </w:r>
      <w:r>
        <w:softHyphen/>
        <w:t>низованной преступности, и об этом свидетельствует ситуация в ведущих странах Запада), сколько об особенностях ситуации имен</w:t>
      </w:r>
      <w:r>
        <w:softHyphen/>
        <w:t>но переходного периода. Это</w:t>
      </w:r>
      <w:r>
        <w:rPr>
          <w:noProof/>
        </w:rPr>
        <w:t xml:space="preserve"> —</w:t>
      </w:r>
      <w:r>
        <w:t xml:space="preserve"> отсутствие культуры бизнеса, пре</w:t>
      </w:r>
      <w:r>
        <w:softHyphen/>
        <w:t>имущественное развитие посреднической, а не производственной сферы, поддержание произвольно высоких цен, а не их конкурен</w:t>
      </w:r>
      <w:r>
        <w:softHyphen/>
        <w:t>тное снижение, неурегулированность банковского дела, операций с ценными бумагами, валютных сделок, операций с недвижимым имуществом, в том числе защиты в их ходе интересов личности, общества и государства. Эти факторы, взаимоподкрепляя друг дру</w:t>
      </w:r>
      <w:r>
        <w:softHyphen/>
        <w:t>га, создают широкие возможности для организованной преступ</w:t>
      </w:r>
      <w:r>
        <w:softHyphen/>
        <w:t>ности и поддерживающей ее атмосферы коррупции. Характерно в этой связи, что организованные преступные структуры особо интенсивно действуют в наименее защищенных государством сфе</w:t>
      </w:r>
      <w:r>
        <w:softHyphen/>
        <w:t xml:space="preserve">рах владения, пользования, распоряжения собственностью. </w:t>
      </w:r>
    </w:p>
    <w:p w:rsidR="00C87736" w:rsidRDefault="00C87736">
      <w:pPr>
        <w:ind w:firstLine="284"/>
        <w:jc w:val="both"/>
      </w:pPr>
      <w:r>
        <w:t>Специфические детерминанты организованной преступности связаны с:</w:t>
      </w:r>
    </w:p>
    <w:p w:rsidR="00C87736" w:rsidRDefault="00C87736">
      <w:pPr>
        <w:ind w:firstLine="284"/>
        <w:jc w:val="both"/>
      </w:pPr>
      <w:r>
        <w:t>а) резким имущественным   расслоением в среде населения страны, выделением</w:t>
      </w:r>
      <w:r>
        <w:rPr>
          <w:noProof/>
        </w:rPr>
        <w:t xml:space="preserve"> 5 — 10%</w:t>
      </w:r>
      <w:r>
        <w:t xml:space="preserve"> лиц с очень высокими доходами и возможностями приобретения особо ценного и престижного иму</w:t>
      </w:r>
      <w:r>
        <w:softHyphen/>
        <w:t>щества.</w:t>
      </w:r>
      <w:r>
        <w:rPr>
          <w:vertAlign w:val="superscript"/>
        </w:rPr>
        <w:t xml:space="preserve"> </w:t>
      </w:r>
      <w:r>
        <w:t>Механизм связи этого явления с организованной преступ</w:t>
      </w:r>
      <w:r>
        <w:softHyphen/>
        <w:t>ностью имеет по крайней мере три аспекта: а) создание десятков и сотен тысяч «адресов» для корыстных и корыстно-насильственных преступлений, совершаемых ор</w:t>
      </w:r>
      <w:r>
        <w:softHyphen/>
        <w:t>ганизованными группами';</w:t>
      </w:r>
    </w:p>
    <w:p w:rsidR="00C87736" w:rsidRDefault="00C87736">
      <w:pPr>
        <w:ind w:firstLine="284"/>
        <w:jc w:val="both"/>
      </w:pPr>
      <w:r>
        <w:t>б) установление взаимовыгодных криминальных связей</w:t>
      </w:r>
      <w:r>
        <w:rPr>
          <w:noProof/>
        </w:rPr>
        <w:t xml:space="preserve"> —</w:t>
      </w:r>
      <w:r>
        <w:t xml:space="preserve"> для охраны от конкурентов или их устранения, для использова</w:t>
      </w:r>
      <w:r>
        <w:softHyphen/>
        <w:t>ния одних криминальных структур для защиты от других, для совместной деятельности по извлечению максимальной при</w:t>
      </w:r>
      <w:r>
        <w:softHyphen/>
        <w:t>были из легальных и нелегальных экономических операций, для отмывания и вложения средств, полученных преступным путем, и т. д.;</w:t>
      </w:r>
    </w:p>
    <w:p w:rsidR="00C87736" w:rsidRDefault="00C87736">
      <w:pPr>
        <w:ind w:firstLine="284"/>
        <w:jc w:val="both"/>
      </w:pPr>
      <w:r>
        <w:t>в) расширение нелегального рынка для удовлетворения со</w:t>
      </w:r>
      <w:r>
        <w:softHyphen/>
        <w:t>циально негативных потребностей (бизнес на азартных играх, проституции, порнографии, наркотизме, тотализа</w:t>
      </w:r>
      <w:r>
        <w:softHyphen/>
        <w:t>торе и т. д.).</w:t>
      </w:r>
    </w:p>
    <w:p w:rsidR="00C87736" w:rsidRDefault="00C87736">
      <w:pPr>
        <w:ind w:firstLine="284"/>
        <w:jc w:val="both"/>
      </w:pPr>
      <w:r>
        <w:t>Представляется, что по мере перехода к социально ориенти</w:t>
      </w:r>
      <w:r>
        <w:softHyphen/>
        <w:t>рованной рыночной экономике утрата общественной необходимос</w:t>
      </w:r>
      <w:r>
        <w:softHyphen/>
        <w:t>ти в теневой экономике в той части, в какой она восполняла реаль</w:t>
      </w:r>
      <w:r>
        <w:softHyphen/>
        <w:t>ные нужды населения в товарах и услугах, обусловит переключение значительной части совместной криминальной активности дель</w:t>
      </w:r>
      <w:r>
        <w:softHyphen/>
        <w:t>цов и общеуголовных преступников на участие в легальных хозяй</w:t>
      </w:r>
      <w:r>
        <w:softHyphen/>
        <w:t>ственных структурах и бизнесе на криминальных услугах.</w:t>
      </w:r>
    </w:p>
    <w:p w:rsidR="00C87736" w:rsidRDefault="00C87736">
      <w:pPr>
        <w:ind w:firstLine="284"/>
        <w:jc w:val="both"/>
      </w:pPr>
      <w:r>
        <w:t>Однако тенденции сворачивания теневой экономики и огра</w:t>
      </w:r>
      <w:r>
        <w:softHyphen/>
        <w:t>ничения тем самым поля деятельности организованной преступ</w:t>
      </w:r>
      <w:r>
        <w:softHyphen/>
        <w:t>ности интенсивно противодействует фискальная необходимость для государства с его хроническим бюджетным дефицитом изъять максимально возможную часть прибыли производителей товаров и услуг по принципу «все и немедленно». Будучи вынужденными, эти усилия тем не менее толкают даже законопослушных предпри</w:t>
      </w:r>
      <w:r>
        <w:softHyphen/>
        <w:t>нимателей на уход в «тень», чтобы избежать чрезмерного, с их точ</w:t>
      </w:r>
      <w:r>
        <w:softHyphen/>
        <w:t>ки зрения, налогообложения путем взаиморасчетов наличными деньгами («черный нал»). В результате доля теневого сектора эко</w:t>
      </w:r>
      <w:r>
        <w:softHyphen/>
        <w:t>номики в общем объеме валового внутреннего продукта (ВВП) составила, по оценкам Госкомстата, в</w:t>
      </w:r>
      <w:r>
        <w:rPr>
          <w:noProof/>
        </w:rPr>
        <w:t xml:space="preserve"> 1996</w:t>
      </w:r>
      <w:r>
        <w:t xml:space="preserve"> г.</w:t>
      </w:r>
      <w:r>
        <w:rPr>
          <w:noProof/>
        </w:rPr>
        <w:t xml:space="preserve"> 23%</w:t>
      </w:r>
      <w:r>
        <w:t xml:space="preserve"> (в прошлые годы она не поднималась выше</w:t>
      </w:r>
      <w:r>
        <w:rPr>
          <w:noProof/>
        </w:rPr>
        <w:t xml:space="preserve"> 20%).</w:t>
      </w:r>
      <w:r>
        <w:t xml:space="preserve"> Доля скрытой оплаты труда в об</w:t>
      </w:r>
      <w:r>
        <w:softHyphen/>
        <w:t>щем объеме ВВП составила</w:t>
      </w:r>
      <w:r>
        <w:rPr>
          <w:noProof/>
        </w:rPr>
        <w:t xml:space="preserve"> 11%</w:t>
      </w:r>
      <w:r>
        <w:t xml:space="preserve"> против</w:t>
      </w:r>
      <w:r>
        <w:rPr>
          <w:noProof/>
        </w:rPr>
        <w:t xml:space="preserve"> 9%</w:t>
      </w:r>
      <w:r>
        <w:t xml:space="preserve"> в предшествующем году, хотя объем производства уменьшился.</w:t>
      </w:r>
    </w:p>
    <w:p w:rsidR="00C87736" w:rsidRDefault="00C87736">
      <w:pPr>
        <w:ind w:firstLine="284"/>
        <w:jc w:val="both"/>
      </w:pPr>
      <w:r>
        <w:t>Неблагоприятные тенденции организованной преступности интенсивно коррелируют с такими процессами в обществе, как без</w:t>
      </w:r>
      <w:r>
        <w:softHyphen/>
        <w:t>работица и утрата гарантии трудоустройства выпускников об</w:t>
      </w:r>
      <w:r>
        <w:softHyphen/>
        <w:t>разовательных учреждений. По оценкам зарубежных экспертов, увеличению контингента неустроенных па</w:t>
      </w:r>
      <w:r>
        <w:rPr>
          <w:noProof/>
        </w:rPr>
        <w:t xml:space="preserve"> 1%</w:t>
      </w:r>
      <w:r>
        <w:t xml:space="preserve"> соответствует рост преступников па</w:t>
      </w:r>
      <w:r>
        <w:rPr>
          <w:noProof/>
        </w:rPr>
        <w:t xml:space="preserve"> 5%.</w:t>
      </w:r>
      <w:r>
        <w:t xml:space="preserve"> Причем этот показатель для организованной преступности выше примерно в</w:t>
      </w:r>
      <w:r>
        <w:rPr>
          <w:noProof/>
        </w:rPr>
        <w:t xml:space="preserve"> 1,5</w:t>
      </w:r>
      <w:r>
        <w:t xml:space="preserve"> раза, так как из «резервной армии преступников» организованные структуры осуществляют целенаправленную вербовку нужных им специалистов, а также лиц с нужными интеллектуальными и волевыми качествами</w:t>
      </w:r>
      <w:r>
        <w:rPr>
          <w:noProof/>
        </w:rPr>
        <w:t xml:space="preserve"> —</w:t>
      </w:r>
      <w:r>
        <w:t xml:space="preserve"> предпри</w:t>
      </w:r>
      <w:r>
        <w:softHyphen/>
        <w:t>имчивых, решительных, контактных или озлобленных и т. д. Резерв для расширения численности участников организованной преступ</w:t>
      </w:r>
      <w:r>
        <w:softHyphen/>
        <w:t>ности еще более расширяется за счет бывших спортсменов и демо</w:t>
      </w:r>
      <w:r>
        <w:softHyphen/>
        <w:t>билизованных военнослужащих, ушедших на пенсию или уволен</w:t>
      </w:r>
      <w:r>
        <w:softHyphen/>
        <w:t>ных работников правоохранительных органов, остро ощущающих утрату социальною статуса. За участие в организованной преступ</w:t>
      </w:r>
      <w:r>
        <w:softHyphen/>
        <w:t>ной деятельности им выплачивается вознаграждение, в</w:t>
      </w:r>
      <w:r>
        <w:rPr>
          <w:noProof/>
        </w:rPr>
        <w:t xml:space="preserve"> 10 — 20</w:t>
      </w:r>
      <w:r>
        <w:t xml:space="preserve"> раз превышающее то, которое они ранее получали по должности.</w:t>
      </w:r>
    </w:p>
    <w:p w:rsidR="00C87736" w:rsidRDefault="00C87736">
      <w:pPr>
        <w:ind w:firstLine="284"/>
        <w:jc w:val="both"/>
      </w:pPr>
      <w:r>
        <w:t>Определенные возможности для вербовки новых соучастников лидеры организованных преступных структур имеют и в том кон</w:t>
      </w:r>
      <w:r>
        <w:softHyphen/>
        <w:t>тингенте бывших участников боевых действий в Афганистане, Чеч</w:t>
      </w:r>
      <w:r>
        <w:softHyphen/>
        <w:t>не и т. д., которые в силу психологической и социальной дезадаптации не смогли войти в обычную жизнь.</w:t>
      </w:r>
    </w:p>
    <w:p w:rsidR="00C87736" w:rsidRDefault="00C87736">
      <w:pPr>
        <w:ind w:firstLine="284"/>
        <w:jc w:val="both"/>
      </w:pPr>
      <w:r>
        <w:t>Отметим и неблагоприятные для общества перспективы, свя</w:t>
      </w:r>
      <w:r>
        <w:softHyphen/>
        <w:t>занные с выходом из колоний значительного числа несовершенно</w:t>
      </w:r>
      <w:r>
        <w:softHyphen/>
        <w:t>летних и лиц молодою возраста, которые, по оценке одного из уго</w:t>
      </w:r>
      <w:r>
        <w:softHyphen/>
        <w:t>ловных «авторитетов», выхолят на свободу «злыми, голодными, готовыми рвать "новых русских".</w:t>
      </w:r>
    </w:p>
    <w:p w:rsidR="00C87736" w:rsidRDefault="00C87736">
      <w:pPr>
        <w:ind w:firstLine="284"/>
        <w:jc w:val="both"/>
      </w:pPr>
      <w:r>
        <w:t>Благоприятные условия для существования и воспроизводст</w:t>
      </w:r>
      <w:r>
        <w:softHyphen/>
        <w:t>ва организованной преступности создают деформации нравствен</w:t>
      </w:r>
      <w:r>
        <w:softHyphen/>
        <w:t>ной позиции населения и отношения общественного мнения к этой преступности. Широкое распространение злоупотреблений в эко</w:t>
      </w:r>
      <w:r>
        <w:softHyphen/>
        <w:t>номической и бытовой деятельности населения (хищений в неболь</w:t>
      </w:r>
      <w:r>
        <w:softHyphen/>
        <w:t>шом размере и злоупотреблений, уклонения от уплаты налогов, обмана потребителей, бытового хулиганства и т. д.), привыкание к ним как допустимым для себя и простительным для других созда</w:t>
      </w:r>
      <w:r>
        <w:softHyphen/>
        <w:t>ют ситуацию, маскирующую организованную преступную деятель</w:t>
      </w:r>
      <w:r>
        <w:softHyphen/>
        <w:t>ность, которая, если не знать ее масштабов, зачастую предстает именно как совокупность не связанных между собой, малозначи</w:t>
      </w:r>
      <w:r>
        <w:softHyphen/>
        <w:t>тельных деяний. Общественное мнение дезориентировано публикациями о всесилии организованных преступных структур и поэтому, выражая в вербальной и обезличенной форме недовольство положением дел, вместе с тем не побуждает граждан к реальному противостоянию вымогательству или иным посягательствам, воз</w:t>
      </w:r>
      <w:r>
        <w:softHyphen/>
        <w:t>можно, исходящим от организованных преступников. К сожале</w:t>
      </w:r>
      <w:r>
        <w:softHyphen/>
        <w:t>нию, злоупотребление публицистами терминами «мафия», «рэкет» и т. п. при характеристике именно мелкомасштабной групповой преступности, как и увлечение поверхностными журналистскими расследованиями, сопровождающимися стандартными утвержде</w:t>
      </w:r>
      <w:r>
        <w:softHyphen/>
        <w:t>ниями о бессилии власти в борьбе с организованной преступностью, существенно способствуют этой дезориентации населения. Еще одна социально неверная тенденция в публикациях относительно преступности вообще и организованной преступности в частнос</w:t>
      </w:r>
      <w:r>
        <w:softHyphen/>
        <w:t>ти состоит в нарушении оптимального соотношения между резкой и во многих случаях справедливой критикой конкретных недостат</w:t>
      </w:r>
      <w:r>
        <w:softHyphen/>
        <w:t>ков правоохранительной деятельности и показом ее положитель</w:t>
      </w:r>
      <w:r>
        <w:softHyphen/>
        <w:t>ных сторон. В результате, по данным Общественного центра со</w:t>
      </w:r>
      <w:r>
        <w:softHyphen/>
        <w:t>действия реформе уголовного правосудия, каждый второй потерпевший от тяжких преступлений сомневается в эффектив</w:t>
      </w:r>
      <w:r>
        <w:softHyphen/>
        <w:t>ности обращения в правоохранительные органы; до достаточно низкой отметки упал и общий показатель доверия населения орга</w:t>
      </w:r>
      <w:r>
        <w:softHyphen/>
        <w:t>нам милиции, прокуратуры, судам. Криминогенное влияние этих факторов на создание ситуаций, благоприятных для действий организованных преступников, очевидно.</w:t>
      </w:r>
    </w:p>
    <w:p w:rsidR="00C87736" w:rsidRDefault="00C87736">
      <w:pPr>
        <w:ind w:firstLine="284"/>
        <w:jc w:val="both"/>
      </w:pPr>
      <w:r>
        <w:t>В криминологических работах последних лет обоснованно от</w:t>
      </w:r>
      <w:r>
        <w:softHyphen/>
        <w:t>мечается, что наряду и во взаимодействии с детерминантами орга</w:t>
      </w:r>
      <w:r>
        <w:softHyphen/>
        <w:t>низованной преступности, связанными с объективными процесса</w:t>
      </w:r>
      <w:r>
        <w:softHyphen/>
        <w:t>ми и явлениями в экономике, социальной сфере, политике, идеологии и психологии общества, существенное место занимают детерминанты, обусловленные самопроизводством этой преступ</w:t>
      </w:r>
      <w:r>
        <w:softHyphen/>
        <w:t>ности. Выделяются факторы:</w:t>
      </w:r>
    </w:p>
    <w:p w:rsidR="00C87736" w:rsidRDefault="00C87736">
      <w:pPr>
        <w:ind w:firstLine="284"/>
        <w:jc w:val="both"/>
      </w:pPr>
      <w:r>
        <w:t>а) целенаправленная пропаганда антисоциальных ценностных ориентации, включая стремление к обогащению любой це</w:t>
      </w:r>
      <w:r>
        <w:softHyphen/>
        <w:t>ной, культ насилия, жестокости, стереотипы «сильною че</w:t>
      </w:r>
      <w:r>
        <w:softHyphen/>
        <w:t>ловека», свободного от обязательств перед обществом;</w:t>
      </w:r>
    </w:p>
    <w:p w:rsidR="00C87736" w:rsidRDefault="00C87736">
      <w:pPr>
        <w:ind w:firstLine="284"/>
        <w:jc w:val="both"/>
      </w:pPr>
      <w:r>
        <w:t>б) непосредственное распространение преступных обычаев;</w:t>
      </w:r>
    </w:p>
    <w:p w:rsidR="00C87736" w:rsidRDefault="00C87736">
      <w:pPr>
        <w:ind w:firstLine="284"/>
        <w:jc w:val="both"/>
      </w:pPr>
      <w:r>
        <w:t>в) поддержание автономного существования и функциониро</w:t>
      </w:r>
      <w:r>
        <w:softHyphen/>
        <w:t>вания преступной среды, которая «социализирует» в себе маргинальные элементы общества;</w:t>
      </w:r>
    </w:p>
    <w:p w:rsidR="00C87736" w:rsidRDefault="00C87736">
      <w:pPr>
        <w:ind w:firstLine="284"/>
        <w:jc w:val="both"/>
      </w:pPr>
      <w:r>
        <w:t>г) неизбежность включения лиц, втягиваемых на любую роль в организованных преступных структурах, в коллективную пре</w:t>
      </w:r>
      <w:r>
        <w:softHyphen/>
        <w:t>ступную деятельность;</w:t>
      </w:r>
    </w:p>
    <w:p w:rsidR="00C87736" w:rsidRDefault="00C87736">
      <w:pPr>
        <w:ind w:firstLine="284"/>
        <w:jc w:val="both"/>
      </w:pPr>
      <w:r>
        <w:t>д) неизбежность развертывания серий преступлений, «обслужи</w:t>
      </w:r>
      <w:r>
        <w:softHyphen/>
        <w:t>вающих» оспенную преступную деятельность (например, де</w:t>
      </w:r>
      <w:r>
        <w:softHyphen/>
        <w:t>янии, связанных с обеспечением безопасности ее участников)'.</w:t>
      </w:r>
    </w:p>
    <w:p w:rsidR="00C87736" w:rsidRDefault="00C87736">
      <w:pPr>
        <w:ind w:firstLine="284"/>
        <w:jc w:val="both"/>
      </w:pPr>
      <w:r>
        <w:t>В частности, организованные преступные структуры целенап</w:t>
      </w:r>
      <w:r>
        <w:softHyphen/>
        <w:t>равленно создают условия для своего воспроизводства путем рас</w:t>
      </w:r>
      <w:r>
        <w:softHyphen/>
        <w:t>пространения в среде населения азартных игр, наркотиков, про</w:t>
      </w:r>
      <w:r>
        <w:softHyphen/>
        <w:t>ституции и т. д. (прямое вовлечение, пропаганда через средства массовой информации, притоносодержательство), что увеличива</w:t>
      </w:r>
      <w:r>
        <w:softHyphen/>
        <w:t>ет численность фонового контингента, поддерживающего органи</w:t>
      </w:r>
      <w:r>
        <w:softHyphen/>
        <w:t>зованную преступность и готового оказывать ей услуги. Использу</w:t>
      </w:r>
      <w:r>
        <w:softHyphen/>
        <w:t>ется, и политическая, в том числе национально-экстремистская, фразеология; создаются молодежные территориальные группиров</w:t>
      </w:r>
      <w:r>
        <w:softHyphen/>
        <w:t>ки и банды, служащие начальным этапом приобщения к организо</w:t>
      </w:r>
      <w:r>
        <w:softHyphen/>
        <w:t>ванной преступности. Выборочное изучение молодежных группи</w:t>
      </w:r>
      <w:r>
        <w:softHyphen/>
        <w:t>ровок негативной направленности, существующих в ряде крупных городов России, показало, что от</w:t>
      </w:r>
      <w:r>
        <w:rPr>
          <w:noProof/>
        </w:rPr>
        <w:t xml:space="preserve"> 1/3</w:t>
      </w:r>
      <w:r>
        <w:t xml:space="preserve"> до</w:t>
      </w:r>
      <w:r>
        <w:rPr>
          <w:noProof/>
        </w:rPr>
        <w:t xml:space="preserve"> 1/2</w:t>
      </w:r>
      <w:r>
        <w:t xml:space="preserve"> взрослых, входящих в руководящее ядро этих группировок, как правило, в возрасте</w:t>
      </w:r>
      <w:r>
        <w:rPr>
          <w:noProof/>
        </w:rPr>
        <w:t xml:space="preserve"> 18 — 24</w:t>
      </w:r>
      <w:r>
        <w:t xml:space="preserve"> лет, одновременно входили во «взрослые» организованные пре</w:t>
      </w:r>
      <w:r>
        <w:softHyphen/>
        <w:t>ступные структуры и выполняли их задания, используя силу и сред</w:t>
      </w:r>
      <w:r>
        <w:softHyphen/>
        <w:t>ства своих группировок.</w:t>
      </w:r>
    </w:p>
    <w:p w:rsidR="00C87736" w:rsidRDefault="00C87736">
      <w:pPr>
        <w:ind w:firstLine="284"/>
        <w:jc w:val="both"/>
      </w:pPr>
      <w:r>
        <w:t>Характеризуя непосредственную детерминацию организован</w:t>
      </w:r>
      <w:r>
        <w:softHyphen/>
        <w:t>ной преступности, надо указать, наконец, на возможности, предо</w:t>
      </w:r>
      <w:r>
        <w:softHyphen/>
        <w:t>ставляемые еп в результате распада действовавшей на террито</w:t>
      </w:r>
      <w:r>
        <w:softHyphen/>
        <w:t>рии бывшего Союза ССР единой системы правоохранительных, пограничных, таможенных, контрольных органов при сохранении возможностей свободного перемещения людей и грузов на этой территории и установлении свободного въезда и выезда в государ</w:t>
      </w:r>
      <w:r>
        <w:softHyphen/>
        <w:t>ства дальнего зарубежья. Раскрыт, в частности, ряд преступных сообществ, вывозивших па Запад ценности культуры, высокока</w:t>
      </w:r>
      <w:r>
        <w:softHyphen/>
        <w:t>чественные ювелирные изделия, а также расщепляющиеся и другие стратегические материалы, нефть и нефтепродукты, цветные металлы, лес и лесопродукты и т. д.</w:t>
      </w:r>
    </w:p>
    <w:p w:rsidR="00C87736" w:rsidRDefault="00C87736">
      <w:pPr>
        <w:ind w:firstLine="284"/>
        <w:jc w:val="both"/>
      </w:pPr>
      <w:r>
        <w:t>Неблагоприятным тенденциям организованной преступности способствуют и пробелы законодательства в отношении понятия организованной преступной деятельности как обстоятельства, осо</w:t>
      </w:r>
      <w:r>
        <w:softHyphen/>
        <w:t>бо отягчающего ответственность и позволяющего отделить учас</w:t>
      </w:r>
      <w:r>
        <w:softHyphen/>
        <w:t>тников организованных преступных структур от других осужден</w:t>
      </w:r>
      <w:r>
        <w:softHyphen/>
        <w:t>ных; понятия специального пособничества в целом, а не только в связи с конкретными деяниями. Не урегулированы в должной сте</w:t>
      </w:r>
      <w:r>
        <w:softHyphen/>
        <w:t>пени процедуры доказывания и обеспечения безопасности его учас</w:t>
      </w:r>
      <w:r>
        <w:softHyphen/>
        <w:t>тников по делам об организованной преступной деятельности.</w:t>
      </w:r>
    </w:p>
    <w:p w:rsidR="00C87736" w:rsidRDefault="00C87736">
      <w:pPr>
        <w:ind w:firstLine="284"/>
        <w:jc w:val="both"/>
      </w:pPr>
      <w:r>
        <w:t>В частности, существенно затрудняет привлечение к ответ</w:t>
      </w:r>
      <w:r>
        <w:softHyphen/>
        <w:t>ственности лидеров преступных групп и сообществ отсутствие в УК содержательного описания этих видов преступных структур. Не удалось пока сформировать практику применения ст.</w:t>
      </w:r>
      <w:r>
        <w:rPr>
          <w:noProof/>
        </w:rPr>
        <w:t xml:space="preserve"> 209 — 210</w:t>
      </w:r>
      <w:r>
        <w:t xml:space="preserve"> УК, предусматривающих ответственность за само создание банды или преступного сообщества; «сходки» организаторов, ру</w:t>
      </w:r>
      <w:r>
        <w:softHyphen/>
        <w:t>ководителей или иных представителей организованных групп пре</w:t>
      </w:r>
      <w:r>
        <w:softHyphen/>
        <w:t>секаются правоохранительными органами без предъявления обви</w:t>
      </w:r>
      <w:r>
        <w:softHyphen/>
        <w:t>нения их участникам по ст.</w:t>
      </w:r>
      <w:r>
        <w:rPr>
          <w:noProof/>
        </w:rPr>
        <w:t xml:space="preserve"> 210</w:t>
      </w:r>
      <w:r>
        <w:t xml:space="preserve"> У К. Во многом это связано с отсутствием у оперативных работников достаточных знаний и уме</w:t>
      </w:r>
      <w:r>
        <w:softHyphen/>
        <w:t>ний для использования косвенных улик, а также доказательствен</w:t>
      </w:r>
      <w:r>
        <w:softHyphen/>
        <w:t>ной информации, полученной с помощью технических средств. Не полностью решены вопросы законодательного регулирования и ресурсного обеспечения содержания осужденных участников ор</w:t>
      </w:r>
      <w:r>
        <w:softHyphen/>
        <w:t>ганизованной преступности в условиях, которые минимизировали бы возможности руководства соучастниками, оставшимися па сво</w:t>
      </w:r>
      <w:r>
        <w:softHyphen/>
        <w:t>боде, и негативного влияния на других осужденных.</w:t>
      </w:r>
    </w:p>
    <w:p w:rsidR="00C87736" w:rsidRDefault="00C87736">
      <w:pPr>
        <w:ind w:firstLine="284"/>
        <w:jc w:val="both"/>
      </w:pPr>
      <w:r>
        <w:t>Не эффективна уголовно-правовая борьба с коррупционными преступлениями, создающими благоприятные возможности для деятельности организованных преступных структур. Так, коэффи</w:t>
      </w:r>
      <w:r>
        <w:softHyphen/>
        <w:t>циент выявленных случаев взяточничества на</w:t>
      </w:r>
      <w:r>
        <w:rPr>
          <w:noProof/>
        </w:rPr>
        <w:t xml:space="preserve"> 100</w:t>
      </w:r>
      <w:r>
        <w:t xml:space="preserve"> тыс. населения в возрасте уголовной ответственности составляет за последние пять лет всего</w:t>
      </w:r>
      <w:r>
        <w:rPr>
          <w:noProof/>
        </w:rPr>
        <w:t xml:space="preserve"> 4 — 4,5.</w:t>
      </w:r>
      <w:r>
        <w:t xml:space="preserve"> Причем осуждается менее половины от числа лиц, привлеченных к уголовной ответственности за взяточничест</w:t>
      </w:r>
      <w:r>
        <w:softHyphen/>
        <w:t>во (см. также главу</w:t>
      </w:r>
      <w:r>
        <w:rPr>
          <w:noProof/>
        </w:rPr>
        <w:t xml:space="preserve"> XII).</w:t>
      </w:r>
    </w:p>
    <w:p w:rsidR="00C87736" w:rsidRDefault="00C87736">
      <w:pPr>
        <w:ind w:firstLine="284"/>
        <w:jc w:val="both"/>
      </w:pPr>
      <w:r>
        <w:t>Нельзя недооценивать и последствия призывав некоторых ав</w:t>
      </w:r>
      <w:r>
        <w:softHyphen/>
        <w:t>торов примирительно относиться к внедрению в экономику средств, добытых незаконным или даже преступным путем. Так, в концептуальных положениях экономической реформы, известных под названием «500 дней», содержался тезис о необходимости ис</w:t>
      </w:r>
      <w:r>
        <w:softHyphen/>
        <w:t>пользования в соответствии с логикой перехода к рынку теневых капиталов для ресурсного обеспечения реформы. В книге Е. Т. Гайдара еще более четко формулируется мысль о том, что для ро</w:t>
      </w:r>
      <w:r>
        <w:softHyphen/>
        <w:t>ста экономики страны необходимы «надежные гарантии неприкос</w:t>
      </w:r>
      <w:r>
        <w:softHyphen/>
        <w:t>новенности частной собственности, безотносительно к властным или криминально-силовым возможностям ее владельца».</w:t>
      </w:r>
    </w:p>
    <w:p w:rsidR="00C87736" w:rsidRDefault="00C87736">
      <w:pPr>
        <w:ind w:firstLine="284"/>
        <w:jc w:val="both"/>
      </w:pPr>
      <w:r>
        <w:t>Среди упомянутых р общей форме детерминант организован</w:t>
      </w:r>
      <w:r>
        <w:softHyphen/>
        <w:t>ной преступности, связанных с состоянием социального контроля за экономической деятельностью, выделим: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неудовлетворительное состояние валютного и экспортного контро</w:t>
      </w:r>
      <w:r>
        <w:softHyphen/>
        <w:t>ля.</w:t>
      </w:r>
      <w:r>
        <w:rPr>
          <w:noProof/>
        </w:rPr>
        <w:t xml:space="preserve"> 1</w:t>
      </w:r>
      <w:r>
        <w:t>1с&gt; экспертным опенкам, за последние пять лет вывоз капитала из страны имеет годовой объем до</w:t>
      </w:r>
      <w:r>
        <w:rPr>
          <w:noProof/>
        </w:rPr>
        <w:t xml:space="preserve"> 12</w:t>
      </w:r>
      <w:r>
        <w:t xml:space="preserve"> млрд. долл. Конечно, значительная часть вывозимого капитала</w:t>
      </w:r>
      <w:r>
        <w:rPr>
          <w:noProof/>
        </w:rPr>
        <w:t xml:space="preserve"> —</w:t>
      </w:r>
      <w:r>
        <w:t xml:space="preserve"> это непреступные доходы, защищае</w:t>
      </w:r>
      <w:r>
        <w:softHyphen/>
        <w:t>мые владельцами от нестабильности и высоких налогов. Однако, по утверждению правоохранительных органов Швейцарии, в банках этой страны находится не менее</w:t>
      </w:r>
      <w:r>
        <w:rPr>
          <w:noProof/>
        </w:rPr>
        <w:t xml:space="preserve"> 10</w:t>
      </w:r>
      <w:r>
        <w:t xml:space="preserve"> млрд долл., принадлежащих «русской мафии»;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отсутствие противодействия проникновению в страну иностранных компаний с сомнительной репутацией. Анализ данных о компаниях, стремящихся выйти или уже работающих на российском рынке, по</w:t>
      </w:r>
      <w:r>
        <w:softHyphen/>
        <w:t>казал, что только</w:t>
      </w:r>
      <w:r>
        <w:rPr>
          <w:noProof/>
        </w:rPr>
        <w:t xml:space="preserve"> 15%</w:t>
      </w:r>
      <w:r>
        <w:t xml:space="preserve"> из них вполне надежны,</w:t>
      </w:r>
      <w:r>
        <w:rPr>
          <w:noProof/>
        </w:rPr>
        <w:t xml:space="preserve"> 66 % —</w:t>
      </w:r>
      <w:r>
        <w:t xml:space="preserve"> это слабые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фирмы или банкроты, пытающиеся поправить свое положение, в том числе за счет сомнительных контактов, а</w:t>
      </w:r>
      <w:r>
        <w:rPr>
          <w:noProof/>
        </w:rPr>
        <w:t xml:space="preserve"> 19% —</w:t>
      </w:r>
      <w:r>
        <w:t xml:space="preserve"> это компании, дея</w:t>
      </w:r>
      <w:r>
        <w:softHyphen/>
        <w:t>тельность которых носит криминальный характер;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достаточно широкие возможности, которые сохраняются еще у орга</w:t>
      </w:r>
      <w:r>
        <w:softHyphen/>
        <w:t>низованной преступности для отмывания денег. Добытых преступным путем, и их инвестирования в легальную или теневую экономику, че</w:t>
      </w:r>
      <w:r>
        <w:softHyphen/>
        <w:t>рез посредничающие компании и банки, в том числе через компании тина «почтовый ящик» (официально зарегистрированные, но не име</w:t>
      </w:r>
      <w:r>
        <w:softHyphen/>
        <w:t>ющие реальных активов и не ведущие уставных операций);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отсутствие надежною механизма взыскания по закону задолженнос</w:t>
      </w:r>
      <w:r>
        <w:softHyphen/>
        <w:t>ти недобросовестною партнера, что вынуждает кредитора обращаться к преступным структурам, специализирующимся на «выбивании» до-топ, получай за это до</w:t>
      </w:r>
      <w:r>
        <w:rPr>
          <w:noProof/>
        </w:rPr>
        <w:t xml:space="preserve"> 50%</w:t>
      </w:r>
      <w:r>
        <w:t xml:space="preserve"> спорной суммы.</w:t>
      </w:r>
    </w:p>
    <w:p w:rsidR="00C87736" w:rsidRDefault="00C87736">
      <w:pPr>
        <w:ind w:firstLine="284"/>
        <w:jc w:val="both"/>
      </w:pPr>
      <w:r>
        <w:t>Некоторые детерминанты организованной преступности носят технический характер. Например, только</w:t>
      </w:r>
      <w:r>
        <w:rPr>
          <w:noProof/>
        </w:rPr>
        <w:t xml:space="preserve"> 27%</w:t>
      </w:r>
      <w:r>
        <w:t xml:space="preserve"> музеев и</w:t>
      </w:r>
      <w:r>
        <w:rPr>
          <w:noProof/>
        </w:rPr>
        <w:t xml:space="preserve"> 5%</w:t>
      </w:r>
      <w:r>
        <w:t xml:space="preserve"> рели</w:t>
      </w:r>
      <w:r>
        <w:softHyphen/>
        <w:t>гиозных зданий имеют современную охранную сигнализацию. Только проектируется введение маркировки деталей автомобилей, а также оружия и боеприпасов, которая позволила бы установить действительное место изготовления и принадлежность предмета.</w:t>
      </w:r>
    </w:p>
    <w:p w:rsidR="00C87736" w:rsidRDefault="00C87736">
      <w:pPr>
        <w:ind w:firstLine="284"/>
        <w:jc w:val="both"/>
      </w:pPr>
      <w:r>
        <w:t>Надо указать, наконец, и на последствия ненадлежащего ре</w:t>
      </w:r>
      <w:r>
        <w:softHyphen/>
        <w:t>сурсного обеспечения борьбы с организованной преступностью. Речь идет не только о транспорте, специальном оборудовании и т. д., но и о материальном положении участников этой борьбы. Из</w:t>
      </w:r>
      <w:r>
        <w:softHyphen/>
        <w:t>вестен афоризм: «Дешевая юстиция дорого обходится обществу». С особой силой он звучит в сфере борьбы с организованной пре</w:t>
      </w:r>
      <w:r>
        <w:softHyphen/>
        <w:t>ступностью. Низкая оплата труда работников контрольно-ревизи</w:t>
      </w:r>
      <w:r>
        <w:softHyphen/>
        <w:t>онных органов, милиции и налоговой полиции, следователей, за</w:t>
      </w:r>
      <w:r>
        <w:softHyphen/>
        <w:t>держки этой оплаты, распространяющиеся и на работников других  правоохранительных органов, создают, в сочетании с интенсивны</w:t>
      </w:r>
      <w:r>
        <w:softHyphen/>
        <w:t>ми усилиями организованной преступности по втягиванию правоохранителей в свою сферу, многие криминогенные ситуации за счет «соблазнов», которым повседневно подвергаются соответствующие должностные лица.</w:t>
      </w:r>
      <w:r>
        <w:rPr>
          <w:rStyle w:val="a3"/>
        </w:rPr>
        <w:footnoteReference w:id="31"/>
      </w:r>
    </w:p>
    <w:p w:rsidR="00C87736" w:rsidRDefault="00C87736">
      <w:pPr>
        <w:ind w:firstLine="284"/>
        <w:jc w:val="both"/>
      </w:pPr>
      <w:r>
        <w:rPr>
          <w:b/>
          <w:bCs/>
        </w:rPr>
        <w:t>3.3.  Предупреждение организованной преступности.</w:t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t xml:space="preserve">  Предупреждение организованной преступности (преступлений) как направление профилактической деятельности предполагает: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четкую концептуальную и понятийную характеристику этой преступ</w:t>
      </w:r>
      <w:r>
        <w:softHyphen/>
        <w:t>ности и борьбы с ней в современный период;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достаточную правовую базу; специализацию кадров, ведущих борь</w:t>
      </w:r>
      <w:r>
        <w:softHyphen/>
        <w:t>бу с этой преступностью и их подготовку;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достаточное ресурсное обеспечение; современную информационную базу;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комплексное программирование; знание реального состояния и тен</w:t>
      </w:r>
      <w:r>
        <w:softHyphen/>
        <w:t>денций организованной преступности, обоснованные прогнозные оценки.</w:t>
      </w:r>
    </w:p>
    <w:p w:rsidR="00C87736" w:rsidRDefault="00C87736">
      <w:pPr>
        <w:ind w:firstLine="284"/>
        <w:jc w:val="both"/>
      </w:pPr>
      <w:r>
        <w:t>Концептуальные основы предупреждения организованной пре</w:t>
      </w:r>
      <w:r>
        <w:softHyphen/>
        <w:t>ступности (преступлений) предполагают выделение приоритетов борьбы с ней, исходя из структуры и тенденций организованной преступности, опасности последствий отдельных ее видов. В зако</w:t>
      </w:r>
      <w:r>
        <w:softHyphen/>
        <w:t>нодательстве о борьбе с организованной преступностью и в прак</w:t>
      </w:r>
      <w:r>
        <w:softHyphen/>
        <w:t>тике этой борьбы необходим учет ее специфики, связанной с ши</w:t>
      </w:r>
      <w:r>
        <w:softHyphen/>
        <w:t>рокомасштабной коллективной преступной деятельностью и опорой на огромные средства, добытые преступным путем. В этой связи значимо закрепление в УК ответственности за сам сговор о занятии организованной преступной деятельностью (ст.</w:t>
      </w:r>
      <w:r>
        <w:rPr>
          <w:noProof/>
        </w:rPr>
        <w:t xml:space="preserve"> 209 — 210 </w:t>
      </w:r>
      <w:r>
        <w:t>УК), хотя, как отмечалось, необходимо быстрее формировать прак</w:t>
      </w:r>
      <w:r>
        <w:softHyphen/>
        <w:t>тику применения этих норм. Столь же значимы законодательные и управленческие меры по противодействию отмыванию преступ</w:t>
      </w:r>
      <w:r>
        <w:softHyphen/>
        <w:t>но нажитых средств, но расширению возможности выявления не</w:t>
      </w:r>
      <w:r>
        <w:softHyphen/>
        <w:t>законных доходов и изъятию приобретенного на них имущества.</w:t>
      </w:r>
    </w:p>
    <w:p w:rsidR="00C87736" w:rsidRDefault="00C87736">
      <w:pPr>
        <w:ind w:firstLine="284"/>
        <w:jc w:val="both"/>
      </w:pPr>
      <w:r>
        <w:t xml:space="preserve">     Общесоциальной основой предупреждения организованной преступности и максимального ограничения возможностей для ее функционирования и воспроизводства является преодоление кри</w:t>
      </w:r>
      <w:r>
        <w:softHyphen/>
        <w:t xml:space="preserve">зисных явлений в стране: в экономике, политике, в общественной идеологии и психологии, социальной сфере, правоохранительной </w:t>
      </w:r>
      <w:r>
        <w:rPr>
          <w:noProof/>
        </w:rPr>
        <w:t>;</w:t>
      </w:r>
      <w:r>
        <w:t xml:space="preserve"> деятельности.</w:t>
      </w:r>
    </w:p>
    <w:p w:rsidR="00C87736" w:rsidRDefault="00C87736">
      <w:pPr>
        <w:ind w:firstLine="284"/>
        <w:jc w:val="both"/>
      </w:pPr>
      <w:r>
        <w:t xml:space="preserve">    На достижение этих же целен направлены меры правительства по ликвидации льгот и других условии, способствующих коррупции и произволу в отношении хозяйствующих субъектов; но переходу к распределению го</w:t>
      </w:r>
      <w:r>
        <w:softHyphen/>
        <w:t>сударственных заказов исключительно через открытый конкурс с публикацией предъявляемых требований; переходу на международ</w:t>
      </w:r>
      <w:r>
        <w:softHyphen/>
        <w:t>ные стандарты бухгалтерского учета. Предусматривается преодоле</w:t>
      </w:r>
      <w:r>
        <w:softHyphen/>
        <w:t>ние дезорганизации управления пакетами акций, принадлежащих государству, «чистка» комитетов по управлению имуществом от кор</w:t>
      </w:r>
      <w:r>
        <w:softHyphen/>
        <w:t>румпированных чиновников. При этом предполагаются проверки правильности установления выкупной цены приватизированных объектов, а также выполнения новыми хозяевами приватизирован</w:t>
      </w:r>
      <w:r>
        <w:softHyphen/>
        <w:t>ных предприятий взятых на себя инвестиционных обязательств.</w:t>
      </w:r>
    </w:p>
    <w:p w:rsidR="00C87736" w:rsidRDefault="00C87736">
      <w:pPr>
        <w:ind w:firstLine="284"/>
        <w:jc w:val="both"/>
      </w:pPr>
      <w:r>
        <w:t>Па предупреждение организованной преступности (преступ</w:t>
      </w:r>
      <w:r>
        <w:softHyphen/>
        <w:t>лении) прямо «работают» нормы УК</w:t>
      </w:r>
      <w:r>
        <w:rPr>
          <w:noProof/>
        </w:rPr>
        <w:t xml:space="preserve"> 1996</w:t>
      </w:r>
      <w:r>
        <w:t xml:space="preserve"> г. об ответственности за корыстные и корыстно-насильственные преступления, совершен</w:t>
      </w:r>
      <w:r>
        <w:softHyphen/>
        <w:t>ные организованной группой, за вымогательство, за незаконное предпринимательство, незаконную банковскую деятельность, лжепредпринимательство,  отмывание денежных средств или ино</w:t>
      </w:r>
      <w:r>
        <w:softHyphen/>
        <w:t>го имущества, приобретенных незаконным путем, ограничение конкуренции и т. д. Возможности использования для совершения организованных преступлений банков финансовой и экономичес</w:t>
      </w:r>
      <w:r>
        <w:softHyphen/>
        <w:t>кой информации существенно ограничены введением уголовной ответственности за компьютерные преступления. Для профилактики организованных преступлений используется и возбуждение уголовных дел о преступлениях против государственной власти, интересов государственной службы и службы в органах местного самоуправления; против правосудия; против интересов службы в коммерческих и иных организациях. Соответствующие нормы УК являются нормами двойной превенции по отношению к преступ</w:t>
      </w:r>
      <w:r>
        <w:softHyphen/>
        <w:t>ной деятельности организованных групп и сообществ.</w:t>
      </w:r>
    </w:p>
    <w:p w:rsidR="00C87736" w:rsidRDefault="00C87736">
      <w:pPr>
        <w:pStyle w:val="FR2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борьбе с организованной преступностью эффективную роль может сыграть закон об освобождении от ответственности тех, кто был втянут в незаконную деятельность под угрозой на</w:t>
      </w:r>
      <w:r>
        <w:rPr>
          <w:rFonts w:ascii="Times New Roman" w:hAnsi="Times New Roman" w:cs="Times New Roman"/>
          <w:sz w:val="28"/>
          <w:szCs w:val="28"/>
        </w:rPr>
        <w:softHyphen/>
        <w:t>силия, а также добровольно заявил о своих связях с преступным сообществом, либо активно способствовал его разоблачению.</w:t>
      </w:r>
    </w:p>
    <w:p w:rsidR="00C87736" w:rsidRDefault="00C87736">
      <w:pPr>
        <w:pStyle w:val="FR2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и еще одна проблема, которая требует своего раз</w:t>
      </w:r>
      <w:r>
        <w:rPr>
          <w:rFonts w:ascii="Times New Roman" w:hAnsi="Times New Roman" w:cs="Times New Roman"/>
          <w:sz w:val="28"/>
          <w:szCs w:val="28"/>
        </w:rPr>
        <w:softHyphen/>
        <w:t>решения в условиях высокой коррумпированности, общества,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>это установление поощрительных правовых мер воздействия на тех, кто получает взятки или выступает посредником в них при добровольном заявлении о совершенном преступлении. Пока это касается лишь взяткодателей. Введение нормы об исключе</w:t>
      </w:r>
      <w:r>
        <w:rPr>
          <w:rFonts w:ascii="Times New Roman" w:hAnsi="Times New Roman" w:cs="Times New Roman"/>
          <w:sz w:val="28"/>
          <w:szCs w:val="28"/>
        </w:rPr>
        <w:softHyphen/>
        <w:t>нии уголовной ответственности либо ее смягчении при добро</w:t>
      </w:r>
      <w:r>
        <w:rPr>
          <w:rFonts w:ascii="Times New Roman" w:hAnsi="Times New Roman" w:cs="Times New Roman"/>
          <w:sz w:val="28"/>
          <w:szCs w:val="28"/>
        </w:rPr>
        <w:softHyphen/>
        <w:t>вольном заявлении виновных о получении взятки и активном участии в ее раскрытии существенно бы нарушило коррумпиро</w:t>
      </w:r>
      <w:r>
        <w:rPr>
          <w:rFonts w:ascii="Times New Roman" w:hAnsi="Times New Roman" w:cs="Times New Roman"/>
          <w:sz w:val="28"/>
          <w:szCs w:val="28"/>
        </w:rPr>
        <w:softHyphen/>
        <w:t>ванные связи, создало бы позитивные стимулы к чистосердеч</w:t>
      </w:r>
      <w:r>
        <w:rPr>
          <w:rFonts w:ascii="Times New Roman" w:hAnsi="Times New Roman" w:cs="Times New Roman"/>
          <w:sz w:val="28"/>
          <w:szCs w:val="28"/>
        </w:rPr>
        <w:softHyphen/>
        <w:t>ному раскаянию.</w:t>
      </w:r>
    </w:p>
    <w:p w:rsidR="00C87736" w:rsidRDefault="00C87736">
      <w:pPr>
        <w:pStyle w:val="FR2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учетом высокой технической оснащенности преступни</w:t>
      </w:r>
      <w:r>
        <w:rPr>
          <w:rFonts w:ascii="Times New Roman" w:hAnsi="Times New Roman" w:cs="Times New Roman"/>
          <w:sz w:val="28"/>
          <w:szCs w:val="28"/>
        </w:rPr>
        <w:softHyphen/>
        <w:t>ков необходим и уголовный закон, предусматривающий ответ</w:t>
      </w:r>
      <w:r>
        <w:rPr>
          <w:rFonts w:ascii="Times New Roman" w:hAnsi="Times New Roman" w:cs="Times New Roman"/>
          <w:sz w:val="28"/>
          <w:szCs w:val="28"/>
        </w:rPr>
        <w:softHyphen/>
        <w:t>ственность за умышленные прослушивания переговоров или перехват информации органов дознания, следователя, прокуро</w:t>
      </w:r>
      <w:r>
        <w:rPr>
          <w:rFonts w:ascii="Times New Roman" w:hAnsi="Times New Roman" w:cs="Times New Roman"/>
          <w:sz w:val="28"/>
          <w:szCs w:val="28"/>
        </w:rPr>
        <w:softHyphen/>
        <w:t>ров, судей, защитников и экспертов в целях воспрепятствования правосудию.</w:t>
      </w:r>
    </w:p>
    <w:p w:rsidR="00C87736" w:rsidRDefault="00C87736">
      <w:pPr>
        <w:pStyle w:val="FR2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Совершенно очевидно, что изощренная преступная дея</w:t>
      </w:r>
      <w:r>
        <w:rPr>
          <w:rFonts w:ascii="Times New Roman" w:hAnsi="Times New Roman" w:cs="Times New Roman"/>
          <w:sz w:val="28"/>
          <w:szCs w:val="28"/>
        </w:rPr>
        <w:softHyphen/>
        <w:t>тельность, которую нередко консультируют профессиональные юристы, не может быть успешно доказана традиционными ме</w:t>
      </w:r>
      <w:r>
        <w:rPr>
          <w:rFonts w:ascii="Times New Roman" w:hAnsi="Times New Roman" w:cs="Times New Roman"/>
          <w:sz w:val="28"/>
          <w:szCs w:val="28"/>
        </w:rPr>
        <w:softHyphen/>
        <w:t>тодами. Однако значительная часть достоверной информации. получаемой с помощью технических и оперативно-розыскных средств, сегодня не используется в доказывании преступных действий. Игнорируется самый беспристрастный источник дока</w:t>
      </w:r>
      <w:r>
        <w:rPr>
          <w:rFonts w:ascii="Times New Roman" w:hAnsi="Times New Roman" w:cs="Times New Roman"/>
          <w:sz w:val="28"/>
          <w:szCs w:val="28"/>
        </w:rPr>
        <w:softHyphen/>
        <w:t>зательств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технические средства.</w:t>
      </w:r>
    </w:p>
    <w:p w:rsidR="00C87736" w:rsidRDefault="00C87736">
      <w:pPr>
        <w:pStyle w:val="FR2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качестве контраргумента выдвигается недостаточность гарантий, возможность фальсификации материалов опера</w:t>
      </w:r>
      <w:r>
        <w:rPr>
          <w:rFonts w:ascii="Times New Roman" w:hAnsi="Times New Roman" w:cs="Times New Roman"/>
          <w:sz w:val="28"/>
          <w:szCs w:val="28"/>
        </w:rPr>
        <w:softHyphen/>
        <w:t>тивными работниками и следователями. Но разве нельзя фаль</w:t>
      </w:r>
      <w:r>
        <w:rPr>
          <w:rFonts w:ascii="Times New Roman" w:hAnsi="Times New Roman" w:cs="Times New Roman"/>
          <w:sz w:val="28"/>
          <w:szCs w:val="28"/>
        </w:rPr>
        <w:softHyphen/>
        <w:t>сифицировать протоколы допросов, подговорить лицо к лжесви</w:t>
      </w:r>
      <w:r>
        <w:rPr>
          <w:rFonts w:ascii="Times New Roman" w:hAnsi="Times New Roman" w:cs="Times New Roman"/>
          <w:sz w:val="28"/>
          <w:szCs w:val="28"/>
        </w:rPr>
        <w:softHyphen/>
        <w:t>детельству, что, кстати, сделать гораздо легче. Между тем лю</w:t>
      </w:r>
      <w:r>
        <w:rPr>
          <w:rFonts w:ascii="Times New Roman" w:hAnsi="Times New Roman" w:cs="Times New Roman"/>
          <w:sz w:val="28"/>
          <w:szCs w:val="28"/>
        </w:rPr>
        <w:softHyphen/>
        <w:t>бая фальсификация устанавливается с помощью специальной экспертизы, а лица, допустившие ее, несут уголовную ответ</w:t>
      </w:r>
      <w:r>
        <w:rPr>
          <w:rFonts w:ascii="Times New Roman" w:hAnsi="Times New Roman" w:cs="Times New Roman"/>
          <w:sz w:val="28"/>
          <w:szCs w:val="28"/>
        </w:rPr>
        <w:softHyphen/>
        <w:t>ственность. Такого рода аргументы в конечном итоге оказывают</w:t>
      </w:r>
      <w:r>
        <w:rPr>
          <w:rFonts w:ascii="Times New Roman" w:hAnsi="Times New Roman" w:cs="Times New Roman"/>
          <w:sz w:val="28"/>
          <w:szCs w:val="28"/>
        </w:rPr>
        <w:softHyphen/>
        <w:t>ся на руку только тем, кто противопоставляет себя закону. Если речь идет о дополнительных гарантиях, то их следует разрабо</w:t>
      </w:r>
      <w:r>
        <w:rPr>
          <w:rFonts w:ascii="Times New Roman" w:hAnsi="Times New Roman" w:cs="Times New Roman"/>
          <w:sz w:val="28"/>
          <w:szCs w:val="28"/>
        </w:rPr>
        <w:softHyphen/>
        <w:t>тать и утвердить, но не исключать самой проблемы по надуман</w:t>
      </w:r>
      <w:r>
        <w:rPr>
          <w:rFonts w:ascii="Times New Roman" w:hAnsi="Times New Roman" w:cs="Times New Roman"/>
          <w:sz w:val="28"/>
          <w:szCs w:val="28"/>
        </w:rPr>
        <w:softHyphen/>
        <w:t>ным аргументам.</w:t>
      </w:r>
    </w:p>
    <w:p w:rsidR="00C87736" w:rsidRDefault="00C87736">
      <w:pPr>
        <w:pStyle w:val="FR2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последние годы становится массовым явлением укло</w:t>
      </w:r>
      <w:r>
        <w:rPr>
          <w:rFonts w:ascii="Times New Roman" w:hAnsi="Times New Roman" w:cs="Times New Roman"/>
          <w:sz w:val="28"/>
          <w:szCs w:val="28"/>
        </w:rPr>
        <w:softHyphen/>
        <w:t>нение свидетелей и потерпевших от явки на предварительное следствие и в суды для дачи показаний. Часто это связано не с отсутствием гражданской позиции, а с воздействием на них пре</w:t>
      </w:r>
      <w:r>
        <w:rPr>
          <w:rFonts w:ascii="Times New Roman" w:hAnsi="Times New Roman" w:cs="Times New Roman"/>
          <w:sz w:val="28"/>
          <w:szCs w:val="28"/>
        </w:rPr>
        <w:softHyphen/>
        <w:t>ступников. Поэтому был принят закон о защите участников про</w:t>
      </w:r>
      <w:r>
        <w:rPr>
          <w:rFonts w:ascii="Times New Roman" w:hAnsi="Times New Roman" w:cs="Times New Roman"/>
          <w:sz w:val="28"/>
          <w:szCs w:val="28"/>
        </w:rPr>
        <w:softHyphen/>
        <w:t>цесса, но он не обеспечен материально, а потому бездействует. Это лишний раз говорит о том, что закон без механизма его реа</w:t>
      </w:r>
      <w:r>
        <w:rPr>
          <w:rFonts w:ascii="Times New Roman" w:hAnsi="Times New Roman" w:cs="Times New Roman"/>
          <w:sz w:val="28"/>
          <w:szCs w:val="28"/>
        </w:rPr>
        <w:softHyphen/>
        <w:t>лизации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закон голый.</w:t>
      </w:r>
    </w:p>
    <w:p w:rsidR="00C87736" w:rsidRDefault="00C87736">
      <w:pPr>
        <w:pStyle w:val="FR2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 осложняет предупреждение проявлений ор</w:t>
      </w:r>
      <w:r>
        <w:rPr>
          <w:rFonts w:ascii="Times New Roman" w:hAnsi="Times New Roman" w:cs="Times New Roman"/>
          <w:sz w:val="28"/>
          <w:szCs w:val="28"/>
        </w:rPr>
        <w:softHyphen/>
        <w:t>ганизованной преступности несовершенство или отсутствие це</w:t>
      </w:r>
      <w:r>
        <w:rPr>
          <w:rFonts w:ascii="Times New Roman" w:hAnsi="Times New Roman" w:cs="Times New Roman"/>
          <w:sz w:val="28"/>
          <w:szCs w:val="28"/>
        </w:rPr>
        <w:softHyphen/>
        <w:t>лого ряда законов, регулирующих внешнеэкономическую, фи</w:t>
      </w:r>
      <w:r>
        <w:rPr>
          <w:rFonts w:ascii="Times New Roman" w:hAnsi="Times New Roman" w:cs="Times New Roman"/>
          <w:sz w:val="28"/>
          <w:szCs w:val="28"/>
        </w:rPr>
        <w:softHyphen/>
        <w:t>нансовую и банковскую деятельность, не установлены меры специальной ответственности за ее нарушение. В целом же не</w:t>
      </w:r>
      <w:r>
        <w:rPr>
          <w:rFonts w:ascii="Times New Roman" w:hAnsi="Times New Roman" w:cs="Times New Roman"/>
          <w:sz w:val="28"/>
          <w:szCs w:val="28"/>
        </w:rPr>
        <w:softHyphen/>
        <w:t>обходим общероссийский закон «О борьбе с организованной преступностью», который включил бы в себя целый ряд право</w:t>
      </w:r>
      <w:r>
        <w:rPr>
          <w:rFonts w:ascii="Times New Roman" w:hAnsi="Times New Roman" w:cs="Times New Roman"/>
          <w:sz w:val="28"/>
          <w:szCs w:val="28"/>
        </w:rPr>
        <w:softHyphen/>
        <w:t>вых норм, регламентирующих на только ответственность, но и действия правоохранительных органов. Важную роль должны сыграть такие законы, как «О борьбе с коррупцией», «О борьбе с терроризмом» и некоторые другие.</w:t>
      </w:r>
      <w:r>
        <w:rPr>
          <w:rStyle w:val="a3"/>
          <w:rFonts w:ascii="Times New Roman" w:hAnsi="Times New Roman" w:cs="Times New Roman"/>
          <w:sz w:val="28"/>
          <w:szCs w:val="28"/>
        </w:rPr>
        <w:footnoteReference w:id="32"/>
      </w:r>
    </w:p>
    <w:p w:rsidR="00C87736" w:rsidRDefault="00C87736">
      <w:pPr>
        <w:ind w:firstLine="284"/>
        <w:jc w:val="both"/>
      </w:pPr>
      <w:r>
        <w:t>Перспективными представляются профилактические меропри</w:t>
      </w:r>
      <w:r>
        <w:softHyphen/>
        <w:t>ятия, связанные: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с восстановлением с помощью служб социального обслуживания насе</w:t>
      </w:r>
      <w:r>
        <w:softHyphen/>
        <w:t>ления жизненной перспективы лиц, потерявших ее в результате без</w:t>
      </w:r>
      <w:r>
        <w:softHyphen/>
        <w:t>работицы, демобилизации, ухода в отставку и т. л.; предоставление специалистам, в отношении которых особо значим риск их вербовки организованными преступными структурами, альтернативы в про</w:t>
      </w:r>
      <w:r>
        <w:softHyphen/>
        <w:t>фессиональной деятельности и ее оплате; предоставление такой аль</w:t>
      </w:r>
      <w:r>
        <w:softHyphen/>
        <w:t>тернативы крестьянам и другим лицам, выращивающим наркотики для извлечения дохода (включая выплаты, компенсирующие потери этого дохода);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с введением деклараций для государственных (муниципальных) служа</w:t>
      </w:r>
      <w:r>
        <w:softHyphen/>
        <w:t>щих и их близких родственников о доходах и имуществе; декларирова</w:t>
      </w:r>
      <w:r>
        <w:softHyphen/>
        <w:t>ния источников средств на приобретение ценного имущества; обязан</w:t>
      </w:r>
      <w:r>
        <w:softHyphen/>
        <w:t>ности банков сообщать правоохранительным органам о принятии или перемещении крупных вкладов, подозрительных по происхождению;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с введением эффективного порядка конфискации преступных и иных заведомо незаконных доходов и приобретенного па эти доходы иму</w:t>
      </w:r>
      <w:r>
        <w:softHyphen/>
        <w:t>щества.</w:t>
      </w:r>
    </w:p>
    <w:p w:rsidR="00C87736" w:rsidRDefault="00C87736">
      <w:pPr>
        <w:ind w:firstLine="284"/>
        <w:jc w:val="both"/>
      </w:pPr>
      <w:r>
        <w:t>Борьбе с вербовкой пополнения для организованной преступ</w:t>
      </w:r>
      <w:r>
        <w:softHyphen/>
        <w:t>ности будет способствовать восстановление деятельности право</w:t>
      </w:r>
      <w:r>
        <w:softHyphen/>
        <w:t>охранительных органов по профилактике формирования и функци</w:t>
      </w:r>
      <w:r>
        <w:softHyphen/>
        <w:t>онирования молодежных группировок с антиобщественной направленностью, вовлечения несовершеннолетних в преступле</w:t>
      </w:r>
      <w:r>
        <w:softHyphen/>
        <w:t>ния, притоносодержательства; реализация и расширение сохранив</w:t>
      </w:r>
      <w:r>
        <w:softHyphen/>
        <w:t>шихся в трудовом законодательстве и законодательстве об образо</w:t>
      </w:r>
      <w:r>
        <w:softHyphen/>
        <w:t>вании норм о трудоустройстве выпускников образовательных учреждений, а также детей-сирот или оставшихся без попечения родителей; восстановление системы социального контроля и по</w:t>
      </w:r>
      <w:r>
        <w:softHyphen/>
        <w:t>мощи в отношении ряда категорий лиц, освобожденных из мест лишения свободы и закрытых воспитательных учреждений; кон</w:t>
      </w:r>
      <w:r>
        <w:softHyphen/>
        <w:t>троль за своевременностью регистрации приезжих и оформления сдачи квартир временным жильцам.</w:t>
      </w:r>
    </w:p>
    <w:p w:rsidR="00C87736" w:rsidRDefault="00C87736">
      <w:pPr>
        <w:ind w:firstLine="284"/>
        <w:jc w:val="both"/>
      </w:pPr>
      <w:r>
        <w:t xml:space="preserve">       В числе этих мер: всероссийские оперативно-профилактические и целевые опе</w:t>
      </w:r>
      <w:r>
        <w:softHyphen/>
        <w:t>рации по выявлению и пресечению «воровских» сходок, деятель</w:t>
      </w:r>
      <w:r>
        <w:softHyphen/>
        <w:t>ности «воров в законе», лидеров н активных участников этничес</w:t>
      </w:r>
      <w:r>
        <w:softHyphen/>
        <w:t>ких преступных группировок; проверки соблюдения законности деятельности охранно-сыскных предприятий и служб безопаснос</w:t>
      </w:r>
      <w:r>
        <w:softHyphen/>
        <w:t>ти частных структур; проверки соблюдения банками порядка кре</w:t>
      </w:r>
      <w:r>
        <w:softHyphen/>
        <w:t>дитования негосударственных структур; подготовка правовых ак</w:t>
      </w:r>
      <w:r>
        <w:softHyphen/>
        <w:t>тов о мерах обеспечения безопасности лиц, оказывающих негласную помощь в борьбе с организованной преступностью; вы</w:t>
      </w:r>
      <w:r>
        <w:softHyphen/>
        <w:t>борочные проверки предприятий по добыче н переработке нефти, газа, цветных и редких металлов, отгружающих продукцию за ру</w:t>
      </w:r>
      <w:r>
        <w:softHyphen/>
        <w:t>беж, и разработка па основе материалов проверок мероприятий, препятствующих криминальной деятельности организованных пре</w:t>
      </w:r>
      <w:r>
        <w:softHyphen/>
        <w:t>ступных групп и коррумпированных должностных лиц в этих от</w:t>
      </w:r>
      <w:r>
        <w:softHyphen/>
        <w:t>раслях; мероприятия, препятствующие проникновению организо</w:t>
      </w:r>
      <w:r>
        <w:softHyphen/>
        <w:t>ванной преступности в органы государственной власти, в том числе правоохранительные органы; проведение Всероссийской научно-практической конференции по проблемам совершенствования борьбы с организованной преступностью. Нетрудно заметить, что все перечисленные меры подчинены сквозной идее сузить возмож</w:t>
      </w:r>
      <w:r>
        <w:softHyphen/>
        <w:t>ности для организованной преступной деятельности путем умень</w:t>
      </w:r>
      <w:r>
        <w:softHyphen/>
        <w:t>шения уязвимости от нее легальной экономики и деятельности органон государственной власти.</w:t>
      </w:r>
    </w:p>
    <w:p w:rsidR="00C87736" w:rsidRDefault="00C87736">
      <w:pPr>
        <w:ind w:firstLine="284"/>
        <w:jc w:val="both"/>
      </w:pPr>
      <w:r>
        <w:t>Выделенные приоритеты сочетаются со всем комплексом пов</w:t>
      </w:r>
      <w:r>
        <w:softHyphen/>
        <w:t>седневной профилактической деятельности правоохранительных органов. Надо упомянуть возможности, которые предоставляет надзорная деятельность прокуратуры; правомочия судов по выне</w:t>
      </w:r>
      <w:r>
        <w:softHyphen/>
        <w:t>сению частных определений о конфискации средств и имущества, приобретенных преступным путем. Значительные возможности открывает формируемая практика по предъявлению органами про</w:t>
      </w:r>
      <w:r>
        <w:softHyphen/>
        <w:t>куратуры судебных исков о взыскании в пользу потерпевших по</w:t>
      </w:r>
      <w:r>
        <w:softHyphen/>
        <w:t>хищенных организованными преступниками денег и имущества, не дожидаясь приговора по уголовному делу.</w:t>
      </w:r>
    </w:p>
    <w:p w:rsidR="00C87736" w:rsidRDefault="00C87736">
      <w:pPr>
        <w:ind w:firstLine="284"/>
        <w:jc w:val="both"/>
      </w:pPr>
      <w:r>
        <w:t xml:space="preserve"> Генпрокуратура таким способом возвращает Центробанку около</w:t>
      </w:r>
      <w:r>
        <w:rPr>
          <w:noProof/>
        </w:rPr>
        <w:t xml:space="preserve"> 3</w:t>
      </w:r>
      <w:r>
        <w:t xml:space="preserve"> трлн руб., па которые наложен арест по делам о фальшивых авизо, поступивших из Чеч</w:t>
      </w:r>
      <w:r>
        <w:softHyphen/>
        <w:t>ни. Удовлетворение судами таких исков устраняет опасность изъ</w:t>
      </w:r>
      <w:r>
        <w:softHyphen/>
        <w:t>ятия этих средств преступными структурами пли «прокрутки» их в пользу этих структур банками, в которых средства арестованы.</w:t>
      </w:r>
    </w:p>
    <w:p w:rsidR="00C87736" w:rsidRDefault="00C87736">
      <w:pPr>
        <w:ind w:firstLine="284"/>
        <w:jc w:val="both"/>
      </w:pPr>
      <w:r>
        <w:t>Закон «Об оперативно-розыскной деятельности» предусматри</w:t>
      </w:r>
      <w:r>
        <w:softHyphen/>
        <w:t>вает достаточные возможности органов МВД, ФСБ, налоговой полиции, в</w:t>
      </w:r>
      <w:r>
        <w:rPr>
          <w:noProof/>
        </w:rPr>
        <w:t xml:space="preserve"> Ï</w:t>
      </w:r>
      <w:r>
        <w:t>оложениях о которых специально выделена задача  борьбы с организованной преступностью, для проведения оперативных мероприятий по предупреждению организованных преступ</w:t>
      </w:r>
      <w:r>
        <w:softHyphen/>
        <w:t>ных проявлений (оперативное внедрение, оперативный экспери</w:t>
      </w:r>
      <w:r>
        <w:softHyphen/>
        <w:t>мент и т. д.).</w:t>
      </w:r>
      <w:r>
        <w:rPr>
          <w:rStyle w:val="a3"/>
        </w:rPr>
        <w:footnoteReference w:id="33"/>
      </w:r>
    </w:p>
    <w:p w:rsidR="00C87736" w:rsidRDefault="00C87736">
      <w:pPr>
        <w:ind w:firstLine="284"/>
        <w:jc w:val="both"/>
      </w:pPr>
      <w:r>
        <w:t>На профилактику организованных преступлений работают и правомочия органов милиции, налоговой полиции, ФСБ, других ор</w:t>
      </w:r>
      <w:r>
        <w:softHyphen/>
        <w:t>ганов борьбы с преступностью по контролю за оружием и его обо</w:t>
      </w:r>
      <w:r>
        <w:softHyphen/>
        <w:t>ротом, по контролю за предметами ч веществами, изъятыми из гражданского оборота. Несомненную профилактическую направ</w:t>
      </w:r>
      <w:r>
        <w:softHyphen/>
        <w:t>ленность имеют и правомочия о проверках данных о нарушениях законодательства, регулирующего финансовую, хозяйственную, предпринимательскую и торговую деятельность (вход в помеще</w:t>
      </w:r>
      <w:r>
        <w:softHyphen/>
        <w:t>ние, осмотр помещений, хранилищ, документов, проведение ин</w:t>
      </w:r>
      <w:r>
        <w:softHyphen/>
        <w:t>вентаризаций и ревизий, изъятие и исследование образцов, изъ</w:t>
      </w:r>
      <w:r>
        <w:softHyphen/>
        <w:t>ятие предметов и веществ, хранение которых требует специального разрешения, опечатывание кассы, хранилища и т. д.).</w:t>
      </w:r>
    </w:p>
    <w:p w:rsidR="00C87736" w:rsidRDefault="00C87736">
      <w:pPr>
        <w:ind w:firstLine="284"/>
        <w:jc w:val="both"/>
      </w:pPr>
      <w:r>
        <w:t>Своеобразной формой профилактики и ограничения возмож</w:t>
      </w:r>
      <w:r>
        <w:softHyphen/>
        <w:t>ностей функционирования и воспроизводства организованной преступности является развивающаяся с использованием зарубеж</w:t>
      </w:r>
      <w:r>
        <w:softHyphen/>
        <w:t>ного опыта практика органов расследования по: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стимулированию позитивного посткриминалыюго поведения рядо</w:t>
      </w:r>
      <w:r>
        <w:softHyphen/>
        <w:t>вых участников организованных преступных структур («обмен» по</w:t>
      </w:r>
      <w:r>
        <w:softHyphen/>
        <w:t>мощи в раскрытии организованной преступной деятельности  и изобличении ее руководителей, на освобождение от уголовной ответственности или существенное ее смягчение);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созданию ситуаций по захвату с поличным участников организован</w:t>
      </w:r>
      <w:r>
        <w:softHyphen/>
        <w:t>ных преступлений;</w:t>
      </w:r>
    </w:p>
    <w:p w:rsidR="00C87736" w:rsidRDefault="00C87736">
      <w:pPr>
        <w:ind w:firstLine="284"/>
        <w:jc w:val="both"/>
      </w:pPr>
      <w:r>
        <w:rPr>
          <w:noProof/>
        </w:rPr>
        <w:t>—</w:t>
      </w:r>
      <w:r>
        <w:t xml:space="preserve"> привлечению руководителей и активных участников организованных преступных структур при затруднительности доказывания соверше</w:t>
      </w:r>
      <w:r>
        <w:softHyphen/>
        <w:t>ния ими тяжких преступлений и реальности угрозы их продолжения к уголовной ответственности за менее тяжкие преступления, кото</w:t>
      </w:r>
      <w:r>
        <w:softHyphen/>
        <w:t>рые могут быть доказаны.</w:t>
      </w:r>
    </w:p>
    <w:p w:rsidR="00C87736" w:rsidRDefault="00C87736">
      <w:pPr>
        <w:ind w:firstLine="284"/>
        <w:jc w:val="both"/>
      </w:pPr>
      <w:r>
        <w:t>В борьбе с преступной деятельностью организованных кри</w:t>
      </w:r>
      <w:r>
        <w:softHyphen/>
        <w:t>минальных структур расширяется сотрудничество правоохрани</w:t>
      </w:r>
      <w:r>
        <w:softHyphen/>
        <w:t>тельных органов и заинтересованных коммерческих организаций. И прежде всего в сфере кредитно-финансовой деятельности, на</w:t>
      </w:r>
      <w:r>
        <w:softHyphen/>
        <w:t>иболее уязвимой для посягательств со стороны организованных преступников. Так, в</w:t>
      </w:r>
      <w:r>
        <w:rPr>
          <w:noProof/>
        </w:rPr>
        <w:t xml:space="preserve"> 1995</w:t>
      </w:r>
      <w:r>
        <w:t xml:space="preserve"> г. подписано соглашение между МВД РФ и Ассоциацией российских банков о сотрудничестве в обеспече</w:t>
      </w:r>
      <w:r>
        <w:softHyphen/>
        <w:t>нии межбанковской безопасности. В этом соглашении выделена задача предупреждения посягательств на средства банков и их кли</w:t>
      </w:r>
      <w:r>
        <w:softHyphen/>
        <w:t>ентов, в том числе обмен необходимой информацией, совместная разработка рекомендаций по профилактике, помощь милиции в охране банковских учреждений и защите их руководителей и со</w:t>
      </w:r>
      <w:r>
        <w:softHyphen/>
        <w:t>трудников, проверка надежности лиц, предлагающих деловое партнерство банкам, совместные действия органов внутренних дел и служб безопасности банков но предупреждению и пресече</w:t>
      </w:r>
      <w:r>
        <w:softHyphen/>
        <w:t>нию фактов противоправного удержания кредитов заемщиками и т. д.</w:t>
      </w:r>
    </w:p>
    <w:p w:rsidR="00C87736" w:rsidRDefault="00C87736">
      <w:pPr>
        <w:ind w:firstLine="284"/>
        <w:jc w:val="both"/>
      </w:pPr>
      <w:r>
        <w:t>Как уже упоминалось, одно из исходных положений профилак</w:t>
      </w:r>
      <w:r>
        <w:softHyphen/>
        <w:t>тики организованной преступности (преступлений), как и в целом борьбы с этой преступностью,</w:t>
      </w:r>
      <w:r>
        <w:rPr>
          <w:noProof/>
        </w:rPr>
        <w:t xml:space="preserve"> —</w:t>
      </w:r>
      <w:r>
        <w:t>специализация.</w:t>
      </w:r>
    </w:p>
    <w:p w:rsidR="00C87736" w:rsidRDefault="00C87736">
      <w:pPr>
        <w:ind w:firstLine="284"/>
        <w:jc w:val="both"/>
      </w:pPr>
      <w:r>
        <w:t>В органах внутренних дел и в ФСБ выделены специальные под</w:t>
      </w:r>
      <w:r>
        <w:softHyphen/>
        <w:t>разделения для борьбы с организованной преступностью, комплек</w:t>
      </w:r>
      <w:r>
        <w:softHyphen/>
        <w:t>туемые сотрудниками, имеющими соответствующую правовую и специальную подготовку. В системе МВД действует Главное уп</w:t>
      </w:r>
      <w:r>
        <w:softHyphen/>
        <w:t>равление по организованной преступности, которому подчиняют</w:t>
      </w:r>
      <w:r>
        <w:softHyphen/>
        <w:t>ся управления в регионах. Для обеспечения взаимодействия с дру</w:t>
      </w:r>
      <w:r>
        <w:softHyphen/>
        <w:t>гими структурами органов внутренних дел каждого уровня начальник специализированной структуры является первым замес</w:t>
      </w:r>
      <w:r>
        <w:softHyphen/>
        <w:t>тителем соответствующего руководителя органов внутренних дел.</w:t>
      </w:r>
    </w:p>
    <w:p w:rsidR="00C87736" w:rsidRDefault="00C87736">
      <w:pPr>
        <w:ind w:firstLine="284"/>
        <w:jc w:val="both"/>
      </w:pPr>
      <w:r>
        <w:t>Осуществляется специализация прокуроров по делам об орга</w:t>
      </w:r>
      <w:r>
        <w:softHyphen/>
        <w:t>низованных преступлениях; предусматривается создание специа</w:t>
      </w:r>
      <w:r>
        <w:softHyphen/>
        <w:t>лизированных составов областных и им равных судов.</w:t>
      </w:r>
    </w:p>
    <w:p w:rsidR="00C87736" w:rsidRDefault="00C87736">
      <w:pPr>
        <w:ind w:firstLine="284"/>
        <w:jc w:val="both"/>
      </w:pPr>
      <w:r>
        <w:rPr>
          <w:noProof/>
        </w:rPr>
        <w:t>Ï</w:t>
      </w:r>
      <w:r>
        <w:t>рофилактика организованных преступлений является одним из ведущих направлений в международном сотрудничестве Рос</w:t>
      </w:r>
      <w:r>
        <w:softHyphen/>
        <w:t>сии в сфере борьбы с преступностью. Россия</w:t>
      </w:r>
      <w:r>
        <w:rPr>
          <w:noProof/>
        </w:rPr>
        <w:t xml:space="preserve"> —</w:t>
      </w:r>
      <w:r>
        <w:t xml:space="preserve"> член Интерпола, участник разработки ряда международно-правовых документов по борьбе с организованной преступностью. Расширяется круг государств, с которыми имеются договоры об оказании правовой помощи (в том числе в розыске, изобличении и экстрадиции учас</w:t>
      </w:r>
      <w:r>
        <w:softHyphen/>
        <w:t>тников организованных преступных групп и сообществ, выявле</w:t>
      </w:r>
      <w:r>
        <w:softHyphen/>
        <w:t>нии преступно нажитого имущества). При вступлении в Совет Европы (СЕ) Россия обязалась подписать и ратифицировать мно</w:t>
      </w:r>
      <w:r>
        <w:softHyphen/>
        <w:t>госторонние конвенции, касающиеся выдачи преступников, вза</w:t>
      </w:r>
      <w:r>
        <w:softHyphen/>
        <w:t xml:space="preserve">имной помощи в уголовно-правовой сфере, борьбы с отмыванием доходов от преступной деятельности и др., и с момента  вступления в </w:t>
      </w:r>
      <w:r>
        <w:rPr>
          <w:lang w:val="en-US"/>
        </w:rPr>
        <w:t>C</w:t>
      </w:r>
      <w:r>
        <w:t>Е соблюдать принципы, закрепленные в этих кон</w:t>
      </w:r>
      <w:r>
        <w:softHyphen/>
        <w:t>венциях.</w:t>
      </w:r>
      <w:r>
        <w:rPr>
          <w:rStyle w:val="a3"/>
        </w:rPr>
        <w:footnoteReference w:id="34"/>
      </w:r>
    </w:p>
    <w:p w:rsidR="00C87736" w:rsidRDefault="00C87736">
      <w:pPr>
        <w:ind w:firstLine="284"/>
        <w:jc w:val="both"/>
      </w:pPr>
      <w:r>
        <w:t xml:space="preserve">      Расширяется взаимодействие в рассматриваемся сфере и  в рамках СНГ. В частности, на основе утвержденной Советом глав пра</w:t>
      </w:r>
      <w:r>
        <w:softHyphen/>
        <w:t>вительств государств</w:t>
      </w:r>
      <w:r>
        <w:rPr>
          <w:noProof/>
        </w:rPr>
        <w:t>—</w:t>
      </w:r>
      <w:r>
        <w:t>участников Содружества Программы со</w:t>
      </w:r>
      <w:r>
        <w:softHyphen/>
        <w:t>вместных действий по борьбе с организованной преступностью и иными опасными преступлениями</w:t>
      </w:r>
      <w:r>
        <w:rPr>
          <w:noProof/>
        </w:rPr>
        <w:t xml:space="preserve"> (1993</w:t>
      </w:r>
      <w:r>
        <w:t xml:space="preserve"> г.) заключены соглаше</w:t>
      </w:r>
      <w:r>
        <w:softHyphen/>
        <w:t>ния о сотрудничестве в этой сфере между министерствами внут</w:t>
      </w:r>
      <w:r>
        <w:softHyphen/>
        <w:t xml:space="preserve">ренних дел стран СНГ, а также между прокуратурами этих стран </w:t>
      </w:r>
      <w:r>
        <w:rPr>
          <w:noProof/>
        </w:rPr>
        <w:t>(1993—95</w:t>
      </w:r>
      <w:r>
        <w:t xml:space="preserve"> гг.). Причем предусмотрены не только взаимный обмен оперативной, справочной и иной информацией, но и проведение совместных мероприятий, обмен опытом, обмен нормативными ма</w:t>
      </w:r>
      <w:r>
        <w:softHyphen/>
        <w:t>териалами, взаимодействие в обучении специализированных кад</w:t>
      </w:r>
      <w:r>
        <w:softHyphen/>
        <w:t>ров и научных исследований проблемы. Создано Бюро по коорди</w:t>
      </w:r>
      <w:r>
        <w:softHyphen/>
        <w:t>нации борьбы с организованной преступностью и иными опасными преступлениями на территории СНГ, которое располагает специа</w:t>
      </w:r>
      <w:r>
        <w:softHyphen/>
        <w:t>лизированным банком данных и оказывает содействие в осуществле</w:t>
      </w:r>
      <w:r>
        <w:softHyphen/>
        <w:t xml:space="preserve">нии межгосударственного розыска участников организованных преступных структур и в проведении согласованных оперативно-розыскных мероприятий и комплексных операций; разрабатывает рекомендации по борьбе с транснациональной преступностью. В </w:t>
      </w:r>
      <w:r>
        <w:rPr>
          <w:noProof/>
        </w:rPr>
        <w:t>1996</w:t>
      </w:r>
      <w:r>
        <w:t xml:space="preserve"> г. разработана и одобрена межгосударственная программа со</w:t>
      </w:r>
      <w:r>
        <w:softHyphen/>
        <w:t>вместных мер борьбы с организованной преступностью до</w:t>
      </w:r>
      <w:r>
        <w:rPr>
          <w:noProof/>
        </w:rPr>
        <w:t xml:space="preserve"> 2000</w:t>
      </w:r>
      <w:r>
        <w:t xml:space="preserve"> г. на территории государств</w:t>
      </w:r>
      <w:r>
        <w:rPr>
          <w:noProof/>
        </w:rPr>
        <w:t xml:space="preserve"> —</w:t>
      </w:r>
      <w:r>
        <w:t xml:space="preserve"> участников СНГ.</w:t>
      </w:r>
      <w:r>
        <w:rPr>
          <w:rStyle w:val="a3"/>
        </w:rPr>
        <w:footnoteReference w:id="35"/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rPr>
          <w:b/>
          <w:bCs/>
          <w:sz w:val="36"/>
          <w:szCs w:val="36"/>
        </w:rPr>
        <w:t xml:space="preserve">                                       Заключение.</w:t>
      </w:r>
    </w:p>
    <w:p w:rsidR="00C87736" w:rsidRDefault="00C87736">
      <w:pPr>
        <w:ind w:firstLine="284"/>
        <w:jc w:val="both"/>
      </w:pP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перспективу развития организованной преступ</w:t>
      </w:r>
      <w:r>
        <w:rPr>
          <w:rFonts w:ascii="Times New Roman" w:hAnsi="Times New Roman" w:cs="Times New Roman"/>
          <w:sz w:val="28"/>
          <w:szCs w:val="28"/>
        </w:rPr>
        <w:softHyphen/>
        <w:t>ности можно оценить как неблагоприятную для нашего общест</w:t>
      </w:r>
      <w:r>
        <w:rPr>
          <w:rFonts w:ascii="Times New Roman" w:hAnsi="Times New Roman" w:cs="Times New Roman"/>
          <w:sz w:val="28"/>
          <w:szCs w:val="28"/>
        </w:rPr>
        <w:softHyphen/>
        <w:t>ва на ближайшие десять лет.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Прежде всего, ожидается дальнейшая интеграция пре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ступных объединений, использование их для отмывания денег коммерческих банков, кооперативов и совместных предприятий. В значительной мере это связано с распространением рэкета, который катализирует организованную преступность, меняет ее структуру. По данным МВД РФ, под контролем мафии находится </w:t>
      </w:r>
      <w:r>
        <w:rPr>
          <w:rFonts w:ascii="Times New Roman" w:hAnsi="Times New Roman" w:cs="Times New Roman"/>
          <w:noProof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тыс. коммерческих организаций. По экспертным оценкам, эта цифра увеличивается более чем в два раза. Происходит криминализация экономики, которая будет усугубляться в ближайшие годы.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Нестабильность политической и экономической ситуации предполагает дальнейшее проникновение организованной пре</w:t>
      </w:r>
      <w:r>
        <w:rPr>
          <w:rFonts w:ascii="Times New Roman" w:hAnsi="Times New Roman" w:cs="Times New Roman"/>
          <w:sz w:val="28"/>
          <w:szCs w:val="28"/>
        </w:rPr>
        <w:softHyphen/>
        <w:t>ступности в сферу государственной экономики и политики.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Крайне опасная тенденция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наращивание транснацио</w:t>
      </w:r>
      <w:r>
        <w:rPr>
          <w:rFonts w:ascii="Times New Roman" w:hAnsi="Times New Roman" w:cs="Times New Roman"/>
          <w:sz w:val="28"/>
          <w:szCs w:val="28"/>
        </w:rPr>
        <w:softHyphen/>
        <w:t>нальных связей, чему в значительной мере будут способство</w:t>
      </w:r>
      <w:r>
        <w:rPr>
          <w:rFonts w:ascii="Times New Roman" w:hAnsi="Times New Roman" w:cs="Times New Roman"/>
          <w:sz w:val="28"/>
          <w:szCs w:val="28"/>
        </w:rPr>
        <w:softHyphen/>
        <w:t>вать объективные предпосылки: это открытость границ, расши</w:t>
      </w:r>
      <w:r>
        <w:rPr>
          <w:rFonts w:ascii="Times New Roman" w:hAnsi="Times New Roman" w:cs="Times New Roman"/>
          <w:sz w:val="28"/>
          <w:szCs w:val="28"/>
        </w:rPr>
        <w:softHyphen/>
        <w:t>рение экономических отношений между государствами, слабое правовое регулирование этих процессов.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Мафия России и стран СНГ уже имеет свои филиалы в целом ряде стран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Германии, Польше, США и других.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Преступники контрабандным путем вывозят антиквариат. лекарственное и стратегическое сырье, обратно тем же путем идет компьютерная и множительная техника, оружие, валюта.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Международная наркомафия постановила избрать для отмыва</w:t>
      </w:r>
      <w:r>
        <w:rPr>
          <w:rFonts w:ascii="Times New Roman" w:hAnsi="Times New Roman" w:cs="Times New Roman"/>
          <w:sz w:val="28"/>
          <w:szCs w:val="28"/>
        </w:rPr>
        <w:softHyphen/>
        <w:t>ния грязных денег страны СНГ и особенно Россию. Появились уже и первые результаты. В последние годы разоблачены груп</w:t>
      </w:r>
      <w:r>
        <w:rPr>
          <w:rFonts w:ascii="Times New Roman" w:hAnsi="Times New Roman" w:cs="Times New Roman"/>
          <w:sz w:val="28"/>
          <w:szCs w:val="28"/>
        </w:rPr>
        <w:softHyphen/>
        <w:t>пы международных мошенников, действовавших на территории России. Как правило, они представляли несуществующие фир</w:t>
      </w:r>
      <w:r>
        <w:rPr>
          <w:rFonts w:ascii="Times New Roman" w:hAnsi="Times New Roman" w:cs="Times New Roman"/>
          <w:sz w:val="28"/>
          <w:szCs w:val="28"/>
        </w:rPr>
        <w:softHyphen/>
        <w:t>мы. Утвердился международный институт наемных убийц.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Следующая тенденция связана с вовлечением в преступ</w:t>
      </w:r>
      <w:r>
        <w:rPr>
          <w:rFonts w:ascii="Times New Roman" w:hAnsi="Times New Roman" w:cs="Times New Roman"/>
          <w:sz w:val="28"/>
          <w:szCs w:val="28"/>
        </w:rPr>
        <w:softHyphen/>
        <w:t>ную деятельность неформальных группировок молодежи отри</w:t>
      </w:r>
      <w:r>
        <w:rPr>
          <w:rFonts w:ascii="Times New Roman" w:hAnsi="Times New Roman" w:cs="Times New Roman"/>
          <w:sz w:val="28"/>
          <w:szCs w:val="28"/>
        </w:rPr>
        <w:softHyphen/>
        <w:t>цательной направленности.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отмечается укрепление связей лидеров орга</w:t>
      </w:r>
      <w:r>
        <w:rPr>
          <w:rFonts w:ascii="Times New Roman" w:hAnsi="Times New Roman" w:cs="Times New Roman"/>
          <w:sz w:val="28"/>
          <w:szCs w:val="28"/>
        </w:rPr>
        <w:softHyphen/>
        <w:t>низованной преступности с экстремистскими элементами, вы</w:t>
      </w:r>
      <w:r>
        <w:rPr>
          <w:rFonts w:ascii="Times New Roman" w:hAnsi="Times New Roman" w:cs="Times New Roman"/>
          <w:sz w:val="28"/>
          <w:szCs w:val="28"/>
        </w:rPr>
        <w:softHyphen/>
        <w:t>ступающими против существующих национальных отношений. Об этом свидетельствуют ситуации в ряде регионов России, где в кровавых событиях участвовали коррумпированные кланы при содействии лидеров преступных организаций.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касается перспективы противоправного бизнеса, то получат свое дальнейшее развитие: торговля наркотиками и оружием; спекуляции недвижимостью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землей, зданиями и т.д.; рэкет банковской системы и производственных предприя</w:t>
      </w:r>
      <w:r>
        <w:rPr>
          <w:rFonts w:ascii="Times New Roman" w:hAnsi="Times New Roman" w:cs="Times New Roman"/>
          <w:sz w:val="28"/>
          <w:szCs w:val="28"/>
        </w:rPr>
        <w:softHyphen/>
        <w:t>тий; профсоюзный рэкет и предоставление услуг в борьбе с ним; контрабанда радиоактивного сырья и компонентов; наемное убийство; организация бизнеса в сфере трансплантации челове</w:t>
      </w:r>
      <w:r>
        <w:rPr>
          <w:rFonts w:ascii="Times New Roman" w:hAnsi="Times New Roman" w:cs="Times New Roman"/>
          <w:sz w:val="28"/>
          <w:szCs w:val="28"/>
        </w:rPr>
        <w:softHyphen/>
        <w:t>ческих органов; детская проституция и ее контроль; предоставление услуг по отмыванию денег, «защиты» от налоговых служб и некоторые другие.</w:t>
      </w:r>
      <w:r>
        <w:rPr>
          <w:rStyle w:val="a3"/>
          <w:rFonts w:ascii="Times New Roman" w:hAnsi="Times New Roman" w:cs="Times New Roman"/>
          <w:sz w:val="28"/>
          <w:szCs w:val="28"/>
        </w:rPr>
        <w:footnoteReference w:id="36"/>
      </w:r>
    </w:p>
    <w:p w:rsidR="00C87736" w:rsidRDefault="00C87736">
      <w:pPr>
        <w:ind w:firstLine="284"/>
        <w:jc w:val="both"/>
      </w:pPr>
      <w:r>
        <w:t>Россия открыла уникальные возможности для организованной преступности. Они укладываются в несколько "нет" и несколько "есть".</w:t>
      </w:r>
    </w:p>
    <w:p w:rsidR="00C87736" w:rsidRDefault="00C87736">
      <w:pPr>
        <w:ind w:firstLine="284"/>
        <w:jc w:val="both"/>
      </w:pPr>
      <w:r>
        <w:t>В России нет: необходимых законов о борьбе с организованной преступностью  вообще, а транснациональной, в особенности; законов, преследующих за отмывание "грязных" денег; надежно работающей правоохранительной системы; жесткого валютного, финансового, банковского, налогового и иного экономического контроля;</w:t>
      </w:r>
      <w:r>
        <w:rPr>
          <w:noProof/>
        </w:rPr>
        <w:t xml:space="preserve"> </w:t>
      </w:r>
      <w:r>
        <w:t>хорошо обустроенных границ и четко налаженной таможенной и миграционных служб;</w:t>
      </w:r>
      <w:r>
        <w:rPr>
          <w:noProof/>
        </w:rPr>
        <w:t xml:space="preserve"> . </w:t>
      </w:r>
      <w:r>
        <w:t>государственного осознания опасности "своей" и "чужой" транснациональной органи</w:t>
      </w:r>
      <w:r>
        <w:softHyphen/>
        <w:t>зованной преступности; политической воли для борьбы с ней.</w:t>
      </w:r>
    </w:p>
    <w:p w:rsidR="00C87736" w:rsidRDefault="00C87736">
      <w:pPr>
        <w:pStyle w:val="FR1"/>
        <w:spacing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 России есть: огромные природные и иные ресурсы; не поделенная государствен</w:t>
      </w:r>
      <w:r>
        <w:rPr>
          <w:rFonts w:ascii="Times New Roman" w:hAnsi="Times New Roman" w:cs="Times New Roman"/>
          <w:sz w:val="28"/>
          <w:szCs w:val="28"/>
        </w:rPr>
        <w:softHyphen/>
        <w:t>ная собственность; высокие технологии вооружений и средств массового уничтожения, включая химические и ядерные материалы; незаполненный рынок для незаконных товаров и услуг; беспрецедентная продажность должностных лиц и других государст</w:t>
      </w:r>
      <w:r>
        <w:rPr>
          <w:rFonts w:ascii="Times New Roman" w:hAnsi="Times New Roman" w:cs="Times New Roman"/>
          <w:sz w:val="28"/>
          <w:szCs w:val="28"/>
        </w:rPr>
        <w:softHyphen/>
        <w:t>венных чиновников, в том числе и в системе уголовной юстиции; нищенское положе</w:t>
      </w:r>
      <w:r>
        <w:rPr>
          <w:rFonts w:ascii="Times New Roman" w:hAnsi="Times New Roman" w:cs="Times New Roman"/>
          <w:sz w:val="28"/>
          <w:szCs w:val="28"/>
        </w:rPr>
        <w:softHyphen/>
        <w:t>ние значительной части населения; масса выброшенных государством людей, в том числе и высококлассных специалистов, жаждущих выжить любым путем; боязнь влас</w:t>
      </w:r>
      <w:r>
        <w:rPr>
          <w:rFonts w:ascii="Times New Roman" w:hAnsi="Times New Roman" w:cs="Times New Roman"/>
          <w:sz w:val="28"/>
          <w:szCs w:val="28"/>
        </w:rPr>
        <w:softHyphen/>
        <w:t>тей, некоторых политических и общественных деятелей прослыть "авторитарными" и установить жесткий социально-правовой контроль над криминальной экономической деятельностью. В международных документах Всемирной конференции по органи</w:t>
      </w:r>
      <w:r>
        <w:rPr>
          <w:rFonts w:ascii="Times New Roman" w:hAnsi="Times New Roman" w:cs="Times New Roman"/>
          <w:sz w:val="28"/>
          <w:szCs w:val="28"/>
        </w:rPr>
        <w:softHyphen/>
        <w:t>зованной преступности справедливо подчеркивалось, что "в странах, в которых ранее существовали тоталитарные системы, отмечается большое нежелание принимать какие-либо меры, которые... связаны с новым введением контроля над обществом"</w:t>
      </w:r>
      <w:r>
        <w:rPr>
          <w:rStyle w:val="a3"/>
          <w:rFonts w:ascii="Times New Roman" w:hAnsi="Times New Roman" w:cs="Times New Roman"/>
          <w:sz w:val="28"/>
          <w:szCs w:val="28"/>
        </w:rPr>
        <w:footnoteReference w:id="37"/>
      </w:r>
    </w:p>
    <w:p w:rsidR="00C87736" w:rsidRDefault="00C87736">
      <w:pPr>
        <w:ind w:firstLine="284"/>
        <w:jc w:val="both"/>
      </w:pPr>
      <w:r>
        <w:t>В прошлом году кривая регистрируемой преступ</w:t>
      </w:r>
      <w:r>
        <w:softHyphen/>
        <w:t xml:space="preserve">ности поползла вверх, хотя и </w:t>
      </w:r>
    </w:p>
    <w:p w:rsidR="00C87736" w:rsidRDefault="00C87736">
      <w:pPr>
        <w:ind w:firstLine="284"/>
        <w:jc w:val="both"/>
      </w:pPr>
      <w:r>
        <w:t>В прошлом году кривая регистрируемой преступ</w:t>
      </w:r>
      <w:r>
        <w:softHyphen/>
        <w:t>ности поползла вверх, хотя и не так стремительно, как это было в начале 90-х годов. Этот рост четко обо</w:t>
      </w:r>
      <w:r>
        <w:softHyphen/>
        <w:t>значил общую негативную тенденцию развития кри</w:t>
      </w:r>
      <w:r>
        <w:softHyphen/>
        <w:t>минальных явлений и процессов на рубеже третьего тысячелетия. И надо сказать, что Россия на мировом фоне в этом отношении не является исключением.</w:t>
      </w:r>
    </w:p>
    <w:p w:rsidR="00C87736" w:rsidRDefault="00C87736">
      <w:pPr>
        <w:ind w:firstLine="284"/>
        <w:jc w:val="both"/>
      </w:pPr>
      <w:r>
        <w:t>Не меньшее беспокойство вызывает динамика наи</w:t>
      </w:r>
      <w:r>
        <w:softHyphen/>
        <w:t>более опасных преступных посягательств корыстной направленности. Возросло на</w:t>
      </w:r>
      <w:r>
        <w:rPr>
          <w:noProof/>
        </w:rPr>
        <w:t xml:space="preserve"> 3,3%</w:t>
      </w:r>
      <w:r>
        <w:t xml:space="preserve"> количество совер</w:t>
      </w:r>
      <w:r>
        <w:softHyphen/>
        <w:t xml:space="preserve">шенных при отягчающих обстоятельствах краж, на </w:t>
      </w:r>
      <w:r>
        <w:rPr>
          <w:noProof/>
        </w:rPr>
        <w:t>11,4% —</w:t>
      </w:r>
      <w:r>
        <w:t xml:space="preserve"> вымогательств, на</w:t>
      </w:r>
      <w:r>
        <w:rPr>
          <w:noProof/>
        </w:rPr>
        <w:t xml:space="preserve"> 10,2% —</w:t>
      </w:r>
      <w:r>
        <w:t xml:space="preserve"> грабежей, на </w:t>
      </w:r>
      <w:r>
        <w:rPr>
          <w:noProof/>
        </w:rPr>
        <w:t>12,2% —</w:t>
      </w:r>
      <w:r>
        <w:t xml:space="preserve"> разбойных нападений.</w:t>
      </w:r>
    </w:p>
    <w:p w:rsidR="00C87736" w:rsidRDefault="00C87736">
      <w:pPr>
        <w:ind w:firstLine="284"/>
        <w:jc w:val="both"/>
      </w:pPr>
      <w:r>
        <w:t>Не снижается активность организованных пре</w:t>
      </w:r>
      <w:r>
        <w:softHyphen/>
        <w:t>ступных групп и сообществ, особенно действующих в сфере экономики. Преступные элементы, опираясь на разветвленные коррумпированные связи в структурах власти федерального и регионального уровней, стре</w:t>
      </w:r>
      <w:r>
        <w:softHyphen/>
        <w:t>мятся расширить источники незаконного обогащения, "прибрать к рукам" наиболее прибыльные сферы экономической деятельности.</w:t>
      </w:r>
    </w:p>
    <w:p w:rsidR="00C87736" w:rsidRDefault="00C87736">
      <w:pPr>
        <w:ind w:firstLine="284"/>
        <w:jc w:val="both"/>
      </w:pPr>
      <w:r>
        <w:t>Зарегистрированное по итогам прошлого года уве</w:t>
      </w:r>
      <w:r>
        <w:softHyphen/>
        <w:t>личение до</w:t>
      </w:r>
      <w:r>
        <w:rPr>
          <w:noProof/>
        </w:rPr>
        <w:t xml:space="preserve"> 252,4</w:t>
      </w:r>
      <w:r>
        <w:t xml:space="preserve"> тыс., или на</w:t>
      </w:r>
      <w:r>
        <w:rPr>
          <w:noProof/>
        </w:rPr>
        <w:t xml:space="preserve"> 15,3%,</w:t>
      </w:r>
      <w:r>
        <w:t xml:space="preserve"> количества пре</w:t>
      </w:r>
      <w:r>
        <w:softHyphen/>
        <w:t>ступлений, выявленных в сфере экономики, связано не только с активизацией деятельности правоохрани</w:t>
      </w:r>
      <w:r>
        <w:softHyphen/>
        <w:t>тельных органов, но и достаточно объективно отра</w:t>
      </w:r>
      <w:r>
        <w:softHyphen/>
        <w:t>жает общую тенденцию дальнейшего усиления кри-минализации финансово-хозяйственного комплекса.</w:t>
      </w:r>
    </w:p>
    <w:p w:rsidR="00C87736" w:rsidRDefault="00C87736">
      <w:pPr>
        <w:ind w:firstLine="284"/>
        <w:jc w:val="both"/>
      </w:pPr>
      <w:r>
        <w:t>Предпринимаемые правоохранительными органами меры по подрыву финансовой базы организованной преступности вызывают ожесточенное сопротивление криминальных структур. В попытках самосохранения и дальнейшего развития они пытаются влиять на по</w:t>
      </w:r>
      <w:r>
        <w:softHyphen/>
        <w:t>литические и экономические процессы, для чего про</w:t>
      </w:r>
      <w:r>
        <w:softHyphen/>
        <w:t>двигают своих ставленников во власть, используя пробелы в действующем законодательстве, подкуп, шантаж и угрозы. Не останавливаются перед убийст</w:t>
      </w:r>
      <w:r>
        <w:softHyphen/>
        <w:t>вами представителей органов власти и управления, общественных деятелей и предпринимателей. В наших условиях крайне сложно, если вообще воз</w:t>
      </w:r>
      <w:r>
        <w:softHyphen/>
        <w:t>можно, провести четкую грань между уголовным и политическим терроризмом. В прошлом году совер</w:t>
      </w:r>
      <w:r>
        <w:softHyphen/>
        <w:t>шен</w:t>
      </w:r>
      <w:r>
        <w:rPr>
          <w:noProof/>
        </w:rPr>
        <w:t xml:space="preserve"> 21</w:t>
      </w:r>
      <w:r>
        <w:t xml:space="preserve"> террористический акт. С полным основанием к проявлениям если не политического, то уголовного террора можно отнести десятки "заказных" убийств, большую часть из</w:t>
      </w:r>
      <w:r>
        <w:rPr>
          <w:noProof/>
        </w:rPr>
        <w:t xml:space="preserve"> 850</w:t>
      </w:r>
      <w:r>
        <w:t xml:space="preserve"> криминальных взрывов, про</w:t>
      </w:r>
      <w:r>
        <w:softHyphen/>
        <w:t>гремевших на улицах, в офисах коммерческих струк</w:t>
      </w:r>
      <w:r>
        <w:softHyphen/>
        <w:t>тур и подъездах жилых домов, которые стали причи</w:t>
      </w:r>
      <w:r>
        <w:softHyphen/>
        <w:t>ной гибели</w:t>
      </w:r>
      <w:r>
        <w:rPr>
          <w:noProof/>
        </w:rPr>
        <w:t xml:space="preserve"> 180</w:t>
      </w:r>
      <w:r>
        <w:t xml:space="preserve"> и ранения</w:t>
      </w:r>
      <w:r>
        <w:rPr>
          <w:noProof/>
        </w:rPr>
        <w:t xml:space="preserve"> 399</w:t>
      </w:r>
      <w:r>
        <w:t xml:space="preserve"> человек..</w:t>
      </w:r>
    </w:p>
    <w:p w:rsidR="00C87736" w:rsidRDefault="00C87736">
      <w:pPr>
        <w:ind w:firstLine="284"/>
        <w:jc w:val="both"/>
      </w:pPr>
      <w:r>
        <w:t xml:space="preserve">     К сожалению, реалистический прогноз криминоген</w:t>
      </w:r>
      <w:r>
        <w:softHyphen/>
        <w:t>ной обстановки в России на текущий год неблагоприя</w:t>
      </w:r>
      <w:r>
        <w:softHyphen/>
        <w:t>тен. Двухлетний период спада криминальной активности сменяется очередным этапом роста количественных по</w:t>
      </w:r>
      <w:r>
        <w:softHyphen/>
        <w:t>казателей преступности и повышением уровня ее обще</w:t>
      </w:r>
      <w:r>
        <w:softHyphen/>
        <w:t>ственной опасности. Суммарная величина зарегистри</w:t>
      </w:r>
      <w:r>
        <w:softHyphen/>
        <w:t>рованных преступлений возрастет по сравнению с 199</w:t>
      </w:r>
      <w:r>
        <w:rPr>
          <w:lang w:val="en-US"/>
        </w:rPr>
        <w:t>S</w:t>
      </w:r>
      <w:r>
        <w:t xml:space="preserve"> годом в среднем на</w:t>
      </w:r>
      <w:r>
        <w:rPr>
          <w:noProof/>
        </w:rPr>
        <w:t xml:space="preserve"> 3,2%</w:t>
      </w:r>
      <w:r>
        <w:t xml:space="preserve"> и составит около</w:t>
      </w:r>
      <w:r>
        <w:rPr>
          <w:noProof/>
        </w:rPr>
        <w:t xml:space="preserve"> 2600</w:t>
      </w:r>
      <w:r>
        <w:t xml:space="preserve"> тыс преступлений. При этом далеко не все они будут пред</w:t>
      </w:r>
      <w:r>
        <w:softHyphen/>
        <w:t>метом рассмотрения в органах внутренних дел. Скрытая от правоохранительных органов, "невидимая" часта преступности обладает способностью быстро разрас</w:t>
      </w:r>
      <w:r>
        <w:softHyphen/>
        <w:t xml:space="preserve">таться, порождая все новые и новые жертвы, вовлекая </w:t>
      </w:r>
      <w:r>
        <w:rPr>
          <w:smallCaps/>
        </w:rPr>
        <w:t xml:space="preserve">в </w:t>
      </w:r>
      <w:r>
        <w:t>свои сети молодежь, разрушая сложившиеся нацио</w:t>
      </w:r>
      <w:r>
        <w:softHyphen/>
        <w:t>нальные и семейные традиции.</w:t>
      </w:r>
    </w:p>
    <w:p w:rsidR="00C87736" w:rsidRDefault="00C87736">
      <w:pPr>
        <w:ind w:firstLine="284"/>
        <w:jc w:val="both"/>
      </w:pPr>
      <w:r>
        <w:t>Количество выявленных преступлений экономи</w:t>
      </w:r>
      <w:r>
        <w:softHyphen/>
        <w:t>ческой направленности составит не менее</w:t>
      </w:r>
      <w:r>
        <w:rPr>
          <w:noProof/>
        </w:rPr>
        <w:t xml:space="preserve"> 260</w:t>
      </w:r>
      <w:r>
        <w:t xml:space="preserve"> тыс., что примерно на</w:t>
      </w:r>
      <w:r>
        <w:rPr>
          <w:noProof/>
        </w:rPr>
        <w:t xml:space="preserve"> 3,8%</w:t>
      </w:r>
      <w:r>
        <w:t xml:space="preserve"> превысит уровень</w:t>
      </w:r>
      <w:r>
        <w:rPr>
          <w:noProof/>
        </w:rPr>
        <w:t xml:space="preserve"> 1998</w:t>
      </w:r>
      <w:r>
        <w:t xml:space="preserve"> года, при этом количество лиц, привлеченных за соверше</w:t>
      </w:r>
      <w:r>
        <w:softHyphen/>
        <w:t>ние преступлений в сфере экономики, составит не менее</w:t>
      </w:r>
      <w:r>
        <w:rPr>
          <w:noProof/>
        </w:rPr>
        <w:t xml:space="preserve"> 190</w:t>
      </w:r>
      <w:r>
        <w:t xml:space="preserve"> тыс. человек, что на</w:t>
      </w:r>
      <w:r>
        <w:rPr>
          <w:noProof/>
        </w:rPr>
        <w:t xml:space="preserve"> 25%</w:t>
      </w:r>
      <w:r>
        <w:t xml:space="preserve"> выше прошлогод</w:t>
      </w:r>
      <w:r>
        <w:softHyphen/>
        <w:t>него показателя. Скрытые криминальные проявления в экономике как минимум в</w:t>
      </w:r>
      <w:r>
        <w:rPr>
          <w:noProof/>
        </w:rPr>
        <w:t xml:space="preserve"> 10</w:t>
      </w:r>
      <w:r>
        <w:t xml:space="preserve"> раз превысят офици</w:t>
      </w:r>
      <w:r>
        <w:softHyphen/>
        <w:t>ально регистрируемые показатели.</w:t>
      </w:r>
    </w:p>
    <w:p w:rsidR="00C87736" w:rsidRDefault="00C87736">
      <w:pPr>
        <w:ind w:firstLine="284"/>
        <w:jc w:val="both"/>
      </w:pPr>
      <w:r>
        <w:t>Таким образом, если в</w:t>
      </w:r>
      <w:r>
        <w:rPr>
          <w:noProof/>
        </w:rPr>
        <w:t xml:space="preserve"> 1997</w:t>
      </w:r>
      <w:r>
        <w:t xml:space="preserve"> году расширение тене</w:t>
      </w:r>
      <w:r>
        <w:softHyphen/>
        <w:t>вого сектора экономики было официально признано в качестве одной из угроз национальным интересам России, то к концу</w:t>
      </w:r>
      <w:r>
        <w:rPr>
          <w:noProof/>
        </w:rPr>
        <w:t xml:space="preserve"> 1999</w:t>
      </w:r>
      <w:r>
        <w:t xml:space="preserve"> года, если не принять упреж</w:t>
      </w:r>
      <w:r>
        <w:softHyphen/>
        <w:t>дающих мер, следует ожидать глубоких изменений базовых основ общества.</w:t>
      </w:r>
    </w:p>
    <w:p w:rsidR="00C87736" w:rsidRDefault="00C87736">
      <w:pPr>
        <w:ind w:firstLine="284"/>
        <w:jc w:val="both"/>
      </w:pPr>
      <w:r>
        <w:t>В том случае, если органы внутренних дел не смо</w:t>
      </w:r>
      <w:r>
        <w:softHyphen/>
        <w:t>гут найти должной поддержки со стороны населения в деле борьбы с преступностью, криминальная ситуа</w:t>
      </w:r>
      <w:r>
        <w:softHyphen/>
        <w:t>ция может стать еще более тяжелой, затрагивающей жизненно важные интересы все большего количестве граждан. Поэтому именно сейчас каждый орган мест</w:t>
      </w:r>
      <w:r>
        <w:softHyphen/>
        <w:t>ного самоуправления, каждый трудовой коллектив работающий на малом предприятии или промышлен</w:t>
      </w:r>
      <w:r>
        <w:softHyphen/>
        <w:t>ном гиганте, каждый человек должен сделать свой выбор в пользу объединения усилий общества против криминальной экспансии.</w:t>
      </w:r>
    </w:p>
    <w:p w:rsidR="00C87736" w:rsidRDefault="00C87736">
      <w:pPr>
        <w:ind w:firstLine="284"/>
        <w:jc w:val="both"/>
      </w:pPr>
      <w:r>
        <w:t>Широкий спектр новых, более эффективных мер</w:t>
      </w:r>
      <w:r>
        <w:rPr>
          <w:noProof/>
        </w:rPr>
        <w:t xml:space="preserve">    </w:t>
      </w:r>
      <w:r>
        <w:t>антикриминального содержания разработан Министерством внутренних дел для борьбы с организованной преступностью и коррупцией, защиты экономики от преступного влияния, противодействия незаконно</w:t>
      </w:r>
      <w:r>
        <w:softHyphen/>
        <w:t>му обороту оружия и наркотиков. Значительная часть этих мер не может быть подвергнута широкому об</w:t>
      </w:r>
      <w:r>
        <w:softHyphen/>
        <w:t>щественному обсуждению по причинам, связанным с оперативными особенностями методов, способов и приемов правоохранительной деятельности. Следует отметить, что большинство мер борьбы с организо</w:t>
      </w:r>
      <w:r>
        <w:softHyphen/>
        <w:t>ванной преступностью и коррупцией разрабатывают</w:t>
      </w:r>
      <w:r>
        <w:softHyphen/>
        <w:t>ся и будут реализованы Министерством внутренних дел совместно с ФСБ, ГТК, ФСНП России и органами прокуратуры Российской федерации. Речь идет о комплексе межведомственных мероприятий по реа</w:t>
      </w:r>
      <w:r>
        <w:softHyphen/>
        <w:t>лизации информации в отношении преступных групп и сообществ, их лидеров, активных участников, посо</w:t>
      </w:r>
      <w:r>
        <w:softHyphen/>
        <w:t>бников и контролируемых ими хозяйствующих субъ</w:t>
      </w:r>
      <w:r>
        <w:softHyphen/>
        <w:t>ектов. При этом планируется интенсифицировать проведение специальных мероприятий, направленных</w:t>
      </w:r>
      <w:r>
        <w:rPr>
          <w:noProof/>
        </w:rPr>
        <w:t xml:space="preserve">  i</w:t>
      </w:r>
      <w:r>
        <w:t>на обезвреживание преступных группировок, осуществляющих давление на финансовую и народнохо</w:t>
      </w:r>
      <w:r>
        <w:softHyphen/>
        <w:t>зяйственную сферу государственной жизни. Уже на</w:t>
      </w:r>
      <w:r>
        <w:softHyphen/>
        <w:t>чата масштабная работа, направленная на выявление и пресечение крупномасштабных преступлений, угро</w:t>
      </w:r>
      <w:r>
        <w:softHyphen/>
        <w:t>жающих экономической безопасности страны, уста</w:t>
      </w:r>
      <w:r>
        <w:softHyphen/>
        <w:t>новление жесткого правоохранительного контроля в сфере финансово-кредитных отношений, экспортно-импортных операций, особенно по сырьевым ресур</w:t>
      </w:r>
      <w:r>
        <w:softHyphen/>
        <w:t>сам, в обороте подакцизных товаров, в оптовой тор</w:t>
      </w:r>
      <w:r>
        <w:softHyphen/>
        <w:t>говле и иных наиболее доходных отраслях экономики.</w:t>
      </w:r>
      <w:r>
        <w:rPr>
          <w:noProof/>
        </w:rPr>
        <w:t xml:space="preserve">  </w:t>
      </w:r>
    </w:p>
    <w:p w:rsidR="00C87736" w:rsidRDefault="00C87736">
      <w:pPr>
        <w:ind w:firstLine="284"/>
        <w:jc w:val="both"/>
      </w:pPr>
      <w:r>
        <w:t>Внедрение усовершенствованных и вновь разрабатываемых мер борьбы с преступностью будет сопро</w:t>
      </w:r>
      <w:r>
        <w:softHyphen/>
        <w:t>вождаться реформированием и развитием системы МВД России. Уже начата отработка новых организа</w:t>
      </w:r>
      <w:r>
        <w:softHyphen/>
        <w:t>ционных структур, осуществляется проверка на прак</w:t>
      </w:r>
      <w:r>
        <w:softHyphen/>
        <w:t>тике правильности выбранного курса. Очевидно, что без развития инициативы снизу, повышения роли и ответственности всех звеньев государственного уст</w:t>
      </w:r>
      <w:r>
        <w:softHyphen/>
        <w:t>ройства, в первую очередь</w:t>
      </w:r>
      <w:r>
        <w:rPr>
          <w:noProof/>
        </w:rPr>
        <w:t xml:space="preserve"> —</w:t>
      </w:r>
      <w:r>
        <w:t xml:space="preserve"> органов местного само</w:t>
      </w:r>
      <w:r>
        <w:softHyphen/>
        <w:t>управления, трудно добиться желаемых результатов от деятельности правоохранительных органов.</w:t>
      </w:r>
      <w:r>
        <w:rPr>
          <w:rStyle w:val="a3"/>
        </w:rPr>
        <w:footnoteReference w:id="38"/>
      </w:r>
      <w:r>
        <w:t xml:space="preserve">      </w:t>
      </w:r>
    </w:p>
    <w:p w:rsidR="00C87736" w:rsidRDefault="00C87736">
      <w:pPr>
        <w:ind w:firstLine="284"/>
        <w:jc w:val="both"/>
      </w:pPr>
      <w:r>
        <w:t xml:space="preserve">      Как бы трудно ни проходило осознание национальных и транснациональных угроз научной общественностью, политическими партиями и законодателями, как бы ни сталкивались интересы различных социальных слоев и групп в этом кардинальном для нашего времени вопросе, неотложность его решения становится до предела оче</w:t>
      </w:r>
      <w:r>
        <w:softHyphen/>
        <w:t>видной. Все, кто не на словах, а на деле заинтересован в продолжении развития цивилизованной рыночной экономики и укрепления российской государственности, должны объединить свои усилия в установлении надежного контроля над мафией. Суть его триедина:</w:t>
      </w:r>
      <w:r>
        <w:rPr>
          <w:noProof/>
        </w:rPr>
        <w:t xml:space="preserve"> 1)</w:t>
      </w:r>
      <w:r>
        <w:t xml:space="preserve"> криминализация организованной общественно опасной деятель</w:t>
      </w:r>
      <w:r>
        <w:softHyphen/>
        <w:t>ности,</w:t>
      </w:r>
      <w:r>
        <w:rPr>
          <w:noProof/>
        </w:rPr>
        <w:t xml:space="preserve"> 2)</w:t>
      </w:r>
      <w:r>
        <w:t xml:space="preserve"> перекрытие каналов легализации преступных доходов,</w:t>
      </w:r>
      <w:r>
        <w:rPr>
          <w:noProof/>
        </w:rPr>
        <w:t xml:space="preserve"> 3)</w:t>
      </w:r>
      <w:r>
        <w:t xml:space="preserve"> законообусловленный подрыв экономического могущества преступных сообществ. Конкретные нормы для решения этих задач есть в международных документах, законодательных актах демократических стран, в давно подготовленных российских законопроектах, прошедших международную экспертизу. Для этого нужна лишь политическая воля политических сил.</w:t>
      </w:r>
      <w:r>
        <w:rPr>
          <w:rStyle w:val="a3"/>
        </w:rPr>
        <w:footnoteReference w:id="39"/>
      </w: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                                    Библиография.</w:t>
      </w:r>
    </w:p>
    <w:p w:rsidR="00C87736" w:rsidRDefault="00C87736">
      <w:pPr>
        <w:ind w:firstLine="284"/>
        <w:jc w:val="both"/>
      </w:pPr>
    </w:p>
    <w:p w:rsidR="00C87736" w:rsidRDefault="00C87736">
      <w:pPr>
        <w:numPr>
          <w:ilvl w:val="0"/>
          <w:numId w:val="4"/>
        </w:numPr>
        <w:ind w:left="0" w:firstLine="284"/>
        <w:jc w:val="both"/>
      </w:pPr>
      <w:r>
        <w:t>Уголовный  кодекс  Российской  Федерации.  М. : «Ось-89»,  1996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>Водько Н.   Уголовный кодекс о борьбе с организованной преступностью. // "Российская юстиция", 1997 г., N 4</w:t>
      </w:r>
    </w:p>
    <w:p w:rsidR="00C87736" w:rsidRDefault="00C87736">
      <w:pPr>
        <w:numPr>
          <w:ilvl w:val="0"/>
          <w:numId w:val="4"/>
        </w:numPr>
        <w:ind w:left="0" w:firstLine="284"/>
        <w:jc w:val="both"/>
      </w:pPr>
      <w:r>
        <w:t>Галиакбаров Р.Р.  Совершение  преступления  группой лиц. Учебное  пособие. - Омск, 1980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Иванов К.И.   Отечественная криминология. Курс лекций.  - Саратов, СГАП, 1996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Каледин  Р.А. О  понятии  криминалистического  изучения  преступной   группы. //   Актуальные  проблемы  борьбы с  групповой  преступностью.  Межвузовский  сборник  научных трудов. - Омск:  изд. Омской высшей  школы  МВД  СССР,  1983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>Корецкий  Д.А.   Борьба с антиобщественным  образом жизни отдельных  микрогрупп  как способ  предупреждения  групповой  преступности. //   Актуальные  проблемы  борьбы с  групповой  преступностью.  Межвузовский  сборник  научных трудов. - Омск:  изд. Омской высшей  школы  МВД  СССР,  1983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Криминология: Учебное пособие /  Под ред.  Н.Ф. Кузнецовой - М.: Зерцало. ТЕИС, 1996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Криминология: Учебник / Под ред. акад. В.Н. Кудрявцева, проф. В.Э. Эминова. - М.: Юристъ, 1997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Криминология:  Учебник / под ред.  проф.  Н.Ф.  Кузнецовой,  проф.   Г.М. Миньковского.  -  М.:  Издательство  БЕК,  1998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Криминология.  Словарь-справочник.  Составитель  Х.-Ю.  Кернер.  Перевод  с  немецкого.  Отв.  ред.  перевода - профессор,  д.ю.н.  А.И. Долгова - М.:  Издательство  НОРМА,  1998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Лунеев  В.В.  Организованная преступность в России:  осознание,  истоки,  тенденции.  //  Государство и право, 1996, № 4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Ротарь  Ю.Д.  Некоторые  особенности  групповой  преступности в сельской  местности. //   Актуальные  проблемы  борьбы с  групповой  преступностью.  Межвузовский  сборник  научных трудов. - Омск:  изд. Омской высшей  школы  МВД  СССР,  1983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Степашин  С.В.  Преступность  в  России  как  она  есть.  //  Российская  юстиция.  1999, № 6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 xml:space="preserve">Уголовное право России. Учебник. Общая и Особенная части./ Под общ. ред. проф. Ревина В.П./  М.:  «Брандес»,  «Альянс», 1998  </w:t>
      </w:r>
    </w:p>
    <w:p w:rsidR="00C87736" w:rsidRDefault="00C87736">
      <w:pPr>
        <w:numPr>
          <w:ilvl w:val="0"/>
          <w:numId w:val="5"/>
        </w:numPr>
        <w:ind w:left="0" w:firstLine="284"/>
        <w:jc w:val="both"/>
      </w:pPr>
      <w:r>
        <w:t>Уголовное право России. Общая часть: Учебник / Отв. ред. д.ю.н. Б.В. Здравомыслов. - М.: Юристъ, 1996 с. 269</w:t>
      </w:r>
    </w:p>
    <w:p w:rsidR="00C87736" w:rsidRDefault="00C87736">
      <w:pPr>
        <w:pStyle w:val="a4"/>
        <w:ind w:firstLine="284"/>
        <w:jc w:val="both"/>
        <w:rPr>
          <w:sz w:val="28"/>
          <w:szCs w:val="28"/>
        </w:rPr>
      </w:pPr>
    </w:p>
    <w:p w:rsidR="00C87736" w:rsidRDefault="00C87736">
      <w:pPr>
        <w:pStyle w:val="a4"/>
        <w:ind w:firstLine="284"/>
        <w:jc w:val="both"/>
        <w:rPr>
          <w:sz w:val="28"/>
          <w:szCs w:val="28"/>
        </w:rPr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</w:p>
    <w:p w:rsidR="00C87736" w:rsidRDefault="00C87736">
      <w:pPr>
        <w:ind w:firstLine="284"/>
        <w:jc w:val="both"/>
      </w:pPr>
      <w:r>
        <w:t xml:space="preserve">                                                                                                          Волков  С. В.</w:t>
      </w:r>
      <w:bookmarkStart w:id="0" w:name="_GoBack"/>
      <w:bookmarkEnd w:id="0"/>
    </w:p>
    <w:sectPr w:rsidR="00C87736">
      <w:headerReference w:type="default" r:id="rId7"/>
      <w:pgSz w:w="11907" w:h="16840"/>
      <w:pgMar w:top="130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736" w:rsidRDefault="00C87736">
      <w:r>
        <w:separator/>
      </w:r>
    </w:p>
  </w:endnote>
  <w:endnote w:type="continuationSeparator" w:id="0">
    <w:p w:rsidR="00C87736" w:rsidRDefault="00C87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736" w:rsidRDefault="00C87736">
      <w:r>
        <w:separator/>
      </w:r>
    </w:p>
  </w:footnote>
  <w:footnote w:type="continuationSeparator" w:id="0">
    <w:p w:rsidR="00C87736" w:rsidRDefault="00C87736">
      <w:r>
        <w:continuationSeparator/>
      </w:r>
    </w:p>
  </w:footnote>
  <w:footnote w:id="1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Лунеев  В.В.  Организованная преступность в России:  осознание,  истоки,  тенденции.  //  Государство и право, 1996, № 4 С.  47</w:t>
      </w:r>
    </w:p>
    <w:p w:rsidR="00C87736" w:rsidRDefault="00C87736">
      <w:pPr>
        <w:jc w:val="both"/>
      </w:pPr>
    </w:p>
  </w:footnote>
  <w:footnote w:id="2">
    <w:p w:rsidR="00C87736" w:rsidRDefault="00C87736">
      <w:pPr>
        <w:jc w:val="both"/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Корецкий  Д.А.   Борьба с антиобщественным  образом жизни отдельных  микрогрупп  как способ  предупреждения  групповой  преступности. //   Актуальные  проблемы  борьбы с  групповой  преступностью.  Межвузовский  сборник  научных трудов. - Омск:  изд. Омской высшей  школы  МВД  СССР,  1983  С.  41</w:t>
      </w:r>
    </w:p>
  </w:footnote>
  <w:footnote w:id="3">
    <w:p w:rsidR="00C87736" w:rsidRDefault="00C87736">
      <w:pPr>
        <w:jc w:val="both"/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Ротарь  Ю.Д.  Некоторые  особенности  групповой  преступности в сельской  местности. //   Актуальные  проблемы  борьбы с  групповой  преступностью.  Межвузовский  сборник  научных трудов. - Омск:  изд. Омской высшей  школы  МВД  СССР,  1983   С.  47</w:t>
      </w:r>
    </w:p>
  </w:footnote>
  <w:footnote w:id="4">
    <w:p w:rsidR="00C87736" w:rsidRDefault="00C87736">
      <w:pPr>
        <w:spacing w:before="100"/>
        <w:jc w:val="both"/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См., например: Квашис В. Е. Групповая преступность и некоторые вопросы криминологии соучастия.</w:t>
      </w:r>
      <w:r>
        <w:rPr>
          <w:noProof/>
          <w:sz w:val="20"/>
          <w:szCs w:val="20"/>
        </w:rPr>
        <w:t xml:space="preserve"> —</w:t>
      </w:r>
      <w:r>
        <w:rPr>
          <w:sz w:val="20"/>
          <w:szCs w:val="20"/>
        </w:rPr>
        <w:t xml:space="preserve"> Вестник МГУ. Право,</w:t>
      </w:r>
      <w:r>
        <w:rPr>
          <w:noProof/>
          <w:sz w:val="20"/>
          <w:szCs w:val="20"/>
        </w:rPr>
        <w:t xml:space="preserve"> 1971, .</w:t>
      </w:r>
      <w:r>
        <w:rPr>
          <w:sz w:val="20"/>
          <w:szCs w:val="20"/>
        </w:rPr>
        <w:t>№</w:t>
      </w:r>
      <w:r>
        <w:rPr>
          <w:noProof/>
          <w:sz w:val="20"/>
          <w:szCs w:val="20"/>
        </w:rPr>
        <w:t xml:space="preserve"> 2,</w:t>
      </w:r>
      <w:r>
        <w:rPr>
          <w:sz w:val="20"/>
          <w:szCs w:val="20"/>
        </w:rPr>
        <w:t xml:space="preserve"> с.</w:t>
      </w:r>
      <w:r>
        <w:rPr>
          <w:noProof/>
          <w:sz w:val="20"/>
          <w:szCs w:val="20"/>
        </w:rPr>
        <w:t xml:space="preserve"> 43</w:t>
      </w:r>
    </w:p>
  </w:footnote>
  <w:footnote w:id="5">
    <w:p w:rsidR="00C87736" w:rsidRDefault="00C87736">
      <w:pPr>
        <w:jc w:val="both"/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Долгова А. И. Социально-психологические аспекты преступности   несовершеннолетних.</w:t>
      </w:r>
      <w:r>
        <w:rPr>
          <w:noProof/>
          <w:sz w:val="20"/>
          <w:szCs w:val="20"/>
        </w:rPr>
        <w:t xml:space="preserve"> -—</w:t>
      </w:r>
      <w:r>
        <w:rPr>
          <w:sz w:val="20"/>
          <w:szCs w:val="20"/>
        </w:rPr>
        <w:t xml:space="preserve"> М: Юридическая литература,</w:t>
      </w:r>
      <w:r>
        <w:rPr>
          <w:noProof/>
          <w:sz w:val="20"/>
          <w:szCs w:val="20"/>
        </w:rPr>
        <w:t xml:space="preserve"> 1981,</w:t>
      </w:r>
      <w:r>
        <w:rPr>
          <w:sz w:val="20"/>
          <w:szCs w:val="20"/>
        </w:rPr>
        <w:t xml:space="preserve"> с.</w:t>
      </w:r>
      <w:r>
        <w:rPr>
          <w:noProof/>
          <w:sz w:val="20"/>
          <w:szCs w:val="20"/>
        </w:rPr>
        <w:t xml:space="preserve"> 26</w:t>
      </w:r>
    </w:p>
  </w:footnote>
  <w:footnote w:id="6">
    <w:p w:rsidR="00C87736" w:rsidRDefault="00C87736">
      <w:pPr>
        <w:spacing w:before="40"/>
        <w:ind w:left="40"/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Ананьин А. Ф. Организация, подстрекательство и пособничество в групповом преступлении: Автореф. канд. дис.</w:t>
      </w:r>
      <w:r>
        <w:rPr>
          <w:noProof/>
          <w:sz w:val="20"/>
          <w:szCs w:val="20"/>
        </w:rPr>
        <w:t xml:space="preserve"> —</w:t>
      </w:r>
      <w:r>
        <w:rPr>
          <w:sz w:val="20"/>
          <w:szCs w:val="20"/>
        </w:rPr>
        <w:t xml:space="preserve"> Свердловск,</w:t>
      </w:r>
      <w:r>
        <w:rPr>
          <w:noProof/>
          <w:sz w:val="20"/>
          <w:szCs w:val="20"/>
        </w:rPr>
        <w:t xml:space="preserve"> 1980,</w:t>
      </w:r>
      <w:r>
        <w:rPr>
          <w:sz w:val="20"/>
          <w:szCs w:val="20"/>
        </w:rPr>
        <w:t xml:space="preserve"> с.</w:t>
      </w:r>
      <w:r>
        <w:rPr>
          <w:noProof/>
          <w:sz w:val="20"/>
          <w:szCs w:val="20"/>
        </w:rPr>
        <w:t xml:space="preserve"> 10.</w:t>
      </w:r>
    </w:p>
    <w:p w:rsidR="00C87736" w:rsidRDefault="00C87736">
      <w:pPr>
        <w:spacing w:before="40"/>
        <w:ind w:left="40"/>
        <w:jc w:val="both"/>
      </w:pPr>
    </w:p>
  </w:footnote>
  <w:footnote w:id="7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Галиакбаров Р.Р.  Совершение  преступления  группой лиц. Учебное  пособие. - Омск, 1980   С.  33 - 37</w:t>
      </w:r>
    </w:p>
  </w:footnote>
  <w:footnote w:id="8">
    <w:p w:rsidR="00C87736" w:rsidRDefault="00C87736">
      <w:pPr>
        <w:pStyle w:val="a4"/>
        <w:jc w:val="both"/>
      </w:pPr>
      <w:r>
        <w:rPr>
          <w:rStyle w:val="a3"/>
        </w:rPr>
        <w:t>1</w:t>
      </w:r>
      <w:r>
        <w:t xml:space="preserve"> Уголовное право России. Учебник. Общая и Особенная части./ Под общ. ред. проф. Ревина В.П./  М.:  «Брандес»,  «Альянс», 1998</w:t>
      </w:r>
    </w:p>
  </w:footnote>
  <w:footnote w:id="9">
    <w:p w:rsidR="00C87736" w:rsidRDefault="00C87736">
      <w:pPr>
        <w:pStyle w:val="a4"/>
        <w:jc w:val="both"/>
      </w:pPr>
      <w:r>
        <w:rPr>
          <w:rStyle w:val="a3"/>
        </w:rPr>
        <w:t>2</w:t>
      </w:r>
      <w:r>
        <w:t xml:space="preserve"> Уголовное право России. Общая часть: Учебник / Отв. ред. д.ю.н. Б.В. Здравомыслов. - М.: Юристъ, 1996 с. 269</w:t>
      </w:r>
    </w:p>
  </w:footnote>
  <w:footnote w:id="10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См.: Угрехелидзе Н. Г. Криминологическая характеристика соучастия в пре</w:t>
      </w:r>
      <w:r>
        <w:softHyphen/>
        <w:t>ступлении.</w:t>
      </w:r>
      <w:r>
        <w:rPr>
          <w:noProof/>
        </w:rPr>
        <w:t xml:space="preserve"> —</w:t>
      </w:r>
      <w:r>
        <w:t xml:space="preserve"> Тбилиси: Мецниереба,</w:t>
      </w:r>
      <w:r>
        <w:rPr>
          <w:noProof/>
        </w:rPr>
        <w:t xml:space="preserve"> 1975,</w:t>
      </w:r>
      <w:r>
        <w:t xml:space="preserve"> с.</w:t>
      </w:r>
      <w:r>
        <w:rPr>
          <w:noProof/>
        </w:rPr>
        <w:t xml:space="preserve"> 6</w:t>
      </w:r>
    </w:p>
  </w:footnote>
  <w:footnote w:id="11">
    <w:p w:rsidR="00C87736" w:rsidRDefault="00C87736">
      <w:pPr>
        <w:jc w:val="both"/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Каледин  Р.А. О  понятии  криминалистического  изучения  преступной   группы. //   Актуальные  проблемы  борьбы с  групповой  преступностью.  Межвузовский  сборник  научных трудов. - Омск:  изд. Омской высшей  школы  МВД  СССР,  1983  .   С. 57</w:t>
      </w:r>
    </w:p>
  </w:footnote>
  <w:footnote w:id="12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См.: Бабаев М. М., Кузнецова Э. В., Урланис Е. Б. Влияние демо</w:t>
      </w:r>
      <w:r>
        <w:softHyphen/>
        <w:t>графических процессов на преступность.</w:t>
      </w:r>
      <w:r>
        <w:rPr>
          <w:noProof/>
        </w:rPr>
        <w:t xml:space="preserve"> —</w:t>
      </w:r>
      <w:r>
        <w:t xml:space="preserve"> М.: изд. Всесоюзного научно-исследовательского ин-та по изучению причин и разработке мер предупреждения преступности, 1976.  С.  79 - 80</w:t>
      </w:r>
    </w:p>
  </w:footnote>
  <w:footnote w:id="13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Ротарь  Ю.Д.  Некоторые  особенности  групповой  преступности в сельской  местности. //   Актуальные  проблемы  борьбы с  групповой  преступностью.  Межвузовский  сборник  научных трудов. - Омск:  изд. Омской высшей  школы  МВД  СССР,  1983 с. 47</w:t>
      </w:r>
    </w:p>
    <w:p w:rsidR="00C87736" w:rsidRDefault="00C87736">
      <w:pPr>
        <w:jc w:val="both"/>
      </w:pPr>
    </w:p>
  </w:footnote>
  <w:footnote w:id="14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Ротарь  Ю.Д.  Некоторые  особенности  групповой  преступности в сельской  местности. //   Актуальные  проблемы  борьбы с  групповой  преступностью.  Межвузовский  сборник  научных трудов. - Омск:  изд. Омской высшей  школы  МВД  СССР,  1983 </w:t>
      </w:r>
    </w:p>
    <w:p w:rsidR="00C87736" w:rsidRDefault="00C87736">
      <w:pPr>
        <w:jc w:val="both"/>
      </w:pPr>
    </w:p>
  </w:footnote>
  <w:footnote w:id="15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Криминология.  Словарь-справочник.  Составитель  Х.-Ю.  Кернер.  Перевод  с  немецкого.  Отв.  ред.  перевода - профессор,  д.ю.н.  А.И. Долгова - М.:  Издательство  НОРМА,  1998    С.  53 - 55</w:t>
      </w:r>
    </w:p>
    <w:p w:rsidR="00C87736" w:rsidRDefault="00C87736">
      <w:pPr>
        <w:jc w:val="both"/>
      </w:pPr>
    </w:p>
  </w:footnote>
  <w:footnote w:id="16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Учебник / Под ред. акад. В.Н. Кудрявцева, проф. В.Э. Эминова. - М.: Юристъ, 1997   С.  257</w:t>
      </w:r>
    </w:p>
  </w:footnote>
  <w:footnote w:id="17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 Учебник / под ред.  проф.  Н.Ф.  Кузнецовой,  проф.   Г.М. Миньковского.  -  М.:  Издательство  БЕК,  1998  С.  351</w:t>
      </w:r>
    </w:p>
  </w:footnote>
  <w:footnote w:id="18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Водько Н.   Уголовный кодекс о борьбе с организованной преступностью. // "Российская юстиция", 1997 г., N 4  С. 15</w:t>
      </w:r>
    </w:p>
    <w:p w:rsidR="00C87736" w:rsidRDefault="00C87736">
      <w:pPr>
        <w:jc w:val="both"/>
      </w:pPr>
    </w:p>
  </w:footnote>
  <w:footnote w:id="19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Иванов К.И.   Отечественная криминология. Курс лекций.  - Саратов, СГАП, 1996   С. 104</w:t>
      </w:r>
    </w:p>
  </w:footnote>
  <w:footnote w:id="20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Учебное пособие /  Под ред.  Н.Ф. Кузнецовой - М.: Зерцало. ТЕИС, 1996  с. 86</w:t>
      </w:r>
    </w:p>
  </w:footnote>
  <w:footnote w:id="21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 Учебник / под ред.  проф.  Н.Ф.  Кузнецовой,  проф.   Г.М. Миньковского.  -  М.:  Издательство  БЕК,  1998  С.  342</w:t>
      </w:r>
    </w:p>
  </w:footnote>
  <w:footnote w:id="22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 Учебник / под ред.  проф.  Н.Ф.  Кузнецовой,  проф.   Г.М. Миньковского.  -  М.:  Издательство  БЕК,  1998  С.  347</w:t>
      </w:r>
    </w:p>
  </w:footnote>
  <w:footnote w:id="23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 Учебник / под ред.  проф.  Н.Ф.  Кузнецовой,  проф.   Г.М. Миньковского.  -  М.:  Издательство  БЕК,  1998 С. 348</w:t>
      </w:r>
    </w:p>
  </w:footnote>
  <w:footnote w:id="24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Учебник / Под ред. акад. В.Н. Кудрявцева, проф. В.Э. Эминова. - М.: Юристъ, 1997  С. 264 - 265</w:t>
      </w:r>
    </w:p>
  </w:footnote>
  <w:footnote w:id="25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Лунеев  В.В.  Организованная преступность в России:  осознание,  истоки,  тенденции.  //  Государство и право, 1996, № 4  С.  105</w:t>
      </w:r>
    </w:p>
  </w:footnote>
  <w:footnote w:id="26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Аванесов Г. А. Криминология и социальная профилактика.</w:t>
      </w:r>
      <w:r>
        <w:rPr>
          <w:noProof/>
        </w:rPr>
        <w:t xml:space="preserve"> —</w:t>
      </w:r>
      <w:r>
        <w:rPr>
          <w:b/>
          <w:bCs/>
        </w:rPr>
        <w:t xml:space="preserve"> </w:t>
      </w:r>
      <w:r>
        <w:t>М: изд Академия МВД СССР, 1980    С. 4</w:t>
      </w:r>
      <w:r>
        <w:rPr>
          <w:noProof/>
        </w:rPr>
        <w:t>59</w:t>
      </w:r>
    </w:p>
  </w:footnote>
  <w:footnote w:id="27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Яковлев А. М. Преступность и социальная психология.</w:t>
      </w:r>
      <w:r>
        <w:rPr>
          <w:noProof/>
        </w:rPr>
        <w:t xml:space="preserve"> —</w:t>
      </w:r>
      <w:r>
        <w:t xml:space="preserve"> М.: Юридическая литература,</w:t>
      </w:r>
      <w:r>
        <w:rPr>
          <w:noProof/>
        </w:rPr>
        <w:t xml:space="preserve"> 1971,</w:t>
      </w:r>
      <w:r>
        <w:t xml:space="preserve"> с.</w:t>
      </w:r>
      <w:r>
        <w:rPr>
          <w:noProof/>
        </w:rPr>
        <w:t xml:space="preserve"> 187.</w:t>
      </w:r>
    </w:p>
  </w:footnote>
  <w:footnote w:id="28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Корецкий  Д.А.   Борьба с антиобщественным  образом жизни отдельных  микрогрупп  как способ  предупреждения  групповой  преступности. //   Актуальные  проблемы  борьбы с  групповой  преступностью.  Межвузовский  сборник  научных трудов. - Омск:  изд. Омской высшей  школы  МВД  СССР,  1983  С.  41 - 47</w:t>
      </w:r>
    </w:p>
    <w:p w:rsidR="00C87736" w:rsidRDefault="00C87736">
      <w:pPr>
        <w:jc w:val="both"/>
      </w:pPr>
    </w:p>
  </w:footnote>
  <w:footnote w:id="29">
    <w:p w:rsidR="00C87736" w:rsidRDefault="00C87736">
      <w:pPr>
        <w:jc w:val="both"/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Лунеев  В.В.  Организованная преступность в России:  осознание,  истоки,  тенденции.  //  Государство и право, 1996, № 4 .  101</w:t>
      </w:r>
    </w:p>
  </w:footnote>
  <w:footnote w:id="30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Учебник / Под ред. акад. В.Н. Кудрявцева, проф. В.Э. Эминова. - М.: Юристъ, 1997 С.  268</w:t>
      </w:r>
    </w:p>
  </w:footnote>
  <w:footnote w:id="31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Криминология:  Учебник / под ред.  проф.  Н.Ф.  Кузнецовой,  проф.   Г.М. Миньковского.  -  М.:  Издательство  БЕК,  1998   С. 368</w:t>
      </w:r>
    </w:p>
    <w:p w:rsidR="00C87736" w:rsidRDefault="00C87736">
      <w:pPr>
        <w:jc w:val="both"/>
      </w:pPr>
    </w:p>
  </w:footnote>
  <w:footnote w:id="32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Учебник / Под ред. акад. В.Н. Кудрявцева, проф. В.Э. Эминова. - М.: Юристъ, 1997  С.  270 - 271</w:t>
      </w:r>
    </w:p>
  </w:footnote>
  <w:footnote w:id="33">
    <w:p w:rsidR="00C87736" w:rsidRDefault="00C87736">
      <w:pPr>
        <w:ind w:firstLine="220"/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Положение о Министерстве внутренних дел Российской Фе</w:t>
      </w:r>
      <w:r>
        <w:rPr>
          <w:sz w:val="20"/>
          <w:szCs w:val="20"/>
        </w:rPr>
        <w:softHyphen/>
        <w:t>дерации (п.</w:t>
      </w:r>
      <w:r>
        <w:rPr>
          <w:noProof/>
          <w:sz w:val="20"/>
          <w:szCs w:val="20"/>
        </w:rPr>
        <w:t xml:space="preserve"> 8</w:t>
      </w:r>
      <w:r>
        <w:rPr>
          <w:sz w:val="20"/>
          <w:szCs w:val="20"/>
        </w:rPr>
        <w:t xml:space="preserve"> ст.</w:t>
      </w:r>
      <w:r>
        <w:rPr>
          <w:noProof/>
          <w:sz w:val="20"/>
          <w:szCs w:val="20"/>
        </w:rPr>
        <w:t xml:space="preserve"> 8)</w:t>
      </w:r>
      <w:r>
        <w:rPr>
          <w:sz w:val="20"/>
          <w:szCs w:val="20"/>
        </w:rPr>
        <w:t xml:space="preserve"> // Российская газета.</w:t>
      </w:r>
      <w:r>
        <w:rPr>
          <w:noProof/>
          <w:sz w:val="20"/>
          <w:szCs w:val="20"/>
        </w:rPr>
        <w:t xml:space="preserve"> 1996. 31</w:t>
      </w:r>
      <w:r>
        <w:rPr>
          <w:sz w:val="20"/>
          <w:szCs w:val="20"/>
        </w:rPr>
        <w:t xml:space="preserve"> июля.</w:t>
      </w:r>
    </w:p>
    <w:p w:rsidR="00C87736" w:rsidRDefault="00C87736">
      <w:pPr>
        <w:ind w:firstLine="220"/>
        <w:jc w:val="both"/>
      </w:pPr>
    </w:p>
  </w:footnote>
  <w:footnote w:id="34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См.: Право Совета Европы и Россия. Краснодар,</w:t>
      </w:r>
      <w:r>
        <w:rPr>
          <w:noProof/>
          <w:sz w:val="20"/>
          <w:szCs w:val="20"/>
        </w:rPr>
        <w:t xml:space="preserve"> 1996.</w:t>
      </w:r>
      <w:r>
        <w:rPr>
          <w:sz w:val="20"/>
          <w:szCs w:val="20"/>
        </w:rPr>
        <w:t xml:space="preserve"> С.</w:t>
      </w:r>
      <w:r>
        <w:rPr>
          <w:noProof/>
          <w:sz w:val="20"/>
          <w:szCs w:val="20"/>
        </w:rPr>
        <w:t xml:space="preserve"> 86.</w:t>
      </w:r>
    </w:p>
    <w:p w:rsidR="00C87736" w:rsidRDefault="00C87736">
      <w:pPr>
        <w:jc w:val="both"/>
      </w:pPr>
    </w:p>
  </w:footnote>
  <w:footnote w:id="35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Криминология:  Учебник / под ред.  проф.  Н.Ф.  Кузнецовой,  проф.   Г.М. Миньковского.  -  М.:  Издательство  БЕК,  1998   С.  368 - 374</w:t>
      </w:r>
    </w:p>
    <w:p w:rsidR="00C87736" w:rsidRDefault="00C87736">
      <w:pPr>
        <w:jc w:val="both"/>
      </w:pPr>
    </w:p>
  </w:footnote>
  <w:footnote w:id="36">
    <w:p w:rsidR="00C87736" w:rsidRDefault="00C87736">
      <w:pPr>
        <w:pStyle w:val="a4"/>
        <w:jc w:val="both"/>
      </w:pPr>
      <w:r>
        <w:rPr>
          <w:rStyle w:val="a3"/>
        </w:rPr>
        <w:footnoteRef/>
      </w:r>
      <w:r>
        <w:t xml:space="preserve"> Криминология: Учебник / Под ред. акад. В.Н. Кудрявцева, проф. В.Э. Эминова. - М.: Юристъ, 1997  С. 264</w:t>
      </w:r>
    </w:p>
  </w:footnote>
  <w:footnote w:id="37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Лунеев  В.В.  Организованная преступность в России:  осознание,  истоки,  тенденции.  //  Государство и право, 1996, № 4   С. 108</w:t>
      </w:r>
    </w:p>
    <w:p w:rsidR="00C87736" w:rsidRDefault="00C87736">
      <w:pPr>
        <w:jc w:val="both"/>
      </w:pPr>
    </w:p>
  </w:footnote>
  <w:footnote w:id="38">
    <w:p w:rsidR="00C87736" w:rsidRDefault="00C87736">
      <w:pPr>
        <w:jc w:val="both"/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 xml:space="preserve"> Степашин  С.В.  Преступность  в  России  как  она  есть.  //  Российская  юстиция.  1999,  № 6   С. 35 - 37</w:t>
      </w:r>
    </w:p>
  </w:footnote>
  <w:footnote w:id="39">
    <w:p w:rsidR="00C87736" w:rsidRDefault="00C87736">
      <w:pPr>
        <w:jc w:val="both"/>
        <w:rPr>
          <w:sz w:val="20"/>
          <w:szCs w:val="20"/>
        </w:rPr>
      </w:pPr>
      <w:r>
        <w:rPr>
          <w:rStyle w:val="a3"/>
          <w:sz w:val="20"/>
          <w:szCs w:val="20"/>
        </w:rPr>
        <w:footnoteRef/>
      </w:r>
      <w:r>
        <w:rPr>
          <w:sz w:val="20"/>
          <w:szCs w:val="20"/>
        </w:rPr>
        <w:t>Лунеев  В.В.  Организованная преступность в России:  осознание,  истоки,  тенденции.  //  Государство и право, 1996, № 4   С.   109</w:t>
      </w:r>
    </w:p>
    <w:p w:rsidR="00C87736" w:rsidRDefault="00C87736">
      <w:pPr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736" w:rsidRDefault="00904E56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1</w:t>
    </w:r>
  </w:p>
  <w:p w:rsidR="00C87736" w:rsidRDefault="00C87736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97193"/>
    <w:multiLevelType w:val="singleLevel"/>
    <w:tmpl w:val="7012E54A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1">
    <w:nsid w:val="68067D3C"/>
    <w:multiLevelType w:val="singleLevel"/>
    <w:tmpl w:val="7012E54A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78CC0922"/>
    <w:multiLevelType w:val="singleLevel"/>
    <w:tmpl w:val="0F9C4CF2"/>
    <w:lvl w:ilvl="0">
      <w:start w:val="1"/>
      <w:numFmt w:val="decimal"/>
      <w:lvlText w:val="3.%1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1"/>
  </w:num>
  <w:num w:numId="2">
    <w:abstractNumId w:val="1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3">
    <w:abstractNumId w:val="2"/>
  </w:num>
  <w:num w:numId="4">
    <w:abstractNumId w:val="0"/>
  </w:num>
  <w:num w:numId="5">
    <w:abstractNumId w:val="0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567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attachedTemplate r:id="rId1"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E56"/>
    <w:rsid w:val="008049C8"/>
    <w:rsid w:val="00904E56"/>
    <w:rsid w:val="00C87736"/>
    <w:rsid w:val="00E4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AB54CF-A9F8-4096-B893-4DC2168C4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uiPriority w:val="99"/>
    <w:pPr>
      <w:widowControl w:val="0"/>
      <w:spacing w:line="300" w:lineRule="auto"/>
      <w:jc w:val="both"/>
    </w:pPr>
    <w:rPr>
      <w:rFonts w:ascii="Arial" w:hAnsi="Arial" w:cs="Arial"/>
      <w:sz w:val="16"/>
      <w:szCs w:val="16"/>
    </w:rPr>
  </w:style>
  <w:style w:type="character" w:styleId="a3">
    <w:name w:val="footnote reference"/>
    <w:uiPriority w:val="99"/>
    <w:rPr>
      <w:vertAlign w:val="superscript"/>
    </w:rPr>
  </w:style>
  <w:style w:type="paragraph" w:styleId="a4">
    <w:name w:val="footnote text"/>
    <w:basedOn w:val="a"/>
    <w:link w:val="a5"/>
    <w:uiPriority w:val="99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FR2">
    <w:name w:val="FR2"/>
    <w:uiPriority w:val="99"/>
    <w:pPr>
      <w:widowControl w:val="0"/>
      <w:spacing w:line="260" w:lineRule="auto"/>
      <w:ind w:firstLine="560"/>
      <w:jc w:val="both"/>
    </w:pPr>
    <w:rPr>
      <w:rFonts w:ascii="Arial" w:hAnsi="Arial" w:cs="Arial"/>
      <w:sz w:val="18"/>
      <w:szCs w:val="18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8"/>
      <w:szCs w:val="28"/>
    </w:rPr>
  </w:style>
  <w:style w:type="character" w:styleId="a8">
    <w:name w:val="page number"/>
    <w:uiPriority w:val="99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uiPriority w:val="99"/>
    <w:semiHidden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0001774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00017749.dot</Template>
  <TotalTime>0</TotalTime>
  <Pages>1</Pages>
  <Words>18564</Words>
  <Characters>105815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</vt:lpstr>
    </vt:vector>
  </TitlesOfParts>
  <Company/>
  <LinksUpToDate>false</LinksUpToDate>
  <CharactersWithSpaces>124131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</dc:title>
  <dc:subject/>
  <dc:creator>Julia</dc:creator>
  <cp:keywords/>
  <dc:description/>
  <cp:lastModifiedBy>admin</cp:lastModifiedBy>
  <cp:revision>2</cp:revision>
  <cp:lastPrinted>1999-11-18T17:55:00Z</cp:lastPrinted>
  <dcterms:created xsi:type="dcterms:W3CDTF">2014-03-06T14:18:00Z</dcterms:created>
  <dcterms:modified xsi:type="dcterms:W3CDTF">2014-03-06T14:18:00Z</dcterms:modified>
</cp:coreProperties>
</file>