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D96" w:rsidRPr="00F43215" w:rsidRDefault="003B5D96" w:rsidP="003B5D96">
      <w:pPr>
        <w:jc w:val="center"/>
        <w:rPr>
          <w:sz w:val="24"/>
          <w:szCs w:val="24"/>
        </w:rPr>
      </w:pPr>
      <w:r>
        <w:rPr>
          <w:b/>
          <w:bCs/>
          <w:sz w:val="24"/>
          <w:szCs w:val="24"/>
        </w:rPr>
        <w:t>Методические р</w:t>
      </w:r>
      <w:r w:rsidRPr="00F43215">
        <w:rPr>
          <w:b/>
          <w:bCs/>
          <w:sz w:val="24"/>
          <w:szCs w:val="24"/>
        </w:rPr>
        <w:t>екомендации</w:t>
      </w:r>
    </w:p>
    <w:p w:rsidR="003B5D96" w:rsidRPr="00F43215" w:rsidRDefault="003B5D96" w:rsidP="003B5D96">
      <w:pPr>
        <w:jc w:val="center"/>
        <w:rPr>
          <w:sz w:val="24"/>
          <w:szCs w:val="24"/>
        </w:rPr>
      </w:pPr>
      <w:r w:rsidRPr="00F43215">
        <w:rPr>
          <w:b/>
          <w:bCs/>
          <w:sz w:val="24"/>
          <w:szCs w:val="24"/>
        </w:rPr>
        <w:t>по организации профилактики безнадзорно</w:t>
      </w:r>
      <w:r>
        <w:rPr>
          <w:b/>
          <w:bCs/>
          <w:sz w:val="24"/>
          <w:szCs w:val="24"/>
        </w:rPr>
        <w:t>сти и правонарушений несовершеннолетних в</w:t>
      </w:r>
      <w:r w:rsidRPr="00F43215">
        <w:rPr>
          <w:b/>
          <w:bCs/>
          <w:sz w:val="24"/>
          <w:szCs w:val="24"/>
        </w:rPr>
        <w:t xml:space="preserve"> </w:t>
      </w:r>
      <w:r>
        <w:rPr>
          <w:b/>
          <w:bCs/>
          <w:sz w:val="24"/>
          <w:szCs w:val="24"/>
        </w:rPr>
        <w:t xml:space="preserve">муниципальных </w:t>
      </w:r>
      <w:r w:rsidRPr="00F43215">
        <w:rPr>
          <w:b/>
          <w:bCs/>
          <w:sz w:val="24"/>
          <w:szCs w:val="24"/>
        </w:rPr>
        <w:t>общеобразовательных учреждени</w:t>
      </w:r>
      <w:r>
        <w:rPr>
          <w:b/>
          <w:bCs/>
          <w:sz w:val="24"/>
          <w:szCs w:val="24"/>
        </w:rPr>
        <w:t>ях</w:t>
      </w:r>
    </w:p>
    <w:p w:rsidR="003B5D96" w:rsidRPr="00F43215" w:rsidRDefault="003B5D96" w:rsidP="003B5D96">
      <w:pPr>
        <w:rPr>
          <w:sz w:val="24"/>
          <w:szCs w:val="24"/>
        </w:rPr>
      </w:pPr>
      <w:r w:rsidRPr="00F43215">
        <w:rPr>
          <w:b/>
          <w:bCs/>
          <w:sz w:val="24"/>
          <w:szCs w:val="24"/>
        </w:rPr>
        <w:t> </w:t>
      </w:r>
    </w:p>
    <w:p w:rsidR="003B5D96" w:rsidRDefault="003B5D96" w:rsidP="003B5D96">
      <w:pPr>
        <w:ind w:firstLine="708"/>
        <w:rPr>
          <w:sz w:val="24"/>
          <w:szCs w:val="24"/>
        </w:rPr>
      </w:pPr>
      <w:r w:rsidRPr="00F43215">
        <w:rPr>
          <w:sz w:val="24"/>
          <w:szCs w:val="24"/>
        </w:rPr>
        <w:t>Настоящие рекомендации подготовлены на основе законодательства Российской Федерации в области профилактики безнадзорности и правонарушений несовершеннолетних в целях упорядочен</w:t>
      </w:r>
      <w:r>
        <w:rPr>
          <w:sz w:val="24"/>
          <w:szCs w:val="24"/>
        </w:rPr>
        <w:t>ия деятельности муниципальных обще</w:t>
      </w:r>
      <w:r w:rsidRPr="00F43215">
        <w:rPr>
          <w:sz w:val="24"/>
          <w:szCs w:val="24"/>
        </w:rPr>
        <w:t>образовательных учреждений по решению проблем безнадз</w:t>
      </w:r>
      <w:r>
        <w:rPr>
          <w:sz w:val="24"/>
          <w:szCs w:val="24"/>
        </w:rPr>
        <w:t>орности и правонарушений среди несовершеннолетних</w:t>
      </w:r>
      <w:r w:rsidRPr="00F43215">
        <w:rPr>
          <w:sz w:val="24"/>
          <w:szCs w:val="24"/>
        </w:rPr>
        <w:t>.</w:t>
      </w:r>
    </w:p>
    <w:p w:rsidR="003B5D96" w:rsidRPr="00F43215" w:rsidRDefault="003B5D96" w:rsidP="003B5D96">
      <w:pPr>
        <w:ind w:firstLine="708"/>
        <w:rPr>
          <w:sz w:val="24"/>
          <w:szCs w:val="24"/>
        </w:rPr>
      </w:pPr>
    </w:p>
    <w:p w:rsidR="003B5D96" w:rsidRPr="00F43215" w:rsidRDefault="003B5D96" w:rsidP="003B5D96">
      <w:pPr>
        <w:rPr>
          <w:sz w:val="24"/>
          <w:szCs w:val="24"/>
        </w:rPr>
      </w:pPr>
      <w:r w:rsidRPr="00F43215">
        <w:rPr>
          <w:b/>
          <w:bCs/>
          <w:sz w:val="24"/>
          <w:szCs w:val="24"/>
        </w:rPr>
        <w:t xml:space="preserve">Понятия, употребляемые в работе по профилактике </w:t>
      </w:r>
    </w:p>
    <w:p w:rsidR="003B5D96" w:rsidRPr="00F43215" w:rsidRDefault="003B5D96" w:rsidP="003B5D96">
      <w:pPr>
        <w:rPr>
          <w:sz w:val="24"/>
          <w:szCs w:val="24"/>
        </w:rPr>
      </w:pPr>
      <w:r w:rsidRPr="00F43215">
        <w:rPr>
          <w:b/>
          <w:bCs/>
          <w:sz w:val="24"/>
          <w:szCs w:val="24"/>
        </w:rPr>
        <w:t>безнадзорности и правонарушений несовершеннолетних</w:t>
      </w:r>
    </w:p>
    <w:p w:rsidR="003B5D96" w:rsidRPr="00F43215" w:rsidRDefault="003B5D96" w:rsidP="003B5D96">
      <w:pPr>
        <w:ind w:firstLine="708"/>
        <w:jc w:val="both"/>
        <w:rPr>
          <w:sz w:val="24"/>
          <w:szCs w:val="24"/>
        </w:rPr>
      </w:pPr>
      <w:r w:rsidRPr="00F43215">
        <w:rPr>
          <w:sz w:val="24"/>
          <w:szCs w:val="24"/>
        </w:rPr>
        <w:t> В соответствии с законодательством Российской Федерации в системе профилактики безнадзорности и правонарушений употребляются следующие основные понятия:</w:t>
      </w:r>
    </w:p>
    <w:p w:rsidR="003B5D96" w:rsidRPr="00F43215" w:rsidRDefault="003B5D96" w:rsidP="003B5D96">
      <w:pPr>
        <w:ind w:firstLine="708"/>
        <w:jc w:val="both"/>
        <w:rPr>
          <w:sz w:val="24"/>
          <w:szCs w:val="24"/>
        </w:rPr>
      </w:pPr>
      <w:r w:rsidRPr="00F43215">
        <w:rPr>
          <w:b/>
          <w:bCs/>
          <w:sz w:val="24"/>
          <w:szCs w:val="24"/>
        </w:rPr>
        <w:t xml:space="preserve">Несовершеннолетний </w:t>
      </w:r>
      <w:r w:rsidRPr="00F43215">
        <w:rPr>
          <w:sz w:val="24"/>
          <w:szCs w:val="24"/>
        </w:rPr>
        <w:t>- лицо, не достигшее возраста восемнадцати лет.</w:t>
      </w:r>
    </w:p>
    <w:p w:rsidR="003B5D96" w:rsidRPr="00F43215" w:rsidRDefault="003B5D96" w:rsidP="003B5D96">
      <w:pPr>
        <w:ind w:firstLine="708"/>
        <w:jc w:val="both"/>
        <w:rPr>
          <w:sz w:val="24"/>
          <w:szCs w:val="24"/>
        </w:rPr>
      </w:pPr>
      <w:r w:rsidRPr="00F43215">
        <w:rPr>
          <w:b/>
          <w:bCs/>
          <w:sz w:val="24"/>
          <w:szCs w:val="24"/>
        </w:rPr>
        <w:t>Безнадзорный</w:t>
      </w:r>
      <w:r w:rsidRPr="00F43215">
        <w:rPr>
          <w:sz w:val="24"/>
          <w:szCs w:val="24"/>
        </w:rPr>
        <w:t xml:space="preserve"> – несовершеннолетний, контроль за поведением которого, отсутствует вследствие неисполнения или ненадлежащего исполнения обязанностей по его воспитанию, обучению и (или) содержанию со стороны родителей или законных представителей либо должностных лиц.</w:t>
      </w:r>
    </w:p>
    <w:p w:rsidR="003B5D96" w:rsidRPr="00F43215" w:rsidRDefault="003B5D96" w:rsidP="003B5D96">
      <w:pPr>
        <w:ind w:firstLine="708"/>
        <w:jc w:val="both"/>
        <w:rPr>
          <w:sz w:val="24"/>
          <w:szCs w:val="24"/>
        </w:rPr>
      </w:pPr>
      <w:r w:rsidRPr="00F43215">
        <w:rPr>
          <w:b/>
          <w:bCs/>
          <w:sz w:val="24"/>
          <w:szCs w:val="24"/>
        </w:rPr>
        <w:t xml:space="preserve">Беспризорный </w:t>
      </w:r>
      <w:r w:rsidRPr="00F43215">
        <w:rPr>
          <w:sz w:val="24"/>
          <w:szCs w:val="24"/>
        </w:rPr>
        <w:t>- безнадзорный, не имеющий места жительства и (или) места пребывания.</w:t>
      </w:r>
    </w:p>
    <w:p w:rsidR="003B5D96" w:rsidRDefault="003B5D96" w:rsidP="003B5D96">
      <w:pPr>
        <w:ind w:firstLine="708"/>
        <w:jc w:val="both"/>
        <w:rPr>
          <w:sz w:val="24"/>
          <w:szCs w:val="24"/>
        </w:rPr>
      </w:pPr>
      <w:r w:rsidRPr="00F43215">
        <w:rPr>
          <w:b/>
          <w:bCs/>
          <w:sz w:val="24"/>
          <w:szCs w:val="24"/>
        </w:rPr>
        <w:t xml:space="preserve">Несовершеннолетний, находящийся в социально опасном положении, </w:t>
      </w:r>
      <w:r w:rsidRPr="00F43215">
        <w:rPr>
          <w:sz w:val="24"/>
          <w:szCs w:val="24"/>
        </w:rPr>
        <w:t> – лицо в возрасте до 18 лет, которое вследствие безнадзорности или беспризорности находится в обстановке, представляющей опасность для его жизни или здоровья</w:t>
      </w:r>
      <w:r>
        <w:rPr>
          <w:sz w:val="24"/>
          <w:szCs w:val="24"/>
        </w:rPr>
        <w:t>,</w:t>
      </w:r>
      <w:r w:rsidRPr="00F43215">
        <w:rPr>
          <w:sz w:val="24"/>
          <w:szCs w:val="24"/>
        </w:rPr>
        <w:t xml:space="preserve"> либо не отвечающей требованиям к его воспитанию или содержанию, либо совершает правонарушение или антиобщественные действия.</w:t>
      </w:r>
    </w:p>
    <w:p w:rsidR="003B5D96" w:rsidRPr="007B35FE" w:rsidRDefault="003B5D96" w:rsidP="003B5D96">
      <w:pPr>
        <w:ind w:firstLine="720"/>
        <w:jc w:val="both"/>
        <w:rPr>
          <w:sz w:val="24"/>
          <w:szCs w:val="24"/>
        </w:rPr>
      </w:pPr>
      <w:r>
        <w:rPr>
          <w:b/>
          <w:bCs/>
          <w:sz w:val="24"/>
          <w:szCs w:val="24"/>
        </w:rPr>
        <w:t>С</w:t>
      </w:r>
      <w:r w:rsidRPr="007B35FE">
        <w:rPr>
          <w:b/>
          <w:bCs/>
          <w:sz w:val="24"/>
          <w:szCs w:val="24"/>
        </w:rPr>
        <w:t>емья, находящаяся в социально опасном положении</w:t>
      </w:r>
      <w:r w:rsidRPr="007B35FE">
        <w:rPr>
          <w:sz w:val="24"/>
          <w:szCs w:val="24"/>
        </w:rPr>
        <w:t>, – семья, имеющая детей, находящихся в социально опасном положении, а также семья, где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w:t>
      </w:r>
      <w:r>
        <w:rPr>
          <w:sz w:val="24"/>
          <w:szCs w:val="24"/>
        </w:rPr>
        <w:t xml:space="preserve"> либо жестоко обращаются с ними.</w:t>
      </w:r>
    </w:p>
    <w:p w:rsidR="003B5D96" w:rsidRPr="00F43215" w:rsidRDefault="003B5D96" w:rsidP="003B5D96">
      <w:pPr>
        <w:ind w:firstLine="708"/>
        <w:jc w:val="both"/>
        <w:rPr>
          <w:sz w:val="24"/>
          <w:szCs w:val="24"/>
        </w:rPr>
      </w:pPr>
      <w:r w:rsidRPr="00F43215">
        <w:rPr>
          <w:b/>
          <w:bCs/>
          <w:sz w:val="24"/>
          <w:szCs w:val="24"/>
        </w:rPr>
        <w:t>Дети, находящиеся в трудной жизненной ситуации</w:t>
      </w:r>
      <w:r w:rsidRPr="00F43215">
        <w:rPr>
          <w:sz w:val="24"/>
          <w:szCs w:val="24"/>
        </w:rPr>
        <w:t xml:space="preserve"> – дети, оставшиеся без попечения родителей; дети-инвалиды; дети, имеющие недостатки в психическом и (или) физическом развитии; дети-жертвы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 дети, оказавшиеся в экстремальных условиях; дети – жертвы насилия; дети, находящиеся в специальных учебно-воспитательных учреждениях;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rsidR="003B5D96" w:rsidRDefault="003B5D96" w:rsidP="003B5D96">
      <w:pPr>
        <w:ind w:firstLine="708"/>
        <w:jc w:val="both"/>
        <w:rPr>
          <w:sz w:val="24"/>
          <w:szCs w:val="24"/>
        </w:rPr>
      </w:pPr>
      <w:r w:rsidRPr="00F43215">
        <w:rPr>
          <w:b/>
          <w:bCs/>
          <w:sz w:val="24"/>
          <w:szCs w:val="24"/>
        </w:rPr>
        <w:t xml:space="preserve">Профилактика безнадзорности и правонарушений несовершеннолетних </w:t>
      </w:r>
      <w:r w:rsidRPr="00F43215">
        <w:rPr>
          <w:sz w:val="24"/>
          <w:szCs w:val="24"/>
        </w:rPr>
        <w:t>- система социальных, правовых, педагогических и иных мер, направленных на выявление и устранение причин и условий, способствующих безнадзорности, беспризорности, правонарушениям и антиобщественным действиям несовершеннолетних, осуществляемых в совокупности с индивидуальной профилактической работой с несовершеннолетними и семьями, находящимися в социально опасном положении.</w:t>
      </w:r>
    </w:p>
    <w:p w:rsidR="003B5D96" w:rsidRPr="007B35FE" w:rsidRDefault="003B5D96" w:rsidP="003B5D96">
      <w:pPr>
        <w:ind w:firstLine="720"/>
        <w:jc w:val="both"/>
        <w:rPr>
          <w:sz w:val="24"/>
          <w:szCs w:val="24"/>
        </w:rPr>
      </w:pPr>
      <w:r>
        <w:rPr>
          <w:b/>
          <w:bCs/>
          <w:sz w:val="24"/>
          <w:szCs w:val="24"/>
        </w:rPr>
        <w:t>И</w:t>
      </w:r>
      <w:r w:rsidRPr="007B35FE">
        <w:rPr>
          <w:b/>
          <w:bCs/>
          <w:sz w:val="24"/>
          <w:szCs w:val="24"/>
        </w:rPr>
        <w:t>ндивидуальная профилактическая работа</w:t>
      </w:r>
      <w:r w:rsidRPr="007B35FE">
        <w:rPr>
          <w:sz w:val="24"/>
          <w:szCs w:val="24"/>
        </w:rPr>
        <w:t xml:space="preserve"> - деятельность по своевременному выявлению несовершеннолетних и семей, находящихся в социально опасном положении, а также по их социально-педагогической реабилитации и (или) предупреждению совершения ими правонаруше</w:t>
      </w:r>
      <w:r>
        <w:rPr>
          <w:sz w:val="24"/>
          <w:szCs w:val="24"/>
        </w:rPr>
        <w:t>ний и антиобщественных действий.</w:t>
      </w: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Pr="00F43215" w:rsidRDefault="003B5D96" w:rsidP="003B5D96">
      <w:pPr>
        <w:jc w:val="both"/>
        <w:rPr>
          <w:sz w:val="24"/>
          <w:szCs w:val="24"/>
        </w:rPr>
      </w:pPr>
    </w:p>
    <w:p w:rsidR="003B5D96" w:rsidRPr="00F43215" w:rsidRDefault="003B5D96" w:rsidP="003B5D96">
      <w:pPr>
        <w:pStyle w:val="a6"/>
        <w:rPr>
          <w:sz w:val="24"/>
        </w:rPr>
      </w:pPr>
      <w:r w:rsidRPr="00F43215">
        <w:rPr>
          <w:sz w:val="24"/>
        </w:rPr>
        <w:t xml:space="preserve">Нормативно-правовые основы организации </w:t>
      </w:r>
    </w:p>
    <w:p w:rsidR="003B5D96" w:rsidRDefault="003B5D96" w:rsidP="003B5D96">
      <w:pPr>
        <w:pStyle w:val="a6"/>
        <w:rPr>
          <w:sz w:val="24"/>
        </w:rPr>
      </w:pPr>
      <w:r w:rsidRPr="00F43215">
        <w:rPr>
          <w:sz w:val="24"/>
        </w:rPr>
        <w:t xml:space="preserve">профилактики безнадзорности и правонарушений несовершеннолетних </w:t>
      </w:r>
    </w:p>
    <w:p w:rsidR="003B5D96" w:rsidRPr="00F43215" w:rsidRDefault="003B5D96" w:rsidP="003B5D96">
      <w:pPr>
        <w:pStyle w:val="a6"/>
        <w:rPr>
          <w:sz w:val="24"/>
        </w:rPr>
      </w:pPr>
    </w:p>
    <w:p w:rsidR="003B5D96" w:rsidRPr="00F43215" w:rsidRDefault="003B5D96" w:rsidP="003B5D96">
      <w:pPr>
        <w:ind w:firstLine="561"/>
        <w:jc w:val="both"/>
        <w:rPr>
          <w:sz w:val="24"/>
          <w:szCs w:val="24"/>
        </w:rPr>
      </w:pPr>
      <w:r w:rsidRPr="00F43215">
        <w:rPr>
          <w:sz w:val="24"/>
          <w:szCs w:val="24"/>
        </w:rPr>
        <w:t>При организации работы по профилактике безнадзорности и правонарушений необходимо опираться на действующее международное законодательство, законы Российской Федерации, нормативные правовые акты органов местного самоуправления.</w:t>
      </w:r>
    </w:p>
    <w:p w:rsidR="003B5D96" w:rsidRPr="00F43215" w:rsidRDefault="003B5D96" w:rsidP="003B5D96">
      <w:pPr>
        <w:ind w:firstLine="561"/>
        <w:jc w:val="both"/>
        <w:rPr>
          <w:sz w:val="24"/>
          <w:szCs w:val="24"/>
        </w:rPr>
      </w:pPr>
      <w:r>
        <w:rPr>
          <w:sz w:val="24"/>
          <w:szCs w:val="24"/>
        </w:rPr>
        <w:t>В муниципальном обще</w:t>
      </w:r>
      <w:r w:rsidRPr="00F43215">
        <w:rPr>
          <w:sz w:val="24"/>
          <w:szCs w:val="24"/>
        </w:rPr>
        <w:t xml:space="preserve">образовательном учреждении должен быть сформирован </w:t>
      </w:r>
      <w:r w:rsidRPr="00740685">
        <w:rPr>
          <w:b/>
          <w:sz w:val="24"/>
          <w:szCs w:val="24"/>
        </w:rPr>
        <w:t>пакет законодательных и нормативно-правовых документов</w:t>
      </w:r>
      <w:r w:rsidRPr="00F43215">
        <w:rPr>
          <w:sz w:val="24"/>
          <w:szCs w:val="24"/>
        </w:rPr>
        <w:t>, регламентирующих вопросы профилактики безнадзорности и пр</w:t>
      </w:r>
      <w:r>
        <w:rPr>
          <w:sz w:val="24"/>
          <w:szCs w:val="24"/>
        </w:rPr>
        <w:t>авонарушений несовершеннолетних, который может включать следующие нормативно-правовые документы:</w:t>
      </w:r>
      <w:r w:rsidRPr="00F43215">
        <w:rPr>
          <w:sz w:val="24"/>
          <w:szCs w:val="24"/>
        </w:rPr>
        <w:t xml:space="preserve"> </w:t>
      </w:r>
    </w:p>
    <w:p w:rsidR="003B5D96" w:rsidRPr="00F43215" w:rsidRDefault="003B5D96" w:rsidP="003B5D96">
      <w:pPr>
        <w:jc w:val="both"/>
        <w:rPr>
          <w:sz w:val="24"/>
          <w:szCs w:val="24"/>
        </w:rPr>
      </w:pPr>
      <w:r w:rsidRPr="00F43215">
        <w:rPr>
          <w:sz w:val="24"/>
          <w:szCs w:val="24"/>
        </w:rPr>
        <w:t>-международное законодательство</w:t>
      </w:r>
      <w:r>
        <w:rPr>
          <w:sz w:val="24"/>
          <w:szCs w:val="24"/>
        </w:rPr>
        <w:t>;</w:t>
      </w:r>
    </w:p>
    <w:p w:rsidR="003B5D96" w:rsidRPr="00F43215" w:rsidRDefault="003B5D96" w:rsidP="003B5D96">
      <w:pPr>
        <w:jc w:val="both"/>
        <w:rPr>
          <w:sz w:val="24"/>
          <w:szCs w:val="24"/>
        </w:rPr>
      </w:pPr>
      <w:r w:rsidRPr="00F43215">
        <w:rPr>
          <w:sz w:val="24"/>
          <w:szCs w:val="24"/>
        </w:rPr>
        <w:t>-законы Российской Федерации</w:t>
      </w:r>
      <w:r>
        <w:rPr>
          <w:sz w:val="24"/>
          <w:szCs w:val="24"/>
        </w:rPr>
        <w:t>;</w:t>
      </w:r>
    </w:p>
    <w:p w:rsidR="003B5D96" w:rsidRPr="00F43215" w:rsidRDefault="003B5D96" w:rsidP="003B5D96">
      <w:pPr>
        <w:jc w:val="both"/>
        <w:rPr>
          <w:sz w:val="24"/>
          <w:szCs w:val="24"/>
        </w:rPr>
      </w:pPr>
      <w:r w:rsidRPr="00F43215">
        <w:rPr>
          <w:sz w:val="24"/>
          <w:szCs w:val="24"/>
        </w:rPr>
        <w:t>-постановления Правительства Российской Федерации</w:t>
      </w:r>
      <w:r>
        <w:rPr>
          <w:sz w:val="24"/>
          <w:szCs w:val="24"/>
        </w:rPr>
        <w:t>;</w:t>
      </w:r>
    </w:p>
    <w:p w:rsidR="003B5D96" w:rsidRPr="00F43215" w:rsidRDefault="003B5D96" w:rsidP="003B5D96">
      <w:pPr>
        <w:jc w:val="both"/>
        <w:rPr>
          <w:sz w:val="24"/>
          <w:szCs w:val="24"/>
        </w:rPr>
      </w:pPr>
      <w:r w:rsidRPr="00F43215">
        <w:rPr>
          <w:sz w:val="24"/>
          <w:szCs w:val="24"/>
        </w:rPr>
        <w:t>-постановления и распоряжен</w:t>
      </w:r>
      <w:r>
        <w:rPr>
          <w:sz w:val="24"/>
          <w:szCs w:val="24"/>
        </w:rPr>
        <w:t>ия Губернатора и Правительства Свердловской области;</w:t>
      </w:r>
      <w:r w:rsidRPr="00F43215">
        <w:rPr>
          <w:sz w:val="24"/>
          <w:szCs w:val="24"/>
        </w:rPr>
        <w:t xml:space="preserve"> </w:t>
      </w:r>
    </w:p>
    <w:p w:rsidR="003B5D96" w:rsidRDefault="003B5D96" w:rsidP="003B5D96">
      <w:pPr>
        <w:jc w:val="both"/>
        <w:rPr>
          <w:sz w:val="24"/>
          <w:szCs w:val="24"/>
        </w:rPr>
      </w:pPr>
      <w:r w:rsidRPr="00F43215">
        <w:rPr>
          <w:sz w:val="24"/>
          <w:szCs w:val="24"/>
        </w:rPr>
        <w:t>-приказы Министерства образования и науки Российской Федерации</w:t>
      </w:r>
      <w:r>
        <w:rPr>
          <w:sz w:val="24"/>
          <w:szCs w:val="24"/>
        </w:rPr>
        <w:t>;</w:t>
      </w:r>
    </w:p>
    <w:p w:rsidR="003B5D96" w:rsidRPr="00F43215" w:rsidRDefault="003B5D96" w:rsidP="003B5D96">
      <w:pPr>
        <w:jc w:val="both"/>
        <w:rPr>
          <w:sz w:val="24"/>
          <w:szCs w:val="24"/>
        </w:rPr>
      </w:pPr>
      <w:r>
        <w:rPr>
          <w:sz w:val="24"/>
          <w:szCs w:val="24"/>
        </w:rPr>
        <w:t>-</w:t>
      </w:r>
      <w:r w:rsidRPr="00F43215">
        <w:rPr>
          <w:sz w:val="24"/>
          <w:szCs w:val="24"/>
        </w:rPr>
        <w:t xml:space="preserve">приказы Министерства </w:t>
      </w:r>
      <w:r>
        <w:rPr>
          <w:sz w:val="24"/>
          <w:szCs w:val="24"/>
        </w:rPr>
        <w:t>общего и профессионального образования Свердловской области;</w:t>
      </w:r>
    </w:p>
    <w:p w:rsidR="003B5D96" w:rsidRPr="00F43215" w:rsidRDefault="003B5D96" w:rsidP="003B5D96">
      <w:pPr>
        <w:jc w:val="both"/>
        <w:rPr>
          <w:sz w:val="24"/>
          <w:szCs w:val="24"/>
        </w:rPr>
      </w:pPr>
      <w:r w:rsidRPr="00F43215">
        <w:rPr>
          <w:sz w:val="24"/>
          <w:szCs w:val="24"/>
        </w:rPr>
        <w:t>-постановления Главы муниципального образования</w:t>
      </w:r>
      <w:r>
        <w:rPr>
          <w:sz w:val="24"/>
          <w:szCs w:val="24"/>
        </w:rPr>
        <w:t>;</w:t>
      </w:r>
    </w:p>
    <w:p w:rsidR="003B5D96" w:rsidRPr="00F43215" w:rsidRDefault="003B5D96" w:rsidP="003B5D96">
      <w:pPr>
        <w:jc w:val="both"/>
        <w:rPr>
          <w:sz w:val="24"/>
          <w:szCs w:val="24"/>
        </w:rPr>
      </w:pPr>
      <w:r>
        <w:rPr>
          <w:sz w:val="24"/>
          <w:szCs w:val="24"/>
        </w:rPr>
        <w:t>-решения территориальных комиссий</w:t>
      </w:r>
      <w:r w:rsidRPr="00F43215">
        <w:rPr>
          <w:sz w:val="24"/>
          <w:szCs w:val="24"/>
        </w:rPr>
        <w:t xml:space="preserve"> по делам несовершеннолетних и защите их прав</w:t>
      </w:r>
      <w:r>
        <w:rPr>
          <w:sz w:val="24"/>
          <w:szCs w:val="24"/>
        </w:rPr>
        <w:t>;</w:t>
      </w:r>
    </w:p>
    <w:p w:rsidR="003B5D96" w:rsidRPr="00F43215" w:rsidRDefault="003B5D96" w:rsidP="003B5D96">
      <w:pPr>
        <w:jc w:val="both"/>
        <w:rPr>
          <w:sz w:val="24"/>
          <w:szCs w:val="24"/>
        </w:rPr>
      </w:pPr>
      <w:r w:rsidRPr="00F43215">
        <w:rPr>
          <w:sz w:val="24"/>
          <w:szCs w:val="24"/>
        </w:rPr>
        <w:t>-приказы</w:t>
      </w:r>
      <w:r>
        <w:rPr>
          <w:sz w:val="24"/>
          <w:szCs w:val="24"/>
        </w:rPr>
        <w:t>, распоряжения</w:t>
      </w:r>
      <w:r w:rsidRPr="00F43215">
        <w:rPr>
          <w:sz w:val="24"/>
          <w:szCs w:val="24"/>
        </w:rPr>
        <w:t xml:space="preserve"> муниципального органа управлением образования</w:t>
      </w:r>
      <w:r>
        <w:rPr>
          <w:sz w:val="24"/>
          <w:szCs w:val="24"/>
        </w:rPr>
        <w:t>;</w:t>
      </w:r>
    </w:p>
    <w:p w:rsidR="003B5D96" w:rsidRPr="00F43215" w:rsidRDefault="003B5D96" w:rsidP="003B5D96">
      <w:pPr>
        <w:jc w:val="both"/>
        <w:rPr>
          <w:sz w:val="24"/>
          <w:szCs w:val="24"/>
        </w:rPr>
      </w:pPr>
      <w:r w:rsidRPr="00F43215">
        <w:rPr>
          <w:sz w:val="24"/>
          <w:szCs w:val="24"/>
        </w:rPr>
        <w:t>-инструктивные и методические письма муниципального органа управления образованием</w:t>
      </w:r>
      <w:r>
        <w:rPr>
          <w:sz w:val="24"/>
          <w:szCs w:val="24"/>
        </w:rPr>
        <w:t>;</w:t>
      </w:r>
    </w:p>
    <w:p w:rsidR="003B5D96" w:rsidRPr="00F43215" w:rsidRDefault="003B5D96" w:rsidP="003B5D96">
      <w:pPr>
        <w:jc w:val="both"/>
        <w:rPr>
          <w:sz w:val="24"/>
          <w:szCs w:val="24"/>
        </w:rPr>
      </w:pPr>
      <w:r w:rsidRPr="00F43215">
        <w:rPr>
          <w:sz w:val="24"/>
          <w:szCs w:val="24"/>
        </w:rPr>
        <w:t>-приказы руководителя образовательного учреждения</w:t>
      </w:r>
      <w:r>
        <w:rPr>
          <w:sz w:val="24"/>
          <w:szCs w:val="24"/>
        </w:rPr>
        <w:t>;</w:t>
      </w:r>
    </w:p>
    <w:p w:rsidR="003B5D96" w:rsidRPr="00F43215" w:rsidRDefault="003B5D96" w:rsidP="003B5D96">
      <w:pPr>
        <w:jc w:val="both"/>
        <w:rPr>
          <w:sz w:val="24"/>
          <w:szCs w:val="24"/>
        </w:rPr>
      </w:pPr>
      <w:r w:rsidRPr="00F43215">
        <w:rPr>
          <w:sz w:val="24"/>
          <w:szCs w:val="24"/>
        </w:rPr>
        <w:t>-решения педагогического совета</w:t>
      </w:r>
      <w:r>
        <w:rPr>
          <w:sz w:val="24"/>
          <w:szCs w:val="24"/>
        </w:rPr>
        <w:t>;</w:t>
      </w:r>
    </w:p>
    <w:p w:rsidR="003B5D96" w:rsidRPr="00F43215" w:rsidRDefault="003B5D96" w:rsidP="003B5D96">
      <w:pPr>
        <w:jc w:val="both"/>
        <w:rPr>
          <w:sz w:val="24"/>
          <w:szCs w:val="24"/>
        </w:rPr>
      </w:pPr>
      <w:r w:rsidRPr="00F43215">
        <w:rPr>
          <w:sz w:val="24"/>
          <w:szCs w:val="24"/>
        </w:rPr>
        <w:t>-ре</w:t>
      </w:r>
      <w:r>
        <w:rPr>
          <w:sz w:val="24"/>
          <w:szCs w:val="24"/>
        </w:rPr>
        <w:t>шения совета школы, попечительского</w:t>
      </w:r>
      <w:r w:rsidRPr="00F43215">
        <w:rPr>
          <w:sz w:val="24"/>
          <w:szCs w:val="24"/>
        </w:rPr>
        <w:t xml:space="preserve"> совета образовательного учреждения</w:t>
      </w:r>
      <w:r>
        <w:rPr>
          <w:sz w:val="24"/>
          <w:szCs w:val="24"/>
        </w:rPr>
        <w:t>;</w:t>
      </w:r>
    </w:p>
    <w:p w:rsidR="003B5D96" w:rsidRPr="00F43215" w:rsidRDefault="003B5D96" w:rsidP="003B5D96">
      <w:pPr>
        <w:jc w:val="both"/>
        <w:rPr>
          <w:sz w:val="24"/>
          <w:szCs w:val="24"/>
        </w:rPr>
      </w:pPr>
      <w:r w:rsidRPr="00F43215">
        <w:rPr>
          <w:sz w:val="24"/>
          <w:szCs w:val="24"/>
        </w:rPr>
        <w:t>-решения родительского комитета образовательного учреждения</w:t>
      </w:r>
      <w:r>
        <w:rPr>
          <w:sz w:val="24"/>
          <w:szCs w:val="24"/>
        </w:rPr>
        <w:t>;</w:t>
      </w:r>
    </w:p>
    <w:p w:rsidR="003B5D96" w:rsidRPr="00F43215" w:rsidRDefault="003B5D96" w:rsidP="003B5D96">
      <w:pPr>
        <w:jc w:val="both"/>
        <w:rPr>
          <w:sz w:val="24"/>
          <w:szCs w:val="24"/>
        </w:rPr>
      </w:pPr>
      <w:r w:rsidRPr="00F43215">
        <w:rPr>
          <w:sz w:val="24"/>
          <w:szCs w:val="24"/>
        </w:rPr>
        <w:t xml:space="preserve">-решения совета </w:t>
      </w:r>
      <w:r>
        <w:rPr>
          <w:sz w:val="24"/>
          <w:szCs w:val="24"/>
        </w:rPr>
        <w:t>по профилактике правонарушений несовершеннолетних</w:t>
      </w:r>
      <w:r w:rsidRPr="00F43215">
        <w:rPr>
          <w:sz w:val="24"/>
          <w:szCs w:val="24"/>
        </w:rPr>
        <w:t xml:space="preserve"> школы</w:t>
      </w:r>
      <w:r>
        <w:rPr>
          <w:sz w:val="24"/>
          <w:szCs w:val="24"/>
        </w:rPr>
        <w:t>;</w:t>
      </w:r>
    </w:p>
    <w:p w:rsidR="003B5D96" w:rsidRPr="00F43215" w:rsidRDefault="003B5D96" w:rsidP="003B5D96">
      <w:pPr>
        <w:jc w:val="both"/>
        <w:rPr>
          <w:sz w:val="24"/>
          <w:szCs w:val="24"/>
        </w:rPr>
      </w:pPr>
      <w:r w:rsidRPr="00F43215">
        <w:rPr>
          <w:sz w:val="24"/>
          <w:szCs w:val="24"/>
        </w:rPr>
        <w:t>-методические рекомендации для педагогов</w:t>
      </w:r>
      <w:r>
        <w:rPr>
          <w:sz w:val="24"/>
          <w:szCs w:val="24"/>
        </w:rPr>
        <w:t>.</w:t>
      </w:r>
    </w:p>
    <w:p w:rsidR="003B5D96" w:rsidRPr="00F43215" w:rsidRDefault="003B5D96" w:rsidP="003B5D96">
      <w:pPr>
        <w:jc w:val="both"/>
        <w:rPr>
          <w:sz w:val="24"/>
          <w:szCs w:val="24"/>
        </w:rPr>
      </w:pPr>
      <w:r w:rsidRPr="00F43215">
        <w:rPr>
          <w:sz w:val="24"/>
          <w:szCs w:val="24"/>
        </w:rPr>
        <w:t> </w:t>
      </w:r>
      <w:r>
        <w:rPr>
          <w:sz w:val="24"/>
          <w:szCs w:val="24"/>
        </w:rPr>
        <w:tab/>
      </w:r>
      <w:r w:rsidRPr="00F43215">
        <w:rPr>
          <w:sz w:val="24"/>
          <w:szCs w:val="24"/>
        </w:rPr>
        <w:t>Систематически необходимо обновлять нормативную базу через различные информационные источ</w:t>
      </w:r>
      <w:r>
        <w:rPr>
          <w:sz w:val="24"/>
          <w:szCs w:val="24"/>
        </w:rPr>
        <w:t>ники: Интернет, публикации в СМИ</w:t>
      </w:r>
      <w:r w:rsidRPr="00F43215">
        <w:rPr>
          <w:sz w:val="24"/>
          <w:szCs w:val="24"/>
        </w:rPr>
        <w:t>, официальные сайты органов государственной власти и органов местного самоуправления, сборники нормативных документов и т.д.</w:t>
      </w:r>
      <w:r w:rsidRPr="00F43215">
        <w:rPr>
          <w:b/>
          <w:bCs/>
          <w:sz w:val="24"/>
          <w:szCs w:val="24"/>
        </w:rPr>
        <w:t> </w:t>
      </w:r>
    </w:p>
    <w:p w:rsidR="003B5D96" w:rsidRPr="00F43215" w:rsidRDefault="003B5D96" w:rsidP="003B5D96">
      <w:pPr>
        <w:rPr>
          <w:sz w:val="24"/>
          <w:szCs w:val="24"/>
        </w:rPr>
      </w:pPr>
      <w:r>
        <w:rPr>
          <w:b/>
          <w:bCs/>
          <w:sz w:val="24"/>
          <w:szCs w:val="24"/>
        </w:rPr>
        <w:t>Функции муниципальных обще</w:t>
      </w:r>
      <w:r w:rsidRPr="00F43215">
        <w:rPr>
          <w:b/>
          <w:bCs/>
          <w:sz w:val="24"/>
          <w:szCs w:val="24"/>
        </w:rPr>
        <w:t xml:space="preserve">образовательных учреждений </w:t>
      </w:r>
    </w:p>
    <w:p w:rsidR="003B5D96" w:rsidRPr="00F43215" w:rsidRDefault="003B5D96" w:rsidP="003B5D96">
      <w:pPr>
        <w:rPr>
          <w:sz w:val="24"/>
          <w:szCs w:val="24"/>
        </w:rPr>
      </w:pPr>
      <w:r w:rsidRPr="00F43215">
        <w:rPr>
          <w:b/>
          <w:bCs/>
          <w:sz w:val="24"/>
          <w:szCs w:val="24"/>
        </w:rPr>
        <w:t>по профилактике безнадзорности и правонарушений несовершеннолетних</w:t>
      </w:r>
    </w:p>
    <w:p w:rsidR="003B5D96" w:rsidRPr="00F43215" w:rsidRDefault="003B5D96" w:rsidP="003B5D96">
      <w:pPr>
        <w:rPr>
          <w:sz w:val="24"/>
          <w:szCs w:val="24"/>
        </w:rPr>
      </w:pPr>
      <w:r w:rsidRPr="00F43215">
        <w:rPr>
          <w:b/>
          <w:bCs/>
          <w:sz w:val="24"/>
          <w:szCs w:val="24"/>
        </w:rPr>
        <w:t> </w:t>
      </w:r>
    </w:p>
    <w:p w:rsidR="003B5D96" w:rsidRPr="00F43215" w:rsidRDefault="003B5D96" w:rsidP="003B5D96">
      <w:pPr>
        <w:ind w:firstLine="540"/>
        <w:jc w:val="both"/>
        <w:rPr>
          <w:sz w:val="24"/>
          <w:szCs w:val="24"/>
        </w:rPr>
      </w:pPr>
      <w:r w:rsidRPr="00F43215">
        <w:rPr>
          <w:sz w:val="24"/>
          <w:szCs w:val="24"/>
        </w:rPr>
        <w:t xml:space="preserve">Основным законодательным актом, регламентирующим деятельность органов системы профилактики безнадзорности и правонарушений несовершеннолетних, является Федеральный закон </w:t>
      </w:r>
      <w:r w:rsidRPr="004571D2">
        <w:rPr>
          <w:sz w:val="24"/>
          <w:szCs w:val="24"/>
        </w:rPr>
        <w:t>от 24.06.1999г.</w:t>
      </w:r>
      <w:r>
        <w:t xml:space="preserve"> </w:t>
      </w:r>
      <w:r w:rsidRPr="00F43215">
        <w:rPr>
          <w:sz w:val="24"/>
          <w:szCs w:val="24"/>
        </w:rPr>
        <w:t>№ 120-ФЗ «Об основах системы профилактики безнадзорности и правонарушений несовершеннолетних» (с дополнениями и изменениями). </w:t>
      </w:r>
    </w:p>
    <w:p w:rsidR="003B5D96" w:rsidRPr="00C661C0" w:rsidRDefault="003B5D96" w:rsidP="003B5D96">
      <w:pPr>
        <w:ind w:firstLine="706"/>
        <w:rPr>
          <w:b/>
          <w:sz w:val="24"/>
          <w:szCs w:val="24"/>
        </w:rPr>
      </w:pPr>
      <w:r w:rsidRPr="00C661C0">
        <w:rPr>
          <w:b/>
          <w:sz w:val="24"/>
          <w:szCs w:val="24"/>
          <w:u w:val="single"/>
        </w:rPr>
        <w:t>В компетенцию учреждений общего образования, в том числе муниципальных общеобразовательных учреждений, входят:</w:t>
      </w:r>
    </w:p>
    <w:p w:rsidR="003B5D96" w:rsidRPr="00F43215" w:rsidRDefault="003B5D96" w:rsidP="003B5D96">
      <w:pPr>
        <w:jc w:val="both"/>
        <w:rPr>
          <w:sz w:val="24"/>
          <w:szCs w:val="24"/>
        </w:rPr>
      </w:pPr>
      <w:r w:rsidRPr="00F43215">
        <w:rPr>
          <w:sz w:val="24"/>
          <w:szCs w:val="24"/>
        </w:rPr>
        <w:t> </w:t>
      </w:r>
      <w:r w:rsidRPr="00F43215">
        <w:rPr>
          <w:b/>
          <w:bCs/>
          <w:sz w:val="24"/>
          <w:szCs w:val="24"/>
        </w:rPr>
        <w:t xml:space="preserve">1. Оказание социально-психологической и педагогической помощи несовершеннолетним, имеющим отклонения в развитии или поведении либо проблемы в обучении, </w:t>
      </w:r>
      <w:r w:rsidRPr="00F43215">
        <w:rPr>
          <w:sz w:val="24"/>
          <w:szCs w:val="24"/>
        </w:rPr>
        <w:t xml:space="preserve">при которой осуществляется: </w:t>
      </w:r>
    </w:p>
    <w:p w:rsidR="003B5D96" w:rsidRPr="00F43215" w:rsidRDefault="003B5D96" w:rsidP="003B5D96">
      <w:pPr>
        <w:jc w:val="both"/>
        <w:rPr>
          <w:sz w:val="24"/>
          <w:szCs w:val="24"/>
        </w:rPr>
      </w:pPr>
      <w:r w:rsidRPr="00F43215">
        <w:rPr>
          <w:sz w:val="24"/>
          <w:szCs w:val="24"/>
        </w:rPr>
        <w:t> - постановка на внутришкольный профилактический учет детей, имеющих отклонения в развитии и поведении либо отклонения в обучении;</w:t>
      </w:r>
    </w:p>
    <w:p w:rsidR="003B5D96" w:rsidRPr="00F43215" w:rsidRDefault="003B5D96" w:rsidP="003B5D96">
      <w:pPr>
        <w:jc w:val="both"/>
        <w:rPr>
          <w:sz w:val="24"/>
          <w:szCs w:val="24"/>
        </w:rPr>
      </w:pPr>
      <w:r w:rsidRPr="00F43215">
        <w:rPr>
          <w:sz w:val="24"/>
          <w:szCs w:val="24"/>
        </w:rPr>
        <w:t xml:space="preserve"> - проведение систематической медико-психолого-педагогической диагностики этих детей; </w:t>
      </w:r>
    </w:p>
    <w:p w:rsidR="003B5D96" w:rsidRPr="00F43215" w:rsidRDefault="003B5D96" w:rsidP="003B5D96">
      <w:pPr>
        <w:jc w:val="both"/>
        <w:rPr>
          <w:sz w:val="24"/>
          <w:szCs w:val="24"/>
        </w:rPr>
      </w:pPr>
      <w:r w:rsidRPr="00F43215">
        <w:rPr>
          <w:sz w:val="24"/>
          <w:szCs w:val="24"/>
        </w:rPr>
        <w:t xml:space="preserve"> - разработка индивидуальных маршрутов (планов, программ) коррекции несовершеннолетних, их дальнейшего развития; </w:t>
      </w:r>
    </w:p>
    <w:p w:rsidR="003B5D96" w:rsidRPr="00F43215" w:rsidRDefault="003B5D96" w:rsidP="003B5D96">
      <w:pPr>
        <w:jc w:val="both"/>
        <w:rPr>
          <w:sz w:val="24"/>
          <w:szCs w:val="24"/>
        </w:rPr>
      </w:pPr>
      <w:r w:rsidRPr="00F43215">
        <w:rPr>
          <w:sz w:val="24"/>
          <w:szCs w:val="24"/>
        </w:rPr>
        <w:t> - привлечение необходимых специалистов (медицинских работников, социальных работников, юристов и др.) для проведения консультаций с детьми и родителями, оказания им адресной помощи;</w:t>
      </w:r>
    </w:p>
    <w:p w:rsidR="003B5D96" w:rsidRPr="00F43215" w:rsidRDefault="003B5D96" w:rsidP="003B5D96">
      <w:pPr>
        <w:jc w:val="both"/>
        <w:rPr>
          <w:sz w:val="24"/>
          <w:szCs w:val="24"/>
        </w:rPr>
      </w:pPr>
      <w:r w:rsidRPr="00F43215">
        <w:rPr>
          <w:sz w:val="24"/>
          <w:szCs w:val="24"/>
        </w:rPr>
        <w:t> - разработка педагогами (методическими объединениями) индивидуальных образовательных программ для обучения детей, имеющих отклонения в развитии или поведении;</w:t>
      </w:r>
    </w:p>
    <w:p w:rsidR="003B5D96" w:rsidRDefault="003B5D96" w:rsidP="003B5D96">
      <w:pPr>
        <w:jc w:val="both"/>
        <w:rPr>
          <w:sz w:val="24"/>
          <w:szCs w:val="24"/>
        </w:rPr>
      </w:pPr>
      <w:r w:rsidRPr="00F43215">
        <w:rPr>
          <w:sz w:val="24"/>
          <w:szCs w:val="24"/>
        </w:rPr>
        <w:t> - осуществление постоянного педагогического наблюдения (</w:t>
      </w:r>
      <w:r>
        <w:rPr>
          <w:sz w:val="24"/>
          <w:szCs w:val="24"/>
        </w:rPr>
        <w:t>контроля) за поведением обучающихся</w:t>
      </w:r>
      <w:r w:rsidRPr="00F43215">
        <w:rPr>
          <w:sz w:val="24"/>
          <w:szCs w:val="24"/>
        </w:rPr>
        <w:t xml:space="preserve"> этой категории, посещением учебных занятий, освоением образовательных программ и регулирование ситуации в пользу ученика.</w:t>
      </w:r>
      <w:r>
        <w:rPr>
          <w:sz w:val="24"/>
          <w:szCs w:val="24"/>
        </w:rPr>
        <w:t xml:space="preserve"> </w:t>
      </w:r>
    </w:p>
    <w:p w:rsidR="003B5D96" w:rsidRDefault="003B5D96" w:rsidP="003B5D96">
      <w:pPr>
        <w:jc w:val="both"/>
        <w:rPr>
          <w:sz w:val="24"/>
          <w:szCs w:val="24"/>
        </w:rPr>
      </w:pPr>
      <w:r>
        <w:rPr>
          <w:sz w:val="24"/>
          <w:szCs w:val="24"/>
        </w:rPr>
        <w:t xml:space="preserve">(Механизм постановки на внутришкольный учет, организации индивидуальной профилактической работы с обучающимися, определен в Инструкции об организации и порядке ведения в муниципальных общеобразовательных учреждениях, реализующих программы начального общего, основного общего, среднего (полного) общего образования, учета обучающихся и семей, находящихся в социально опасном положении, утвержденной постановлением начальника Управления образования от 16.11.2006 г. </w:t>
      </w:r>
    </w:p>
    <w:p w:rsidR="003B5D96" w:rsidRPr="00F43215" w:rsidRDefault="003B5D96" w:rsidP="003B5D96">
      <w:pPr>
        <w:jc w:val="both"/>
        <w:rPr>
          <w:sz w:val="24"/>
          <w:szCs w:val="24"/>
        </w:rPr>
      </w:pPr>
      <w:r>
        <w:rPr>
          <w:sz w:val="24"/>
          <w:szCs w:val="24"/>
        </w:rPr>
        <w:t>№ 193).</w:t>
      </w:r>
    </w:p>
    <w:p w:rsidR="003B5D96" w:rsidRDefault="003B5D96" w:rsidP="003B5D96">
      <w:pPr>
        <w:jc w:val="both"/>
        <w:rPr>
          <w:b/>
          <w:bCs/>
          <w:sz w:val="24"/>
          <w:szCs w:val="24"/>
        </w:rPr>
      </w:pPr>
      <w:r w:rsidRPr="00F43215">
        <w:rPr>
          <w:sz w:val="24"/>
          <w:szCs w:val="24"/>
        </w:rPr>
        <w:t> </w:t>
      </w:r>
      <w:r w:rsidRPr="00F43215">
        <w:rPr>
          <w:b/>
          <w:bCs/>
          <w:sz w:val="24"/>
          <w:szCs w:val="24"/>
        </w:rPr>
        <w:t>2. Выявление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образовательных учреждениях, принятие мер по их воспитанию и полу</w:t>
      </w:r>
      <w:r>
        <w:rPr>
          <w:b/>
          <w:bCs/>
          <w:sz w:val="24"/>
          <w:szCs w:val="24"/>
        </w:rPr>
        <w:t>чению ими</w:t>
      </w:r>
      <w:r w:rsidRPr="00F43215">
        <w:rPr>
          <w:b/>
          <w:bCs/>
          <w:sz w:val="24"/>
          <w:szCs w:val="24"/>
        </w:rPr>
        <w:t xml:space="preserve"> общего образования. </w:t>
      </w:r>
    </w:p>
    <w:p w:rsidR="003B5D96" w:rsidRDefault="003B5D96" w:rsidP="003B5D96">
      <w:pPr>
        <w:jc w:val="both"/>
        <w:rPr>
          <w:sz w:val="24"/>
          <w:szCs w:val="24"/>
        </w:rPr>
      </w:pPr>
    </w:p>
    <w:p w:rsidR="003B5D96" w:rsidRPr="00F43215" w:rsidRDefault="003B5D96" w:rsidP="003B5D96">
      <w:pPr>
        <w:jc w:val="both"/>
        <w:rPr>
          <w:sz w:val="24"/>
          <w:szCs w:val="24"/>
        </w:rPr>
      </w:pPr>
      <w:r w:rsidRPr="00F43215">
        <w:rPr>
          <w:sz w:val="24"/>
          <w:szCs w:val="24"/>
        </w:rPr>
        <w:t>Работа в этом направлении предусматривает:</w:t>
      </w:r>
    </w:p>
    <w:p w:rsidR="003B5D96" w:rsidRDefault="003B5D96" w:rsidP="003B5D96">
      <w:pPr>
        <w:jc w:val="both"/>
        <w:rPr>
          <w:sz w:val="24"/>
          <w:szCs w:val="24"/>
        </w:rPr>
      </w:pPr>
      <w:r w:rsidRPr="00F43215">
        <w:rPr>
          <w:sz w:val="24"/>
          <w:szCs w:val="24"/>
        </w:rPr>
        <w:t xml:space="preserve"> - разработку системы </w:t>
      </w:r>
      <w:r w:rsidRPr="004571D2">
        <w:rPr>
          <w:b/>
          <w:sz w:val="24"/>
          <w:szCs w:val="24"/>
        </w:rPr>
        <w:t>ежедневного</w:t>
      </w:r>
      <w:r w:rsidRPr="00F43215">
        <w:rPr>
          <w:sz w:val="24"/>
          <w:szCs w:val="24"/>
        </w:rPr>
        <w:t xml:space="preserve"> учета детей, не пришедших на учебные занятия с выяс</w:t>
      </w:r>
      <w:r>
        <w:rPr>
          <w:sz w:val="24"/>
          <w:szCs w:val="24"/>
        </w:rPr>
        <w:t>нением причин отсутствия обучающегося</w:t>
      </w:r>
      <w:r w:rsidRPr="00F43215">
        <w:rPr>
          <w:sz w:val="24"/>
          <w:szCs w:val="24"/>
        </w:rPr>
        <w:t xml:space="preserve"> в школе и принятием оперативных мер по его возвращению;</w:t>
      </w:r>
    </w:p>
    <w:p w:rsidR="003B5D96" w:rsidRPr="00F43215" w:rsidRDefault="003B5D96" w:rsidP="003B5D96">
      <w:pPr>
        <w:jc w:val="both"/>
        <w:rPr>
          <w:sz w:val="24"/>
          <w:szCs w:val="24"/>
        </w:rPr>
      </w:pPr>
      <w:r>
        <w:rPr>
          <w:sz w:val="24"/>
          <w:szCs w:val="24"/>
        </w:rPr>
        <w:t xml:space="preserve">- направление в муниципальный орган управления образованием </w:t>
      </w:r>
      <w:r w:rsidRPr="007E0D11">
        <w:rPr>
          <w:b/>
          <w:sz w:val="24"/>
          <w:szCs w:val="24"/>
        </w:rPr>
        <w:t>анкеты</w:t>
      </w:r>
      <w:r>
        <w:rPr>
          <w:sz w:val="24"/>
          <w:szCs w:val="24"/>
        </w:rPr>
        <w:t xml:space="preserve"> установленного образца (приложение № 1) на выявленного несовершеннолетнего, не посещающего образовательное учреждение;</w:t>
      </w:r>
    </w:p>
    <w:p w:rsidR="003B5D96" w:rsidRPr="00F43215" w:rsidRDefault="003B5D96" w:rsidP="003B5D96">
      <w:pPr>
        <w:pStyle w:val="a9"/>
      </w:pPr>
      <w:r w:rsidRPr="00F43215">
        <w:t xml:space="preserve">- направление </w:t>
      </w:r>
      <w:r>
        <w:t>(</w:t>
      </w:r>
      <w:r w:rsidRPr="005C6224">
        <w:rPr>
          <w:b/>
        </w:rPr>
        <w:t>ежемесячно)</w:t>
      </w:r>
      <w:r>
        <w:t xml:space="preserve"> </w:t>
      </w:r>
      <w:r w:rsidRPr="00F43215">
        <w:t>информации</w:t>
      </w:r>
      <w:r>
        <w:t xml:space="preserve"> о количестве обучающихся</w:t>
      </w:r>
      <w:r w:rsidRPr="00F43215">
        <w:t>, не посещающих или систематически пропускающих учебные занятия в муниципальный орган</w:t>
      </w:r>
      <w:r>
        <w:t xml:space="preserve"> управления образованием</w:t>
      </w:r>
      <w:r>
        <w:rPr>
          <w:b/>
        </w:rPr>
        <w:t xml:space="preserve"> (</w:t>
      </w:r>
      <w:r w:rsidRPr="00740685">
        <w:t>отчет</w:t>
      </w:r>
      <w:r>
        <w:t xml:space="preserve"> по установленной форме – приложение № 2)</w:t>
      </w:r>
      <w:r w:rsidRPr="00F43215">
        <w:t>;</w:t>
      </w:r>
    </w:p>
    <w:p w:rsidR="003B5D96" w:rsidRPr="00F43215" w:rsidRDefault="003B5D96" w:rsidP="003B5D96">
      <w:pPr>
        <w:jc w:val="both"/>
        <w:rPr>
          <w:sz w:val="24"/>
          <w:szCs w:val="24"/>
        </w:rPr>
      </w:pPr>
      <w:r w:rsidRPr="00F43215">
        <w:rPr>
          <w:sz w:val="24"/>
          <w:szCs w:val="24"/>
        </w:rPr>
        <w:t>- сове</w:t>
      </w:r>
      <w:r>
        <w:rPr>
          <w:sz w:val="24"/>
          <w:szCs w:val="24"/>
        </w:rPr>
        <w:t>ршенствование системы воспитательно-профилактической работы</w:t>
      </w:r>
      <w:r w:rsidRPr="00F43215">
        <w:rPr>
          <w:sz w:val="24"/>
          <w:szCs w:val="24"/>
        </w:rPr>
        <w:t xml:space="preserve"> в образов</w:t>
      </w:r>
      <w:r>
        <w:rPr>
          <w:sz w:val="24"/>
          <w:szCs w:val="24"/>
        </w:rPr>
        <w:t>ательном учреждении</w:t>
      </w:r>
      <w:r w:rsidRPr="00F43215">
        <w:rPr>
          <w:sz w:val="24"/>
          <w:szCs w:val="24"/>
        </w:rPr>
        <w:t>;</w:t>
      </w:r>
    </w:p>
    <w:p w:rsidR="003B5D96" w:rsidRPr="00F43215" w:rsidRDefault="003B5D96" w:rsidP="003B5D96">
      <w:pPr>
        <w:jc w:val="both"/>
        <w:rPr>
          <w:sz w:val="24"/>
          <w:szCs w:val="24"/>
        </w:rPr>
      </w:pPr>
      <w:r w:rsidRPr="00F43215">
        <w:rPr>
          <w:sz w:val="24"/>
          <w:szCs w:val="24"/>
        </w:rPr>
        <w:t>-</w:t>
      </w:r>
      <w:r>
        <w:rPr>
          <w:sz w:val="24"/>
          <w:szCs w:val="24"/>
        </w:rPr>
        <w:t xml:space="preserve"> </w:t>
      </w:r>
      <w:r w:rsidRPr="00F43215">
        <w:rPr>
          <w:sz w:val="24"/>
          <w:szCs w:val="24"/>
        </w:rPr>
        <w:t xml:space="preserve">обеспечение максимального охвата детей образовательными программами дополнительного образования; </w:t>
      </w:r>
    </w:p>
    <w:p w:rsidR="003B5D96" w:rsidRPr="00F43215" w:rsidRDefault="003B5D96" w:rsidP="003B5D96">
      <w:pPr>
        <w:jc w:val="both"/>
        <w:rPr>
          <w:sz w:val="24"/>
          <w:szCs w:val="24"/>
        </w:rPr>
      </w:pPr>
      <w:r>
        <w:rPr>
          <w:sz w:val="24"/>
          <w:szCs w:val="24"/>
        </w:rPr>
        <w:t>- разработку</w:t>
      </w:r>
      <w:r w:rsidRPr="00F43215">
        <w:rPr>
          <w:sz w:val="24"/>
          <w:szCs w:val="24"/>
        </w:rPr>
        <w:t xml:space="preserve"> мер поддержки и контроля по каждому обучающемуся и его семье, находящимся в </w:t>
      </w:r>
      <w:r>
        <w:rPr>
          <w:sz w:val="24"/>
          <w:szCs w:val="24"/>
        </w:rPr>
        <w:t>«</w:t>
      </w:r>
      <w:r w:rsidRPr="00F43215">
        <w:rPr>
          <w:sz w:val="24"/>
          <w:szCs w:val="24"/>
        </w:rPr>
        <w:t>группе риска</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организацию</w:t>
      </w:r>
      <w:r w:rsidRPr="00F43215">
        <w:rPr>
          <w:sz w:val="24"/>
          <w:szCs w:val="24"/>
        </w:rPr>
        <w:t xml:space="preserve"> деятельности классных руководителей по профилактике безнадзорности и правонарушений среди обучающихся; </w:t>
      </w:r>
    </w:p>
    <w:p w:rsidR="003B5D96" w:rsidRPr="00F43215" w:rsidRDefault="003B5D96" w:rsidP="003B5D96">
      <w:pPr>
        <w:jc w:val="both"/>
        <w:rPr>
          <w:sz w:val="24"/>
          <w:szCs w:val="24"/>
        </w:rPr>
      </w:pPr>
      <w:r w:rsidRPr="00F43215">
        <w:rPr>
          <w:sz w:val="24"/>
          <w:szCs w:val="24"/>
        </w:rPr>
        <w:t>- проведение мероприятий для родителей по профилактике семейного неблагополучия и предупреждению</w:t>
      </w:r>
      <w:r>
        <w:rPr>
          <w:sz w:val="24"/>
          <w:szCs w:val="24"/>
        </w:rPr>
        <w:t xml:space="preserve"> асоциального поведения обучающихся</w:t>
      </w:r>
      <w:r w:rsidRPr="00F43215">
        <w:rPr>
          <w:sz w:val="24"/>
          <w:szCs w:val="24"/>
        </w:rPr>
        <w:t xml:space="preserve"> (в том числе «родительский всеобуч»). </w:t>
      </w:r>
    </w:p>
    <w:p w:rsidR="003B5D96" w:rsidRDefault="003B5D96" w:rsidP="003B5D96">
      <w:pPr>
        <w:jc w:val="both"/>
        <w:rPr>
          <w:sz w:val="24"/>
          <w:szCs w:val="24"/>
        </w:rPr>
      </w:pPr>
      <w:r w:rsidRPr="00F43215">
        <w:rPr>
          <w:sz w:val="24"/>
          <w:szCs w:val="24"/>
        </w:rPr>
        <w:t> </w:t>
      </w:r>
      <w:r w:rsidRPr="00F43215">
        <w:rPr>
          <w:b/>
          <w:bCs/>
          <w:sz w:val="24"/>
          <w:szCs w:val="24"/>
        </w:rPr>
        <w:t xml:space="preserve">3. Выявление семей, находящихся в социально опасном положении и оказание им помощи в обучении и воспитании детей. </w:t>
      </w:r>
    </w:p>
    <w:p w:rsidR="003B5D96" w:rsidRPr="00F43215" w:rsidRDefault="003B5D96" w:rsidP="003B5D96">
      <w:pPr>
        <w:jc w:val="both"/>
        <w:rPr>
          <w:sz w:val="24"/>
          <w:szCs w:val="24"/>
        </w:rPr>
      </w:pPr>
      <w:r w:rsidRPr="00F43215">
        <w:rPr>
          <w:sz w:val="24"/>
          <w:szCs w:val="24"/>
        </w:rPr>
        <w:t>Работа в этом направлении предусматривает</w:t>
      </w:r>
      <w:r>
        <w:rPr>
          <w:sz w:val="24"/>
          <w:szCs w:val="24"/>
        </w:rPr>
        <w:t>:</w:t>
      </w:r>
    </w:p>
    <w:p w:rsidR="003B5D96" w:rsidRPr="00F43215" w:rsidRDefault="003B5D96" w:rsidP="003B5D96">
      <w:pPr>
        <w:jc w:val="both"/>
        <w:rPr>
          <w:sz w:val="24"/>
          <w:szCs w:val="24"/>
        </w:rPr>
      </w:pPr>
      <w:r>
        <w:rPr>
          <w:sz w:val="24"/>
          <w:szCs w:val="24"/>
        </w:rPr>
        <w:t> - организацию обходов микрорайона</w:t>
      </w:r>
      <w:r w:rsidRPr="00F43215">
        <w:rPr>
          <w:sz w:val="24"/>
          <w:szCs w:val="24"/>
        </w:rPr>
        <w:t xml:space="preserve"> школы с це</w:t>
      </w:r>
      <w:r>
        <w:rPr>
          <w:sz w:val="24"/>
          <w:szCs w:val="24"/>
        </w:rPr>
        <w:t>лью выявления</w:t>
      </w:r>
      <w:r w:rsidRPr="00F43215">
        <w:rPr>
          <w:sz w:val="24"/>
          <w:szCs w:val="24"/>
        </w:rPr>
        <w:t xml:space="preserve"> детей</w:t>
      </w:r>
      <w:r>
        <w:rPr>
          <w:sz w:val="24"/>
          <w:szCs w:val="24"/>
        </w:rPr>
        <w:t xml:space="preserve"> школьного возраста</w:t>
      </w:r>
      <w:r w:rsidRPr="00F43215">
        <w:rPr>
          <w:sz w:val="24"/>
          <w:szCs w:val="24"/>
        </w:rPr>
        <w:t>, п</w:t>
      </w:r>
      <w:r>
        <w:rPr>
          <w:sz w:val="24"/>
          <w:szCs w:val="24"/>
        </w:rPr>
        <w:t>одлежащих обучению и определению</w:t>
      </w:r>
      <w:r w:rsidRPr="00F43215">
        <w:rPr>
          <w:sz w:val="24"/>
          <w:szCs w:val="24"/>
        </w:rPr>
        <w:t xml:space="preserve"> условий, в которых они проживают;</w:t>
      </w:r>
    </w:p>
    <w:p w:rsidR="003B5D96" w:rsidRPr="00F43215" w:rsidRDefault="003B5D96" w:rsidP="003B5D96">
      <w:pPr>
        <w:jc w:val="both"/>
        <w:rPr>
          <w:sz w:val="24"/>
          <w:szCs w:val="24"/>
        </w:rPr>
      </w:pPr>
      <w:r>
        <w:rPr>
          <w:sz w:val="24"/>
          <w:szCs w:val="24"/>
        </w:rPr>
        <w:t>- организацию</w:t>
      </w:r>
      <w:r w:rsidRPr="00F43215">
        <w:rPr>
          <w:sz w:val="24"/>
          <w:szCs w:val="24"/>
        </w:rPr>
        <w:t xml:space="preserve"> работы </w:t>
      </w:r>
      <w:r>
        <w:rPr>
          <w:sz w:val="24"/>
          <w:szCs w:val="24"/>
        </w:rPr>
        <w:t xml:space="preserve">в микрорайоне школы </w:t>
      </w:r>
      <w:r w:rsidRPr="00F43215">
        <w:rPr>
          <w:sz w:val="24"/>
          <w:szCs w:val="24"/>
        </w:rPr>
        <w:t>общественного инспектора по защите прав детей, посещение им семей группы риска и семей, находящихся в социально опасном положении (составление актов обследования жилищных условий, подготовка документов для оформления ребенка в государственное учреждение или под опеку</w:t>
      </w:r>
      <w:r>
        <w:rPr>
          <w:sz w:val="24"/>
          <w:szCs w:val="24"/>
        </w:rPr>
        <w:t xml:space="preserve"> при необходимости</w:t>
      </w:r>
      <w:r w:rsidRPr="00F43215">
        <w:rPr>
          <w:sz w:val="24"/>
          <w:szCs w:val="24"/>
        </w:rPr>
        <w:t>);</w:t>
      </w:r>
    </w:p>
    <w:p w:rsidR="003B5D96" w:rsidRPr="00F43215" w:rsidRDefault="003B5D96" w:rsidP="003B5D96">
      <w:pPr>
        <w:jc w:val="both"/>
        <w:rPr>
          <w:sz w:val="24"/>
          <w:szCs w:val="24"/>
        </w:rPr>
      </w:pPr>
      <w:r w:rsidRPr="00F43215">
        <w:rPr>
          <w:sz w:val="24"/>
          <w:szCs w:val="24"/>
        </w:rPr>
        <w:t>- организ</w:t>
      </w:r>
      <w:r>
        <w:rPr>
          <w:sz w:val="24"/>
          <w:szCs w:val="24"/>
        </w:rPr>
        <w:t>ацию работы заместителя директора по правовому воспитанию</w:t>
      </w:r>
      <w:r w:rsidRPr="00F43215">
        <w:rPr>
          <w:sz w:val="24"/>
          <w:szCs w:val="24"/>
        </w:rPr>
        <w:t xml:space="preserve"> по работе с семьями, находящимися в социально опасном положении, выявление таких семей методами наблюдения</w:t>
      </w:r>
      <w:r>
        <w:rPr>
          <w:sz w:val="24"/>
          <w:szCs w:val="24"/>
        </w:rPr>
        <w:t>, сообщений от соседей, обучающихся</w:t>
      </w:r>
      <w:r w:rsidRPr="00F43215">
        <w:rPr>
          <w:sz w:val="24"/>
          <w:szCs w:val="24"/>
        </w:rPr>
        <w:t>, участкового инспектора, медицинского работника</w:t>
      </w:r>
      <w:r>
        <w:rPr>
          <w:sz w:val="24"/>
          <w:szCs w:val="24"/>
        </w:rPr>
        <w:t xml:space="preserve">, оформление и своевременное направление в территориальные комиссии по делам несовершеннолетних и защите их прав </w:t>
      </w:r>
      <w:r w:rsidRPr="005C6224">
        <w:rPr>
          <w:b/>
          <w:sz w:val="24"/>
          <w:szCs w:val="24"/>
        </w:rPr>
        <w:t>карт</w:t>
      </w:r>
      <w:r>
        <w:rPr>
          <w:sz w:val="24"/>
          <w:szCs w:val="24"/>
        </w:rPr>
        <w:t xml:space="preserve"> установленного образца </w:t>
      </w:r>
      <w:r w:rsidRPr="005C6224">
        <w:rPr>
          <w:b/>
          <w:sz w:val="24"/>
          <w:szCs w:val="24"/>
        </w:rPr>
        <w:t>на детей и семьи, находящихся в социально опасном положении</w:t>
      </w:r>
      <w:r>
        <w:rPr>
          <w:sz w:val="24"/>
          <w:szCs w:val="24"/>
        </w:rPr>
        <w:t xml:space="preserve"> (приложение № 3)</w:t>
      </w:r>
      <w:r w:rsidRPr="00F43215">
        <w:rPr>
          <w:sz w:val="24"/>
          <w:szCs w:val="24"/>
        </w:rPr>
        <w:t>;</w:t>
      </w:r>
    </w:p>
    <w:p w:rsidR="003B5D96" w:rsidRPr="00F43215" w:rsidRDefault="003B5D96" w:rsidP="003B5D96">
      <w:pPr>
        <w:jc w:val="both"/>
        <w:rPr>
          <w:sz w:val="24"/>
          <w:szCs w:val="24"/>
        </w:rPr>
      </w:pPr>
      <w:r>
        <w:rPr>
          <w:sz w:val="24"/>
          <w:szCs w:val="24"/>
        </w:rPr>
        <w:t>- организацию</w:t>
      </w:r>
      <w:r w:rsidRPr="00F43215">
        <w:rPr>
          <w:sz w:val="24"/>
          <w:szCs w:val="24"/>
        </w:rPr>
        <w:t xml:space="preserve"> рейдов в микрорайоне образовательного учреждения совместно с</w:t>
      </w:r>
      <w:r>
        <w:rPr>
          <w:sz w:val="24"/>
          <w:szCs w:val="24"/>
        </w:rPr>
        <w:t xml:space="preserve"> правоохранительными органами</w:t>
      </w:r>
      <w:r w:rsidRPr="00F43215">
        <w:rPr>
          <w:sz w:val="24"/>
          <w:szCs w:val="24"/>
        </w:rPr>
        <w:t>, органами социальной защиты и др.;</w:t>
      </w:r>
    </w:p>
    <w:p w:rsidR="003B5D96" w:rsidRPr="00F43215" w:rsidRDefault="003B5D96" w:rsidP="003B5D96">
      <w:pPr>
        <w:jc w:val="both"/>
        <w:rPr>
          <w:sz w:val="24"/>
          <w:szCs w:val="24"/>
        </w:rPr>
      </w:pPr>
      <w:r w:rsidRPr="00F43215">
        <w:rPr>
          <w:sz w:val="24"/>
          <w:szCs w:val="24"/>
        </w:rPr>
        <w:t>- создание банка д</w:t>
      </w:r>
      <w:r>
        <w:rPr>
          <w:sz w:val="24"/>
          <w:szCs w:val="24"/>
        </w:rPr>
        <w:t>анных по семьям</w:t>
      </w:r>
      <w:r w:rsidRPr="00F43215">
        <w:rPr>
          <w:sz w:val="24"/>
          <w:szCs w:val="24"/>
        </w:rPr>
        <w:t xml:space="preserve"> </w:t>
      </w:r>
      <w:r>
        <w:rPr>
          <w:sz w:val="24"/>
          <w:szCs w:val="24"/>
        </w:rPr>
        <w:t>«</w:t>
      </w:r>
      <w:r w:rsidRPr="00F43215">
        <w:rPr>
          <w:sz w:val="24"/>
          <w:szCs w:val="24"/>
        </w:rPr>
        <w:t>группы риска</w:t>
      </w:r>
      <w:r>
        <w:rPr>
          <w:sz w:val="24"/>
          <w:szCs w:val="24"/>
        </w:rPr>
        <w:t xml:space="preserve">» </w:t>
      </w:r>
      <w:r w:rsidRPr="00F43215">
        <w:rPr>
          <w:sz w:val="24"/>
          <w:szCs w:val="24"/>
        </w:rPr>
        <w:t>в виде социальных паспортов на каждую семью, находящуюся в социально опасном положении;</w:t>
      </w:r>
    </w:p>
    <w:p w:rsidR="003B5D96" w:rsidRPr="00F43215" w:rsidRDefault="003B5D96" w:rsidP="003B5D96">
      <w:pPr>
        <w:jc w:val="both"/>
        <w:rPr>
          <w:sz w:val="24"/>
          <w:szCs w:val="24"/>
        </w:rPr>
      </w:pPr>
      <w:r w:rsidRPr="00F43215">
        <w:rPr>
          <w:sz w:val="24"/>
          <w:szCs w:val="24"/>
        </w:rPr>
        <w:t xml:space="preserve"> - привлечение </w:t>
      </w:r>
      <w:r>
        <w:rPr>
          <w:sz w:val="24"/>
          <w:szCs w:val="24"/>
        </w:rPr>
        <w:t xml:space="preserve">субъектов системы профилактики безнадзорности и правонарушений несовершеннолетних, </w:t>
      </w:r>
      <w:r w:rsidRPr="00F43215">
        <w:rPr>
          <w:sz w:val="24"/>
          <w:szCs w:val="24"/>
        </w:rPr>
        <w:t>органов родительского соуправления, попечите</w:t>
      </w:r>
      <w:r>
        <w:rPr>
          <w:sz w:val="24"/>
          <w:szCs w:val="24"/>
        </w:rPr>
        <w:t>льских</w:t>
      </w:r>
      <w:r w:rsidRPr="00F43215">
        <w:rPr>
          <w:sz w:val="24"/>
          <w:szCs w:val="24"/>
        </w:rPr>
        <w:t xml:space="preserve"> советов к работе с семьями, не выполняющими обязанности по воспитанию</w:t>
      </w:r>
      <w:r>
        <w:rPr>
          <w:sz w:val="24"/>
          <w:szCs w:val="24"/>
        </w:rPr>
        <w:t>, обучению</w:t>
      </w:r>
      <w:r w:rsidRPr="00F43215">
        <w:rPr>
          <w:sz w:val="24"/>
          <w:szCs w:val="24"/>
        </w:rPr>
        <w:t xml:space="preserve"> детей;</w:t>
      </w:r>
    </w:p>
    <w:p w:rsidR="003B5D96" w:rsidRPr="00F43215" w:rsidRDefault="003B5D96" w:rsidP="003B5D96">
      <w:pPr>
        <w:jc w:val="both"/>
        <w:rPr>
          <w:sz w:val="24"/>
          <w:szCs w:val="24"/>
        </w:rPr>
      </w:pPr>
      <w:r w:rsidRPr="00F43215">
        <w:rPr>
          <w:sz w:val="24"/>
          <w:szCs w:val="24"/>
        </w:rPr>
        <w:t xml:space="preserve">- </w:t>
      </w:r>
      <w:r>
        <w:rPr>
          <w:sz w:val="24"/>
          <w:szCs w:val="24"/>
        </w:rPr>
        <w:t xml:space="preserve">своевременное </w:t>
      </w:r>
      <w:r w:rsidRPr="00F43215">
        <w:rPr>
          <w:sz w:val="24"/>
          <w:szCs w:val="24"/>
        </w:rPr>
        <w:t>принятие необходимых ме</w:t>
      </w:r>
      <w:r>
        <w:rPr>
          <w:sz w:val="24"/>
          <w:szCs w:val="24"/>
        </w:rPr>
        <w:t>р по устройству детей из семей социального риска в государственные учреждения</w:t>
      </w:r>
      <w:r w:rsidRPr="00F43215">
        <w:rPr>
          <w:sz w:val="24"/>
          <w:szCs w:val="24"/>
        </w:rPr>
        <w:t>;</w:t>
      </w:r>
    </w:p>
    <w:p w:rsidR="003B5D96" w:rsidRPr="00F43215" w:rsidRDefault="003B5D96" w:rsidP="003B5D96">
      <w:pPr>
        <w:jc w:val="both"/>
        <w:rPr>
          <w:sz w:val="24"/>
          <w:szCs w:val="24"/>
        </w:rPr>
      </w:pPr>
      <w:r>
        <w:rPr>
          <w:sz w:val="24"/>
          <w:szCs w:val="24"/>
        </w:rPr>
        <w:t>- организацию</w:t>
      </w:r>
      <w:r w:rsidRPr="00F43215">
        <w:rPr>
          <w:sz w:val="24"/>
          <w:szCs w:val="24"/>
        </w:rPr>
        <w:t xml:space="preserve"> индивидуал</w:t>
      </w:r>
      <w:r>
        <w:rPr>
          <w:sz w:val="24"/>
          <w:szCs w:val="24"/>
        </w:rPr>
        <w:t>ьных учебных занятий для обучающихся</w:t>
      </w:r>
      <w:r w:rsidRPr="00F43215">
        <w:rPr>
          <w:sz w:val="24"/>
          <w:szCs w:val="24"/>
        </w:rPr>
        <w:t>, долгое время не посещавшего образовательное учреждение;</w:t>
      </w:r>
    </w:p>
    <w:p w:rsidR="003B5D96" w:rsidRDefault="003B5D96" w:rsidP="003B5D96">
      <w:pPr>
        <w:jc w:val="both"/>
        <w:rPr>
          <w:sz w:val="24"/>
          <w:szCs w:val="24"/>
        </w:rPr>
      </w:pPr>
      <w:r w:rsidRPr="00F43215">
        <w:rPr>
          <w:sz w:val="24"/>
          <w:szCs w:val="24"/>
        </w:rPr>
        <w:t>- обеспечение индивидуального подхода к обучению детей из семей, находящихся в социально опасном положении (использование интегрированных форм обучения, индивидуальных образовательных программ, специальных педагогических технологий, занятий в</w:t>
      </w:r>
      <w:r>
        <w:rPr>
          <w:sz w:val="24"/>
          <w:szCs w:val="24"/>
        </w:rPr>
        <w:t>о внеурочное время), организацию</w:t>
      </w:r>
      <w:r w:rsidRPr="00F43215">
        <w:rPr>
          <w:sz w:val="24"/>
          <w:szCs w:val="24"/>
        </w:rPr>
        <w:t xml:space="preserve"> бесплатного питания.</w:t>
      </w:r>
    </w:p>
    <w:p w:rsidR="003B5D96" w:rsidRPr="00F43215" w:rsidRDefault="003B5D96" w:rsidP="003B5D96">
      <w:pPr>
        <w:jc w:val="both"/>
        <w:rPr>
          <w:sz w:val="24"/>
          <w:szCs w:val="24"/>
        </w:rPr>
      </w:pPr>
    </w:p>
    <w:p w:rsidR="003B5D96" w:rsidRPr="00F43215" w:rsidRDefault="003B5D96" w:rsidP="003B5D96">
      <w:pPr>
        <w:ind w:firstLine="360"/>
        <w:jc w:val="both"/>
        <w:rPr>
          <w:sz w:val="24"/>
          <w:szCs w:val="24"/>
        </w:rPr>
      </w:pPr>
      <w:r w:rsidRPr="00F43215">
        <w:rPr>
          <w:b/>
          <w:bCs/>
          <w:sz w:val="24"/>
          <w:szCs w:val="24"/>
        </w:rPr>
        <w:t xml:space="preserve">4. Обеспечение организации в образовательных учреждениях общедоступных спортивных секций, технических и иных кружков, клубов и привлечение к участию в них несовершеннолетних </w:t>
      </w:r>
      <w:r w:rsidRPr="00F43215">
        <w:rPr>
          <w:sz w:val="24"/>
          <w:szCs w:val="24"/>
        </w:rPr>
        <w:t>предусматривает:</w:t>
      </w:r>
    </w:p>
    <w:p w:rsidR="003B5D96" w:rsidRPr="00F43215" w:rsidRDefault="003B5D96" w:rsidP="003B5D96">
      <w:pPr>
        <w:jc w:val="both"/>
        <w:rPr>
          <w:sz w:val="24"/>
          <w:szCs w:val="24"/>
        </w:rPr>
      </w:pPr>
      <w:r w:rsidRPr="00F43215">
        <w:rPr>
          <w:sz w:val="24"/>
          <w:szCs w:val="24"/>
        </w:rPr>
        <w:t>- развитие системы дополнительного образования детей в общеобразовательном учреждении;</w:t>
      </w:r>
    </w:p>
    <w:p w:rsidR="003B5D96" w:rsidRPr="00F43215" w:rsidRDefault="003B5D96" w:rsidP="003B5D96">
      <w:pPr>
        <w:jc w:val="both"/>
        <w:rPr>
          <w:sz w:val="24"/>
          <w:szCs w:val="24"/>
        </w:rPr>
      </w:pPr>
      <w:r>
        <w:rPr>
          <w:sz w:val="24"/>
          <w:szCs w:val="24"/>
        </w:rPr>
        <w:t> - разработку</w:t>
      </w:r>
      <w:r w:rsidRPr="00F43215">
        <w:rPr>
          <w:sz w:val="24"/>
          <w:szCs w:val="24"/>
        </w:rPr>
        <w:t xml:space="preserve"> и реализация программ дополнительного образования детей, привлечение к занятиям по этим программам детей, требующих особо педагогического внимания;</w:t>
      </w:r>
    </w:p>
    <w:p w:rsidR="003B5D96" w:rsidRPr="00F43215" w:rsidRDefault="003B5D96" w:rsidP="003B5D96">
      <w:pPr>
        <w:jc w:val="both"/>
        <w:rPr>
          <w:sz w:val="24"/>
          <w:szCs w:val="24"/>
        </w:rPr>
      </w:pPr>
      <w:r>
        <w:rPr>
          <w:sz w:val="24"/>
          <w:szCs w:val="24"/>
        </w:rPr>
        <w:t> - организацию</w:t>
      </w:r>
      <w:r w:rsidRPr="00F43215">
        <w:rPr>
          <w:sz w:val="24"/>
          <w:szCs w:val="24"/>
        </w:rPr>
        <w:t xml:space="preserve"> постоянного мониторинга посещаемости детьми группы риска спортивных секций, творческих коллективов, факультативов, занятий в студиях, клубах;</w:t>
      </w:r>
    </w:p>
    <w:p w:rsidR="003B5D96" w:rsidRDefault="003B5D96" w:rsidP="003B5D96">
      <w:pPr>
        <w:jc w:val="both"/>
        <w:rPr>
          <w:sz w:val="24"/>
          <w:szCs w:val="24"/>
        </w:rPr>
      </w:pPr>
      <w:r w:rsidRPr="00F43215">
        <w:rPr>
          <w:sz w:val="24"/>
          <w:szCs w:val="24"/>
        </w:rPr>
        <w:t> - обеспечение занятости несовершеннолетних, находящихся в трудной жизненной ситуации</w:t>
      </w:r>
      <w:r>
        <w:rPr>
          <w:sz w:val="24"/>
          <w:szCs w:val="24"/>
        </w:rPr>
        <w:t>,</w:t>
      </w:r>
      <w:r w:rsidRPr="00F43215">
        <w:rPr>
          <w:sz w:val="24"/>
          <w:szCs w:val="24"/>
        </w:rPr>
        <w:t xml:space="preserve"> в каникулярное время. </w:t>
      </w:r>
    </w:p>
    <w:p w:rsidR="003B5D96" w:rsidRPr="00F43215" w:rsidRDefault="003B5D96" w:rsidP="003B5D96">
      <w:pPr>
        <w:jc w:val="both"/>
        <w:rPr>
          <w:sz w:val="24"/>
          <w:szCs w:val="24"/>
        </w:rPr>
      </w:pPr>
    </w:p>
    <w:p w:rsidR="003B5D96" w:rsidRPr="00F43215" w:rsidRDefault="003B5D96" w:rsidP="003B5D96">
      <w:pPr>
        <w:jc w:val="both"/>
        <w:rPr>
          <w:sz w:val="24"/>
          <w:szCs w:val="24"/>
        </w:rPr>
      </w:pPr>
      <w:r w:rsidRPr="00F43215">
        <w:rPr>
          <w:sz w:val="24"/>
          <w:szCs w:val="24"/>
        </w:rPr>
        <w:t> </w:t>
      </w:r>
      <w:r w:rsidRPr="00F43215">
        <w:rPr>
          <w:b/>
          <w:bCs/>
          <w:sz w:val="24"/>
          <w:szCs w:val="24"/>
        </w:rPr>
        <w:t>5. Осуществление мер по реализации программ и методик, направленных на формирование законопослушного поведения несовершеннолетних через</w:t>
      </w:r>
      <w:r w:rsidRPr="00F43215">
        <w:rPr>
          <w:sz w:val="24"/>
          <w:szCs w:val="24"/>
        </w:rPr>
        <w:t>:</w:t>
      </w:r>
    </w:p>
    <w:p w:rsidR="003B5D96" w:rsidRPr="00F43215" w:rsidRDefault="003B5D96" w:rsidP="003B5D96">
      <w:pPr>
        <w:jc w:val="both"/>
        <w:rPr>
          <w:sz w:val="24"/>
          <w:szCs w:val="24"/>
        </w:rPr>
      </w:pPr>
      <w:r w:rsidRPr="00F43215">
        <w:rPr>
          <w:sz w:val="24"/>
          <w:szCs w:val="24"/>
        </w:rPr>
        <w:t> - организацию в рамках воспитательно-профилактической работы мероприятий по формированию правовой культуры, гражданской и уголо</w:t>
      </w:r>
      <w:r>
        <w:rPr>
          <w:sz w:val="24"/>
          <w:szCs w:val="24"/>
        </w:rPr>
        <w:t>вной ответственности у обучающихся</w:t>
      </w:r>
      <w:r w:rsidRPr="00F43215">
        <w:rPr>
          <w:sz w:val="24"/>
          <w:szCs w:val="24"/>
        </w:rPr>
        <w:t xml:space="preserve">; </w:t>
      </w:r>
    </w:p>
    <w:p w:rsidR="003B5D96" w:rsidRPr="00F43215" w:rsidRDefault="003B5D96" w:rsidP="003B5D96">
      <w:pPr>
        <w:jc w:val="both"/>
        <w:rPr>
          <w:sz w:val="24"/>
          <w:szCs w:val="24"/>
        </w:rPr>
      </w:pPr>
      <w:r w:rsidRPr="00F43215">
        <w:rPr>
          <w:sz w:val="24"/>
          <w:szCs w:val="24"/>
        </w:rPr>
        <w:t>- включение в учебный план образовательного учреждения предметов, образовательных модулей, направленных на формирование зак</w:t>
      </w:r>
      <w:r>
        <w:rPr>
          <w:sz w:val="24"/>
          <w:szCs w:val="24"/>
        </w:rPr>
        <w:t>онопослушного поведения обучающихся</w:t>
      </w:r>
      <w:r w:rsidRPr="00F43215">
        <w:rPr>
          <w:sz w:val="24"/>
          <w:szCs w:val="24"/>
        </w:rPr>
        <w:t xml:space="preserve">; </w:t>
      </w:r>
    </w:p>
    <w:p w:rsidR="003B5D96" w:rsidRPr="00F43215" w:rsidRDefault="003B5D96" w:rsidP="003B5D96">
      <w:pPr>
        <w:jc w:val="both"/>
        <w:rPr>
          <w:sz w:val="24"/>
          <w:szCs w:val="24"/>
        </w:rPr>
      </w:pPr>
      <w:r w:rsidRPr="00F43215">
        <w:rPr>
          <w:sz w:val="24"/>
          <w:szCs w:val="24"/>
        </w:rPr>
        <w:t>- использование педагогами школы современных технологий правового обучения и воспитания – тренингов, деловых и ролевых игр, социального проектирования, компьютерного программирования, совместной продуктивной деятельности и т. д</w:t>
      </w:r>
      <w:r>
        <w:rPr>
          <w:sz w:val="24"/>
          <w:szCs w:val="24"/>
        </w:rPr>
        <w:t>.</w:t>
      </w:r>
      <w:r w:rsidRPr="00F43215">
        <w:rPr>
          <w:sz w:val="24"/>
          <w:szCs w:val="24"/>
        </w:rPr>
        <w:t>;</w:t>
      </w:r>
    </w:p>
    <w:p w:rsidR="003B5D96" w:rsidRDefault="003B5D96" w:rsidP="003B5D96">
      <w:pPr>
        <w:jc w:val="both"/>
        <w:rPr>
          <w:sz w:val="24"/>
          <w:szCs w:val="24"/>
        </w:rPr>
      </w:pPr>
      <w:r w:rsidRPr="00F43215">
        <w:rPr>
          <w:sz w:val="24"/>
          <w:szCs w:val="24"/>
        </w:rPr>
        <w:t>- организацию участия школьников в реализации социально значимых проектов, конкур</w:t>
      </w:r>
      <w:r>
        <w:rPr>
          <w:sz w:val="24"/>
          <w:szCs w:val="24"/>
        </w:rPr>
        <w:t>сов, акций городского, областного</w:t>
      </w:r>
      <w:r w:rsidRPr="00F43215">
        <w:rPr>
          <w:sz w:val="24"/>
          <w:szCs w:val="24"/>
        </w:rPr>
        <w:t xml:space="preserve">  уровня, направленных на формирование гражда</w:t>
      </w:r>
      <w:r>
        <w:rPr>
          <w:sz w:val="24"/>
          <w:szCs w:val="24"/>
        </w:rPr>
        <w:t>нско-правового сознания обучающихся</w:t>
      </w:r>
      <w:r w:rsidRPr="00F43215">
        <w:rPr>
          <w:sz w:val="24"/>
          <w:szCs w:val="24"/>
        </w:rPr>
        <w:t>;</w:t>
      </w:r>
    </w:p>
    <w:p w:rsidR="003B5D96" w:rsidRPr="00F43215" w:rsidRDefault="003B5D96" w:rsidP="003B5D96">
      <w:pPr>
        <w:jc w:val="both"/>
        <w:rPr>
          <w:sz w:val="24"/>
          <w:szCs w:val="24"/>
        </w:rPr>
      </w:pPr>
      <w:r>
        <w:rPr>
          <w:sz w:val="24"/>
          <w:szCs w:val="24"/>
        </w:rPr>
        <w:t>- организацию деятельности детских общественных объединений правовой направленности;</w:t>
      </w:r>
    </w:p>
    <w:p w:rsidR="003B5D96" w:rsidRPr="00F43215" w:rsidRDefault="003B5D96" w:rsidP="003B5D96">
      <w:pPr>
        <w:jc w:val="both"/>
        <w:rPr>
          <w:sz w:val="24"/>
          <w:szCs w:val="24"/>
        </w:rPr>
      </w:pPr>
      <w:r w:rsidRPr="00F43215">
        <w:rPr>
          <w:sz w:val="24"/>
          <w:szCs w:val="24"/>
        </w:rPr>
        <w:t>- привлечение ведомств, общественных организац</w:t>
      </w:r>
      <w:r>
        <w:rPr>
          <w:sz w:val="24"/>
          <w:szCs w:val="24"/>
        </w:rPr>
        <w:t xml:space="preserve">ий, учреждений культуры, </w:t>
      </w:r>
      <w:r w:rsidRPr="00F43215">
        <w:rPr>
          <w:sz w:val="24"/>
          <w:szCs w:val="24"/>
        </w:rPr>
        <w:t>спорта, здравоохранения, родительской общественности для проведения совместных проектов по профилактике безнадзорности и правонарушений несовершеннолетних;</w:t>
      </w:r>
    </w:p>
    <w:p w:rsidR="003B5D96" w:rsidRPr="00F43215" w:rsidRDefault="003B5D96" w:rsidP="003B5D96">
      <w:pPr>
        <w:jc w:val="both"/>
        <w:rPr>
          <w:sz w:val="24"/>
          <w:szCs w:val="24"/>
        </w:rPr>
      </w:pPr>
      <w:r w:rsidRPr="00F43215">
        <w:rPr>
          <w:sz w:val="24"/>
          <w:szCs w:val="24"/>
        </w:rPr>
        <w:t>- использование информационных материалов, сборников, публикаций, электронных журналов, плакатов, художественной литературы для организации выставок, проведения классных часов, внеклассных мероприятий по предметам, декад правовой культуры и др. по профилактике безнадзорности и правонарушений несовершеннолетних;</w:t>
      </w:r>
    </w:p>
    <w:p w:rsidR="003B5D96" w:rsidRPr="00F43215" w:rsidRDefault="003B5D96" w:rsidP="003B5D96">
      <w:pPr>
        <w:jc w:val="both"/>
        <w:rPr>
          <w:sz w:val="24"/>
          <w:szCs w:val="24"/>
        </w:rPr>
      </w:pPr>
      <w:r w:rsidRPr="00F43215">
        <w:rPr>
          <w:sz w:val="24"/>
          <w:szCs w:val="24"/>
        </w:rPr>
        <w:t> - проведение</w:t>
      </w:r>
      <w:r>
        <w:rPr>
          <w:sz w:val="24"/>
          <w:szCs w:val="24"/>
        </w:rPr>
        <w:t xml:space="preserve"> опросов, анкетирования обучающихся</w:t>
      </w:r>
      <w:r w:rsidRPr="00F43215">
        <w:rPr>
          <w:sz w:val="24"/>
          <w:szCs w:val="24"/>
        </w:rPr>
        <w:t xml:space="preserve"> и</w:t>
      </w:r>
      <w:r>
        <w:rPr>
          <w:sz w:val="24"/>
          <w:szCs w:val="24"/>
        </w:rPr>
        <w:t xml:space="preserve"> их</w:t>
      </w:r>
      <w:r w:rsidRPr="00F43215">
        <w:rPr>
          <w:sz w:val="24"/>
          <w:szCs w:val="24"/>
        </w:rPr>
        <w:t xml:space="preserve"> родителей по основам правовых знаний, законопослушного поведения, уровню правовой культуры;</w:t>
      </w:r>
    </w:p>
    <w:p w:rsidR="003B5D96" w:rsidRPr="00F43215" w:rsidRDefault="003B5D96" w:rsidP="003B5D96">
      <w:pPr>
        <w:jc w:val="both"/>
        <w:rPr>
          <w:sz w:val="24"/>
          <w:szCs w:val="24"/>
        </w:rPr>
      </w:pPr>
      <w:r w:rsidRPr="00F43215">
        <w:rPr>
          <w:sz w:val="24"/>
          <w:szCs w:val="24"/>
        </w:rPr>
        <w:t> - создание страницы на школьном сайте, выпуск школьной стенгазеты, размещение специальных информацио</w:t>
      </w:r>
      <w:r>
        <w:rPr>
          <w:sz w:val="24"/>
          <w:szCs w:val="24"/>
        </w:rPr>
        <w:t>нных стендов, посвященных формированию законопослушного поведения, толерантного сознания, вопросам личной безопасности обучающихся.</w:t>
      </w:r>
    </w:p>
    <w:p w:rsidR="003B5D96" w:rsidRDefault="003B5D96" w:rsidP="003B5D96">
      <w:pPr>
        <w:jc w:val="both"/>
        <w:rPr>
          <w:sz w:val="24"/>
          <w:szCs w:val="24"/>
        </w:rPr>
      </w:pPr>
    </w:p>
    <w:p w:rsidR="003B5D96" w:rsidRPr="00DF5EF9" w:rsidRDefault="003B5D96" w:rsidP="003B5D96">
      <w:pPr>
        <w:jc w:val="both"/>
        <w:rPr>
          <w:sz w:val="24"/>
          <w:szCs w:val="24"/>
        </w:rPr>
      </w:pPr>
    </w:p>
    <w:p w:rsidR="003B5D96" w:rsidRPr="00F43215" w:rsidRDefault="003B5D96" w:rsidP="003B5D96">
      <w:pPr>
        <w:jc w:val="center"/>
        <w:rPr>
          <w:sz w:val="24"/>
          <w:szCs w:val="24"/>
        </w:rPr>
      </w:pPr>
      <w:r w:rsidRPr="00F43215">
        <w:rPr>
          <w:b/>
          <w:bCs/>
          <w:sz w:val="24"/>
          <w:szCs w:val="24"/>
        </w:rPr>
        <w:t>Номенклатура дел</w:t>
      </w:r>
    </w:p>
    <w:p w:rsidR="003B5D96" w:rsidRPr="00F43215" w:rsidRDefault="003B5D96" w:rsidP="003B5D96">
      <w:pPr>
        <w:jc w:val="center"/>
        <w:rPr>
          <w:sz w:val="24"/>
          <w:szCs w:val="24"/>
        </w:rPr>
      </w:pPr>
      <w:r w:rsidRPr="00F43215">
        <w:rPr>
          <w:b/>
          <w:bCs/>
          <w:sz w:val="24"/>
          <w:szCs w:val="24"/>
        </w:rPr>
        <w:t>по профилактике безнадзорности и правонарушений несовершеннолетних</w:t>
      </w:r>
    </w:p>
    <w:p w:rsidR="003B5D96" w:rsidRPr="00F43215" w:rsidRDefault="003B5D96" w:rsidP="003B5D96">
      <w:pPr>
        <w:jc w:val="both"/>
        <w:rPr>
          <w:sz w:val="24"/>
          <w:szCs w:val="24"/>
        </w:rPr>
      </w:pPr>
      <w:r w:rsidRPr="00F43215">
        <w:rPr>
          <w:sz w:val="24"/>
          <w:szCs w:val="24"/>
        </w:rPr>
        <w:t> </w:t>
      </w:r>
    </w:p>
    <w:p w:rsidR="003B5D96" w:rsidRPr="00F43215" w:rsidRDefault="003B5D96" w:rsidP="003B5D96">
      <w:pPr>
        <w:ind w:firstLine="708"/>
        <w:jc w:val="both"/>
        <w:rPr>
          <w:sz w:val="24"/>
          <w:szCs w:val="24"/>
        </w:rPr>
      </w:pPr>
      <w:r w:rsidRPr="00F43215">
        <w:rPr>
          <w:sz w:val="24"/>
          <w:szCs w:val="24"/>
        </w:rPr>
        <w:t>Все документы по профилактике безнадзорности и правонарушений несовершеннолетних должны быть систематизированы, распределены по отдельным блокам и размещены в специальных папках.</w:t>
      </w:r>
    </w:p>
    <w:p w:rsidR="003B5D96" w:rsidRPr="00F43215" w:rsidRDefault="003B5D96" w:rsidP="003B5D96">
      <w:pPr>
        <w:ind w:firstLine="708"/>
        <w:jc w:val="both"/>
        <w:rPr>
          <w:sz w:val="24"/>
          <w:szCs w:val="24"/>
        </w:rPr>
      </w:pPr>
      <w:r w:rsidRPr="00F43215">
        <w:rPr>
          <w:sz w:val="24"/>
          <w:szCs w:val="24"/>
        </w:rPr>
        <w:t>  </w:t>
      </w:r>
    </w:p>
    <w:p w:rsidR="003B5D96" w:rsidRPr="00F43215" w:rsidRDefault="003B5D96" w:rsidP="003B5D96">
      <w:pPr>
        <w:ind w:firstLine="360"/>
        <w:jc w:val="both"/>
        <w:rPr>
          <w:sz w:val="24"/>
          <w:szCs w:val="24"/>
        </w:rPr>
      </w:pPr>
      <w:r w:rsidRPr="00F43215">
        <w:rPr>
          <w:b/>
          <w:bCs/>
          <w:sz w:val="24"/>
          <w:szCs w:val="24"/>
        </w:rPr>
        <w:t xml:space="preserve">В </w:t>
      </w:r>
      <w:r>
        <w:rPr>
          <w:b/>
          <w:bCs/>
          <w:sz w:val="24"/>
          <w:szCs w:val="24"/>
        </w:rPr>
        <w:t xml:space="preserve">муниципальном </w:t>
      </w:r>
      <w:r w:rsidRPr="00F43215">
        <w:rPr>
          <w:b/>
          <w:bCs/>
          <w:sz w:val="24"/>
          <w:szCs w:val="24"/>
        </w:rPr>
        <w:t>общеобразовательном учреждении документально-информационная база, регламентирующая организацию и осуществление профилактики безнадзорности и правонарушений, может включать:</w:t>
      </w:r>
    </w:p>
    <w:p w:rsidR="003B5D96" w:rsidRPr="00F43215" w:rsidRDefault="003B5D96" w:rsidP="003B5D96">
      <w:pPr>
        <w:pStyle w:val="a6"/>
        <w:ind w:firstLine="0"/>
        <w:jc w:val="both"/>
        <w:rPr>
          <w:sz w:val="24"/>
        </w:rPr>
      </w:pPr>
      <w:r>
        <w:rPr>
          <w:b w:val="0"/>
          <w:bCs w:val="0"/>
          <w:sz w:val="24"/>
        </w:rPr>
        <w:t xml:space="preserve">1. </w:t>
      </w:r>
      <w:r w:rsidRPr="00F43215">
        <w:rPr>
          <w:b w:val="0"/>
          <w:bCs w:val="0"/>
          <w:sz w:val="24"/>
        </w:rPr>
        <w:t>Законодательные и нормативно-правовые документы, регламентирующие деятельность по профилактике безнадзорности и правонарушений (см. раздел</w:t>
      </w:r>
      <w:r w:rsidRPr="00F43215">
        <w:rPr>
          <w:sz w:val="24"/>
        </w:rPr>
        <w:t xml:space="preserve"> «</w:t>
      </w:r>
      <w:r w:rsidRPr="00F43215">
        <w:rPr>
          <w:b w:val="0"/>
          <w:bCs w:val="0"/>
          <w:sz w:val="24"/>
        </w:rPr>
        <w:t xml:space="preserve">Нормативно-правовые основы организации профилактики безнадзорности и правонарушений несовершеннолетних»). </w:t>
      </w:r>
    </w:p>
    <w:p w:rsidR="003B5D96" w:rsidRPr="00F43215" w:rsidRDefault="003B5D96" w:rsidP="003B5D96">
      <w:pPr>
        <w:pStyle w:val="a6"/>
        <w:ind w:firstLine="0"/>
        <w:jc w:val="both"/>
        <w:rPr>
          <w:sz w:val="24"/>
        </w:rPr>
      </w:pPr>
      <w:r>
        <w:rPr>
          <w:b w:val="0"/>
          <w:bCs w:val="0"/>
          <w:sz w:val="24"/>
        </w:rPr>
        <w:t xml:space="preserve">2. </w:t>
      </w:r>
      <w:r w:rsidRPr="00F43215">
        <w:rPr>
          <w:b w:val="0"/>
          <w:bCs w:val="0"/>
          <w:sz w:val="24"/>
        </w:rPr>
        <w:t>Документы, регламентирующие деятельность образовательного учреждения и отражающие вопросы профилактики безнадзо</w:t>
      </w:r>
      <w:r>
        <w:rPr>
          <w:b w:val="0"/>
          <w:bCs w:val="0"/>
          <w:sz w:val="24"/>
        </w:rPr>
        <w:t>рности и правонарушений обучающихся</w:t>
      </w:r>
      <w:r w:rsidRPr="00F43215">
        <w:rPr>
          <w:b w:val="0"/>
          <w:bCs w:val="0"/>
          <w:sz w:val="24"/>
        </w:rPr>
        <w:t xml:space="preserve"> (устав и другие правоустанавливающие документы, локальные акты, в </w:t>
      </w:r>
      <w:r>
        <w:rPr>
          <w:b w:val="0"/>
          <w:bCs w:val="0"/>
          <w:sz w:val="24"/>
        </w:rPr>
        <w:t>том числе положение о школьном С</w:t>
      </w:r>
      <w:r w:rsidRPr="00F43215">
        <w:rPr>
          <w:b w:val="0"/>
          <w:bCs w:val="0"/>
          <w:sz w:val="24"/>
        </w:rPr>
        <w:t xml:space="preserve">овете </w:t>
      </w:r>
      <w:r>
        <w:rPr>
          <w:b w:val="0"/>
          <w:bCs w:val="0"/>
          <w:sz w:val="24"/>
        </w:rPr>
        <w:t>по профилактике правонарушений несовершеннолетних</w:t>
      </w:r>
      <w:r w:rsidRPr="00F43215">
        <w:rPr>
          <w:b w:val="0"/>
          <w:bCs w:val="0"/>
          <w:sz w:val="24"/>
        </w:rPr>
        <w:t>, о школьном инспекторе по делам несовершеннолетних</w:t>
      </w:r>
      <w:r>
        <w:rPr>
          <w:b w:val="0"/>
          <w:bCs w:val="0"/>
          <w:sz w:val="24"/>
        </w:rPr>
        <w:t xml:space="preserve"> и др.</w:t>
      </w:r>
      <w:r w:rsidRPr="00F43215">
        <w:rPr>
          <w:b w:val="0"/>
          <w:bCs w:val="0"/>
          <w:sz w:val="24"/>
        </w:rPr>
        <w:t>).</w:t>
      </w:r>
    </w:p>
    <w:p w:rsidR="003B5D96" w:rsidRPr="00F43215" w:rsidRDefault="003B5D96" w:rsidP="003B5D96">
      <w:pPr>
        <w:jc w:val="both"/>
        <w:rPr>
          <w:sz w:val="24"/>
          <w:szCs w:val="24"/>
        </w:rPr>
      </w:pPr>
      <w:r>
        <w:rPr>
          <w:sz w:val="24"/>
          <w:szCs w:val="24"/>
        </w:rPr>
        <w:t xml:space="preserve">3. </w:t>
      </w:r>
      <w:r w:rsidRPr="00F43215">
        <w:rPr>
          <w:sz w:val="24"/>
          <w:szCs w:val="24"/>
        </w:rPr>
        <w:t>Документы по реализации целевых программ</w:t>
      </w:r>
      <w:r>
        <w:rPr>
          <w:sz w:val="24"/>
          <w:szCs w:val="24"/>
        </w:rPr>
        <w:t xml:space="preserve"> (образовательного учреждения</w:t>
      </w:r>
      <w:r w:rsidRPr="00F43215">
        <w:rPr>
          <w:sz w:val="24"/>
          <w:szCs w:val="24"/>
        </w:rPr>
        <w:t>), направленных на решение проблем безнадзорности и правонарушений несовершеннолетних (тексты программ, приказы, планы их реализации, информация об их исполнении).</w:t>
      </w:r>
    </w:p>
    <w:p w:rsidR="003B5D96" w:rsidRPr="00F43215" w:rsidRDefault="003B5D96" w:rsidP="003B5D96">
      <w:pPr>
        <w:jc w:val="both"/>
        <w:rPr>
          <w:sz w:val="24"/>
          <w:szCs w:val="24"/>
        </w:rPr>
      </w:pPr>
      <w:r>
        <w:rPr>
          <w:sz w:val="24"/>
          <w:szCs w:val="24"/>
        </w:rPr>
        <w:t xml:space="preserve">4. </w:t>
      </w:r>
      <w:r w:rsidRPr="00F43215">
        <w:rPr>
          <w:sz w:val="24"/>
          <w:szCs w:val="24"/>
        </w:rPr>
        <w:t>Организационная структура (схема) системы профилактики безнадзорности и правонарушений несовершеннолетних в школе (компоненты системы, взаимосвязи внутренние и внешние, должностные инструкции специалистов, приказы, положения).</w:t>
      </w:r>
    </w:p>
    <w:p w:rsidR="003B5D96" w:rsidRPr="00F43215" w:rsidRDefault="003B5D96" w:rsidP="003B5D96">
      <w:pPr>
        <w:jc w:val="both"/>
        <w:rPr>
          <w:sz w:val="24"/>
          <w:szCs w:val="24"/>
        </w:rPr>
      </w:pPr>
      <w:r>
        <w:rPr>
          <w:sz w:val="24"/>
          <w:szCs w:val="24"/>
        </w:rPr>
        <w:t xml:space="preserve">5. </w:t>
      </w:r>
      <w:r w:rsidRPr="00F43215">
        <w:rPr>
          <w:sz w:val="24"/>
          <w:szCs w:val="24"/>
        </w:rPr>
        <w:t>Информационно-аналитические материалы по профилактике безнадзорности и правонарушений несовершеннолетних (информации, справки, отчеты школы, доклады, выступления).</w:t>
      </w:r>
    </w:p>
    <w:p w:rsidR="003B5D96" w:rsidRPr="00F43215" w:rsidRDefault="003B5D96" w:rsidP="003B5D96">
      <w:pPr>
        <w:jc w:val="both"/>
        <w:rPr>
          <w:sz w:val="24"/>
          <w:szCs w:val="24"/>
        </w:rPr>
      </w:pPr>
      <w:r>
        <w:rPr>
          <w:sz w:val="24"/>
          <w:szCs w:val="24"/>
        </w:rPr>
        <w:t xml:space="preserve">6. </w:t>
      </w:r>
      <w:r w:rsidRPr="00F43215">
        <w:rPr>
          <w:sz w:val="24"/>
          <w:szCs w:val="24"/>
        </w:rPr>
        <w:t>Статистическая информация по профилактике безнадзорности и правонарушений несовершеннол</w:t>
      </w:r>
      <w:r>
        <w:rPr>
          <w:sz w:val="24"/>
          <w:szCs w:val="24"/>
        </w:rPr>
        <w:t>етних (общее количество обучающихся</w:t>
      </w:r>
      <w:r w:rsidRPr="00F43215">
        <w:rPr>
          <w:sz w:val="24"/>
          <w:szCs w:val="24"/>
        </w:rPr>
        <w:t xml:space="preserve"> в школе, охват детей дополнительным образованием, информация органов внутренних дел о преступлениях и правонарушениях несоверш</w:t>
      </w:r>
      <w:r>
        <w:rPr>
          <w:sz w:val="24"/>
          <w:szCs w:val="24"/>
        </w:rPr>
        <w:t>еннолетних, в том числе обучающихся</w:t>
      </w:r>
      <w:r w:rsidRPr="00F43215">
        <w:rPr>
          <w:sz w:val="24"/>
          <w:szCs w:val="24"/>
        </w:rPr>
        <w:t xml:space="preserve"> школы, информация органов управления образованием, учреждений здравоохранения, социальной защиты о детях и семьях, находящихся в социально опасном положении, банки данных:</w:t>
      </w:r>
    </w:p>
    <w:p w:rsidR="003B5D96" w:rsidRPr="00F43215" w:rsidRDefault="003B5D96" w:rsidP="003B5D96">
      <w:pPr>
        <w:ind w:left="720"/>
        <w:jc w:val="both"/>
        <w:rPr>
          <w:sz w:val="24"/>
          <w:szCs w:val="24"/>
        </w:rPr>
      </w:pPr>
      <w:r w:rsidRPr="00F43215">
        <w:rPr>
          <w:sz w:val="24"/>
          <w:szCs w:val="24"/>
        </w:rPr>
        <w:t>- несовершеннолетних, состоящих на учете в ОВД;</w:t>
      </w:r>
    </w:p>
    <w:p w:rsidR="003B5D96" w:rsidRPr="00F43215" w:rsidRDefault="003B5D96" w:rsidP="003B5D96">
      <w:pPr>
        <w:ind w:left="720"/>
        <w:jc w:val="both"/>
        <w:rPr>
          <w:sz w:val="24"/>
          <w:szCs w:val="24"/>
        </w:rPr>
      </w:pPr>
      <w:r>
        <w:rPr>
          <w:sz w:val="24"/>
          <w:szCs w:val="24"/>
        </w:rPr>
        <w:t>- несовершеннолетних, не посещающих образовательные учреждения</w:t>
      </w:r>
      <w:r w:rsidRPr="00F43215">
        <w:rPr>
          <w:sz w:val="24"/>
          <w:szCs w:val="24"/>
        </w:rPr>
        <w:t xml:space="preserve"> и систематически</w:t>
      </w:r>
      <w:r>
        <w:rPr>
          <w:sz w:val="24"/>
          <w:szCs w:val="24"/>
        </w:rPr>
        <w:t xml:space="preserve"> пропускающих учебные занятия без неуважительных причин</w:t>
      </w:r>
      <w:r w:rsidRPr="00F43215">
        <w:rPr>
          <w:sz w:val="24"/>
          <w:szCs w:val="24"/>
        </w:rPr>
        <w:t>;</w:t>
      </w:r>
    </w:p>
    <w:p w:rsidR="003B5D96" w:rsidRPr="00F43215" w:rsidRDefault="003B5D96" w:rsidP="003B5D96">
      <w:pPr>
        <w:ind w:left="720"/>
        <w:jc w:val="both"/>
        <w:rPr>
          <w:sz w:val="24"/>
          <w:szCs w:val="24"/>
        </w:rPr>
      </w:pPr>
      <w:r>
        <w:rPr>
          <w:sz w:val="24"/>
          <w:szCs w:val="24"/>
        </w:rPr>
        <w:t>- обучающихся, состоящих</w:t>
      </w:r>
      <w:r w:rsidRPr="00F43215">
        <w:rPr>
          <w:sz w:val="24"/>
          <w:szCs w:val="24"/>
        </w:rPr>
        <w:t xml:space="preserve"> </w:t>
      </w:r>
      <w:r>
        <w:rPr>
          <w:sz w:val="24"/>
          <w:szCs w:val="24"/>
        </w:rPr>
        <w:t>на внутришкольном</w:t>
      </w:r>
      <w:r w:rsidRPr="00F43215">
        <w:rPr>
          <w:sz w:val="24"/>
          <w:szCs w:val="24"/>
        </w:rPr>
        <w:t xml:space="preserve"> учете; </w:t>
      </w:r>
    </w:p>
    <w:p w:rsidR="003B5D96" w:rsidRPr="00F43215" w:rsidRDefault="003B5D96" w:rsidP="003B5D96">
      <w:pPr>
        <w:ind w:left="720"/>
        <w:jc w:val="both"/>
        <w:rPr>
          <w:sz w:val="24"/>
          <w:szCs w:val="24"/>
        </w:rPr>
      </w:pPr>
      <w:r w:rsidRPr="00F43215">
        <w:rPr>
          <w:sz w:val="24"/>
          <w:szCs w:val="24"/>
        </w:rPr>
        <w:t>-</w:t>
      </w:r>
      <w:r>
        <w:rPr>
          <w:sz w:val="24"/>
          <w:szCs w:val="24"/>
        </w:rPr>
        <w:t xml:space="preserve"> </w:t>
      </w:r>
      <w:r w:rsidRPr="00F43215">
        <w:rPr>
          <w:sz w:val="24"/>
          <w:szCs w:val="24"/>
        </w:rPr>
        <w:t>многодетных семей;</w:t>
      </w:r>
    </w:p>
    <w:p w:rsidR="003B5D96" w:rsidRDefault="003B5D96" w:rsidP="003B5D96">
      <w:pPr>
        <w:ind w:left="720"/>
        <w:jc w:val="both"/>
        <w:rPr>
          <w:sz w:val="24"/>
          <w:szCs w:val="24"/>
        </w:rPr>
      </w:pPr>
      <w:r w:rsidRPr="00F43215">
        <w:rPr>
          <w:sz w:val="24"/>
          <w:szCs w:val="24"/>
        </w:rPr>
        <w:t>-</w:t>
      </w:r>
      <w:r>
        <w:rPr>
          <w:sz w:val="24"/>
          <w:szCs w:val="24"/>
        </w:rPr>
        <w:t xml:space="preserve"> </w:t>
      </w:r>
      <w:r w:rsidRPr="00F43215">
        <w:rPr>
          <w:sz w:val="24"/>
          <w:szCs w:val="24"/>
        </w:rPr>
        <w:t>семей, имеющих одного родителя;</w:t>
      </w:r>
    </w:p>
    <w:p w:rsidR="003B5D96" w:rsidRPr="00F43215" w:rsidRDefault="003B5D96" w:rsidP="003B5D96">
      <w:pPr>
        <w:ind w:left="720"/>
        <w:jc w:val="both"/>
        <w:rPr>
          <w:sz w:val="24"/>
          <w:szCs w:val="24"/>
        </w:rPr>
      </w:pPr>
      <w:r>
        <w:rPr>
          <w:sz w:val="24"/>
          <w:szCs w:val="24"/>
        </w:rPr>
        <w:t xml:space="preserve">- </w:t>
      </w:r>
      <w:r w:rsidRPr="00F43215">
        <w:rPr>
          <w:sz w:val="24"/>
          <w:szCs w:val="24"/>
        </w:rPr>
        <w:t>семей с низким материальным уровнем;</w:t>
      </w:r>
    </w:p>
    <w:p w:rsidR="003B5D96" w:rsidRPr="00F43215" w:rsidRDefault="003B5D96" w:rsidP="003B5D96">
      <w:pPr>
        <w:ind w:firstLine="708"/>
        <w:jc w:val="both"/>
        <w:rPr>
          <w:sz w:val="24"/>
          <w:szCs w:val="24"/>
        </w:rPr>
      </w:pPr>
      <w:r w:rsidRPr="00F43215">
        <w:rPr>
          <w:sz w:val="24"/>
          <w:szCs w:val="24"/>
        </w:rPr>
        <w:t>-</w:t>
      </w:r>
      <w:r>
        <w:rPr>
          <w:sz w:val="24"/>
          <w:szCs w:val="24"/>
        </w:rPr>
        <w:t xml:space="preserve"> </w:t>
      </w:r>
      <w:r w:rsidRPr="00F43215">
        <w:rPr>
          <w:sz w:val="24"/>
          <w:szCs w:val="24"/>
        </w:rPr>
        <w:t>детей-сирот и детей, оставшихся без попечения родителей;</w:t>
      </w:r>
    </w:p>
    <w:p w:rsidR="003B5D96" w:rsidRPr="00F43215" w:rsidRDefault="003B5D96" w:rsidP="003B5D96">
      <w:pPr>
        <w:ind w:left="720"/>
        <w:jc w:val="both"/>
        <w:rPr>
          <w:sz w:val="24"/>
          <w:szCs w:val="24"/>
        </w:rPr>
      </w:pPr>
      <w:r w:rsidRPr="00F43215">
        <w:rPr>
          <w:sz w:val="24"/>
          <w:szCs w:val="24"/>
        </w:rPr>
        <w:t>-</w:t>
      </w:r>
      <w:r>
        <w:rPr>
          <w:sz w:val="24"/>
          <w:szCs w:val="24"/>
        </w:rPr>
        <w:t xml:space="preserve"> </w:t>
      </w:r>
      <w:r w:rsidRPr="00F43215">
        <w:rPr>
          <w:sz w:val="24"/>
          <w:szCs w:val="24"/>
        </w:rPr>
        <w:t>опекаемых детей и детей из патронатных семей;</w:t>
      </w:r>
    </w:p>
    <w:p w:rsidR="003B5D96" w:rsidRPr="00F43215" w:rsidRDefault="003B5D96" w:rsidP="003B5D96">
      <w:pPr>
        <w:ind w:firstLine="708"/>
        <w:jc w:val="both"/>
        <w:rPr>
          <w:sz w:val="24"/>
          <w:szCs w:val="24"/>
        </w:rPr>
      </w:pPr>
      <w:r w:rsidRPr="00F43215">
        <w:rPr>
          <w:sz w:val="24"/>
          <w:szCs w:val="24"/>
        </w:rPr>
        <w:t>-</w:t>
      </w:r>
      <w:r>
        <w:rPr>
          <w:sz w:val="24"/>
          <w:szCs w:val="24"/>
        </w:rPr>
        <w:t xml:space="preserve"> </w:t>
      </w:r>
      <w:r w:rsidRPr="00F43215">
        <w:rPr>
          <w:sz w:val="24"/>
          <w:szCs w:val="24"/>
        </w:rPr>
        <w:t>детей-инвалидов.</w:t>
      </w:r>
    </w:p>
    <w:p w:rsidR="003B5D96" w:rsidRPr="00F43215" w:rsidRDefault="003B5D96" w:rsidP="003B5D96">
      <w:pPr>
        <w:ind w:left="360"/>
        <w:jc w:val="both"/>
        <w:rPr>
          <w:sz w:val="24"/>
          <w:szCs w:val="24"/>
        </w:rPr>
      </w:pPr>
      <w:r>
        <w:rPr>
          <w:sz w:val="24"/>
          <w:szCs w:val="24"/>
        </w:rPr>
        <w:t>7. Взаимодействие с территориальной</w:t>
      </w:r>
      <w:r w:rsidRPr="00F43215">
        <w:rPr>
          <w:sz w:val="24"/>
          <w:szCs w:val="24"/>
        </w:rPr>
        <w:t xml:space="preserve"> комиссией по делам несовершеннолетних и защите их прав</w:t>
      </w:r>
      <w:r>
        <w:rPr>
          <w:sz w:val="24"/>
          <w:szCs w:val="24"/>
        </w:rPr>
        <w:t>, отделом по делам несовершеннолетних органов внутренних дел, органами и учреждениями социальной защиты населения, отделом опеки и попечительства и др.</w:t>
      </w:r>
      <w:r w:rsidRPr="00F43215">
        <w:rPr>
          <w:sz w:val="24"/>
          <w:szCs w:val="24"/>
        </w:rPr>
        <w:t xml:space="preserve"> (повестки заседаний, решения, докум</w:t>
      </w:r>
      <w:r>
        <w:rPr>
          <w:sz w:val="24"/>
          <w:szCs w:val="24"/>
        </w:rPr>
        <w:t>енты о рассмотрении дел обучающихся</w:t>
      </w:r>
      <w:r w:rsidRPr="00F43215">
        <w:rPr>
          <w:sz w:val="24"/>
          <w:szCs w:val="24"/>
        </w:rPr>
        <w:t xml:space="preserve"> школы, информация о совместных акциях, рейдах, переписка).</w:t>
      </w:r>
    </w:p>
    <w:p w:rsidR="003B5D96" w:rsidRPr="00F43215" w:rsidRDefault="003B5D96" w:rsidP="003B5D96">
      <w:pPr>
        <w:ind w:left="360"/>
        <w:jc w:val="both"/>
        <w:rPr>
          <w:sz w:val="24"/>
          <w:szCs w:val="24"/>
        </w:rPr>
      </w:pPr>
      <w:r>
        <w:rPr>
          <w:sz w:val="24"/>
          <w:szCs w:val="24"/>
        </w:rPr>
        <w:t xml:space="preserve">8. </w:t>
      </w:r>
      <w:r w:rsidRPr="00F43215">
        <w:rPr>
          <w:sz w:val="24"/>
          <w:szCs w:val="24"/>
        </w:rPr>
        <w:t xml:space="preserve">Методическое обеспечение профилактики безнадзорности и правонарушений </w:t>
      </w:r>
      <w:r>
        <w:rPr>
          <w:sz w:val="24"/>
          <w:szCs w:val="24"/>
        </w:rPr>
        <w:t xml:space="preserve">несовершеннолетних </w:t>
      </w:r>
      <w:r w:rsidRPr="00F43215">
        <w:rPr>
          <w:sz w:val="24"/>
          <w:szCs w:val="24"/>
        </w:rPr>
        <w:t>(методические рекомендации, сборники, статьи, материалы научно-практических конференций, семинаров, методические разработки, сценарии уроков, классных часов, внеклассных мероприятий).</w:t>
      </w:r>
    </w:p>
    <w:p w:rsidR="003B5D96" w:rsidRPr="00F43215" w:rsidRDefault="003B5D96" w:rsidP="003B5D96">
      <w:pPr>
        <w:ind w:left="360"/>
        <w:jc w:val="both"/>
        <w:rPr>
          <w:sz w:val="24"/>
          <w:szCs w:val="24"/>
        </w:rPr>
      </w:pPr>
      <w:r>
        <w:rPr>
          <w:sz w:val="24"/>
          <w:szCs w:val="24"/>
        </w:rPr>
        <w:t xml:space="preserve">9. </w:t>
      </w:r>
      <w:r w:rsidRPr="00F43215">
        <w:rPr>
          <w:sz w:val="24"/>
          <w:szCs w:val="24"/>
        </w:rPr>
        <w:t>Внутришкольный контроль по профилактике безнадзорности и правонарушений несовершеннолетних (график контроля, объекты контроля, формы контроля, программы контроля, аналитические справки, приказы по итогам контроля).</w:t>
      </w:r>
    </w:p>
    <w:p w:rsidR="003B5D96" w:rsidRPr="00F43215" w:rsidRDefault="003B5D96" w:rsidP="003B5D96">
      <w:pPr>
        <w:ind w:left="360"/>
        <w:jc w:val="both"/>
        <w:rPr>
          <w:sz w:val="24"/>
          <w:szCs w:val="24"/>
        </w:rPr>
      </w:pPr>
      <w:r>
        <w:rPr>
          <w:sz w:val="24"/>
          <w:szCs w:val="24"/>
        </w:rPr>
        <w:t xml:space="preserve">10. </w:t>
      </w:r>
      <w:r w:rsidRPr="00F43215">
        <w:rPr>
          <w:sz w:val="24"/>
          <w:szCs w:val="24"/>
        </w:rPr>
        <w:t>Протоколы совещаний по вопросам профилактики безнадзорности и правонарушений несовершеннолетних (протоколы совещаний при директоре, административных и производственных совещаний, педагогических советов, малых педагогических советов, заседаний роди</w:t>
      </w:r>
      <w:r>
        <w:rPr>
          <w:sz w:val="24"/>
          <w:szCs w:val="24"/>
        </w:rPr>
        <w:t>тельского комитета, попечительского</w:t>
      </w:r>
      <w:r w:rsidRPr="00F43215">
        <w:rPr>
          <w:sz w:val="24"/>
          <w:szCs w:val="24"/>
        </w:rPr>
        <w:t xml:space="preserve"> совета).</w:t>
      </w:r>
    </w:p>
    <w:p w:rsidR="003B5D96" w:rsidRPr="00F43215" w:rsidRDefault="003B5D96" w:rsidP="003B5D96">
      <w:pPr>
        <w:ind w:left="360"/>
        <w:jc w:val="both"/>
        <w:rPr>
          <w:sz w:val="24"/>
          <w:szCs w:val="24"/>
        </w:rPr>
      </w:pPr>
      <w:r>
        <w:rPr>
          <w:sz w:val="24"/>
          <w:szCs w:val="24"/>
        </w:rPr>
        <w:t xml:space="preserve">11. </w:t>
      </w:r>
      <w:r w:rsidRPr="00F43215">
        <w:rPr>
          <w:sz w:val="24"/>
          <w:szCs w:val="24"/>
        </w:rPr>
        <w:t>Выполнение предписаний надзорных органов (предписания и протесты прокуратуры, акты, справки выше стоящих органов управления образованием, рекомендации, планы мероприятий, приказы по устранению недостатков и исключению фактов нарушений законодательства).</w:t>
      </w:r>
    </w:p>
    <w:p w:rsidR="003B5D96" w:rsidRPr="00F43215" w:rsidRDefault="003B5D96" w:rsidP="003B5D96">
      <w:pPr>
        <w:ind w:left="360"/>
        <w:jc w:val="both"/>
        <w:rPr>
          <w:sz w:val="24"/>
          <w:szCs w:val="24"/>
        </w:rPr>
      </w:pPr>
      <w:r>
        <w:rPr>
          <w:sz w:val="24"/>
          <w:szCs w:val="24"/>
        </w:rPr>
        <w:t xml:space="preserve">12. </w:t>
      </w:r>
      <w:r w:rsidRPr="00F43215">
        <w:rPr>
          <w:sz w:val="24"/>
          <w:szCs w:val="24"/>
        </w:rPr>
        <w:t>Психолого-медико-педаг</w:t>
      </w:r>
      <w:r>
        <w:rPr>
          <w:sz w:val="24"/>
          <w:szCs w:val="24"/>
        </w:rPr>
        <w:t>огическое сопровождение обучающихся</w:t>
      </w:r>
      <w:r w:rsidRPr="00F43215">
        <w:rPr>
          <w:sz w:val="24"/>
          <w:szCs w:val="24"/>
        </w:rPr>
        <w:t>, находящих</w:t>
      </w:r>
      <w:r>
        <w:rPr>
          <w:sz w:val="24"/>
          <w:szCs w:val="24"/>
        </w:rPr>
        <w:t>ся в трудной жизненной ситуации</w:t>
      </w:r>
      <w:r w:rsidRPr="00F43215">
        <w:rPr>
          <w:sz w:val="24"/>
          <w:szCs w:val="24"/>
        </w:rPr>
        <w:t xml:space="preserve"> (протоколы заседаний ПМПК, консилиумов, диагностические материалы, дела на детей, нуждающихся в поддержке, их индивидуальные образовательные маршруты, рекомендации специалистов и др.). </w:t>
      </w:r>
    </w:p>
    <w:p w:rsidR="003B5D96" w:rsidRPr="00F43215" w:rsidRDefault="003B5D96" w:rsidP="003B5D96">
      <w:pPr>
        <w:ind w:left="360"/>
        <w:jc w:val="both"/>
        <w:rPr>
          <w:sz w:val="24"/>
          <w:szCs w:val="24"/>
        </w:rPr>
      </w:pPr>
      <w:r>
        <w:rPr>
          <w:sz w:val="24"/>
          <w:szCs w:val="24"/>
        </w:rPr>
        <w:t xml:space="preserve">13. </w:t>
      </w:r>
      <w:r w:rsidRPr="00F43215">
        <w:rPr>
          <w:sz w:val="24"/>
          <w:szCs w:val="24"/>
        </w:rPr>
        <w:t xml:space="preserve">Работа с родительской общественностью по предотвращению детской безнадзорности, </w:t>
      </w:r>
      <w:r>
        <w:rPr>
          <w:sz w:val="24"/>
          <w:szCs w:val="24"/>
        </w:rPr>
        <w:t xml:space="preserve">    </w:t>
      </w:r>
      <w:r w:rsidRPr="00F43215">
        <w:rPr>
          <w:sz w:val="24"/>
          <w:szCs w:val="24"/>
        </w:rPr>
        <w:t xml:space="preserve">беспризорности и правонарушений (рекомендации, повестки и протоколы родительских собраний, родительский всеобуч). </w:t>
      </w:r>
    </w:p>
    <w:p w:rsidR="003B5D96" w:rsidRPr="00F43215" w:rsidRDefault="003B5D96" w:rsidP="003B5D96">
      <w:pPr>
        <w:ind w:left="360"/>
        <w:jc w:val="both"/>
        <w:rPr>
          <w:sz w:val="24"/>
          <w:szCs w:val="24"/>
        </w:rPr>
      </w:pPr>
      <w:r>
        <w:rPr>
          <w:sz w:val="24"/>
          <w:szCs w:val="24"/>
        </w:rPr>
        <w:t>14. Работа школьного С</w:t>
      </w:r>
      <w:r w:rsidRPr="00F43215">
        <w:rPr>
          <w:sz w:val="24"/>
          <w:szCs w:val="24"/>
        </w:rPr>
        <w:t xml:space="preserve">овета </w:t>
      </w:r>
      <w:r>
        <w:rPr>
          <w:sz w:val="24"/>
          <w:szCs w:val="24"/>
        </w:rPr>
        <w:t>по профилактике правонарушений несовершеннолетних (П</w:t>
      </w:r>
      <w:r w:rsidRPr="00F43215">
        <w:rPr>
          <w:sz w:val="24"/>
          <w:szCs w:val="24"/>
        </w:rPr>
        <w:t>оложение о совете, его состав,</w:t>
      </w:r>
      <w:r>
        <w:rPr>
          <w:sz w:val="24"/>
          <w:szCs w:val="24"/>
        </w:rPr>
        <w:t xml:space="preserve"> план работы,</w:t>
      </w:r>
      <w:r w:rsidRPr="00F43215">
        <w:rPr>
          <w:sz w:val="24"/>
          <w:szCs w:val="24"/>
        </w:rPr>
        <w:t xml:space="preserve"> протоколы заседаний, решения, отчеты, информации). </w:t>
      </w:r>
    </w:p>
    <w:p w:rsidR="003B5D96" w:rsidRPr="00F43215" w:rsidRDefault="003B5D96" w:rsidP="003B5D96">
      <w:pPr>
        <w:ind w:left="360"/>
        <w:jc w:val="both"/>
        <w:rPr>
          <w:sz w:val="24"/>
          <w:szCs w:val="24"/>
        </w:rPr>
      </w:pPr>
      <w:r>
        <w:rPr>
          <w:sz w:val="24"/>
          <w:szCs w:val="24"/>
        </w:rPr>
        <w:t>15. Система учета</w:t>
      </w:r>
      <w:r w:rsidRPr="00F43215">
        <w:rPr>
          <w:sz w:val="24"/>
          <w:szCs w:val="24"/>
        </w:rPr>
        <w:t xml:space="preserve"> детей,</w:t>
      </w:r>
      <w:r>
        <w:rPr>
          <w:sz w:val="24"/>
          <w:szCs w:val="24"/>
        </w:rPr>
        <w:t xml:space="preserve"> не посещающих образовательное учреждение,</w:t>
      </w:r>
      <w:r w:rsidRPr="00F43215">
        <w:rPr>
          <w:sz w:val="24"/>
          <w:szCs w:val="24"/>
        </w:rPr>
        <w:t xml:space="preserve"> систематически пропускающих учебные занятия </w:t>
      </w:r>
      <w:r>
        <w:rPr>
          <w:sz w:val="24"/>
          <w:szCs w:val="24"/>
        </w:rPr>
        <w:t xml:space="preserve">без уважительных причин </w:t>
      </w:r>
      <w:r w:rsidRPr="00F43215">
        <w:rPr>
          <w:sz w:val="24"/>
          <w:szCs w:val="24"/>
        </w:rPr>
        <w:t xml:space="preserve">(список детей по каждому классу, информация по четвертям о пропусках уроков, отчеты классных руководителей, материалы по индивидуальной </w:t>
      </w:r>
      <w:r>
        <w:rPr>
          <w:sz w:val="24"/>
          <w:szCs w:val="24"/>
        </w:rPr>
        <w:t xml:space="preserve">профилактической </w:t>
      </w:r>
      <w:r w:rsidRPr="00F43215">
        <w:rPr>
          <w:sz w:val="24"/>
          <w:szCs w:val="24"/>
        </w:rPr>
        <w:t>работе с каждым таким учеником, отчеты школы, дневник (журнал) учета посещения уроков детьми и др.).</w:t>
      </w:r>
    </w:p>
    <w:p w:rsidR="003B5D96" w:rsidRPr="00F43215" w:rsidRDefault="003B5D96" w:rsidP="003B5D96">
      <w:pPr>
        <w:ind w:left="360" w:firstLine="348"/>
        <w:jc w:val="both"/>
        <w:rPr>
          <w:sz w:val="24"/>
          <w:szCs w:val="24"/>
        </w:rPr>
      </w:pPr>
      <w:r w:rsidRPr="00F43215">
        <w:rPr>
          <w:sz w:val="24"/>
          <w:szCs w:val="24"/>
        </w:rPr>
        <w:t xml:space="preserve">У каждого классного руководителя должны быть сведения об учащихся класса, содержащие информацию социального характера, личностные особенности детей, информацию о родителях или лицах их замещающих. </w:t>
      </w:r>
    </w:p>
    <w:p w:rsidR="003B5D96" w:rsidRPr="00F43215" w:rsidRDefault="003B5D96" w:rsidP="003B5D96">
      <w:pPr>
        <w:ind w:left="360" w:firstLine="345"/>
        <w:jc w:val="both"/>
        <w:rPr>
          <w:sz w:val="24"/>
          <w:szCs w:val="24"/>
        </w:rPr>
      </w:pPr>
      <w:r>
        <w:rPr>
          <w:sz w:val="24"/>
          <w:szCs w:val="24"/>
        </w:rPr>
        <w:t>В планы воспитательно-профилактической</w:t>
      </w:r>
      <w:r w:rsidRPr="00F43215">
        <w:rPr>
          <w:sz w:val="24"/>
          <w:szCs w:val="24"/>
        </w:rPr>
        <w:t xml:space="preserve"> работы должны быть включены мероприятия по профилактике безнадзорности и правонарушений</w:t>
      </w:r>
      <w:r>
        <w:rPr>
          <w:sz w:val="24"/>
          <w:szCs w:val="24"/>
        </w:rPr>
        <w:t xml:space="preserve"> несовершеннолетних для обучающихся</w:t>
      </w:r>
      <w:r w:rsidRPr="00F43215">
        <w:rPr>
          <w:sz w:val="24"/>
          <w:szCs w:val="24"/>
        </w:rPr>
        <w:t xml:space="preserve"> </w:t>
      </w:r>
      <w:r>
        <w:rPr>
          <w:sz w:val="24"/>
          <w:szCs w:val="24"/>
        </w:rPr>
        <w:t xml:space="preserve"> и их </w:t>
      </w:r>
      <w:r w:rsidRPr="00F43215">
        <w:rPr>
          <w:sz w:val="24"/>
          <w:szCs w:val="24"/>
        </w:rPr>
        <w:t>родителей</w:t>
      </w:r>
      <w:r>
        <w:rPr>
          <w:sz w:val="24"/>
          <w:szCs w:val="24"/>
        </w:rPr>
        <w:t xml:space="preserve"> (законных представителей)</w:t>
      </w:r>
      <w:r w:rsidRPr="00F43215">
        <w:rPr>
          <w:sz w:val="24"/>
          <w:szCs w:val="24"/>
        </w:rPr>
        <w:t xml:space="preserve">. </w:t>
      </w:r>
    </w:p>
    <w:p w:rsidR="003B5D96" w:rsidRPr="00F43215" w:rsidRDefault="003B5D96" w:rsidP="003B5D96">
      <w:pPr>
        <w:ind w:left="360" w:firstLine="345"/>
        <w:jc w:val="both"/>
        <w:rPr>
          <w:sz w:val="24"/>
          <w:szCs w:val="24"/>
        </w:rPr>
      </w:pPr>
      <w:r w:rsidRPr="00F43215">
        <w:rPr>
          <w:sz w:val="24"/>
          <w:szCs w:val="24"/>
        </w:rPr>
        <w:t>Формы социального паспорта класса, индивидуальных карт учащихся и семей, протоколов и других документов могут быть разработаны в образовательном учреждении и приняты за единый образец для всей школы.</w:t>
      </w:r>
    </w:p>
    <w:p w:rsidR="003B5D96" w:rsidRPr="00F43215" w:rsidRDefault="003B5D96" w:rsidP="003B5D96">
      <w:pPr>
        <w:ind w:firstLine="360"/>
        <w:jc w:val="center"/>
        <w:rPr>
          <w:sz w:val="24"/>
          <w:szCs w:val="24"/>
        </w:rPr>
      </w:pPr>
      <w:r w:rsidRPr="00F43215">
        <w:rPr>
          <w:b/>
          <w:bCs/>
          <w:sz w:val="24"/>
          <w:szCs w:val="24"/>
        </w:rPr>
        <w:t>Организация контроля</w:t>
      </w:r>
    </w:p>
    <w:p w:rsidR="003B5D96" w:rsidRPr="00F43215" w:rsidRDefault="003B5D96" w:rsidP="003B5D96">
      <w:pPr>
        <w:ind w:firstLine="360"/>
        <w:jc w:val="center"/>
        <w:rPr>
          <w:sz w:val="24"/>
          <w:szCs w:val="24"/>
        </w:rPr>
      </w:pPr>
      <w:r w:rsidRPr="00F43215">
        <w:rPr>
          <w:b/>
          <w:bCs/>
          <w:sz w:val="24"/>
          <w:szCs w:val="24"/>
        </w:rPr>
        <w:t>за осуществлением профилактики безнадзорности и правонарушений несовершеннолетних</w:t>
      </w:r>
    </w:p>
    <w:p w:rsidR="003B5D96" w:rsidRPr="00F43215" w:rsidRDefault="003B5D96" w:rsidP="003B5D96">
      <w:pPr>
        <w:ind w:firstLine="360"/>
        <w:jc w:val="both"/>
        <w:rPr>
          <w:sz w:val="24"/>
          <w:szCs w:val="24"/>
        </w:rPr>
      </w:pPr>
      <w:r w:rsidRPr="00F43215">
        <w:rPr>
          <w:b/>
          <w:bCs/>
          <w:sz w:val="24"/>
          <w:szCs w:val="24"/>
        </w:rPr>
        <w:t> </w:t>
      </w:r>
    </w:p>
    <w:p w:rsidR="003B5D96" w:rsidRPr="00F43215" w:rsidRDefault="003B5D96" w:rsidP="003B5D96">
      <w:pPr>
        <w:ind w:firstLine="360"/>
        <w:jc w:val="both"/>
        <w:rPr>
          <w:sz w:val="24"/>
          <w:szCs w:val="24"/>
        </w:rPr>
      </w:pPr>
      <w:r w:rsidRPr="00F43215">
        <w:rPr>
          <w:sz w:val="24"/>
          <w:szCs w:val="24"/>
        </w:rPr>
        <w:t>Одной из</w:t>
      </w:r>
      <w:r>
        <w:rPr>
          <w:sz w:val="24"/>
          <w:szCs w:val="24"/>
        </w:rPr>
        <w:t xml:space="preserve"> важных функций в деятельности муниципальных обще</w:t>
      </w:r>
      <w:r w:rsidRPr="00F43215">
        <w:rPr>
          <w:sz w:val="24"/>
          <w:szCs w:val="24"/>
        </w:rPr>
        <w:t>образовательных учреждений является контроль.</w:t>
      </w:r>
    </w:p>
    <w:p w:rsidR="003B5D96" w:rsidRPr="00F43215" w:rsidRDefault="003B5D96" w:rsidP="003B5D96">
      <w:pPr>
        <w:ind w:firstLine="539"/>
        <w:jc w:val="both"/>
        <w:rPr>
          <w:sz w:val="24"/>
          <w:szCs w:val="24"/>
        </w:rPr>
      </w:pPr>
      <w:r w:rsidRPr="00F43215">
        <w:rPr>
          <w:b/>
          <w:bCs/>
          <w:sz w:val="24"/>
          <w:szCs w:val="24"/>
        </w:rPr>
        <w:t>Контроль</w:t>
      </w:r>
      <w:r w:rsidRPr="00F43215">
        <w:rPr>
          <w:sz w:val="24"/>
          <w:szCs w:val="24"/>
        </w:rPr>
        <w:t xml:space="preserve"> – это одна из функций управления, позволяющая иметь информацию о состоянии образовательной системы и корректировать процесс ее функционирования. Благодаря контролю управление приобретает обратную связь, делает управление чувствительным к изменениям.</w:t>
      </w:r>
    </w:p>
    <w:p w:rsidR="003B5D96" w:rsidRPr="00F43215" w:rsidRDefault="003B5D96" w:rsidP="003B5D96">
      <w:pPr>
        <w:ind w:firstLine="539"/>
        <w:jc w:val="both"/>
        <w:rPr>
          <w:sz w:val="24"/>
          <w:szCs w:val="24"/>
        </w:rPr>
      </w:pPr>
      <w:r w:rsidRPr="00F43215">
        <w:rPr>
          <w:sz w:val="24"/>
          <w:szCs w:val="24"/>
        </w:rPr>
        <w:t>В ходе реализации функции контроля управленец производит сбор информации, которую должен проанализировать, чтобы систему перевести из одного состояния в другое – более качественное.</w:t>
      </w:r>
    </w:p>
    <w:p w:rsidR="003B5D96" w:rsidRPr="00F43215" w:rsidRDefault="003B5D96" w:rsidP="003B5D96">
      <w:pPr>
        <w:ind w:firstLine="539"/>
        <w:jc w:val="both"/>
        <w:rPr>
          <w:sz w:val="24"/>
          <w:szCs w:val="24"/>
        </w:rPr>
      </w:pPr>
      <w:r w:rsidRPr="00F43215">
        <w:rPr>
          <w:sz w:val="24"/>
          <w:szCs w:val="24"/>
        </w:rPr>
        <w:t>Контроль имеет несколько задач, среди которых:</w:t>
      </w:r>
    </w:p>
    <w:p w:rsidR="003B5D96" w:rsidRPr="00F43215" w:rsidRDefault="003B5D96" w:rsidP="003B5D96">
      <w:pPr>
        <w:numPr>
          <w:ilvl w:val="0"/>
          <w:numId w:val="1"/>
        </w:numPr>
        <w:jc w:val="both"/>
        <w:rPr>
          <w:sz w:val="24"/>
          <w:szCs w:val="24"/>
        </w:rPr>
      </w:pPr>
      <w:r w:rsidRPr="00F43215">
        <w:rPr>
          <w:sz w:val="24"/>
          <w:szCs w:val="24"/>
        </w:rPr>
        <w:t>выявление необходимости принятия управленческих решений в случаях, когда реальное положение не соответствует желаемому;</w:t>
      </w:r>
    </w:p>
    <w:p w:rsidR="003B5D96" w:rsidRPr="00F43215" w:rsidRDefault="003B5D96" w:rsidP="003B5D96">
      <w:pPr>
        <w:numPr>
          <w:ilvl w:val="0"/>
          <w:numId w:val="1"/>
        </w:numPr>
        <w:jc w:val="both"/>
        <w:rPr>
          <w:sz w:val="24"/>
          <w:szCs w:val="24"/>
        </w:rPr>
      </w:pPr>
      <w:r w:rsidRPr="00F43215">
        <w:rPr>
          <w:sz w:val="24"/>
          <w:szCs w:val="24"/>
        </w:rPr>
        <w:t>формирование информационной базы для оценки работы пед</w:t>
      </w:r>
      <w:r>
        <w:rPr>
          <w:sz w:val="24"/>
          <w:szCs w:val="24"/>
        </w:rPr>
        <w:t xml:space="preserve">агогического </w:t>
      </w:r>
      <w:r w:rsidRPr="00F43215">
        <w:rPr>
          <w:sz w:val="24"/>
          <w:szCs w:val="24"/>
        </w:rPr>
        <w:t>коллектива и побуждения его к продуктивной работе;</w:t>
      </w:r>
    </w:p>
    <w:p w:rsidR="003B5D96" w:rsidRPr="00F43215" w:rsidRDefault="003B5D96" w:rsidP="003B5D96">
      <w:pPr>
        <w:numPr>
          <w:ilvl w:val="0"/>
          <w:numId w:val="1"/>
        </w:numPr>
        <w:jc w:val="both"/>
        <w:rPr>
          <w:sz w:val="24"/>
          <w:szCs w:val="24"/>
        </w:rPr>
      </w:pPr>
      <w:r w:rsidRPr="00F43215">
        <w:rPr>
          <w:sz w:val="24"/>
          <w:szCs w:val="24"/>
        </w:rPr>
        <w:t>выявление наиболее ценного опыта педагогической и управленческой деятельности.</w:t>
      </w:r>
    </w:p>
    <w:p w:rsidR="003B5D96" w:rsidRDefault="003B5D96" w:rsidP="003B5D96">
      <w:pPr>
        <w:ind w:firstLine="539"/>
        <w:jc w:val="both"/>
        <w:rPr>
          <w:sz w:val="24"/>
          <w:szCs w:val="24"/>
        </w:rPr>
      </w:pPr>
    </w:p>
    <w:p w:rsidR="003B5D96" w:rsidRPr="00F43215" w:rsidRDefault="003B5D96" w:rsidP="003B5D96">
      <w:pPr>
        <w:ind w:firstLine="539"/>
        <w:jc w:val="both"/>
        <w:rPr>
          <w:sz w:val="24"/>
          <w:szCs w:val="24"/>
        </w:rPr>
      </w:pPr>
      <w:r w:rsidRPr="00F43215">
        <w:rPr>
          <w:sz w:val="24"/>
          <w:szCs w:val="24"/>
        </w:rPr>
        <w:t>Контроль способствует сохранению единого образовательного пространства, разграничению компетенций между субъектами управления, правовому регулированию деятельности тех или иных объектов контроля.</w:t>
      </w:r>
    </w:p>
    <w:p w:rsidR="003B5D96" w:rsidRPr="00F43215" w:rsidRDefault="003B5D96" w:rsidP="003B5D96">
      <w:pPr>
        <w:ind w:firstLine="539"/>
        <w:jc w:val="both"/>
        <w:rPr>
          <w:sz w:val="24"/>
          <w:szCs w:val="24"/>
        </w:rPr>
      </w:pPr>
      <w:r w:rsidRPr="00F43215">
        <w:rPr>
          <w:sz w:val="24"/>
          <w:szCs w:val="24"/>
          <w:u w:val="single"/>
        </w:rPr>
        <w:t>Виды контроля</w:t>
      </w:r>
      <w:r w:rsidRPr="00F43215">
        <w:rPr>
          <w:sz w:val="24"/>
          <w:szCs w:val="24"/>
        </w:rPr>
        <w:t xml:space="preserve"> подробно описываются в педагогической литературе.</w:t>
      </w:r>
    </w:p>
    <w:p w:rsidR="003B5D96" w:rsidRPr="00F43215" w:rsidRDefault="003B5D96" w:rsidP="003B5D96">
      <w:pPr>
        <w:ind w:firstLine="539"/>
        <w:jc w:val="both"/>
        <w:rPr>
          <w:sz w:val="24"/>
          <w:szCs w:val="24"/>
        </w:rPr>
      </w:pPr>
      <w:r w:rsidRPr="00F43215">
        <w:rPr>
          <w:sz w:val="24"/>
          <w:szCs w:val="24"/>
          <w:u w:val="single"/>
        </w:rPr>
        <w:t>Субъекты контроля</w:t>
      </w:r>
      <w:r w:rsidRPr="00F43215">
        <w:rPr>
          <w:sz w:val="24"/>
          <w:szCs w:val="24"/>
        </w:rPr>
        <w:t xml:space="preserve"> определяются на основании нормативных документов, с учетом складывающейся ситуации и целей управления.</w:t>
      </w:r>
    </w:p>
    <w:p w:rsidR="003B5D96" w:rsidRPr="00F43215" w:rsidRDefault="003B5D96" w:rsidP="003B5D96">
      <w:pPr>
        <w:ind w:firstLine="539"/>
        <w:jc w:val="both"/>
        <w:rPr>
          <w:sz w:val="24"/>
          <w:szCs w:val="24"/>
        </w:rPr>
      </w:pPr>
      <w:r w:rsidRPr="00F43215">
        <w:rPr>
          <w:sz w:val="24"/>
          <w:szCs w:val="24"/>
          <w:u w:val="single"/>
        </w:rPr>
        <w:t>Объектами контроля</w:t>
      </w:r>
      <w:r w:rsidRPr="00F43215">
        <w:rPr>
          <w:sz w:val="24"/>
          <w:szCs w:val="24"/>
        </w:rPr>
        <w:t xml:space="preserve"> профилактики безнадзорности и правонарушени</w:t>
      </w:r>
      <w:r>
        <w:rPr>
          <w:sz w:val="24"/>
          <w:szCs w:val="24"/>
        </w:rPr>
        <w:t xml:space="preserve">й несовершеннолетних могут быть </w:t>
      </w:r>
      <w:r w:rsidRPr="004178B7">
        <w:rPr>
          <w:b/>
          <w:sz w:val="24"/>
          <w:szCs w:val="24"/>
        </w:rPr>
        <w:t>на уровне образовательного учреждения</w:t>
      </w:r>
      <w:r w:rsidRPr="00F43215">
        <w:rPr>
          <w:sz w:val="24"/>
          <w:szCs w:val="24"/>
        </w:rPr>
        <w:t>: деятельность заместителей директора, классных руководителей, педагогов дополнительного образования, учителей-предметников, социальных пе</w:t>
      </w:r>
      <w:r>
        <w:rPr>
          <w:sz w:val="24"/>
          <w:szCs w:val="24"/>
        </w:rPr>
        <w:t>дагогов, педагогов-психологов, С</w:t>
      </w:r>
      <w:r w:rsidRPr="00F43215">
        <w:rPr>
          <w:sz w:val="24"/>
          <w:szCs w:val="24"/>
        </w:rPr>
        <w:t xml:space="preserve">овета </w:t>
      </w:r>
      <w:r>
        <w:rPr>
          <w:sz w:val="24"/>
          <w:szCs w:val="24"/>
        </w:rPr>
        <w:t>по профилактике правонарушений несовершеннолетних</w:t>
      </w:r>
      <w:r w:rsidRPr="00F43215">
        <w:rPr>
          <w:sz w:val="24"/>
          <w:szCs w:val="24"/>
        </w:rPr>
        <w:t>, воспитательные системы классов и др.</w:t>
      </w:r>
    </w:p>
    <w:p w:rsidR="003B5D96" w:rsidRPr="00F43215" w:rsidRDefault="003B5D96" w:rsidP="003B5D96">
      <w:pPr>
        <w:ind w:firstLine="539"/>
        <w:jc w:val="both"/>
        <w:rPr>
          <w:sz w:val="24"/>
          <w:szCs w:val="24"/>
        </w:rPr>
      </w:pPr>
      <w:r w:rsidRPr="00F43215">
        <w:rPr>
          <w:sz w:val="24"/>
          <w:szCs w:val="24"/>
        </w:rPr>
        <w:t>Продуктом контрольно-инспекционной деятельности выступает аналитическая справка.</w:t>
      </w:r>
    </w:p>
    <w:p w:rsidR="003B5D96" w:rsidRPr="00F43215" w:rsidRDefault="003B5D96" w:rsidP="003B5D96">
      <w:pPr>
        <w:ind w:firstLine="567"/>
        <w:jc w:val="both"/>
        <w:rPr>
          <w:sz w:val="24"/>
          <w:szCs w:val="24"/>
        </w:rPr>
      </w:pPr>
      <w:r w:rsidRPr="00F43215">
        <w:rPr>
          <w:b/>
          <w:bCs/>
          <w:sz w:val="24"/>
          <w:szCs w:val="24"/>
        </w:rPr>
        <w:t>Аналитическая справка</w:t>
      </w:r>
      <w:r w:rsidRPr="00F43215">
        <w:rPr>
          <w:sz w:val="24"/>
          <w:szCs w:val="24"/>
        </w:rPr>
        <w:t xml:space="preserve"> - итоговый документ, отражающий результаты аналитической деятельности управленца. Она содержит систематизированные, обобщенные и критически оцениваемые сведения по отдельным аспектам состояния образовательного процесса (системы).</w:t>
      </w:r>
    </w:p>
    <w:p w:rsidR="003B5D96" w:rsidRPr="00F43215" w:rsidRDefault="003B5D96" w:rsidP="003B5D96">
      <w:pPr>
        <w:ind w:firstLine="567"/>
        <w:jc w:val="both"/>
        <w:rPr>
          <w:sz w:val="24"/>
          <w:szCs w:val="24"/>
        </w:rPr>
      </w:pPr>
      <w:r w:rsidRPr="00F43215">
        <w:rPr>
          <w:sz w:val="24"/>
          <w:szCs w:val="24"/>
        </w:rPr>
        <w:t> </w:t>
      </w:r>
    </w:p>
    <w:p w:rsidR="003B5D96" w:rsidRPr="00F43215" w:rsidRDefault="003B5D96" w:rsidP="003B5D96">
      <w:pPr>
        <w:jc w:val="center"/>
        <w:rPr>
          <w:sz w:val="24"/>
          <w:szCs w:val="24"/>
        </w:rPr>
      </w:pPr>
      <w:r w:rsidRPr="00F43215">
        <w:rPr>
          <w:b/>
          <w:bCs/>
          <w:sz w:val="24"/>
          <w:szCs w:val="24"/>
        </w:rPr>
        <w:t>Примерная программа изучения деятельности общеобразовательных учреждений по</w:t>
      </w:r>
    </w:p>
    <w:p w:rsidR="003B5D96" w:rsidRPr="00F43215" w:rsidRDefault="003B5D96" w:rsidP="003B5D96">
      <w:pPr>
        <w:jc w:val="center"/>
        <w:rPr>
          <w:sz w:val="24"/>
          <w:szCs w:val="24"/>
        </w:rPr>
      </w:pPr>
      <w:r w:rsidRPr="00F43215">
        <w:rPr>
          <w:b/>
          <w:bCs/>
          <w:sz w:val="24"/>
          <w:szCs w:val="24"/>
        </w:rPr>
        <w:t>организации профилактики безнадзорности и правонарушений несовершеннолетних</w:t>
      </w:r>
    </w:p>
    <w:p w:rsidR="003B5D96" w:rsidRPr="00F43215" w:rsidRDefault="003B5D96" w:rsidP="003B5D96">
      <w:pPr>
        <w:rPr>
          <w:sz w:val="24"/>
          <w:szCs w:val="24"/>
        </w:rPr>
      </w:pPr>
      <w:r w:rsidRPr="00F43215">
        <w:rPr>
          <w:b/>
          <w:bCs/>
          <w:sz w:val="24"/>
          <w:szCs w:val="24"/>
        </w:rPr>
        <w:t> </w:t>
      </w:r>
    </w:p>
    <w:p w:rsidR="003B5D96" w:rsidRPr="00F43215" w:rsidRDefault="003B5D96" w:rsidP="003B5D96">
      <w:pPr>
        <w:ind w:firstLine="708"/>
        <w:jc w:val="both"/>
        <w:rPr>
          <w:sz w:val="24"/>
          <w:szCs w:val="24"/>
        </w:rPr>
      </w:pPr>
      <w:r w:rsidRPr="00F43215">
        <w:rPr>
          <w:b/>
          <w:bCs/>
          <w:sz w:val="24"/>
          <w:szCs w:val="24"/>
        </w:rPr>
        <w:t xml:space="preserve">Цель контроля: </w:t>
      </w:r>
      <w:r w:rsidRPr="00F43215">
        <w:rPr>
          <w:sz w:val="24"/>
          <w:szCs w:val="24"/>
        </w:rPr>
        <w:t>изучить деятельность общеобразовательных учреждений по реализации действующего законодательства Российской Федерации в области образования в части организации и проведения профилактики безнадзорности и правонарушений несовершеннолетних</w:t>
      </w:r>
      <w:r>
        <w:rPr>
          <w:sz w:val="24"/>
          <w:szCs w:val="24"/>
        </w:rPr>
        <w:t>.</w:t>
      </w:r>
      <w:r w:rsidRPr="00F43215">
        <w:rPr>
          <w:sz w:val="24"/>
          <w:szCs w:val="24"/>
        </w:rPr>
        <w:t xml:space="preserve"> </w:t>
      </w:r>
    </w:p>
    <w:p w:rsidR="003B5D96" w:rsidRPr="00F43215" w:rsidRDefault="003B5D96" w:rsidP="003B5D96">
      <w:pPr>
        <w:ind w:firstLine="708"/>
        <w:jc w:val="both"/>
        <w:rPr>
          <w:sz w:val="24"/>
          <w:szCs w:val="24"/>
        </w:rPr>
      </w:pPr>
      <w:r w:rsidRPr="00F43215">
        <w:rPr>
          <w:b/>
          <w:bCs/>
          <w:sz w:val="24"/>
          <w:szCs w:val="24"/>
        </w:rPr>
        <w:t>Объекты контрол</w:t>
      </w:r>
      <w:r w:rsidRPr="00F43215">
        <w:rPr>
          <w:sz w:val="24"/>
          <w:szCs w:val="24"/>
        </w:rPr>
        <w:t>я: общеобразовательные учреждения</w:t>
      </w:r>
      <w:r>
        <w:rPr>
          <w:sz w:val="24"/>
          <w:szCs w:val="24"/>
        </w:rPr>
        <w:t>.</w:t>
      </w:r>
    </w:p>
    <w:p w:rsidR="003B5D96" w:rsidRPr="00BA39FB" w:rsidRDefault="003B5D96" w:rsidP="003B5D96">
      <w:pPr>
        <w:ind w:firstLine="708"/>
        <w:jc w:val="both"/>
        <w:rPr>
          <w:sz w:val="24"/>
          <w:szCs w:val="24"/>
        </w:rPr>
      </w:pPr>
      <w:r w:rsidRPr="00F43215">
        <w:rPr>
          <w:b/>
          <w:bCs/>
          <w:sz w:val="24"/>
          <w:szCs w:val="24"/>
        </w:rPr>
        <w:t>Методы контроля</w:t>
      </w:r>
      <w:r w:rsidRPr="00F43215">
        <w:rPr>
          <w:sz w:val="24"/>
          <w:szCs w:val="24"/>
        </w:rPr>
        <w:t>: изучение документации, анкетирование, наблюдение, собеседование, сравнительный анализ.</w:t>
      </w:r>
    </w:p>
    <w:p w:rsidR="003B5D96" w:rsidRPr="00F43215" w:rsidRDefault="003B5D96" w:rsidP="003B5D96">
      <w:pPr>
        <w:rPr>
          <w:sz w:val="24"/>
          <w:szCs w:val="24"/>
        </w:rPr>
      </w:pPr>
      <w:r w:rsidRPr="00F43215">
        <w:rPr>
          <w:b/>
          <w:bCs/>
          <w:sz w:val="24"/>
          <w:szCs w:val="24"/>
        </w:rPr>
        <w:t>Содержание контроля:</w:t>
      </w:r>
    </w:p>
    <w:p w:rsidR="003B5D96" w:rsidRPr="00F43215" w:rsidRDefault="003B5D96" w:rsidP="003B5D96">
      <w:pPr>
        <w:jc w:val="both"/>
        <w:rPr>
          <w:sz w:val="24"/>
          <w:szCs w:val="24"/>
        </w:rPr>
      </w:pPr>
      <w:r>
        <w:rPr>
          <w:sz w:val="24"/>
          <w:szCs w:val="24"/>
        </w:rPr>
        <w:t xml:space="preserve">1) </w:t>
      </w:r>
      <w:r w:rsidRPr="00F43215">
        <w:rPr>
          <w:sz w:val="24"/>
          <w:szCs w:val="24"/>
        </w:rPr>
        <w:t xml:space="preserve">Сформированность документальной базы: </w:t>
      </w:r>
    </w:p>
    <w:p w:rsidR="003B5D96" w:rsidRPr="00F43215" w:rsidRDefault="003B5D96" w:rsidP="003B5D96">
      <w:pPr>
        <w:jc w:val="both"/>
        <w:rPr>
          <w:sz w:val="24"/>
          <w:szCs w:val="24"/>
        </w:rPr>
      </w:pPr>
      <w:r>
        <w:rPr>
          <w:sz w:val="24"/>
          <w:szCs w:val="24"/>
        </w:rPr>
        <w:t>- н</w:t>
      </w:r>
      <w:r w:rsidRPr="00F43215">
        <w:rPr>
          <w:sz w:val="24"/>
          <w:szCs w:val="24"/>
        </w:rPr>
        <w:t>аличие законодательных и нормативно-правовых документов всех уровней</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н</w:t>
      </w:r>
      <w:r w:rsidRPr="00F43215">
        <w:rPr>
          <w:sz w:val="24"/>
          <w:szCs w:val="24"/>
        </w:rPr>
        <w:t>аличие документов муниципального уровня</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н</w:t>
      </w:r>
      <w:r w:rsidRPr="00F43215">
        <w:rPr>
          <w:sz w:val="24"/>
          <w:szCs w:val="24"/>
        </w:rPr>
        <w:t>аличие документов образовательного учреждения</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п</w:t>
      </w:r>
      <w:r w:rsidRPr="00F43215">
        <w:rPr>
          <w:sz w:val="24"/>
          <w:szCs w:val="24"/>
        </w:rPr>
        <w:t>ротоколы совещаний по изучению вновь поступающих документов</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xml:space="preserve">2) </w:t>
      </w:r>
      <w:r w:rsidRPr="00F43215">
        <w:rPr>
          <w:sz w:val="24"/>
          <w:szCs w:val="24"/>
        </w:rPr>
        <w:t>Информационно-аналитическое обеспечение:</w:t>
      </w:r>
    </w:p>
    <w:p w:rsidR="003B5D96" w:rsidRPr="00F43215" w:rsidRDefault="003B5D96" w:rsidP="003B5D96">
      <w:pPr>
        <w:jc w:val="both"/>
        <w:rPr>
          <w:sz w:val="24"/>
          <w:szCs w:val="24"/>
        </w:rPr>
      </w:pPr>
      <w:r>
        <w:rPr>
          <w:sz w:val="24"/>
          <w:szCs w:val="24"/>
        </w:rPr>
        <w:t>- н</w:t>
      </w:r>
      <w:r w:rsidRPr="00F43215">
        <w:rPr>
          <w:sz w:val="24"/>
          <w:szCs w:val="24"/>
        </w:rPr>
        <w:t>аличие системы сбора, получения и использования информации</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н</w:t>
      </w:r>
      <w:r w:rsidRPr="00F43215">
        <w:rPr>
          <w:sz w:val="24"/>
          <w:szCs w:val="24"/>
        </w:rPr>
        <w:t>аличие пакета информационных материалов по профилактике безнадзорности и правонарушений</w:t>
      </w:r>
      <w:r>
        <w:rPr>
          <w:sz w:val="24"/>
          <w:szCs w:val="24"/>
        </w:rPr>
        <w:t xml:space="preserve"> несовершеннолетних;</w:t>
      </w:r>
      <w:r w:rsidRPr="00F43215">
        <w:rPr>
          <w:sz w:val="24"/>
          <w:szCs w:val="24"/>
        </w:rPr>
        <w:t xml:space="preserve"> </w:t>
      </w:r>
    </w:p>
    <w:p w:rsidR="003B5D96" w:rsidRPr="00F43215" w:rsidRDefault="003B5D96" w:rsidP="003B5D96">
      <w:pPr>
        <w:jc w:val="both"/>
        <w:rPr>
          <w:sz w:val="24"/>
          <w:szCs w:val="24"/>
        </w:rPr>
      </w:pPr>
      <w:r>
        <w:rPr>
          <w:sz w:val="24"/>
          <w:szCs w:val="24"/>
        </w:rPr>
        <w:t>- н</w:t>
      </w:r>
      <w:r w:rsidRPr="00F43215">
        <w:rPr>
          <w:sz w:val="24"/>
          <w:szCs w:val="24"/>
        </w:rPr>
        <w:t>аличие статистических све</w:t>
      </w:r>
      <w:r>
        <w:rPr>
          <w:sz w:val="24"/>
          <w:szCs w:val="24"/>
        </w:rPr>
        <w:t>дений о выявлении несовершеннолетних, не посещающих образовательное учреждение</w:t>
      </w:r>
      <w:r w:rsidRPr="00F43215">
        <w:rPr>
          <w:sz w:val="24"/>
          <w:szCs w:val="24"/>
        </w:rPr>
        <w:t>, систематически пропускающих учебные занятия</w:t>
      </w:r>
      <w:r>
        <w:rPr>
          <w:sz w:val="24"/>
          <w:szCs w:val="24"/>
        </w:rPr>
        <w:t xml:space="preserve"> без уважительных причин</w:t>
      </w:r>
      <w:r w:rsidRPr="00F43215">
        <w:rPr>
          <w:sz w:val="24"/>
          <w:szCs w:val="24"/>
        </w:rPr>
        <w:t>, безнадзорных и совершивших преступления и правонарушения</w:t>
      </w:r>
      <w:r>
        <w:rPr>
          <w:sz w:val="24"/>
          <w:szCs w:val="24"/>
        </w:rPr>
        <w:t>.</w:t>
      </w:r>
      <w:r w:rsidRPr="00F43215">
        <w:rPr>
          <w:sz w:val="24"/>
          <w:szCs w:val="24"/>
        </w:rPr>
        <w:t xml:space="preserve"> </w:t>
      </w:r>
    </w:p>
    <w:p w:rsidR="003B5D96" w:rsidRPr="00F43215" w:rsidRDefault="003B5D96" w:rsidP="003B5D96">
      <w:pPr>
        <w:jc w:val="both"/>
        <w:rPr>
          <w:sz w:val="24"/>
          <w:szCs w:val="24"/>
        </w:rPr>
      </w:pPr>
      <w:r w:rsidRPr="00F43215">
        <w:rPr>
          <w:sz w:val="24"/>
          <w:szCs w:val="24"/>
        </w:rPr>
        <w:t> </w:t>
      </w:r>
      <w:r>
        <w:rPr>
          <w:sz w:val="24"/>
          <w:szCs w:val="24"/>
        </w:rPr>
        <w:t xml:space="preserve">3) </w:t>
      </w:r>
      <w:r w:rsidRPr="00F43215">
        <w:rPr>
          <w:sz w:val="24"/>
          <w:szCs w:val="24"/>
        </w:rPr>
        <w:t>Организация профилактики безнадзорности и правонарушений</w:t>
      </w:r>
      <w:r>
        <w:rPr>
          <w:sz w:val="24"/>
          <w:szCs w:val="24"/>
        </w:rPr>
        <w:t xml:space="preserve"> несовершеннолетних</w:t>
      </w:r>
      <w:r w:rsidRPr="00F43215">
        <w:rPr>
          <w:sz w:val="24"/>
          <w:szCs w:val="24"/>
        </w:rPr>
        <w:t xml:space="preserve">: </w:t>
      </w:r>
    </w:p>
    <w:p w:rsidR="003B5D96" w:rsidRPr="00F43215" w:rsidRDefault="003B5D96" w:rsidP="003B5D96">
      <w:pPr>
        <w:jc w:val="both"/>
        <w:rPr>
          <w:sz w:val="24"/>
          <w:szCs w:val="24"/>
        </w:rPr>
      </w:pPr>
      <w:r>
        <w:rPr>
          <w:sz w:val="24"/>
          <w:szCs w:val="24"/>
        </w:rPr>
        <w:t>- система воспитательно-профилактической</w:t>
      </w:r>
      <w:r w:rsidRPr="00F43215">
        <w:rPr>
          <w:sz w:val="24"/>
          <w:szCs w:val="24"/>
        </w:rPr>
        <w:t xml:space="preserve"> работы в школе</w:t>
      </w:r>
      <w:r>
        <w:rPr>
          <w:sz w:val="24"/>
          <w:szCs w:val="24"/>
        </w:rPr>
        <w:t>;</w:t>
      </w:r>
    </w:p>
    <w:p w:rsidR="003B5D96" w:rsidRPr="00F43215" w:rsidRDefault="003B5D96" w:rsidP="003B5D96">
      <w:pPr>
        <w:jc w:val="both"/>
        <w:rPr>
          <w:sz w:val="24"/>
          <w:szCs w:val="24"/>
        </w:rPr>
      </w:pPr>
      <w:r>
        <w:rPr>
          <w:sz w:val="24"/>
          <w:szCs w:val="24"/>
        </w:rPr>
        <w:t>- с</w:t>
      </w:r>
      <w:r w:rsidRPr="00F43215">
        <w:rPr>
          <w:sz w:val="24"/>
          <w:szCs w:val="24"/>
        </w:rPr>
        <w:t xml:space="preserve">истема индивидуальной </w:t>
      </w:r>
      <w:r>
        <w:rPr>
          <w:sz w:val="24"/>
          <w:szCs w:val="24"/>
        </w:rPr>
        <w:t xml:space="preserve">профилактической </w:t>
      </w:r>
      <w:r w:rsidRPr="00F43215">
        <w:rPr>
          <w:sz w:val="24"/>
          <w:szCs w:val="24"/>
        </w:rPr>
        <w:t>работы с несовершеннолетними</w:t>
      </w:r>
      <w:r>
        <w:rPr>
          <w:sz w:val="24"/>
          <w:szCs w:val="24"/>
        </w:rPr>
        <w:t>;</w:t>
      </w:r>
    </w:p>
    <w:p w:rsidR="003B5D96" w:rsidRPr="00F43215" w:rsidRDefault="003B5D96" w:rsidP="003B5D96">
      <w:pPr>
        <w:jc w:val="both"/>
        <w:rPr>
          <w:sz w:val="24"/>
          <w:szCs w:val="24"/>
        </w:rPr>
      </w:pPr>
      <w:r>
        <w:rPr>
          <w:sz w:val="24"/>
          <w:szCs w:val="24"/>
        </w:rPr>
        <w:t>- о</w:t>
      </w:r>
      <w:r w:rsidRPr="00F43215">
        <w:rPr>
          <w:sz w:val="24"/>
          <w:szCs w:val="24"/>
        </w:rPr>
        <w:t>рганизация отдыха, оздоровления и занятости детей в каникулярный период</w:t>
      </w:r>
      <w:r>
        <w:rPr>
          <w:sz w:val="24"/>
          <w:szCs w:val="24"/>
        </w:rPr>
        <w:t>;</w:t>
      </w:r>
    </w:p>
    <w:p w:rsidR="003B5D96" w:rsidRPr="00F43215" w:rsidRDefault="003B5D96" w:rsidP="003B5D96">
      <w:pPr>
        <w:jc w:val="both"/>
        <w:rPr>
          <w:sz w:val="24"/>
          <w:szCs w:val="24"/>
        </w:rPr>
      </w:pPr>
      <w:r>
        <w:rPr>
          <w:sz w:val="24"/>
          <w:szCs w:val="24"/>
        </w:rPr>
        <w:t>- в</w:t>
      </w:r>
      <w:r w:rsidRPr="00F43215">
        <w:rPr>
          <w:sz w:val="24"/>
          <w:szCs w:val="24"/>
        </w:rPr>
        <w:t>заимодействие с органами и учреждениями системы профилактики и правонарушений несовершеннолетних</w:t>
      </w:r>
      <w:r>
        <w:rPr>
          <w:sz w:val="24"/>
          <w:szCs w:val="24"/>
        </w:rPr>
        <w:t>;</w:t>
      </w:r>
    </w:p>
    <w:p w:rsidR="003B5D96" w:rsidRPr="00F43215" w:rsidRDefault="003B5D96" w:rsidP="003B5D96">
      <w:pPr>
        <w:jc w:val="both"/>
        <w:rPr>
          <w:sz w:val="24"/>
          <w:szCs w:val="24"/>
        </w:rPr>
      </w:pPr>
      <w:r>
        <w:rPr>
          <w:sz w:val="24"/>
          <w:szCs w:val="24"/>
        </w:rPr>
        <w:t>- с</w:t>
      </w:r>
      <w:r w:rsidRPr="00F43215">
        <w:rPr>
          <w:sz w:val="24"/>
          <w:szCs w:val="24"/>
        </w:rPr>
        <w:t xml:space="preserve">истема работы с семьями и родителями </w:t>
      </w:r>
      <w:r>
        <w:rPr>
          <w:sz w:val="24"/>
          <w:szCs w:val="24"/>
        </w:rPr>
        <w:t xml:space="preserve">(законными представителями) </w:t>
      </w:r>
      <w:r w:rsidRPr="00F43215">
        <w:rPr>
          <w:sz w:val="24"/>
          <w:szCs w:val="24"/>
        </w:rPr>
        <w:t>несовершеннолетних</w:t>
      </w:r>
      <w:r>
        <w:rPr>
          <w:sz w:val="24"/>
          <w:szCs w:val="24"/>
        </w:rPr>
        <w:t>;</w:t>
      </w:r>
    </w:p>
    <w:p w:rsidR="003B5D96" w:rsidRPr="00F43215" w:rsidRDefault="003B5D96" w:rsidP="003B5D96">
      <w:pPr>
        <w:jc w:val="both"/>
        <w:rPr>
          <w:sz w:val="24"/>
          <w:szCs w:val="24"/>
        </w:rPr>
      </w:pPr>
      <w:r>
        <w:rPr>
          <w:sz w:val="24"/>
          <w:szCs w:val="24"/>
        </w:rPr>
        <w:t>- учет посещения обучающимися</w:t>
      </w:r>
      <w:r w:rsidRPr="00F43215">
        <w:rPr>
          <w:sz w:val="24"/>
          <w:szCs w:val="24"/>
        </w:rPr>
        <w:t xml:space="preserve"> учебных занятий</w:t>
      </w:r>
      <w:r>
        <w:rPr>
          <w:sz w:val="24"/>
          <w:szCs w:val="24"/>
        </w:rPr>
        <w:t>;</w:t>
      </w:r>
    </w:p>
    <w:p w:rsidR="003B5D96" w:rsidRPr="00F43215" w:rsidRDefault="003B5D96" w:rsidP="003B5D96">
      <w:pPr>
        <w:jc w:val="both"/>
        <w:rPr>
          <w:sz w:val="24"/>
          <w:szCs w:val="24"/>
        </w:rPr>
      </w:pPr>
      <w:r>
        <w:rPr>
          <w:sz w:val="24"/>
          <w:szCs w:val="24"/>
        </w:rPr>
        <w:t>- в</w:t>
      </w:r>
      <w:r w:rsidRPr="00F43215">
        <w:rPr>
          <w:sz w:val="24"/>
          <w:szCs w:val="24"/>
        </w:rPr>
        <w:t xml:space="preserve">заимодействие с </w:t>
      </w:r>
      <w:r>
        <w:rPr>
          <w:sz w:val="24"/>
          <w:szCs w:val="24"/>
        </w:rPr>
        <w:t>Т</w:t>
      </w:r>
      <w:r w:rsidRPr="00F43215">
        <w:rPr>
          <w:sz w:val="24"/>
          <w:szCs w:val="24"/>
        </w:rPr>
        <w:t>КДН и ЗП, участковым инспектором</w:t>
      </w:r>
      <w:r>
        <w:rPr>
          <w:sz w:val="24"/>
          <w:szCs w:val="24"/>
        </w:rPr>
        <w:t xml:space="preserve"> и др. субъектами системы профилактики;</w:t>
      </w:r>
    </w:p>
    <w:p w:rsidR="003B5D96" w:rsidRPr="00F43215" w:rsidRDefault="003B5D96" w:rsidP="003B5D96">
      <w:pPr>
        <w:jc w:val="both"/>
        <w:rPr>
          <w:sz w:val="24"/>
          <w:szCs w:val="24"/>
        </w:rPr>
      </w:pPr>
      <w:r>
        <w:rPr>
          <w:sz w:val="24"/>
          <w:szCs w:val="24"/>
        </w:rPr>
        <w:t>- работа</w:t>
      </w:r>
      <w:r w:rsidRPr="00F43215">
        <w:rPr>
          <w:sz w:val="24"/>
          <w:szCs w:val="24"/>
        </w:rPr>
        <w:t xml:space="preserve"> </w:t>
      </w:r>
      <w:r>
        <w:rPr>
          <w:sz w:val="24"/>
          <w:szCs w:val="24"/>
        </w:rPr>
        <w:t xml:space="preserve">школьного </w:t>
      </w:r>
      <w:r w:rsidRPr="00F43215">
        <w:rPr>
          <w:sz w:val="24"/>
          <w:szCs w:val="24"/>
        </w:rPr>
        <w:t>психолога, общественного инспектора по охране прав детей, школьного инспектора по делам несовершеннолетних</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работа школьного С</w:t>
      </w:r>
      <w:r w:rsidRPr="00F43215">
        <w:rPr>
          <w:sz w:val="24"/>
          <w:szCs w:val="24"/>
        </w:rPr>
        <w:t xml:space="preserve">овета </w:t>
      </w:r>
      <w:r>
        <w:rPr>
          <w:sz w:val="24"/>
          <w:szCs w:val="24"/>
        </w:rPr>
        <w:t>по профилактике правонарушений несовершеннолетних;</w:t>
      </w:r>
      <w:r w:rsidRPr="00F43215">
        <w:rPr>
          <w:sz w:val="24"/>
          <w:szCs w:val="24"/>
        </w:rPr>
        <w:t xml:space="preserve"> </w:t>
      </w:r>
    </w:p>
    <w:p w:rsidR="003B5D96" w:rsidRPr="00F43215" w:rsidRDefault="003B5D96" w:rsidP="003B5D96">
      <w:pPr>
        <w:jc w:val="both"/>
        <w:rPr>
          <w:sz w:val="24"/>
          <w:szCs w:val="24"/>
        </w:rPr>
      </w:pPr>
      <w:r>
        <w:rPr>
          <w:sz w:val="24"/>
          <w:szCs w:val="24"/>
        </w:rPr>
        <w:t>- ф</w:t>
      </w:r>
      <w:r w:rsidRPr="00F43215">
        <w:rPr>
          <w:sz w:val="24"/>
          <w:szCs w:val="24"/>
        </w:rPr>
        <w:t>ормы рассмотрения вопросов профилактики безнадзорности</w:t>
      </w:r>
      <w:r>
        <w:rPr>
          <w:sz w:val="24"/>
          <w:szCs w:val="24"/>
        </w:rPr>
        <w:t xml:space="preserve"> и правонарушений несовершеннолетних</w:t>
      </w:r>
      <w:r w:rsidRPr="00F43215">
        <w:rPr>
          <w:sz w:val="24"/>
          <w:szCs w:val="24"/>
        </w:rPr>
        <w:t xml:space="preserve"> (протоколы заседаний, решения по регулированию работы)</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xml:space="preserve">4) </w:t>
      </w:r>
      <w:r w:rsidRPr="00F43215">
        <w:rPr>
          <w:sz w:val="24"/>
          <w:szCs w:val="24"/>
        </w:rPr>
        <w:t>Система контроля работы педагогического коллектива по профилактике безнадзорности и правонарушений несовершеннолетних:</w:t>
      </w:r>
    </w:p>
    <w:p w:rsidR="003B5D96" w:rsidRPr="00F43215" w:rsidRDefault="003B5D96" w:rsidP="003B5D96">
      <w:pPr>
        <w:jc w:val="both"/>
        <w:rPr>
          <w:sz w:val="24"/>
          <w:szCs w:val="24"/>
        </w:rPr>
      </w:pPr>
      <w:r>
        <w:rPr>
          <w:sz w:val="24"/>
          <w:szCs w:val="24"/>
        </w:rPr>
        <w:t xml:space="preserve">- </w:t>
      </w:r>
      <w:r w:rsidRPr="00F43215">
        <w:rPr>
          <w:sz w:val="24"/>
          <w:szCs w:val="24"/>
        </w:rPr>
        <w:t>наличие этих вопросов в структуре внутришкольного контроля</w:t>
      </w:r>
      <w:r>
        <w:rPr>
          <w:sz w:val="24"/>
          <w:szCs w:val="24"/>
        </w:rPr>
        <w:t>;</w:t>
      </w:r>
    </w:p>
    <w:p w:rsidR="003B5D96" w:rsidRPr="00F43215" w:rsidRDefault="003B5D96" w:rsidP="003B5D96">
      <w:pPr>
        <w:jc w:val="both"/>
        <w:rPr>
          <w:sz w:val="24"/>
          <w:szCs w:val="24"/>
        </w:rPr>
      </w:pPr>
      <w:r>
        <w:rPr>
          <w:sz w:val="24"/>
          <w:szCs w:val="24"/>
        </w:rPr>
        <w:t xml:space="preserve">- </w:t>
      </w:r>
      <w:r w:rsidRPr="00F43215">
        <w:rPr>
          <w:sz w:val="24"/>
          <w:szCs w:val="24"/>
        </w:rPr>
        <w:t>наличие программ, вопросов, анкет, тестов и других средств по выявлению эффективности профилактической работы</w:t>
      </w:r>
      <w:r>
        <w:rPr>
          <w:sz w:val="24"/>
          <w:szCs w:val="24"/>
        </w:rPr>
        <w:t>;</w:t>
      </w:r>
    </w:p>
    <w:p w:rsidR="003B5D96" w:rsidRPr="00F43215" w:rsidRDefault="003B5D96" w:rsidP="003B5D96">
      <w:pPr>
        <w:jc w:val="both"/>
        <w:rPr>
          <w:sz w:val="24"/>
          <w:szCs w:val="24"/>
        </w:rPr>
      </w:pPr>
      <w:r>
        <w:rPr>
          <w:sz w:val="24"/>
          <w:szCs w:val="24"/>
        </w:rPr>
        <w:t xml:space="preserve">- </w:t>
      </w:r>
      <w:r w:rsidRPr="00F43215">
        <w:rPr>
          <w:sz w:val="24"/>
          <w:szCs w:val="24"/>
        </w:rPr>
        <w:t>аналитические справки, записки, отчеты, распоряжения по итогам контроля</w:t>
      </w:r>
      <w:r>
        <w:rPr>
          <w:sz w:val="24"/>
          <w:szCs w:val="24"/>
        </w:rPr>
        <w:t>;</w:t>
      </w:r>
    </w:p>
    <w:p w:rsidR="003B5D96" w:rsidRPr="00F43215" w:rsidRDefault="003B5D96" w:rsidP="003B5D96">
      <w:pPr>
        <w:jc w:val="both"/>
        <w:rPr>
          <w:sz w:val="24"/>
          <w:szCs w:val="24"/>
        </w:rPr>
      </w:pPr>
      <w:r>
        <w:rPr>
          <w:sz w:val="24"/>
          <w:szCs w:val="24"/>
        </w:rPr>
        <w:t xml:space="preserve">- </w:t>
      </w:r>
      <w:r w:rsidRPr="00F43215">
        <w:rPr>
          <w:sz w:val="24"/>
          <w:szCs w:val="24"/>
        </w:rPr>
        <w:t>приказы, распоряжения и другие формы управленческих решений по профилактике</w:t>
      </w:r>
      <w:r>
        <w:rPr>
          <w:sz w:val="24"/>
          <w:szCs w:val="24"/>
        </w:rPr>
        <w:t>;</w:t>
      </w:r>
    </w:p>
    <w:p w:rsidR="003B5D96" w:rsidRPr="00F43215" w:rsidRDefault="003B5D96" w:rsidP="003B5D96">
      <w:pPr>
        <w:jc w:val="both"/>
        <w:rPr>
          <w:sz w:val="24"/>
          <w:szCs w:val="24"/>
        </w:rPr>
      </w:pPr>
      <w:r>
        <w:rPr>
          <w:sz w:val="24"/>
          <w:szCs w:val="24"/>
        </w:rPr>
        <w:t xml:space="preserve">- </w:t>
      </w:r>
      <w:r w:rsidRPr="00F43215">
        <w:rPr>
          <w:sz w:val="24"/>
          <w:szCs w:val="24"/>
        </w:rPr>
        <w:t>материалы по контролю</w:t>
      </w:r>
      <w:r>
        <w:rPr>
          <w:sz w:val="24"/>
          <w:szCs w:val="24"/>
        </w:rPr>
        <w:t xml:space="preserve"> и мониторингу обучения обучающихся</w:t>
      </w:r>
      <w:r w:rsidRPr="00F43215">
        <w:rPr>
          <w:sz w:val="24"/>
          <w:szCs w:val="24"/>
        </w:rPr>
        <w:t>, состоящих на внут</w:t>
      </w:r>
      <w:r>
        <w:rPr>
          <w:sz w:val="24"/>
          <w:szCs w:val="24"/>
        </w:rPr>
        <w:t>ришкольном учете, на учете в правоохранительных органах, обучающихся</w:t>
      </w:r>
      <w:r w:rsidRPr="00F43215">
        <w:rPr>
          <w:sz w:val="24"/>
          <w:szCs w:val="24"/>
        </w:rPr>
        <w:t>, систематически пропуск</w:t>
      </w:r>
      <w:r>
        <w:rPr>
          <w:sz w:val="24"/>
          <w:szCs w:val="24"/>
        </w:rPr>
        <w:t>ающих учебные занятия и обучающихся</w:t>
      </w:r>
      <w:r w:rsidRPr="00F43215">
        <w:rPr>
          <w:sz w:val="24"/>
          <w:szCs w:val="24"/>
        </w:rPr>
        <w:t>, имеющих другие риски</w:t>
      </w:r>
      <w:r>
        <w:rPr>
          <w:sz w:val="24"/>
          <w:szCs w:val="24"/>
        </w:rPr>
        <w:t>.</w:t>
      </w:r>
    </w:p>
    <w:p w:rsidR="003B5D96" w:rsidRPr="00F43215" w:rsidRDefault="003B5D96" w:rsidP="003B5D96">
      <w:pPr>
        <w:jc w:val="both"/>
        <w:rPr>
          <w:sz w:val="24"/>
          <w:szCs w:val="24"/>
        </w:rPr>
      </w:pPr>
      <w:r w:rsidRPr="00F43215">
        <w:rPr>
          <w:sz w:val="24"/>
          <w:szCs w:val="24"/>
        </w:rPr>
        <w:t> </w:t>
      </w:r>
      <w:r>
        <w:rPr>
          <w:sz w:val="24"/>
          <w:szCs w:val="24"/>
        </w:rPr>
        <w:t xml:space="preserve">5) </w:t>
      </w:r>
      <w:r w:rsidRPr="00F43215">
        <w:rPr>
          <w:sz w:val="24"/>
          <w:szCs w:val="24"/>
        </w:rPr>
        <w:t>Система методического обеспечения организации профилактики безнадзо</w:t>
      </w:r>
      <w:r>
        <w:rPr>
          <w:sz w:val="24"/>
          <w:szCs w:val="24"/>
        </w:rPr>
        <w:t>рности и правонарушений несовершеннолетних</w:t>
      </w:r>
      <w:r w:rsidRPr="00F43215">
        <w:rPr>
          <w:sz w:val="24"/>
          <w:szCs w:val="24"/>
        </w:rPr>
        <w:t xml:space="preserve">: </w:t>
      </w:r>
    </w:p>
    <w:p w:rsidR="003B5D96" w:rsidRPr="00F43215" w:rsidRDefault="003B5D96" w:rsidP="003B5D96">
      <w:pPr>
        <w:jc w:val="both"/>
        <w:rPr>
          <w:sz w:val="24"/>
          <w:szCs w:val="24"/>
        </w:rPr>
      </w:pPr>
      <w:r>
        <w:rPr>
          <w:sz w:val="24"/>
          <w:szCs w:val="24"/>
        </w:rPr>
        <w:t xml:space="preserve">- </w:t>
      </w:r>
      <w:r w:rsidRPr="00F43215">
        <w:rPr>
          <w:sz w:val="24"/>
          <w:szCs w:val="24"/>
        </w:rPr>
        <w:t>методические рекомендации, сборники, статьи, материалы научно-практических конференций, семинаров, методические разработки, сценарии уроков, классных часов, внеклассных мероприятий, направленные на профилактику асоциальных явлений детей и подростков</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xml:space="preserve">- </w:t>
      </w:r>
      <w:r w:rsidRPr="00F43215">
        <w:rPr>
          <w:sz w:val="24"/>
          <w:szCs w:val="24"/>
        </w:rPr>
        <w:t xml:space="preserve">материалы деятельности школьных методических </w:t>
      </w:r>
      <w:r>
        <w:rPr>
          <w:sz w:val="24"/>
          <w:szCs w:val="24"/>
        </w:rPr>
        <w:t>объединений по обучению обучающихся</w:t>
      </w:r>
      <w:r w:rsidRPr="00F43215">
        <w:rPr>
          <w:sz w:val="24"/>
          <w:szCs w:val="24"/>
        </w:rPr>
        <w:t>, имеющих о</w:t>
      </w:r>
      <w:r>
        <w:rPr>
          <w:sz w:val="24"/>
          <w:szCs w:val="24"/>
        </w:rPr>
        <w:t>тклонения в поведении, здоровье.</w:t>
      </w:r>
    </w:p>
    <w:p w:rsidR="003B5D96" w:rsidRDefault="003B5D96" w:rsidP="003B5D96">
      <w:pPr>
        <w:jc w:val="both"/>
        <w:rPr>
          <w:sz w:val="24"/>
          <w:szCs w:val="24"/>
        </w:rPr>
      </w:pPr>
      <w:r w:rsidRPr="00F43215">
        <w:rPr>
          <w:sz w:val="24"/>
          <w:szCs w:val="24"/>
        </w:rPr>
        <w:t> </w:t>
      </w:r>
    </w:p>
    <w:p w:rsidR="003B5D96" w:rsidRDefault="003B5D96" w:rsidP="003B5D96">
      <w:pPr>
        <w:jc w:val="both"/>
        <w:rPr>
          <w:sz w:val="24"/>
          <w:szCs w:val="24"/>
        </w:rPr>
      </w:pPr>
    </w:p>
    <w:p w:rsidR="003B5D96" w:rsidRDefault="003B5D96" w:rsidP="003B5D96">
      <w:pPr>
        <w:jc w:val="center"/>
        <w:rPr>
          <w:sz w:val="24"/>
          <w:szCs w:val="24"/>
        </w:rPr>
      </w:pPr>
      <w:r w:rsidRPr="00F43215">
        <w:rPr>
          <w:b/>
          <w:bCs/>
          <w:color w:val="000000"/>
          <w:spacing w:val="-4"/>
          <w:sz w:val="24"/>
          <w:szCs w:val="24"/>
        </w:rPr>
        <w:t xml:space="preserve">Критерии оценки деятельности образовательного учреждения </w:t>
      </w:r>
      <w:r w:rsidRPr="00F43215">
        <w:rPr>
          <w:b/>
          <w:bCs/>
          <w:color w:val="000000"/>
          <w:spacing w:val="-2"/>
          <w:sz w:val="24"/>
          <w:szCs w:val="24"/>
        </w:rPr>
        <w:t xml:space="preserve">по профилактике безнадзорности и правонарушений </w:t>
      </w:r>
      <w:r>
        <w:rPr>
          <w:b/>
          <w:bCs/>
          <w:color w:val="000000"/>
          <w:spacing w:val="-2"/>
          <w:sz w:val="24"/>
          <w:szCs w:val="24"/>
        </w:rPr>
        <w:t>несовершеннолетних</w:t>
      </w:r>
    </w:p>
    <w:p w:rsidR="003B5D96" w:rsidRPr="00F43215" w:rsidRDefault="003B5D96" w:rsidP="003B5D96">
      <w:pPr>
        <w:jc w:val="both"/>
        <w:rPr>
          <w:sz w:val="24"/>
          <w:szCs w:val="24"/>
        </w:rPr>
      </w:pPr>
      <w:r w:rsidRPr="00F43215">
        <w:rPr>
          <w:b/>
          <w:bCs/>
          <w:color w:val="000000"/>
          <w:spacing w:val="-5"/>
          <w:sz w:val="24"/>
          <w:szCs w:val="24"/>
        </w:rPr>
        <w:t>Снижение:</w:t>
      </w:r>
    </w:p>
    <w:p w:rsidR="003B5D96" w:rsidRDefault="003B5D96" w:rsidP="003B5D96">
      <w:pPr>
        <w:shd w:val="clear" w:color="auto" w:fill="FFFFFF"/>
        <w:spacing w:line="336" w:lineRule="atLeast"/>
        <w:ind w:left="672"/>
        <w:rPr>
          <w:color w:val="000000"/>
          <w:spacing w:val="-2"/>
          <w:sz w:val="24"/>
          <w:szCs w:val="24"/>
        </w:rPr>
      </w:pPr>
      <w:r>
        <w:rPr>
          <w:color w:val="000000"/>
          <w:spacing w:val="-2"/>
          <w:sz w:val="24"/>
          <w:szCs w:val="24"/>
        </w:rPr>
        <w:t xml:space="preserve">- </w:t>
      </w:r>
      <w:r w:rsidRPr="00F43215">
        <w:rPr>
          <w:color w:val="000000"/>
          <w:spacing w:val="-2"/>
          <w:sz w:val="24"/>
          <w:szCs w:val="24"/>
        </w:rPr>
        <w:t>количества несовершен</w:t>
      </w:r>
      <w:r>
        <w:rPr>
          <w:color w:val="000000"/>
          <w:spacing w:val="-2"/>
          <w:sz w:val="24"/>
          <w:szCs w:val="24"/>
        </w:rPr>
        <w:t>нолетних, состоящих на учете в О</w:t>
      </w:r>
      <w:r w:rsidRPr="00F43215">
        <w:rPr>
          <w:color w:val="000000"/>
          <w:spacing w:val="-2"/>
          <w:sz w:val="24"/>
          <w:szCs w:val="24"/>
        </w:rPr>
        <w:t>ДН;</w:t>
      </w:r>
    </w:p>
    <w:p w:rsidR="003B5D96" w:rsidRPr="00F43215" w:rsidRDefault="003B5D96" w:rsidP="003B5D96">
      <w:pPr>
        <w:shd w:val="clear" w:color="auto" w:fill="FFFFFF"/>
        <w:spacing w:line="336" w:lineRule="atLeast"/>
        <w:ind w:left="672"/>
        <w:rPr>
          <w:sz w:val="24"/>
          <w:szCs w:val="24"/>
        </w:rPr>
      </w:pPr>
      <w:r>
        <w:rPr>
          <w:color w:val="000000"/>
          <w:spacing w:val="-2"/>
          <w:sz w:val="24"/>
          <w:szCs w:val="24"/>
        </w:rPr>
        <w:t xml:space="preserve">- </w:t>
      </w:r>
      <w:r w:rsidRPr="00F43215">
        <w:rPr>
          <w:color w:val="000000"/>
          <w:spacing w:val="-2"/>
          <w:sz w:val="24"/>
          <w:szCs w:val="24"/>
        </w:rPr>
        <w:t>количества несовершеннолетних</w:t>
      </w:r>
      <w:r>
        <w:rPr>
          <w:color w:val="000000"/>
          <w:spacing w:val="-2"/>
          <w:sz w:val="24"/>
          <w:szCs w:val="24"/>
        </w:rPr>
        <w:t>, совершивших преступления;</w:t>
      </w:r>
    </w:p>
    <w:p w:rsidR="003B5D96" w:rsidRPr="00F43215" w:rsidRDefault="003B5D96" w:rsidP="003B5D96">
      <w:pPr>
        <w:shd w:val="clear" w:color="auto" w:fill="FFFFFF"/>
        <w:spacing w:before="10" w:line="336" w:lineRule="atLeast"/>
        <w:ind w:left="672"/>
        <w:rPr>
          <w:sz w:val="24"/>
          <w:szCs w:val="24"/>
        </w:rPr>
      </w:pPr>
      <w:r>
        <w:rPr>
          <w:color w:val="000000"/>
          <w:spacing w:val="-2"/>
          <w:sz w:val="24"/>
          <w:szCs w:val="24"/>
        </w:rPr>
        <w:t>- количества несовершеннолетних, не посещающих школу</w:t>
      </w:r>
      <w:r w:rsidRPr="00F43215">
        <w:rPr>
          <w:color w:val="000000"/>
          <w:spacing w:val="-2"/>
          <w:sz w:val="24"/>
          <w:szCs w:val="24"/>
        </w:rPr>
        <w:t>;</w:t>
      </w:r>
    </w:p>
    <w:p w:rsidR="003B5D96" w:rsidRDefault="003B5D96" w:rsidP="003B5D96">
      <w:pPr>
        <w:shd w:val="clear" w:color="auto" w:fill="FFFFFF"/>
        <w:spacing w:before="29"/>
        <w:ind w:left="672"/>
        <w:rPr>
          <w:sz w:val="24"/>
          <w:szCs w:val="24"/>
        </w:rPr>
      </w:pPr>
      <w:r>
        <w:rPr>
          <w:color w:val="000000"/>
          <w:spacing w:val="-1"/>
          <w:sz w:val="24"/>
          <w:szCs w:val="24"/>
        </w:rPr>
        <w:t xml:space="preserve">- </w:t>
      </w:r>
      <w:r w:rsidRPr="00F43215">
        <w:rPr>
          <w:color w:val="000000"/>
          <w:spacing w:val="-1"/>
          <w:sz w:val="24"/>
          <w:szCs w:val="24"/>
        </w:rPr>
        <w:t>количества учащихся, систематически пропускающих учебные</w:t>
      </w:r>
      <w:r>
        <w:rPr>
          <w:sz w:val="24"/>
          <w:szCs w:val="24"/>
        </w:rPr>
        <w:t xml:space="preserve"> </w:t>
      </w:r>
      <w:r>
        <w:rPr>
          <w:color w:val="000000"/>
          <w:spacing w:val="-3"/>
          <w:sz w:val="24"/>
          <w:szCs w:val="24"/>
        </w:rPr>
        <w:t>занятия без уважительных причин</w:t>
      </w:r>
      <w:r w:rsidRPr="00F43215">
        <w:rPr>
          <w:color w:val="000000"/>
          <w:spacing w:val="-3"/>
          <w:sz w:val="24"/>
          <w:szCs w:val="24"/>
        </w:rPr>
        <w:t>.</w:t>
      </w:r>
    </w:p>
    <w:p w:rsidR="003B5D96" w:rsidRPr="00F43215" w:rsidRDefault="003B5D96" w:rsidP="003B5D96">
      <w:pPr>
        <w:shd w:val="clear" w:color="auto" w:fill="FFFFFF"/>
        <w:spacing w:before="29"/>
        <w:rPr>
          <w:sz w:val="24"/>
          <w:szCs w:val="24"/>
        </w:rPr>
      </w:pPr>
      <w:r w:rsidRPr="00F43215">
        <w:rPr>
          <w:b/>
          <w:bCs/>
          <w:color w:val="000000"/>
          <w:spacing w:val="-3"/>
          <w:sz w:val="24"/>
          <w:szCs w:val="24"/>
        </w:rPr>
        <w:t>Увеличение:</w:t>
      </w:r>
    </w:p>
    <w:p w:rsidR="003B5D96" w:rsidRPr="00F43215" w:rsidRDefault="003B5D96" w:rsidP="003B5D96">
      <w:pPr>
        <w:shd w:val="clear" w:color="auto" w:fill="FFFFFF"/>
        <w:spacing w:before="24" w:line="312" w:lineRule="atLeast"/>
        <w:ind w:left="62" w:firstLine="710"/>
        <w:rPr>
          <w:sz w:val="24"/>
          <w:szCs w:val="24"/>
        </w:rPr>
      </w:pPr>
      <w:r>
        <w:rPr>
          <w:color w:val="000000"/>
          <w:spacing w:val="7"/>
          <w:sz w:val="24"/>
          <w:szCs w:val="24"/>
        </w:rPr>
        <w:t>- охвата обучающихся</w:t>
      </w:r>
      <w:r w:rsidRPr="00F43215">
        <w:rPr>
          <w:color w:val="000000"/>
          <w:spacing w:val="7"/>
          <w:sz w:val="24"/>
          <w:szCs w:val="24"/>
        </w:rPr>
        <w:t>, находящихся в трудной</w:t>
      </w:r>
      <w:r w:rsidRPr="00F43215">
        <w:rPr>
          <w:color w:val="000000"/>
          <w:spacing w:val="7"/>
          <w:sz w:val="24"/>
          <w:szCs w:val="24"/>
        </w:rPr>
        <w:br/>
      </w:r>
      <w:r w:rsidRPr="00F43215">
        <w:rPr>
          <w:color w:val="000000"/>
          <w:spacing w:val="2"/>
          <w:sz w:val="24"/>
          <w:szCs w:val="24"/>
        </w:rPr>
        <w:t>жизненной ситуации, дополнительным образованием</w:t>
      </w:r>
      <w:r>
        <w:rPr>
          <w:color w:val="000000"/>
          <w:spacing w:val="2"/>
          <w:sz w:val="24"/>
          <w:szCs w:val="24"/>
        </w:rPr>
        <w:t>,</w:t>
      </w:r>
      <w:r w:rsidRPr="00F43215">
        <w:rPr>
          <w:color w:val="000000"/>
          <w:spacing w:val="2"/>
          <w:sz w:val="24"/>
          <w:szCs w:val="24"/>
        </w:rPr>
        <w:t> в том числе в</w:t>
      </w:r>
      <w:r w:rsidRPr="00F43215">
        <w:rPr>
          <w:color w:val="000000"/>
          <w:spacing w:val="2"/>
          <w:sz w:val="24"/>
          <w:szCs w:val="24"/>
        </w:rPr>
        <w:br/>
      </w:r>
      <w:r w:rsidRPr="00F43215">
        <w:rPr>
          <w:color w:val="000000"/>
          <w:sz w:val="24"/>
          <w:szCs w:val="24"/>
        </w:rPr>
        <w:t>общеобразовательных учреждениях и в учреждениях дополнительного</w:t>
      </w:r>
      <w:r w:rsidRPr="00F43215">
        <w:rPr>
          <w:color w:val="000000"/>
          <w:sz w:val="24"/>
          <w:szCs w:val="24"/>
        </w:rPr>
        <w:br/>
      </w:r>
      <w:r w:rsidRPr="00F43215">
        <w:rPr>
          <w:color w:val="000000"/>
          <w:spacing w:val="-3"/>
          <w:sz w:val="24"/>
          <w:szCs w:val="24"/>
        </w:rPr>
        <w:t>образования</w:t>
      </w:r>
      <w:r>
        <w:rPr>
          <w:color w:val="000000"/>
          <w:spacing w:val="-3"/>
          <w:sz w:val="24"/>
          <w:szCs w:val="24"/>
        </w:rPr>
        <w:t xml:space="preserve"> детей</w:t>
      </w:r>
      <w:r w:rsidRPr="00F43215">
        <w:rPr>
          <w:color w:val="000000"/>
          <w:spacing w:val="-3"/>
          <w:sz w:val="24"/>
          <w:szCs w:val="24"/>
        </w:rPr>
        <w:t>;</w:t>
      </w:r>
    </w:p>
    <w:p w:rsidR="003B5D96" w:rsidRDefault="003B5D96" w:rsidP="003B5D96">
      <w:pPr>
        <w:shd w:val="clear" w:color="auto" w:fill="FFFFFF"/>
        <w:spacing w:before="29" w:line="317" w:lineRule="atLeast"/>
        <w:ind w:left="62" w:firstLine="710"/>
        <w:rPr>
          <w:color w:val="000000"/>
          <w:spacing w:val="4"/>
          <w:sz w:val="24"/>
          <w:szCs w:val="24"/>
        </w:rPr>
      </w:pPr>
      <w:r>
        <w:rPr>
          <w:color w:val="000000"/>
          <w:spacing w:val="6"/>
          <w:sz w:val="24"/>
          <w:szCs w:val="24"/>
        </w:rPr>
        <w:t xml:space="preserve">- </w:t>
      </w:r>
      <w:r w:rsidRPr="00F43215">
        <w:rPr>
          <w:color w:val="000000"/>
          <w:spacing w:val="6"/>
          <w:sz w:val="24"/>
          <w:szCs w:val="24"/>
        </w:rPr>
        <w:t>количества детей, находящихся в трудной жизненной ситуации,</w:t>
      </w:r>
      <w:r w:rsidRPr="00F43215">
        <w:rPr>
          <w:color w:val="000000"/>
          <w:spacing w:val="6"/>
          <w:sz w:val="24"/>
          <w:szCs w:val="24"/>
        </w:rPr>
        <w:br/>
      </w:r>
      <w:r w:rsidRPr="00F43215">
        <w:rPr>
          <w:color w:val="000000"/>
          <w:spacing w:val="4"/>
          <w:sz w:val="24"/>
          <w:szCs w:val="24"/>
        </w:rPr>
        <w:t xml:space="preserve">занятых в </w:t>
      </w:r>
      <w:r w:rsidRPr="00F43215">
        <w:rPr>
          <w:color w:val="000000"/>
          <w:sz w:val="24"/>
          <w:szCs w:val="24"/>
        </w:rPr>
        <w:t>детских обществ</w:t>
      </w:r>
      <w:r>
        <w:rPr>
          <w:color w:val="000000"/>
          <w:sz w:val="24"/>
          <w:szCs w:val="24"/>
        </w:rPr>
        <w:t xml:space="preserve">енных объединениях различной </w:t>
      </w:r>
      <w:r w:rsidRPr="00F43215">
        <w:rPr>
          <w:color w:val="000000"/>
          <w:spacing w:val="-3"/>
          <w:sz w:val="24"/>
          <w:szCs w:val="24"/>
        </w:rPr>
        <w:t>направленности.</w:t>
      </w:r>
    </w:p>
    <w:p w:rsidR="003B5D96" w:rsidRPr="00837E19" w:rsidRDefault="003B5D96" w:rsidP="003B5D96">
      <w:pPr>
        <w:shd w:val="clear" w:color="auto" w:fill="FFFFFF"/>
        <w:spacing w:before="29" w:line="317" w:lineRule="atLeast"/>
        <w:rPr>
          <w:color w:val="000000"/>
          <w:spacing w:val="4"/>
          <w:sz w:val="24"/>
          <w:szCs w:val="24"/>
        </w:rPr>
      </w:pPr>
      <w:r w:rsidRPr="00F43215">
        <w:rPr>
          <w:b/>
          <w:bCs/>
          <w:color w:val="000000"/>
          <w:spacing w:val="-4"/>
          <w:sz w:val="24"/>
          <w:szCs w:val="24"/>
        </w:rPr>
        <w:t>Наличие:</w:t>
      </w:r>
    </w:p>
    <w:p w:rsidR="003B5D96" w:rsidRPr="00F43215" w:rsidRDefault="003B5D96" w:rsidP="003B5D96">
      <w:pPr>
        <w:shd w:val="clear" w:color="auto" w:fill="FFFFFF"/>
        <w:spacing w:before="5" w:line="326" w:lineRule="atLeast"/>
        <w:ind w:left="62" w:firstLine="710"/>
        <w:rPr>
          <w:sz w:val="24"/>
          <w:szCs w:val="24"/>
        </w:rPr>
      </w:pPr>
      <w:r>
        <w:rPr>
          <w:color w:val="000000"/>
          <w:spacing w:val="10"/>
          <w:sz w:val="24"/>
          <w:szCs w:val="24"/>
        </w:rPr>
        <w:t xml:space="preserve">- </w:t>
      </w:r>
      <w:r w:rsidRPr="00F43215">
        <w:rPr>
          <w:color w:val="000000"/>
          <w:spacing w:val="10"/>
          <w:sz w:val="24"/>
          <w:szCs w:val="24"/>
        </w:rPr>
        <w:t>в учебных планах школ факультативов или элективных курс</w:t>
      </w:r>
      <w:r>
        <w:rPr>
          <w:color w:val="000000"/>
          <w:spacing w:val="10"/>
          <w:sz w:val="24"/>
          <w:szCs w:val="24"/>
        </w:rPr>
        <w:t>ов,</w:t>
      </w:r>
      <w:r w:rsidRPr="00F43215">
        <w:rPr>
          <w:color w:val="000000"/>
          <w:spacing w:val="10"/>
          <w:sz w:val="24"/>
          <w:szCs w:val="24"/>
        </w:rPr>
        <w:br/>
      </w:r>
      <w:r w:rsidRPr="00F43215">
        <w:rPr>
          <w:color w:val="000000"/>
          <w:spacing w:val="-3"/>
          <w:sz w:val="24"/>
          <w:szCs w:val="24"/>
        </w:rPr>
        <w:t>направленных на более успешную социализацию обучающихся;</w:t>
      </w:r>
      <w:r w:rsidRPr="00F43215">
        <w:rPr>
          <w:color w:val="000000"/>
          <w:sz w:val="24"/>
          <w:szCs w:val="24"/>
        </w:rPr>
        <w:t> </w:t>
      </w:r>
    </w:p>
    <w:p w:rsidR="003B5D96" w:rsidRPr="00F43215" w:rsidRDefault="003B5D96" w:rsidP="003B5D96">
      <w:pPr>
        <w:shd w:val="clear" w:color="auto" w:fill="FFFFFF"/>
        <w:spacing w:before="29" w:line="312" w:lineRule="atLeast"/>
        <w:ind w:left="62" w:firstLine="710"/>
        <w:rPr>
          <w:sz w:val="24"/>
          <w:szCs w:val="24"/>
        </w:rPr>
      </w:pPr>
      <w:r>
        <w:rPr>
          <w:color w:val="000000"/>
          <w:spacing w:val="-1"/>
          <w:sz w:val="24"/>
          <w:szCs w:val="24"/>
        </w:rPr>
        <w:t xml:space="preserve">- </w:t>
      </w:r>
      <w:r w:rsidRPr="00F43215">
        <w:rPr>
          <w:color w:val="000000"/>
          <w:spacing w:val="-1"/>
          <w:sz w:val="24"/>
          <w:szCs w:val="24"/>
        </w:rPr>
        <w:t>образовательных программ, направленных на формирование</w:t>
      </w:r>
      <w:r w:rsidRPr="00F43215">
        <w:rPr>
          <w:color w:val="000000"/>
          <w:spacing w:val="-1"/>
          <w:sz w:val="24"/>
          <w:szCs w:val="24"/>
        </w:rPr>
        <w:br/>
        <w:t>здорового образа жизни у детей;</w:t>
      </w:r>
    </w:p>
    <w:p w:rsidR="003B5D96" w:rsidRPr="00F43215" w:rsidRDefault="003B5D96" w:rsidP="003B5D96">
      <w:pPr>
        <w:shd w:val="clear" w:color="auto" w:fill="FFFFFF"/>
        <w:spacing w:before="19" w:line="326" w:lineRule="atLeast"/>
        <w:ind w:left="62" w:firstLine="710"/>
        <w:rPr>
          <w:sz w:val="24"/>
          <w:szCs w:val="24"/>
        </w:rPr>
      </w:pPr>
      <w:r>
        <w:rPr>
          <w:color w:val="000000"/>
          <w:spacing w:val="2"/>
          <w:sz w:val="24"/>
          <w:szCs w:val="24"/>
        </w:rPr>
        <w:t xml:space="preserve">- </w:t>
      </w:r>
      <w:r w:rsidRPr="00F43215">
        <w:rPr>
          <w:color w:val="000000"/>
          <w:spacing w:val="2"/>
          <w:sz w:val="24"/>
          <w:szCs w:val="24"/>
        </w:rPr>
        <w:t>образовательных программ по профилактике асоциального</w:t>
      </w:r>
      <w:r w:rsidRPr="00F43215">
        <w:rPr>
          <w:color w:val="000000"/>
          <w:spacing w:val="2"/>
          <w:sz w:val="24"/>
          <w:szCs w:val="24"/>
        </w:rPr>
        <w:br/>
      </w:r>
      <w:r w:rsidRPr="00F43215">
        <w:rPr>
          <w:color w:val="000000"/>
          <w:spacing w:val="-1"/>
          <w:sz w:val="24"/>
          <w:szCs w:val="24"/>
        </w:rPr>
        <w:t>поведения и формированию законопослушного поведения;</w:t>
      </w:r>
    </w:p>
    <w:p w:rsidR="003B5D96" w:rsidRPr="00F43215" w:rsidRDefault="003B5D96" w:rsidP="003B5D96">
      <w:pPr>
        <w:shd w:val="clear" w:color="auto" w:fill="FFFFFF"/>
        <w:spacing w:before="10" w:line="326" w:lineRule="atLeast"/>
        <w:ind w:left="62" w:firstLine="710"/>
        <w:rPr>
          <w:sz w:val="24"/>
          <w:szCs w:val="24"/>
        </w:rPr>
      </w:pPr>
      <w:r>
        <w:rPr>
          <w:color w:val="000000"/>
          <w:sz w:val="24"/>
          <w:szCs w:val="24"/>
        </w:rPr>
        <w:t xml:space="preserve">- </w:t>
      </w:r>
      <w:r w:rsidRPr="00F43215">
        <w:rPr>
          <w:color w:val="000000"/>
          <w:sz w:val="24"/>
          <w:szCs w:val="24"/>
        </w:rPr>
        <w:t>образовательных программ дополнительного образования для</w:t>
      </w:r>
      <w:r w:rsidRPr="00F43215">
        <w:rPr>
          <w:color w:val="000000"/>
          <w:sz w:val="24"/>
          <w:szCs w:val="24"/>
        </w:rPr>
        <w:br/>
      </w:r>
      <w:r w:rsidRPr="00F43215">
        <w:rPr>
          <w:color w:val="000000"/>
          <w:spacing w:val="-1"/>
          <w:sz w:val="24"/>
          <w:szCs w:val="24"/>
        </w:rPr>
        <w:t>детей, находящихся в трудной жизненной ситуации.</w:t>
      </w:r>
    </w:p>
    <w:p w:rsidR="003B5D96" w:rsidRDefault="003B5D96" w:rsidP="003B5D96">
      <w:pPr>
        <w:jc w:val="both"/>
        <w:rPr>
          <w:b/>
          <w:bCs/>
          <w:sz w:val="24"/>
          <w:szCs w:val="24"/>
        </w:rPr>
      </w:pPr>
    </w:p>
    <w:p w:rsidR="003B5D96" w:rsidRDefault="003B5D96" w:rsidP="003B5D96">
      <w:pPr>
        <w:ind w:firstLine="708"/>
        <w:jc w:val="both"/>
        <w:rPr>
          <w:sz w:val="24"/>
          <w:szCs w:val="24"/>
        </w:rPr>
      </w:pPr>
      <w:r w:rsidRPr="00F43215">
        <w:rPr>
          <w:sz w:val="24"/>
          <w:szCs w:val="24"/>
        </w:rPr>
        <w:t xml:space="preserve">Вышеизложенные подходы к систематизации деятельности по профилактике безнадзорности и правонарушений несовершеннолетних могут использоваться в практической работе </w:t>
      </w:r>
      <w:r>
        <w:rPr>
          <w:sz w:val="24"/>
          <w:szCs w:val="24"/>
        </w:rPr>
        <w:t>муниципальных обще</w:t>
      </w:r>
      <w:r w:rsidRPr="00F43215">
        <w:rPr>
          <w:sz w:val="24"/>
          <w:szCs w:val="24"/>
        </w:rPr>
        <w:t xml:space="preserve">образовательных учреждений. </w:t>
      </w:r>
    </w:p>
    <w:p w:rsidR="003B5D96" w:rsidRPr="00F43215" w:rsidRDefault="003B5D96" w:rsidP="003B5D96">
      <w:pPr>
        <w:ind w:firstLine="709"/>
        <w:jc w:val="both"/>
        <w:rPr>
          <w:sz w:val="24"/>
          <w:szCs w:val="24"/>
        </w:rPr>
      </w:pPr>
      <w:r w:rsidRPr="00F43215">
        <w:rPr>
          <w:sz w:val="24"/>
          <w:szCs w:val="24"/>
        </w:rPr>
        <w:t>Выполнение их позволит в значительной мере упорядочить документацию, конкретизировать действия и повысить их эффективность в вопросах профилактики детской безнадзорности и правонарушений.</w:t>
      </w:r>
    </w:p>
    <w:p w:rsidR="003B5D96" w:rsidRPr="00F43215" w:rsidRDefault="003B5D96" w:rsidP="003B5D96">
      <w:pPr>
        <w:rPr>
          <w:sz w:val="24"/>
          <w:szCs w:val="24"/>
        </w:rPr>
      </w:pPr>
      <w:r w:rsidRPr="00F43215">
        <w:rPr>
          <w:b/>
          <w:bCs/>
          <w:sz w:val="24"/>
          <w:szCs w:val="24"/>
        </w:rPr>
        <w:t xml:space="preserve">Межведомственное взаимодействие с органами и учреждениями </w:t>
      </w:r>
    </w:p>
    <w:p w:rsidR="003B5D96" w:rsidRPr="00F43215" w:rsidRDefault="003B5D96" w:rsidP="003B5D96">
      <w:pPr>
        <w:rPr>
          <w:sz w:val="24"/>
          <w:szCs w:val="24"/>
        </w:rPr>
      </w:pPr>
      <w:r w:rsidRPr="00F43215">
        <w:rPr>
          <w:b/>
          <w:bCs/>
          <w:sz w:val="24"/>
          <w:szCs w:val="24"/>
        </w:rPr>
        <w:t xml:space="preserve">системы профилактики безнадзорности и правонарушений несовершеннолетних </w:t>
      </w:r>
    </w:p>
    <w:p w:rsidR="003B5D96" w:rsidRPr="00F43215" w:rsidRDefault="003B5D96" w:rsidP="003B5D96">
      <w:pPr>
        <w:ind w:firstLine="283"/>
        <w:jc w:val="both"/>
        <w:rPr>
          <w:sz w:val="24"/>
          <w:szCs w:val="24"/>
        </w:rPr>
      </w:pPr>
      <w:r w:rsidRPr="00F43215">
        <w:rPr>
          <w:sz w:val="24"/>
          <w:szCs w:val="24"/>
        </w:rPr>
        <w:t> </w:t>
      </w:r>
    </w:p>
    <w:p w:rsidR="003B5D96" w:rsidRPr="00F43215" w:rsidRDefault="003B5D96" w:rsidP="003B5D96">
      <w:pPr>
        <w:ind w:firstLine="540"/>
        <w:jc w:val="both"/>
        <w:rPr>
          <w:sz w:val="24"/>
          <w:szCs w:val="24"/>
        </w:rPr>
      </w:pPr>
      <w:r w:rsidRPr="00F43215">
        <w:rPr>
          <w:sz w:val="24"/>
          <w:szCs w:val="24"/>
        </w:rPr>
        <w:t>В соответствии с Федеральным законом «Об основах системы профилактики безнадзорности и правонарушений несовершеннолетних</w:t>
      </w:r>
      <w:r>
        <w:rPr>
          <w:sz w:val="24"/>
          <w:szCs w:val="24"/>
        </w:rPr>
        <w:t>» общеобразовательные учреждения являются субъектом</w:t>
      </w:r>
      <w:r w:rsidRPr="00F43215">
        <w:rPr>
          <w:sz w:val="24"/>
          <w:szCs w:val="24"/>
        </w:rPr>
        <w:t xml:space="preserve"> системы профилактики и призваны организовывать взаимодействие с остальными участниками этой работы.</w:t>
      </w:r>
    </w:p>
    <w:p w:rsidR="003B5D96" w:rsidRPr="00F43215" w:rsidRDefault="003B5D96" w:rsidP="003B5D96">
      <w:pPr>
        <w:ind w:firstLine="540"/>
        <w:jc w:val="both"/>
        <w:rPr>
          <w:sz w:val="24"/>
          <w:szCs w:val="24"/>
        </w:rPr>
      </w:pPr>
      <w:r w:rsidRPr="00F43215">
        <w:rPr>
          <w:sz w:val="24"/>
          <w:szCs w:val="24"/>
        </w:rPr>
        <w:t> </w:t>
      </w:r>
    </w:p>
    <w:p w:rsidR="003B5D96" w:rsidRPr="00F43215" w:rsidRDefault="003B5D96" w:rsidP="003B5D96">
      <w:pPr>
        <w:ind w:firstLine="540"/>
        <w:jc w:val="both"/>
        <w:rPr>
          <w:sz w:val="24"/>
          <w:szCs w:val="24"/>
        </w:rPr>
      </w:pPr>
      <w:r w:rsidRPr="00837E19">
        <w:rPr>
          <w:b/>
          <w:sz w:val="24"/>
          <w:szCs w:val="24"/>
        </w:rPr>
        <w:t>Муниципальные общеобразовательные учреждения взаимодействуют</w:t>
      </w:r>
      <w:r w:rsidRPr="00F43215">
        <w:rPr>
          <w:sz w:val="24"/>
          <w:szCs w:val="24"/>
        </w:rPr>
        <w:t>:</w:t>
      </w:r>
    </w:p>
    <w:p w:rsidR="003B5D96" w:rsidRPr="00F43215" w:rsidRDefault="003B5D96" w:rsidP="003B5D96">
      <w:pPr>
        <w:jc w:val="both"/>
        <w:rPr>
          <w:sz w:val="24"/>
          <w:szCs w:val="24"/>
        </w:rPr>
      </w:pPr>
      <w:r>
        <w:rPr>
          <w:sz w:val="24"/>
          <w:szCs w:val="24"/>
          <w:u w:val="single"/>
        </w:rPr>
        <w:t xml:space="preserve">1) </w:t>
      </w:r>
      <w:r w:rsidRPr="00F43215">
        <w:rPr>
          <w:sz w:val="24"/>
          <w:szCs w:val="24"/>
          <w:u w:val="single"/>
        </w:rPr>
        <w:t>С органами исполнительной и представительной власти муниципального уровня:</w:t>
      </w:r>
    </w:p>
    <w:p w:rsidR="003B5D96" w:rsidRPr="00F43215" w:rsidRDefault="003B5D96" w:rsidP="003B5D96">
      <w:pPr>
        <w:jc w:val="both"/>
        <w:rPr>
          <w:sz w:val="24"/>
          <w:szCs w:val="24"/>
        </w:rPr>
      </w:pPr>
      <w:r>
        <w:rPr>
          <w:sz w:val="24"/>
          <w:szCs w:val="24"/>
        </w:rPr>
        <w:t>- а</w:t>
      </w:r>
      <w:r w:rsidRPr="00F43215">
        <w:rPr>
          <w:sz w:val="24"/>
          <w:szCs w:val="24"/>
        </w:rPr>
        <w:t>дминистрация муниципального образования</w:t>
      </w:r>
      <w:r>
        <w:rPr>
          <w:sz w:val="24"/>
          <w:szCs w:val="24"/>
        </w:rPr>
        <w:t>;</w:t>
      </w:r>
    </w:p>
    <w:p w:rsidR="003B5D96" w:rsidRPr="00F43215" w:rsidRDefault="003B5D96" w:rsidP="003B5D96">
      <w:pPr>
        <w:jc w:val="both"/>
        <w:rPr>
          <w:sz w:val="24"/>
          <w:szCs w:val="24"/>
        </w:rPr>
      </w:pPr>
      <w:r>
        <w:rPr>
          <w:sz w:val="24"/>
          <w:szCs w:val="24"/>
        </w:rPr>
        <w:t>- территориальный</w:t>
      </w:r>
      <w:r w:rsidRPr="00F43215">
        <w:rPr>
          <w:sz w:val="24"/>
          <w:szCs w:val="24"/>
        </w:rPr>
        <w:t xml:space="preserve"> орган социальной защиты населения</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w:t>
      </w:r>
      <w:r>
        <w:rPr>
          <w:sz w:val="24"/>
          <w:szCs w:val="24"/>
        </w:rPr>
        <w:t>иципальный орган образования;</w:t>
      </w:r>
    </w:p>
    <w:p w:rsidR="003B5D96" w:rsidRPr="00F43215" w:rsidRDefault="003B5D96" w:rsidP="003B5D96">
      <w:pPr>
        <w:jc w:val="both"/>
        <w:rPr>
          <w:sz w:val="24"/>
          <w:szCs w:val="24"/>
        </w:rPr>
      </w:pPr>
      <w:r>
        <w:rPr>
          <w:sz w:val="24"/>
          <w:szCs w:val="24"/>
        </w:rPr>
        <w:t>- м</w:t>
      </w:r>
      <w:r w:rsidRPr="00F43215">
        <w:rPr>
          <w:sz w:val="24"/>
          <w:szCs w:val="24"/>
        </w:rPr>
        <w:t>униципальный орган здравоохранения</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униципальные органы внутренних дел</w:t>
      </w:r>
      <w:r>
        <w:rPr>
          <w:sz w:val="24"/>
          <w:szCs w:val="24"/>
        </w:rPr>
        <w:t>;</w:t>
      </w:r>
    </w:p>
    <w:p w:rsidR="003B5D96" w:rsidRPr="00F43215" w:rsidRDefault="003B5D96" w:rsidP="003B5D96">
      <w:pPr>
        <w:jc w:val="both"/>
        <w:rPr>
          <w:sz w:val="24"/>
          <w:szCs w:val="24"/>
        </w:rPr>
      </w:pPr>
      <w:r>
        <w:rPr>
          <w:sz w:val="24"/>
          <w:szCs w:val="24"/>
        </w:rPr>
        <w:t>- р</w:t>
      </w:r>
      <w:r w:rsidRPr="00F43215">
        <w:rPr>
          <w:sz w:val="24"/>
          <w:szCs w:val="24"/>
        </w:rPr>
        <w:t>айонный (городской) суд</w:t>
      </w:r>
      <w:r>
        <w:rPr>
          <w:sz w:val="24"/>
          <w:szCs w:val="24"/>
        </w:rPr>
        <w:t>;</w:t>
      </w:r>
    </w:p>
    <w:p w:rsidR="003B5D96" w:rsidRPr="00F43215" w:rsidRDefault="003B5D96" w:rsidP="003B5D96">
      <w:pPr>
        <w:jc w:val="both"/>
        <w:rPr>
          <w:sz w:val="24"/>
          <w:szCs w:val="24"/>
        </w:rPr>
      </w:pPr>
      <w:r>
        <w:rPr>
          <w:sz w:val="24"/>
          <w:szCs w:val="24"/>
        </w:rPr>
        <w:t>- р</w:t>
      </w:r>
      <w:r w:rsidRPr="00F43215">
        <w:rPr>
          <w:sz w:val="24"/>
          <w:szCs w:val="24"/>
        </w:rPr>
        <w:t>айонная (городская) прокуратура</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униципальный орган занятости населения</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униципальный орган по физической культуре, спорту и туризму</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униципальный орган культуры</w:t>
      </w:r>
      <w:r>
        <w:rPr>
          <w:sz w:val="24"/>
          <w:szCs w:val="24"/>
        </w:rPr>
        <w:t>.</w:t>
      </w:r>
    </w:p>
    <w:p w:rsidR="003B5D96" w:rsidRDefault="003B5D96" w:rsidP="003B5D96">
      <w:pPr>
        <w:jc w:val="both"/>
        <w:rPr>
          <w:sz w:val="24"/>
          <w:szCs w:val="24"/>
        </w:rPr>
      </w:pPr>
    </w:p>
    <w:p w:rsidR="003B5D96" w:rsidRPr="00F43215" w:rsidRDefault="003B5D96" w:rsidP="003B5D96">
      <w:pPr>
        <w:jc w:val="both"/>
        <w:rPr>
          <w:sz w:val="24"/>
          <w:szCs w:val="24"/>
        </w:rPr>
      </w:pPr>
      <w:r>
        <w:rPr>
          <w:sz w:val="24"/>
          <w:szCs w:val="24"/>
        </w:rPr>
        <w:t xml:space="preserve">2) </w:t>
      </w:r>
      <w:r w:rsidRPr="00F43215">
        <w:rPr>
          <w:sz w:val="24"/>
          <w:szCs w:val="24"/>
          <w:u w:val="single"/>
        </w:rPr>
        <w:t>С межведомственными комиссиями:</w:t>
      </w:r>
    </w:p>
    <w:p w:rsidR="003B5D96" w:rsidRPr="00F43215" w:rsidRDefault="003B5D96" w:rsidP="003B5D96">
      <w:pPr>
        <w:jc w:val="both"/>
        <w:rPr>
          <w:sz w:val="24"/>
          <w:szCs w:val="24"/>
        </w:rPr>
      </w:pPr>
      <w:r>
        <w:rPr>
          <w:sz w:val="24"/>
          <w:szCs w:val="24"/>
        </w:rPr>
        <w:t>- территориальная</w:t>
      </w:r>
      <w:r w:rsidRPr="00F43215">
        <w:rPr>
          <w:sz w:val="24"/>
          <w:szCs w:val="24"/>
        </w:rPr>
        <w:t xml:space="preserve"> комиссия по делам несовершеннолетних и защите их прав</w:t>
      </w:r>
      <w:r>
        <w:rPr>
          <w:sz w:val="24"/>
          <w:szCs w:val="24"/>
        </w:rPr>
        <w:t>;</w:t>
      </w:r>
    </w:p>
    <w:p w:rsidR="003B5D96" w:rsidRPr="00F43215" w:rsidRDefault="003B5D96" w:rsidP="003B5D96">
      <w:pPr>
        <w:jc w:val="both"/>
        <w:rPr>
          <w:sz w:val="24"/>
          <w:szCs w:val="24"/>
        </w:rPr>
      </w:pPr>
      <w:r>
        <w:rPr>
          <w:sz w:val="24"/>
          <w:szCs w:val="24"/>
        </w:rPr>
        <w:t>- м</w:t>
      </w:r>
      <w:r w:rsidRPr="00F43215">
        <w:rPr>
          <w:sz w:val="24"/>
          <w:szCs w:val="24"/>
        </w:rPr>
        <w:t>униципальная комиссия п</w:t>
      </w:r>
      <w:r>
        <w:rPr>
          <w:sz w:val="24"/>
          <w:szCs w:val="24"/>
        </w:rPr>
        <w:t xml:space="preserve">о </w:t>
      </w:r>
      <w:r w:rsidRPr="00F43215">
        <w:rPr>
          <w:sz w:val="24"/>
          <w:szCs w:val="24"/>
        </w:rPr>
        <w:t>профилактике правонарушений</w:t>
      </w:r>
      <w:r>
        <w:rPr>
          <w:sz w:val="24"/>
          <w:szCs w:val="24"/>
        </w:rPr>
        <w:t>;</w:t>
      </w:r>
      <w:r w:rsidRPr="00F43215">
        <w:rPr>
          <w:sz w:val="24"/>
          <w:szCs w:val="24"/>
        </w:rPr>
        <w:t xml:space="preserve"> </w:t>
      </w:r>
    </w:p>
    <w:p w:rsidR="003B5D96" w:rsidRPr="00F43215" w:rsidRDefault="003B5D96" w:rsidP="003B5D96">
      <w:pPr>
        <w:jc w:val="both"/>
        <w:rPr>
          <w:sz w:val="24"/>
          <w:szCs w:val="24"/>
        </w:rPr>
      </w:pPr>
      <w:r>
        <w:rPr>
          <w:sz w:val="24"/>
          <w:szCs w:val="24"/>
        </w:rPr>
        <w:t>- м</w:t>
      </w:r>
      <w:r w:rsidRPr="00F43215">
        <w:rPr>
          <w:sz w:val="24"/>
          <w:szCs w:val="24"/>
        </w:rPr>
        <w:t>униципальная комиссия по организации отдыха, оздоровления и занятости детей в каникулярное время</w:t>
      </w:r>
      <w:r>
        <w:rPr>
          <w:sz w:val="24"/>
          <w:szCs w:val="24"/>
        </w:rPr>
        <w:t>.</w:t>
      </w:r>
    </w:p>
    <w:p w:rsidR="003B5D96" w:rsidRPr="00F43215" w:rsidRDefault="003B5D96" w:rsidP="003B5D96">
      <w:pPr>
        <w:jc w:val="both"/>
        <w:rPr>
          <w:sz w:val="24"/>
          <w:szCs w:val="24"/>
        </w:rPr>
      </w:pPr>
    </w:p>
    <w:p w:rsidR="003B5D96" w:rsidRPr="00F43215" w:rsidRDefault="003B5D96" w:rsidP="003B5D96">
      <w:pPr>
        <w:ind w:left="1260" w:hanging="1260"/>
        <w:jc w:val="both"/>
        <w:rPr>
          <w:sz w:val="24"/>
          <w:szCs w:val="24"/>
        </w:rPr>
      </w:pPr>
      <w:r>
        <w:rPr>
          <w:sz w:val="24"/>
          <w:szCs w:val="24"/>
          <w:u w:val="single"/>
        </w:rPr>
        <w:t xml:space="preserve">3) </w:t>
      </w:r>
      <w:r w:rsidRPr="00F43215">
        <w:rPr>
          <w:sz w:val="24"/>
          <w:szCs w:val="24"/>
          <w:u w:val="single"/>
        </w:rPr>
        <w:t>С общественными объединениями, организациями, фондами</w:t>
      </w:r>
      <w:r>
        <w:rPr>
          <w:sz w:val="24"/>
          <w:szCs w:val="24"/>
          <w:u w:val="single"/>
        </w:rPr>
        <w:t>.</w:t>
      </w:r>
    </w:p>
    <w:p w:rsidR="003B5D96" w:rsidRPr="00F43215" w:rsidRDefault="003B5D96" w:rsidP="003B5D96">
      <w:pPr>
        <w:jc w:val="both"/>
        <w:rPr>
          <w:sz w:val="24"/>
          <w:szCs w:val="24"/>
        </w:rPr>
      </w:pPr>
    </w:p>
    <w:p w:rsidR="003B5D96" w:rsidRDefault="003B5D96" w:rsidP="003B5D96">
      <w:pPr>
        <w:ind w:left="1260" w:hanging="1260"/>
        <w:jc w:val="both"/>
        <w:rPr>
          <w:sz w:val="24"/>
          <w:szCs w:val="24"/>
          <w:u w:val="single"/>
        </w:rPr>
      </w:pPr>
      <w:r>
        <w:rPr>
          <w:sz w:val="24"/>
          <w:szCs w:val="24"/>
          <w:u w:val="single"/>
        </w:rPr>
        <w:t xml:space="preserve">4) </w:t>
      </w:r>
      <w:r w:rsidRPr="00F43215">
        <w:rPr>
          <w:sz w:val="24"/>
          <w:szCs w:val="24"/>
          <w:u w:val="single"/>
        </w:rPr>
        <w:t>Со средствами массовой информации</w:t>
      </w:r>
      <w:r>
        <w:rPr>
          <w:sz w:val="24"/>
          <w:szCs w:val="24"/>
          <w:u w:val="single"/>
        </w:rPr>
        <w:t>.</w:t>
      </w:r>
    </w:p>
    <w:p w:rsidR="003B5D96" w:rsidRDefault="003B5D96" w:rsidP="003B5D96">
      <w:pPr>
        <w:ind w:left="1260" w:hanging="1260"/>
        <w:jc w:val="both"/>
        <w:rPr>
          <w:sz w:val="24"/>
          <w:szCs w:val="24"/>
          <w:u w:val="single"/>
        </w:rPr>
      </w:pPr>
    </w:p>
    <w:p w:rsidR="003B5D96" w:rsidRPr="00B87DAA" w:rsidRDefault="003B5D96" w:rsidP="003B5D96">
      <w:pPr>
        <w:rPr>
          <w:i/>
          <w:sz w:val="24"/>
          <w:szCs w:val="24"/>
        </w:rPr>
      </w:pPr>
      <w:r>
        <w:rPr>
          <w:sz w:val="24"/>
          <w:szCs w:val="24"/>
          <w:u w:val="single"/>
        </w:rPr>
        <w:t xml:space="preserve">(Приложение № 4 </w:t>
      </w:r>
      <w:r w:rsidRPr="00847E7E">
        <w:rPr>
          <w:b/>
          <w:sz w:val="24"/>
          <w:szCs w:val="24"/>
          <w:u w:val="single"/>
        </w:rPr>
        <w:t xml:space="preserve">- </w:t>
      </w:r>
      <w:r w:rsidRPr="00847E7E">
        <w:rPr>
          <w:b/>
          <w:sz w:val="24"/>
          <w:szCs w:val="24"/>
        </w:rPr>
        <w:t xml:space="preserve"> </w:t>
      </w:r>
      <w:r w:rsidRPr="00B87DAA">
        <w:rPr>
          <w:i/>
          <w:sz w:val="24"/>
          <w:szCs w:val="24"/>
        </w:rPr>
        <w:t>Методические рекомендации по взаимодействию субъектов системы профилактики безнадзорности и правонарушений несовершеннолетних при выявлении, учете и устройстве беспризорных и безнадзорных детей в г.Каменске-Уральском, осуществлению профилактической работы с несовершеннолетними и семьями, находящимися в социально опасном положении, и состоящими на персонифицированном учете в территориальных комиссиях по делам несовершеннолетних и защите их прав.)</w:t>
      </w:r>
    </w:p>
    <w:p w:rsidR="003B5D96" w:rsidRPr="00740685" w:rsidRDefault="003B5D96" w:rsidP="003B5D96">
      <w:pPr>
        <w:jc w:val="both"/>
        <w:rPr>
          <w:b/>
          <w:sz w:val="24"/>
          <w:szCs w:val="24"/>
        </w:rPr>
      </w:pPr>
    </w:p>
    <w:p w:rsidR="003B5D96" w:rsidRPr="00F43215" w:rsidRDefault="003B5D96" w:rsidP="003B5D96">
      <w:pPr>
        <w:rPr>
          <w:sz w:val="24"/>
          <w:szCs w:val="24"/>
        </w:rPr>
      </w:pPr>
      <w:r w:rsidRPr="00F43215">
        <w:rPr>
          <w:b/>
          <w:bCs/>
          <w:sz w:val="24"/>
          <w:szCs w:val="24"/>
        </w:rPr>
        <w:t xml:space="preserve">Формы педагогической профилактики </w:t>
      </w:r>
    </w:p>
    <w:p w:rsidR="003B5D96" w:rsidRPr="00F43215" w:rsidRDefault="003B5D96" w:rsidP="003B5D96">
      <w:pPr>
        <w:ind w:firstLine="600"/>
        <w:jc w:val="both"/>
        <w:rPr>
          <w:sz w:val="24"/>
          <w:szCs w:val="24"/>
        </w:rPr>
      </w:pPr>
      <w:r w:rsidRPr="00F43215">
        <w:rPr>
          <w:sz w:val="24"/>
          <w:szCs w:val="24"/>
        </w:rPr>
        <w:t>Основными формами педагогической профилактики являются социально- педагогичес</w:t>
      </w:r>
      <w:r>
        <w:rPr>
          <w:sz w:val="24"/>
          <w:szCs w:val="24"/>
        </w:rPr>
        <w:t>кая диагностика, информационно-</w:t>
      </w:r>
      <w:r w:rsidRPr="00F43215">
        <w:rPr>
          <w:sz w:val="24"/>
          <w:szCs w:val="24"/>
        </w:rPr>
        <w:t>просветительская и социально- про</w:t>
      </w:r>
      <w:r>
        <w:rPr>
          <w:sz w:val="24"/>
          <w:szCs w:val="24"/>
        </w:rPr>
        <w:t>филактическая работа с обучающимися</w:t>
      </w:r>
      <w:r w:rsidRPr="00F43215">
        <w:rPr>
          <w:sz w:val="24"/>
          <w:szCs w:val="24"/>
        </w:rPr>
        <w:t xml:space="preserve"> и их родителями</w:t>
      </w:r>
      <w:r>
        <w:rPr>
          <w:sz w:val="24"/>
          <w:szCs w:val="24"/>
        </w:rPr>
        <w:t xml:space="preserve"> (законными представителями)</w:t>
      </w:r>
      <w:r w:rsidRPr="00F43215">
        <w:rPr>
          <w:sz w:val="24"/>
          <w:szCs w:val="24"/>
        </w:rPr>
        <w:t>.</w:t>
      </w:r>
    </w:p>
    <w:p w:rsidR="003B5D96" w:rsidRPr="00F43215" w:rsidRDefault="003B5D96" w:rsidP="003B5D96">
      <w:pPr>
        <w:ind w:firstLine="720"/>
        <w:jc w:val="both"/>
        <w:rPr>
          <w:sz w:val="24"/>
          <w:szCs w:val="24"/>
        </w:rPr>
      </w:pPr>
      <w:r w:rsidRPr="00F43215">
        <w:rPr>
          <w:b/>
          <w:bCs/>
          <w:sz w:val="24"/>
          <w:szCs w:val="24"/>
        </w:rPr>
        <w:t>Социально-педагогическая диагностика  </w:t>
      </w:r>
      <w:r>
        <w:rPr>
          <w:sz w:val="24"/>
          <w:szCs w:val="24"/>
        </w:rPr>
        <w:t>с обучающимися</w:t>
      </w:r>
      <w:r w:rsidRPr="00F43215">
        <w:rPr>
          <w:sz w:val="24"/>
          <w:szCs w:val="24"/>
        </w:rPr>
        <w:t xml:space="preserve"> и их родителями – </w:t>
      </w:r>
      <w:r>
        <w:rPr>
          <w:sz w:val="24"/>
          <w:szCs w:val="24"/>
        </w:rPr>
        <w:t xml:space="preserve">осуществляется </w:t>
      </w:r>
      <w:r w:rsidRPr="00F43215">
        <w:rPr>
          <w:sz w:val="24"/>
          <w:szCs w:val="24"/>
        </w:rPr>
        <w:t xml:space="preserve">специалистами образовательного учреждения, в котором происходит сбор информации о влиянии </w:t>
      </w:r>
      <w:r>
        <w:rPr>
          <w:sz w:val="24"/>
          <w:szCs w:val="24"/>
        </w:rPr>
        <w:t>на личность и социум социально-</w:t>
      </w:r>
      <w:r w:rsidRPr="00F43215">
        <w:rPr>
          <w:sz w:val="24"/>
          <w:szCs w:val="24"/>
        </w:rPr>
        <w:t>психологических, педагогических, экологических и социологических факторов в целях повышения эффективности педагогических факторов.</w:t>
      </w:r>
    </w:p>
    <w:p w:rsidR="003B5D96" w:rsidRPr="00F43215" w:rsidRDefault="003B5D96" w:rsidP="003B5D96">
      <w:pPr>
        <w:ind w:firstLine="840"/>
        <w:jc w:val="both"/>
        <w:rPr>
          <w:sz w:val="24"/>
          <w:szCs w:val="24"/>
        </w:rPr>
      </w:pPr>
      <w:r w:rsidRPr="00F43215">
        <w:rPr>
          <w:sz w:val="24"/>
          <w:szCs w:val="24"/>
        </w:rPr>
        <w:t>Целью</w:t>
      </w:r>
      <w:r w:rsidRPr="00F43215">
        <w:rPr>
          <w:b/>
          <w:bCs/>
          <w:sz w:val="24"/>
          <w:szCs w:val="24"/>
        </w:rPr>
        <w:t xml:space="preserve"> диагностической работы с родителями </w:t>
      </w:r>
      <w:r w:rsidRPr="00F43215">
        <w:rPr>
          <w:sz w:val="24"/>
          <w:szCs w:val="24"/>
        </w:rPr>
        <w:t>является диагностика типа семейного воспитания, установок родителей по отношению к детям и к собственной семье.</w:t>
      </w:r>
    </w:p>
    <w:p w:rsidR="003B5D96" w:rsidRPr="00F43215" w:rsidRDefault="003B5D96" w:rsidP="003B5D96">
      <w:pPr>
        <w:ind w:firstLine="840"/>
        <w:jc w:val="both"/>
        <w:rPr>
          <w:sz w:val="24"/>
          <w:szCs w:val="24"/>
        </w:rPr>
      </w:pPr>
      <w:r w:rsidRPr="00F43215">
        <w:rPr>
          <w:sz w:val="24"/>
          <w:szCs w:val="24"/>
        </w:rPr>
        <w:t xml:space="preserve">Работа с родителями, семьей представляет собой сложный и необходимый для профилактики безнадзорности и правонарушений несовершеннолетних вид деятельности, так как семья является одним из важнейших факторов, влияющих на формирование отклонений в поведении детей и подростков. </w:t>
      </w:r>
    </w:p>
    <w:p w:rsidR="003B5D96" w:rsidRPr="00F43215" w:rsidRDefault="003B5D96" w:rsidP="003B5D96">
      <w:pPr>
        <w:ind w:firstLine="840"/>
        <w:jc w:val="both"/>
        <w:rPr>
          <w:sz w:val="24"/>
          <w:szCs w:val="24"/>
        </w:rPr>
      </w:pPr>
      <w:r w:rsidRPr="00F43215">
        <w:rPr>
          <w:sz w:val="24"/>
          <w:szCs w:val="24"/>
        </w:rPr>
        <w:t>Результаты диагностической работы не только дают специалисту информацию о возможных неблагополучиях  в системе семейного воспитания, детско- родительских отношений, но и позволяют выявить область возможных проблем в тех семьях, где дисбаланс семейных отношений еще не наступил, но уже имеются некоторые негативные тенденции.</w:t>
      </w:r>
    </w:p>
    <w:p w:rsidR="003B5D96" w:rsidRPr="00F43215" w:rsidRDefault="003B5D96" w:rsidP="003B5D96">
      <w:pPr>
        <w:ind w:firstLine="840"/>
        <w:jc w:val="both"/>
        <w:rPr>
          <w:sz w:val="24"/>
          <w:szCs w:val="24"/>
        </w:rPr>
      </w:pPr>
      <w:r w:rsidRPr="00F43215">
        <w:rPr>
          <w:sz w:val="24"/>
          <w:szCs w:val="24"/>
        </w:rPr>
        <w:t>Диагностическая работа может проводиться как групповым, так и индивидуальным методом, сообщение же результатов диагностики всегда осуществляется индивидуально</w:t>
      </w:r>
      <w:r>
        <w:rPr>
          <w:sz w:val="24"/>
          <w:szCs w:val="24"/>
        </w:rPr>
        <w:t>.</w:t>
      </w:r>
    </w:p>
    <w:p w:rsidR="003B5D96" w:rsidRPr="00F43215" w:rsidRDefault="003B5D96" w:rsidP="003B5D96">
      <w:pPr>
        <w:ind w:firstLine="840"/>
        <w:jc w:val="both"/>
        <w:rPr>
          <w:sz w:val="24"/>
          <w:szCs w:val="24"/>
        </w:rPr>
      </w:pPr>
      <w:r w:rsidRPr="00F43215">
        <w:rPr>
          <w:b/>
          <w:bCs/>
          <w:sz w:val="24"/>
          <w:szCs w:val="24"/>
        </w:rPr>
        <w:t>Ди</w:t>
      </w:r>
      <w:r>
        <w:rPr>
          <w:b/>
          <w:bCs/>
          <w:sz w:val="24"/>
          <w:szCs w:val="24"/>
        </w:rPr>
        <w:t>агностическая работа с обучающимися</w:t>
      </w:r>
      <w:r w:rsidRPr="00F43215">
        <w:rPr>
          <w:b/>
          <w:bCs/>
          <w:sz w:val="24"/>
          <w:szCs w:val="24"/>
        </w:rPr>
        <w:t xml:space="preserve"> </w:t>
      </w:r>
      <w:r w:rsidRPr="00F43215">
        <w:rPr>
          <w:sz w:val="24"/>
          <w:szCs w:val="24"/>
        </w:rPr>
        <w:t> позволяет своевременно выявить группу детей с повышенным риском формирования различных вредных привычек и девиации поведения, а также особенности аномального развития детей.</w:t>
      </w:r>
    </w:p>
    <w:p w:rsidR="003B5D96" w:rsidRPr="00F43215" w:rsidRDefault="003B5D96" w:rsidP="003B5D96">
      <w:pPr>
        <w:ind w:firstLine="840"/>
        <w:jc w:val="both"/>
        <w:rPr>
          <w:sz w:val="24"/>
          <w:szCs w:val="24"/>
        </w:rPr>
      </w:pPr>
      <w:r w:rsidRPr="00F43215">
        <w:rPr>
          <w:b/>
          <w:bCs/>
          <w:sz w:val="24"/>
          <w:szCs w:val="24"/>
          <w:u w:val="single"/>
        </w:rPr>
        <w:t xml:space="preserve">Информационно-просветительская работа с родителями </w:t>
      </w:r>
      <w:r w:rsidRPr="00F43215">
        <w:rPr>
          <w:sz w:val="24"/>
          <w:szCs w:val="24"/>
        </w:rPr>
        <w:t>направлена на формирование жизнеспособной личности, гуманистически ориентированной по отношению к обществу и к себе самой, углубление и конкретизацию знаний о предупреждении правонарушений и преступлений несовершеннолетних.</w:t>
      </w:r>
    </w:p>
    <w:p w:rsidR="003B5D96" w:rsidRPr="00F43215" w:rsidRDefault="003B5D96" w:rsidP="003B5D96">
      <w:pPr>
        <w:ind w:firstLine="840"/>
        <w:jc w:val="both"/>
        <w:rPr>
          <w:sz w:val="24"/>
          <w:szCs w:val="24"/>
        </w:rPr>
      </w:pPr>
      <w:r w:rsidRPr="00F43215">
        <w:rPr>
          <w:b/>
          <w:bCs/>
          <w:sz w:val="24"/>
          <w:szCs w:val="24"/>
        </w:rPr>
        <w:t xml:space="preserve">Информационно-просветительская работа с родителями </w:t>
      </w:r>
      <w:r w:rsidRPr="00F43215">
        <w:rPr>
          <w:sz w:val="24"/>
          <w:szCs w:val="24"/>
        </w:rPr>
        <w:t>имеет целью профилактику, предупреждение возможных нарушений в семейных отношениях и семейном воспитании. С этой целью родителей необходимо знакомить с теми формами семейных отношений и семейного воспитания, которые могут приводить к негативным отклонениям в поведении детей и подростков.</w:t>
      </w:r>
    </w:p>
    <w:p w:rsidR="003B5D96" w:rsidRPr="00F43215" w:rsidRDefault="003B5D96" w:rsidP="003B5D96">
      <w:pPr>
        <w:ind w:firstLine="840"/>
        <w:jc w:val="both"/>
        <w:rPr>
          <w:sz w:val="24"/>
          <w:szCs w:val="24"/>
        </w:rPr>
      </w:pPr>
      <w:r w:rsidRPr="00F43215">
        <w:rPr>
          <w:sz w:val="24"/>
          <w:szCs w:val="24"/>
        </w:rPr>
        <w:t>Информационно- просветительская работа с родителями должна быть направлена на разъяснение влияния супружеских отношений и типа семейного воспитания на развитие негативных отклонений в поведении детей и подростков. Формами такой работы являются лекции, семинары, беседы, тематические родительские собрания с привлечением специалистов (медиков, психологов, юристов и т. д.)</w:t>
      </w:r>
    </w:p>
    <w:p w:rsidR="003B5D96" w:rsidRPr="00F43215" w:rsidRDefault="003B5D96" w:rsidP="003B5D96">
      <w:pPr>
        <w:ind w:firstLine="840"/>
        <w:jc w:val="both"/>
        <w:rPr>
          <w:sz w:val="24"/>
          <w:szCs w:val="24"/>
        </w:rPr>
      </w:pPr>
      <w:r w:rsidRPr="00F43215">
        <w:rPr>
          <w:b/>
          <w:bCs/>
          <w:sz w:val="24"/>
          <w:szCs w:val="24"/>
        </w:rPr>
        <w:t>Информационно-про</w:t>
      </w:r>
      <w:r>
        <w:rPr>
          <w:b/>
          <w:bCs/>
          <w:sz w:val="24"/>
          <w:szCs w:val="24"/>
        </w:rPr>
        <w:t>светительская работа с обучающимися</w:t>
      </w:r>
      <w:r w:rsidRPr="00F43215">
        <w:rPr>
          <w:b/>
          <w:bCs/>
          <w:sz w:val="24"/>
          <w:szCs w:val="24"/>
        </w:rPr>
        <w:t>. </w:t>
      </w:r>
      <w:r w:rsidRPr="00F43215">
        <w:rPr>
          <w:sz w:val="24"/>
          <w:szCs w:val="24"/>
        </w:rPr>
        <w:t>Именно в школе такая работа может оказаться наиболее действенной и эффективной. Вся работа педагогов должна быть построена на профилактике вредных привычек и негативных отклонений в поведении. Необходимо формировать у ребенка на всех этапах его развития правильные представления об аномальных привычках и формах поведения, об их социальных последствиях.</w:t>
      </w:r>
    </w:p>
    <w:p w:rsidR="003B5D96" w:rsidRPr="00F43215" w:rsidRDefault="003B5D96" w:rsidP="003B5D96">
      <w:pPr>
        <w:ind w:firstLine="840"/>
        <w:jc w:val="both"/>
        <w:rPr>
          <w:sz w:val="24"/>
          <w:szCs w:val="24"/>
        </w:rPr>
      </w:pPr>
      <w:r w:rsidRPr="00F43215">
        <w:rPr>
          <w:sz w:val="24"/>
          <w:szCs w:val="24"/>
        </w:rPr>
        <w:t>Информационно-прос</w:t>
      </w:r>
      <w:r>
        <w:rPr>
          <w:sz w:val="24"/>
          <w:szCs w:val="24"/>
        </w:rPr>
        <w:t xml:space="preserve">ветительскую форму </w:t>
      </w:r>
      <w:r w:rsidRPr="00F43215">
        <w:rPr>
          <w:sz w:val="24"/>
          <w:szCs w:val="24"/>
        </w:rPr>
        <w:t>работы по профилактике и предупреждению отклонений в поведении детей и подростков можно условно разделить на следующие основные направления:</w:t>
      </w:r>
    </w:p>
    <w:p w:rsidR="003B5D96" w:rsidRPr="00F43215" w:rsidRDefault="003B5D96" w:rsidP="003B5D96">
      <w:pPr>
        <w:ind w:left="1320" w:hanging="360"/>
        <w:jc w:val="both"/>
        <w:rPr>
          <w:sz w:val="24"/>
          <w:szCs w:val="24"/>
        </w:rPr>
      </w:pPr>
      <w:r>
        <w:rPr>
          <w:sz w:val="24"/>
          <w:szCs w:val="24"/>
        </w:rPr>
        <w:t>- с</w:t>
      </w:r>
      <w:r w:rsidRPr="00F43215">
        <w:rPr>
          <w:sz w:val="24"/>
          <w:szCs w:val="24"/>
        </w:rPr>
        <w:t>оциально-педагогические корни возникновения отклонений в поведении</w:t>
      </w:r>
      <w:r>
        <w:rPr>
          <w:sz w:val="24"/>
          <w:szCs w:val="24"/>
        </w:rPr>
        <w:t>;</w:t>
      </w:r>
    </w:p>
    <w:p w:rsidR="003B5D96" w:rsidRPr="00F43215" w:rsidRDefault="003B5D96" w:rsidP="003B5D96">
      <w:pPr>
        <w:ind w:left="1320" w:hanging="360"/>
        <w:jc w:val="both"/>
        <w:rPr>
          <w:sz w:val="24"/>
          <w:szCs w:val="24"/>
        </w:rPr>
      </w:pPr>
      <w:r>
        <w:rPr>
          <w:sz w:val="24"/>
          <w:szCs w:val="24"/>
        </w:rPr>
        <w:t>- п</w:t>
      </w:r>
      <w:r w:rsidRPr="00F43215">
        <w:rPr>
          <w:sz w:val="24"/>
          <w:szCs w:val="24"/>
        </w:rPr>
        <w:t>равовые отклонения последствий отклоняющегося поведения от нормы</w:t>
      </w:r>
      <w:r>
        <w:rPr>
          <w:sz w:val="24"/>
          <w:szCs w:val="24"/>
        </w:rPr>
        <w:t>;</w:t>
      </w:r>
      <w:r w:rsidRPr="00F43215">
        <w:rPr>
          <w:sz w:val="24"/>
          <w:szCs w:val="24"/>
        </w:rPr>
        <w:t xml:space="preserve"> </w:t>
      </w:r>
    </w:p>
    <w:p w:rsidR="003B5D96" w:rsidRPr="00F43215" w:rsidRDefault="003B5D96" w:rsidP="003B5D96">
      <w:pPr>
        <w:ind w:left="1320" w:hanging="360"/>
        <w:jc w:val="both"/>
        <w:rPr>
          <w:sz w:val="24"/>
          <w:szCs w:val="24"/>
        </w:rPr>
      </w:pPr>
      <w:r>
        <w:rPr>
          <w:sz w:val="24"/>
          <w:szCs w:val="24"/>
        </w:rPr>
        <w:t>- социальные последствия асоциальных</w:t>
      </w:r>
      <w:r w:rsidRPr="00F43215">
        <w:rPr>
          <w:sz w:val="24"/>
          <w:szCs w:val="24"/>
        </w:rPr>
        <w:t xml:space="preserve"> привычек</w:t>
      </w:r>
      <w:r>
        <w:rPr>
          <w:sz w:val="24"/>
          <w:szCs w:val="24"/>
        </w:rPr>
        <w:t>.</w:t>
      </w:r>
    </w:p>
    <w:p w:rsidR="003B5D96" w:rsidRPr="00F43215" w:rsidRDefault="003B5D96" w:rsidP="003B5D96">
      <w:pPr>
        <w:ind w:firstLine="720"/>
        <w:jc w:val="both"/>
        <w:rPr>
          <w:sz w:val="24"/>
          <w:szCs w:val="24"/>
        </w:rPr>
      </w:pPr>
      <w:r w:rsidRPr="00F43215">
        <w:rPr>
          <w:sz w:val="24"/>
          <w:szCs w:val="24"/>
        </w:rPr>
        <w:t>На каждом из этих направлений необходимо привлекать для работы с детьми  специалистов различного профиля (врачей, юристов, психологов)</w:t>
      </w:r>
      <w:r>
        <w:rPr>
          <w:sz w:val="24"/>
          <w:szCs w:val="24"/>
        </w:rPr>
        <w:t>.</w:t>
      </w:r>
    </w:p>
    <w:p w:rsidR="003B5D96" w:rsidRDefault="003B5D96" w:rsidP="003B5D96">
      <w:pPr>
        <w:ind w:firstLine="720"/>
        <w:jc w:val="both"/>
        <w:rPr>
          <w:sz w:val="24"/>
          <w:szCs w:val="24"/>
        </w:rPr>
      </w:pPr>
      <w:r w:rsidRPr="00F43215">
        <w:rPr>
          <w:sz w:val="24"/>
          <w:szCs w:val="24"/>
        </w:rPr>
        <w:t xml:space="preserve">Педагоги образовательных учреждений должны осуществлять профилактическую работу как непосредственно на уроках по предмету, так и на внеклассных мероприятиях. </w:t>
      </w:r>
    </w:p>
    <w:p w:rsidR="003B5D96" w:rsidRPr="00F43215" w:rsidRDefault="003B5D96" w:rsidP="003B5D96">
      <w:pPr>
        <w:ind w:firstLine="720"/>
        <w:jc w:val="both"/>
        <w:rPr>
          <w:sz w:val="24"/>
          <w:szCs w:val="24"/>
        </w:rPr>
      </w:pPr>
      <w:r w:rsidRPr="00F43215">
        <w:rPr>
          <w:sz w:val="24"/>
          <w:szCs w:val="24"/>
        </w:rPr>
        <w:t>Важное значение приобретают внеклассные мероприятия, направленные на выработку общественной позиции к тем или иным нару</w:t>
      </w:r>
      <w:r>
        <w:rPr>
          <w:sz w:val="24"/>
          <w:szCs w:val="24"/>
        </w:rPr>
        <w:t xml:space="preserve">шениям дисциплины, </w:t>
      </w:r>
      <w:r w:rsidRPr="00F43215">
        <w:rPr>
          <w:sz w:val="24"/>
          <w:szCs w:val="24"/>
        </w:rPr>
        <w:t xml:space="preserve"> общепринятых норм поведения. </w:t>
      </w:r>
    </w:p>
    <w:p w:rsidR="003B5D96" w:rsidRPr="00F43215" w:rsidRDefault="003B5D96" w:rsidP="003B5D96">
      <w:pPr>
        <w:ind w:firstLine="720"/>
        <w:jc w:val="both"/>
        <w:rPr>
          <w:sz w:val="24"/>
          <w:szCs w:val="24"/>
        </w:rPr>
      </w:pPr>
      <w:r w:rsidRPr="00F43215">
        <w:rPr>
          <w:sz w:val="24"/>
          <w:szCs w:val="24"/>
        </w:rPr>
        <w:t>Информация для детей представлена широко и разнообразно, с использованием средств массовой информации, технических средств обучения. Все это позволяет детям получить стройную систему знаний, преодолеть ошибочные мнения о тех или иных вредных привычках, способствует формированию адекватного поведения.</w:t>
      </w:r>
    </w:p>
    <w:p w:rsidR="003B5D96" w:rsidRPr="00F43215" w:rsidRDefault="003B5D96" w:rsidP="003B5D96">
      <w:pPr>
        <w:shd w:val="clear" w:color="auto" w:fill="FFFFFF"/>
        <w:spacing w:before="5" w:line="317" w:lineRule="atLeast"/>
        <w:ind w:right="101" w:firstLine="720"/>
        <w:jc w:val="both"/>
        <w:rPr>
          <w:sz w:val="24"/>
          <w:szCs w:val="24"/>
        </w:rPr>
      </w:pPr>
      <w:r w:rsidRPr="00F43215">
        <w:rPr>
          <w:color w:val="000000"/>
          <w:spacing w:val="12"/>
          <w:sz w:val="24"/>
          <w:szCs w:val="24"/>
        </w:rPr>
        <w:t> </w:t>
      </w:r>
      <w:r w:rsidRPr="00F43215">
        <w:rPr>
          <w:b/>
          <w:bCs/>
          <w:i/>
          <w:iCs/>
          <w:color w:val="000000"/>
          <w:spacing w:val="12"/>
          <w:sz w:val="24"/>
          <w:szCs w:val="24"/>
        </w:rPr>
        <w:t>Социально-профилактическая работа</w:t>
      </w:r>
      <w:r w:rsidRPr="00F43215">
        <w:rPr>
          <w:i/>
          <w:iCs/>
          <w:color w:val="000000"/>
          <w:spacing w:val="12"/>
          <w:sz w:val="24"/>
          <w:szCs w:val="24"/>
        </w:rPr>
        <w:t> </w:t>
      </w:r>
      <w:r w:rsidRPr="00F43215">
        <w:rPr>
          <w:color w:val="000000"/>
          <w:spacing w:val="12"/>
          <w:sz w:val="24"/>
          <w:szCs w:val="24"/>
        </w:rPr>
        <w:t xml:space="preserve">включает комплекс </w:t>
      </w:r>
      <w:r w:rsidRPr="00F43215">
        <w:rPr>
          <w:color w:val="000000"/>
          <w:spacing w:val="4"/>
          <w:sz w:val="24"/>
          <w:szCs w:val="24"/>
        </w:rPr>
        <w:t>активных воспитательно-педагогических мероприятий, проводимых</w:t>
      </w:r>
      <w:r>
        <w:rPr>
          <w:color w:val="000000"/>
          <w:spacing w:val="4"/>
          <w:sz w:val="24"/>
          <w:szCs w:val="24"/>
        </w:rPr>
        <w:t xml:space="preserve"> </w:t>
      </w:r>
      <w:r>
        <w:rPr>
          <w:color w:val="000000"/>
          <w:spacing w:val="-1"/>
          <w:sz w:val="24"/>
          <w:szCs w:val="24"/>
        </w:rPr>
        <w:t>образовательным учреждением</w:t>
      </w:r>
      <w:r w:rsidRPr="00F43215">
        <w:rPr>
          <w:color w:val="000000"/>
          <w:spacing w:val="-1"/>
          <w:sz w:val="24"/>
          <w:szCs w:val="24"/>
        </w:rPr>
        <w:t>.</w:t>
      </w:r>
    </w:p>
    <w:p w:rsidR="003B5D96" w:rsidRPr="00F43215" w:rsidRDefault="003B5D96" w:rsidP="003B5D96">
      <w:pPr>
        <w:shd w:val="clear" w:color="auto" w:fill="FFFFFF"/>
        <w:spacing w:before="5" w:line="317" w:lineRule="atLeast"/>
        <w:ind w:left="34" w:right="115" w:firstLine="706"/>
        <w:jc w:val="both"/>
        <w:rPr>
          <w:sz w:val="24"/>
          <w:szCs w:val="24"/>
        </w:rPr>
      </w:pPr>
      <w:r w:rsidRPr="00F43215">
        <w:rPr>
          <w:color w:val="000000"/>
          <w:spacing w:val="11"/>
          <w:sz w:val="24"/>
          <w:szCs w:val="24"/>
        </w:rPr>
        <w:t xml:space="preserve">При разработке социально-профилактических мероприятий </w:t>
      </w:r>
      <w:r w:rsidRPr="00F43215">
        <w:rPr>
          <w:color w:val="000000"/>
          <w:spacing w:val="-1"/>
          <w:sz w:val="24"/>
          <w:szCs w:val="24"/>
        </w:rPr>
        <w:t>необходимо учитывать:</w:t>
      </w:r>
    </w:p>
    <w:p w:rsidR="003B5D96" w:rsidRPr="00F43215" w:rsidRDefault="003B5D96" w:rsidP="003B5D96">
      <w:pPr>
        <w:shd w:val="clear" w:color="auto" w:fill="FFFFFF"/>
        <w:spacing w:before="5" w:line="317" w:lineRule="atLeast"/>
        <w:ind w:left="24" w:firstLine="691"/>
        <w:rPr>
          <w:sz w:val="24"/>
          <w:szCs w:val="24"/>
        </w:rPr>
      </w:pPr>
      <w:r>
        <w:rPr>
          <w:color w:val="000000"/>
          <w:spacing w:val="-1"/>
          <w:sz w:val="24"/>
          <w:szCs w:val="24"/>
        </w:rPr>
        <w:t xml:space="preserve">- </w:t>
      </w:r>
      <w:r w:rsidRPr="00F43215">
        <w:rPr>
          <w:color w:val="000000"/>
          <w:spacing w:val="-1"/>
          <w:sz w:val="24"/>
          <w:szCs w:val="24"/>
        </w:rPr>
        <w:t>особенности проявления той или иной вредной привычки у</w:t>
      </w:r>
      <w:r>
        <w:rPr>
          <w:color w:val="000000"/>
          <w:spacing w:val="-1"/>
          <w:sz w:val="24"/>
          <w:szCs w:val="24"/>
        </w:rPr>
        <w:t xml:space="preserve"> </w:t>
      </w:r>
      <w:r w:rsidRPr="00F43215">
        <w:rPr>
          <w:color w:val="000000"/>
          <w:spacing w:val="-1"/>
          <w:sz w:val="24"/>
          <w:szCs w:val="24"/>
        </w:rPr>
        <w:t>ребенка, социально-культурные условия, при которых она сформировалась;</w:t>
      </w:r>
    </w:p>
    <w:p w:rsidR="003B5D96" w:rsidRPr="00F43215" w:rsidRDefault="003B5D96" w:rsidP="003B5D96">
      <w:pPr>
        <w:shd w:val="clear" w:color="auto" w:fill="FFFFFF"/>
        <w:spacing w:line="317" w:lineRule="atLeast"/>
        <w:ind w:left="24" w:firstLine="691"/>
        <w:rPr>
          <w:sz w:val="24"/>
          <w:szCs w:val="24"/>
        </w:rPr>
      </w:pPr>
      <w:r>
        <w:rPr>
          <w:color w:val="000000"/>
          <w:spacing w:val="-3"/>
          <w:sz w:val="24"/>
          <w:szCs w:val="24"/>
        </w:rPr>
        <w:t xml:space="preserve">- </w:t>
      </w:r>
      <w:r w:rsidRPr="00F43215">
        <w:rPr>
          <w:color w:val="000000"/>
          <w:spacing w:val="-3"/>
          <w:sz w:val="24"/>
          <w:szCs w:val="24"/>
        </w:rPr>
        <w:t>уровень общей осведомленности ребенка о последствиях</w:t>
      </w:r>
      <w:r w:rsidRPr="00F43215">
        <w:rPr>
          <w:color w:val="000000"/>
          <w:spacing w:val="-2"/>
          <w:sz w:val="24"/>
          <w:szCs w:val="24"/>
        </w:rPr>
        <w:t xml:space="preserve"> девиации;</w:t>
      </w:r>
    </w:p>
    <w:p w:rsidR="003B5D96" w:rsidRPr="00F43215" w:rsidRDefault="003B5D96" w:rsidP="003B5D96">
      <w:pPr>
        <w:shd w:val="clear" w:color="auto" w:fill="FFFFFF"/>
        <w:spacing w:line="317" w:lineRule="atLeast"/>
        <w:ind w:left="715"/>
        <w:rPr>
          <w:sz w:val="24"/>
          <w:szCs w:val="24"/>
        </w:rPr>
      </w:pPr>
      <w:r>
        <w:rPr>
          <w:color w:val="000000"/>
          <w:spacing w:val="-2"/>
          <w:sz w:val="24"/>
          <w:szCs w:val="24"/>
        </w:rPr>
        <w:t xml:space="preserve">- </w:t>
      </w:r>
      <w:r w:rsidRPr="00F43215">
        <w:rPr>
          <w:color w:val="000000"/>
          <w:spacing w:val="-2"/>
          <w:sz w:val="24"/>
          <w:szCs w:val="24"/>
        </w:rPr>
        <w:t>степень выраженности аномально-личностных проявлений.</w:t>
      </w:r>
    </w:p>
    <w:p w:rsidR="003B5D96" w:rsidRDefault="003B5D96" w:rsidP="003B5D96">
      <w:pPr>
        <w:shd w:val="clear" w:color="auto" w:fill="FFFFFF"/>
        <w:spacing w:before="326"/>
        <w:ind w:left="1608"/>
        <w:rPr>
          <w:sz w:val="24"/>
          <w:szCs w:val="24"/>
        </w:rPr>
      </w:pPr>
      <w:r w:rsidRPr="00F43215">
        <w:rPr>
          <w:b/>
          <w:bCs/>
          <w:color w:val="000000"/>
          <w:spacing w:val="-2"/>
          <w:sz w:val="24"/>
          <w:szCs w:val="24"/>
        </w:rPr>
        <w:t xml:space="preserve"> Основные методы педагогической профилактики</w:t>
      </w:r>
    </w:p>
    <w:p w:rsidR="003B5D96" w:rsidRPr="00F43215" w:rsidRDefault="003B5D96" w:rsidP="003B5D96">
      <w:pPr>
        <w:shd w:val="clear" w:color="auto" w:fill="FFFFFF"/>
        <w:spacing w:before="326"/>
        <w:ind w:firstLine="708"/>
        <w:rPr>
          <w:sz w:val="24"/>
          <w:szCs w:val="24"/>
        </w:rPr>
      </w:pPr>
      <w:r w:rsidRPr="00F43215">
        <w:rPr>
          <w:color w:val="000000"/>
          <w:spacing w:val="-4"/>
          <w:sz w:val="24"/>
          <w:szCs w:val="24"/>
        </w:rPr>
        <w:t xml:space="preserve">Основные методы работы, используемые в профилактической работе: </w:t>
      </w:r>
      <w:r w:rsidRPr="00F43215">
        <w:rPr>
          <w:color w:val="000000"/>
          <w:spacing w:val="1"/>
          <w:sz w:val="24"/>
          <w:szCs w:val="24"/>
        </w:rPr>
        <w:t xml:space="preserve">тренинг, лекция, дискуссия, мозговой штурм, ролевые игры, групповые </w:t>
      </w:r>
      <w:r w:rsidRPr="00F43215">
        <w:rPr>
          <w:color w:val="000000"/>
          <w:spacing w:val="-3"/>
          <w:sz w:val="24"/>
          <w:szCs w:val="24"/>
        </w:rPr>
        <w:t>задания.</w:t>
      </w:r>
    </w:p>
    <w:p w:rsidR="003B5D96" w:rsidRPr="00F43215" w:rsidRDefault="003B5D96" w:rsidP="003B5D96">
      <w:pPr>
        <w:shd w:val="clear" w:color="auto" w:fill="FFFFFF"/>
        <w:spacing w:before="14" w:line="326" w:lineRule="atLeast"/>
        <w:rPr>
          <w:sz w:val="24"/>
          <w:szCs w:val="24"/>
        </w:rPr>
      </w:pPr>
      <w:r>
        <w:rPr>
          <w:color w:val="000000"/>
          <w:sz w:val="24"/>
          <w:szCs w:val="24"/>
        </w:rPr>
        <w:t xml:space="preserve">1. </w:t>
      </w:r>
      <w:r w:rsidRPr="00F43215">
        <w:rPr>
          <w:b/>
          <w:bCs/>
          <w:color w:val="000000"/>
          <w:spacing w:val="-3"/>
          <w:sz w:val="24"/>
          <w:szCs w:val="24"/>
        </w:rPr>
        <w:t>ТРЕНИНГ</w:t>
      </w:r>
    </w:p>
    <w:p w:rsidR="003B5D96" w:rsidRDefault="003B5D96" w:rsidP="003B5D96">
      <w:pPr>
        <w:shd w:val="clear" w:color="auto" w:fill="FFFFFF"/>
        <w:spacing w:line="326" w:lineRule="atLeast"/>
        <w:ind w:right="202" w:firstLine="706"/>
        <w:rPr>
          <w:sz w:val="24"/>
          <w:szCs w:val="24"/>
        </w:rPr>
      </w:pPr>
      <w:r w:rsidRPr="00F43215">
        <w:rPr>
          <w:color w:val="000000"/>
          <w:spacing w:val="-1"/>
          <w:sz w:val="24"/>
          <w:szCs w:val="24"/>
        </w:rPr>
        <w:t>Психологический термин «тренинг» происходит от английского «</w:t>
      </w:r>
      <w:r w:rsidRPr="00F43215">
        <w:rPr>
          <w:color w:val="000000"/>
          <w:spacing w:val="-1"/>
          <w:sz w:val="24"/>
          <w:szCs w:val="24"/>
          <w:lang w:val="en-US"/>
        </w:rPr>
        <w:t>to train</w:t>
      </w:r>
      <w:r w:rsidRPr="00F43215">
        <w:rPr>
          <w:color w:val="000000"/>
          <w:spacing w:val="-1"/>
          <w:sz w:val="24"/>
          <w:szCs w:val="24"/>
        </w:rPr>
        <w:t>» -обучать, тренировать.</w:t>
      </w:r>
    </w:p>
    <w:p w:rsidR="003B5D96" w:rsidRPr="00F43215" w:rsidRDefault="003B5D96" w:rsidP="003B5D96">
      <w:pPr>
        <w:shd w:val="clear" w:color="auto" w:fill="FFFFFF"/>
        <w:spacing w:line="326" w:lineRule="atLeast"/>
        <w:ind w:right="202" w:firstLine="706"/>
        <w:rPr>
          <w:sz w:val="24"/>
          <w:szCs w:val="24"/>
        </w:rPr>
      </w:pPr>
      <w:r w:rsidRPr="00F43215">
        <w:rPr>
          <w:color w:val="000000"/>
          <w:spacing w:val="-1"/>
          <w:sz w:val="24"/>
          <w:szCs w:val="24"/>
        </w:rPr>
        <w:t>В широком смысле тренинг это:</w:t>
      </w:r>
    </w:p>
    <w:p w:rsidR="003B5D96" w:rsidRPr="00F43215" w:rsidRDefault="003B5D96" w:rsidP="003B5D96">
      <w:pPr>
        <w:shd w:val="clear" w:color="auto" w:fill="FFFFFF"/>
        <w:spacing w:line="322" w:lineRule="atLeast"/>
        <w:ind w:left="418"/>
        <w:rPr>
          <w:sz w:val="24"/>
          <w:szCs w:val="24"/>
        </w:rPr>
      </w:pPr>
      <w:r>
        <w:rPr>
          <w:i/>
          <w:iCs/>
          <w:color w:val="000000"/>
          <w:spacing w:val="-1"/>
          <w:sz w:val="24"/>
          <w:szCs w:val="24"/>
        </w:rPr>
        <w:t xml:space="preserve">- </w:t>
      </w:r>
      <w:r w:rsidRPr="00F43215">
        <w:rPr>
          <w:i/>
          <w:iCs/>
          <w:color w:val="000000"/>
          <w:spacing w:val="-1"/>
          <w:sz w:val="24"/>
          <w:szCs w:val="24"/>
        </w:rPr>
        <w:t>познание себя и окружающего мира;</w:t>
      </w:r>
    </w:p>
    <w:p w:rsidR="003B5D96" w:rsidRPr="00F43215" w:rsidRDefault="003B5D96" w:rsidP="003B5D96">
      <w:pPr>
        <w:shd w:val="clear" w:color="auto" w:fill="FFFFFF"/>
        <w:spacing w:line="322" w:lineRule="atLeast"/>
        <w:ind w:left="418"/>
        <w:rPr>
          <w:sz w:val="24"/>
          <w:szCs w:val="24"/>
        </w:rPr>
      </w:pPr>
      <w:r>
        <w:rPr>
          <w:i/>
          <w:iCs/>
          <w:color w:val="000000"/>
          <w:spacing w:val="-1"/>
          <w:sz w:val="24"/>
          <w:szCs w:val="24"/>
        </w:rPr>
        <w:t xml:space="preserve">- </w:t>
      </w:r>
      <w:r w:rsidRPr="00F43215">
        <w:rPr>
          <w:i/>
          <w:iCs/>
          <w:color w:val="000000"/>
          <w:spacing w:val="-1"/>
          <w:sz w:val="24"/>
          <w:szCs w:val="24"/>
        </w:rPr>
        <w:t>изменение «Я» через общение;</w:t>
      </w:r>
    </w:p>
    <w:p w:rsidR="003B5D96" w:rsidRPr="00F43215" w:rsidRDefault="003B5D96" w:rsidP="003B5D96">
      <w:pPr>
        <w:shd w:val="clear" w:color="auto" w:fill="FFFFFF"/>
        <w:spacing w:line="322" w:lineRule="atLeast"/>
        <w:ind w:left="418"/>
        <w:rPr>
          <w:sz w:val="24"/>
          <w:szCs w:val="24"/>
        </w:rPr>
      </w:pPr>
      <w:r>
        <w:rPr>
          <w:i/>
          <w:iCs/>
          <w:color w:val="000000"/>
          <w:sz w:val="24"/>
          <w:szCs w:val="24"/>
        </w:rPr>
        <w:t xml:space="preserve">- </w:t>
      </w:r>
      <w:r w:rsidRPr="00F43215">
        <w:rPr>
          <w:i/>
          <w:iCs/>
          <w:color w:val="000000"/>
          <w:sz w:val="24"/>
          <w:szCs w:val="24"/>
        </w:rPr>
        <w:t>общение в доверительной атмосфере и неформальной об</w:t>
      </w:r>
      <w:r>
        <w:rPr>
          <w:i/>
          <w:iCs/>
          <w:color w:val="000000"/>
          <w:sz w:val="24"/>
          <w:szCs w:val="24"/>
        </w:rPr>
        <w:t>становк</w:t>
      </w:r>
      <w:r w:rsidRPr="00F43215">
        <w:rPr>
          <w:i/>
          <w:iCs/>
          <w:color w:val="000000"/>
          <w:sz w:val="24"/>
          <w:szCs w:val="24"/>
        </w:rPr>
        <w:t>е</w:t>
      </w:r>
      <w:r>
        <w:rPr>
          <w:i/>
          <w:iCs/>
          <w:color w:val="000000"/>
          <w:sz w:val="24"/>
          <w:szCs w:val="24"/>
        </w:rPr>
        <w:t>;</w:t>
      </w:r>
    </w:p>
    <w:p w:rsidR="003B5D96" w:rsidRDefault="003B5D96" w:rsidP="003B5D96">
      <w:pPr>
        <w:shd w:val="clear" w:color="auto" w:fill="FFFFFF"/>
        <w:spacing w:line="322" w:lineRule="atLeast"/>
        <w:ind w:left="768" w:right="2496" w:hanging="350"/>
        <w:rPr>
          <w:i/>
          <w:iCs/>
          <w:color w:val="000000"/>
          <w:spacing w:val="-3"/>
          <w:sz w:val="24"/>
          <w:szCs w:val="24"/>
        </w:rPr>
      </w:pPr>
      <w:r>
        <w:rPr>
          <w:i/>
          <w:iCs/>
          <w:color w:val="000000"/>
          <w:spacing w:val="-3"/>
          <w:sz w:val="24"/>
          <w:szCs w:val="24"/>
        </w:rPr>
        <w:t xml:space="preserve">- </w:t>
      </w:r>
      <w:r w:rsidRPr="00F43215">
        <w:rPr>
          <w:i/>
          <w:iCs/>
          <w:color w:val="000000"/>
          <w:spacing w:val="-3"/>
          <w:sz w:val="24"/>
          <w:szCs w:val="24"/>
        </w:rPr>
        <w:t>эффективная форма работы для усвоения знаний</w:t>
      </w:r>
      <w:r>
        <w:rPr>
          <w:i/>
          <w:iCs/>
          <w:color w:val="000000"/>
          <w:spacing w:val="-3"/>
          <w:sz w:val="24"/>
          <w:szCs w:val="24"/>
        </w:rPr>
        <w:t>.</w:t>
      </w:r>
    </w:p>
    <w:p w:rsidR="003B5D96" w:rsidRPr="00F43215" w:rsidRDefault="003B5D96" w:rsidP="003B5D96">
      <w:pPr>
        <w:shd w:val="clear" w:color="auto" w:fill="FFFFFF"/>
        <w:spacing w:line="322" w:lineRule="atLeast"/>
        <w:ind w:right="2496"/>
        <w:rPr>
          <w:sz w:val="24"/>
          <w:szCs w:val="24"/>
        </w:rPr>
      </w:pPr>
      <w:r w:rsidRPr="00F43215">
        <w:rPr>
          <w:b/>
          <w:bCs/>
          <w:color w:val="000000"/>
          <w:spacing w:val="-2"/>
          <w:sz w:val="24"/>
          <w:szCs w:val="24"/>
        </w:rPr>
        <w:t>Задачи профилактического тренинга:</w:t>
      </w:r>
    </w:p>
    <w:p w:rsidR="003B5D96" w:rsidRPr="00F43215" w:rsidRDefault="003B5D96" w:rsidP="003B5D96">
      <w:pPr>
        <w:rPr>
          <w:sz w:val="24"/>
          <w:szCs w:val="24"/>
        </w:rPr>
      </w:pPr>
      <w:r w:rsidRPr="00F43215">
        <w:rPr>
          <w:sz w:val="24"/>
          <w:szCs w:val="24"/>
        </w:rPr>
        <w:t> </w:t>
      </w:r>
      <w:r>
        <w:rPr>
          <w:sz w:val="24"/>
          <w:szCs w:val="24"/>
        </w:rPr>
        <w:t xml:space="preserve">- </w:t>
      </w:r>
      <w:r w:rsidRPr="00F43215">
        <w:rPr>
          <w:color w:val="000000"/>
          <w:spacing w:val="2"/>
          <w:sz w:val="24"/>
          <w:szCs w:val="24"/>
        </w:rPr>
        <w:t>повышение у</w:t>
      </w:r>
      <w:r>
        <w:rPr>
          <w:color w:val="000000"/>
          <w:spacing w:val="2"/>
          <w:sz w:val="24"/>
          <w:szCs w:val="24"/>
        </w:rPr>
        <w:t>ровня информированности обучающихся</w:t>
      </w:r>
      <w:r w:rsidRPr="00F43215">
        <w:rPr>
          <w:color w:val="000000"/>
          <w:spacing w:val="2"/>
          <w:sz w:val="24"/>
          <w:szCs w:val="24"/>
        </w:rPr>
        <w:t> в области</w:t>
      </w:r>
      <w:r>
        <w:rPr>
          <w:color w:val="000000"/>
          <w:spacing w:val="2"/>
          <w:sz w:val="24"/>
          <w:szCs w:val="24"/>
        </w:rPr>
        <w:t xml:space="preserve"> </w:t>
      </w:r>
      <w:r w:rsidRPr="00F43215">
        <w:rPr>
          <w:color w:val="000000"/>
          <w:sz w:val="24"/>
          <w:szCs w:val="24"/>
        </w:rPr>
        <w:t>профилактики беспризорности и правонарушений несовершеннолетних;</w:t>
      </w:r>
    </w:p>
    <w:p w:rsidR="003B5D96" w:rsidRPr="00F43215" w:rsidRDefault="003B5D96" w:rsidP="003B5D96">
      <w:pPr>
        <w:shd w:val="clear" w:color="auto" w:fill="FFFFFF"/>
        <w:spacing w:before="10" w:line="322" w:lineRule="atLeast"/>
        <w:ind w:left="43"/>
        <w:rPr>
          <w:sz w:val="24"/>
          <w:szCs w:val="24"/>
        </w:rPr>
      </w:pPr>
      <w:r>
        <w:rPr>
          <w:color w:val="000000"/>
          <w:spacing w:val="-1"/>
          <w:sz w:val="24"/>
          <w:szCs w:val="24"/>
        </w:rPr>
        <w:t>- изменение отношения обучающихся</w:t>
      </w:r>
      <w:r w:rsidRPr="00F43215">
        <w:rPr>
          <w:color w:val="000000"/>
          <w:spacing w:val="-1"/>
          <w:sz w:val="24"/>
          <w:szCs w:val="24"/>
        </w:rPr>
        <w:t> к появлению и развитию</w:t>
      </w:r>
      <w:r>
        <w:rPr>
          <w:color w:val="000000"/>
          <w:spacing w:val="-1"/>
          <w:sz w:val="24"/>
          <w:szCs w:val="24"/>
        </w:rPr>
        <w:t xml:space="preserve"> </w:t>
      </w:r>
      <w:r w:rsidRPr="00F43215">
        <w:rPr>
          <w:color w:val="000000"/>
          <w:spacing w:val="-2"/>
          <w:sz w:val="24"/>
          <w:szCs w:val="24"/>
        </w:rPr>
        <w:t>негативных явлений;</w:t>
      </w:r>
    </w:p>
    <w:p w:rsidR="003B5D96" w:rsidRPr="00F43215" w:rsidRDefault="003B5D96" w:rsidP="003B5D96">
      <w:pPr>
        <w:shd w:val="clear" w:color="auto" w:fill="FFFFFF"/>
        <w:spacing w:before="43" w:line="307" w:lineRule="atLeast"/>
        <w:ind w:left="43"/>
        <w:rPr>
          <w:sz w:val="24"/>
          <w:szCs w:val="24"/>
        </w:rPr>
      </w:pPr>
      <w:r>
        <w:rPr>
          <w:color w:val="000000"/>
          <w:spacing w:val="1"/>
          <w:sz w:val="24"/>
          <w:szCs w:val="24"/>
        </w:rPr>
        <w:t xml:space="preserve">- </w:t>
      </w:r>
      <w:r w:rsidRPr="00F43215">
        <w:rPr>
          <w:color w:val="000000"/>
          <w:spacing w:val="1"/>
          <w:sz w:val="24"/>
          <w:szCs w:val="24"/>
        </w:rPr>
        <w:t>выработка и развитие навыков эффективного общения,</w:t>
      </w:r>
      <w:r w:rsidRPr="00F43215">
        <w:rPr>
          <w:color w:val="000000"/>
          <w:spacing w:val="1"/>
          <w:sz w:val="24"/>
          <w:szCs w:val="24"/>
        </w:rPr>
        <w:br/>
      </w:r>
      <w:r w:rsidRPr="00F43215">
        <w:rPr>
          <w:color w:val="000000"/>
          <w:spacing w:val="3"/>
          <w:sz w:val="24"/>
          <w:szCs w:val="24"/>
        </w:rPr>
        <w:t>уверенности в себе, лидерских качеств;</w:t>
      </w:r>
    </w:p>
    <w:p w:rsidR="003B5D96" w:rsidRPr="00F43215" w:rsidRDefault="003B5D96" w:rsidP="003B5D96">
      <w:pPr>
        <w:shd w:val="clear" w:color="auto" w:fill="FFFFFF"/>
        <w:spacing w:before="24" w:line="322" w:lineRule="atLeast"/>
        <w:ind w:left="43"/>
        <w:rPr>
          <w:sz w:val="24"/>
          <w:szCs w:val="24"/>
        </w:rPr>
      </w:pPr>
      <w:r>
        <w:rPr>
          <w:color w:val="000000"/>
          <w:spacing w:val="2"/>
          <w:sz w:val="24"/>
          <w:szCs w:val="24"/>
        </w:rPr>
        <w:t xml:space="preserve">- </w:t>
      </w:r>
      <w:r w:rsidRPr="00F43215">
        <w:rPr>
          <w:color w:val="000000"/>
          <w:spacing w:val="2"/>
          <w:sz w:val="24"/>
          <w:szCs w:val="24"/>
        </w:rPr>
        <w:t>формирование позитивных </w:t>
      </w:r>
      <w:r>
        <w:rPr>
          <w:color w:val="000000"/>
          <w:spacing w:val="2"/>
          <w:sz w:val="24"/>
          <w:szCs w:val="24"/>
        </w:rPr>
        <w:t>ценностей и мотивации у обучающихся</w:t>
      </w:r>
      <w:r w:rsidRPr="00F43215">
        <w:rPr>
          <w:color w:val="000000"/>
          <w:spacing w:val="2"/>
          <w:sz w:val="24"/>
          <w:szCs w:val="24"/>
        </w:rPr>
        <w:t xml:space="preserve"> к</w:t>
      </w:r>
      <w:r>
        <w:rPr>
          <w:color w:val="000000"/>
          <w:spacing w:val="2"/>
          <w:sz w:val="24"/>
          <w:szCs w:val="24"/>
        </w:rPr>
        <w:t xml:space="preserve"> </w:t>
      </w:r>
      <w:r w:rsidRPr="00F43215">
        <w:rPr>
          <w:color w:val="000000"/>
          <w:spacing w:val="-2"/>
          <w:sz w:val="24"/>
          <w:szCs w:val="24"/>
        </w:rPr>
        <w:t>сохранению здоровья.</w:t>
      </w:r>
    </w:p>
    <w:p w:rsidR="003B5D96" w:rsidRPr="00F43215" w:rsidRDefault="003B5D96" w:rsidP="003B5D96">
      <w:pPr>
        <w:shd w:val="clear" w:color="auto" w:fill="FFFFFF"/>
        <w:spacing w:before="5" w:line="322" w:lineRule="atLeast"/>
        <w:ind w:left="38" w:right="38" w:firstLine="706"/>
        <w:jc w:val="both"/>
        <w:rPr>
          <w:sz w:val="24"/>
          <w:szCs w:val="24"/>
        </w:rPr>
      </w:pPr>
      <w:r w:rsidRPr="00F43215">
        <w:rPr>
          <w:color w:val="000000"/>
          <w:spacing w:val="-1"/>
          <w:sz w:val="24"/>
          <w:szCs w:val="24"/>
        </w:rPr>
        <w:t xml:space="preserve">Эти задачи все вместе или каждая в отдельности могут являться целью </w:t>
      </w:r>
      <w:r w:rsidRPr="00F43215">
        <w:rPr>
          <w:color w:val="000000"/>
          <w:spacing w:val="-2"/>
          <w:sz w:val="24"/>
          <w:szCs w:val="24"/>
        </w:rPr>
        <w:t>тренинга.</w:t>
      </w:r>
    </w:p>
    <w:p w:rsidR="003B5D96" w:rsidRPr="00F43215" w:rsidRDefault="003B5D96" w:rsidP="003B5D96">
      <w:pPr>
        <w:shd w:val="clear" w:color="auto" w:fill="FFFFFF"/>
        <w:spacing w:line="322" w:lineRule="atLeast"/>
        <w:ind w:left="24" w:right="34"/>
        <w:jc w:val="both"/>
        <w:rPr>
          <w:sz w:val="24"/>
          <w:szCs w:val="24"/>
        </w:rPr>
      </w:pPr>
      <w:r w:rsidRPr="00F43215">
        <w:rPr>
          <w:color w:val="000000"/>
          <w:spacing w:val="4"/>
          <w:sz w:val="24"/>
          <w:szCs w:val="24"/>
        </w:rPr>
        <w:t>Тренинг проводится для целевой группы в интерактивной форме -</w:t>
      </w:r>
      <w:r>
        <w:rPr>
          <w:color w:val="000000"/>
          <w:spacing w:val="4"/>
          <w:sz w:val="24"/>
          <w:szCs w:val="24"/>
        </w:rPr>
        <w:t xml:space="preserve"> </w:t>
      </w:r>
      <w:r w:rsidRPr="00F43215">
        <w:rPr>
          <w:color w:val="000000"/>
          <w:spacing w:val="2"/>
          <w:sz w:val="24"/>
          <w:szCs w:val="24"/>
        </w:rPr>
        <w:t xml:space="preserve">когда он имеет возможность одновременно с получением информации </w:t>
      </w:r>
      <w:r w:rsidRPr="00F43215">
        <w:rPr>
          <w:color w:val="000000"/>
          <w:spacing w:val="9"/>
          <w:sz w:val="24"/>
          <w:szCs w:val="24"/>
        </w:rPr>
        <w:t xml:space="preserve">обсуждать неясные моменты, задавать вопросы, тут же закреплять </w:t>
      </w:r>
      <w:r w:rsidRPr="00F43215">
        <w:rPr>
          <w:color w:val="000000"/>
          <w:spacing w:val="-1"/>
          <w:sz w:val="24"/>
          <w:szCs w:val="24"/>
        </w:rPr>
        <w:t xml:space="preserve">полученные знания, формировать навыки поведения. Такой метод вовлекает </w:t>
      </w:r>
      <w:r w:rsidRPr="00F43215">
        <w:rPr>
          <w:color w:val="000000"/>
          <w:spacing w:val="11"/>
          <w:sz w:val="24"/>
          <w:szCs w:val="24"/>
        </w:rPr>
        <w:t xml:space="preserve">участников в процесс, а сам процесс обучения становится легче и </w:t>
      </w:r>
      <w:r w:rsidRPr="00F43215">
        <w:rPr>
          <w:color w:val="000000"/>
          <w:spacing w:val="-2"/>
          <w:sz w:val="24"/>
          <w:szCs w:val="24"/>
        </w:rPr>
        <w:t>интереснее.</w:t>
      </w:r>
    </w:p>
    <w:p w:rsidR="003B5D96" w:rsidRPr="00F43215" w:rsidRDefault="003B5D96" w:rsidP="003B5D96">
      <w:pPr>
        <w:shd w:val="clear" w:color="auto" w:fill="FFFFFF"/>
        <w:spacing w:line="322" w:lineRule="atLeast"/>
        <w:ind w:left="29" w:right="77" w:firstLine="706"/>
        <w:jc w:val="both"/>
        <w:rPr>
          <w:sz w:val="24"/>
          <w:szCs w:val="24"/>
        </w:rPr>
      </w:pPr>
      <w:r w:rsidRPr="00F43215">
        <w:rPr>
          <w:color w:val="000000"/>
          <w:spacing w:val="3"/>
          <w:sz w:val="24"/>
          <w:szCs w:val="24"/>
        </w:rPr>
        <w:t xml:space="preserve">Оптимальное количество участников в группе - 14-18 человек, </w:t>
      </w:r>
      <w:r w:rsidRPr="00F43215">
        <w:rPr>
          <w:color w:val="000000"/>
          <w:sz w:val="24"/>
          <w:szCs w:val="24"/>
        </w:rPr>
        <w:t>максимальное количество - 20 человек.</w:t>
      </w:r>
    </w:p>
    <w:p w:rsidR="003B5D96" w:rsidRPr="00855C91" w:rsidRDefault="003B5D96" w:rsidP="003B5D96">
      <w:pPr>
        <w:shd w:val="clear" w:color="auto" w:fill="FFFFFF"/>
        <w:spacing w:line="322" w:lineRule="atLeast"/>
        <w:ind w:left="744"/>
        <w:rPr>
          <w:i/>
          <w:sz w:val="24"/>
          <w:szCs w:val="24"/>
        </w:rPr>
      </w:pPr>
      <w:r w:rsidRPr="00855C91">
        <w:rPr>
          <w:i/>
          <w:color w:val="000000"/>
          <w:spacing w:val="-2"/>
          <w:sz w:val="24"/>
          <w:szCs w:val="24"/>
        </w:rPr>
        <w:t>Структура тренинга:</w:t>
      </w:r>
    </w:p>
    <w:p w:rsidR="003B5D96" w:rsidRPr="00F43215" w:rsidRDefault="003B5D96" w:rsidP="003B5D96">
      <w:pPr>
        <w:shd w:val="clear" w:color="auto" w:fill="FFFFFF"/>
        <w:spacing w:before="5" w:line="322" w:lineRule="atLeast"/>
        <w:ind w:firstLine="710"/>
        <w:rPr>
          <w:sz w:val="24"/>
          <w:szCs w:val="24"/>
        </w:rPr>
      </w:pPr>
      <w:r>
        <w:rPr>
          <w:color w:val="000000"/>
          <w:spacing w:val="4"/>
          <w:sz w:val="24"/>
          <w:szCs w:val="24"/>
        </w:rPr>
        <w:t xml:space="preserve">1. </w:t>
      </w:r>
      <w:r w:rsidRPr="00F43215">
        <w:rPr>
          <w:color w:val="000000"/>
          <w:spacing w:val="4"/>
          <w:sz w:val="24"/>
          <w:szCs w:val="24"/>
        </w:rPr>
        <w:t>Введение (5% рабочего времени) Краткое представление целей и</w:t>
      </w:r>
      <w:r>
        <w:rPr>
          <w:color w:val="000000"/>
          <w:spacing w:val="4"/>
          <w:sz w:val="24"/>
          <w:szCs w:val="24"/>
        </w:rPr>
        <w:t xml:space="preserve"> </w:t>
      </w:r>
      <w:r w:rsidRPr="00F43215">
        <w:rPr>
          <w:color w:val="000000"/>
          <w:spacing w:val="-1"/>
          <w:sz w:val="24"/>
          <w:szCs w:val="24"/>
        </w:rPr>
        <w:t>задач тренинга, организаторов, гостей.</w:t>
      </w:r>
    </w:p>
    <w:p w:rsidR="003B5D96" w:rsidRPr="00F43215" w:rsidRDefault="003B5D96" w:rsidP="003B5D96">
      <w:pPr>
        <w:shd w:val="clear" w:color="auto" w:fill="FFFFFF"/>
        <w:spacing w:line="322" w:lineRule="atLeast"/>
        <w:ind w:left="710"/>
        <w:rPr>
          <w:sz w:val="24"/>
          <w:szCs w:val="24"/>
        </w:rPr>
      </w:pPr>
      <w:r>
        <w:rPr>
          <w:color w:val="000000"/>
          <w:spacing w:val="-1"/>
          <w:sz w:val="24"/>
          <w:szCs w:val="24"/>
        </w:rPr>
        <w:t xml:space="preserve">2. </w:t>
      </w:r>
      <w:r w:rsidRPr="00F43215">
        <w:rPr>
          <w:color w:val="000000"/>
          <w:spacing w:val="-1"/>
          <w:sz w:val="24"/>
          <w:szCs w:val="24"/>
        </w:rPr>
        <w:t>Знакомство (5% рабочего времени)</w:t>
      </w:r>
      <w:r>
        <w:rPr>
          <w:color w:val="000000"/>
          <w:spacing w:val="-1"/>
          <w:sz w:val="24"/>
          <w:szCs w:val="24"/>
        </w:rPr>
        <w:t>.</w:t>
      </w:r>
    </w:p>
    <w:p w:rsidR="003B5D96" w:rsidRPr="00F43215" w:rsidRDefault="003B5D96" w:rsidP="003B5D96">
      <w:pPr>
        <w:shd w:val="clear" w:color="auto" w:fill="FFFFFF"/>
        <w:spacing w:line="322" w:lineRule="atLeast"/>
        <w:ind w:left="710"/>
        <w:rPr>
          <w:sz w:val="24"/>
          <w:szCs w:val="24"/>
        </w:rPr>
      </w:pPr>
      <w:r>
        <w:rPr>
          <w:color w:val="000000"/>
          <w:spacing w:val="-1"/>
          <w:sz w:val="24"/>
          <w:szCs w:val="24"/>
        </w:rPr>
        <w:t xml:space="preserve">3. </w:t>
      </w:r>
      <w:r w:rsidRPr="00F43215">
        <w:rPr>
          <w:color w:val="000000"/>
          <w:spacing w:val="-1"/>
          <w:sz w:val="24"/>
          <w:szCs w:val="24"/>
        </w:rPr>
        <w:t>Ожидания участников (3% рабочего времени)</w:t>
      </w:r>
      <w:r>
        <w:rPr>
          <w:color w:val="000000"/>
          <w:spacing w:val="-1"/>
          <w:sz w:val="24"/>
          <w:szCs w:val="24"/>
        </w:rPr>
        <w:t>.</w:t>
      </w:r>
    </w:p>
    <w:p w:rsidR="003B5D96" w:rsidRPr="00F43215" w:rsidRDefault="003B5D96" w:rsidP="003B5D96">
      <w:pPr>
        <w:shd w:val="clear" w:color="auto" w:fill="FFFFFF"/>
        <w:spacing w:line="322" w:lineRule="atLeast"/>
        <w:ind w:left="710"/>
        <w:rPr>
          <w:sz w:val="24"/>
          <w:szCs w:val="24"/>
        </w:rPr>
      </w:pPr>
      <w:r>
        <w:rPr>
          <w:color w:val="000000"/>
          <w:spacing w:val="-1"/>
          <w:sz w:val="24"/>
          <w:szCs w:val="24"/>
        </w:rPr>
        <w:t xml:space="preserve">4. </w:t>
      </w:r>
      <w:r w:rsidRPr="00F43215">
        <w:rPr>
          <w:color w:val="000000"/>
          <w:spacing w:val="-1"/>
          <w:sz w:val="24"/>
          <w:szCs w:val="24"/>
        </w:rPr>
        <w:t>Принятие правил работы группы (5% рабочего времени)</w:t>
      </w:r>
      <w:r>
        <w:rPr>
          <w:color w:val="000000"/>
          <w:spacing w:val="-1"/>
          <w:sz w:val="24"/>
          <w:szCs w:val="24"/>
        </w:rPr>
        <w:t>.</w:t>
      </w:r>
    </w:p>
    <w:p w:rsidR="003B5D96" w:rsidRPr="00F43215" w:rsidRDefault="003B5D96" w:rsidP="003B5D96">
      <w:pPr>
        <w:shd w:val="clear" w:color="auto" w:fill="FFFFFF"/>
        <w:spacing w:before="5" w:line="322" w:lineRule="atLeast"/>
        <w:ind w:left="710"/>
        <w:rPr>
          <w:sz w:val="24"/>
          <w:szCs w:val="24"/>
        </w:rPr>
      </w:pPr>
      <w:r>
        <w:rPr>
          <w:color w:val="000000"/>
          <w:spacing w:val="-1"/>
          <w:sz w:val="24"/>
          <w:szCs w:val="24"/>
        </w:rPr>
        <w:t xml:space="preserve">5. </w:t>
      </w:r>
      <w:r w:rsidRPr="00F43215">
        <w:rPr>
          <w:color w:val="000000"/>
          <w:spacing w:val="-1"/>
          <w:sz w:val="24"/>
          <w:szCs w:val="24"/>
        </w:rPr>
        <w:t>Оценка уровня информированности (5-10% рабочего времени)</w:t>
      </w:r>
      <w:r>
        <w:rPr>
          <w:color w:val="000000"/>
          <w:spacing w:val="-1"/>
          <w:sz w:val="24"/>
          <w:szCs w:val="24"/>
        </w:rPr>
        <w:t>.</w:t>
      </w:r>
    </w:p>
    <w:p w:rsidR="003B5D96" w:rsidRPr="00F43215" w:rsidRDefault="003B5D96" w:rsidP="003B5D96">
      <w:pPr>
        <w:shd w:val="clear" w:color="auto" w:fill="FFFFFF"/>
        <w:spacing w:line="322" w:lineRule="atLeast"/>
        <w:ind w:firstLine="710"/>
        <w:rPr>
          <w:sz w:val="24"/>
          <w:szCs w:val="24"/>
        </w:rPr>
      </w:pPr>
      <w:r>
        <w:rPr>
          <w:color w:val="000000"/>
          <w:spacing w:val="1"/>
          <w:sz w:val="24"/>
          <w:szCs w:val="24"/>
        </w:rPr>
        <w:t xml:space="preserve">6. </w:t>
      </w:r>
      <w:r w:rsidRPr="00F43215">
        <w:rPr>
          <w:color w:val="000000"/>
          <w:spacing w:val="1"/>
          <w:sz w:val="24"/>
          <w:szCs w:val="24"/>
        </w:rPr>
        <w:t>Актуализация уровня информированности (5-10% рабочего</w:t>
      </w:r>
      <w:r>
        <w:rPr>
          <w:color w:val="000000"/>
          <w:spacing w:val="1"/>
          <w:sz w:val="24"/>
          <w:szCs w:val="24"/>
        </w:rPr>
        <w:t xml:space="preserve"> </w:t>
      </w:r>
      <w:r w:rsidRPr="00F43215">
        <w:rPr>
          <w:color w:val="000000"/>
          <w:spacing w:val="-1"/>
          <w:sz w:val="24"/>
          <w:szCs w:val="24"/>
        </w:rPr>
        <w:t>времени)</w:t>
      </w:r>
      <w:r>
        <w:rPr>
          <w:color w:val="000000"/>
          <w:spacing w:val="-1"/>
          <w:sz w:val="24"/>
          <w:szCs w:val="24"/>
        </w:rPr>
        <w:t>.</w:t>
      </w:r>
    </w:p>
    <w:p w:rsidR="003B5D96" w:rsidRPr="00F43215" w:rsidRDefault="003B5D96" w:rsidP="003B5D96">
      <w:pPr>
        <w:shd w:val="clear" w:color="auto" w:fill="FFFFFF"/>
        <w:spacing w:line="322" w:lineRule="atLeast"/>
        <w:ind w:left="710"/>
        <w:rPr>
          <w:sz w:val="24"/>
          <w:szCs w:val="24"/>
        </w:rPr>
      </w:pPr>
      <w:r>
        <w:rPr>
          <w:color w:val="000000"/>
          <w:spacing w:val="3"/>
          <w:sz w:val="24"/>
          <w:szCs w:val="24"/>
        </w:rPr>
        <w:t xml:space="preserve">7. </w:t>
      </w:r>
      <w:r w:rsidRPr="00F43215">
        <w:rPr>
          <w:color w:val="000000"/>
          <w:spacing w:val="3"/>
          <w:sz w:val="24"/>
          <w:szCs w:val="24"/>
        </w:rPr>
        <w:t>Актуализация проблемы (10-30% рабочего времени)</w:t>
      </w:r>
      <w:r>
        <w:rPr>
          <w:color w:val="000000"/>
          <w:spacing w:val="3"/>
          <w:sz w:val="24"/>
          <w:szCs w:val="24"/>
        </w:rPr>
        <w:t>.</w:t>
      </w:r>
    </w:p>
    <w:p w:rsidR="003B5D96" w:rsidRPr="00F43215" w:rsidRDefault="003B5D96" w:rsidP="003B5D96">
      <w:pPr>
        <w:shd w:val="clear" w:color="auto" w:fill="FFFFFF"/>
        <w:spacing w:line="322" w:lineRule="atLeast"/>
        <w:ind w:left="710"/>
        <w:rPr>
          <w:sz w:val="24"/>
          <w:szCs w:val="24"/>
        </w:rPr>
      </w:pPr>
      <w:r>
        <w:rPr>
          <w:color w:val="000000"/>
          <w:spacing w:val="-1"/>
          <w:sz w:val="24"/>
          <w:szCs w:val="24"/>
        </w:rPr>
        <w:t xml:space="preserve">8. </w:t>
      </w:r>
      <w:r w:rsidRPr="00F43215">
        <w:rPr>
          <w:color w:val="000000"/>
          <w:spacing w:val="-1"/>
          <w:sz w:val="24"/>
          <w:szCs w:val="24"/>
        </w:rPr>
        <w:t>Информационный блок (20-30% рабочего времени)</w:t>
      </w:r>
      <w:r>
        <w:rPr>
          <w:color w:val="000000"/>
          <w:spacing w:val="-1"/>
          <w:sz w:val="24"/>
          <w:szCs w:val="24"/>
        </w:rPr>
        <w:t>.</w:t>
      </w:r>
    </w:p>
    <w:p w:rsidR="003B5D96" w:rsidRPr="00F43215" w:rsidRDefault="003B5D96" w:rsidP="003B5D96">
      <w:pPr>
        <w:shd w:val="clear" w:color="auto" w:fill="FFFFFF"/>
        <w:spacing w:before="5" w:line="322" w:lineRule="atLeast"/>
        <w:ind w:left="710"/>
        <w:rPr>
          <w:sz w:val="24"/>
          <w:szCs w:val="24"/>
        </w:rPr>
      </w:pPr>
      <w:r>
        <w:rPr>
          <w:color w:val="000000"/>
          <w:spacing w:val="-1"/>
          <w:sz w:val="24"/>
          <w:szCs w:val="24"/>
        </w:rPr>
        <w:t xml:space="preserve">9. </w:t>
      </w:r>
      <w:r w:rsidRPr="00F43215">
        <w:rPr>
          <w:color w:val="000000"/>
          <w:spacing w:val="-1"/>
          <w:sz w:val="24"/>
          <w:szCs w:val="24"/>
        </w:rPr>
        <w:t>Приобретение практических навыков (20-60% рабочего времени)</w:t>
      </w:r>
      <w:r>
        <w:rPr>
          <w:color w:val="000000"/>
          <w:spacing w:val="-1"/>
          <w:sz w:val="24"/>
          <w:szCs w:val="24"/>
        </w:rPr>
        <w:t>.</w:t>
      </w:r>
    </w:p>
    <w:p w:rsidR="003B5D96" w:rsidRDefault="003B5D96" w:rsidP="003B5D96">
      <w:pPr>
        <w:shd w:val="clear" w:color="auto" w:fill="FFFFFF"/>
        <w:spacing w:before="5" w:line="322" w:lineRule="atLeast"/>
        <w:ind w:firstLine="710"/>
        <w:rPr>
          <w:sz w:val="24"/>
          <w:szCs w:val="24"/>
        </w:rPr>
      </w:pPr>
      <w:r>
        <w:rPr>
          <w:color w:val="000000"/>
          <w:spacing w:val="2"/>
          <w:sz w:val="24"/>
          <w:szCs w:val="24"/>
        </w:rPr>
        <w:t xml:space="preserve">10. </w:t>
      </w:r>
      <w:r w:rsidRPr="00F43215">
        <w:rPr>
          <w:color w:val="000000"/>
          <w:spacing w:val="2"/>
          <w:sz w:val="24"/>
          <w:szCs w:val="24"/>
        </w:rPr>
        <w:t>Завершение работы. Получение обратной связи  (5% рабочего</w:t>
      </w:r>
      <w:r>
        <w:rPr>
          <w:color w:val="000000"/>
          <w:spacing w:val="2"/>
          <w:sz w:val="24"/>
          <w:szCs w:val="24"/>
        </w:rPr>
        <w:t xml:space="preserve"> </w:t>
      </w:r>
      <w:r w:rsidRPr="00F43215">
        <w:rPr>
          <w:color w:val="000000"/>
          <w:spacing w:val="-3"/>
          <w:sz w:val="24"/>
          <w:szCs w:val="24"/>
        </w:rPr>
        <w:t>времени).</w:t>
      </w:r>
    </w:p>
    <w:p w:rsidR="003B5D96" w:rsidRPr="00F43215" w:rsidRDefault="003B5D96" w:rsidP="003B5D96">
      <w:pPr>
        <w:shd w:val="clear" w:color="auto" w:fill="FFFFFF"/>
        <w:spacing w:before="5" w:line="322" w:lineRule="atLeast"/>
        <w:rPr>
          <w:sz w:val="24"/>
          <w:szCs w:val="24"/>
        </w:rPr>
      </w:pPr>
      <w:r>
        <w:rPr>
          <w:color w:val="000000"/>
          <w:sz w:val="24"/>
          <w:szCs w:val="24"/>
        </w:rPr>
        <w:t xml:space="preserve">2. </w:t>
      </w:r>
      <w:r w:rsidRPr="00F43215">
        <w:rPr>
          <w:b/>
          <w:bCs/>
          <w:color w:val="000000"/>
          <w:spacing w:val="-3"/>
          <w:sz w:val="24"/>
          <w:szCs w:val="24"/>
        </w:rPr>
        <w:t>ЛЕКЦИЯ</w:t>
      </w:r>
    </w:p>
    <w:p w:rsidR="003B5D96" w:rsidRPr="00F43215" w:rsidRDefault="003B5D96" w:rsidP="003B5D96">
      <w:pPr>
        <w:shd w:val="clear" w:color="auto" w:fill="FFFFFF"/>
        <w:spacing w:line="322" w:lineRule="atLeast"/>
        <w:ind w:left="259"/>
        <w:rPr>
          <w:sz w:val="24"/>
          <w:szCs w:val="24"/>
        </w:rPr>
      </w:pPr>
      <w:r w:rsidRPr="00F43215">
        <w:rPr>
          <w:i/>
          <w:iCs/>
          <w:color w:val="000000"/>
          <w:spacing w:val="4"/>
          <w:sz w:val="24"/>
          <w:szCs w:val="24"/>
        </w:rPr>
        <w:t xml:space="preserve">Лекция - </w:t>
      </w:r>
      <w:r w:rsidRPr="00F43215">
        <w:rPr>
          <w:color w:val="000000"/>
          <w:spacing w:val="4"/>
          <w:sz w:val="24"/>
          <w:szCs w:val="24"/>
        </w:rPr>
        <w:t xml:space="preserve">наиболее быстрый способ предоставления необходимой </w:t>
      </w:r>
      <w:r w:rsidRPr="00F43215">
        <w:rPr>
          <w:color w:val="000000"/>
          <w:spacing w:val="-1"/>
          <w:sz w:val="24"/>
          <w:szCs w:val="24"/>
        </w:rPr>
        <w:t xml:space="preserve">информации неограниченному количеству слушателей. </w:t>
      </w:r>
      <w:r w:rsidRPr="00F43215">
        <w:rPr>
          <w:b/>
          <w:bCs/>
          <w:color w:val="000000"/>
          <w:spacing w:val="-2"/>
          <w:sz w:val="24"/>
          <w:szCs w:val="24"/>
        </w:rPr>
        <w:t>Как подготовить лекцию?</w:t>
      </w:r>
    </w:p>
    <w:p w:rsidR="003B5D96" w:rsidRDefault="003B5D96" w:rsidP="003B5D96">
      <w:pPr>
        <w:widowControl w:val="0"/>
        <w:numPr>
          <w:ilvl w:val="0"/>
          <w:numId w:val="8"/>
        </w:numPr>
        <w:shd w:val="clear" w:color="auto" w:fill="FFFFFF"/>
        <w:snapToGrid w:val="0"/>
        <w:spacing w:before="24" w:line="312" w:lineRule="auto"/>
        <w:rPr>
          <w:sz w:val="24"/>
          <w:szCs w:val="24"/>
        </w:rPr>
      </w:pPr>
      <w:r w:rsidRPr="00F43215">
        <w:rPr>
          <w:color w:val="000000"/>
          <w:spacing w:val="1"/>
          <w:sz w:val="24"/>
          <w:szCs w:val="24"/>
        </w:rPr>
        <w:t>Выбрать тему.</w:t>
      </w:r>
    </w:p>
    <w:p w:rsidR="003B5D96" w:rsidRDefault="003B5D96" w:rsidP="003B5D96">
      <w:pPr>
        <w:widowControl w:val="0"/>
        <w:numPr>
          <w:ilvl w:val="0"/>
          <w:numId w:val="8"/>
        </w:numPr>
        <w:shd w:val="clear" w:color="auto" w:fill="FFFFFF"/>
        <w:snapToGrid w:val="0"/>
        <w:spacing w:before="24" w:line="312" w:lineRule="auto"/>
        <w:rPr>
          <w:sz w:val="24"/>
          <w:szCs w:val="24"/>
        </w:rPr>
      </w:pPr>
      <w:r w:rsidRPr="00F43215">
        <w:rPr>
          <w:color w:val="000000"/>
          <w:spacing w:val="9"/>
          <w:sz w:val="24"/>
          <w:szCs w:val="24"/>
        </w:rPr>
        <w:t>Определить, о чем будет ваше выступление, т.е. что вы будете</w:t>
      </w:r>
      <w:r>
        <w:rPr>
          <w:color w:val="000000"/>
          <w:spacing w:val="9"/>
          <w:sz w:val="24"/>
          <w:szCs w:val="24"/>
        </w:rPr>
        <w:t xml:space="preserve"> </w:t>
      </w:r>
      <w:r w:rsidRPr="00F43215">
        <w:rPr>
          <w:color w:val="000000"/>
          <w:spacing w:val="-3"/>
          <w:sz w:val="24"/>
          <w:szCs w:val="24"/>
        </w:rPr>
        <w:t>говорить</w:t>
      </w:r>
      <w:r>
        <w:rPr>
          <w:color w:val="000000"/>
          <w:spacing w:val="-3"/>
          <w:sz w:val="24"/>
          <w:szCs w:val="24"/>
        </w:rPr>
        <w:t>.</w:t>
      </w:r>
    </w:p>
    <w:p w:rsidR="003B5D96" w:rsidRPr="00F43215" w:rsidRDefault="003B5D96" w:rsidP="003B5D96">
      <w:pPr>
        <w:widowControl w:val="0"/>
        <w:numPr>
          <w:ilvl w:val="0"/>
          <w:numId w:val="8"/>
        </w:numPr>
        <w:shd w:val="clear" w:color="auto" w:fill="FFFFFF"/>
        <w:snapToGrid w:val="0"/>
        <w:spacing w:before="24" w:line="312" w:lineRule="auto"/>
        <w:rPr>
          <w:sz w:val="24"/>
          <w:szCs w:val="24"/>
        </w:rPr>
      </w:pPr>
      <w:r w:rsidRPr="00F43215">
        <w:rPr>
          <w:color w:val="000000"/>
          <w:spacing w:val="-1"/>
          <w:sz w:val="24"/>
          <w:szCs w:val="24"/>
        </w:rPr>
        <w:t>Сообщение материала. Оно должно быть:</w:t>
      </w:r>
    </w:p>
    <w:p w:rsidR="003B5D96" w:rsidRPr="00F43215" w:rsidRDefault="003B5D96" w:rsidP="003B5D96">
      <w:pPr>
        <w:rPr>
          <w:sz w:val="24"/>
          <w:szCs w:val="24"/>
        </w:rPr>
      </w:pPr>
      <w:r w:rsidRPr="00F43215">
        <w:rPr>
          <w:sz w:val="24"/>
          <w:szCs w:val="24"/>
        </w:rPr>
        <w:t> </w:t>
      </w:r>
      <w:r>
        <w:rPr>
          <w:sz w:val="24"/>
          <w:szCs w:val="24"/>
        </w:rPr>
        <w:t xml:space="preserve">- </w:t>
      </w:r>
      <w:r w:rsidRPr="00201D6E">
        <w:rPr>
          <w:i/>
          <w:color w:val="000000"/>
          <w:spacing w:val="4"/>
          <w:sz w:val="24"/>
          <w:szCs w:val="24"/>
        </w:rPr>
        <w:t>Максимально исчерпывающим</w:t>
      </w:r>
      <w:r w:rsidRPr="00F43215">
        <w:rPr>
          <w:color w:val="000000"/>
          <w:spacing w:val="4"/>
          <w:sz w:val="24"/>
          <w:szCs w:val="24"/>
        </w:rPr>
        <w:t>. Новое знание усваивается лучше,</w:t>
      </w:r>
      <w:r w:rsidRPr="00F43215">
        <w:rPr>
          <w:color w:val="000000"/>
          <w:spacing w:val="4"/>
          <w:sz w:val="24"/>
          <w:szCs w:val="24"/>
        </w:rPr>
        <w:br/>
        <w:t>если оно каким-либо образом связано с тем, что человеку уже известно.</w:t>
      </w:r>
      <w:r w:rsidRPr="00F43215">
        <w:rPr>
          <w:color w:val="000000"/>
          <w:spacing w:val="4"/>
          <w:sz w:val="24"/>
          <w:szCs w:val="24"/>
        </w:rPr>
        <w:br/>
      </w:r>
      <w:r w:rsidRPr="00F43215">
        <w:rPr>
          <w:color w:val="000000"/>
          <w:spacing w:val="1"/>
          <w:sz w:val="24"/>
          <w:szCs w:val="24"/>
        </w:rPr>
        <w:t>Помните, что слушатели интересуются следующими подробностями: Когда</w:t>
      </w:r>
      <w:r w:rsidRPr="00F43215">
        <w:rPr>
          <w:color w:val="000000"/>
          <w:spacing w:val="1"/>
          <w:sz w:val="24"/>
          <w:szCs w:val="24"/>
        </w:rPr>
        <w:br/>
      </w:r>
      <w:r>
        <w:rPr>
          <w:color w:val="000000"/>
          <w:sz w:val="24"/>
          <w:szCs w:val="24"/>
        </w:rPr>
        <w:t>и г</w:t>
      </w:r>
      <w:r w:rsidRPr="00F43215">
        <w:rPr>
          <w:color w:val="000000"/>
          <w:sz w:val="24"/>
          <w:szCs w:val="24"/>
        </w:rPr>
        <w:t>де? Кто? Что произошло? Как и почему? Каковы результаты?</w:t>
      </w:r>
    </w:p>
    <w:p w:rsidR="003B5D96" w:rsidRPr="00F43215" w:rsidRDefault="003B5D96" w:rsidP="003B5D96">
      <w:pPr>
        <w:shd w:val="clear" w:color="auto" w:fill="FFFFFF"/>
        <w:spacing w:before="24" w:line="322" w:lineRule="atLeast"/>
        <w:ind w:left="5"/>
        <w:rPr>
          <w:sz w:val="24"/>
          <w:szCs w:val="24"/>
        </w:rPr>
      </w:pPr>
      <w:r>
        <w:rPr>
          <w:color w:val="000000"/>
          <w:spacing w:val="2"/>
          <w:sz w:val="24"/>
          <w:szCs w:val="24"/>
        </w:rPr>
        <w:t xml:space="preserve">- </w:t>
      </w:r>
      <w:r w:rsidRPr="00201D6E">
        <w:rPr>
          <w:i/>
          <w:color w:val="000000"/>
          <w:spacing w:val="2"/>
          <w:sz w:val="24"/>
          <w:szCs w:val="24"/>
        </w:rPr>
        <w:t>Честным и нейтральным</w:t>
      </w:r>
      <w:r w:rsidRPr="00F43215">
        <w:rPr>
          <w:color w:val="000000"/>
          <w:spacing w:val="2"/>
          <w:sz w:val="24"/>
          <w:szCs w:val="24"/>
        </w:rPr>
        <w:t>. Не имеет смысла преувеличивать</w:t>
      </w:r>
      <w:r w:rsidRPr="00F43215">
        <w:rPr>
          <w:color w:val="000000"/>
          <w:spacing w:val="2"/>
          <w:sz w:val="24"/>
          <w:szCs w:val="24"/>
        </w:rPr>
        <w:br/>
      </w:r>
      <w:r w:rsidRPr="00F43215">
        <w:rPr>
          <w:color w:val="000000"/>
          <w:spacing w:val="9"/>
          <w:sz w:val="24"/>
          <w:szCs w:val="24"/>
        </w:rPr>
        <w:t>негативные факты и скрывать привлекательные стороны. Помните, что</w:t>
      </w:r>
      <w:r w:rsidRPr="00F43215">
        <w:rPr>
          <w:color w:val="000000"/>
          <w:spacing w:val="9"/>
          <w:sz w:val="24"/>
          <w:szCs w:val="24"/>
        </w:rPr>
        <w:br/>
      </w:r>
      <w:r w:rsidRPr="00F43215">
        <w:rPr>
          <w:color w:val="000000"/>
          <w:spacing w:val="4"/>
          <w:sz w:val="24"/>
          <w:szCs w:val="24"/>
        </w:rPr>
        <w:t>информацию можно получить из разных источников, а мелкая ложь сразу</w:t>
      </w:r>
      <w:r w:rsidRPr="00F43215">
        <w:rPr>
          <w:color w:val="000000"/>
          <w:spacing w:val="4"/>
          <w:sz w:val="24"/>
          <w:szCs w:val="24"/>
        </w:rPr>
        <w:br/>
      </w:r>
      <w:r w:rsidRPr="00F43215">
        <w:rPr>
          <w:color w:val="000000"/>
          <w:spacing w:val="6"/>
          <w:sz w:val="24"/>
          <w:szCs w:val="24"/>
        </w:rPr>
        <w:t>понизит ценность ваших слов. Искажая информацию, вы берете на себя</w:t>
      </w:r>
      <w:r w:rsidRPr="00F43215">
        <w:rPr>
          <w:color w:val="000000"/>
          <w:spacing w:val="6"/>
          <w:sz w:val="24"/>
          <w:szCs w:val="24"/>
        </w:rPr>
        <w:br/>
      </w:r>
      <w:r w:rsidRPr="00F43215">
        <w:rPr>
          <w:color w:val="000000"/>
          <w:spacing w:val="5"/>
          <w:sz w:val="24"/>
          <w:szCs w:val="24"/>
        </w:rPr>
        <w:t>роль «опекающего родителя». Оптимальной является позиция волонтера,</w:t>
      </w:r>
      <w:r w:rsidRPr="00F43215">
        <w:rPr>
          <w:color w:val="000000"/>
          <w:spacing w:val="5"/>
          <w:sz w:val="24"/>
          <w:szCs w:val="24"/>
        </w:rPr>
        <w:br/>
        <w:t>который не запугивает, а сообщает то, что знает о радостях и опасностях,</w:t>
      </w:r>
      <w:r w:rsidRPr="00F43215">
        <w:rPr>
          <w:color w:val="000000"/>
          <w:spacing w:val="5"/>
          <w:sz w:val="24"/>
          <w:szCs w:val="24"/>
        </w:rPr>
        <w:br/>
        <w:t xml:space="preserve">для того чтобы люди могли разобраться в окружающем мире и в том, к </w:t>
      </w:r>
      <w:r w:rsidRPr="00F43215">
        <w:rPr>
          <w:i/>
          <w:iCs/>
          <w:color w:val="000000"/>
          <w:spacing w:val="5"/>
          <w:sz w:val="24"/>
          <w:szCs w:val="24"/>
          <w:vertAlign w:val="subscript"/>
        </w:rPr>
        <w:t>л</w:t>
      </w:r>
      <w:r w:rsidRPr="00F43215">
        <w:rPr>
          <w:i/>
          <w:iCs/>
          <w:color w:val="000000"/>
          <w:spacing w:val="5"/>
          <w:sz w:val="24"/>
          <w:szCs w:val="24"/>
          <w:vertAlign w:val="subscript"/>
        </w:rPr>
        <w:br/>
      </w:r>
      <w:r w:rsidRPr="00F43215">
        <w:rPr>
          <w:color w:val="000000"/>
          <w:spacing w:val="-2"/>
          <w:sz w:val="24"/>
          <w:szCs w:val="24"/>
        </w:rPr>
        <w:t>поступить правильно.</w:t>
      </w:r>
    </w:p>
    <w:p w:rsidR="003B5D96" w:rsidRPr="00F43215" w:rsidRDefault="003B5D96" w:rsidP="003B5D96">
      <w:pPr>
        <w:shd w:val="clear" w:color="auto" w:fill="FFFFFF"/>
        <w:spacing w:before="10" w:line="322" w:lineRule="atLeast"/>
        <w:rPr>
          <w:sz w:val="24"/>
          <w:szCs w:val="24"/>
        </w:rPr>
      </w:pPr>
      <w:r>
        <w:rPr>
          <w:color w:val="000000"/>
          <w:spacing w:val="-1"/>
          <w:sz w:val="24"/>
          <w:szCs w:val="24"/>
        </w:rPr>
        <w:t xml:space="preserve">- </w:t>
      </w:r>
      <w:r w:rsidRPr="00201D6E">
        <w:rPr>
          <w:i/>
          <w:color w:val="000000"/>
          <w:spacing w:val="-1"/>
          <w:sz w:val="24"/>
          <w:szCs w:val="24"/>
        </w:rPr>
        <w:t>Интересным.</w:t>
      </w:r>
    </w:p>
    <w:p w:rsidR="003B5D96" w:rsidRPr="00F43215" w:rsidRDefault="003B5D96" w:rsidP="003B5D96">
      <w:pPr>
        <w:shd w:val="clear" w:color="auto" w:fill="FFFFFF"/>
        <w:spacing w:before="24" w:line="322" w:lineRule="atLeast"/>
        <w:ind w:left="5"/>
        <w:rPr>
          <w:sz w:val="24"/>
          <w:szCs w:val="24"/>
        </w:rPr>
      </w:pPr>
      <w:r>
        <w:rPr>
          <w:color w:val="000000"/>
          <w:sz w:val="24"/>
          <w:szCs w:val="24"/>
        </w:rPr>
        <w:t xml:space="preserve">- </w:t>
      </w:r>
      <w:r w:rsidRPr="00201D6E">
        <w:rPr>
          <w:i/>
          <w:color w:val="000000"/>
          <w:sz w:val="24"/>
          <w:szCs w:val="24"/>
        </w:rPr>
        <w:t>Компетентным</w:t>
      </w:r>
      <w:r w:rsidRPr="00F43215">
        <w:rPr>
          <w:color w:val="000000"/>
          <w:sz w:val="24"/>
          <w:szCs w:val="24"/>
        </w:rPr>
        <w:t>. Информация, которую вы даете, должна быть</w:t>
      </w:r>
      <w:r>
        <w:rPr>
          <w:color w:val="000000"/>
          <w:sz w:val="24"/>
          <w:szCs w:val="24"/>
        </w:rPr>
        <w:t xml:space="preserve"> </w:t>
      </w:r>
      <w:r w:rsidRPr="00F43215">
        <w:rPr>
          <w:color w:val="000000"/>
          <w:spacing w:val="3"/>
          <w:sz w:val="24"/>
          <w:szCs w:val="24"/>
        </w:rPr>
        <w:t>абсолютно верной. Имеет смысл подключить к работе некоторых</w:t>
      </w:r>
      <w:r>
        <w:rPr>
          <w:color w:val="000000"/>
          <w:spacing w:val="3"/>
          <w:sz w:val="24"/>
          <w:szCs w:val="24"/>
        </w:rPr>
        <w:t xml:space="preserve"> </w:t>
      </w:r>
      <w:r w:rsidRPr="00F43215">
        <w:rPr>
          <w:color w:val="000000"/>
          <w:spacing w:val="-1"/>
          <w:sz w:val="24"/>
          <w:szCs w:val="24"/>
        </w:rPr>
        <w:t>специалистов из разных областей: врачей, психологов, социологов и др.</w:t>
      </w:r>
    </w:p>
    <w:p w:rsidR="003B5D96" w:rsidRDefault="003B5D96" w:rsidP="003B5D96">
      <w:pPr>
        <w:shd w:val="clear" w:color="auto" w:fill="FFFFFF"/>
        <w:spacing w:before="14" w:line="322" w:lineRule="atLeast"/>
        <w:ind w:left="5" w:firstLine="701"/>
        <w:rPr>
          <w:sz w:val="24"/>
          <w:szCs w:val="24"/>
        </w:rPr>
      </w:pPr>
      <w:r w:rsidRPr="00F43215">
        <w:rPr>
          <w:color w:val="000000"/>
          <w:spacing w:val="2"/>
          <w:sz w:val="24"/>
          <w:szCs w:val="24"/>
        </w:rPr>
        <w:t>Помните, что в ходе лекции нужно использовать наглядный</w:t>
      </w:r>
      <w:r>
        <w:rPr>
          <w:color w:val="000000"/>
          <w:spacing w:val="2"/>
          <w:sz w:val="24"/>
          <w:szCs w:val="24"/>
        </w:rPr>
        <w:t xml:space="preserve"> </w:t>
      </w:r>
      <w:r w:rsidRPr="00F43215">
        <w:rPr>
          <w:color w:val="000000"/>
          <w:spacing w:val="-4"/>
          <w:sz w:val="24"/>
          <w:szCs w:val="24"/>
        </w:rPr>
        <w:t>материал.</w:t>
      </w:r>
    </w:p>
    <w:p w:rsidR="003B5D96" w:rsidRPr="00F43215" w:rsidRDefault="003B5D96" w:rsidP="003B5D96">
      <w:pPr>
        <w:shd w:val="clear" w:color="auto" w:fill="FFFFFF"/>
        <w:spacing w:before="14" w:line="322" w:lineRule="atLeast"/>
        <w:rPr>
          <w:sz w:val="24"/>
          <w:szCs w:val="24"/>
        </w:rPr>
      </w:pPr>
      <w:r>
        <w:rPr>
          <w:b/>
          <w:bCs/>
          <w:color w:val="000000"/>
          <w:spacing w:val="1"/>
          <w:sz w:val="24"/>
          <w:szCs w:val="24"/>
        </w:rPr>
        <w:t xml:space="preserve">3. </w:t>
      </w:r>
      <w:r w:rsidRPr="00F43215">
        <w:rPr>
          <w:b/>
          <w:bCs/>
          <w:color w:val="000000"/>
          <w:spacing w:val="1"/>
          <w:sz w:val="24"/>
          <w:szCs w:val="24"/>
        </w:rPr>
        <w:t>ДИСКУССИЯ</w:t>
      </w:r>
    </w:p>
    <w:p w:rsidR="003B5D96" w:rsidRDefault="003B5D96" w:rsidP="003B5D96">
      <w:pPr>
        <w:shd w:val="clear" w:color="auto" w:fill="FFFFFF"/>
        <w:spacing w:line="322" w:lineRule="atLeast"/>
        <w:ind w:left="24" w:right="82" w:firstLine="667"/>
        <w:rPr>
          <w:color w:val="000000"/>
          <w:spacing w:val="7"/>
          <w:sz w:val="24"/>
          <w:szCs w:val="24"/>
        </w:rPr>
      </w:pPr>
      <w:r w:rsidRPr="00F43215">
        <w:rPr>
          <w:i/>
          <w:iCs/>
          <w:color w:val="000000"/>
          <w:sz w:val="24"/>
          <w:szCs w:val="24"/>
        </w:rPr>
        <w:t xml:space="preserve">Дискуссия </w:t>
      </w:r>
      <w:r w:rsidRPr="00F43215">
        <w:rPr>
          <w:color w:val="000000"/>
          <w:sz w:val="24"/>
          <w:szCs w:val="24"/>
        </w:rPr>
        <w:t xml:space="preserve">возникает тогда, когда каждый участник высказывает свое </w:t>
      </w:r>
      <w:r w:rsidRPr="00F43215">
        <w:rPr>
          <w:color w:val="000000"/>
          <w:spacing w:val="1"/>
          <w:sz w:val="24"/>
          <w:szCs w:val="24"/>
        </w:rPr>
        <w:t xml:space="preserve">мнение по той или иной теме, на основе своего знания и опыта. Это обмен </w:t>
      </w:r>
      <w:r w:rsidRPr="00F43215">
        <w:rPr>
          <w:color w:val="000000"/>
          <w:sz w:val="24"/>
          <w:szCs w:val="24"/>
        </w:rPr>
        <w:t xml:space="preserve">мнениями. В дискуссии могут принимать участие двое и более человек. </w:t>
      </w:r>
      <w:r w:rsidRPr="00F43215">
        <w:rPr>
          <w:color w:val="000000"/>
          <w:spacing w:val="7"/>
          <w:sz w:val="24"/>
          <w:szCs w:val="24"/>
        </w:rPr>
        <w:t xml:space="preserve">Наиболее конструктивный вариант </w:t>
      </w:r>
      <w:r>
        <w:rPr>
          <w:color w:val="000000"/>
          <w:spacing w:val="7"/>
          <w:sz w:val="24"/>
          <w:szCs w:val="24"/>
        </w:rPr>
        <w:t>–</w:t>
      </w:r>
      <w:r w:rsidRPr="00F43215">
        <w:rPr>
          <w:color w:val="000000"/>
          <w:spacing w:val="7"/>
          <w:sz w:val="24"/>
          <w:szCs w:val="24"/>
        </w:rPr>
        <w:t xml:space="preserve"> </w:t>
      </w:r>
    </w:p>
    <w:p w:rsidR="003B5D96" w:rsidRPr="00F43215" w:rsidRDefault="003B5D96" w:rsidP="003B5D96">
      <w:pPr>
        <w:shd w:val="clear" w:color="auto" w:fill="FFFFFF"/>
        <w:spacing w:line="322" w:lineRule="atLeast"/>
        <w:ind w:left="24" w:right="82"/>
        <w:rPr>
          <w:sz w:val="24"/>
          <w:szCs w:val="24"/>
        </w:rPr>
      </w:pPr>
      <w:r w:rsidRPr="00F43215">
        <w:rPr>
          <w:color w:val="000000"/>
          <w:spacing w:val="7"/>
          <w:sz w:val="24"/>
          <w:szCs w:val="24"/>
        </w:rPr>
        <w:t xml:space="preserve">6-8 человек. Такое количество </w:t>
      </w:r>
      <w:r w:rsidRPr="00F43215">
        <w:rPr>
          <w:color w:val="000000"/>
          <w:spacing w:val="2"/>
          <w:sz w:val="24"/>
          <w:szCs w:val="24"/>
        </w:rPr>
        <w:t xml:space="preserve">участников позволяет каждому в полной мере выразить свое мнение и </w:t>
      </w:r>
      <w:r w:rsidRPr="00F43215">
        <w:rPr>
          <w:color w:val="000000"/>
          <w:spacing w:val="-1"/>
          <w:sz w:val="24"/>
          <w:szCs w:val="24"/>
        </w:rPr>
        <w:t>выслушать партнеров по дискуссии.</w:t>
      </w:r>
    </w:p>
    <w:p w:rsidR="003B5D96" w:rsidRPr="00F43215" w:rsidRDefault="003B5D96" w:rsidP="003B5D96">
      <w:pPr>
        <w:shd w:val="clear" w:color="auto" w:fill="FFFFFF"/>
        <w:spacing w:before="5" w:line="322" w:lineRule="atLeast"/>
        <w:rPr>
          <w:sz w:val="24"/>
          <w:szCs w:val="24"/>
        </w:rPr>
      </w:pPr>
      <w:r w:rsidRPr="00F43215">
        <w:rPr>
          <w:b/>
          <w:bCs/>
          <w:color w:val="000000"/>
          <w:spacing w:val="-2"/>
          <w:sz w:val="24"/>
          <w:szCs w:val="24"/>
        </w:rPr>
        <w:t>Требования при ведении дискуссии</w:t>
      </w:r>
      <w:r>
        <w:rPr>
          <w:b/>
          <w:bCs/>
          <w:color w:val="000000"/>
          <w:spacing w:val="-2"/>
          <w:sz w:val="24"/>
          <w:szCs w:val="24"/>
        </w:rPr>
        <w:t>:</w:t>
      </w:r>
    </w:p>
    <w:p w:rsidR="003B5D96" w:rsidRPr="00F43215" w:rsidRDefault="003B5D96" w:rsidP="003B5D96">
      <w:pPr>
        <w:shd w:val="clear" w:color="auto" w:fill="FFFFFF"/>
        <w:spacing w:before="10" w:line="322" w:lineRule="atLeast"/>
        <w:rPr>
          <w:sz w:val="24"/>
          <w:szCs w:val="24"/>
        </w:rPr>
      </w:pPr>
      <w:r>
        <w:rPr>
          <w:color w:val="000000"/>
          <w:spacing w:val="-2"/>
          <w:sz w:val="24"/>
          <w:szCs w:val="24"/>
        </w:rPr>
        <w:t xml:space="preserve">- </w:t>
      </w:r>
      <w:r w:rsidRPr="00F43215">
        <w:rPr>
          <w:color w:val="000000"/>
          <w:spacing w:val="-2"/>
          <w:sz w:val="24"/>
          <w:szCs w:val="24"/>
        </w:rPr>
        <w:t>четкое выделение предмета, объекта;</w:t>
      </w:r>
    </w:p>
    <w:p w:rsidR="003B5D96" w:rsidRPr="00F43215" w:rsidRDefault="003B5D96" w:rsidP="003B5D96">
      <w:pPr>
        <w:shd w:val="clear" w:color="auto" w:fill="FFFFFF"/>
        <w:spacing w:before="5" w:line="331" w:lineRule="atLeast"/>
        <w:rPr>
          <w:sz w:val="24"/>
          <w:szCs w:val="24"/>
        </w:rPr>
      </w:pPr>
      <w:r>
        <w:rPr>
          <w:color w:val="000000"/>
          <w:spacing w:val="8"/>
          <w:sz w:val="24"/>
          <w:szCs w:val="24"/>
        </w:rPr>
        <w:t xml:space="preserve">- </w:t>
      </w:r>
      <w:r w:rsidRPr="00F43215">
        <w:rPr>
          <w:color w:val="000000"/>
          <w:spacing w:val="8"/>
          <w:sz w:val="24"/>
          <w:szCs w:val="24"/>
        </w:rPr>
        <w:t>нельзя упускать основные положения того, из-за чего ведется</w:t>
      </w:r>
      <w:r>
        <w:rPr>
          <w:color w:val="000000"/>
          <w:spacing w:val="8"/>
          <w:sz w:val="24"/>
          <w:szCs w:val="24"/>
        </w:rPr>
        <w:t xml:space="preserve"> </w:t>
      </w:r>
      <w:r w:rsidRPr="00F43215">
        <w:rPr>
          <w:color w:val="000000"/>
          <w:spacing w:val="-2"/>
          <w:sz w:val="24"/>
          <w:szCs w:val="24"/>
        </w:rPr>
        <w:t>дискуссия;</w:t>
      </w:r>
    </w:p>
    <w:p w:rsidR="003B5D96" w:rsidRPr="00F43215" w:rsidRDefault="003B5D96" w:rsidP="003B5D96">
      <w:pPr>
        <w:shd w:val="clear" w:color="auto" w:fill="FFFFFF"/>
        <w:spacing w:before="5" w:line="331" w:lineRule="atLeast"/>
        <w:ind w:left="5"/>
        <w:rPr>
          <w:sz w:val="24"/>
          <w:szCs w:val="24"/>
        </w:rPr>
      </w:pPr>
      <w:r>
        <w:rPr>
          <w:color w:val="000000"/>
          <w:spacing w:val="8"/>
          <w:sz w:val="24"/>
          <w:szCs w:val="24"/>
        </w:rPr>
        <w:t xml:space="preserve">- </w:t>
      </w:r>
      <w:r w:rsidRPr="00F43215">
        <w:rPr>
          <w:color w:val="000000"/>
          <w:spacing w:val="8"/>
          <w:sz w:val="24"/>
          <w:szCs w:val="24"/>
        </w:rPr>
        <w:t>необходимо следить за те</w:t>
      </w:r>
      <w:r>
        <w:rPr>
          <w:color w:val="000000"/>
          <w:spacing w:val="8"/>
          <w:sz w:val="24"/>
          <w:szCs w:val="24"/>
        </w:rPr>
        <w:t>м, чтобы участники не использовали</w:t>
      </w:r>
      <w:r w:rsidRPr="00F43215">
        <w:rPr>
          <w:color w:val="000000"/>
          <w:spacing w:val="8"/>
          <w:sz w:val="24"/>
          <w:szCs w:val="24"/>
        </w:rPr>
        <w:br/>
      </w:r>
      <w:r w:rsidRPr="00F43215">
        <w:rPr>
          <w:color w:val="000000"/>
          <w:spacing w:val="-2"/>
          <w:sz w:val="24"/>
          <w:szCs w:val="24"/>
        </w:rPr>
        <w:t>некорректные приемы дискуссии такие как:</w:t>
      </w:r>
      <w:r>
        <w:rPr>
          <w:sz w:val="24"/>
          <w:szCs w:val="24"/>
        </w:rPr>
        <w:t xml:space="preserve"> </w:t>
      </w:r>
      <w:r w:rsidRPr="00F43215">
        <w:rPr>
          <w:color w:val="000000"/>
          <w:spacing w:val="-2"/>
          <w:sz w:val="24"/>
          <w:szCs w:val="24"/>
        </w:rPr>
        <w:t>нарушение литературных норм;</w:t>
      </w:r>
      <w:r>
        <w:rPr>
          <w:sz w:val="24"/>
          <w:szCs w:val="24"/>
        </w:rPr>
        <w:t xml:space="preserve"> </w:t>
      </w:r>
      <w:r w:rsidRPr="00F43215">
        <w:rPr>
          <w:color w:val="000000"/>
          <w:spacing w:val="-2"/>
          <w:sz w:val="24"/>
          <w:szCs w:val="24"/>
        </w:rPr>
        <w:t>аргументы к жалости;</w:t>
      </w:r>
      <w:r>
        <w:rPr>
          <w:sz w:val="24"/>
          <w:szCs w:val="24"/>
        </w:rPr>
        <w:t xml:space="preserve"> </w:t>
      </w:r>
      <w:r w:rsidRPr="00F43215">
        <w:rPr>
          <w:color w:val="000000"/>
          <w:spacing w:val="-2"/>
          <w:sz w:val="24"/>
          <w:szCs w:val="24"/>
        </w:rPr>
        <w:t>использование недостоверных аргументов</w:t>
      </w:r>
      <w:r>
        <w:rPr>
          <w:color w:val="000000"/>
          <w:spacing w:val="-2"/>
          <w:sz w:val="24"/>
          <w:szCs w:val="24"/>
        </w:rPr>
        <w:t>;</w:t>
      </w:r>
    </w:p>
    <w:p w:rsidR="003B5D96" w:rsidRDefault="003B5D96" w:rsidP="003B5D96">
      <w:pPr>
        <w:rPr>
          <w:sz w:val="24"/>
          <w:szCs w:val="24"/>
        </w:rPr>
      </w:pPr>
      <w:r w:rsidRPr="00F43215">
        <w:rPr>
          <w:sz w:val="24"/>
          <w:szCs w:val="24"/>
        </w:rPr>
        <w:t> </w:t>
      </w:r>
      <w:r>
        <w:rPr>
          <w:sz w:val="24"/>
          <w:szCs w:val="24"/>
        </w:rPr>
        <w:t xml:space="preserve">- </w:t>
      </w:r>
      <w:r w:rsidRPr="00F43215">
        <w:rPr>
          <w:color w:val="000000"/>
          <w:spacing w:val="2"/>
          <w:sz w:val="24"/>
          <w:szCs w:val="24"/>
        </w:rPr>
        <w:t>ведущий, должен подвести итоги, т.е. сформулировать то, к чему</w:t>
      </w:r>
      <w:r>
        <w:rPr>
          <w:color w:val="000000"/>
          <w:spacing w:val="2"/>
          <w:sz w:val="24"/>
          <w:szCs w:val="24"/>
        </w:rPr>
        <w:t xml:space="preserve"> </w:t>
      </w:r>
      <w:r w:rsidRPr="00F43215">
        <w:rPr>
          <w:color w:val="000000"/>
          <w:spacing w:val="3"/>
          <w:sz w:val="24"/>
          <w:szCs w:val="24"/>
        </w:rPr>
        <w:t>пришла группа.</w:t>
      </w:r>
    </w:p>
    <w:p w:rsidR="003B5D96" w:rsidRPr="00F43215" w:rsidRDefault="003B5D96" w:rsidP="003B5D96">
      <w:pPr>
        <w:rPr>
          <w:sz w:val="24"/>
          <w:szCs w:val="24"/>
        </w:rPr>
      </w:pPr>
      <w:r>
        <w:rPr>
          <w:sz w:val="24"/>
          <w:szCs w:val="24"/>
        </w:rPr>
        <w:t>4</w:t>
      </w:r>
      <w:r>
        <w:rPr>
          <w:b/>
          <w:bCs/>
          <w:color w:val="000000"/>
          <w:sz w:val="24"/>
          <w:szCs w:val="24"/>
        </w:rPr>
        <w:t xml:space="preserve">. </w:t>
      </w:r>
      <w:r w:rsidRPr="00F43215">
        <w:rPr>
          <w:b/>
          <w:bCs/>
          <w:color w:val="000000"/>
          <w:sz w:val="24"/>
          <w:szCs w:val="24"/>
        </w:rPr>
        <w:t>АКЦИЯ</w:t>
      </w:r>
    </w:p>
    <w:p w:rsidR="003B5D96" w:rsidRPr="00F43215" w:rsidRDefault="003B5D96" w:rsidP="003B5D96">
      <w:pPr>
        <w:shd w:val="clear" w:color="auto" w:fill="FFFFFF"/>
        <w:spacing w:line="312" w:lineRule="atLeast"/>
        <w:ind w:right="192" w:firstLine="696"/>
        <w:rPr>
          <w:sz w:val="24"/>
          <w:szCs w:val="24"/>
        </w:rPr>
      </w:pPr>
      <w:r w:rsidRPr="00F43215">
        <w:rPr>
          <w:i/>
          <w:iCs/>
          <w:color w:val="000000"/>
          <w:spacing w:val="3"/>
          <w:sz w:val="24"/>
          <w:szCs w:val="24"/>
        </w:rPr>
        <w:t xml:space="preserve">Акция </w:t>
      </w:r>
      <w:r w:rsidRPr="00F43215">
        <w:rPr>
          <w:color w:val="000000"/>
          <w:spacing w:val="3"/>
          <w:sz w:val="24"/>
          <w:szCs w:val="24"/>
        </w:rPr>
        <w:t xml:space="preserve">(от французского </w:t>
      </w:r>
      <w:r w:rsidRPr="00F43215">
        <w:rPr>
          <w:color w:val="000000"/>
          <w:spacing w:val="3"/>
          <w:sz w:val="24"/>
          <w:szCs w:val="24"/>
          <w:lang w:val="en-US"/>
        </w:rPr>
        <w:t>action </w:t>
      </w:r>
      <w:r w:rsidRPr="00F43215">
        <w:rPr>
          <w:color w:val="000000"/>
          <w:spacing w:val="3"/>
          <w:sz w:val="24"/>
          <w:szCs w:val="24"/>
        </w:rPr>
        <w:t xml:space="preserve">- поступок, действие, дело, операция, </w:t>
      </w:r>
      <w:r w:rsidRPr="00F43215">
        <w:rPr>
          <w:color w:val="000000"/>
          <w:spacing w:val="5"/>
          <w:sz w:val="24"/>
          <w:szCs w:val="24"/>
        </w:rPr>
        <w:t>активность, выступление) - действие, предпринимаемое для достижения</w:t>
      </w:r>
    </w:p>
    <w:p w:rsidR="003B5D96" w:rsidRPr="00F43215" w:rsidRDefault="003B5D96" w:rsidP="003B5D96">
      <w:pPr>
        <w:shd w:val="clear" w:color="auto" w:fill="FFFFFF"/>
        <w:spacing w:before="154" w:line="317" w:lineRule="atLeast"/>
        <w:ind w:left="34"/>
        <w:rPr>
          <w:sz w:val="24"/>
          <w:szCs w:val="24"/>
        </w:rPr>
      </w:pPr>
      <w:r w:rsidRPr="00F43215">
        <w:rPr>
          <w:color w:val="000000"/>
          <w:spacing w:val="-1"/>
          <w:sz w:val="24"/>
          <w:szCs w:val="24"/>
        </w:rPr>
        <w:t>какой-либо цели.</w:t>
      </w:r>
    </w:p>
    <w:p w:rsidR="003B5D96" w:rsidRPr="00F43215" w:rsidRDefault="003B5D96" w:rsidP="003B5D96">
      <w:pPr>
        <w:shd w:val="clear" w:color="auto" w:fill="FFFFFF"/>
        <w:spacing w:before="5" w:line="317" w:lineRule="atLeast"/>
        <w:ind w:left="5" w:firstLine="710"/>
        <w:rPr>
          <w:sz w:val="24"/>
          <w:szCs w:val="24"/>
        </w:rPr>
      </w:pPr>
      <w:r w:rsidRPr="00F43215">
        <w:rPr>
          <w:b/>
          <w:bCs/>
          <w:i/>
          <w:iCs/>
          <w:color w:val="000000"/>
          <w:spacing w:val="11"/>
          <w:sz w:val="24"/>
          <w:szCs w:val="24"/>
        </w:rPr>
        <w:t xml:space="preserve">Акция </w:t>
      </w:r>
      <w:r w:rsidRPr="00F43215">
        <w:rPr>
          <w:i/>
          <w:iCs/>
          <w:color w:val="000000"/>
          <w:spacing w:val="11"/>
          <w:sz w:val="24"/>
          <w:szCs w:val="24"/>
        </w:rPr>
        <w:t xml:space="preserve">как </w:t>
      </w:r>
      <w:r w:rsidRPr="00F43215">
        <w:rPr>
          <w:b/>
          <w:bCs/>
          <w:i/>
          <w:iCs/>
          <w:color w:val="000000"/>
          <w:spacing w:val="11"/>
          <w:sz w:val="24"/>
          <w:szCs w:val="24"/>
        </w:rPr>
        <w:t xml:space="preserve">форма работы </w:t>
      </w:r>
      <w:r w:rsidRPr="00F43215">
        <w:rPr>
          <w:color w:val="000000"/>
          <w:spacing w:val="11"/>
          <w:sz w:val="24"/>
          <w:szCs w:val="24"/>
        </w:rPr>
        <w:t xml:space="preserve">- реальное социально-значимое дело с </w:t>
      </w:r>
      <w:r w:rsidRPr="00F43215">
        <w:rPr>
          <w:color w:val="000000"/>
          <w:spacing w:val="1"/>
          <w:sz w:val="24"/>
          <w:szCs w:val="24"/>
        </w:rPr>
        <w:t xml:space="preserve">достижением определенного результата, полезного как для самих </w:t>
      </w:r>
      <w:r w:rsidRPr="00F43215">
        <w:rPr>
          <w:color w:val="000000"/>
          <w:sz w:val="24"/>
          <w:szCs w:val="24"/>
        </w:rPr>
        <w:t xml:space="preserve">организаторов, так и для окружающих. Основные критерии акции: </w:t>
      </w:r>
      <w:r w:rsidRPr="00F43215">
        <w:rPr>
          <w:b/>
          <w:bCs/>
          <w:i/>
          <w:iCs/>
          <w:color w:val="000000"/>
          <w:spacing w:val="-1"/>
          <w:sz w:val="24"/>
          <w:szCs w:val="24"/>
        </w:rPr>
        <w:t>Актуальность </w:t>
      </w:r>
      <w:r>
        <w:rPr>
          <w:i/>
          <w:iCs/>
          <w:color w:val="000000"/>
          <w:spacing w:val="-1"/>
          <w:sz w:val="24"/>
          <w:szCs w:val="24"/>
        </w:rPr>
        <w:t xml:space="preserve"> -</w:t>
      </w:r>
      <w:r w:rsidRPr="00F43215">
        <w:rPr>
          <w:color w:val="000000"/>
          <w:spacing w:val="-1"/>
          <w:sz w:val="24"/>
          <w:szCs w:val="24"/>
        </w:rPr>
        <w:t xml:space="preserve">свойство мероприятия быть нацеленным, </w:t>
      </w:r>
      <w:r w:rsidRPr="00F43215">
        <w:rPr>
          <w:color w:val="000000"/>
          <w:sz w:val="24"/>
          <w:szCs w:val="24"/>
        </w:rPr>
        <w:t xml:space="preserve">ориентированным на решение наиболее важных для общества проблем. </w:t>
      </w:r>
      <w:r w:rsidRPr="00F43215">
        <w:rPr>
          <w:b/>
          <w:bCs/>
          <w:i/>
          <w:iCs/>
          <w:color w:val="000000"/>
          <w:spacing w:val="8"/>
          <w:sz w:val="24"/>
          <w:szCs w:val="24"/>
        </w:rPr>
        <w:t xml:space="preserve">Преемственность </w:t>
      </w:r>
      <w:r w:rsidRPr="00F43215">
        <w:rPr>
          <w:color w:val="000000"/>
          <w:spacing w:val="8"/>
          <w:sz w:val="24"/>
          <w:szCs w:val="24"/>
        </w:rPr>
        <w:t xml:space="preserve">— это требование к мероприятию учитывать то, что </w:t>
      </w:r>
      <w:r w:rsidRPr="00F43215">
        <w:rPr>
          <w:color w:val="000000"/>
          <w:spacing w:val="1"/>
          <w:sz w:val="24"/>
          <w:szCs w:val="24"/>
        </w:rPr>
        <w:t xml:space="preserve">делалось до того, как стали разрабатывать данное мероприятие; </w:t>
      </w:r>
      <w:r w:rsidRPr="00F43215">
        <w:rPr>
          <w:color w:val="000000"/>
          <w:sz w:val="24"/>
          <w:szCs w:val="24"/>
        </w:rPr>
        <w:t>преемственность как качество мероприятия свидетельствует, что оно</w:t>
      </w:r>
      <w:r>
        <w:rPr>
          <w:color w:val="000000"/>
          <w:sz w:val="24"/>
          <w:szCs w:val="24"/>
        </w:rPr>
        <w:t xml:space="preserve"> </w:t>
      </w:r>
      <w:r w:rsidRPr="00F43215">
        <w:rPr>
          <w:color w:val="000000"/>
          <w:spacing w:val="-1"/>
          <w:sz w:val="24"/>
          <w:szCs w:val="24"/>
        </w:rPr>
        <w:t>создается не на пустом месте, а исходя из предшествующего опыта деятельности.</w:t>
      </w:r>
    </w:p>
    <w:p w:rsidR="003B5D96" w:rsidRPr="00F43215" w:rsidRDefault="003B5D96" w:rsidP="003B5D96">
      <w:pPr>
        <w:shd w:val="clear" w:color="auto" w:fill="FFFFFF"/>
        <w:spacing w:before="5" w:line="317" w:lineRule="atLeast"/>
        <w:ind w:left="24" w:right="34"/>
        <w:rPr>
          <w:sz w:val="24"/>
          <w:szCs w:val="24"/>
        </w:rPr>
      </w:pPr>
      <w:r w:rsidRPr="00F43215">
        <w:rPr>
          <w:b/>
          <w:bCs/>
          <w:i/>
          <w:iCs/>
          <w:color w:val="000000"/>
          <w:sz w:val="24"/>
          <w:szCs w:val="24"/>
        </w:rPr>
        <w:t xml:space="preserve">Реальность </w:t>
      </w:r>
      <w:r w:rsidRPr="00F43215">
        <w:rPr>
          <w:i/>
          <w:iCs/>
          <w:color w:val="000000"/>
          <w:sz w:val="24"/>
          <w:szCs w:val="24"/>
        </w:rPr>
        <w:t xml:space="preserve">- </w:t>
      </w:r>
      <w:r w:rsidRPr="00F43215">
        <w:rPr>
          <w:color w:val="000000"/>
          <w:sz w:val="24"/>
          <w:szCs w:val="24"/>
        </w:rPr>
        <w:t xml:space="preserve">свойство мероприятия быть выполнимым, оптимальным для </w:t>
      </w:r>
      <w:r w:rsidRPr="00F43215">
        <w:rPr>
          <w:color w:val="000000"/>
          <w:spacing w:val="-1"/>
          <w:sz w:val="24"/>
          <w:szCs w:val="24"/>
        </w:rPr>
        <w:t>потенциала конкретных участников.</w:t>
      </w:r>
    </w:p>
    <w:p w:rsidR="003B5D96" w:rsidRDefault="003B5D96" w:rsidP="003B5D96">
      <w:pPr>
        <w:shd w:val="clear" w:color="auto" w:fill="FFFFFF"/>
        <w:spacing w:before="5" w:line="317" w:lineRule="atLeast"/>
        <w:ind w:left="24" w:right="43"/>
        <w:rPr>
          <w:color w:val="000000"/>
          <w:spacing w:val="1"/>
          <w:sz w:val="24"/>
          <w:szCs w:val="24"/>
        </w:rPr>
      </w:pPr>
      <w:r w:rsidRPr="00F43215">
        <w:rPr>
          <w:b/>
          <w:bCs/>
          <w:i/>
          <w:iCs/>
          <w:color w:val="000000"/>
          <w:spacing w:val="11"/>
          <w:sz w:val="24"/>
          <w:szCs w:val="24"/>
        </w:rPr>
        <w:t xml:space="preserve">Оригинальность </w:t>
      </w:r>
      <w:r w:rsidRPr="00F43215">
        <w:rPr>
          <w:color w:val="000000"/>
          <w:spacing w:val="11"/>
          <w:sz w:val="24"/>
          <w:szCs w:val="24"/>
        </w:rPr>
        <w:t xml:space="preserve">— качество мероприятия отражать специфику </w:t>
      </w:r>
      <w:r w:rsidRPr="00F43215">
        <w:rPr>
          <w:color w:val="000000"/>
          <w:sz w:val="24"/>
          <w:szCs w:val="24"/>
        </w:rPr>
        <w:t xml:space="preserve">определенного направления, своеобразие содержания, форм и методов </w:t>
      </w:r>
      <w:r w:rsidRPr="00F43215">
        <w:rPr>
          <w:color w:val="000000"/>
          <w:spacing w:val="1"/>
          <w:sz w:val="24"/>
          <w:szCs w:val="24"/>
        </w:rPr>
        <w:t>деятельности, нетрадиционный подход к решению проблем.</w:t>
      </w:r>
    </w:p>
    <w:p w:rsidR="003B5D96" w:rsidRDefault="003B5D96" w:rsidP="003B5D96">
      <w:pPr>
        <w:shd w:val="clear" w:color="auto" w:fill="FFFFFF"/>
        <w:spacing w:before="5" w:line="317" w:lineRule="atLeast"/>
        <w:ind w:left="24" w:right="43"/>
        <w:rPr>
          <w:sz w:val="24"/>
          <w:szCs w:val="24"/>
        </w:rPr>
      </w:pPr>
    </w:p>
    <w:p w:rsidR="003B5D96" w:rsidRPr="00F43215" w:rsidRDefault="003B5D96" w:rsidP="003B5D96">
      <w:pPr>
        <w:shd w:val="clear" w:color="auto" w:fill="FFFFFF"/>
        <w:spacing w:before="5" w:line="317" w:lineRule="atLeast"/>
        <w:ind w:left="24" w:right="43"/>
        <w:rPr>
          <w:sz w:val="24"/>
          <w:szCs w:val="24"/>
        </w:rPr>
      </w:pPr>
      <w:r>
        <w:rPr>
          <w:color w:val="000000"/>
          <w:sz w:val="24"/>
          <w:szCs w:val="24"/>
        </w:rPr>
        <w:t xml:space="preserve">5. </w:t>
      </w:r>
      <w:r w:rsidRPr="00F43215">
        <w:rPr>
          <w:b/>
          <w:bCs/>
          <w:color w:val="000000"/>
          <w:spacing w:val="-2"/>
          <w:sz w:val="24"/>
          <w:szCs w:val="24"/>
        </w:rPr>
        <w:t>МОЗГОВОЙ ШТУРМ</w:t>
      </w:r>
    </w:p>
    <w:p w:rsidR="003B5D96" w:rsidRPr="00F43215" w:rsidRDefault="003B5D96" w:rsidP="003B5D96">
      <w:pPr>
        <w:shd w:val="clear" w:color="auto" w:fill="FFFFFF"/>
        <w:spacing w:line="322" w:lineRule="atLeast"/>
        <w:ind w:left="19" w:firstLine="706"/>
        <w:rPr>
          <w:sz w:val="24"/>
          <w:szCs w:val="24"/>
        </w:rPr>
      </w:pPr>
      <w:r w:rsidRPr="00F43215">
        <w:rPr>
          <w:color w:val="000000"/>
          <w:spacing w:val="-1"/>
          <w:sz w:val="24"/>
          <w:szCs w:val="24"/>
        </w:rPr>
        <w:t xml:space="preserve">Мозговой штурм представляет собой хороший способ быстрого </w:t>
      </w:r>
      <w:r w:rsidRPr="00F43215">
        <w:rPr>
          <w:color w:val="000000"/>
          <w:spacing w:val="4"/>
          <w:sz w:val="24"/>
          <w:szCs w:val="24"/>
        </w:rPr>
        <w:t xml:space="preserve">включения всех членов группы в работу на основе свободного выражения </w:t>
      </w:r>
      <w:r w:rsidRPr="00F43215">
        <w:rPr>
          <w:color w:val="000000"/>
          <w:spacing w:val="-1"/>
          <w:sz w:val="24"/>
          <w:szCs w:val="24"/>
        </w:rPr>
        <w:t xml:space="preserve">своих мыслей по рассматриваемому вопросу. </w:t>
      </w:r>
      <w:r w:rsidRPr="00F43215">
        <w:rPr>
          <w:b/>
          <w:bCs/>
          <w:color w:val="000000"/>
          <w:spacing w:val="-1"/>
          <w:sz w:val="24"/>
          <w:szCs w:val="24"/>
        </w:rPr>
        <w:t>Основные правила проведения мозгового штурма:</w:t>
      </w:r>
    </w:p>
    <w:p w:rsidR="003B5D96" w:rsidRDefault="003B5D96" w:rsidP="003B5D96">
      <w:pPr>
        <w:shd w:val="clear" w:color="auto" w:fill="FFFFFF"/>
        <w:spacing w:before="14"/>
        <w:ind w:left="672"/>
        <w:rPr>
          <w:sz w:val="24"/>
          <w:szCs w:val="24"/>
        </w:rPr>
      </w:pPr>
      <w:r>
        <w:rPr>
          <w:color w:val="000000"/>
          <w:spacing w:val="-1"/>
          <w:sz w:val="24"/>
          <w:szCs w:val="24"/>
        </w:rPr>
        <w:t xml:space="preserve">- </w:t>
      </w:r>
      <w:r w:rsidRPr="00F43215">
        <w:rPr>
          <w:color w:val="000000"/>
          <w:spacing w:val="-1"/>
          <w:sz w:val="24"/>
          <w:szCs w:val="24"/>
        </w:rPr>
        <w:t>сформулировать вопрос/задание;</w:t>
      </w:r>
    </w:p>
    <w:p w:rsidR="003B5D96" w:rsidRDefault="003B5D96" w:rsidP="003B5D96">
      <w:pPr>
        <w:shd w:val="clear" w:color="auto" w:fill="FFFFFF"/>
        <w:spacing w:before="14"/>
        <w:ind w:left="672"/>
        <w:rPr>
          <w:sz w:val="24"/>
          <w:szCs w:val="24"/>
        </w:rPr>
      </w:pPr>
      <w:r>
        <w:rPr>
          <w:color w:val="000000"/>
          <w:spacing w:val="1"/>
          <w:sz w:val="24"/>
          <w:szCs w:val="24"/>
        </w:rPr>
        <w:t xml:space="preserve">- </w:t>
      </w:r>
      <w:r w:rsidRPr="00F43215">
        <w:rPr>
          <w:color w:val="000000"/>
          <w:spacing w:val="1"/>
          <w:sz w:val="24"/>
          <w:szCs w:val="24"/>
        </w:rPr>
        <w:t>фиксировать/</w:t>
      </w:r>
      <w:r>
        <w:rPr>
          <w:color w:val="000000"/>
          <w:spacing w:val="1"/>
          <w:sz w:val="24"/>
          <w:szCs w:val="24"/>
        </w:rPr>
        <w:t xml:space="preserve"> </w:t>
      </w:r>
      <w:r w:rsidRPr="00F43215">
        <w:rPr>
          <w:color w:val="000000"/>
          <w:spacing w:val="1"/>
          <w:sz w:val="24"/>
          <w:szCs w:val="24"/>
        </w:rPr>
        <w:t>записывать все поступающие от участников</w:t>
      </w:r>
      <w:r>
        <w:rPr>
          <w:color w:val="000000"/>
          <w:spacing w:val="1"/>
          <w:sz w:val="24"/>
          <w:szCs w:val="24"/>
        </w:rPr>
        <w:t xml:space="preserve"> </w:t>
      </w:r>
      <w:r w:rsidRPr="00F43215">
        <w:rPr>
          <w:color w:val="000000"/>
          <w:spacing w:val="-2"/>
          <w:sz w:val="24"/>
          <w:szCs w:val="24"/>
        </w:rPr>
        <w:t>предложения;</w:t>
      </w:r>
    </w:p>
    <w:p w:rsidR="003B5D96" w:rsidRPr="00F43215" w:rsidRDefault="003B5D96" w:rsidP="003B5D96">
      <w:pPr>
        <w:shd w:val="clear" w:color="auto" w:fill="FFFFFF"/>
        <w:spacing w:before="14"/>
        <w:ind w:left="672"/>
        <w:rPr>
          <w:sz w:val="24"/>
          <w:szCs w:val="24"/>
        </w:rPr>
      </w:pPr>
      <w:r>
        <w:rPr>
          <w:color w:val="000000"/>
          <w:spacing w:val="3"/>
          <w:sz w:val="24"/>
          <w:szCs w:val="24"/>
        </w:rPr>
        <w:t xml:space="preserve">- </w:t>
      </w:r>
      <w:r w:rsidRPr="00F43215">
        <w:rPr>
          <w:color w:val="000000"/>
          <w:spacing w:val="3"/>
          <w:sz w:val="24"/>
          <w:szCs w:val="24"/>
        </w:rPr>
        <w:t>высказанные мысли и предложения не критикуются и не</w:t>
      </w:r>
      <w:r>
        <w:rPr>
          <w:color w:val="000000"/>
          <w:spacing w:val="3"/>
          <w:sz w:val="24"/>
          <w:szCs w:val="24"/>
        </w:rPr>
        <w:t xml:space="preserve"> </w:t>
      </w:r>
      <w:r w:rsidRPr="00F43215">
        <w:rPr>
          <w:color w:val="000000"/>
          <w:spacing w:val="-3"/>
          <w:sz w:val="24"/>
          <w:szCs w:val="24"/>
        </w:rPr>
        <w:t>оцениваются.</w:t>
      </w:r>
    </w:p>
    <w:p w:rsidR="003B5D96" w:rsidRPr="00F43215" w:rsidRDefault="003B5D96" w:rsidP="003B5D96">
      <w:pPr>
        <w:shd w:val="clear" w:color="auto" w:fill="FFFFFF"/>
        <w:spacing w:before="331" w:line="326" w:lineRule="atLeast"/>
        <w:rPr>
          <w:sz w:val="24"/>
          <w:szCs w:val="24"/>
        </w:rPr>
      </w:pPr>
      <w:r>
        <w:rPr>
          <w:b/>
          <w:bCs/>
          <w:color w:val="000000"/>
          <w:spacing w:val="-2"/>
          <w:sz w:val="24"/>
          <w:szCs w:val="24"/>
        </w:rPr>
        <w:t xml:space="preserve">6. </w:t>
      </w:r>
      <w:r w:rsidRPr="00F43215">
        <w:rPr>
          <w:b/>
          <w:bCs/>
          <w:color w:val="000000"/>
          <w:spacing w:val="-2"/>
          <w:sz w:val="24"/>
          <w:szCs w:val="24"/>
        </w:rPr>
        <w:t>РОЛЕВЫЕ ИГРЫ</w:t>
      </w:r>
    </w:p>
    <w:p w:rsidR="003B5D96" w:rsidRPr="00F43215" w:rsidRDefault="003B5D96" w:rsidP="003B5D96">
      <w:pPr>
        <w:shd w:val="clear" w:color="auto" w:fill="FFFFFF"/>
        <w:spacing w:line="326" w:lineRule="atLeast"/>
        <w:ind w:left="5" w:right="120" w:firstLine="691"/>
        <w:rPr>
          <w:sz w:val="24"/>
          <w:szCs w:val="24"/>
        </w:rPr>
      </w:pPr>
      <w:r w:rsidRPr="00F43215">
        <w:rPr>
          <w:b/>
          <w:bCs/>
          <w:i/>
          <w:iCs/>
          <w:color w:val="000000"/>
          <w:spacing w:val="-1"/>
          <w:sz w:val="24"/>
          <w:szCs w:val="24"/>
        </w:rPr>
        <w:t xml:space="preserve">Ролевые игры </w:t>
      </w:r>
      <w:r w:rsidRPr="00F43215">
        <w:rPr>
          <w:color w:val="000000"/>
          <w:spacing w:val="-1"/>
          <w:sz w:val="24"/>
          <w:szCs w:val="24"/>
        </w:rPr>
        <w:t xml:space="preserve">- это небольшие сценки произвольного характера, отражающие модели жизненных ситуаций. В ролевых играх участникам </w:t>
      </w:r>
      <w:r w:rsidRPr="00F43215">
        <w:rPr>
          <w:color w:val="000000"/>
          <w:spacing w:val="-2"/>
          <w:sz w:val="24"/>
          <w:szCs w:val="24"/>
        </w:rPr>
        <w:t>предоставляется возможность:</w:t>
      </w:r>
    </w:p>
    <w:p w:rsidR="003B5D96" w:rsidRPr="00F43215" w:rsidRDefault="003B5D96" w:rsidP="003B5D96">
      <w:pPr>
        <w:shd w:val="clear" w:color="auto" w:fill="FFFFFF"/>
        <w:spacing w:before="10" w:line="326" w:lineRule="atLeast"/>
        <w:ind w:firstLine="672"/>
        <w:rPr>
          <w:sz w:val="24"/>
          <w:szCs w:val="24"/>
        </w:rPr>
      </w:pPr>
      <w:r>
        <w:rPr>
          <w:color w:val="000000"/>
          <w:spacing w:val="1"/>
          <w:sz w:val="24"/>
          <w:szCs w:val="24"/>
        </w:rPr>
        <w:t xml:space="preserve">- </w:t>
      </w:r>
      <w:r w:rsidRPr="00F43215">
        <w:rPr>
          <w:color w:val="000000"/>
          <w:spacing w:val="1"/>
          <w:sz w:val="24"/>
          <w:szCs w:val="24"/>
        </w:rPr>
        <w:t>показать существующие стереотипы реагирования в тех или иных</w:t>
      </w:r>
      <w:r w:rsidRPr="00F43215">
        <w:rPr>
          <w:color w:val="000000"/>
          <w:spacing w:val="1"/>
          <w:sz w:val="24"/>
          <w:szCs w:val="24"/>
        </w:rPr>
        <w:br/>
      </w:r>
      <w:r w:rsidRPr="00F43215">
        <w:rPr>
          <w:color w:val="000000"/>
          <w:spacing w:val="-3"/>
          <w:sz w:val="24"/>
          <w:szCs w:val="24"/>
        </w:rPr>
        <w:t>ситуациях;</w:t>
      </w:r>
    </w:p>
    <w:p w:rsidR="003B5D96" w:rsidRPr="00F43215" w:rsidRDefault="003B5D96" w:rsidP="003B5D96">
      <w:pPr>
        <w:shd w:val="clear" w:color="auto" w:fill="FFFFFF"/>
        <w:spacing w:line="326" w:lineRule="atLeast"/>
        <w:ind w:left="672"/>
        <w:rPr>
          <w:sz w:val="24"/>
          <w:szCs w:val="24"/>
        </w:rPr>
      </w:pPr>
      <w:r>
        <w:rPr>
          <w:color w:val="000000"/>
          <w:spacing w:val="-1"/>
          <w:sz w:val="24"/>
          <w:szCs w:val="24"/>
        </w:rPr>
        <w:t xml:space="preserve">- </w:t>
      </w:r>
      <w:r w:rsidRPr="00F43215">
        <w:rPr>
          <w:color w:val="000000"/>
          <w:spacing w:val="-1"/>
          <w:sz w:val="24"/>
          <w:szCs w:val="24"/>
        </w:rPr>
        <w:t>разработать и использовать новые стратегии поведения;</w:t>
      </w:r>
    </w:p>
    <w:p w:rsidR="003B5D96" w:rsidRDefault="003B5D96" w:rsidP="003B5D96">
      <w:pPr>
        <w:shd w:val="clear" w:color="auto" w:fill="FFFFFF"/>
        <w:spacing w:before="24"/>
        <w:ind w:left="672"/>
        <w:rPr>
          <w:sz w:val="24"/>
          <w:szCs w:val="24"/>
        </w:rPr>
      </w:pPr>
      <w:r>
        <w:rPr>
          <w:color w:val="000000"/>
          <w:spacing w:val="-2"/>
          <w:sz w:val="24"/>
          <w:szCs w:val="24"/>
        </w:rPr>
        <w:t xml:space="preserve">- </w:t>
      </w:r>
      <w:r w:rsidRPr="00F43215">
        <w:rPr>
          <w:color w:val="000000"/>
          <w:spacing w:val="-2"/>
          <w:sz w:val="24"/>
          <w:szCs w:val="24"/>
        </w:rPr>
        <w:t>отработать, пережить свои внутренние опасения и проблемы.</w:t>
      </w: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Default="003B5D96" w:rsidP="003B5D96">
      <w:pPr>
        <w:shd w:val="clear" w:color="auto" w:fill="FFFFFF"/>
        <w:spacing w:before="24"/>
        <w:ind w:left="672"/>
        <w:rPr>
          <w:sz w:val="24"/>
          <w:szCs w:val="24"/>
        </w:rPr>
      </w:pPr>
    </w:p>
    <w:p w:rsidR="003B5D96" w:rsidRPr="00CB35E7" w:rsidRDefault="003B5D96" w:rsidP="003B5D96">
      <w:pPr>
        <w:shd w:val="clear" w:color="auto" w:fill="FFFFFF"/>
        <w:spacing w:before="24"/>
        <w:ind w:left="672"/>
        <w:rPr>
          <w:b/>
          <w:sz w:val="24"/>
          <w:szCs w:val="24"/>
        </w:rPr>
      </w:pPr>
      <w:r>
        <w:tab/>
      </w:r>
      <w:r>
        <w:tab/>
      </w:r>
      <w:r>
        <w:tab/>
      </w:r>
      <w:r>
        <w:tab/>
      </w:r>
      <w:r>
        <w:tab/>
      </w:r>
      <w:r>
        <w:tab/>
      </w:r>
      <w:r>
        <w:tab/>
      </w:r>
      <w:r>
        <w:tab/>
      </w:r>
      <w:r>
        <w:tab/>
      </w:r>
      <w:r>
        <w:tab/>
      </w:r>
      <w:r w:rsidRPr="00CB35E7">
        <w:rPr>
          <w:b/>
          <w:sz w:val="24"/>
          <w:szCs w:val="24"/>
        </w:rPr>
        <w:t>Приложение № 1</w:t>
      </w:r>
    </w:p>
    <w:p w:rsidR="003B5D96" w:rsidRPr="00CB35E7" w:rsidRDefault="003B5D96" w:rsidP="003B5D96">
      <w:pPr>
        <w:pStyle w:val="ConsPlusNonformat"/>
        <w:widowControl/>
        <w:rPr>
          <w:sz w:val="24"/>
          <w:szCs w:val="24"/>
        </w:rPr>
      </w:pPr>
      <w:r>
        <w:t xml:space="preserve">                                  </w:t>
      </w:r>
    </w:p>
    <w:p w:rsidR="003B5D96" w:rsidRPr="00CB35E7" w:rsidRDefault="003B5D96" w:rsidP="003B5D96">
      <w:pPr>
        <w:pStyle w:val="ConsPlusNonformat"/>
        <w:widowControl/>
        <w:ind w:left="3540" w:firstLine="708"/>
        <w:rPr>
          <w:b/>
          <w:sz w:val="24"/>
          <w:szCs w:val="24"/>
        </w:rPr>
      </w:pPr>
      <w:r w:rsidRPr="00CB35E7">
        <w:rPr>
          <w:b/>
          <w:sz w:val="24"/>
          <w:szCs w:val="24"/>
        </w:rPr>
        <w:t>АНКЕТА</w:t>
      </w:r>
    </w:p>
    <w:p w:rsidR="003B5D96" w:rsidRPr="00CB35E7" w:rsidRDefault="003B5D96" w:rsidP="003B5D96">
      <w:pPr>
        <w:pStyle w:val="ConsPlusNonformat"/>
        <w:widowControl/>
        <w:ind w:left="1416"/>
        <w:jc w:val="center"/>
        <w:rPr>
          <w:b/>
          <w:sz w:val="24"/>
          <w:szCs w:val="24"/>
        </w:rPr>
      </w:pPr>
      <w:r>
        <w:rPr>
          <w:b/>
          <w:sz w:val="24"/>
          <w:szCs w:val="24"/>
        </w:rPr>
        <w:t>ВЫЯВЛЕННОГО НЕСОВЕРШЕННОЛЕТНЕГО</w:t>
      </w:r>
      <w:r w:rsidRPr="00CB35E7">
        <w:rPr>
          <w:b/>
          <w:sz w:val="24"/>
          <w:szCs w:val="24"/>
        </w:rPr>
        <w:t xml:space="preserve">, НЕ ПОСЕЩАЮЩЕГО </w:t>
      </w:r>
      <w:r>
        <w:rPr>
          <w:b/>
          <w:sz w:val="24"/>
          <w:szCs w:val="24"/>
        </w:rPr>
        <w:t xml:space="preserve">          ОБРАЗОВАТЕЛЬНОЕ </w:t>
      </w:r>
      <w:r w:rsidRPr="00CB35E7">
        <w:rPr>
          <w:b/>
          <w:sz w:val="24"/>
          <w:szCs w:val="24"/>
        </w:rPr>
        <w:t>УЧРЕЖДЕНИЕ</w:t>
      </w:r>
    </w:p>
    <w:p w:rsidR="003B5D96" w:rsidRDefault="003B5D96" w:rsidP="003B5D96">
      <w:pPr>
        <w:pStyle w:val="ConsPlusNonformat"/>
        <w:widowControl/>
      </w:pPr>
      <w:r>
        <w:t xml:space="preserve">                      </w:t>
      </w:r>
    </w:p>
    <w:p w:rsidR="003B5D96" w:rsidRDefault="003B5D96" w:rsidP="003B5D96">
      <w:pPr>
        <w:pStyle w:val="ConsPlusNonformat"/>
        <w:widowControl/>
        <w:ind w:left="2832" w:firstLine="708"/>
      </w:pPr>
    </w:p>
    <w:p w:rsidR="003B5D96" w:rsidRDefault="003B5D96" w:rsidP="003B5D96">
      <w:pPr>
        <w:pStyle w:val="ConsPlusNonformat"/>
        <w:widowControl/>
        <w:ind w:left="2832" w:firstLine="708"/>
      </w:pPr>
      <w:r>
        <w:t>РЕГИСТРАЦИОННЫЙ N ____________</w:t>
      </w:r>
    </w:p>
    <w:p w:rsidR="003B5D96" w:rsidRDefault="003B5D96" w:rsidP="003B5D96">
      <w:pPr>
        <w:pStyle w:val="ConsPlusNonformat"/>
        <w:widowControl/>
      </w:pPr>
    </w:p>
    <w:p w:rsidR="003B5D96" w:rsidRPr="00CB35E7" w:rsidRDefault="003B5D96" w:rsidP="003B5D96">
      <w:pPr>
        <w:pStyle w:val="ConsPlusNonformat"/>
        <w:widowControl/>
      </w:pPr>
      <w:r w:rsidRPr="00CB35E7">
        <w:t>Часть 1</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 xml:space="preserve">      (служба, организация, орган или учреждение, выявившее ребенка)</w:t>
      </w:r>
    </w:p>
    <w:p w:rsidR="003B5D96" w:rsidRPr="00CB35E7" w:rsidRDefault="003B5D96" w:rsidP="003B5D96">
      <w:pPr>
        <w:pStyle w:val="ConsPlusNonformat"/>
        <w:widowControl/>
      </w:pPr>
      <w:r w:rsidRPr="00CB35E7">
        <w:t>Дата регистрации (заполнения) ________________________ (год, число, месяц).</w:t>
      </w:r>
    </w:p>
    <w:p w:rsidR="003B5D96" w:rsidRPr="00CB35E7" w:rsidRDefault="003B5D96" w:rsidP="003B5D96">
      <w:pPr>
        <w:pStyle w:val="ConsPlusNonformat"/>
        <w:widowControl/>
      </w:pPr>
      <w:r w:rsidRPr="00CB35E7">
        <w:t>Сведения о ребенке (на дату заполнения) 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 xml:space="preserve">                         (фамилия, имя, отчество)</w:t>
      </w:r>
    </w:p>
    <w:p w:rsidR="003B5D96" w:rsidRPr="00CB35E7" w:rsidRDefault="003B5D96" w:rsidP="003B5D96">
      <w:pPr>
        <w:pStyle w:val="ConsPlusNonformat"/>
        <w:widowControl/>
      </w:pPr>
      <w:r w:rsidRPr="00CB35E7">
        <w:t>Пол ____________ Дата рождения (год, месяц, число) ________________________</w:t>
      </w:r>
    </w:p>
    <w:p w:rsidR="003B5D96" w:rsidRPr="00CB35E7" w:rsidRDefault="003B5D96" w:rsidP="003B5D96">
      <w:pPr>
        <w:pStyle w:val="ConsPlusNonformat"/>
        <w:widowControl/>
      </w:pPr>
      <w:r w:rsidRPr="00CB35E7">
        <w:t>Статус ребенка</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 xml:space="preserve">  (в соответствии с главой 2 Положения о порядке выявления и учета детей,</w:t>
      </w:r>
    </w:p>
    <w:p w:rsidR="003B5D96" w:rsidRPr="00CB35E7" w:rsidRDefault="003B5D96" w:rsidP="003B5D96">
      <w:pPr>
        <w:pStyle w:val="ConsPlusNonformat"/>
        <w:widowControl/>
      </w:pPr>
      <w:r w:rsidRPr="00CB35E7">
        <w:t xml:space="preserve">     подлежащих обязательному обучению в образовательных учреждениях,</w:t>
      </w:r>
    </w:p>
    <w:p w:rsidR="003B5D96" w:rsidRPr="00CB35E7" w:rsidRDefault="003B5D96" w:rsidP="003B5D96">
      <w:pPr>
        <w:pStyle w:val="ConsPlusNonformat"/>
        <w:widowControl/>
      </w:pPr>
      <w:r w:rsidRPr="00CB35E7">
        <w:t xml:space="preserve">  реализующих общеобразовательные программы начального общего, основного</w:t>
      </w:r>
    </w:p>
    <w:p w:rsidR="003B5D96" w:rsidRPr="00CB35E7" w:rsidRDefault="003B5D96" w:rsidP="003B5D96">
      <w:pPr>
        <w:pStyle w:val="ConsPlusNonformat"/>
        <w:widowControl/>
      </w:pPr>
      <w:r w:rsidRPr="00CB35E7">
        <w:t xml:space="preserve">  общего и среднего (полного) общего образования в Свердловской области)</w:t>
      </w:r>
    </w:p>
    <w:p w:rsidR="003B5D96" w:rsidRDefault="003B5D96" w:rsidP="003B5D96">
      <w:pPr>
        <w:pStyle w:val="ConsPlusNonformat"/>
        <w:widowControl/>
      </w:pPr>
    </w:p>
    <w:p w:rsidR="003B5D96" w:rsidRPr="00CB35E7" w:rsidRDefault="003B5D96" w:rsidP="003B5D96">
      <w:pPr>
        <w:pStyle w:val="ConsPlusNonformat"/>
        <w:widowControl/>
      </w:pPr>
      <w:r w:rsidRPr="00CB35E7">
        <w:t>Место рождения ____________________________________________________________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 xml:space="preserve">               (республика, край, область, населенный пункт)</w:t>
      </w:r>
    </w:p>
    <w:p w:rsidR="003B5D96" w:rsidRDefault="003B5D96" w:rsidP="003B5D96">
      <w:pPr>
        <w:pStyle w:val="ConsPlusNonformat"/>
        <w:widowControl/>
      </w:pPr>
    </w:p>
    <w:p w:rsidR="003B5D96" w:rsidRPr="00CB35E7" w:rsidRDefault="003B5D96" w:rsidP="003B5D96">
      <w:pPr>
        <w:pStyle w:val="ConsPlusNonformat"/>
        <w:widowControl/>
      </w:pPr>
      <w:r w:rsidRPr="00CB35E7">
        <w:t>Свидетельство о рождении: N ______________ серия __________________________</w:t>
      </w:r>
    </w:p>
    <w:p w:rsidR="003B5D96" w:rsidRPr="00CB35E7" w:rsidRDefault="003B5D96" w:rsidP="003B5D96">
      <w:pPr>
        <w:pStyle w:val="ConsPlusNonformat"/>
        <w:widowControl/>
      </w:pPr>
      <w:r w:rsidRPr="00CB35E7">
        <w:t>дата выдачи _______________________________________________________________</w:t>
      </w:r>
    </w:p>
    <w:p w:rsidR="003B5D96" w:rsidRPr="00CB35E7" w:rsidRDefault="003B5D96" w:rsidP="003B5D96">
      <w:pPr>
        <w:pStyle w:val="ConsPlusNonformat"/>
        <w:widowControl/>
      </w:pPr>
      <w:r w:rsidRPr="00CB35E7">
        <w:t>Особые приметы ____________________________________________________________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Default="003B5D96" w:rsidP="003B5D96">
      <w:pPr>
        <w:pStyle w:val="ConsPlusNonformat"/>
        <w:widowControl/>
      </w:pPr>
    </w:p>
    <w:p w:rsidR="003B5D96" w:rsidRPr="00CB35E7" w:rsidRDefault="003B5D96" w:rsidP="003B5D96">
      <w:pPr>
        <w:pStyle w:val="ConsPlusNonformat"/>
        <w:widowControl/>
      </w:pPr>
      <w:r w:rsidRPr="00CB35E7">
        <w:t>Местонахождение на момент выявления _______________________________________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Default="003B5D96" w:rsidP="003B5D96">
      <w:pPr>
        <w:pStyle w:val="ConsPlusNonformat"/>
        <w:widowControl/>
      </w:pPr>
    </w:p>
    <w:p w:rsidR="003B5D96" w:rsidRPr="00CB35E7" w:rsidRDefault="003B5D96" w:rsidP="003B5D96">
      <w:pPr>
        <w:pStyle w:val="ConsPlusNonformat"/>
        <w:widowControl/>
      </w:pPr>
      <w:r w:rsidRPr="00CB35E7">
        <w:t>Состояние здоровья (на момент выявления) 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Default="003B5D96" w:rsidP="003B5D96">
      <w:pPr>
        <w:pStyle w:val="ConsPlusNonformat"/>
        <w:widowControl/>
      </w:pPr>
    </w:p>
    <w:p w:rsidR="003B5D96" w:rsidRPr="00CB35E7" w:rsidRDefault="003B5D96" w:rsidP="003B5D96">
      <w:pPr>
        <w:pStyle w:val="ConsPlusNonformat"/>
        <w:widowControl/>
      </w:pPr>
      <w:r w:rsidRPr="00CB35E7">
        <w:t>Сведения о родителях (на дату заполнения):</w:t>
      </w:r>
    </w:p>
    <w:p w:rsidR="003B5D96" w:rsidRPr="00CB35E7" w:rsidRDefault="003B5D96" w:rsidP="003B5D96">
      <w:pPr>
        <w:pStyle w:val="ConsPlusNonformat"/>
        <w:widowControl/>
      </w:pPr>
      <w:r w:rsidRPr="00CB35E7">
        <w:t>Мать ______________________________________________________________________</w:t>
      </w:r>
    </w:p>
    <w:p w:rsidR="003B5D96" w:rsidRPr="00CB35E7" w:rsidRDefault="003B5D96" w:rsidP="003B5D96">
      <w:pPr>
        <w:pStyle w:val="ConsPlusNonformat"/>
        <w:widowControl/>
      </w:pPr>
      <w:r w:rsidRPr="00CB35E7">
        <w:t xml:space="preserve">                            (фамилия, имя, отчество)</w:t>
      </w:r>
    </w:p>
    <w:p w:rsidR="003B5D96" w:rsidRPr="00CB35E7" w:rsidRDefault="003B5D96" w:rsidP="003B5D96">
      <w:pPr>
        <w:pStyle w:val="ConsPlusNonformat"/>
        <w:widowControl/>
      </w:pPr>
      <w:r w:rsidRPr="00CB35E7">
        <w:t>Дата рождения (год, месяц, число) _________________________________________</w:t>
      </w:r>
    </w:p>
    <w:p w:rsidR="003B5D96" w:rsidRPr="00CB35E7" w:rsidRDefault="003B5D96" w:rsidP="003B5D96">
      <w:pPr>
        <w:pStyle w:val="ConsPlusNonformat"/>
        <w:widowControl/>
      </w:pPr>
      <w:r w:rsidRPr="00CB35E7">
        <w:t>Местонахождение ___________________________________________________________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Отец ______________________________________________________________________</w:t>
      </w:r>
    </w:p>
    <w:p w:rsidR="003B5D96" w:rsidRPr="00CB35E7" w:rsidRDefault="003B5D96" w:rsidP="003B5D96">
      <w:pPr>
        <w:pStyle w:val="ConsPlusNonformat"/>
        <w:widowControl/>
      </w:pPr>
      <w:r w:rsidRPr="00CB35E7">
        <w:t xml:space="preserve">                            (фамилия, имя, отчество)</w:t>
      </w:r>
    </w:p>
    <w:p w:rsidR="003B5D96" w:rsidRPr="00CB35E7" w:rsidRDefault="003B5D96" w:rsidP="003B5D96">
      <w:pPr>
        <w:pStyle w:val="ConsPlusNonformat"/>
        <w:widowControl/>
      </w:pPr>
      <w:r w:rsidRPr="00CB35E7">
        <w:t>Дата рождения (год, месяц, число) _________________________________________</w:t>
      </w:r>
    </w:p>
    <w:p w:rsidR="003B5D96" w:rsidRDefault="003B5D96" w:rsidP="003B5D96">
      <w:pPr>
        <w:pStyle w:val="ConsPlusNonformat"/>
        <w:widowControl/>
      </w:pPr>
    </w:p>
    <w:p w:rsidR="003B5D96" w:rsidRPr="00CB35E7" w:rsidRDefault="003B5D96" w:rsidP="003B5D96">
      <w:pPr>
        <w:pStyle w:val="ConsPlusNonformat"/>
        <w:widowControl/>
      </w:pPr>
      <w:r w:rsidRPr="00CB35E7">
        <w:t>Местонахождение ___________________________________________________________</w:t>
      </w:r>
    </w:p>
    <w:p w:rsidR="003B5D96" w:rsidRPr="00CB35E7" w:rsidRDefault="003B5D96" w:rsidP="003B5D96">
      <w:pPr>
        <w:pStyle w:val="ConsPlusNonformat"/>
        <w:widowControl/>
      </w:pPr>
      <w:r w:rsidRPr="00CB35E7">
        <w:t>___________________________________________________________________________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p>
    <w:p w:rsidR="003B5D96" w:rsidRPr="00CB35E7" w:rsidRDefault="003B5D96" w:rsidP="003B5D96">
      <w:pPr>
        <w:pStyle w:val="ConsPlusNonformat"/>
        <w:widowControl/>
      </w:pPr>
      <w:r w:rsidRPr="00CB35E7">
        <w:t>Подпись руководителя службы (организации, органа, учреждения) _____________</w:t>
      </w:r>
    </w:p>
    <w:p w:rsidR="003B5D96" w:rsidRPr="00CB35E7" w:rsidRDefault="003B5D96" w:rsidP="003B5D96">
      <w:pPr>
        <w:pStyle w:val="ConsPlusNonformat"/>
        <w:widowControl/>
      </w:pPr>
      <w:r w:rsidRPr="00CB35E7">
        <w:t>___________________________________________________________________________</w:t>
      </w:r>
    </w:p>
    <w:p w:rsidR="003B5D96" w:rsidRPr="00CB35E7" w:rsidRDefault="003B5D96" w:rsidP="003B5D96">
      <w:pPr>
        <w:pStyle w:val="ConsPlusNonformat"/>
        <w:widowControl/>
      </w:pPr>
      <w:r w:rsidRPr="00CB35E7">
        <w:t xml:space="preserve">                    (фамилия, имя, отчество, должность)</w:t>
      </w:r>
    </w:p>
    <w:p w:rsidR="003B5D96" w:rsidRPr="00CB35E7" w:rsidRDefault="003B5D96" w:rsidP="003B5D96">
      <w:pPr>
        <w:pStyle w:val="ConsPlusNonformat"/>
        <w:widowControl/>
      </w:pPr>
      <w:r w:rsidRPr="00CB35E7">
        <w:t xml:space="preserve">    М.П.</w:t>
      </w:r>
    </w:p>
    <w:p w:rsidR="003B5D96" w:rsidRPr="00CB35E7" w:rsidRDefault="003B5D96" w:rsidP="003B5D96">
      <w:pPr>
        <w:pStyle w:val="ConsPlusNonformat"/>
        <w:widowControl/>
        <w:rPr>
          <w:sz w:val="22"/>
          <w:szCs w:val="22"/>
        </w:rPr>
      </w:pPr>
    </w:p>
    <w:p w:rsidR="003B5D96" w:rsidRDefault="003B5D96" w:rsidP="003B5D96">
      <w:pPr>
        <w:pStyle w:val="ConsPlusNonformat"/>
        <w:widowControl/>
      </w:pPr>
      <w:r>
        <w:t>Часть 2</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 xml:space="preserve">               (муниципальный орган управления образованием)</w:t>
      </w:r>
    </w:p>
    <w:p w:rsidR="003B5D96" w:rsidRDefault="003B5D96" w:rsidP="003B5D96">
      <w:pPr>
        <w:pStyle w:val="ConsPlusNonformat"/>
        <w:widowControl/>
      </w:pPr>
    </w:p>
    <w:p w:rsidR="003B5D96" w:rsidRDefault="003B5D96" w:rsidP="003B5D96">
      <w:pPr>
        <w:pStyle w:val="ConsPlusNonformat"/>
        <w:widowControl/>
      </w:pPr>
      <w:r>
        <w:t>Факт  получения  (неполучения)  начального  общего,  основного  общего  или</w:t>
      </w:r>
    </w:p>
    <w:p w:rsidR="003B5D96" w:rsidRDefault="003B5D96" w:rsidP="003B5D96">
      <w:pPr>
        <w:pStyle w:val="ConsPlusNonformat"/>
        <w:widowControl/>
      </w:pPr>
      <w:r>
        <w:t>среднего (полного) общего образования 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 xml:space="preserve">               (наименование образовательного учреждения или</w:t>
      </w:r>
    </w:p>
    <w:p w:rsidR="003B5D96" w:rsidRDefault="003B5D96" w:rsidP="003B5D96">
      <w:pPr>
        <w:pStyle w:val="ConsPlusNonformat"/>
        <w:widowControl/>
      </w:pPr>
      <w:r>
        <w:t xml:space="preserve">                     иной формы получения образования)</w:t>
      </w:r>
    </w:p>
    <w:p w:rsidR="003B5D96" w:rsidRDefault="003B5D96" w:rsidP="003B5D96">
      <w:pPr>
        <w:pStyle w:val="ConsPlusNonformat"/>
        <w:widowControl/>
      </w:pPr>
    </w:p>
    <w:p w:rsidR="003B5D96" w:rsidRDefault="003B5D96" w:rsidP="003B5D96">
      <w:pPr>
        <w:pStyle w:val="ConsPlusNonformat"/>
        <w:widowControl/>
      </w:pPr>
      <w:r>
        <w:t>Причины  неполучения  начального  общего,  основного  общего  или  среднего</w:t>
      </w:r>
    </w:p>
    <w:p w:rsidR="003B5D96" w:rsidRDefault="003B5D96" w:rsidP="003B5D96">
      <w:pPr>
        <w:pStyle w:val="ConsPlusNonformat"/>
        <w:widowControl/>
      </w:pPr>
      <w:r>
        <w:t>(полного) общего образования 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p>
    <w:p w:rsidR="003B5D96" w:rsidRDefault="003B5D96" w:rsidP="003B5D96">
      <w:pPr>
        <w:pStyle w:val="ConsPlusNonformat"/>
        <w:widowControl/>
      </w:pPr>
    </w:p>
    <w:p w:rsidR="003B5D96" w:rsidRDefault="003B5D96" w:rsidP="003B5D96">
      <w:pPr>
        <w:pStyle w:val="ConsPlusNonformat"/>
        <w:widowControl/>
      </w:pPr>
      <w:r>
        <w:t>Подпись руководителя муниципального органа управления образованием 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 xml:space="preserve">                         (фамилия, имя, отчество)</w:t>
      </w:r>
    </w:p>
    <w:p w:rsidR="003B5D96" w:rsidRDefault="003B5D96" w:rsidP="003B5D96">
      <w:pPr>
        <w:pStyle w:val="ConsPlusNonformat"/>
        <w:widowControl/>
      </w:pPr>
      <w:r>
        <w:t xml:space="preserve">    М.П.</w:t>
      </w:r>
    </w:p>
    <w:p w:rsidR="003B5D96" w:rsidRDefault="003B5D96" w:rsidP="003B5D96">
      <w:pPr>
        <w:pStyle w:val="ConsPlusNonformat"/>
        <w:widowControl/>
      </w:pPr>
    </w:p>
    <w:p w:rsidR="003B5D96" w:rsidRDefault="003B5D96" w:rsidP="003B5D96">
      <w:pPr>
        <w:pStyle w:val="ConsPlusNonformat"/>
        <w:widowControl/>
      </w:pPr>
    </w:p>
    <w:p w:rsidR="003B5D96" w:rsidRDefault="003B5D96" w:rsidP="003B5D96">
      <w:pPr>
        <w:pStyle w:val="ConsPlusNonformat"/>
        <w:widowControl/>
      </w:pPr>
      <w:r>
        <w:t>Часть 3</w:t>
      </w:r>
    </w:p>
    <w:p w:rsidR="003B5D96" w:rsidRDefault="003B5D96" w:rsidP="003B5D96">
      <w:pPr>
        <w:pStyle w:val="ConsPlusNonformat"/>
        <w:widowControl/>
      </w:pPr>
    </w:p>
    <w:p w:rsidR="003B5D96" w:rsidRDefault="003B5D96" w:rsidP="003B5D96">
      <w:pPr>
        <w:pStyle w:val="ConsPlusNonformat"/>
        <w:widowControl/>
      </w:pPr>
      <w:r>
        <w:t>Выписка  из  решения территориальной комиссии по делам несовершеннолетних и</w:t>
      </w:r>
    </w:p>
    <w:p w:rsidR="003B5D96" w:rsidRDefault="003B5D96" w:rsidP="003B5D96">
      <w:pPr>
        <w:pStyle w:val="ConsPlusNonformat"/>
        <w:widowControl/>
      </w:pPr>
      <w:r>
        <w:t>защите  их  прав  с  указанием  сроков  проведения  индивидуальной работы с</w:t>
      </w:r>
    </w:p>
    <w:p w:rsidR="003B5D96" w:rsidRDefault="003B5D96" w:rsidP="003B5D96">
      <w:pPr>
        <w:pStyle w:val="ConsPlusNonformat"/>
        <w:widowControl/>
      </w:pPr>
      <w:r>
        <w:t>несовершеннолетним,    находящимся    в    социально    опасном   положении</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Результаты  контроля  за  исполнением  решения  территориальной комиссии по</w:t>
      </w:r>
    </w:p>
    <w:p w:rsidR="003B5D96" w:rsidRDefault="003B5D96" w:rsidP="003B5D96">
      <w:pPr>
        <w:pStyle w:val="ConsPlusNonformat"/>
        <w:widowControl/>
      </w:pPr>
      <w:r>
        <w:t>делам несовершеннолетних и защите их прав 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 xml:space="preserve">                           (дата, номер решения)</w:t>
      </w:r>
    </w:p>
    <w:p w:rsidR="003B5D96" w:rsidRDefault="003B5D96" w:rsidP="003B5D96">
      <w:pPr>
        <w:pStyle w:val="ConsPlusNonformat"/>
        <w:widowControl/>
      </w:pPr>
    </w:p>
    <w:p w:rsidR="003B5D96" w:rsidRDefault="003B5D96" w:rsidP="003B5D96">
      <w:pPr>
        <w:pStyle w:val="ConsPlusNonformat"/>
        <w:widowControl/>
      </w:pPr>
    </w:p>
    <w:p w:rsidR="003B5D96" w:rsidRDefault="003B5D96" w:rsidP="003B5D96">
      <w:pPr>
        <w:pStyle w:val="ConsPlusNonformat"/>
        <w:widowControl/>
      </w:pPr>
    </w:p>
    <w:p w:rsidR="003B5D96" w:rsidRDefault="003B5D96" w:rsidP="003B5D96">
      <w:pPr>
        <w:pStyle w:val="ConsPlusNonformat"/>
        <w:widowControl/>
      </w:pPr>
      <w:r>
        <w:t>Руководитель муниципального органа управления образованием ________________</w:t>
      </w:r>
    </w:p>
    <w:p w:rsidR="003B5D96" w:rsidRDefault="003B5D96" w:rsidP="003B5D96">
      <w:pPr>
        <w:pStyle w:val="ConsPlusNonformat"/>
        <w:widowControl/>
      </w:pPr>
      <w:r>
        <w:t>___________________________________________________________________________</w:t>
      </w:r>
    </w:p>
    <w:p w:rsidR="003B5D96" w:rsidRDefault="003B5D96" w:rsidP="003B5D96">
      <w:pPr>
        <w:pStyle w:val="ConsPlusNonformat"/>
        <w:widowControl/>
      </w:pPr>
      <w:r>
        <w:t xml:space="preserve">                         (фамилия, имя, отчество)</w:t>
      </w:r>
    </w:p>
    <w:p w:rsidR="003B5D96" w:rsidRDefault="003B5D96" w:rsidP="003B5D96">
      <w:pPr>
        <w:pStyle w:val="ConsPlusNonformat"/>
        <w:widowControl/>
      </w:pPr>
      <w:r>
        <w:t xml:space="preserve">    М.П.</w:t>
      </w: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Normal"/>
        <w:widowControl/>
        <w:ind w:firstLine="540"/>
        <w:jc w:val="both"/>
      </w:pPr>
    </w:p>
    <w:p w:rsidR="003B5D96" w:rsidRDefault="003B5D96" w:rsidP="003B5D96">
      <w:pPr>
        <w:pStyle w:val="ConsPlusTitle"/>
        <w:widowControl/>
        <w:jc w:val="center"/>
      </w:pPr>
      <w:r>
        <w:tab/>
      </w:r>
      <w:r>
        <w:tab/>
      </w:r>
      <w:r>
        <w:tab/>
      </w:r>
      <w:r>
        <w:tab/>
      </w:r>
      <w:r>
        <w:tab/>
      </w:r>
      <w:r>
        <w:tab/>
      </w:r>
      <w:r>
        <w:tab/>
      </w:r>
      <w:r>
        <w:tab/>
      </w:r>
      <w:r>
        <w:tab/>
        <w:t>Приложение № 2</w:t>
      </w:r>
    </w:p>
    <w:p w:rsidR="003B5D96" w:rsidRDefault="003B5D96" w:rsidP="003B5D96">
      <w:pPr>
        <w:pStyle w:val="ConsPlusTitle"/>
        <w:widowControl/>
        <w:jc w:val="center"/>
      </w:pPr>
      <w:r>
        <w:t>КАРТА</w:t>
      </w:r>
    </w:p>
    <w:p w:rsidR="003B5D96" w:rsidRDefault="003B5D96" w:rsidP="003B5D96">
      <w:pPr>
        <w:pStyle w:val="ConsPlusTitle"/>
        <w:widowControl/>
        <w:jc w:val="center"/>
      </w:pPr>
      <w:r>
        <w:t>НЕСОВЕРШЕННОЛЕТНЕГО, НАХОДЯЩЕГОСЯ</w:t>
      </w:r>
    </w:p>
    <w:p w:rsidR="003B5D96" w:rsidRDefault="003B5D96" w:rsidP="003B5D96">
      <w:pPr>
        <w:pStyle w:val="ConsPlusTitle"/>
        <w:widowControl/>
        <w:jc w:val="center"/>
      </w:pPr>
      <w:r>
        <w:t>В СОЦИАЛЬНО ОПАСНОМ ПОЛОЖЕНИИ</w:t>
      </w:r>
    </w:p>
    <w:p w:rsidR="003B5D96" w:rsidRDefault="003B5D96" w:rsidP="003B5D96">
      <w:pPr>
        <w:pStyle w:val="ConsPlusNonformat"/>
        <w:widowControl/>
      </w:pPr>
      <w:r>
        <w:t>____________________________________________________________________</w:t>
      </w:r>
    </w:p>
    <w:p w:rsidR="003B5D96" w:rsidRDefault="003B5D96" w:rsidP="003B5D96">
      <w:pPr>
        <w:pStyle w:val="ConsPlusNonformat"/>
        <w:widowControl/>
      </w:pPr>
      <w:r>
        <w:t xml:space="preserve">               (наименование муниципального образования)</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наименование органа (учреждения), выявившего несовершеннолетнего,</w:t>
      </w:r>
    </w:p>
    <w:p w:rsidR="003B5D96" w:rsidRDefault="003B5D96" w:rsidP="003B5D96">
      <w:pPr>
        <w:pStyle w:val="ConsPlusNonformat"/>
        <w:widowControl/>
      </w:pPr>
      <w:r>
        <w:t xml:space="preserve">            находящегося в социально опасном положении</w:t>
      </w:r>
    </w:p>
    <w:p w:rsidR="003B5D96" w:rsidRDefault="003B5D96" w:rsidP="003B5D96">
      <w:pPr>
        <w:pStyle w:val="ConsPlusNonformat"/>
        <w:widowControl/>
      </w:pPr>
      <w:r>
        <w:t>Дата выявления (число, месяц, год) ______________________________________</w:t>
      </w:r>
    </w:p>
    <w:p w:rsidR="003B5D96" w:rsidRDefault="003B5D96" w:rsidP="003B5D96">
      <w:pPr>
        <w:pStyle w:val="ConsPlusNonformat"/>
        <w:widowControl/>
      </w:pPr>
      <w:r>
        <w:t>Ф.И.О. несовершеннолетнего ______________________________________________</w:t>
      </w:r>
    </w:p>
    <w:p w:rsidR="003B5D96" w:rsidRDefault="003B5D96" w:rsidP="003B5D96">
      <w:pPr>
        <w:pStyle w:val="ConsPlusNonformat"/>
        <w:widowControl/>
      </w:pPr>
      <w:r>
        <w:t>Дата рождения (число, месяц, год) _______________________________________</w:t>
      </w:r>
    </w:p>
    <w:p w:rsidR="003B5D96" w:rsidRDefault="003B5D96" w:rsidP="003B5D96">
      <w:pPr>
        <w:pStyle w:val="ConsPlusNonformat"/>
        <w:widowControl/>
      </w:pPr>
      <w:r>
        <w:t>Место жительства ________________________________________________________</w:t>
      </w:r>
    </w:p>
    <w:p w:rsidR="003B5D96" w:rsidRDefault="003B5D96" w:rsidP="003B5D96">
      <w:pPr>
        <w:pStyle w:val="ConsPlusNonformat"/>
        <w:widowControl/>
      </w:pPr>
      <w:r>
        <w:t xml:space="preserve">                 (страна, область, край, название населенного пункта,</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 xml:space="preserve">  название улицы, N дома, корпуса, квартиры или иное)</w:t>
      </w:r>
    </w:p>
    <w:p w:rsidR="003B5D96" w:rsidRDefault="003B5D96" w:rsidP="003B5D96">
      <w:pPr>
        <w:pStyle w:val="ConsPlusNonformat"/>
        <w:widowControl/>
      </w:pPr>
      <w:r>
        <w:t>Обстоятельства, при которых был выявлен несовершеннолетний 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r>
        <w:t>Причины нахождения несовершеннолетнего в социально опасном положении:</w:t>
      </w:r>
    </w:p>
    <w:p w:rsidR="003B5D96" w:rsidRDefault="003B5D96" w:rsidP="003B5D96">
      <w:pPr>
        <w:pStyle w:val="ConsPlusNonformat"/>
        <w:widowControl/>
      </w:pPr>
      <w:r>
        <w:t>находится без надзора со стороны родителей;</w:t>
      </w:r>
    </w:p>
    <w:p w:rsidR="003B5D96" w:rsidRDefault="003B5D96" w:rsidP="003B5D96">
      <w:pPr>
        <w:pStyle w:val="ConsPlusNonformat"/>
        <w:widowControl/>
      </w:pPr>
      <w:r>
        <w:t>находится без надзора со стороны законных представителей;</w:t>
      </w:r>
    </w:p>
    <w:p w:rsidR="003B5D96" w:rsidRDefault="003B5D96" w:rsidP="003B5D96">
      <w:pPr>
        <w:pStyle w:val="ConsPlusNonformat"/>
        <w:widowControl/>
      </w:pPr>
      <w:r>
        <w:t>находится без надзора со стороны должностных лиц;</w:t>
      </w:r>
    </w:p>
    <w:p w:rsidR="003B5D96" w:rsidRDefault="003B5D96" w:rsidP="003B5D96">
      <w:pPr>
        <w:pStyle w:val="ConsPlusNonformat"/>
        <w:widowControl/>
      </w:pPr>
      <w:r>
        <w:t>не имеет места жительства, места пребывания;</w:t>
      </w:r>
    </w:p>
    <w:p w:rsidR="003B5D96" w:rsidRDefault="003B5D96" w:rsidP="003B5D96">
      <w:pPr>
        <w:pStyle w:val="ConsPlusNonformat"/>
        <w:widowControl/>
      </w:pPr>
      <w:r>
        <w:t>находится в обстановке, представляющей опасность для жизни и здоровья;</w:t>
      </w:r>
    </w:p>
    <w:p w:rsidR="003B5D96" w:rsidRDefault="003B5D96" w:rsidP="003B5D96">
      <w:pPr>
        <w:pStyle w:val="ConsPlusNonformat"/>
        <w:widowControl/>
      </w:pPr>
      <w:r>
        <w:t>находится  в  обстановке,  не  отвечающей  требованиям   воспитания   или</w:t>
      </w:r>
    </w:p>
    <w:p w:rsidR="003B5D96" w:rsidRDefault="003B5D96" w:rsidP="003B5D96">
      <w:pPr>
        <w:pStyle w:val="ConsPlusNonformat"/>
        <w:widowControl/>
      </w:pPr>
      <w:r>
        <w:t>содержания;</w:t>
      </w:r>
    </w:p>
    <w:p w:rsidR="003B5D96" w:rsidRDefault="003B5D96" w:rsidP="003B5D96">
      <w:pPr>
        <w:pStyle w:val="ConsPlusNonformat"/>
        <w:widowControl/>
      </w:pPr>
      <w:r>
        <w:t>совершает правонарушения;</w:t>
      </w:r>
    </w:p>
    <w:p w:rsidR="003B5D96" w:rsidRDefault="003B5D96" w:rsidP="003B5D96">
      <w:pPr>
        <w:pStyle w:val="ConsPlusNonformat"/>
        <w:widowControl/>
      </w:pPr>
      <w:r>
        <w:t>совершает антиобщественные действия;</w:t>
      </w:r>
    </w:p>
    <w:p w:rsidR="003B5D96" w:rsidRDefault="003B5D96" w:rsidP="003B5D96">
      <w:pPr>
        <w:pStyle w:val="ConsPlusNonformat"/>
        <w:widowControl/>
      </w:pPr>
      <w:r>
        <w:t>другие причины</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r>
        <w:t>Сведения о родителях</w:t>
      </w:r>
    </w:p>
    <w:p w:rsidR="003B5D96" w:rsidRDefault="003B5D96" w:rsidP="003B5D96">
      <w:pPr>
        <w:pStyle w:val="ConsPlusNonformat"/>
        <w:widowControl/>
      </w:pPr>
      <w:r>
        <w:t>Мать ____________________________________________________________________</w:t>
      </w:r>
    </w:p>
    <w:p w:rsidR="003B5D96" w:rsidRDefault="003B5D96" w:rsidP="003B5D96">
      <w:pPr>
        <w:pStyle w:val="ConsPlusNonformat"/>
        <w:widowControl/>
      </w:pPr>
      <w:r>
        <w:t xml:space="preserve">                         (фамилия, имя, отчество)</w:t>
      </w:r>
    </w:p>
    <w:p w:rsidR="003B5D96" w:rsidRDefault="003B5D96" w:rsidP="003B5D96">
      <w:pPr>
        <w:pStyle w:val="ConsPlusNonformat"/>
        <w:widowControl/>
      </w:pPr>
      <w:r>
        <w:t>Дата рождения (число, месяц, год) _______________________________________</w:t>
      </w:r>
    </w:p>
    <w:p w:rsidR="003B5D96" w:rsidRDefault="003B5D96" w:rsidP="003B5D96">
      <w:pPr>
        <w:pStyle w:val="ConsPlusNonformat"/>
        <w:widowControl/>
      </w:pPr>
      <w:r>
        <w:t>Место нахождения ________________________________________________________</w:t>
      </w:r>
    </w:p>
    <w:p w:rsidR="003B5D96" w:rsidRDefault="003B5D96" w:rsidP="003B5D96">
      <w:pPr>
        <w:pStyle w:val="ConsPlusNonformat"/>
        <w:widowControl/>
      </w:pPr>
      <w:r>
        <w:t>Отец ____________________________________________________________________</w:t>
      </w:r>
    </w:p>
    <w:p w:rsidR="003B5D96" w:rsidRDefault="003B5D96" w:rsidP="003B5D96">
      <w:pPr>
        <w:pStyle w:val="ConsPlusNonformat"/>
        <w:widowControl/>
      </w:pPr>
      <w:r>
        <w:t xml:space="preserve">                               (фамилия, имя, отчество)</w:t>
      </w:r>
    </w:p>
    <w:p w:rsidR="003B5D96" w:rsidRDefault="003B5D96" w:rsidP="003B5D96">
      <w:pPr>
        <w:pStyle w:val="ConsPlusNonformat"/>
        <w:widowControl/>
      </w:pPr>
      <w:r>
        <w:t>Дата рождения (число, месяц, год) _______________________________________</w:t>
      </w:r>
    </w:p>
    <w:p w:rsidR="003B5D96" w:rsidRDefault="003B5D96" w:rsidP="003B5D96">
      <w:pPr>
        <w:pStyle w:val="ConsPlusNonformat"/>
        <w:widowControl/>
      </w:pPr>
      <w:r>
        <w:t>Место нахождения ________________________________________________________</w:t>
      </w:r>
    </w:p>
    <w:p w:rsidR="003B5D96" w:rsidRDefault="003B5D96" w:rsidP="003B5D96">
      <w:pPr>
        <w:pStyle w:val="ConsPlusNonformat"/>
        <w:widowControl/>
      </w:pPr>
      <w:r>
        <w:t>Сведения о законных представителях</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r>
        <w:t>Подпись лица, заполнившего карту ________________________________________</w:t>
      </w:r>
    </w:p>
    <w:p w:rsidR="003B5D96" w:rsidRDefault="003B5D96" w:rsidP="003B5D96">
      <w:pPr>
        <w:pStyle w:val="ConsPlusNonformat"/>
        <w:widowControl/>
      </w:pPr>
      <w:r>
        <w:t xml:space="preserve">                                    (фамилия, имя, отчество, должность,</w:t>
      </w:r>
    </w:p>
    <w:p w:rsidR="003B5D96" w:rsidRDefault="003B5D96" w:rsidP="003B5D96">
      <w:pPr>
        <w:pStyle w:val="ConsPlusNonformat"/>
        <w:widowControl/>
      </w:pPr>
      <w:r>
        <w:t xml:space="preserve">                                               контактный телефон)</w:t>
      </w:r>
    </w:p>
    <w:p w:rsidR="003B5D96" w:rsidRDefault="003B5D96" w:rsidP="003B5D96">
      <w:pPr>
        <w:pStyle w:val="ConsPlusNonformat"/>
        <w:widowControl/>
      </w:pPr>
      <w:r>
        <w:t>Дата поступления карты в муниципальную комиссию по делам</w:t>
      </w:r>
    </w:p>
    <w:p w:rsidR="003B5D96" w:rsidRDefault="003B5D96" w:rsidP="003B5D96">
      <w:pPr>
        <w:pStyle w:val="ConsPlusNonformat"/>
        <w:widowControl/>
      </w:pPr>
      <w:r>
        <w:t>несовершеннолетних и защите их прав _____________________________________</w:t>
      </w:r>
    </w:p>
    <w:p w:rsidR="003B5D96" w:rsidRDefault="003B5D96" w:rsidP="003B5D96">
      <w:pPr>
        <w:pStyle w:val="ConsPlusNonformat"/>
        <w:widowControl/>
      </w:pPr>
      <w:r>
        <w:t xml:space="preserve">                                           (число, месяц, год)</w:t>
      </w:r>
    </w:p>
    <w:p w:rsidR="003B5D96" w:rsidRDefault="003B5D96" w:rsidP="003B5D96">
      <w:pPr>
        <w:pStyle w:val="ConsPlusNonformat"/>
        <w:widowControl/>
      </w:pPr>
      <w:r>
        <w:t>Решение муниципальной комиссии  по делам несовершеннолетних  о разработке</w:t>
      </w:r>
    </w:p>
    <w:p w:rsidR="003B5D96" w:rsidRDefault="003B5D96" w:rsidP="003B5D96">
      <w:pPr>
        <w:pStyle w:val="ConsPlusNonformat"/>
        <w:widowControl/>
      </w:pPr>
      <w:r>
        <w:t>индивидуальной программы реабилитации  и  адаптации несовершеннолетнего и</w:t>
      </w:r>
    </w:p>
    <w:p w:rsidR="003B5D96" w:rsidRDefault="003B5D96" w:rsidP="003B5D96">
      <w:pPr>
        <w:pStyle w:val="ConsPlusNonformat"/>
        <w:widowControl/>
      </w:pPr>
      <w:r>
        <w:t>проведении   индивидуальной   профилактической    работы    в   отношении</w:t>
      </w:r>
    </w:p>
    <w:p w:rsidR="003B5D96" w:rsidRDefault="003B5D96" w:rsidP="003B5D96">
      <w:pPr>
        <w:pStyle w:val="ConsPlusNonformat"/>
        <w:widowControl/>
      </w:pPr>
      <w:r>
        <w:t>несовершеннолетнего и его семьи (законных представителей).</w:t>
      </w:r>
    </w:p>
    <w:p w:rsidR="003B5D96" w:rsidRDefault="003B5D96" w:rsidP="003B5D96">
      <w:pPr>
        <w:pStyle w:val="ConsPlusNonformat"/>
        <w:widowControl/>
      </w:pPr>
      <w:r>
        <w:t>Дата рассмотрения вопроса, N протокола заседания комиссии _______________</w:t>
      </w:r>
    </w:p>
    <w:p w:rsidR="003B5D96" w:rsidRDefault="003B5D96" w:rsidP="003B5D96">
      <w:pPr>
        <w:pStyle w:val="ConsPlusNonformat"/>
        <w:widowControl/>
      </w:pPr>
      <w:r>
        <w:t>Председатель комиссии ___________________________________________________</w:t>
      </w:r>
    </w:p>
    <w:p w:rsidR="003B5D96" w:rsidRDefault="003B5D96" w:rsidP="003B5D96">
      <w:r>
        <w:t xml:space="preserve">                                (фамилия, имя, отчество, подпись)</w:t>
      </w:r>
    </w:p>
    <w:p w:rsidR="003B5D96" w:rsidRDefault="003B5D96" w:rsidP="003B5D96">
      <w:pPr>
        <w:pStyle w:val="ConsPlusNormal"/>
        <w:widowControl/>
        <w:ind w:firstLine="540"/>
        <w:jc w:val="both"/>
      </w:pPr>
    </w:p>
    <w:p w:rsidR="003B5D96" w:rsidRDefault="003B5D96" w:rsidP="003B5D96">
      <w:pPr>
        <w:pStyle w:val="ConsPlusTitle"/>
        <w:widowControl/>
        <w:jc w:val="center"/>
      </w:pPr>
      <w:r>
        <w:t>КАРТА СЕМЬИ,</w:t>
      </w:r>
    </w:p>
    <w:p w:rsidR="003B5D96" w:rsidRDefault="003B5D96" w:rsidP="003B5D96">
      <w:pPr>
        <w:pStyle w:val="ConsPlusTitle"/>
        <w:widowControl/>
        <w:jc w:val="center"/>
      </w:pPr>
      <w:r>
        <w:t>НАХОДЯЩЕЙСЯ В СОЦИАЛЬНО ОПАСНОМ ПОЛОЖЕНИИ</w:t>
      </w:r>
    </w:p>
    <w:p w:rsidR="003B5D96" w:rsidRDefault="003B5D96" w:rsidP="003B5D96">
      <w:pPr>
        <w:pStyle w:val="ConsPlusNormal"/>
        <w:widowControl/>
        <w:ind w:firstLine="540"/>
        <w:jc w:val="both"/>
      </w:pP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 xml:space="preserve">               (наименование муниципального образования)</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 xml:space="preserve">     наименование органа (учреждения), выявившего семью, находящуюся</w:t>
      </w:r>
    </w:p>
    <w:p w:rsidR="003B5D96" w:rsidRDefault="003B5D96" w:rsidP="003B5D96">
      <w:pPr>
        <w:pStyle w:val="ConsPlusNonformat"/>
        <w:widowControl/>
      </w:pPr>
      <w:r>
        <w:t xml:space="preserve">                       в социально опасном положении</w:t>
      </w:r>
    </w:p>
    <w:p w:rsidR="003B5D96" w:rsidRDefault="003B5D96" w:rsidP="003B5D96">
      <w:pPr>
        <w:pStyle w:val="ConsPlusNonformat"/>
        <w:widowControl/>
      </w:pPr>
      <w:r>
        <w:t>Дата выявления (число, месяц, год) ______________________________________</w:t>
      </w:r>
    </w:p>
    <w:p w:rsidR="003B5D96" w:rsidRDefault="003B5D96" w:rsidP="003B5D96">
      <w:pPr>
        <w:pStyle w:val="ConsPlusNonformat"/>
        <w:widowControl/>
      </w:pPr>
      <w:r>
        <w:t>Сведения о членах семьи</w:t>
      </w:r>
    </w:p>
    <w:p w:rsidR="003B5D96" w:rsidRDefault="003B5D96" w:rsidP="003B5D96">
      <w:pPr>
        <w:pStyle w:val="ConsPlusNormal"/>
        <w:widowControl/>
        <w:ind w:firstLine="540"/>
        <w:jc w:val="both"/>
      </w:pPr>
    </w:p>
    <w:tbl>
      <w:tblPr>
        <w:tblW w:w="0" w:type="auto"/>
        <w:tblInd w:w="70" w:type="dxa"/>
        <w:tblLayout w:type="fixed"/>
        <w:tblCellMar>
          <w:left w:w="70" w:type="dxa"/>
          <w:right w:w="70" w:type="dxa"/>
        </w:tblCellMar>
        <w:tblLook w:val="0000" w:firstRow="0" w:lastRow="0" w:firstColumn="0" w:lastColumn="0" w:noHBand="0" w:noVBand="0"/>
      </w:tblPr>
      <w:tblGrid>
        <w:gridCol w:w="540"/>
        <w:gridCol w:w="3105"/>
        <w:gridCol w:w="1890"/>
        <w:gridCol w:w="2295"/>
        <w:gridCol w:w="2700"/>
      </w:tblGrid>
      <w:tr w:rsidR="003B5D96" w:rsidTr="003B5D96">
        <w:trPr>
          <w:cantSplit/>
          <w:trHeight w:val="360"/>
        </w:trPr>
        <w:tc>
          <w:tcPr>
            <w:tcW w:w="54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r>
              <w:t xml:space="preserve">N </w:t>
            </w:r>
            <w:r>
              <w:br/>
              <w:t>п/п</w:t>
            </w:r>
          </w:p>
        </w:tc>
        <w:tc>
          <w:tcPr>
            <w:tcW w:w="3105"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r>
              <w:t>Фамилия, имя, отчество</w:t>
            </w:r>
          </w:p>
        </w:tc>
        <w:tc>
          <w:tcPr>
            <w:tcW w:w="189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r>
              <w:t>Число, месяц,</w:t>
            </w:r>
            <w:r>
              <w:br/>
              <w:t xml:space="preserve">год рождения </w:t>
            </w:r>
          </w:p>
        </w:tc>
        <w:tc>
          <w:tcPr>
            <w:tcW w:w="2295"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r>
              <w:t>Адрес проживания</w:t>
            </w:r>
          </w:p>
        </w:tc>
        <w:tc>
          <w:tcPr>
            <w:tcW w:w="270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r>
              <w:t>Место работы, учебы</w:t>
            </w:r>
          </w:p>
        </w:tc>
      </w:tr>
      <w:tr w:rsidR="003B5D96" w:rsidTr="003B5D96">
        <w:trPr>
          <w:cantSplit/>
          <w:trHeight w:val="120"/>
        </w:trPr>
        <w:tc>
          <w:tcPr>
            <w:tcW w:w="54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p>
        </w:tc>
        <w:tc>
          <w:tcPr>
            <w:tcW w:w="3105"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p>
        </w:tc>
        <w:tc>
          <w:tcPr>
            <w:tcW w:w="189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p>
        </w:tc>
        <w:tc>
          <w:tcPr>
            <w:tcW w:w="2295"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p>
        </w:tc>
        <w:tc>
          <w:tcPr>
            <w:tcW w:w="2700" w:type="dxa"/>
            <w:tcBorders>
              <w:top w:val="single" w:sz="6" w:space="0" w:color="auto"/>
              <w:left w:val="single" w:sz="6" w:space="0" w:color="auto"/>
              <w:bottom w:val="single" w:sz="6" w:space="0" w:color="auto"/>
              <w:right w:val="single" w:sz="6" w:space="0" w:color="auto"/>
            </w:tcBorders>
          </w:tcPr>
          <w:p w:rsidR="003B5D96" w:rsidRDefault="003B5D96" w:rsidP="003B5D96">
            <w:pPr>
              <w:pStyle w:val="ConsPlusNormal"/>
              <w:widowControl/>
              <w:ind w:firstLine="0"/>
            </w:pPr>
          </w:p>
        </w:tc>
      </w:tr>
    </w:tbl>
    <w:p w:rsidR="003B5D96" w:rsidRDefault="003B5D96" w:rsidP="003B5D96">
      <w:pPr>
        <w:pStyle w:val="ConsPlusNormal"/>
        <w:widowControl/>
        <w:ind w:firstLine="540"/>
        <w:jc w:val="both"/>
      </w:pPr>
    </w:p>
    <w:p w:rsidR="003B5D96" w:rsidRDefault="003B5D96" w:rsidP="003B5D96">
      <w:pPr>
        <w:pStyle w:val="ConsPlusNonformat"/>
        <w:widowControl/>
      </w:pPr>
      <w:r>
        <w:t>Обстоятельства,  при  которых  была   выявлена   семья,   находящаяся   в</w:t>
      </w:r>
    </w:p>
    <w:p w:rsidR="003B5D96" w:rsidRDefault="003B5D96" w:rsidP="003B5D96">
      <w:pPr>
        <w:pStyle w:val="ConsPlusNonformat"/>
        <w:widowControl/>
      </w:pPr>
      <w:r>
        <w:t>социально опасном положении, 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r>
        <w:t>_________________________________________________________________________</w:t>
      </w:r>
    </w:p>
    <w:p w:rsidR="003B5D96" w:rsidRDefault="003B5D96" w:rsidP="003B5D96">
      <w:pPr>
        <w:pStyle w:val="ConsPlusNonformat"/>
        <w:widowControl/>
      </w:pPr>
    </w:p>
    <w:p w:rsidR="003B5D96" w:rsidRDefault="003B5D96" w:rsidP="003B5D96">
      <w:pPr>
        <w:pStyle w:val="ConsPlusNonformat"/>
        <w:widowControl/>
      </w:pPr>
      <w:r>
        <w:t>Причины нахождения семьи в социально опасном положении:</w:t>
      </w:r>
    </w:p>
    <w:p w:rsidR="003B5D96" w:rsidRDefault="003B5D96" w:rsidP="003B5D96">
      <w:pPr>
        <w:pStyle w:val="ConsPlusNonformat"/>
        <w:widowControl/>
      </w:pPr>
    </w:p>
    <w:p w:rsidR="003B5D96" w:rsidRDefault="003B5D96" w:rsidP="003B5D96">
      <w:pPr>
        <w:pStyle w:val="ConsPlusNonformat"/>
        <w:widowControl/>
      </w:pPr>
      <w:r>
        <w:t>семья имеет детей, находящихся в социально опасном положении;</w:t>
      </w:r>
    </w:p>
    <w:p w:rsidR="003B5D96" w:rsidRDefault="003B5D96" w:rsidP="003B5D96">
      <w:pPr>
        <w:pStyle w:val="ConsPlusNonformat"/>
        <w:widowControl/>
      </w:pPr>
      <w:r>
        <w:t>родители   или   законные   представители  не  выполняют  обязанности  по</w:t>
      </w:r>
    </w:p>
    <w:p w:rsidR="003B5D96" w:rsidRDefault="003B5D96" w:rsidP="003B5D96">
      <w:pPr>
        <w:pStyle w:val="ConsPlusNonformat"/>
        <w:widowControl/>
      </w:pPr>
      <w:r>
        <w:t>воспитанию детей;</w:t>
      </w:r>
    </w:p>
    <w:p w:rsidR="003B5D96" w:rsidRDefault="003B5D96" w:rsidP="003B5D96">
      <w:pPr>
        <w:pStyle w:val="ConsPlusNonformat"/>
        <w:widowControl/>
      </w:pPr>
      <w:r>
        <w:t>родители   или   законные  представители  не  выполняют  обязанности   по</w:t>
      </w:r>
    </w:p>
    <w:p w:rsidR="003B5D96" w:rsidRDefault="003B5D96" w:rsidP="003B5D96">
      <w:pPr>
        <w:pStyle w:val="ConsPlusNonformat"/>
        <w:widowControl/>
      </w:pPr>
      <w:r>
        <w:t>содержанию детей;</w:t>
      </w:r>
    </w:p>
    <w:p w:rsidR="003B5D96" w:rsidRDefault="003B5D96" w:rsidP="003B5D96">
      <w:pPr>
        <w:pStyle w:val="ConsPlusNonformat"/>
        <w:widowControl/>
      </w:pPr>
      <w:r>
        <w:t>родители или законные представители  не выполняют обязанности по обучению</w:t>
      </w:r>
    </w:p>
    <w:p w:rsidR="003B5D96" w:rsidRDefault="003B5D96" w:rsidP="003B5D96">
      <w:pPr>
        <w:pStyle w:val="ConsPlusNonformat"/>
        <w:widowControl/>
      </w:pPr>
      <w:r>
        <w:t>детей;</w:t>
      </w:r>
    </w:p>
    <w:p w:rsidR="003B5D96" w:rsidRDefault="003B5D96" w:rsidP="003B5D96">
      <w:pPr>
        <w:pStyle w:val="ConsPlusNonformat"/>
        <w:widowControl/>
      </w:pPr>
      <w:r>
        <w:t>родители  или  законные  представители  отрицательно  влияют на поведение</w:t>
      </w:r>
    </w:p>
    <w:p w:rsidR="003B5D96" w:rsidRDefault="003B5D96" w:rsidP="003B5D96">
      <w:pPr>
        <w:pStyle w:val="ConsPlusNonformat"/>
        <w:widowControl/>
      </w:pPr>
      <w:r>
        <w:t>детей;</w:t>
      </w:r>
    </w:p>
    <w:p w:rsidR="003B5D96" w:rsidRDefault="003B5D96" w:rsidP="003B5D96">
      <w:pPr>
        <w:pStyle w:val="ConsPlusNonformat"/>
        <w:widowControl/>
      </w:pPr>
      <w:r>
        <w:t>родители или законные представители жестоко обращаются с детьми;</w:t>
      </w:r>
    </w:p>
    <w:p w:rsidR="003B5D96" w:rsidRDefault="003B5D96" w:rsidP="003B5D96">
      <w:pPr>
        <w:pStyle w:val="ConsPlusNonformat"/>
        <w:widowControl/>
      </w:pPr>
      <w:r>
        <w:t>другие причины ___________________</w:t>
      </w:r>
    </w:p>
    <w:p w:rsidR="003B5D96" w:rsidRDefault="003B5D96" w:rsidP="003B5D96">
      <w:pPr>
        <w:pStyle w:val="ConsPlusNonformat"/>
        <w:widowControl/>
      </w:pPr>
    </w:p>
    <w:p w:rsidR="003B5D96" w:rsidRDefault="003B5D96" w:rsidP="003B5D96">
      <w:pPr>
        <w:pStyle w:val="ConsPlusNonformat"/>
        <w:widowControl/>
      </w:pPr>
      <w:r>
        <w:t>Подпись лица, заполнившего карту ________________________________________</w:t>
      </w:r>
    </w:p>
    <w:p w:rsidR="003B5D96" w:rsidRDefault="003B5D96" w:rsidP="003B5D96">
      <w:pPr>
        <w:pStyle w:val="ConsPlusNonformat"/>
        <w:widowControl/>
      </w:pPr>
      <w:r>
        <w:t xml:space="preserve">                                  (фамилия, имя, отчество, должность,</w:t>
      </w:r>
    </w:p>
    <w:p w:rsidR="003B5D96" w:rsidRDefault="003B5D96" w:rsidP="003B5D96">
      <w:pPr>
        <w:pStyle w:val="ConsPlusNonformat"/>
        <w:widowControl/>
      </w:pPr>
      <w:r>
        <w:t xml:space="preserve">                                          контактный телефон)</w:t>
      </w:r>
    </w:p>
    <w:p w:rsidR="003B5D96" w:rsidRDefault="003B5D96" w:rsidP="003B5D96">
      <w:pPr>
        <w:pStyle w:val="ConsPlusNonformat"/>
        <w:widowControl/>
      </w:pPr>
    </w:p>
    <w:p w:rsidR="003B5D96" w:rsidRDefault="003B5D96" w:rsidP="003B5D96">
      <w:pPr>
        <w:pStyle w:val="ConsPlusNonformat"/>
        <w:widowControl/>
      </w:pPr>
      <w:r>
        <w:t>Дата   поступления   карты    в   муниципальную   комиссию     по   делам</w:t>
      </w:r>
    </w:p>
    <w:p w:rsidR="003B5D96" w:rsidRDefault="003B5D96" w:rsidP="003B5D96">
      <w:pPr>
        <w:pStyle w:val="ConsPlusNonformat"/>
        <w:widowControl/>
      </w:pPr>
      <w:r>
        <w:t>несовершеннолетних и защите их прав _____________________________________</w:t>
      </w:r>
    </w:p>
    <w:p w:rsidR="003B5D96" w:rsidRDefault="003B5D96" w:rsidP="003B5D96">
      <w:pPr>
        <w:pStyle w:val="ConsPlusNonformat"/>
        <w:widowControl/>
      </w:pPr>
      <w:r>
        <w:t xml:space="preserve">                                        (число, месяц, год)</w:t>
      </w:r>
    </w:p>
    <w:p w:rsidR="003B5D96" w:rsidRDefault="003B5D96" w:rsidP="003B5D96">
      <w:pPr>
        <w:pStyle w:val="ConsPlusNonformat"/>
        <w:widowControl/>
      </w:pPr>
    </w:p>
    <w:p w:rsidR="003B5D96" w:rsidRDefault="003B5D96" w:rsidP="003B5D96">
      <w:pPr>
        <w:pStyle w:val="ConsPlusNonformat"/>
        <w:widowControl/>
      </w:pPr>
      <w:r>
        <w:t>Решение муниципальной комиссии  по делам несовершеннолетних  о проведении</w:t>
      </w:r>
    </w:p>
    <w:p w:rsidR="003B5D96" w:rsidRDefault="003B5D96" w:rsidP="003B5D96">
      <w:pPr>
        <w:pStyle w:val="ConsPlusNonformat"/>
        <w:widowControl/>
      </w:pPr>
      <w:r>
        <w:t>индивидуальной профилактической работы в отношении семьи.</w:t>
      </w:r>
    </w:p>
    <w:p w:rsidR="003B5D96" w:rsidRDefault="003B5D96" w:rsidP="003B5D96">
      <w:pPr>
        <w:pStyle w:val="ConsPlusNonformat"/>
        <w:widowControl/>
      </w:pPr>
    </w:p>
    <w:p w:rsidR="003B5D96" w:rsidRDefault="003B5D96" w:rsidP="003B5D96">
      <w:pPr>
        <w:pStyle w:val="ConsPlusNonformat"/>
        <w:widowControl/>
      </w:pPr>
      <w:r>
        <w:t>Дата рассмотрения вопроса, N протокола заседания комиссии _______________</w:t>
      </w:r>
    </w:p>
    <w:p w:rsidR="003B5D96" w:rsidRDefault="003B5D96" w:rsidP="003B5D96">
      <w:pPr>
        <w:pStyle w:val="ConsPlusNonformat"/>
        <w:widowControl/>
      </w:pPr>
    </w:p>
    <w:p w:rsidR="003B5D96" w:rsidRDefault="003B5D96" w:rsidP="003B5D96">
      <w:pPr>
        <w:pStyle w:val="ConsPlusNonformat"/>
        <w:widowControl/>
      </w:pPr>
      <w:r>
        <w:t>Председатель комиссии ___________________________________________________</w:t>
      </w:r>
    </w:p>
    <w:p w:rsidR="003B5D96" w:rsidRDefault="003B5D96" w:rsidP="003B5D96">
      <w:pPr>
        <w:pStyle w:val="ConsPlusNonformat"/>
        <w:widowControl/>
      </w:pPr>
      <w:r>
        <w:t xml:space="preserve">                              (фамилия, имя, отчество, подпись)</w:t>
      </w:r>
    </w:p>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Default="003B5D96" w:rsidP="003B5D96"/>
    <w:p w:rsidR="003B5D96" w:rsidRPr="00CB35E7" w:rsidRDefault="003B5D96" w:rsidP="003B5D96">
      <w:pPr>
        <w:rPr>
          <w:b/>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CB35E7">
        <w:rPr>
          <w:b/>
          <w:sz w:val="24"/>
          <w:szCs w:val="24"/>
        </w:rPr>
        <w:t>Приложение № 4</w:t>
      </w:r>
    </w:p>
    <w:p w:rsidR="003B5D96" w:rsidRDefault="003B5D96" w:rsidP="003B5D96">
      <w:pPr>
        <w:jc w:val="both"/>
        <w:rPr>
          <w:b/>
          <w:bCs/>
          <w:color w:val="000000"/>
          <w:spacing w:val="-4"/>
          <w:sz w:val="24"/>
          <w:szCs w:val="24"/>
        </w:rPr>
      </w:pPr>
    </w:p>
    <w:p w:rsidR="003B5D96" w:rsidRPr="00807602" w:rsidRDefault="003B5D96" w:rsidP="003B5D96">
      <w:pPr>
        <w:rPr>
          <w:b/>
          <w:i/>
          <w:sz w:val="24"/>
          <w:szCs w:val="24"/>
        </w:rPr>
      </w:pPr>
      <w:r>
        <w:rPr>
          <w:b/>
          <w:i/>
          <w:sz w:val="24"/>
          <w:szCs w:val="24"/>
        </w:rPr>
        <w:t>МЕТОДИЧЕСКИЕ</w:t>
      </w:r>
      <w:r w:rsidRPr="00807602">
        <w:rPr>
          <w:b/>
          <w:i/>
          <w:sz w:val="24"/>
          <w:szCs w:val="24"/>
        </w:rPr>
        <w:t xml:space="preserve">  РЕКОМЕНДАЦИИ</w:t>
      </w:r>
    </w:p>
    <w:p w:rsidR="003B5D96" w:rsidRPr="00807602" w:rsidRDefault="003B5D96" w:rsidP="003B5D96">
      <w:pPr>
        <w:rPr>
          <w:b/>
          <w:i/>
          <w:sz w:val="24"/>
          <w:szCs w:val="24"/>
        </w:rPr>
      </w:pPr>
      <w:r w:rsidRPr="00807602">
        <w:rPr>
          <w:b/>
          <w:i/>
          <w:sz w:val="24"/>
          <w:szCs w:val="24"/>
        </w:rPr>
        <w:t>по взаимодействию субъектов системы профилактики безнадзорности и правонарушений несовершеннолетних при выявлении, учете и устройстве беспризорных и безнадзорных детей</w:t>
      </w:r>
    </w:p>
    <w:p w:rsidR="003B5D96" w:rsidRPr="00807602" w:rsidRDefault="003B5D96" w:rsidP="003B5D96">
      <w:pPr>
        <w:rPr>
          <w:b/>
          <w:i/>
          <w:sz w:val="24"/>
          <w:szCs w:val="24"/>
        </w:rPr>
      </w:pPr>
      <w:r w:rsidRPr="00807602">
        <w:rPr>
          <w:b/>
          <w:i/>
          <w:sz w:val="24"/>
          <w:szCs w:val="24"/>
        </w:rPr>
        <w:t>в г.Каменске-Уральском</w:t>
      </w:r>
    </w:p>
    <w:p w:rsidR="003B5D96" w:rsidRPr="00807602" w:rsidRDefault="003B5D96" w:rsidP="003B5D96">
      <w:pPr>
        <w:jc w:val="both"/>
        <w:rPr>
          <w:b/>
          <w:i/>
          <w:sz w:val="24"/>
          <w:szCs w:val="24"/>
        </w:rPr>
      </w:pPr>
      <w:r w:rsidRPr="00807602">
        <w:rPr>
          <w:b/>
          <w:sz w:val="24"/>
          <w:szCs w:val="24"/>
        </w:rPr>
        <w:t>1.Общие положения</w:t>
      </w:r>
    </w:p>
    <w:p w:rsidR="003B5D96" w:rsidRDefault="003B5D96" w:rsidP="003B5D96">
      <w:pPr>
        <w:jc w:val="both"/>
        <w:rPr>
          <w:sz w:val="24"/>
          <w:szCs w:val="24"/>
        </w:rPr>
      </w:pPr>
      <w:r w:rsidRPr="00807602">
        <w:rPr>
          <w:sz w:val="24"/>
          <w:szCs w:val="24"/>
        </w:rPr>
        <w:tab/>
        <w:t>1. Методические рекомендации разработаны в соответствии с Федераль</w:t>
      </w:r>
      <w:r>
        <w:rPr>
          <w:sz w:val="24"/>
          <w:szCs w:val="24"/>
        </w:rPr>
        <w:t>ным законом от 24.06.1999 года</w:t>
      </w:r>
      <w:r w:rsidRPr="00807602">
        <w:rPr>
          <w:sz w:val="24"/>
          <w:szCs w:val="24"/>
        </w:rPr>
        <w:t xml:space="preserve"> </w:t>
      </w:r>
      <w:r>
        <w:rPr>
          <w:sz w:val="24"/>
          <w:szCs w:val="24"/>
        </w:rPr>
        <w:t xml:space="preserve">№ 120-ФЗ </w:t>
      </w:r>
      <w:r w:rsidRPr="00807602">
        <w:rPr>
          <w:sz w:val="24"/>
          <w:szCs w:val="24"/>
        </w:rPr>
        <w:t>«О профилактике безнадзорности и правонарушений несовершеннолетних»</w:t>
      </w:r>
      <w:r w:rsidRPr="00CB35E7">
        <w:rPr>
          <w:sz w:val="24"/>
          <w:szCs w:val="24"/>
        </w:rPr>
        <w:t xml:space="preserve"> </w:t>
      </w:r>
      <w:r w:rsidRPr="00807602">
        <w:rPr>
          <w:sz w:val="24"/>
          <w:szCs w:val="24"/>
        </w:rPr>
        <w:t>(</w:t>
      </w:r>
      <w:r>
        <w:rPr>
          <w:sz w:val="24"/>
          <w:szCs w:val="24"/>
        </w:rPr>
        <w:t>с изменениями и дополнениями)</w:t>
      </w:r>
      <w:r w:rsidRPr="00807602">
        <w:rPr>
          <w:sz w:val="24"/>
          <w:szCs w:val="24"/>
        </w:rPr>
        <w:t>; Постановлением Правительства Российской Федерации от 27.11. 2000г. № 896 «Об учреждении примерных положений о специализированных учреждениях для  несовершеннолетних, нуждающихся в социальной реабилитации»; Постановлением Правительства Российской Федерации от 18.05.2005 г. № 525 «О порядке расходования и учета средств федерального бюджета, предусмотренных на финансирование деятельности, связанной с перевозкой  между субъектами РФ, а также в пределах территорий государств - участников содружества независимых государств, несовершеннолетних, самовольно ушедших из семей, детских домов, школ-интернатов, специальных учебно-воспитательных и иных детских учреждений»; приказа МинЗдрава № 273, МинТруда</w:t>
      </w:r>
    </w:p>
    <w:p w:rsidR="003B5D96" w:rsidRDefault="003B5D96" w:rsidP="003B5D96">
      <w:pPr>
        <w:jc w:val="both"/>
        <w:rPr>
          <w:sz w:val="24"/>
          <w:szCs w:val="24"/>
        </w:rPr>
      </w:pPr>
      <w:r w:rsidRPr="00807602">
        <w:rPr>
          <w:sz w:val="24"/>
          <w:szCs w:val="24"/>
        </w:rPr>
        <w:t xml:space="preserve"> № 171 от 21.08.2002 г. «Об утверждении рекомендаций по взаимодействию органов управления и учреждений здравоохранения и органов управления и учреждений социальной защиты населения по вопросам выявления семей, находящихся в социально-опасном положении»; Приказа Минздрава РФ  №  307 от 14.07.2003 г. «О повышении качества оказания лечебно-профилактической помощи беспризорным и безнадзорным несовершеннолетним»; Приказа Минздрава РФ № 414, МВД РФ № 633 от 10.08.2003 г. </w:t>
      </w:r>
    </w:p>
    <w:p w:rsidR="003B5D96" w:rsidRPr="00807602" w:rsidRDefault="003B5D96" w:rsidP="003B5D96">
      <w:pPr>
        <w:jc w:val="both"/>
        <w:rPr>
          <w:sz w:val="24"/>
          <w:szCs w:val="24"/>
        </w:rPr>
      </w:pPr>
      <w:r w:rsidRPr="00807602">
        <w:rPr>
          <w:sz w:val="24"/>
          <w:szCs w:val="24"/>
        </w:rPr>
        <w:t>«О взаимодействии учреждений здравоохранения и органов внутренних дел в оказании помощи несовершеннолетним, доставленным в органы внутренних дел»; Постановлением Правительства Свердловской области от 30.08.2005 г. № 709-ПП « Об утверждении положения о порядке проезда детей-сирот и детей, оставшихся без попечения родителей, обучающихся в областных государственных и муниципальных образовательных учреждениях, на городском, пригородном, в сельской местности на внутрирайонном транспорте (кроме такси), а также проезда один раз в год к месту жительства и обратно к месту учебы».</w:t>
      </w:r>
    </w:p>
    <w:p w:rsidR="003B5D96" w:rsidRPr="00807602" w:rsidRDefault="003B5D96" w:rsidP="003B5D96">
      <w:pPr>
        <w:ind w:firstLine="708"/>
        <w:jc w:val="both"/>
        <w:rPr>
          <w:sz w:val="24"/>
          <w:szCs w:val="24"/>
        </w:rPr>
      </w:pPr>
      <w:r w:rsidRPr="00807602">
        <w:rPr>
          <w:sz w:val="24"/>
          <w:szCs w:val="24"/>
        </w:rPr>
        <w:t>2. Методические рекомендации определяют действия должностных лиц органов  и учреждений системы профилактики безнадзорности и правонарушений  несовершеннолетних в г.Каменске-Уральском по выявлению и жизнеустройству беспризорных и безнадзорных  несовершеннолетних, находящихся в социально опасном положении, в том числе оставшихся без попечения родителей или законных представителей, заблудившихся и подкинутых, самовольно ушедших из семей, детских домов, школ-интернатов, специальных учебно-воспитательных и иных детских учреждений; не имеющих места жительства, пребывания и (или) средств к существованию.</w:t>
      </w:r>
    </w:p>
    <w:p w:rsidR="003B5D96" w:rsidRPr="00807602" w:rsidRDefault="003B5D96" w:rsidP="003B5D96">
      <w:pPr>
        <w:ind w:firstLine="708"/>
        <w:jc w:val="both"/>
        <w:rPr>
          <w:sz w:val="24"/>
          <w:szCs w:val="24"/>
        </w:rPr>
      </w:pPr>
      <w:r w:rsidRPr="00807602">
        <w:rPr>
          <w:sz w:val="24"/>
          <w:szCs w:val="24"/>
        </w:rPr>
        <w:t xml:space="preserve">3. В систему профилактики безнадзорности и правонарушений  несовершеннолетних на территории г.Каменска-Уральского входят территориальные комиссии по делам несовершеннолетних и защите их прав города, Управление </w:t>
      </w:r>
      <w:r>
        <w:rPr>
          <w:sz w:val="24"/>
          <w:szCs w:val="24"/>
        </w:rPr>
        <w:t>образования</w:t>
      </w:r>
      <w:r w:rsidRPr="00807602">
        <w:rPr>
          <w:sz w:val="24"/>
          <w:szCs w:val="24"/>
        </w:rPr>
        <w:t>, образовательные учреждения, Управлен</w:t>
      </w:r>
      <w:r>
        <w:rPr>
          <w:sz w:val="24"/>
          <w:szCs w:val="24"/>
        </w:rPr>
        <w:t>ие здравоохранения</w:t>
      </w:r>
      <w:r w:rsidRPr="00807602">
        <w:rPr>
          <w:sz w:val="24"/>
          <w:szCs w:val="24"/>
        </w:rPr>
        <w:t xml:space="preserve">, отдел семьи, детей и молодежи администрации города, Управление внутренних дел города, районные отделы внутренних дел, государственное учреждение «Центр занятости населения по г. Каменску-Уральскому и Каменскому району», ТОИОГВ Свердловской области «Управление социальной защиты населения по г. Каменску-Уральскому и Каменскому району», учреждения социальной защиты населения, отдел по опеке и попечительству Управления социальной защиты населения. </w:t>
      </w:r>
    </w:p>
    <w:p w:rsidR="003B5D96" w:rsidRDefault="003B5D96" w:rsidP="003B5D96">
      <w:pPr>
        <w:jc w:val="both"/>
        <w:rPr>
          <w:sz w:val="24"/>
          <w:szCs w:val="24"/>
        </w:rPr>
      </w:pPr>
      <w:r w:rsidRPr="00807602">
        <w:rPr>
          <w:sz w:val="24"/>
          <w:szCs w:val="24"/>
        </w:rPr>
        <w:tab/>
      </w:r>
    </w:p>
    <w:p w:rsidR="003B5D96" w:rsidRPr="00807602" w:rsidRDefault="003B5D96" w:rsidP="003B5D96">
      <w:pPr>
        <w:jc w:val="both"/>
        <w:rPr>
          <w:sz w:val="24"/>
          <w:szCs w:val="24"/>
        </w:rPr>
      </w:pPr>
      <w:r w:rsidRPr="00807602">
        <w:rPr>
          <w:b/>
          <w:sz w:val="24"/>
          <w:szCs w:val="24"/>
        </w:rPr>
        <w:t>2. Выявление беспризорных и безнадзорных несовершеннолетних</w:t>
      </w:r>
    </w:p>
    <w:p w:rsidR="003B5D96" w:rsidRPr="00807602" w:rsidRDefault="003B5D96" w:rsidP="003B5D96">
      <w:pPr>
        <w:jc w:val="both"/>
        <w:rPr>
          <w:sz w:val="24"/>
          <w:szCs w:val="24"/>
        </w:rPr>
      </w:pPr>
      <w:r>
        <w:rPr>
          <w:sz w:val="24"/>
          <w:szCs w:val="24"/>
        </w:rPr>
        <w:t>1</w:t>
      </w:r>
      <w:r w:rsidRPr="00807602">
        <w:rPr>
          <w:sz w:val="24"/>
          <w:szCs w:val="24"/>
        </w:rPr>
        <w:t>. Субъекты системы профилактики в соответствии с компетенцией, определенной федеральным законом от 24 июня 1999 года № 120-ФЗ «Об основах системы профилактики безнадзорности и правонарушений несовершеннолетних»</w:t>
      </w:r>
      <w:r>
        <w:rPr>
          <w:sz w:val="24"/>
          <w:szCs w:val="24"/>
        </w:rPr>
        <w:t xml:space="preserve"> (с изменениями и дополнениями)</w:t>
      </w:r>
      <w:r w:rsidRPr="00807602">
        <w:rPr>
          <w:sz w:val="24"/>
          <w:szCs w:val="24"/>
        </w:rPr>
        <w:t>, принимают меры к выявлению и устройству безнадзорных и беспризорных несовершеннолетних.</w:t>
      </w:r>
    </w:p>
    <w:p w:rsidR="003B5D96" w:rsidRDefault="003B5D96" w:rsidP="003B5D96">
      <w:pPr>
        <w:jc w:val="both"/>
        <w:rPr>
          <w:sz w:val="24"/>
          <w:szCs w:val="24"/>
        </w:rPr>
      </w:pPr>
      <w:r>
        <w:rPr>
          <w:sz w:val="24"/>
          <w:szCs w:val="24"/>
        </w:rPr>
        <w:t>2</w:t>
      </w:r>
      <w:r w:rsidRPr="00807602">
        <w:rPr>
          <w:sz w:val="24"/>
          <w:szCs w:val="24"/>
        </w:rPr>
        <w:t xml:space="preserve">. Руководители органов и учреждений системы профилактики безнадзорности и правонарушений несовершеннолетних или их представители, получив информацию из любых источников о выявлении беспризорного, безнадзорного несовершеннолетнего, немедленно информирует об этом ближайший от места выявления ребенка орган  внутренних дел. </w:t>
      </w:r>
      <w:r w:rsidRPr="00807602">
        <w:rPr>
          <w:b/>
          <w:sz w:val="24"/>
          <w:szCs w:val="24"/>
        </w:rPr>
        <w:t>В ночное время – дежурного</w:t>
      </w:r>
      <w:r w:rsidRPr="00807602">
        <w:rPr>
          <w:sz w:val="24"/>
          <w:szCs w:val="24"/>
        </w:rPr>
        <w:t xml:space="preserve"> (39-41-32 или 34-80-90 -дежурная часть Красногорского ОВД; 32-77-00 или 32-74</w:t>
      </w:r>
      <w:r>
        <w:rPr>
          <w:sz w:val="24"/>
          <w:szCs w:val="24"/>
        </w:rPr>
        <w:t xml:space="preserve">-17- дежурная часть Синарского </w:t>
      </w:r>
      <w:r w:rsidRPr="00807602">
        <w:rPr>
          <w:sz w:val="24"/>
          <w:szCs w:val="24"/>
        </w:rPr>
        <w:t>ОВД; 36-24-50-деж</w:t>
      </w:r>
      <w:r>
        <w:rPr>
          <w:sz w:val="24"/>
          <w:szCs w:val="24"/>
        </w:rPr>
        <w:t>урная часть линейного ОВД на станции Каменск-Уральский).</w:t>
      </w:r>
      <w:r w:rsidRPr="00807602">
        <w:rPr>
          <w:sz w:val="24"/>
          <w:szCs w:val="24"/>
        </w:rPr>
        <w:t xml:space="preserve"> </w:t>
      </w:r>
      <w:r w:rsidRPr="00807602">
        <w:rPr>
          <w:b/>
          <w:sz w:val="24"/>
          <w:szCs w:val="24"/>
        </w:rPr>
        <w:t>В дневное время – дежурного и подразделение по делам несовершеннолетних</w:t>
      </w:r>
      <w:r>
        <w:rPr>
          <w:sz w:val="24"/>
          <w:szCs w:val="24"/>
        </w:rPr>
        <w:t xml:space="preserve"> (</w:t>
      </w:r>
      <w:r w:rsidRPr="00807602">
        <w:rPr>
          <w:sz w:val="24"/>
          <w:szCs w:val="24"/>
        </w:rPr>
        <w:t>34-80-36-</w:t>
      </w:r>
    </w:p>
    <w:p w:rsidR="003B5D96" w:rsidRPr="00807602" w:rsidRDefault="003B5D96" w:rsidP="003B5D96">
      <w:pPr>
        <w:jc w:val="both"/>
        <w:rPr>
          <w:sz w:val="24"/>
          <w:szCs w:val="24"/>
        </w:rPr>
      </w:pPr>
      <w:r w:rsidRPr="00807602">
        <w:rPr>
          <w:sz w:val="24"/>
          <w:szCs w:val="24"/>
        </w:rPr>
        <w:t xml:space="preserve">ОДН Красногорского ОВД; 32-75-05 – ОДН Синарского ОВД), </w:t>
      </w:r>
      <w:r w:rsidRPr="00807602">
        <w:rPr>
          <w:b/>
          <w:sz w:val="24"/>
          <w:szCs w:val="24"/>
        </w:rPr>
        <w:t>а также территориальную комиссию по делам несовершеннолетних и защите их прав</w:t>
      </w:r>
      <w:r w:rsidRPr="00807602">
        <w:rPr>
          <w:sz w:val="24"/>
          <w:szCs w:val="24"/>
        </w:rPr>
        <w:t>, на территории котор</w:t>
      </w:r>
      <w:r>
        <w:rPr>
          <w:sz w:val="24"/>
          <w:szCs w:val="24"/>
        </w:rPr>
        <w:t>ой выявлен несовершеннолетний (</w:t>
      </w:r>
      <w:r w:rsidRPr="00807602">
        <w:rPr>
          <w:sz w:val="24"/>
          <w:szCs w:val="24"/>
        </w:rPr>
        <w:t xml:space="preserve">34-89-37 и 34-89-40 – </w:t>
      </w:r>
      <w:r>
        <w:rPr>
          <w:sz w:val="24"/>
          <w:szCs w:val="24"/>
        </w:rPr>
        <w:t>ТКДН и ЗП Красногорского района,</w:t>
      </w:r>
      <w:r w:rsidRPr="00807602">
        <w:rPr>
          <w:sz w:val="24"/>
          <w:szCs w:val="24"/>
        </w:rPr>
        <w:t xml:space="preserve"> 39-66-42 и 39-66-43 – ТКДН и ЗП Синарского района).</w:t>
      </w:r>
    </w:p>
    <w:p w:rsidR="003B5D96" w:rsidRPr="00807602" w:rsidRDefault="003B5D96" w:rsidP="003B5D96">
      <w:pPr>
        <w:jc w:val="both"/>
        <w:rPr>
          <w:sz w:val="24"/>
          <w:szCs w:val="24"/>
        </w:rPr>
      </w:pPr>
      <w:r>
        <w:rPr>
          <w:sz w:val="24"/>
          <w:szCs w:val="24"/>
        </w:rPr>
        <w:t>3</w:t>
      </w:r>
      <w:r w:rsidRPr="00807602">
        <w:rPr>
          <w:sz w:val="24"/>
          <w:szCs w:val="24"/>
        </w:rPr>
        <w:t>. Сотрудники подразделений органов внутренних дел при получении информации или  при выявлении (обнаружении) беспризорного, безнадзорного ребенка немедленно заявляют об этом в дежурную часть органов внутренних дел и принимают оперативные меря для его доставления.</w:t>
      </w:r>
    </w:p>
    <w:p w:rsidR="003B5D96" w:rsidRPr="00807602" w:rsidRDefault="003B5D96" w:rsidP="003B5D96">
      <w:pPr>
        <w:jc w:val="both"/>
        <w:rPr>
          <w:sz w:val="24"/>
          <w:szCs w:val="24"/>
        </w:rPr>
      </w:pPr>
      <w:r>
        <w:rPr>
          <w:sz w:val="24"/>
          <w:szCs w:val="24"/>
        </w:rPr>
        <w:t>4</w:t>
      </w:r>
      <w:r w:rsidRPr="00807602">
        <w:rPr>
          <w:sz w:val="24"/>
          <w:szCs w:val="24"/>
        </w:rPr>
        <w:t>.</w:t>
      </w:r>
      <w:r>
        <w:rPr>
          <w:sz w:val="24"/>
          <w:szCs w:val="24"/>
        </w:rPr>
        <w:t xml:space="preserve"> </w:t>
      </w:r>
      <w:r w:rsidRPr="00807602">
        <w:rPr>
          <w:sz w:val="24"/>
          <w:szCs w:val="24"/>
        </w:rPr>
        <w:t>После доставления сотрудники органов внутренних дел принимают оперативные меры по установлению личности безнадзорного или беспризорного, установлению сведений о его родителях или законных представителей, условиях воспитания, места жительства, причин и условий нахождения их в социально опасном положении, оказывают содействие в получении иной информации, необходимой для защиты прав несовершеннолетнего.</w:t>
      </w:r>
    </w:p>
    <w:p w:rsidR="003B5D96" w:rsidRPr="00807602" w:rsidRDefault="003B5D96" w:rsidP="003B5D96">
      <w:pPr>
        <w:jc w:val="both"/>
        <w:rPr>
          <w:sz w:val="24"/>
          <w:szCs w:val="24"/>
        </w:rPr>
      </w:pPr>
      <w:r>
        <w:rPr>
          <w:sz w:val="24"/>
          <w:szCs w:val="24"/>
        </w:rPr>
        <w:t>5</w:t>
      </w:r>
      <w:r w:rsidRPr="00807602">
        <w:rPr>
          <w:sz w:val="24"/>
          <w:szCs w:val="24"/>
        </w:rPr>
        <w:t>.Оперативный дежурный органов внутренних дел при доставлении выявленного безнадзорного, беспризорного ребенка и установлении его личности сообщает об этом сотрудникам подразделений по делам несо</w:t>
      </w:r>
      <w:r>
        <w:rPr>
          <w:sz w:val="24"/>
          <w:szCs w:val="24"/>
        </w:rPr>
        <w:t>вершеннолетних и родителям (</w:t>
      </w:r>
      <w:r w:rsidRPr="00807602">
        <w:rPr>
          <w:sz w:val="24"/>
          <w:szCs w:val="24"/>
        </w:rPr>
        <w:t>законным представителям</w:t>
      </w:r>
      <w:r>
        <w:rPr>
          <w:sz w:val="24"/>
          <w:szCs w:val="24"/>
        </w:rPr>
        <w:t>)</w:t>
      </w:r>
      <w:r w:rsidRPr="00807602">
        <w:rPr>
          <w:sz w:val="24"/>
          <w:szCs w:val="24"/>
        </w:rPr>
        <w:t>.</w:t>
      </w:r>
    </w:p>
    <w:p w:rsidR="003B5D96" w:rsidRPr="00807602" w:rsidRDefault="003B5D96" w:rsidP="003B5D96">
      <w:pPr>
        <w:jc w:val="both"/>
        <w:rPr>
          <w:sz w:val="24"/>
          <w:szCs w:val="24"/>
        </w:rPr>
      </w:pPr>
      <w:r>
        <w:rPr>
          <w:sz w:val="24"/>
          <w:szCs w:val="24"/>
        </w:rPr>
        <w:t>6</w:t>
      </w:r>
      <w:r w:rsidRPr="00807602">
        <w:rPr>
          <w:sz w:val="24"/>
          <w:szCs w:val="24"/>
        </w:rPr>
        <w:t>.Сотрудники по делам несовершеннолетних органов внутренних дел после доставления выявленного беспризорного, безнадзорного несовершеннолетнего в дежурную часть составляют акт о выявлении беспризорного, безна</w:t>
      </w:r>
      <w:r>
        <w:rPr>
          <w:sz w:val="24"/>
          <w:szCs w:val="24"/>
        </w:rPr>
        <w:t>дзорного ребенка (прилагается</w:t>
      </w:r>
      <w:r w:rsidRPr="00807602">
        <w:rPr>
          <w:sz w:val="24"/>
          <w:szCs w:val="24"/>
        </w:rPr>
        <w:t>) и принимают решение по оказанию ребенку медицинской и (или) социальной или иной помощи.</w:t>
      </w:r>
    </w:p>
    <w:p w:rsidR="003B5D96" w:rsidRPr="00807602" w:rsidRDefault="003B5D96" w:rsidP="003B5D96">
      <w:pPr>
        <w:jc w:val="both"/>
        <w:rPr>
          <w:sz w:val="24"/>
          <w:szCs w:val="24"/>
        </w:rPr>
      </w:pPr>
      <w:r>
        <w:rPr>
          <w:sz w:val="24"/>
          <w:szCs w:val="24"/>
        </w:rPr>
        <w:t>7</w:t>
      </w:r>
      <w:r w:rsidRPr="00807602">
        <w:rPr>
          <w:sz w:val="24"/>
          <w:szCs w:val="24"/>
        </w:rPr>
        <w:t>. После доставления выявленного беспризорного, безнадзорного несовершеннолетнего в дежурную часть органов внутренних дел, в случае явных признаков заболевания, принимаются меры к вызову специалистов службы «Скорой помощи» и сопровождению беспризорного, безнадзорного несовершеннолетнего до лечебно-профилактического учреждения.</w:t>
      </w:r>
    </w:p>
    <w:p w:rsidR="003B5D96" w:rsidRPr="00807602" w:rsidRDefault="003B5D96" w:rsidP="003B5D96">
      <w:pPr>
        <w:jc w:val="both"/>
        <w:rPr>
          <w:sz w:val="24"/>
          <w:szCs w:val="24"/>
        </w:rPr>
      </w:pPr>
      <w:r>
        <w:rPr>
          <w:sz w:val="24"/>
          <w:szCs w:val="24"/>
        </w:rPr>
        <w:t>8</w:t>
      </w:r>
      <w:r w:rsidRPr="00807602">
        <w:rPr>
          <w:sz w:val="24"/>
          <w:szCs w:val="24"/>
        </w:rPr>
        <w:t>. Руководители органов управления здравоохранением обязаны информировать органы внутренних дел, органы социальной защиты населения и территориальные комиссии по делам несовершеннолетних и защите их прав о случаях доставления беспризорного, безнадзорного несовершеннолетнего для оказания медицинской помощи в лечебно-профилактическое учреждение без сопровождения  сотрудников органов внутренних дел.</w:t>
      </w:r>
    </w:p>
    <w:p w:rsidR="003B5D96" w:rsidRPr="00807602" w:rsidRDefault="003B5D96" w:rsidP="003B5D96">
      <w:pPr>
        <w:jc w:val="both"/>
        <w:rPr>
          <w:sz w:val="24"/>
          <w:szCs w:val="24"/>
        </w:rPr>
      </w:pPr>
    </w:p>
    <w:p w:rsidR="003B5D96" w:rsidRPr="00807602" w:rsidRDefault="003B5D96" w:rsidP="003B5D96">
      <w:pPr>
        <w:jc w:val="both"/>
        <w:rPr>
          <w:b/>
          <w:sz w:val="24"/>
          <w:szCs w:val="24"/>
        </w:rPr>
      </w:pPr>
      <w:r w:rsidRPr="00807602">
        <w:rPr>
          <w:b/>
          <w:sz w:val="24"/>
          <w:szCs w:val="24"/>
        </w:rPr>
        <w:t>3. Устройство беспризорных и безнадзорных несовершеннолетних</w:t>
      </w:r>
    </w:p>
    <w:p w:rsidR="003B5D96" w:rsidRPr="00807602" w:rsidRDefault="003B5D96" w:rsidP="003B5D96">
      <w:pPr>
        <w:jc w:val="both"/>
        <w:rPr>
          <w:sz w:val="24"/>
          <w:szCs w:val="24"/>
        </w:rPr>
      </w:pPr>
      <w:r>
        <w:rPr>
          <w:sz w:val="24"/>
          <w:szCs w:val="24"/>
        </w:rPr>
        <w:t>1</w:t>
      </w:r>
      <w:r w:rsidRPr="00807602">
        <w:rPr>
          <w:sz w:val="24"/>
          <w:szCs w:val="24"/>
        </w:rPr>
        <w:t>. Субъекты профилактики в пределах своей компетенции выявляют беспризорных, безнадзорных несовершеннолетних, находящихся в социально опасном положении, и имеют право помещать их в специализированные учреждения органов управления социальной защиты населения несовершеннолетних, нуждающихся в социальной реабилитации.</w:t>
      </w:r>
    </w:p>
    <w:p w:rsidR="003B5D96" w:rsidRPr="00807602" w:rsidRDefault="003B5D96" w:rsidP="003B5D96">
      <w:pPr>
        <w:jc w:val="both"/>
        <w:rPr>
          <w:sz w:val="24"/>
          <w:szCs w:val="24"/>
        </w:rPr>
      </w:pPr>
      <w:r>
        <w:rPr>
          <w:sz w:val="24"/>
          <w:szCs w:val="24"/>
        </w:rPr>
        <w:t>2</w:t>
      </w:r>
      <w:r w:rsidRPr="00807602">
        <w:rPr>
          <w:sz w:val="24"/>
          <w:szCs w:val="24"/>
        </w:rPr>
        <w:t>. В специализированные учреждения для несовершеннолетних, нуждающихся в социальной реабилитации, круглосуточно принимаются беспризорные, безнадзорные несовершеннолетние, находящиеся в социально опасном положении, в возрасте от 3 до 18 лет, независимо от их  места жительства, и содержатся  на полном государственном обеспечении в течение времени, необходимого для оказания социальной помощи и (или) социальной реабилитации и решения вопросов дальнейшего их устройства.</w:t>
      </w:r>
    </w:p>
    <w:p w:rsidR="003B5D96" w:rsidRPr="00807602" w:rsidRDefault="003B5D96" w:rsidP="003B5D96">
      <w:pPr>
        <w:jc w:val="both"/>
        <w:rPr>
          <w:sz w:val="24"/>
          <w:szCs w:val="24"/>
        </w:rPr>
      </w:pPr>
      <w:r>
        <w:rPr>
          <w:sz w:val="24"/>
          <w:szCs w:val="24"/>
        </w:rPr>
        <w:t>3</w:t>
      </w:r>
      <w:r w:rsidRPr="00807602">
        <w:rPr>
          <w:sz w:val="24"/>
          <w:szCs w:val="24"/>
        </w:rPr>
        <w:t>. Дети в возрасте до 3-х лет заблудившиеся, подкинутые, оставленные без попечения родителей, поступившие в органы внутренних дел или в специализированные учреждения, помещаются работниками этих учреждений в городскую детскую больницу № 2 в круглосуточном режиме, дети 3-15 лет госпитализируются в детские больницы (только при наличии показаний), старше 15 лет – в учреждения здравоохранения  для взрослых лиц (только при наличии медицинских показаний). Медицинский транспорт станции «Скорой помощи» используется для транспортировки только больных детей.</w:t>
      </w:r>
    </w:p>
    <w:p w:rsidR="003B5D96" w:rsidRPr="00807602" w:rsidRDefault="003B5D96" w:rsidP="003B5D96">
      <w:pPr>
        <w:jc w:val="both"/>
        <w:rPr>
          <w:sz w:val="24"/>
          <w:szCs w:val="24"/>
        </w:rPr>
      </w:pPr>
      <w:r>
        <w:rPr>
          <w:sz w:val="24"/>
          <w:szCs w:val="24"/>
        </w:rPr>
        <w:t>4</w:t>
      </w:r>
      <w:r w:rsidRPr="00807602">
        <w:rPr>
          <w:sz w:val="24"/>
          <w:szCs w:val="24"/>
        </w:rPr>
        <w:t>. О помещении несовершеннолетних в специализированные учреждения и учреждения органов здравоохранения составляются соответс</w:t>
      </w:r>
      <w:r>
        <w:rPr>
          <w:sz w:val="24"/>
          <w:szCs w:val="24"/>
        </w:rPr>
        <w:t>твующие акты (прилагаются</w:t>
      </w:r>
      <w:r w:rsidRPr="00807602">
        <w:rPr>
          <w:sz w:val="24"/>
          <w:szCs w:val="24"/>
        </w:rPr>
        <w:t xml:space="preserve">) </w:t>
      </w:r>
      <w:r w:rsidRPr="00807602">
        <w:rPr>
          <w:b/>
          <w:sz w:val="24"/>
          <w:szCs w:val="24"/>
        </w:rPr>
        <w:t xml:space="preserve">в четырех экземплярах, </w:t>
      </w:r>
      <w:r w:rsidRPr="00807602">
        <w:rPr>
          <w:sz w:val="24"/>
          <w:szCs w:val="24"/>
        </w:rPr>
        <w:t>один их которых остается в учреждении, где находится ребенок. Два других акта с распиской должностного лица, принявшего ребенка, в течение суток направляются в</w:t>
      </w:r>
      <w:r>
        <w:rPr>
          <w:sz w:val="24"/>
          <w:szCs w:val="24"/>
        </w:rPr>
        <w:t xml:space="preserve"> орган опеки и попечительства (</w:t>
      </w:r>
      <w:r w:rsidRPr="00807602">
        <w:rPr>
          <w:sz w:val="24"/>
          <w:szCs w:val="24"/>
        </w:rPr>
        <w:t>ул.Строителей, 27) и территориальную комиссию по делам несовершеннолетних и защите их прав для  осуществления мер по защите и восстановлению прав и законных интересов несовершеннолетнего, устранению причин и условий, способствовавших наступлению социально опасного положения. Последний экземпляр акта с распиской должностного лица, принявшего ребенка, хранится в подразделении по делам несовершеннолетних.</w:t>
      </w:r>
    </w:p>
    <w:p w:rsidR="003B5D96" w:rsidRPr="00807602" w:rsidRDefault="003B5D96" w:rsidP="003B5D96">
      <w:pPr>
        <w:jc w:val="both"/>
        <w:rPr>
          <w:sz w:val="24"/>
          <w:szCs w:val="24"/>
        </w:rPr>
      </w:pPr>
      <w:r>
        <w:rPr>
          <w:sz w:val="24"/>
          <w:szCs w:val="24"/>
        </w:rPr>
        <w:t>5</w:t>
      </w:r>
      <w:r w:rsidRPr="00807602">
        <w:rPr>
          <w:sz w:val="24"/>
          <w:szCs w:val="24"/>
        </w:rPr>
        <w:t xml:space="preserve">. В случае помещения подкинутых детей в специализированные учреждения и учреждения здравоохранения  сотрудниками подразделений по делам несовершеннолетних составляется соответствующий акт </w:t>
      </w:r>
      <w:r w:rsidRPr="00807602">
        <w:rPr>
          <w:b/>
          <w:sz w:val="24"/>
          <w:szCs w:val="24"/>
        </w:rPr>
        <w:t xml:space="preserve">в пяти экземплярах, </w:t>
      </w:r>
      <w:r w:rsidRPr="00807602">
        <w:rPr>
          <w:sz w:val="24"/>
          <w:szCs w:val="24"/>
        </w:rPr>
        <w:t>с учетом регистрации первого экземпляра акта в журнале учета происшествий для решения вопроса о возбуждении уголовного дела и розыска лиц, виновных в оставлении ребенка в опасном для жизни состоянии.</w:t>
      </w:r>
    </w:p>
    <w:p w:rsidR="003B5D96" w:rsidRPr="00807602" w:rsidRDefault="003B5D96" w:rsidP="003B5D96">
      <w:pPr>
        <w:jc w:val="both"/>
        <w:rPr>
          <w:sz w:val="24"/>
          <w:szCs w:val="24"/>
        </w:rPr>
      </w:pPr>
      <w:r>
        <w:rPr>
          <w:sz w:val="24"/>
          <w:szCs w:val="24"/>
        </w:rPr>
        <w:t>6</w:t>
      </w:r>
      <w:r w:rsidRPr="00807602">
        <w:rPr>
          <w:sz w:val="24"/>
          <w:szCs w:val="24"/>
        </w:rPr>
        <w:t>. Органы опеки и попечительства, на которых возлагается защита прав и интересов детей, оставшихся без попечения родителей, при получении сведений о несовершеннолетних, оставшихся без попечения родителей, в течение 3-х дней обязаны провести обследование условий жизни ребенка, обеспечить защиту его прав и интересов, избрать форму устройства, а также осуществлять последующий контроль за условиями содержания, воспитания и образования.</w:t>
      </w:r>
    </w:p>
    <w:p w:rsidR="003B5D96" w:rsidRPr="00807602" w:rsidRDefault="003B5D96" w:rsidP="003B5D96">
      <w:pPr>
        <w:jc w:val="both"/>
        <w:rPr>
          <w:sz w:val="24"/>
          <w:szCs w:val="24"/>
        </w:rPr>
      </w:pPr>
      <w:r>
        <w:rPr>
          <w:sz w:val="24"/>
          <w:szCs w:val="24"/>
        </w:rPr>
        <w:t>7</w:t>
      </w:r>
      <w:r w:rsidRPr="00807602">
        <w:rPr>
          <w:sz w:val="24"/>
          <w:szCs w:val="24"/>
        </w:rPr>
        <w:t>. Территориальная комиссия по делам несовершеннолетних и защите их прав, в случае, если акт составлен не работниками органов внутренних дел, незамедлительно  направляет копию акта о доставлении подкинутого ребенка в органы внутренних дел для регистрации в журнале учета сообщений о происшествиях для решения вопроса о возбуждении уголовного дела и розыска лиц, виновных в оставлении ребенка в опасном для жизни и здоровья состоянии.</w:t>
      </w:r>
    </w:p>
    <w:p w:rsidR="003B5D96" w:rsidRPr="00807602" w:rsidRDefault="003B5D96" w:rsidP="003B5D96">
      <w:pPr>
        <w:jc w:val="both"/>
        <w:rPr>
          <w:sz w:val="24"/>
          <w:szCs w:val="24"/>
        </w:rPr>
      </w:pPr>
      <w:r>
        <w:rPr>
          <w:sz w:val="24"/>
          <w:szCs w:val="24"/>
        </w:rPr>
        <w:t>8</w:t>
      </w:r>
      <w:r w:rsidRPr="00807602">
        <w:rPr>
          <w:sz w:val="24"/>
          <w:szCs w:val="24"/>
        </w:rPr>
        <w:t>. Беспризорные, безнадзорные несовершеннолетние, совершившие в момент выявления общественно опасные деяния, административное правонарушение или самовольный уход из учебно-воспитательного учреждения закрытого типа, могут быть помещены в Центр временного содержания несовершеннолетних правонарушителей г.Екатеринбурга (ЦВСНП) Порядок помещения в ЦВСНП определен ст. 22 Закона Российской Федерации от 24 июня 1999 года № 120-ФЗ «Об основах системы профилактики безнадзорности и правонарушений несовершеннолетних»</w:t>
      </w:r>
      <w:r>
        <w:rPr>
          <w:sz w:val="24"/>
          <w:szCs w:val="24"/>
        </w:rPr>
        <w:t xml:space="preserve"> (с изменениями и дополнениями)</w:t>
      </w:r>
      <w:r w:rsidRPr="00807602">
        <w:rPr>
          <w:sz w:val="24"/>
          <w:szCs w:val="24"/>
        </w:rPr>
        <w:t>.</w:t>
      </w:r>
    </w:p>
    <w:p w:rsidR="003B5D96" w:rsidRPr="00807602" w:rsidRDefault="003B5D96" w:rsidP="003B5D96">
      <w:pPr>
        <w:jc w:val="both"/>
        <w:rPr>
          <w:sz w:val="24"/>
          <w:szCs w:val="24"/>
        </w:rPr>
      </w:pPr>
      <w:r>
        <w:rPr>
          <w:sz w:val="24"/>
          <w:szCs w:val="24"/>
        </w:rPr>
        <w:t>9</w:t>
      </w:r>
      <w:r w:rsidRPr="00807602">
        <w:rPr>
          <w:sz w:val="24"/>
          <w:szCs w:val="24"/>
        </w:rPr>
        <w:t>. Если при выявлении беспризорного, безнадзорного несовершеннолетнего отсутствуют медицинские показатели, требующие его помещения в лечебное учреждение, и по закону он не должен помещаться в ЦВСНП, то органы внутренних дел передают несовершеннолетнего родителям или доставляют его в СРЦ «Лада» для организации временного содержания и принятия мер по его доставке к</w:t>
      </w:r>
      <w:r>
        <w:rPr>
          <w:sz w:val="24"/>
          <w:szCs w:val="24"/>
        </w:rPr>
        <w:t xml:space="preserve"> месту постоянного пребывания (</w:t>
      </w:r>
      <w:r w:rsidRPr="00807602">
        <w:rPr>
          <w:sz w:val="24"/>
          <w:szCs w:val="24"/>
        </w:rPr>
        <w:t>семья, учреждение государственного воспитания, учреждение социальной защиты).</w:t>
      </w:r>
    </w:p>
    <w:p w:rsidR="003B5D96" w:rsidRPr="00807602" w:rsidRDefault="003B5D96" w:rsidP="003B5D96">
      <w:pPr>
        <w:jc w:val="both"/>
        <w:rPr>
          <w:sz w:val="24"/>
          <w:szCs w:val="24"/>
        </w:rPr>
      </w:pPr>
      <w:r>
        <w:rPr>
          <w:sz w:val="24"/>
          <w:szCs w:val="24"/>
        </w:rPr>
        <w:t>10</w:t>
      </w:r>
      <w:r w:rsidRPr="00807602">
        <w:rPr>
          <w:sz w:val="24"/>
          <w:szCs w:val="24"/>
        </w:rPr>
        <w:t>. Беспризорные, безнадзорные несовершеннолетние, доставленные в органы внутренних дел с признаками алкогольного, наркотического или токсического опьянения, а также при подозрении на употребление ими психоактивных веществ или выявлении признаков острого психического заболевания, доставляются сотрудниками органов внутренних дел в психиатрическую больницу на консультацию, а при наличии медицинских показаний госпитализируются в круглосуточном режиме.</w:t>
      </w:r>
    </w:p>
    <w:p w:rsidR="003B5D96" w:rsidRPr="00807602" w:rsidRDefault="003B5D96" w:rsidP="003B5D96">
      <w:pPr>
        <w:jc w:val="both"/>
        <w:rPr>
          <w:sz w:val="24"/>
          <w:szCs w:val="24"/>
        </w:rPr>
      </w:pPr>
      <w:r>
        <w:rPr>
          <w:sz w:val="24"/>
          <w:szCs w:val="24"/>
        </w:rPr>
        <w:t>11</w:t>
      </w:r>
      <w:r w:rsidRPr="00807602">
        <w:rPr>
          <w:sz w:val="24"/>
          <w:szCs w:val="24"/>
        </w:rPr>
        <w:t>. Беспризорные, безнадзорные несовершеннолетние, являющиеся воспитанниками специального учреждения для несовершеннолетних, нуждающихся в социальной реабилитации, находящиеся в состоянии алкогольного, наркотического или токсического опьянения, а также с явными признаками обострения  психического заболевания, доставляются работниками данного учреждения в психиатрическую больницу.</w:t>
      </w:r>
    </w:p>
    <w:p w:rsidR="003B5D96" w:rsidRPr="00807602" w:rsidRDefault="003B5D96" w:rsidP="003B5D96">
      <w:pPr>
        <w:jc w:val="both"/>
        <w:rPr>
          <w:sz w:val="24"/>
          <w:szCs w:val="24"/>
        </w:rPr>
      </w:pPr>
      <w:r>
        <w:rPr>
          <w:sz w:val="24"/>
          <w:szCs w:val="24"/>
        </w:rPr>
        <w:t>12</w:t>
      </w:r>
      <w:r w:rsidRPr="00807602">
        <w:rPr>
          <w:sz w:val="24"/>
          <w:szCs w:val="24"/>
        </w:rPr>
        <w:t>.</w:t>
      </w:r>
      <w:r>
        <w:rPr>
          <w:sz w:val="24"/>
          <w:szCs w:val="24"/>
        </w:rPr>
        <w:t xml:space="preserve"> </w:t>
      </w:r>
      <w:r w:rsidRPr="00807602">
        <w:rPr>
          <w:sz w:val="24"/>
          <w:szCs w:val="24"/>
        </w:rPr>
        <w:t>После оказания медицинской помощи работа с беспризорными и безнадзорными несовершеннолетними продолжается должностными лицами подразделений по делам несовершеннолетних органов внутренних дел во взаимодействии со специализированными учреждениями, оказывающими  наркологическую и психиатрическую помощь, социальную реабилитацию, другими субъектами системы профилактики.</w:t>
      </w:r>
    </w:p>
    <w:p w:rsidR="003B5D96" w:rsidRPr="00807602" w:rsidRDefault="003B5D96" w:rsidP="003B5D96">
      <w:pPr>
        <w:jc w:val="both"/>
        <w:rPr>
          <w:sz w:val="24"/>
          <w:szCs w:val="24"/>
        </w:rPr>
      </w:pPr>
      <w:r w:rsidRPr="00807602">
        <w:rPr>
          <w:sz w:val="24"/>
          <w:szCs w:val="24"/>
        </w:rPr>
        <w:t>ОВД по каждому факту выясняется, вовлекался ли несовершеннолетний взрослыми лицами в употребление спиртных напитков, наркотических веществ, психотропных или одурманивающих веществ, с кем, где и на какие средства их приобретал.</w:t>
      </w:r>
    </w:p>
    <w:p w:rsidR="003B5D96" w:rsidRPr="00807602" w:rsidRDefault="003B5D96" w:rsidP="003B5D96">
      <w:pPr>
        <w:jc w:val="both"/>
        <w:rPr>
          <w:sz w:val="24"/>
          <w:szCs w:val="24"/>
        </w:rPr>
      </w:pPr>
    </w:p>
    <w:p w:rsidR="003B5D96" w:rsidRPr="00807602" w:rsidRDefault="003B5D96" w:rsidP="003B5D96">
      <w:pPr>
        <w:jc w:val="both"/>
        <w:rPr>
          <w:b/>
          <w:sz w:val="24"/>
          <w:szCs w:val="24"/>
        </w:rPr>
      </w:pPr>
      <w:r w:rsidRPr="00807602">
        <w:rPr>
          <w:b/>
          <w:sz w:val="24"/>
          <w:szCs w:val="24"/>
        </w:rPr>
        <w:t>4.Перевозка несовершеннолетних</w:t>
      </w:r>
    </w:p>
    <w:p w:rsidR="003B5D96" w:rsidRPr="00807602" w:rsidRDefault="003B5D96" w:rsidP="003B5D96">
      <w:pPr>
        <w:jc w:val="both"/>
        <w:rPr>
          <w:sz w:val="24"/>
          <w:szCs w:val="24"/>
        </w:rPr>
      </w:pPr>
      <w:r>
        <w:rPr>
          <w:sz w:val="24"/>
          <w:szCs w:val="24"/>
        </w:rPr>
        <w:t>1</w:t>
      </w:r>
      <w:r w:rsidRPr="00807602">
        <w:rPr>
          <w:sz w:val="24"/>
          <w:szCs w:val="24"/>
        </w:rPr>
        <w:t>. Перевозка несовершеннолетних, самовольно ушедших из семей, осуществляется работниками специализированных учреждений для несовершеннолетних, нуждающихся в социальной реабилитации, в которых находятся несовершеннолетние, при получении согласия родителей (законных представителей) на возвращение им детей.</w:t>
      </w:r>
    </w:p>
    <w:p w:rsidR="003B5D96" w:rsidRPr="00807602" w:rsidRDefault="003B5D96" w:rsidP="003B5D96">
      <w:pPr>
        <w:jc w:val="both"/>
        <w:rPr>
          <w:sz w:val="24"/>
          <w:szCs w:val="24"/>
        </w:rPr>
      </w:pPr>
      <w:r>
        <w:rPr>
          <w:sz w:val="24"/>
          <w:szCs w:val="24"/>
        </w:rPr>
        <w:t>2</w:t>
      </w:r>
      <w:r w:rsidRPr="00807602">
        <w:rPr>
          <w:sz w:val="24"/>
          <w:szCs w:val="24"/>
        </w:rPr>
        <w:t>. В случае отказа родителей (законных представителей) принять несовершеннолетних в семью или наличия обращения несовершеннолетнего о невозможности возвращения в семью в связи с имеющейся трудной жизненной ситуацией, несовершеннолетние возвращаются в места их постоянного проживания, где помещаются  в установленном порядке в специализированные учреждения для несовершеннолетних, нуждающихся в реабилитации.</w:t>
      </w:r>
    </w:p>
    <w:p w:rsidR="003B5D96" w:rsidRPr="00807602" w:rsidRDefault="003B5D96" w:rsidP="003B5D96">
      <w:pPr>
        <w:jc w:val="both"/>
        <w:rPr>
          <w:sz w:val="24"/>
          <w:szCs w:val="24"/>
        </w:rPr>
      </w:pPr>
      <w:r>
        <w:rPr>
          <w:sz w:val="24"/>
          <w:szCs w:val="24"/>
        </w:rPr>
        <w:t>3</w:t>
      </w:r>
      <w:r w:rsidRPr="00807602">
        <w:rPr>
          <w:sz w:val="24"/>
          <w:szCs w:val="24"/>
        </w:rPr>
        <w:t>. Перевозка несовершеннолетних, самовольно ушедших из семей, может осуществляться непосредственно родителями (законными представителями).</w:t>
      </w:r>
    </w:p>
    <w:p w:rsidR="003B5D96" w:rsidRPr="00807602" w:rsidRDefault="003B5D96" w:rsidP="003B5D96">
      <w:pPr>
        <w:jc w:val="both"/>
        <w:rPr>
          <w:sz w:val="24"/>
          <w:szCs w:val="24"/>
        </w:rPr>
      </w:pPr>
      <w:r>
        <w:rPr>
          <w:sz w:val="24"/>
          <w:szCs w:val="24"/>
        </w:rPr>
        <w:t>4</w:t>
      </w:r>
      <w:r w:rsidRPr="00807602">
        <w:rPr>
          <w:sz w:val="24"/>
          <w:szCs w:val="24"/>
        </w:rPr>
        <w:t>. Перевозка несовершеннолетних, самовольно ушедших из детских домов, школ - интернатов, специальных учебно-воспитательных учреждений открытого типа и иных детских учреждений, осуществляется работниками этих учреждений.</w:t>
      </w:r>
    </w:p>
    <w:p w:rsidR="003B5D96" w:rsidRPr="00807602" w:rsidRDefault="003B5D96" w:rsidP="003B5D96">
      <w:pPr>
        <w:jc w:val="both"/>
        <w:rPr>
          <w:sz w:val="24"/>
          <w:szCs w:val="24"/>
        </w:rPr>
      </w:pPr>
      <w:r>
        <w:rPr>
          <w:sz w:val="24"/>
          <w:szCs w:val="24"/>
        </w:rPr>
        <w:t>5</w:t>
      </w:r>
      <w:r w:rsidRPr="00807602">
        <w:rPr>
          <w:sz w:val="24"/>
          <w:szCs w:val="24"/>
        </w:rPr>
        <w:t>. При выявлении беспризорного, безнадзорного несовершеннолетнего местом постоянного пребывания которого является другое муниципальное образование Свердловской области, другой субъект Российской Федерации, или он является представителем другого государства СНГ, работники специализированных учреждений  для несовершеннолетних, нуждающихся в социальной реабилитации, организуют доставку этого несовершеннолетнего в транзитные центры г.</w:t>
      </w:r>
      <w:r>
        <w:rPr>
          <w:sz w:val="24"/>
          <w:szCs w:val="24"/>
        </w:rPr>
        <w:t xml:space="preserve"> </w:t>
      </w:r>
      <w:r w:rsidRPr="00807602">
        <w:rPr>
          <w:sz w:val="24"/>
          <w:szCs w:val="24"/>
        </w:rPr>
        <w:t>Ревды или г.</w:t>
      </w:r>
      <w:r>
        <w:rPr>
          <w:sz w:val="24"/>
          <w:szCs w:val="24"/>
        </w:rPr>
        <w:t xml:space="preserve"> </w:t>
      </w:r>
      <w:r w:rsidRPr="00807602">
        <w:rPr>
          <w:sz w:val="24"/>
          <w:szCs w:val="24"/>
        </w:rPr>
        <w:t>Богдановича. При наличии медицинских показаний - в медицинские учреждения; в ЦВСНП - при совершении несовершеннолетним общественно опасного деяния или административного правонарушения. Передача несовершеннолетнего принимающим  представителям производится по акту.</w:t>
      </w:r>
    </w:p>
    <w:p w:rsidR="003B5D96" w:rsidRDefault="003B5D96" w:rsidP="003B5D96">
      <w:pPr>
        <w:jc w:val="both"/>
        <w:rPr>
          <w:sz w:val="24"/>
          <w:szCs w:val="24"/>
        </w:rPr>
      </w:pPr>
      <w:r>
        <w:rPr>
          <w:sz w:val="24"/>
          <w:szCs w:val="24"/>
        </w:rPr>
        <w:t>6</w:t>
      </w:r>
      <w:r w:rsidRPr="00807602">
        <w:rPr>
          <w:sz w:val="24"/>
          <w:szCs w:val="24"/>
        </w:rPr>
        <w:t>. Принадлежащие несовершеннолетнему предметы, находящиеся на хранении в специализированном учреждении для несовершеннолетних, нуждающихся в социальной реабилитации, передаются по акту сначала сопровождающему лицу, затем - администрации детского учреждения, принявшего несовершеннолетнего, либо под расписку родителям (законным представителям).</w:t>
      </w:r>
    </w:p>
    <w:p w:rsidR="003B5D96" w:rsidRPr="00360122" w:rsidRDefault="003B5D96" w:rsidP="003B5D96">
      <w:pPr>
        <w:jc w:val="both"/>
        <w:rPr>
          <w:sz w:val="24"/>
          <w:szCs w:val="24"/>
        </w:rPr>
      </w:pPr>
    </w:p>
    <w:p w:rsidR="003B5D96" w:rsidRPr="00807602" w:rsidRDefault="003B5D96" w:rsidP="003B5D96">
      <w:pPr>
        <w:jc w:val="both"/>
        <w:rPr>
          <w:b/>
          <w:sz w:val="24"/>
          <w:szCs w:val="24"/>
        </w:rPr>
      </w:pPr>
      <w:r w:rsidRPr="00807602">
        <w:rPr>
          <w:b/>
          <w:sz w:val="24"/>
          <w:szCs w:val="24"/>
        </w:rPr>
        <w:t>5. Учет безнадзорных и беспризорных несовершеннолетних, оказание им помощи</w:t>
      </w:r>
    </w:p>
    <w:p w:rsidR="003B5D96" w:rsidRPr="00807602" w:rsidRDefault="003B5D96" w:rsidP="003B5D96">
      <w:pPr>
        <w:jc w:val="both"/>
        <w:rPr>
          <w:sz w:val="24"/>
          <w:szCs w:val="24"/>
        </w:rPr>
      </w:pPr>
      <w:r>
        <w:rPr>
          <w:sz w:val="24"/>
          <w:szCs w:val="24"/>
        </w:rPr>
        <w:t>1</w:t>
      </w:r>
      <w:r w:rsidRPr="00807602">
        <w:rPr>
          <w:sz w:val="24"/>
          <w:szCs w:val="24"/>
        </w:rPr>
        <w:t xml:space="preserve">. Подразделения по делам несовершеннолетних органов внутренних дел г.Каменска-Уральского </w:t>
      </w:r>
      <w:r w:rsidRPr="00807602">
        <w:rPr>
          <w:b/>
          <w:sz w:val="24"/>
          <w:szCs w:val="24"/>
        </w:rPr>
        <w:t>незамедлительно</w:t>
      </w:r>
      <w:r w:rsidRPr="00807602">
        <w:rPr>
          <w:sz w:val="24"/>
          <w:szCs w:val="24"/>
        </w:rPr>
        <w:t xml:space="preserve"> информируют территориальные комиссии по делам несовершеннолетних и защите их прав района о факте выявления помещения безнадзорного, беспризорного несовершеннолетнего, проживающего на территории города, в учреждения системы профилактики.</w:t>
      </w:r>
    </w:p>
    <w:p w:rsidR="003B5D96" w:rsidRDefault="003B5D96" w:rsidP="003B5D96">
      <w:pPr>
        <w:jc w:val="both"/>
        <w:rPr>
          <w:b/>
          <w:sz w:val="24"/>
          <w:szCs w:val="24"/>
        </w:rPr>
      </w:pPr>
      <w:r>
        <w:rPr>
          <w:sz w:val="24"/>
          <w:szCs w:val="24"/>
        </w:rPr>
        <w:t>2</w:t>
      </w:r>
      <w:r w:rsidRPr="00807602">
        <w:rPr>
          <w:sz w:val="24"/>
          <w:szCs w:val="24"/>
        </w:rPr>
        <w:t xml:space="preserve">. Субъекты системы профилактики, выявившие и поместившие беспризорного, безнадзорного несовершеннолетнего в учреждения системы, о данном факте </w:t>
      </w:r>
      <w:r w:rsidRPr="00807602">
        <w:rPr>
          <w:b/>
          <w:sz w:val="24"/>
          <w:szCs w:val="24"/>
        </w:rPr>
        <w:t xml:space="preserve">в течение </w:t>
      </w:r>
    </w:p>
    <w:p w:rsidR="003B5D96" w:rsidRPr="00807602" w:rsidRDefault="003B5D96" w:rsidP="003B5D96">
      <w:pPr>
        <w:jc w:val="both"/>
        <w:rPr>
          <w:sz w:val="24"/>
          <w:szCs w:val="24"/>
        </w:rPr>
      </w:pPr>
      <w:r w:rsidRPr="00807602">
        <w:rPr>
          <w:b/>
          <w:sz w:val="24"/>
          <w:szCs w:val="24"/>
        </w:rPr>
        <w:t xml:space="preserve">3-х дней информируют письменно </w:t>
      </w:r>
      <w:r w:rsidRPr="00807602">
        <w:rPr>
          <w:sz w:val="24"/>
          <w:szCs w:val="24"/>
        </w:rPr>
        <w:t>территориальную комиссию по делам несовершеннолетних и защите их прав, на территории обслуживания которой ребенок проживает.</w:t>
      </w:r>
    </w:p>
    <w:p w:rsidR="003B5D96" w:rsidRPr="00807602" w:rsidRDefault="003B5D96" w:rsidP="003B5D96">
      <w:pPr>
        <w:jc w:val="both"/>
        <w:rPr>
          <w:sz w:val="24"/>
          <w:szCs w:val="24"/>
        </w:rPr>
      </w:pPr>
      <w:r>
        <w:rPr>
          <w:sz w:val="24"/>
          <w:szCs w:val="24"/>
        </w:rPr>
        <w:t>3</w:t>
      </w:r>
      <w:r w:rsidRPr="00807602">
        <w:rPr>
          <w:sz w:val="24"/>
          <w:szCs w:val="24"/>
        </w:rPr>
        <w:t xml:space="preserve">. Образовательные учреждения государственного воспитания </w:t>
      </w:r>
      <w:r w:rsidRPr="00807602">
        <w:rPr>
          <w:color w:val="FF00FF"/>
          <w:sz w:val="24"/>
          <w:szCs w:val="24"/>
        </w:rPr>
        <w:t xml:space="preserve">незамедлительно </w:t>
      </w:r>
      <w:r w:rsidRPr="00807602">
        <w:rPr>
          <w:sz w:val="24"/>
          <w:szCs w:val="24"/>
        </w:rPr>
        <w:t>информируют подразделения по делам несовершеннолетних ОВД г.Каменска-Уральского и территориальные комиссии по делам несовершеннолетних и защите их прав районов г.</w:t>
      </w:r>
      <w:r>
        <w:rPr>
          <w:sz w:val="24"/>
          <w:szCs w:val="24"/>
        </w:rPr>
        <w:t xml:space="preserve"> </w:t>
      </w:r>
      <w:r w:rsidRPr="00807602">
        <w:rPr>
          <w:sz w:val="24"/>
          <w:szCs w:val="24"/>
        </w:rPr>
        <w:t>Каменска-Уральского о самовольных уходах воспитанников и ежемесячно направляют в эти органы информацию о проделанной работе по предотвращению самовольных уходов воспитанников.</w:t>
      </w:r>
    </w:p>
    <w:p w:rsidR="003B5D96" w:rsidRPr="00807602" w:rsidRDefault="003B5D96" w:rsidP="003B5D96">
      <w:pPr>
        <w:jc w:val="both"/>
        <w:rPr>
          <w:sz w:val="24"/>
          <w:szCs w:val="24"/>
        </w:rPr>
      </w:pPr>
      <w:r>
        <w:rPr>
          <w:sz w:val="24"/>
          <w:szCs w:val="24"/>
        </w:rPr>
        <w:t>4</w:t>
      </w:r>
      <w:r w:rsidRPr="00807602">
        <w:rPr>
          <w:sz w:val="24"/>
          <w:szCs w:val="24"/>
        </w:rPr>
        <w:t>. Подразделения по делам несовершеннолетних ОВД г.Каменска-Уральского ежемесячно информируют соответствующие территориальные комиссии по делам несовершеннолетних и защите их прав города о самовольных уходах воспитанников учреждений государственного воспитания и учреждений социальной помощи несовершеннолетним, уходов несовершеннолетних из  семьи и о мерах, принятых органами внутренних дел к розыску и возвращению несовершеннолетних.</w:t>
      </w:r>
    </w:p>
    <w:p w:rsidR="003B5D96" w:rsidRPr="00807602" w:rsidRDefault="003B5D96" w:rsidP="003B5D96">
      <w:pPr>
        <w:jc w:val="both"/>
        <w:rPr>
          <w:sz w:val="24"/>
          <w:szCs w:val="24"/>
        </w:rPr>
      </w:pPr>
      <w:r>
        <w:rPr>
          <w:sz w:val="24"/>
          <w:szCs w:val="24"/>
        </w:rPr>
        <w:t>5</w:t>
      </w:r>
      <w:r w:rsidRPr="00807602">
        <w:rPr>
          <w:sz w:val="24"/>
          <w:szCs w:val="24"/>
        </w:rPr>
        <w:t xml:space="preserve">. Подразделения внутренних дел города ежемесячно информируют территориальные комиссии  по делам несовершеннолетних и защите их прав о фактах выявления беспризорных, безнадзорных несовершеннолетних, не проживающих на территории города Каменска-Уральского, и о мерах, принятых по оказанию им помощи. </w:t>
      </w:r>
    </w:p>
    <w:p w:rsidR="003B5D96" w:rsidRDefault="003B5D96" w:rsidP="003B5D96">
      <w:pPr>
        <w:jc w:val="both"/>
        <w:rPr>
          <w:sz w:val="24"/>
          <w:szCs w:val="24"/>
        </w:rPr>
      </w:pPr>
      <w:r>
        <w:rPr>
          <w:sz w:val="24"/>
          <w:szCs w:val="24"/>
        </w:rPr>
        <w:t>6</w:t>
      </w:r>
      <w:r w:rsidRPr="00807602">
        <w:rPr>
          <w:sz w:val="24"/>
          <w:szCs w:val="24"/>
        </w:rPr>
        <w:t>.</w:t>
      </w:r>
      <w:r>
        <w:rPr>
          <w:sz w:val="24"/>
          <w:szCs w:val="24"/>
        </w:rPr>
        <w:t xml:space="preserve"> </w:t>
      </w:r>
      <w:r w:rsidRPr="00807602">
        <w:rPr>
          <w:sz w:val="24"/>
          <w:szCs w:val="24"/>
        </w:rPr>
        <w:t xml:space="preserve">При выявление беспризорного, безнадзорного несовершеннолетнего, местом постоянного пребывания которого является другой субъект Российской Федерации, или он является  представителем другого государства СНГ,  ТОИГОВ - управление социальной защиты населения по г.Каменску-Уральскому и Каменскому району направляет информацию о факте выявления по принадлежности в оперативные штабы и группы, образованные в ГУВД Свердловской области, в Министерстве социальной защиты населения Свердловской области, в Министерстве здравоохранения Свердловской области в дневное время - в течение рабочего дня, в ночное время - не позднее чем через </w:t>
      </w:r>
    </w:p>
    <w:p w:rsidR="003B5D96" w:rsidRPr="00807602" w:rsidRDefault="003B5D96" w:rsidP="003B5D96">
      <w:pPr>
        <w:jc w:val="both"/>
        <w:rPr>
          <w:sz w:val="24"/>
          <w:szCs w:val="24"/>
        </w:rPr>
      </w:pPr>
      <w:r w:rsidRPr="00807602">
        <w:rPr>
          <w:sz w:val="24"/>
          <w:szCs w:val="24"/>
        </w:rPr>
        <w:t>3 часа  с момента выявления безнадзорного, беспризорного несовершеннолетнего.</w:t>
      </w:r>
    </w:p>
    <w:p w:rsidR="003B5D96" w:rsidRPr="00807602" w:rsidRDefault="003B5D96" w:rsidP="003B5D96">
      <w:pPr>
        <w:jc w:val="both"/>
        <w:rPr>
          <w:sz w:val="24"/>
          <w:szCs w:val="24"/>
        </w:rPr>
      </w:pPr>
      <w:r>
        <w:rPr>
          <w:sz w:val="24"/>
          <w:szCs w:val="24"/>
        </w:rPr>
        <w:t>7</w:t>
      </w:r>
      <w:r w:rsidRPr="00807602">
        <w:rPr>
          <w:sz w:val="24"/>
          <w:szCs w:val="24"/>
        </w:rPr>
        <w:t>.  Подразделения по делам несовершеннолетних отделов внутренних дел, управление социальной защиты населения, отдел опеки и попечительства, управление здравоохранения города ежемесячно направляют в территориальные комиссии  по делам несовершеннолетних и защите их прав районов города информацию о выявлении и оказании помощи беспризорным и безнадзорным несовершенно</w:t>
      </w:r>
      <w:r>
        <w:rPr>
          <w:sz w:val="24"/>
          <w:szCs w:val="24"/>
        </w:rPr>
        <w:t>летним по установленной форме (</w:t>
      </w:r>
      <w:r w:rsidRPr="00807602">
        <w:rPr>
          <w:sz w:val="24"/>
          <w:szCs w:val="24"/>
        </w:rPr>
        <w:t>приложения 4-7) с указанием фамилий.</w:t>
      </w:r>
    </w:p>
    <w:p w:rsidR="003B5D96" w:rsidRPr="00807602" w:rsidRDefault="003B5D96" w:rsidP="003B5D96">
      <w:pPr>
        <w:jc w:val="both"/>
        <w:rPr>
          <w:sz w:val="24"/>
          <w:szCs w:val="24"/>
        </w:rPr>
      </w:pPr>
      <w:r>
        <w:rPr>
          <w:sz w:val="24"/>
          <w:szCs w:val="24"/>
        </w:rPr>
        <w:t>8</w:t>
      </w:r>
      <w:r w:rsidRPr="00807602">
        <w:rPr>
          <w:sz w:val="24"/>
          <w:szCs w:val="24"/>
        </w:rPr>
        <w:t>. Управление образования г.Каменска-Уральского ежемесячно информирует территориальные комиссии  по делам несовершеннолетних и защите их прав районов г.Каменска-Уральского об учащихся, длительно не посещающих обра</w:t>
      </w:r>
      <w:r>
        <w:rPr>
          <w:sz w:val="24"/>
          <w:szCs w:val="24"/>
        </w:rPr>
        <w:t>зовательные учреждения</w:t>
      </w:r>
      <w:r w:rsidRPr="00807602">
        <w:rPr>
          <w:sz w:val="24"/>
          <w:szCs w:val="24"/>
        </w:rPr>
        <w:t xml:space="preserve"> с указанием фамилий.</w:t>
      </w:r>
    </w:p>
    <w:p w:rsidR="003B5D96" w:rsidRPr="00807602" w:rsidRDefault="003B5D96" w:rsidP="003B5D96">
      <w:pPr>
        <w:jc w:val="both"/>
        <w:rPr>
          <w:sz w:val="24"/>
          <w:szCs w:val="24"/>
        </w:rPr>
      </w:pPr>
      <w:r>
        <w:rPr>
          <w:sz w:val="24"/>
          <w:szCs w:val="24"/>
        </w:rPr>
        <w:t>9</w:t>
      </w:r>
      <w:r w:rsidRPr="00807602">
        <w:rPr>
          <w:sz w:val="24"/>
          <w:szCs w:val="24"/>
        </w:rPr>
        <w:t>. Территориальные комиссии  по делам несовершеннолетних и защите их прав районов г.Каменска-Уральского ежемесячно направляют в администрацию Южного управленческого округа, администрацию города  и прокуратуру г.Каменска-Уральского статистическую информацию о выявлении и оказании помощи беспризорным и безнадзорным несовершеннолетним по установленной форме и аналитическую справку о мерах, принятых по их устройству.</w:t>
      </w:r>
    </w:p>
    <w:p w:rsidR="003B5D96" w:rsidRPr="00807602" w:rsidRDefault="003B5D96" w:rsidP="003B5D96">
      <w:pPr>
        <w:jc w:val="both"/>
        <w:rPr>
          <w:sz w:val="24"/>
          <w:szCs w:val="24"/>
        </w:rPr>
      </w:pPr>
      <w:r>
        <w:rPr>
          <w:sz w:val="24"/>
          <w:szCs w:val="24"/>
        </w:rPr>
        <w:t>10</w:t>
      </w:r>
      <w:r w:rsidRPr="00807602">
        <w:rPr>
          <w:sz w:val="24"/>
          <w:szCs w:val="24"/>
        </w:rPr>
        <w:t>. Председатели территориальных комиссий  по делам несовершеннолетних и защите их прав г.Каменска-Уральского ежеквартально  анализируют состояние работы по выявлению беспризорных и безнадзорных несовершеннолетних и мерах, принятых по их устройству, и доводят информацию до сведения Главы администрации района.</w:t>
      </w:r>
    </w:p>
    <w:p w:rsidR="003B5D96" w:rsidRDefault="003B5D96" w:rsidP="003B5D96">
      <w:pPr>
        <w:jc w:val="both"/>
        <w:rPr>
          <w:sz w:val="24"/>
          <w:szCs w:val="24"/>
        </w:rPr>
      </w:pPr>
      <w:r>
        <w:rPr>
          <w:sz w:val="24"/>
          <w:szCs w:val="24"/>
        </w:rPr>
        <w:t>11</w:t>
      </w:r>
      <w:r w:rsidRPr="00807602">
        <w:rPr>
          <w:sz w:val="24"/>
          <w:szCs w:val="24"/>
        </w:rPr>
        <w:t xml:space="preserve">. Территориальные комиссии  по делам несовершеннолетних и защите их прав г.Каменска-Уральского ежеквартально на заседаниях комиссии обсуждают результаты работы, заслушивают отчеты руководителей субъектов системы профилактики и учреждений о проводимой работы по профилактике безнадзорности и правонарушений несовершеннолетних и работе по оказанию помощи выявленным беспризорным и безнадзорным детям, принимают дополнительные меры по снижению остроты проблемы детской беспризорности и безнадзорности. </w:t>
      </w:r>
    </w:p>
    <w:p w:rsidR="003B5D96" w:rsidRPr="00807602" w:rsidRDefault="003B5D96" w:rsidP="003B5D96">
      <w:pPr>
        <w:jc w:val="both"/>
        <w:rPr>
          <w:sz w:val="24"/>
          <w:szCs w:val="24"/>
        </w:rPr>
      </w:pPr>
    </w:p>
    <w:p w:rsidR="003B5D96" w:rsidRDefault="003B5D96" w:rsidP="003B5D96">
      <w:pPr>
        <w:rPr>
          <w:b/>
          <w:i/>
          <w:sz w:val="24"/>
          <w:szCs w:val="24"/>
        </w:rPr>
      </w:pPr>
    </w:p>
    <w:p w:rsidR="003B5D96" w:rsidRDefault="003B5D96" w:rsidP="003B5D96">
      <w:pPr>
        <w:rPr>
          <w:b/>
          <w:i/>
          <w:sz w:val="24"/>
          <w:szCs w:val="24"/>
        </w:rPr>
      </w:pPr>
    </w:p>
    <w:p w:rsidR="003B5D96" w:rsidRDefault="003B5D96" w:rsidP="003B5D96">
      <w:pPr>
        <w:rPr>
          <w:b/>
          <w:i/>
          <w:sz w:val="24"/>
          <w:szCs w:val="24"/>
        </w:rPr>
      </w:pPr>
    </w:p>
    <w:p w:rsidR="003B5D96" w:rsidRPr="00807602" w:rsidRDefault="003B5D96" w:rsidP="003B5D96">
      <w:pPr>
        <w:jc w:val="right"/>
        <w:rPr>
          <w:sz w:val="24"/>
          <w:szCs w:val="24"/>
        </w:rPr>
      </w:pPr>
    </w:p>
    <w:p w:rsidR="003B5D96" w:rsidRPr="00807602" w:rsidRDefault="003B5D96" w:rsidP="003B5D96">
      <w:pPr>
        <w:jc w:val="center"/>
        <w:rPr>
          <w:b/>
          <w:sz w:val="24"/>
          <w:szCs w:val="24"/>
        </w:rPr>
      </w:pPr>
      <w:r w:rsidRPr="00807602">
        <w:rPr>
          <w:b/>
          <w:sz w:val="24"/>
          <w:szCs w:val="24"/>
        </w:rPr>
        <w:t>АКТ</w:t>
      </w:r>
    </w:p>
    <w:p w:rsidR="003B5D96" w:rsidRPr="00807602" w:rsidRDefault="003B5D96" w:rsidP="003B5D96">
      <w:pPr>
        <w:jc w:val="center"/>
        <w:rPr>
          <w:b/>
          <w:sz w:val="24"/>
          <w:szCs w:val="24"/>
        </w:rPr>
      </w:pPr>
      <w:r w:rsidRPr="00807602">
        <w:rPr>
          <w:b/>
          <w:sz w:val="24"/>
          <w:szCs w:val="24"/>
        </w:rPr>
        <w:t>о выявлении беспризорного (безнадзорного) несовершеннолетнего</w:t>
      </w:r>
    </w:p>
    <w:p w:rsidR="003B5D96" w:rsidRDefault="003B5D96" w:rsidP="003B5D96">
      <w:pPr>
        <w:jc w:val="both"/>
        <w:rPr>
          <w:b/>
          <w:sz w:val="24"/>
          <w:szCs w:val="24"/>
        </w:rPr>
      </w:pPr>
    </w:p>
    <w:p w:rsidR="003B5D96" w:rsidRPr="00807602" w:rsidRDefault="003B5D96" w:rsidP="003B5D96">
      <w:pPr>
        <w:jc w:val="both"/>
        <w:rPr>
          <w:sz w:val="24"/>
          <w:szCs w:val="24"/>
        </w:rPr>
      </w:pPr>
      <w:r w:rsidRPr="00807602">
        <w:rPr>
          <w:sz w:val="24"/>
          <w:szCs w:val="24"/>
        </w:rPr>
        <w:t>Дата и место выявления несовершеннолетнего 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Фамилия, имя и отчество несовершеннолетнего 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Дата и место рождения несовершеннолетнего 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Место жительства несовершеннолетнего 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Данные о родителях (законных представителях) несовершеннолетнего _____________________________________________________________________________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w:t>
      </w:r>
    </w:p>
    <w:p w:rsidR="003B5D96" w:rsidRPr="00807602" w:rsidRDefault="003B5D96" w:rsidP="003B5D96">
      <w:pPr>
        <w:jc w:val="both"/>
        <w:rPr>
          <w:sz w:val="24"/>
          <w:szCs w:val="24"/>
        </w:rPr>
      </w:pPr>
      <w:r w:rsidRPr="00807602">
        <w:rPr>
          <w:sz w:val="24"/>
          <w:szCs w:val="24"/>
        </w:rPr>
        <w:t>Дата и место доставления несовершеннолетнего 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 число, месяц, год; наименования отдела внутренних дел)</w:t>
      </w:r>
    </w:p>
    <w:p w:rsidR="003B5D96" w:rsidRPr="00807602" w:rsidRDefault="003B5D96" w:rsidP="003B5D96">
      <w:pPr>
        <w:jc w:val="both"/>
        <w:rPr>
          <w:sz w:val="24"/>
          <w:szCs w:val="24"/>
        </w:rPr>
      </w:pPr>
      <w:r w:rsidRPr="00807602">
        <w:rPr>
          <w:sz w:val="24"/>
          <w:szCs w:val="24"/>
        </w:rPr>
        <w:t>Основания доставления несовершеннолетнего 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B5D96" w:rsidRPr="00807602" w:rsidRDefault="003B5D96" w:rsidP="003B5D96">
      <w:pPr>
        <w:jc w:val="both"/>
        <w:rPr>
          <w:sz w:val="24"/>
          <w:szCs w:val="24"/>
        </w:rPr>
      </w:pPr>
      <w:r w:rsidRPr="00807602">
        <w:rPr>
          <w:sz w:val="24"/>
          <w:szCs w:val="24"/>
        </w:rPr>
        <w:t>Кем доставлен_________________________________________________________________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(должность, специальное звание, Ф.И.О. сотрудника ОВД)</w:t>
      </w:r>
    </w:p>
    <w:p w:rsidR="003B5D96" w:rsidRPr="00807602" w:rsidRDefault="003B5D96" w:rsidP="003B5D96">
      <w:pPr>
        <w:jc w:val="both"/>
        <w:rPr>
          <w:sz w:val="24"/>
          <w:szCs w:val="24"/>
        </w:rPr>
      </w:pPr>
      <w:r w:rsidRPr="00807602">
        <w:rPr>
          <w:sz w:val="24"/>
          <w:szCs w:val="24"/>
        </w:rPr>
        <w:t>Дата и наименование лечебно-профилактического учреждения, куда доставлен несовершеннолетний 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(число, месяц, год; полное наименование учреждения)</w:t>
      </w:r>
    </w:p>
    <w:p w:rsidR="003B5D96" w:rsidRPr="00807602" w:rsidRDefault="003B5D96" w:rsidP="003B5D96">
      <w:pPr>
        <w:jc w:val="both"/>
        <w:rPr>
          <w:sz w:val="24"/>
          <w:szCs w:val="24"/>
        </w:rPr>
      </w:pPr>
      <w:r w:rsidRPr="00807602">
        <w:rPr>
          <w:sz w:val="24"/>
          <w:szCs w:val="24"/>
        </w:rPr>
        <w:t>Несовершеннолетний _________________________ мною осмотрен и принят _____________________________________________________________________________</w:t>
      </w:r>
    </w:p>
    <w:p w:rsidR="003B5D96" w:rsidRPr="00807602" w:rsidRDefault="003B5D96" w:rsidP="003B5D96">
      <w:pPr>
        <w:jc w:val="both"/>
        <w:rPr>
          <w:sz w:val="24"/>
          <w:szCs w:val="24"/>
        </w:rPr>
      </w:pPr>
      <w:r w:rsidRPr="00807602">
        <w:rPr>
          <w:sz w:val="24"/>
          <w:szCs w:val="24"/>
        </w:rPr>
        <w:t>( Ф.И.О., должность работника ЛПУ)</w:t>
      </w:r>
    </w:p>
    <w:p w:rsidR="003B5D96" w:rsidRPr="00807602" w:rsidRDefault="003B5D96" w:rsidP="003B5D96">
      <w:pPr>
        <w:jc w:val="both"/>
        <w:rPr>
          <w:sz w:val="24"/>
          <w:szCs w:val="24"/>
        </w:rPr>
      </w:pPr>
      <w:r w:rsidRPr="00807602">
        <w:rPr>
          <w:sz w:val="24"/>
          <w:szCs w:val="24"/>
        </w:rPr>
        <w:t>Отказано в приеме несовершеннолетнего в связи ___________________________________</w:t>
      </w:r>
    </w:p>
    <w:p w:rsidR="003B5D96" w:rsidRPr="00807602"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__________________________</w:t>
      </w:r>
      <w:r w:rsidRPr="00807602">
        <w:rPr>
          <w:sz w:val="24"/>
          <w:szCs w:val="24"/>
        </w:rPr>
        <w:tab/>
      </w:r>
      <w:r w:rsidRPr="00807602">
        <w:rPr>
          <w:sz w:val="24"/>
          <w:szCs w:val="24"/>
        </w:rPr>
        <w:tab/>
      </w:r>
      <w:r w:rsidRPr="00807602">
        <w:rPr>
          <w:sz w:val="24"/>
          <w:szCs w:val="24"/>
        </w:rPr>
        <w:tab/>
      </w:r>
      <w:r w:rsidRPr="00807602">
        <w:rPr>
          <w:sz w:val="24"/>
          <w:szCs w:val="24"/>
        </w:rPr>
        <w:tab/>
        <w:t>______________________________</w:t>
      </w:r>
    </w:p>
    <w:p w:rsidR="003B5D96" w:rsidRPr="00807602" w:rsidRDefault="003B5D96" w:rsidP="003B5D96">
      <w:pPr>
        <w:jc w:val="both"/>
        <w:rPr>
          <w:sz w:val="24"/>
          <w:szCs w:val="24"/>
        </w:rPr>
      </w:pPr>
      <w:r w:rsidRPr="00807602">
        <w:rPr>
          <w:sz w:val="24"/>
          <w:szCs w:val="24"/>
        </w:rPr>
        <w:t>(должность, специальное звание, Ф.И.О.</w:t>
      </w:r>
      <w:r w:rsidRPr="00807602">
        <w:rPr>
          <w:sz w:val="24"/>
          <w:szCs w:val="24"/>
        </w:rPr>
        <w:tab/>
      </w:r>
      <w:r w:rsidRPr="00807602">
        <w:rPr>
          <w:sz w:val="24"/>
          <w:szCs w:val="24"/>
        </w:rPr>
        <w:tab/>
      </w:r>
      <w:r w:rsidRPr="00807602">
        <w:rPr>
          <w:sz w:val="24"/>
          <w:szCs w:val="24"/>
        </w:rPr>
        <w:tab/>
        <w:t xml:space="preserve">(должность, Ф.И.О. работника ЛПУ,подпись) </w:t>
      </w:r>
    </w:p>
    <w:p w:rsidR="003B5D96" w:rsidRPr="00807602" w:rsidRDefault="003B5D96" w:rsidP="003B5D96">
      <w:pPr>
        <w:jc w:val="both"/>
        <w:rPr>
          <w:sz w:val="24"/>
          <w:szCs w:val="24"/>
        </w:rPr>
      </w:pPr>
      <w:r w:rsidRPr="00807602">
        <w:rPr>
          <w:sz w:val="24"/>
          <w:szCs w:val="24"/>
        </w:rPr>
        <w:t>сотрудника ОВД, подпись)</w:t>
      </w: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Pr="00360122" w:rsidRDefault="003B5D96" w:rsidP="003B5D96">
      <w:pPr>
        <w:jc w:val="both"/>
        <w:rPr>
          <w:sz w:val="24"/>
          <w:szCs w:val="24"/>
        </w:rPr>
      </w:pPr>
    </w:p>
    <w:p w:rsidR="003B5D96" w:rsidRPr="00807602" w:rsidRDefault="003B5D96" w:rsidP="003B5D96">
      <w:pPr>
        <w:jc w:val="center"/>
        <w:rPr>
          <w:b/>
          <w:sz w:val="24"/>
          <w:szCs w:val="24"/>
        </w:rPr>
      </w:pPr>
      <w:r w:rsidRPr="00807602">
        <w:rPr>
          <w:b/>
          <w:sz w:val="24"/>
          <w:szCs w:val="24"/>
        </w:rPr>
        <w:t>АКТ</w:t>
      </w:r>
    </w:p>
    <w:p w:rsidR="003B5D96" w:rsidRPr="00807602" w:rsidRDefault="003B5D96" w:rsidP="003B5D96">
      <w:pPr>
        <w:jc w:val="center"/>
        <w:rPr>
          <w:b/>
          <w:sz w:val="24"/>
          <w:szCs w:val="24"/>
        </w:rPr>
      </w:pPr>
      <w:r w:rsidRPr="00807602">
        <w:rPr>
          <w:b/>
          <w:sz w:val="24"/>
          <w:szCs w:val="24"/>
        </w:rPr>
        <w:t>о помещении несовершеннолетнего в специализированное учреждение</w:t>
      </w:r>
    </w:p>
    <w:p w:rsidR="003B5D96" w:rsidRPr="00807602" w:rsidRDefault="003B5D96" w:rsidP="003B5D96">
      <w:pPr>
        <w:jc w:val="center"/>
        <w:rPr>
          <w:b/>
          <w:sz w:val="24"/>
          <w:szCs w:val="24"/>
        </w:rPr>
      </w:pPr>
      <w:r w:rsidRPr="00807602">
        <w:rPr>
          <w:b/>
          <w:sz w:val="24"/>
          <w:szCs w:val="24"/>
        </w:rPr>
        <w:t>для несовершеннолетних, нуждающихся в реабилитации</w:t>
      </w:r>
    </w:p>
    <w:p w:rsidR="003B5D96" w:rsidRPr="00807602" w:rsidRDefault="003B5D96" w:rsidP="003B5D96">
      <w:pPr>
        <w:rPr>
          <w:b/>
          <w:sz w:val="24"/>
          <w:szCs w:val="24"/>
        </w:rPr>
      </w:pPr>
    </w:p>
    <w:p w:rsidR="003B5D96" w:rsidRPr="00807602" w:rsidRDefault="003B5D96" w:rsidP="003B5D96">
      <w:pPr>
        <w:ind w:left="2832" w:firstLine="708"/>
        <w:rPr>
          <w:sz w:val="24"/>
          <w:szCs w:val="24"/>
        </w:rPr>
      </w:pPr>
      <w:r w:rsidRPr="00807602">
        <w:rPr>
          <w:sz w:val="24"/>
          <w:szCs w:val="24"/>
        </w:rPr>
        <w:t>«___</w:t>
      </w:r>
      <w:r>
        <w:rPr>
          <w:sz w:val="24"/>
          <w:szCs w:val="24"/>
        </w:rPr>
        <w:t>__»_________________________ 20</w:t>
      </w:r>
      <w:r w:rsidRPr="00807602">
        <w:rPr>
          <w:sz w:val="24"/>
          <w:szCs w:val="24"/>
        </w:rPr>
        <w:t>_ года</w:t>
      </w:r>
    </w:p>
    <w:p w:rsidR="003B5D96" w:rsidRPr="00807602" w:rsidRDefault="003B5D96" w:rsidP="003B5D96">
      <w:pPr>
        <w:ind w:left="2832" w:firstLine="708"/>
        <w:rPr>
          <w:sz w:val="24"/>
          <w:szCs w:val="24"/>
        </w:rPr>
      </w:pPr>
    </w:p>
    <w:p w:rsidR="003B5D96" w:rsidRPr="00807602" w:rsidRDefault="003B5D96" w:rsidP="003B5D96">
      <w:pPr>
        <w:ind w:firstLine="708"/>
        <w:jc w:val="both"/>
        <w:rPr>
          <w:sz w:val="24"/>
          <w:szCs w:val="24"/>
        </w:rPr>
      </w:pPr>
      <w:r w:rsidRPr="00807602">
        <w:rPr>
          <w:sz w:val="24"/>
          <w:szCs w:val="24"/>
        </w:rPr>
        <w:t>Я, _____________________________________________________________________</w:t>
      </w:r>
    </w:p>
    <w:p w:rsidR="003B5D96" w:rsidRPr="00807602" w:rsidRDefault="003B5D96" w:rsidP="003B5D96">
      <w:pPr>
        <w:ind w:firstLine="708"/>
        <w:jc w:val="both"/>
        <w:rPr>
          <w:sz w:val="24"/>
          <w:szCs w:val="24"/>
        </w:rPr>
      </w:pPr>
      <w:r w:rsidRPr="00807602">
        <w:rPr>
          <w:sz w:val="24"/>
          <w:szCs w:val="24"/>
        </w:rPr>
        <w:t>(ложность, специальное звание, Ф.И.О. сотрудника ОВД)</w:t>
      </w:r>
    </w:p>
    <w:p w:rsidR="003B5D96" w:rsidRPr="00807602" w:rsidRDefault="003B5D96" w:rsidP="003B5D96">
      <w:pPr>
        <w:jc w:val="both"/>
        <w:rPr>
          <w:sz w:val="24"/>
          <w:szCs w:val="24"/>
        </w:rPr>
      </w:pPr>
      <w:r w:rsidRPr="00807602">
        <w:rPr>
          <w:sz w:val="24"/>
          <w:szCs w:val="24"/>
        </w:rPr>
        <w:t>рассмотрев материалы на несовершеннолетнего 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B5D96" w:rsidRDefault="003B5D96" w:rsidP="003B5D96">
      <w:pPr>
        <w:jc w:val="both"/>
        <w:rPr>
          <w:sz w:val="24"/>
          <w:szCs w:val="24"/>
        </w:rPr>
      </w:pPr>
      <w:r w:rsidRPr="00807602">
        <w:rPr>
          <w:sz w:val="24"/>
          <w:szCs w:val="24"/>
        </w:rPr>
        <w:t>(Ф.И.О. и место рождения, место жительства, работы, учебы)</w:t>
      </w:r>
    </w:p>
    <w:p w:rsidR="003B5D96" w:rsidRPr="00807602" w:rsidRDefault="003B5D96" w:rsidP="003B5D96">
      <w:pPr>
        <w:jc w:val="both"/>
        <w:rPr>
          <w:sz w:val="24"/>
          <w:szCs w:val="24"/>
        </w:rPr>
      </w:pPr>
    </w:p>
    <w:p w:rsidR="003B5D96" w:rsidRPr="00807602" w:rsidRDefault="003B5D96" w:rsidP="003B5D96">
      <w:pPr>
        <w:rPr>
          <w:sz w:val="24"/>
          <w:szCs w:val="24"/>
        </w:rPr>
      </w:pPr>
      <w:r w:rsidRPr="00807602">
        <w:rPr>
          <w:sz w:val="24"/>
          <w:szCs w:val="24"/>
        </w:rPr>
        <w:t>УСТАНОВИЛ:</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D96" w:rsidRPr="00807602" w:rsidRDefault="003B5D96" w:rsidP="003B5D96">
      <w:pPr>
        <w:jc w:val="both"/>
        <w:rPr>
          <w:sz w:val="24"/>
          <w:szCs w:val="24"/>
        </w:rPr>
      </w:pPr>
      <w:r w:rsidRPr="00807602">
        <w:rPr>
          <w:sz w:val="24"/>
          <w:szCs w:val="24"/>
        </w:rPr>
        <w:t>(указываются основания доставления несовершеннолетнего, обстоятельства, делающие необходимым помещение несовершеннолетнего в специализированное учреждение)</w:t>
      </w:r>
    </w:p>
    <w:p w:rsidR="003B5D96" w:rsidRPr="00807602" w:rsidRDefault="003B5D96" w:rsidP="003B5D96">
      <w:pPr>
        <w:jc w:val="both"/>
        <w:rPr>
          <w:sz w:val="24"/>
          <w:szCs w:val="24"/>
        </w:rPr>
      </w:pPr>
    </w:p>
    <w:p w:rsidR="003B5D96" w:rsidRPr="00807602" w:rsidRDefault="003B5D96" w:rsidP="003B5D96">
      <w:pPr>
        <w:rPr>
          <w:sz w:val="24"/>
          <w:szCs w:val="24"/>
        </w:rPr>
      </w:pPr>
      <w:r w:rsidRPr="00807602">
        <w:rPr>
          <w:sz w:val="24"/>
          <w:szCs w:val="24"/>
        </w:rPr>
        <w:t>ПОСТАНОВИЛ:</w:t>
      </w:r>
    </w:p>
    <w:p w:rsidR="003B5D96" w:rsidRPr="00807602" w:rsidRDefault="003B5D96" w:rsidP="003B5D96">
      <w:pPr>
        <w:jc w:val="both"/>
        <w:rPr>
          <w:sz w:val="24"/>
          <w:szCs w:val="24"/>
        </w:rPr>
      </w:pPr>
      <w:r w:rsidRPr="00807602">
        <w:rPr>
          <w:sz w:val="24"/>
          <w:szCs w:val="24"/>
        </w:rPr>
        <w:tab/>
        <w:t>В соответствии с п.2 статьи 13 Федерального Закона «Об основах системы профилактики безнадзорности и правонарушений несовершеннолетних» несовершеннолетнего 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_______________________________________________________________________________________________________________________________________________________________________________________________________________________________________</w:t>
      </w:r>
    </w:p>
    <w:p w:rsidR="003B5D96" w:rsidRPr="00807602"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поместить в __________________________________________________________________</w:t>
      </w:r>
    </w:p>
    <w:p w:rsidR="003B5D96" w:rsidRPr="00807602" w:rsidRDefault="003B5D96" w:rsidP="003B5D96">
      <w:pPr>
        <w:jc w:val="both"/>
        <w:rPr>
          <w:sz w:val="24"/>
          <w:szCs w:val="24"/>
        </w:rPr>
      </w:pPr>
    </w:p>
    <w:p w:rsidR="003B5D96" w:rsidRPr="00807602" w:rsidRDefault="003B5D96" w:rsidP="003B5D96">
      <w:pPr>
        <w:jc w:val="both"/>
        <w:rPr>
          <w:sz w:val="24"/>
          <w:szCs w:val="24"/>
        </w:rPr>
      </w:pPr>
    </w:p>
    <w:p w:rsidR="003B5D96" w:rsidRPr="00807602"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_________________________________</w:t>
      </w:r>
    </w:p>
    <w:p w:rsidR="003B5D96" w:rsidRPr="00807602" w:rsidRDefault="003B5D96" w:rsidP="003B5D96">
      <w:pPr>
        <w:jc w:val="both"/>
        <w:rPr>
          <w:sz w:val="24"/>
          <w:szCs w:val="24"/>
        </w:rPr>
      </w:pPr>
      <w:r w:rsidRPr="00807602">
        <w:rPr>
          <w:sz w:val="24"/>
          <w:szCs w:val="24"/>
        </w:rPr>
        <w:t>(должность, звание, Ф.И.О., подпись</w:t>
      </w:r>
    </w:p>
    <w:p w:rsidR="003B5D96" w:rsidRPr="00807602" w:rsidRDefault="003B5D96" w:rsidP="003B5D96">
      <w:pPr>
        <w:jc w:val="both"/>
        <w:rPr>
          <w:sz w:val="24"/>
          <w:szCs w:val="24"/>
        </w:rPr>
      </w:pPr>
      <w:r w:rsidRPr="00807602">
        <w:rPr>
          <w:sz w:val="24"/>
          <w:szCs w:val="24"/>
        </w:rPr>
        <w:t>должностного лица)</w:t>
      </w: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Default="003B5D96" w:rsidP="003B5D96">
      <w:pPr>
        <w:jc w:val="right"/>
        <w:rPr>
          <w:sz w:val="24"/>
          <w:szCs w:val="24"/>
        </w:rPr>
      </w:pPr>
    </w:p>
    <w:p w:rsidR="003B5D96" w:rsidRPr="00807602" w:rsidRDefault="003B5D96" w:rsidP="003B5D96">
      <w:pPr>
        <w:jc w:val="right"/>
        <w:rPr>
          <w:sz w:val="24"/>
          <w:szCs w:val="24"/>
        </w:rPr>
      </w:pPr>
    </w:p>
    <w:p w:rsidR="003B5D96" w:rsidRPr="00360122" w:rsidRDefault="003B5D96" w:rsidP="003B5D96">
      <w:pPr>
        <w:jc w:val="center"/>
        <w:rPr>
          <w:b/>
          <w:sz w:val="24"/>
          <w:szCs w:val="24"/>
        </w:rPr>
      </w:pPr>
      <w:r w:rsidRPr="00360122">
        <w:rPr>
          <w:b/>
          <w:sz w:val="24"/>
          <w:szCs w:val="24"/>
        </w:rPr>
        <w:t>АКТ</w:t>
      </w:r>
    </w:p>
    <w:p w:rsidR="003B5D96" w:rsidRPr="00360122" w:rsidRDefault="003B5D96" w:rsidP="003B5D96">
      <w:pPr>
        <w:jc w:val="center"/>
        <w:rPr>
          <w:b/>
          <w:sz w:val="24"/>
          <w:szCs w:val="24"/>
        </w:rPr>
      </w:pPr>
      <w:r w:rsidRPr="00360122">
        <w:rPr>
          <w:b/>
          <w:sz w:val="24"/>
          <w:szCs w:val="24"/>
        </w:rPr>
        <w:t>о  доставлении подкинутого или заблудившегося ребенка</w:t>
      </w:r>
    </w:p>
    <w:p w:rsidR="003B5D96" w:rsidRPr="00807602" w:rsidRDefault="003B5D96" w:rsidP="003B5D96">
      <w:pPr>
        <w:jc w:val="both"/>
        <w:rPr>
          <w:sz w:val="24"/>
          <w:szCs w:val="24"/>
        </w:rPr>
      </w:pPr>
      <w:r w:rsidRPr="00807602">
        <w:rPr>
          <w:sz w:val="24"/>
          <w:szCs w:val="24"/>
        </w:rPr>
        <w:tab/>
      </w:r>
    </w:p>
    <w:p w:rsidR="003B5D96" w:rsidRPr="00807602" w:rsidRDefault="003B5D96" w:rsidP="003B5D96">
      <w:pPr>
        <w:jc w:val="both"/>
        <w:rPr>
          <w:sz w:val="24"/>
          <w:szCs w:val="24"/>
        </w:rPr>
      </w:pPr>
      <w:r>
        <w:rPr>
          <w:sz w:val="24"/>
          <w:szCs w:val="24"/>
        </w:rPr>
        <w:t>«___»________________20</w:t>
      </w:r>
      <w:r w:rsidRPr="00807602">
        <w:rPr>
          <w:sz w:val="24"/>
          <w:szCs w:val="24"/>
        </w:rPr>
        <w:t>_ г</w:t>
      </w:r>
      <w:r w:rsidRPr="00807602">
        <w:rPr>
          <w:sz w:val="24"/>
          <w:szCs w:val="24"/>
        </w:rPr>
        <w:tab/>
      </w:r>
      <w:r w:rsidRPr="00807602">
        <w:rPr>
          <w:sz w:val="24"/>
          <w:szCs w:val="24"/>
        </w:rPr>
        <w:tab/>
      </w:r>
      <w:r w:rsidRPr="00807602">
        <w:rPr>
          <w:sz w:val="24"/>
          <w:szCs w:val="24"/>
        </w:rPr>
        <w:tab/>
      </w:r>
      <w:r w:rsidRPr="00807602">
        <w:rPr>
          <w:sz w:val="24"/>
          <w:szCs w:val="24"/>
        </w:rPr>
        <w:tab/>
      </w:r>
      <w:r w:rsidRPr="00807602">
        <w:rPr>
          <w:sz w:val="24"/>
          <w:szCs w:val="24"/>
        </w:rPr>
        <w:tab/>
        <w:t>г.</w:t>
      </w:r>
      <w:r>
        <w:rPr>
          <w:sz w:val="24"/>
          <w:szCs w:val="24"/>
        </w:rPr>
        <w:t xml:space="preserve"> </w:t>
      </w:r>
      <w:r w:rsidRPr="00807602">
        <w:rPr>
          <w:sz w:val="24"/>
          <w:szCs w:val="24"/>
        </w:rPr>
        <w:t>Каменск-Уральский</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 xml:space="preserve">(должность, звание, фамилия, инициалы сотрудника ОВД) </w:t>
      </w:r>
    </w:p>
    <w:p w:rsidR="003B5D96" w:rsidRPr="00807602" w:rsidRDefault="003B5D96" w:rsidP="003B5D96">
      <w:pPr>
        <w:jc w:val="both"/>
        <w:rPr>
          <w:sz w:val="24"/>
          <w:szCs w:val="24"/>
        </w:rPr>
      </w:pPr>
      <w:r w:rsidRPr="00807602">
        <w:rPr>
          <w:sz w:val="24"/>
          <w:szCs w:val="24"/>
        </w:rPr>
        <w:t>в присутствии лица, обнаружившего ребенка 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w:t>
      </w:r>
    </w:p>
    <w:p w:rsidR="003B5D96" w:rsidRPr="00807602" w:rsidRDefault="003B5D96" w:rsidP="003B5D96">
      <w:pPr>
        <w:rPr>
          <w:sz w:val="24"/>
          <w:szCs w:val="24"/>
        </w:rPr>
      </w:pPr>
      <w:r w:rsidRPr="00807602">
        <w:rPr>
          <w:sz w:val="24"/>
          <w:szCs w:val="24"/>
        </w:rPr>
        <w:t>(фамилия, имя, отчество, место жительства, место работы)</w:t>
      </w:r>
    </w:p>
    <w:p w:rsidR="003B5D96" w:rsidRPr="00807602" w:rsidRDefault="003B5D96" w:rsidP="003B5D96">
      <w:pPr>
        <w:jc w:val="both"/>
        <w:rPr>
          <w:sz w:val="24"/>
          <w:szCs w:val="24"/>
        </w:rPr>
      </w:pPr>
      <w:r w:rsidRPr="00807602">
        <w:rPr>
          <w:sz w:val="24"/>
          <w:szCs w:val="24"/>
        </w:rPr>
        <w:t>понятых</w:t>
      </w:r>
    </w:p>
    <w:p w:rsidR="003B5D96" w:rsidRPr="00807602" w:rsidRDefault="003B5D96" w:rsidP="003B5D96">
      <w:pPr>
        <w:jc w:val="both"/>
        <w:rPr>
          <w:sz w:val="24"/>
          <w:szCs w:val="24"/>
        </w:rPr>
      </w:pPr>
      <w:r w:rsidRPr="00807602">
        <w:rPr>
          <w:sz w:val="24"/>
          <w:szCs w:val="24"/>
        </w:rPr>
        <w:t>1.____________________________________________________________________________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(фамилия, имя, отчество, место жительства)</w:t>
      </w:r>
    </w:p>
    <w:p w:rsidR="003B5D96" w:rsidRPr="00807602" w:rsidRDefault="003B5D96" w:rsidP="003B5D96">
      <w:pPr>
        <w:jc w:val="both"/>
        <w:rPr>
          <w:sz w:val="24"/>
          <w:szCs w:val="24"/>
        </w:rPr>
      </w:pPr>
      <w:r w:rsidRPr="00807602">
        <w:rPr>
          <w:sz w:val="24"/>
          <w:szCs w:val="24"/>
        </w:rPr>
        <w:t>2. ___________________________________________________________________________________________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w:t>
      </w:r>
    </w:p>
    <w:p w:rsidR="003B5D96" w:rsidRPr="00807602"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составил настоящий акт в том, что  «___»____________200_ г  в ____час _______минут</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rPr>
          <w:sz w:val="24"/>
          <w:szCs w:val="24"/>
        </w:rPr>
      </w:pPr>
      <w:r w:rsidRPr="00807602">
        <w:rPr>
          <w:sz w:val="24"/>
          <w:szCs w:val="24"/>
        </w:rPr>
        <w:t>(наименования органа внутренних дел)</w:t>
      </w:r>
    </w:p>
    <w:p w:rsidR="003B5D96" w:rsidRPr="00807602" w:rsidRDefault="003B5D96" w:rsidP="003B5D96">
      <w:pPr>
        <w:jc w:val="both"/>
        <w:rPr>
          <w:sz w:val="24"/>
          <w:szCs w:val="24"/>
        </w:rPr>
      </w:pPr>
      <w:r w:rsidRPr="00807602">
        <w:rPr>
          <w:sz w:val="24"/>
          <w:szCs w:val="24"/>
        </w:rPr>
        <w:t>был доставлен ребенок _______________________пола, обнаруженный ________________</w:t>
      </w:r>
    </w:p>
    <w:p w:rsidR="003B5D96" w:rsidRPr="00807602" w:rsidRDefault="003B5D96" w:rsidP="003B5D96">
      <w:pPr>
        <w:jc w:val="both"/>
        <w:rPr>
          <w:sz w:val="24"/>
          <w:szCs w:val="24"/>
        </w:rPr>
      </w:pPr>
      <w:r w:rsidRPr="00807602">
        <w:rPr>
          <w:sz w:val="24"/>
          <w:szCs w:val="24"/>
        </w:rPr>
        <w:tab/>
      </w:r>
      <w:r w:rsidRPr="00807602">
        <w:rPr>
          <w:sz w:val="24"/>
          <w:szCs w:val="24"/>
        </w:rPr>
        <w:tab/>
      </w:r>
      <w:r w:rsidRPr="00807602">
        <w:rPr>
          <w:sz w:val="24"/>
          <w:szCs w:val="24"/>
        </w:rPr>
        <w:tab/>
      </w:r>
      <w:r w:rsidRPr="00807602">
        <w:rPr>
          <w:sz w:val="24"/>
          <w:szCs w:val="24"/>
        </w:rPr>
        <w:tab/>
        <w:t>(мужского, женского)</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B5D96" w:rsidRPr="00807602" w:rsidRDefault="003B5D96" w:rsidP="003B5D96">
      <w:pPr>
        <w:rPr>
          <w:sz w:val="24"/>
          <w:szCs w:val="24"/>
        </w:rPr>
      </w:pPr>
      <w:r w:rsidRPr="00807602">
        <w:rPr>
          <w:sz w:val="24"/>
          <w:szCs w:val="24"/>
        </w:rPr>
        <w:t>(место, время, обстоятельства обнаружения)</w:t>
      </w:r>
    </w:p>
    <w:p w:rsidR="003B5D96" w:rsidRPr="00807602" w:rsidRDefault="003B5D96" w:rsidP="003B5D96">
      <w:pPr>
        <w:jc w:val="both"/>
        <w:rPr>
          <w:sz w:val="24"/>
          <w:szCs w:val="24"/>
        </w:rPr>
      </w:pPr>
      <w:r w:rsidRPr="00807602">
        <w:rPr>
          <w:sz w:val="24"/>
          <w:szCs w:val="24"/>
        </w:rPr>
        <w:t>Приметы ребенка ______________________________________________________________</w:t>
      </w:r>
    </w:p>
    <w:p w:rsidR="003B5D96" w:rsidRPr="00807602" w:rsidRDefault="003B5D96" w:rsidP="003B5D96">
      <w:pPr>
        <w:rPr>
          <w:sz w:val="24"/>
          <w:szCs w:val="24"/>
        </w:rPr>
      </w:pPr>
      <w:r w:rsidRPr="00807602">
        <w:rPr>
          <w:sz w:val="24"/>
          <w:szCs w:val="24"/>
        </w:rPr>
        <w:t>_____________________________________________________________________________</w:t>
      </w:r>
    </w:p>
    <w:p w:rsidR="003B5D96" w:rsidRPr="00807602" w:rsidRDefault="003B5D96" w:rsidP="003B5D96">
      <w:pPr>
        <w:rPr>
          <w:sz w:val="24"/>
          <w:szCs w:val="24"/>
        </w:rPr>
      </w:pPr>
      <w:r w:rsidRPr="00807602">
        <w:rPr>
          <w:sz w:val="24"/>
          <w:szCs w:val="24"/>
        </w:rPr>
        <w:t>(в том числе способность сообщить о себе сведения, примерный возраст)</w:t>
      </w:r>
    </w:p>
    <w:p w:rsidR="003B5D96" w:rsidRPr="00807602" w:rsidRDefault="003B5D96" w:rsidP="003B5D96">
      <w:pPr>
        <w:jc w:val="both"/>
        <w:rPr>
          <w:sz w:val="24"/>
          <w:szCs w:val="24"/>
        </w:rPr>
      </w:pPr>
      <w:r w:rsidRPr="00807602">
        <w:rPr>
          <w:sz w:val="24"/>
          <w:szCs w:val="24"/>
        </w:rPr>
        <w:t>Ребенок одет __________________________________________________________________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__________________________________________________________________________________________________________________________________________________________</w:t>
      </w:r>
    </w:p>
    <w:p w:rsidR="003B5D96"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При ребенке имеется ___________________________________________________________</w:t>
      </w:r>
    </w:p>
    <w:p w:rsidR="003B5D96" w:rsidRDefault="003B5D96" w:rsidP="003B5D96">
      <w:pPr>
        <w:jc w:val="both"/>
        <w:rPr>
          <w:sz w:val="24"/>
          <w:szCs w:val="24"/>
        </w:rPr>
      </w:pPr>
    </w:p>
    <w:p w:rsidR="003B5D96"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Состояние здоровья ребенка _____________________________________________________</w:t>
      </w:r>
    </w:p>
    <w:p w:rsidR="003B5D96" w:rsidRPr="00807602" w:rsidRDefault="003B5D96" w:rsidP="003B5D96">
      <w:pPr>
        <w:jc w:val="both"/>
        <w:rPr>
          <w:sz w:val="24"/>
          <w:szCs w:val="24"/>
        </w:rPr>
      </w:pPr>
      <w:r w:rsidRPr="00807602">
        <w:rPr>
          <w:sz w:val="24"/>
          <w:szCs w:val="24"/>
        </w:rPr>
        <w:tab/>
      </w:r>
      <w:r w:rsidRPr="00807602">
        <w:rPr>
          <w:sz w:val="24"/>
          <w:szCs w:val="24"/>
        </w:rPr>
        <w:tab/>
      </w:r>
      <w:r w:rsidRPr="00807602">
        <w:rPr>
          <w:sz w:val="24"/>
          <w:szCs w:val="24"/>
        </w:rPr>
        <w:tab/>
      </w:r>
      <w:r w:rsidRPr="00807602">
        <w:rPr>
          <w:sz w:val="24"/>
          <w:szCs w:val="24"/>
        </w:rPr>
        <w:tab/>
      </w:r>
      <w:r w:rsidRPr="00807602">
        <w:rPr>
          <w:sz w:val="24"/>
          <w:szCs w:val="24"/>
        </w:rPr>
        <w:tab/>
        <w:t>(внешне здоров, болен, имеет телесные повреждения, какие, где)</w:t>
      </w:r>
    </w:p>
    <w:p w:rsidR="003B5D96" w:rsidRPr="00807602" w:rsidRDefault="003B5D96" w:rsidP="003B5D96">
      <w:pPr>
        <w:jc w:val="both"/>
        <w:rPr>
          <w:sz w:val="24"/>
          <w:szCs w:val="24"/>
        </w:rPr>
      </w:pPr>
      <w:r w:rsidRPr="00807602">
        <w:rPr>
          <w:sz w:val="24"/>
          <w:szCs w:val="24"/>
        </w:rPr>
        <w:t>Удалось установить ____________________________________________________________</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jc w:val="both"/>
        <w:rPr>
          <w:sz w:val="24"/>
          <w:szCs w:val="24"/>
        </w:rPr>
      </w:pPr>
      <w:r w:rsidRPr="00807602">
        <w:rPr>
          <w:sz w:val="24"/>
          <w:szCs w:val="24"/>
        </w:rPr>
        <w:t>(Ф.И.О., адрес, возраст, место жительства ребенка, его родителей, место их работы, другие обстоятельства, имеющие значение для дальнейшего устройства)</w:t>
      </w:r>
    </w:p>
    <w:p w:rsidR="003B5D96"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Подписи: 1. ___________________________________________________________________</w:t>
      </w:r>
    </w:p>
    <w:p w:rsidR="003B5D96" w:rsidRPr="00807602" w:rsidRDefault="003B5D96" w:rsidP="003B5D96">
      <w:pPr>
        <w:jc w:val="both"/>
        <w:rPr>
          <w:sz w:val="24"/>
          <w:szCs w:val="24"/>
        </w:rPr>
      </w:pPr>
      <w:r w:rsidRPr="00807602">
        <w:rPr>
          <w:sz w:val="24"/>
          <w:szCs w:val="24"/>
        </w:rPr>
        <w:tab/>
      </w:r>
      <w:r w:rsidRPr="00807602">
        <w:rPr>
          <w:sz w:val="24"/>
          <w:szCs w:val="24"/>
        </w:rPr>
        <w:tab/>
        <w:t>(должность, звание, фамилия, инициалы сотрудника ОВД)</w:t>
      </w:r>
    </w:p>
    <w:p w:rsidR="003B5D96" w:rsidRPr="00807602" w:rsidRDefault="003B5D96" w:rsidP="003B5D96">
      <w:pPr>
        <w:jc w:val="both"/>
        <w:rPr>
          <w:sz w:val="24"/>
          <w:szCs w:val="24"/>
        </w:rPr>
      </w:pPr>
      <w:r w:rsidRPr="00807602">
        <w:rPr>
          <w:sz w:val="24"/>
          <w:szCs w:val="24"/>
        </w:rPr>
        <w:tab/>
        <w:t xml:space="preserve">        2. ________________________________________________________________________________</w:t>
      </w:r>
    </w:p>
    <w:p w:rsidR="003B5D96" w:rsidRPr="00807602" w:rsidRDefault="003B5D96" w:rsidP="003B5D96">
      <w:pPr>
        <w:rPr>
          <w:sz w:val="24"/>
          <w:szCs w:val="24"/>
        </w:rPr>
      </w:pPr>
      <w:r w:rsidRPr="00807602">
        <w:rPr>
          <w:sz w:val="24"/>
          <w:szCs w:val="24"/>
        </w:rPr>
        <w:t>(лица, обнаружившего ребенка)</w:t>
      </w:r>
    </w:p>
    <w:p w:rsidR="003B5D96" w:rsidRPr="00807602" w:rsidRDefault="003B5D96" w:rsidP="003B5D96">
      <w:pPr>
        <w:jc w:val="both"/>
        <w:rPr>
          <w:sz w:val="24"/>
          <w:szCs w:val="24"/>
        </w:rPr>
      </w:pPr>
      <w:r w:rsidRPr="00807602">
        <w:rPr>
          <w:sz w:val="24"/>
          <w:szCs w:val="24"/>
        </w:rPr>
        <w:tab/>
        <w:t xml:space="preserve">         3.________________________________________________________________________________</w:t>
      </w:r>
    </w:p>
    <w:p w:rsidR="003B5D96" w:rsidRPr="00807602" w:rsidRDefault="003B5D96" w:rsidP="003B5D96">
      <w:pPr>
        <w:rPr>
          <w:sz w:val="24"/>
          <w:szCs w:val="24"/>
        </w:rPr>
      </w:pPr>
      <w:r w:rsidRPr="00807602">
        <w:rPr>
          <w:sz w:val="24"/>
          <w:szCs w:val="24"/>
        </w:rPr>
        <w:t>(понятые)</w:t>
      </w:r>
    </w:p>
    <w:p w:rsidR="003B5D96" w:rsidRPr="00807602" w:rsidRDefault="003B5D96" w:rsidP="003B5D96">
      <w:pPr>
        <w:jc w:val="both"/>
        <w:rPr>
          <w:sz w:val="24"/>
          <w:szCs w:val="24"/>
        </w:rPr>
      </w:pPr>
      <w:r w:rsidRPr="00807602">
        <w:rPr>
          <w:sz w:val="24"/>
          <w:szCs w:val="24"/>
        </w:rPr>
        <w:t>Ребенок передан _______________________________________________________________</w:t>
      </w:r>
    </w:p>
    <w:p w:rsidR="003B5D96" w:rsidRPr="00807602" w:rsidRDefault="003B5D96" w:rsidP="003B5D96">
      <w:pPr>
        <w:jc w:val="both"/>
        <w:rPr>
          <w:sz w:val="24"/>
          <w:szCs w:val="24"/>
        </w:rPr>
      </w:pPr>
      <w:r w:rsidRPr="00807602">
        <w:rPr>
          <w:sz w:val="24"/>
          <w:szCs w:val="24"/>
        </w:rPr>
        <w:t>(родителям, законным представителям-Ф.И.О. ,место жительства, работы, паспортные данные, подпись)</w:t>
      </w:r>
    </w:p>
    <w:p w:rsidR="003B5D96" w:rsidRPr="00807602" w:rsidRDefault="003B5D96" w:rsidP="003B5D96">
      <w:pPr>
        <w:jc w:val="both"/>
        <w:rPr>
          <w:sz w:val="24"/>
          <w:szCs w:val="24"/>
        </w:rPr>
      </w:pPr>
      <w:r w:rsidRPr="00807602">
        <w:rPr>
          <w:sz w:val="24"/>
          <w:szCs w:val="24"/>
        </w:rPr>
        <w:t>Представителям администрации учреждения социального обслуживания, здравоохранения</w:t>
      </w:r>
    </w:p>
    <w:p w:rsidR="003B5D96" w:rsidRPr="00807602" w:rsidRDefault="003B5D96" w:rsidP="003B5D96">
      <w:pPr>
        <w:jc w:val="both"/>
        <w:rPr>
          <w:sz w:val="24"/>
          <w:szCs w:val="24"/>
        </w:rPr>
      </w:pPr>
      <w:r w:rsidRPr="00807602">
        <w:rPr>
          <w:sz w:val="24"/>
          <w:szCs w:val="24"/>
        </w:rPr>
        <w:t>_____________________________________________________________________________</w:t>
      </w:r>
    </w:p>
    <w:p w:rsidR="003B5D96" w:rsidRPr="00807602" w:rsidRDefault="003B5D96" w:rsidP="003B5D96">
      <w:pPr>
        <w:rPr>
          <w:sz w:val="24"/>
          <w:szCs w:val="24"/>
        </w:rPr>
      </w:pPr>
      <w:r w:rsidRPr="00807602">
        <w:rPr>
          <w:sz w:val="24"/>
          <w:szCs w:val="24"/>
        </w:rPr>
        <w:t>(должность, фамилия, подпись лица, принявшего ребенка)</w:t>
      </w: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Default="003B5D96" w:rsidP="003B5D96">
      <w:pPr>
        <w:jc w:val="both"/>
        <w:rPr>
          <w:sz w:val="24"/>
          <w:szCs w:val="24"/>
        </w:rPr>
      </w:pPr>
    </w:p>
    <w:p w:rsidR="003B5D96" w:rsidRPr="00807602" w:rsidRDefault="003B5D96" w:rsidP="003B5D96">
      <w:pPr>
        <w:jc w:val="both"/>
        <w:rPr>
          <w:sz w:val="24"/>
          <w:szCs w:val="24"/>
        </w:rPr>
      </w:pPr>
      <w:r w:rsidRPr="00807602">
        <w:rPr>
          <w:sz w:val="24"/>
          <w:szCs w:val="24"/>
        </w:rPr>
        <w:t>Ребенка сдал ________________________, в __час____мин. «____»_____________200_ г</w:t>
      </w:r>
    </w:p>
    <w:p w:rsidR="003B5D96" w:rsidRPr="00807602" w:rsidRDefault="003B5D96" w:rsidP="003B5D96">
      <w:pPr>
        <w:jc w:val="both"/>
        <w:rPr>
          <w:sz w:val="24"/>
          <w:szCs w:val="24"/>
        </w:rPr>
      </w:pPr>
      <w:r w:rsidRPr="00807602">
        <w:rPr>
          <w:sz w:val="24"/>
          <w:szCs w:val="24"/>
        </w:rPr>
        <w:tab/>
      </w:r>
      <w:r w:rsidRPr="00807602">
        <w:rPr>
          <w:sz w:val="24"/>
          <w:szCs w:val="24"/>
        </w:rPr>
        <w:tab/>
        <w:t xml:space="preserve">(должность,звание, фамилия, подпись) </w:t>
      </w: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Default="003B5D96" w:rsidP="003B5D96">
      <w:pPr>
        <w:pStyle w:val="ab"/>
        <w:ind w:left="0"/>
      </w:pPr>
    </w:p>
    <w:p w:rsidR="003B5D96" w:rsidRPr="00807602" w:rsidRDefault="003B5D96" w:rsidP="003B5D96">
      <w:pPr>
        <w:pStyle w:val="ab"/>
        <w:ind w:left="0"/>
      </w:pPr>
    </w:p>
    <w:p w:rsidR="003B5D96" w:rsidRPr="00807602" w:rsidRDefault="003B5D96" w:rsidP="003B5D96">
      <w:pPr>
        <w:pStyle w:val="ab"/>
        <w:jc w:val="center"/>
        <w:rPr>
          <w:b/>
        </w:rPr>
      </w:pPr>
      <w:r>
        <w:rPr>
          <w:b/>
        </w:rPr>
        <w:t>ОБ</w:t>
      </w:r>
      <w:r w:rsidRPr="00807602">
        <w:rPr>
          <w:b/>
        </w:rPr>
        <w:t>РАЗЕЦ</w:t>
      </w:r>
    </w:p>
    <w:p w:rsidR="003B5D96" w:rsidRPr="00807602" w:rsidRDefault="003B5D96" w:rsidP="003B5D96">
      <w:pPr>
        <w:pStyle w:val="ab"/>
        <w:jc w:val="center"/>
        <w:rPr>
          <w:b/>
        </w:rPr>
      </w:pPr>
      <w:r w:rsidRPr="00807602">
        <w:rPr>
          <w:b/>
        </w:rPr>
        <w:t>искового заявления о лишении родительских прав</w:t>
      </w:r>
    </w:p>
    <w:p w:rsidR="003B5D96" w:rsidRPr="00807602" w:rsidRDefault="003B5D96" w:rsidP="003B5D96">
      <w:pPr>
        <w:pStyle w:val="ab"/>
      </w:pPr>
    </w:p>
    <w:tbl>
      <w:tblPr>
        <w:tblW w:w="5000" w:type="pct"/>
        <w:tblCellSpacing w:w="15" w:type="dxa"/>
        <w:tblLook w:val="04A0" w:firstRow="1" w:lastRow="0" w:firstColumn="1" w:lastColumn="0" w:noHBand="0" w:noVBand="1"/>
      </w:tblPr>
      <w:tblGrid>
        <w:gridCol w:w="10296"/>
      </w:tblGrid>
      <w:tr w:rsidR="003B5D96" w:rsidRPr="00807602" w:rsidTr="003B5D96">
        <w:trPr>
          <w:tblCellSpacing w:w="15" w:type="dxa"/>
        </w:trPr>
        <w:tc>
          <w:tcPr>
            <w:tcW w:w="4980" w:type="pct"/>
            <w:tcMar>
              <w:top w:w="15" w:type="dxa"/>
              <w:left w:w="15" w:type="dxa"/>
              <w:bottom w:w="15" w:type="dxa"/>
              <w:right w:w="15" w:type="dxa"/>
            </w:tcMar>
            <w:vAlign w:val="center"/>
          </w:tcPr>
          <w:p w:rsidR="003B5D96" w:rsidRPr="00807602" w:rsidRDefault="003B5D96" w:rsidP="003B5D96">
            <w:pPr>
              <w:spacing w:before="100" w:beforeAutospacing="1" w:after="100" w:afterAutospacing="1"/>
              <w:jc w:val="right"/>
              <w:rPr>
                <w:rFonts w:ascii="Verdana" w:hAnsi="Verdana"/>
                <w:color w:val="000000"/>
                <w:sz w:val="24"/>
                <w:szCs w:val="24"/>
              </w:rPr>
            </w:pPr>
            <w:r w:rsidRPr="00807602">
              <w:rPr>
                <w:rFonts w:ascii="Arial" w:hAnsi="Arial" w:cs="Arial"/>
                <w:b/>
                <w:bCs/>
                <w:i/>
                <w:iCs/>
                <w:color w:val="000000"/>
                <w:sz w:val="24"/>
                <w:szCs w:val="24"/>
              </w:rPr>
              <w:t xml:space="preserve">             В______________ районный суд</w:t>
            </w:r>
            <w:r w:rsidRPr="00807602">
              <w:rPr>
                <w:rFonts w:ascii="Arial" w:hAnsi="Arial" w:cs="Arial"/>
                <w:b/>
                <w:bCs/>
                <w:i/>
                <w:iCs/>
                <w:color w:val="000000"/>
                <w:sz w:val="24"/>
                <w:szCs w:val="24"/>
              </w:rPr>
              <w:br/>
            </w:r>
            <w:r>
              <w:rPr>
                <w:rFonts w:ascii="Arial" w:hAnsi="Arial" w:cs="Arial"/>
                <w:b/>
                <w:bCs/>
                <w:i/>
                <w:iCs/>
                <w:color w:val="000000"/>
                <w:sz w:val="24"/>
                <w:szCs w:val="24"/>
              </w:rPr>
              <w:t xml:space="preserve">г. </w:t>
            </w:r>
            <w:r w:rsidRPr="00807602">
              <w:rPr>
                <w:rFonts w:ascii="Arial" w:hAnsi="Arial" w:cs="Arial"/>
                <w:b/>
                <w:bCs/>
                <w:i/>
                <w:iCs/>
                <w:color w:val="000000"/>
                <w:sz w:val="24"/>
                <w:szCs w:val="24"/>
              </w:rPr>
              <w:t>Каменска-Уральского</w:t>
            </w:r>
            <w:r w:rsidRPr="00807602">
              <w:rPr>
                <w:rFonts w:ascii="Verdana" w:hAnsi="Verdana"/>
                <w:color w:val="000000"/>
                <w:sz w:val="24"/>
                <w:szCs w:val="24"/>
              </w:rPr>
              <w:t xml:space="preserve"> </w:t>
            </w:r>
          </w:p>
          <w:p w:rsidR="003B5D96" w:rsidRDefault="003B5D96" w:rsidP="003B5D96">
            <w:pPr>
              <w:spacing w:before="100" w:beforeAutospacing="1" w:after="100" w:afterAutospacing="1"/>
              <w:jc w:val="both"/>
              <w:rPr>
                <w:rFonts w:ascii="Arial" w:hAnsi="Arial" w:cs="Arial"/>
                <w:color w:val="000000"/>
              </w:rPr>
            </w:pPr>
            <w:r w:rsidRPr="00E22087">
              <w:rPr>
                <w:rFonts w:ascii="Arial" w:hAnsi="Arial" w:cs="Arial"/>
                <w:color w:val="000000"/>
              </w:rPr>
              <w:t xml:space="preserve">                                                                                                                                                                                                              </w:t>
            </w:r>
            <w:r>
              <w:rPr>
                <w:rFonts w:ascii="Arial" w:hAnsi="Arial" w:cs="Arial"/>
                <w:color w:val="000000"/>
              </w:rPr>
              <w:t xml:space="preserve">          </w:t>
            </w:r>
            <w:r w:rsidRPr="00E22087">
              <w:rPr>
                <w:rFonts w:ascii="Arial" w:hAnsi="Arial" w:cs="Arial"/>
                <w:color w:val="000000"/>
              </w:rPr>
              <w:t xml:space="preserve"> </w:t>
            </w:r>
            <w:r>
              <w:rPr>
                <w:rFonts w:ascii="Arial" w:hAnsi="Arial" w:cs="Arial"/>
                <w:color w:val="000000"/>
              </w:rPr>
              <w:t xml:space="preserve">    </w:t>
            </w:r>
          </w:p>
          <w:p w:rsidR="003B5D96" w:rsidRDefault="003B5D96" w:rsidP="003B5D96">
            <w:pPr>
              <w:spacing w:before="100" w:beforeAutospacing="1" w:after="100" w:afterAutospacing="1"/>
              <w:jc w:val="both"/>
              <w:rPr>
                <w:rFonts w:ascii="Arial" w:hAnsi="Arial" w:cs="Arial"/>
                <w:color w:val="000000"/>
              </w:rPr>
            </w:pPr>
            <w:r>
              <w:rPr>
                <w:rFonts w:ascii="Arial" w:hAnsi="Arial" w:cs="Arial"/>
                <w:color w:val="000000"/>
              </w:rPr>
              <w:t xml:space="preserve"> Истец:</w:t>
            </w:r>
            <w:r w:rsidRPr="00E22087">
              <w:rPr>
                <w:rFonts w:ascii="Arial" w:hAnsi="Arial" w:cs="Arial"/>
                <w:color w:val="000000"/>
              </w:rPr>
              <w:t>________________________</w:t>
            </w:r>
            <w:r w:rsidRPr="00E22087">
              <w:rPr>
                <w:rFonts w:ascii="Arial" w:hAnsi="Arial" w:cs="Arial"/>
                <w:color w:val="000000"/>
              </w:rPr>
              <w:br/>
              <w:t xml:space="preserve">                                                                                                                                                                                    </w:t>
            </w:r>
            <w:r>
              <w:rPr>
                <w:rFonts w:ascii="Arial" w:hAnsi="Arial" w:cs="Arial"/>
                <w:color w:val="000000"/>
              </w:rPr>
              <w:t xml:space="preserve">               </w:t>
            </w:r>
            <w:r w:rsidRPr="00E22087">
              <w:rPr>
                <w:rFonts w:ascii="Arial" w:hAnsi="Arial" w:cs="Arial"/>
                <w:color w:val="000000"/>
              </w:rPr>
              <w:t xml:space="preserve"> </w:t>
            </w:r>
            <w:r>
              <w:rPr>
                <w:rFonts w:ascii="Arial" w:hAnsi="Arial" w:cs="Arial"/>
                <w:color w:val="000000"/>
              </w:rPr>
              <w:t>адрес:</w:t>
            </w:r>
            <w:r w:rsidRPr="00E22087">
              <w:rPr>
                <w:rFonts w:ascii="Arial" w:hAnsi="Arial" w:cs="Arial"/>
                <w:color w:val="000000"/>
              </w:rPr>
              <w:t>__________________</w:t>
            </w:r>
            <w:r w:rsidRPr="00E22087">
              <w:rPr>
                <w:rFonts w:ascii="Arial" w:hAnsi="Arial" w:cs="Arial"/>
                <w:color w:val="000000"/>
              </w:rPr>
              <w:br/>
            </w:r>
            <w:r w:rsidRPr="00E22087">
              <w:rPr>
                <w:rFonts w:ascii="Arial" w:hAnsi="Arial" w:cs="Arial"/>
                <w:color w:val="000000"/>
              </w:rPr>
              <w:br/>
              <w:t xml:space="preserve">                                                                                                                                                                                  </w:t>
            </w:r>
            <w:r>
              <w:rPr>
                <w:rFonts w:ascii="Arial" w:hAnsi="Arial" w:cs="Arial"/>
                <w:color w:val="000000"/>
              </w:rPr>
              <w:t xml:space="preserve">                           Ответчик:</w:t>
            </w:r>
            <w:r w:rsidRPr="00E22087">
              <w:rPr>
                <w:rFonts w:ascii="Arial" w:hAnsi="Arial" w:cs="Arial"/>
                <w:color w:val="000000"/>
              </w:rPr>
              <w:t>________________________</w:t>
            </w:r>
            <w:r w:rsidRPr="00E22087">
              <w:rPr>
                <w:rFonts w:ascii="Arial" w:hAnsi="Arial" w:cs="Arial"/>
                <w:color w:val="000000"/>
              </w:rPr>
              <w:br/>
              <w:t xml:space="preserve">                                                                                                                                                                              </w:t>
            </w:r>
            <w:r>
              <w:rPr>
                <w:rFonts w:ascii="Arial" w:hAnsi="Arial" w:cs="Arial"/>
                <w:color w:val="000000"/>
              </w:rPr>
              <w:t xml:space="preserve">                          </w:t>
            </w:r>
            <w:r w:rsidRPr="00E22087">
              <w:rPr>
                <w:rFonts w:ascii="Arial" w:hAnsi="Arial" w:cs="Arial"/>
                <w:color w:val="000000"/>
              </w:rPr>
              <w:t xml:space="preserve"> </w:t>
            </w:r>
            <w:r>
              <w:rPr>
                <w:rFonts w:ascii="Arial" w:hAnsi="Arial" w:cs="Arial"/>
                <w:color w:val="000000"/>
              </w:rPr>
              <w:t>адрес:</w:t>
            </w:r>
            <w:r w:rsidRPr="00E22087">
              <w:rPr>
                <w:rFonts w:ascii="Arial" w:hAnsi="Arial" w:cs="Arial"/>
                <w:color w:val="000000"/>
              </w:rPr>
              <w:t>__________________</w:t>
            </w:r>
            <w:r w:rsidRPr="00E22087">
              <w:rPr>
                <w:rFonts w:ascii="Arial" w:hAnsi="Arial" w:cs="Arial"/>
                <w:color w:val="000000"/>
              </w:rPr>
              <w:br/>
            </w:r>
            <w:r>
              <w:rPr>
                <w:rFonts w:ascii="Arial" w:hAnsi="Arial" w:cs="Arial"/>
                <w:color w:val="000000"/>
              </w:rPr>
              <w:t>Третьи лица:________________</w:t>
            </w:r>
          </w:p>
          <w:p w:rsidR="003B5D96" w:rsidRDefault="003B5D96" w:rsidP="003B5D96">
            <w:pPr>
              <w:spacing w:before="100" w:beforeAutospacing="1" w:after="100" w:afterAutospacing="1"/>
              <w:jc w:val="both"/>
              <w:rPr>
                <w:rFonts w:ascii="Arial" w:hAnsi="Arial" w:cs="Arial"/>
                <w:color w:val="000000"/>
              </w:rPr>
            </w:pPr>
            <w:r>
              <w:rPr>
                <w:rFonts w:ascii="Arial" w:hAnsi="Arial" w:cs="Arial"/>
                <w:color w:val="000000"/>
              </w:rPr>
              <w:t xml:space="preserve">адрес:_____________________                      </w:t>
            </w:r>
            <w:r w:rsidRPr="00E22087">
              <w:rPr>
                <w:rFonts w:ascii="Arial" w:hAnsi="Arial" w:cs="Arial"/>
                <w:color w:val="000000"/>
              </w:rPr>
              <w:t xml:space="preserve">                                                    </w:t>
            </w:r>
            <w:r>
              <w:rPr>
                <w:rFonts w:ascii="Arial" w:hAnsi="Arial" w:cs="Arial"/>
                <w:color w:val="000000"/>
              </w:rPr>
              <w:t xml:space="preserve">    </w:t>
            </w:r>
          </w:p>
          <w:p w:rsidR="003B5D96" w:rsidRDefault="003B5D96" w:rsidP="003B5D96">
            <w:pPr>
              <w:spacing w:before="100" w:beforeAutospacing="1" w:after="100" w:afterAutospacing="1"/>
              <w:rPr>
                <w:rFonts w:ascii="Arial" w:hAnsi="Arial" w:cs="Arial"/>
                <w:color w:val="000000"/>
              </w:rPr>
            </w:pPr>
            <w:r>
              <w:rPr>
                <w:rFonts w:ascii="Arial" w:hAnsi="Arial" w:cs="Arial"/>
                <w:color w:val="000000"/>
              </w:rPr>
              <w:t>ИСКОВОЕ ЗАЯВЛЕНИЕ О ЛИШЕНИИ РОДИТЕЛЬСКИХ ПРАВ</w:t>
            </w:r>
          </w:p>
          <w:p w:rsidR="003B5D96" w:rsidRPr="00E22087" w:rsidRDefault="003B5D96" w:rsidP="003B5D96">
            <w:pPr>
              <w:spacing w:before="100" w:beforeAutospacing="1" w:after="100" w:afterAutospacing="1"/>
              <w:rPr>
                <w:rFonts w:ascii="Verdana" w:hAnsi="Verdana"/>
                <w:color w:val="000000"/>
              </w:rPr>
            </w:pPr>
            <w:r w:rsidRPr="00E22087">
              <w:rPr>
                <w:rFonts w:ascii="Arial" w:hAnsi="Arial" w:cs="Arial"/>
                <w:color w:val="000000"/>
              </w:rPr>
              <w:t>Я состояла в зарегистрированном браке с ответчиком с **** по **** г. От брака имеем сына ****.</w:t>
            </w:r>
            <w:r w:rsidRPr="00E22087">
              <w:rPr>
                <w:rFonts w:ascii="Arial" w:hAnsi="Arial" w:cs="Arial"/>
                <w:color w:val="000000"/>
              </w:rPr>
              <w:br/>
              <w:t xml:space="preserve">С **** года ответчик не интересуется жизнью и здоровьем сына, не участвует в его воспитании, обучении, не заботится о нравственном и физическом развитии, не принимает участия в содержании ребенка, хотя имеет реальную возможность это делать. С моей стороны никаких препятствий для общения с ребенком ответчику не чинилось. </w:t>
            </w:r>
            <w:r w:rsidRPr="00E22087">
              <w:rPr>
                <w:rFonts w:ascii="Arial" w:hAnsi="Arial" w:cs="Arial"/>
                <w:color w:val="000000"/>
              </w:rPr>
              <w:br/>
              <w:t xml:space="preserve">В **** г. ответчик добровольно покинул место жительства и его местонахождение в на-стоящее время мне неизвестно. </w:t>
            </w:r>
            <w:r w:rsidRPr="00E22087">
              <w:rPr>
                <w:rFonts w:ascii="Arial" w:hAnsi="Arial" w:cs="Arial"/>
                <w:color w:val="000000"/>
              </w:rPr>
              <w:br/>
              <w:t xml:space="preserve">Решением федерального суда Фрунзенского р-на СПб от **** г. ответчик обязан выплачивать алименты на несовершеннолетнего сына. Однако ответчик уклоняется от выполнения данной обязанности. Все указанные факты будут подтверждены в судебном заседании письменными доказательствами, а также показаниями свидетелей. </w:t>
            </w:r>
            <w:r w:rsidRPr="00E22087">
              <w:rPr>
                <w:rFonts w:ascii="Arial" w:hAnsi="Arial" w:cs="Arial"/>
                <w:color w:val="000000"/>
              </w:rPr>
              <w:br/>
              <w:t xml:space="preserve">Таким образом, ответчик на протяжении длительного времени умышленно уклоняется от выполнения обязанностей родителя, в т. ч., злостно уклоняется от уплаты алиментов и не участвует в воспитании сына. </w:t>
            </w:r>
            <w:r w:rsidRPr="00E22087">
              <w:rPr>
                <w:rFonts w:ascii="Arial" w:hAnsi="Arial" w:cs="Arial"/>
                <w:color w:val="000000"/>
              </w:rPr>
              <w:br/>
            </w:r>
            <w:r w:rsidRPr="00E22087">
              <w:rPr>
                <w:rFonts w:ascii="Arial" w:hAnsi="Arial" w:cs="Arial"/>
                <w:color w:val="000000"/>
              </w:rPr>
              <w:br/>
              <w:t>На основании ст. 69 СК РФ, п р о ш у :</w:t>
            </w:r>
            <w:r w:rsidRPr="00E22087">
              <w:rPr>
                <w:rFonts w:ascii="Verdana" w:hAnsi="Verdana"/>
                <w:color w:val="000000"/>
              </w:rPr>
              <w:t xml:space="preserve"> </w:t>
            </w:r>
            <w:r w:rsidRPr="00E22087">
              <w:rPr>
                <w:rFonts w:ascii="Arial" w:hAnsi="Arial" w:cs="Arial"/>
                <w:color w:val="000000"/>
              </w:rPr>
              <w:t>Лишить **** родительских прав в отношении сына - ****, передав его на воспитание ****.</w:t>
            </w:r>
            <w:r w:rsidRPr="00E22087">
              <w:rPr>
                <w:rFonts w:ascii="Arial" w:hAnsi="Arial" w:cs="Arial"/>
                <w:color w:val="000000"/>
              </w:rPr>
              <w:br/>
              <w:t> </w:t>
            </w:r>
            <w:r w:rsidRPr="00E22087">
              <w:rPr>
                <w:rFonts w:ascii="Verdana" w:hAnsi="Verdana"/>
                <w:color w:val="000000"/>
              </w:rPr>
              <w:t xml:space="preserve"> </w:t>
            </w:r>
            <w:r w:rsidRPr="00E22087">
              <w:rPr>
                <w:rFonts w:ascii="Arial" w:hAnsi="Arial" w:cs="Arial"/>
                <w:color w:val="000000"/>
              </w:rPr>
              <w:t xml:space="preserve">Приложение: </w:t>
            </w:r>
            <w:r w:rsidRPr="00E22087">
              <w:rPr>
                <w:rFonts w:ascii="Arial" w:hAnsi="Arial" w:cs="Arial"/>
                <w:color w:val="000000"/>
              </w:rPr>
              <w:br/>
              <w:t xml:space="preserve">- копии искового заявления, </w:t>
            </w:r>
            <w:r w:rsidRPr="00E22087">
              <w:rPr>
                <w:rFonts w:ascii="Arial" w:hAnsi="Arial" w:cs="Arial"/>
                <w:color w:val="000000"/>
              </w:rPr>
              <w:br/>
              <w:t>- квитанция об уплате госпошлины,</w:t>
            </w:r>
            <w:r w:rsidRPr="00E22087">
              <w:rPr>
                <w:rFonts w:ascii="Verdana" w:hAnsi="Verdana"/>
                <w:color w:val="000000"/>
              </w:rPr>
              <w:t xml:space="preserve"> </w:t>
            </w:r>
            <w:r w:rsidRPr="00E22087">
              <w:rPr>
                <w:rFonts w:ascii="Arial" w:hAnsi="Arial" w:cs="Arial"/>
                <w:color w:val="000000"/>
              </w:rPr>
              <w:t>- _________________________________________________</w:t>
            </w:r>
            <w:r w:rsidRPr="00E22087">
              <w:rPr>
                <w:rFonts w:ascii="Verdana" w:hAnsi="Verdana"/>
                <w:color w:val="000000"/>
              </w:rPr>
              <w:t xml:space="preserve"> </w:t>
            </w:r>
          </w:p>
          <w:p w:rsidR="003B5D96" w:rsidRPr="00E22087" w:rsidRDefault="003B5D96" w:rsidP="003B5D96">
            <w:pPr>
              <w:rPr>
                <w:rFonts w:ascii="Verdana" w:hAnsi="Verdana"/>
                <w:color w:val="000000"/>
              </w:rPr>
            </w:pPr>
            <w:r w:rsidRPr="00E22087">
              <w:rPr>
                <w:rFonts w:ascii="Arial" w:hAnsi="Arial" w:cs="Arial"/>
                <w:color w:val="000000"/>
              </w:rPr>
              <w:t>- _________________________________________________</w:t>
            </w:r>
            <w:r w:rsidRPr="00E22087">
              <w:rPr>
                <w:rFonts w:ascii="Verdana" w:hAnsi="Verdana"/>
                <w:color w:val="000000"/>
              </w:rPr>
              <w:t xml:space="preserve"> </w:t>
            </w:r>
          </w:p>
          <w:p w:rsidR="003B5D96" w:rsidRPr="00E22087" w:rsidRDefault="003B5D96" w:rsidP="003B5D96">
            <w:pPr>
              <w:rPr>
                <w:rFonts w:ascii="Verdana" w:hAnsi="Verdana"/>
                <w:color w:val="000000"/>
              </w:rPr>
            </w:pPr>
            <w:r w:rsidRPr="00E22087">
              <w:rPr>
                <w:rFonts w:ascii="Arial" w:hAnsi="Arial" w:cs="Arial"/>
                <w:color w:val="000000"/>
              </w:rPr>
              <w:br/>
              <w:t> дата, подпись</w:t>
            </w:r>
            <w:r w:rsidRPr="00E22087">
              <w:rPr>
                <w:rFonts w:ascii="Verdana" w:hAnsi="Verdana"/>
                <w:color w:val="000000"/>
              </w:rPr>
              <w:t xml:space="preserve"> </w:t>
            </w:r>
          </w:p>
          <w:tbl>
            <w:tblPr>
              <w:tblW w:w="5000" w:type="pct"/>
              <w:jc w:val="center"/>
              <w:tblCellSpacing w:w="0" w:type="dxa"/>
              <w:tblCellMar>
                <w:left w:w="0" w:type="dxa"/>
                <w:right w:w="0" w:type="dxa"/>
              </w:tblCellMar>
              <w:tblLook w:val="04A0" w:firstRow="1" w:lastRow="0" w:firstColumn="1" w:lastColumn="0" w:noHBand="0" w:noVBand="1"/>
            </w:tblPr>
            <w:tblGrid>
              <w:gridCol w:w="9060"/>
              <w:gridCol w:w="1146"/>
            </w:tblGrid>
            <w:tr w:rsidR="003B5D96" w:rsidRPr="00807602" w:rsidTr="003B5D96">
              <w:trPr>
                <w:tblCellSpacing w:w="0" w:type="dxa"/>
                <w:jc w:val="center"/>
              </w:trPr>
              <w:tc>
                <w:tcPr>
                  <w:tcW w:w="9060" w:type="dxa"/>
                  <w:vAlign w:val="center"/>
                </w:tcPr>
                <w:p w:rsidR="003B5D96" w:rsidRPr="00807602" w:rsidRDefault="003B5D96" w:rsidP="003B5D96">
                  <w:pPr>
                    <w:spacing w:before="100" w:beforeAutospacing="1" w:after="100" w:afterAutospacing="1"/>
                    <w:jc w:val="right"/>
                    <w:rPr>
                      <w:rFonts w:ascii="Verdana" w:hAnsi="Verdana"/>
                      <w:color w:val="000000"/>
                      <w:sz w:val="24"/>
                      <w:szCs w:val="24"/>
                    </w:rPr>
                  </w:pPr>
                  <w:r w:rsidRPr="00807602">
                    <w:rPr>
                      <w:rFonts w:ascii="Arial" w:hAnsi="Arial" w:cs="Arial"/>
                      <w:color w:val="000000"/>
                      <w:sz w:val="24"/>
                      <w:szCs w:val="24"/>
                    </w:rPr>
                    <w:t xml:space="preserve">                  </w:t>
                  </w:r>
                </w:p>
              </w:tc>
              <w:tc>
                <w:tcPr>
                  <w:tcW w:w="0" w:type="auto"/>
                  <w:vAlign w:val="center"/>
                </w:tcPr>
                <w:p w:rsidR="003B5D96" w:rsidRPr="00807602" w:rsidRDefault="003B5D96" w:rsidP="003B5D96">
                  <w:pPr>
                    <w:jc w:val="right"/>
                    <w:rPr>
                      <w:rFonts w:ascii="Verdana" w:hAnsi="Verdana"/>
                      <w:color w:val="000000"/>
                      <w:sz w:val="24"/>
                      <w:szCs w:val="24"/>
                    </w:rPr>
                  </w:pPr>
                  <w:r w:rsidRPr="00807602">
                    <w:rPr>
                      <w:rFonts w:ascii="Verdana" w:hAnsi="Verdana"/>
                      <w:color w:val="000000"/>
                      <w:sz w:val="24"/>
                      <w:szCs w:val="24"/>
                    </w:rPr>
                    <w:t> </w:t>
                  </w:r>
                </w:p>
              </w:tc>
            </w:tr>
          </w:tbl>
          <w:p w:rsidR="003B5D96" w:rsidRDefault="003B5D96" w:rsidP="003B5D96">
            <w:pPr>
              <w:rPr>
                <w:rFonts w:ascii="Verdana" w:hAnsi="Verdana"/>
                <w:color w:val="000000"/>
                <w:sz w:val="24"/>
                <w:szCs w:val="24"/>
              </w:rPr>
            </w:pPr>
            <w:r w:rsidRPr="00807602">
              <w:rPr>
                <w:rFonts w:ascii="Verdana" w:hAnsi="Verdana"/>
                <w:color w:val="000000"/>
                <w:sz w:val="24"/>
                <w:szCs w:val="24"/>
              </w:rPr>
              <w:t> </w:t>
            </w: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Default="003B5D96" w:rsidP="003B5D96">
            <w:pPr>
              <w:rPr>
                <w:rFonts w:ascii="Verdana" w:hAnsi="Verdana"/>
                <w:color w:val="000000"/>
                <w:sz w:val="24"/>
                <w:szCs w:val="24"/>
              </w:rPr>
            </w:pPr>
          </w:p>
          <w:p w:rsidR="003B5D96" w:rsidRPr="00807602" w:rsidRDefault="003B5D96" w:rsidP="003B5D96">
            <w:pPr>
              <w:rPr>
                <w:b/>
                <w:sz w:val="24"/>
                <w:szCs w:val="24"/>
              </w:rPr>
            </w:pPr>
            <w:r w:rsidRPr="00807602">
              <w:rPr>
                <w:b/>
                <w:sz w:val="24"/>
                <w:szCs w:val="24"/>
              </w:rPr>
              <w:t>ОБРАЗЕЦ</w:t>
            </w:r>
          </w:p>
          <w:p w:rsidR="003B5D96" w:rsidRPr="00807602" w:rsidRDefault="003B5D96" w:rsidP="003B5D96">
            <w:pPr>
              <w:rPr>
                <w:b/>
                <w:sz w:val="24"/>
                <w:szCs w:val="24"/>
              </w:rPr>
            </w:pPr>
            <w:r w:rsidRPr="00807602">
              <w:rPr>
                <w:b/>
                <w:sz w:val="24"/>
                <w:szCs w:val="24"/>
              </w:rPr>
              <w:t>искового заявления при невыплате алиментов</w:t>
            </w:r>
          </w:p>
          <w:p w:rsidR="003B5D96" w:rsidRPr="00807602" w:rsidRDefault="003B5D96" w:rsidP="003B5D96">
            <w:pPr>
              <w:tabs>
                <w:tab w:val="left" w:pos="5325"/>
              </w:tabs>
              <w:rPr>
                <w:sz w:val="24"/>
                <w:szCs w:val="24"/>
              </w:rPr>
            </w:pPr>
          </w:p>
          <w:p w:rsidR="003B5D96" w:rsidRPr="002C6E0A" w:rsidRDefault="003B5D96" w:rsidP="003B5D96">
            <w:pPr>
              <w:pStyle w:val="11"/>
              <w:spacing w:line="240" w:lineRule="auto"/>
              <w:ind w:firstLine="340"/>
              <w:jc w:val="right"/>
              <w:rPr>
                <w:sz w:val="20"/>
                <w:szCs w:val="20"/>
              </w:rPr>
            </w:pPr>
            <w:r w:rsidRPr="002C6E0A">
              <w:rPr>
                <w:sz w:val="20"/>
                <w:szCs w:val="20"/>
              </w:rPr>
              <w:t>В К-ский районный суд</w:t>
            </w:r>
          </w:p>
          <w:p w:rsidR="003B5D96" w:rsidRPr="002C6E0A" w:rsidRDefault="003B5D96" w:rsidP="003B5D96">
            <w:pPr>
              <w:pStyle w:val="11"/>
              <w:spacing w:line="240" w:lineRule="auto"/>
              <w:ind w:firstLine="340"/>
              <w:jc w:val="right"/>
              <w:rPr>
                <w:sz w:val="20"/>
                <w:szCs w:val="20"/>
              </w:rPr>
            </w:pPr>
            <w:r w:rsidRPr="002C6E0A">
              <w:rPr>
                <w:sz w:val="20"/>
                <w:szCs w:val="20"/>
              </w:rPr>
              <w:t>Истец: Петрова Мария Сергеевна,</w:t>
            </w:r>
          </w:p>
          <w:p w:rsidR="003B5D96" w:rsidRPr="002C6E0A" w:rsidRDefault="003B5D96" w:rsidP="003B5D96">
            <w:pPr>
              <w:pStyle w:val="11"/>
              <w:spacing w:line="240" w:lineRule="auto"/>
              <w:ind w:firstLine="340"/>
              <w:jc w:val="right"/>
              <w:rPr>
                <w:sz w:val="20"/>
                <w:szCs w:val="20"/>
              </w:rPr>
            </w:pPr>
            <w:r w:rsidRPr="002C6E0A">
              <w:rPr>
                <w:sz w:val="20"/>
                <w:szCs w:val="20"/>
              </w:rPr>
              <w:t>Прож.: г. К-н, ул. Иванова, д.45</w:t>
            </w:r>
          </w:p>
          <w:p w:rsidR="003B5D96" w:rsidRPr="002C6E0A" w:rsidRDefault="003B5D96" w:rsidP="003B5D96">
            <w:pPr>
              <w:pStyle w:val="11"/>
              <w:spacing w:line="240" w:lineRule="auto"/>
              <w:ind w:firstLine="340"/>
              <w:jc w:val="right"/>
              <w:rPr>
                <w:sz w:val="20"/>
                <w:szCs w:val="20"/>
              </w:rPr>
            </w:pPr>
            <w:r w:rsidRPr="002C6E0A">
              <w:rPr>
                <w:sz w:val="20"/>
                <w:szCs w:val="20"/>
              </w:rPr>
              <w:t>Ответчик: Петров Иван Петрович,</w:t>
            </w:r>
          </w:p>
          <w:p w:rsidR="003B5D96" w:rsidRPr="002C6E0A" w:rsidRDefault="003B5D96" w:rsidP="003B5D96">
            <w:pPr>
              <w:pStyle w:val="11"/>
              <w:spacing w:line="240" w:lineRule="auto"/>
              <w:ind w:firstLine="340"/>
              <w:jc w:val="right"/>
              <w:rPr>
                <w:sz w:val="20"/>
                <w:szCs w:val="20"/>
              </w:rPr>
            </w:pPr>
            <w:r w:rsidRPr="002C6E0A">
              <w:rPr>
                <w:sz w:val="20"/>
                <w:szCs w:val="20"/>
              </w:rPr>
              <w:t>Прож.: г. К-н, ул. Ершова, д.70</w:t>
            </w:r>
          </w:p>
          <w:p w:rsidR="003B5D96" w:rsidRPr="002C6E0A" w:rsidRDefault="003B5D96" w:rsidP="003B5D96">
            <w:pPr>
              <w:pStyle w:val="11"/>
              <w:spacing w:line="240" w:lineRule="auto"/>
              <w:ind w:firstLine="340"/>
              <w:jc w:val="right"/>
              <w:rPr>
                <w:sz w:val="20"/>
                <w:szCs w:val="20"/>
              </w:rPr>
            </w:pPr>
          </w:p>
          <w:p w:rsidR="003B5D96" w:rsidRPr="002C6E0A" w:rsidRDefault="003B5D96" w:rsidP="003B5D96">
            <w:pPr>
              <w:pStyle w:val="11"/>
              <w:spacing w:line="240" w:lineRule="auto"/>
              <w:ind w:firstLine="340"/>
              <w:jc w:val="center"/>
              <w:rPr>
                <w:b/>
                <w:sz w:val="20"/>
                <w:szCs w:val="20"/>
              </w:rPr>
            </w:pPr>
            <w:r w:rsidRPr="002C6E0A">
              <w:rPr>
                <w:b/>
                <w:sz w:val="20"/>
                <w:szCs w:val="20"/>
              </w:rPr>
              <w:t>ИСКОВОЕ ЗАЯВЛЕНИЕ</w:t>
            </w:r>
          </w:p>
          <w:p w:rsidR="003B5D96" w:rsidRPr="002C6E0A" w:rsidRDefault="003B5D96" w:rsidP="003B5D96">
            <w:pPr>
              <w:pStyle w:val="11"/>
              <w:spacing w:line="240" w:lineRule="auto"/>
              <w:ind w:firstLine="340"/>
              <w:rPr>
                <w:sz w:val="20"/>
                <w:szCs w:val="20"/>
              </w:rPr>
            </w:pPr>
            <w:r w:rsidRPr="002C6E0A">
              <w:rPr>
                <w:sz w:val="20"/>
                <w:szCs w:val="20"/>
              </w:rPr>
              <w:t>5.08.88 мы с ответчиком вступили в брак. От брака имеем несовершеннолетнего сына – Петрова Ивана Ивановича, 1990 года рождения.</w:t>
            </w:r>
          </w:p>
          <w:p w:rsidR="003B5D96" w:rsidRPr="002C6E0A" w:rsidRDefault="003B5D96" w:rsidP="003B5D96">
            <w:pPr>
              <w:pStyle w:val="11"/>
              <w:spacing w:line="240" w:lineRule="auto"/>
              <w:ind w:firstLine="340"/>
              <w:rPr>
                <w:sz w:val="20"/>
                <w:szCs w:val="20"/>
              </w:rPr>
            </w:pPr>
            <w:r w:rsidRPr="002C6E0A">
              <w:rPr>
                <w:sz w:val="20"/>
                <w:szCs w:val="20"/>
              </w:rPr>
              <w:t>3.12.91 г. брак был расторгнут.</w:t>
            </w:r>
          </w:p>
          <w:p w:rsidR="003B5D96" w:rsidRPr="002C6E0A" w:rsidRDefault="003B5D96" w:rsidP="003B5D96">
            <w:pPr>
              <w:pStyle w:val="11"/>
              <w:spacing w:line="240" w:lineRule="auto"/>
              <w:ind w:firstLine="340"/>
              <w:rPr>
                <w:sz w:val="20"/>
                <w:szCs w:val="20"/>
              </w:rPr>
            </w:pPr>
            <w:r w:rsidRPr="002C6E0A">
              <w:rPr>
                <w:sz w:val="20"/>
                <w:szCs w:val="20"/>
              </w:rPr>
              <w:t>23.12.91 г. Советским районным народным судом г. К-на был выдан исполнительный лист № 24567 о взыскании с И.П. Петрова в пользу М.С. Петровой в размере ¼ части всех видов заработка на содержание 1 ребенка, сына Ивана, 3.10. .1990  года рождения.</w:t>
            </w:r>
          </w:p>
          <w:p w:rsidR="003B5D96" w:rsidRPr="002C6E0A" w:rsidRDefault="003B5D96" w:rsidP="003B5D96">
            <w:pPr>
              <w:pStyle w:val="11"/>
              <w:spacing w:line="240" w:lineRule="auto"/>
              <w:ind w:firstLine="340"/>
              <w:rPr>
                <w:sz w:val="20"/>
                <w:szCs w:val="20"/>
              </w:rPr>
            </w:pPr>
            <w:r w:rsidRPr="002C6E0A">
              <w:rPr>
                <w:sz w:val="20"/>
                <w:szCs w:val="20"/>
              </w:rPr>
              <w:t>Ответчик не выплачивает алименты с момента их взыскания, т.е. с 23.12.91 г. Ответчик привлекался к уголовной ответственности за неуплату алиментов. Долг по алиментам на 1.03. 2005 7. составляет 154000 руб.70 коп.</w:t>
            </w:r>
          </w:p>
          <w:p w:rsidR="003B5D96" w:rsidRPr="002C6E0A" w:rsidRDefault="003B5D96" w:rsidP="003B5D96">
            <w:pPr>
              <w:pStyle w:val="11"/>
              <w:spacing w:line="240" w:lineRule="auto"/>
              <w:ind w:firstLine="340"/>
              <w:rPr>
                <w:b/>
                <w:sz w:val="20"/>
                <w:szCs w:val="20"/>
              </w:rPr>
            </w:pPr>
            <w:r w:rsidRPr="002C6E0A">
              <w:rPr>
                <w:sz w:val="20"/>
                <w:szCs w:val="20"/>
              </w:rPr>
              <w:t xml:space="preserve">Согласно ст.63 Семейного Кодекса РФ: </w:t>
            </w:r>
            <w:r w:rsidRPr="002C6E0A">
              <w:rPr>
                <w:b/>
                <w:sz w:val="20"/>
                <w:szCs w:val="20"/>
              </w:rPr>
              <w:t>«Родители имеют право и обязаны воспитывать своих детей.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Родители обязаны обеспечить получение детьми основного общего образования. Родители с учетом мнения детей имеют право выбора образовательного учреждения и формы обучения детей до получения детьми основного общего образования».</w:t>
            </w:r>
          </w:p>
          <w:p w:rsidR="003B5D96" w:rsidRPr="002C6E0A" w:rsidRDefault="003B5D96" w:rsidP="003B5D96">
            <w:pPr>
              <w:pStyle w:val="11"/>
              <w:spacing w:line="240" w:lineRule="auto"/>
              <w:ind w:firstLine="340"/>
              <w:rPr>
                <w:sz w:val="20"/>
                <w:szCs w:val="20"/>
              </w:rPr>
            </w:pPr>
            <w:r w:rsidRPr="002C6E0A">
              <w:rPr>
                <w:sz w:val="20"/>
                <w:szCs w:val="20"/>
              </w:rPr>
              <w:t>Ответчик игнорирует свои обязанности как родителя, связанные с воспитанием, обучением и содержанием несовершеннолетнего ребенка. В частности, он не предоставляет денежных средств на содержание ребенка и не выплачивает алименты. Ответчик не занимается воспитанием ребенка и не интересуется его судьбой. Ответчик не проявляет никакого интереса к получению нашим сыном достойного образования.</w:t>
            </w:r>
          </w:p>
          <w:p w:rsidR="003B5D96" w:rsidRPr="002C6E0A" w:rsidRDefault="003B5D96" w:rsidP="003B5D96">
            <w:pPr>
              <w:pStyle w:val="11"/>
              <w:spacing w:line="240" w:lineRule="auto"/>
              <w:ind w:firstLine="340"/>
              <w:rPr>
                <w:sz w:val="20"/>
                <w:szCs w:val="20"/>
              </w:rPr>
            </w:pPr>
            <w:r w:rsidRPr="002C6E0A">
              <w:rPr>
                <w:sz w:val="20"/>
                <w:szCs w:val="20"/>
              </w:rPr>
              <w:t>Несовершеннолетний И.И.Петров проживает со мной и именно я воспитываю ребенка и несу бремя его содержания, в том числе оплачиваю его обучение в образовательном учреждении – гимназии «</w:t>
            </w:r>
            <w:r w:rsidRPr="002C6E0A">
              <w:rPr>
                <w:sz w:val="20"/>
                <w:szCs w:val="20"/>
                <w:lang w:val="en-US"/>
              </w:rPr>
              <w:t>XXX</w:t>
            </w:r>
            <w:r w:rsidRPr="002C6E0A">
              <w:rPr>
                <w:sz w:val="20"/>
                <w:szCs w:val="20"/>
              </w:rPr>
              <w:t>».</w:t>
            </w:r>
          </w:p>
          <w:p w:rsidR="003B5D96" w:rsidRPr="002C6E0A" w:rsidRDefault="003B5D96" w:rsidP="003B5D96">
            <w:pPr>
              <w:pStyle w:val="11"/>
              <w:spacing w:line="240" w:lineRule="auto"/>
              <w:ind w:firstLine="340"/>
              <w:rPr>
                <w:b/>
                <w:sz w:val="20"/>
                <w:szCs w:val="20"/>
              </w:rPr>
            </w:pPr>
            <w:r w:rsidRPr="002C6E0A">
              <w:rPr>
                <w:sz w:val="20"/>
                <w:szCs w:val="20"/>
              </w:rPr>
              <w:t xml:space="preserve">В соответствии со ст. 69 Семейного Кодекса РФ: </w:t>
            </w:r>
            <w:r w:rsidRPr="002C6E0A">
              <w:rPr>
                <w:b/>
                <w:sz w:val="20"/>
                <w:szCs w:val="20"/>
              </w:rPr>
              <w:t>«Родители (один из них) могут быть лишены родительских прав, если они:</w:t>
            </w:r>
          </w:p>
          <w:p w:rsidR="003B5D96" w:rsidRPr="002C6E0A" w:rsidRDefault="003B5D96" w:rsidP="003B5D96">
            <w:pPr>
              <w:pStyle w:val="11"/>
              <w:spacing w:line="240" w:lineRule="auto"/>
              <w:ind w:firstLine="340"/>
              <w:rPr>
                <w:b/>
                <w:sz w:val="20"/>
                <w:szCs w:val="20"/>
              </w:rPr>
            </w:pPr>
            <w:r w:rsidRPr="002C6E0A">
              <w:rPr>
                <w:b/>
                <w:sz w:val="20"/>
                <w:szCs w:val="20"/>
              </w:rPr>
              <w:t>уклоняются от выполнения обязанностей родителей, в том числе при злостном уклонении от уплаты алиментов».</w:t>
            </w:r>
          </w:p>
          <w:p w:rsidR="003B5D96" w:rsidRPr="002C6E0A" w:rsidRDefault="003B5D96" w:rsidP="003B5D96">
            <w:pPr>
              <w:pStyle w:val="11"/>
              <w:spacing w:line="240" w:lineRule="auto"/>
              <w:ind w:firstLine="340"/>
              <w:rPr>
                <w:sz w:val="20"/>
                <w:szCs w:val="20"/>
              </w:rPr>
            </w:pPr>
            <w:r w:rsidRPr="002C6E0A">
              <w:rPr>
                <w:sz w:val="20"/>
                <w:szCs w:val="20"/>
              </w:rPr>
              <w:t>Ответчик ни одного дня не выплачивал алименты на содержание ребенка и не предоставлял денег на оплату за обучение ребенка. Более того, за злостное и систематическое неисполнение родительских обязанностей ответчик был осужден.</w:t>
            </w:r>
          </w:p>
          <w:p w:rsidR="003B5D96" w:rsidRPr="002C6E0A" w:rsidRDefault="003B5D96" w:rsidP="003B5D96">
            <w:pPr>
              <w:pStyle w:val="11"/>
              <w:spacing w:line="240" w:lineRule="auto"/>
              <w:ind w:firstLine="340"/>
              <w:rPr>
                <w:sz w:val="20"/>
                <w:szCs w:val="20"/>
              </w:rPr>
            </w:pPr>
            <w:r w:rsidRPr="002C6E0A">
              <w:rPr>
                <w:sz w:val="20"/>
                <w:szCs w:val="20"/>
              </w:rPr>
              <w:t>Полагаю, что имеются основания для лишения родительских прав гр-на Петрова Ивана Петровича в отношении несовершеннолетнего ребенка –Петрова Ивана Ивановича 3 октября 1990 года рождения.</w:t>
            </w:r>
          </w:p>
          <w:p w:rsidR="003B5D96" w:rsidRPr="002C6E0A" w:rsidRDefault="003B5D96" w:rsidP="003B5D96">
            <w:pPr>
              <w:pStyle w:val="11"/>
              <w:spacing w:line="240" w:lineRule="auto"/>
              <w:ind w:firstLine="340"/>
              <w:rPr>
                <w:sz w:val="20"/>
                <w:szCs w:val="20"/>
              </w:rPr>
            </w:pPr>
          </w:p>
          <w:p w:rsidR="003B5D96" w:rsidRPr="002C6E0A" w:rsidRDefault="003B5D96" w:rsidP="003B5D96">
            <w:pPr>
              <w:pStyle w:val="11"/>
              <w:spacing w:line="240" w:lineRule="auto"/>
              <w:ind w:firstLine="340"/>
              <w:rPr>
                <w:sz w:val="20"/>
                <w:szCs w:val="20"/>
              </w:rPr>
            </w:pPr>
            <w:r w:rsidRPr="002C6E0A">
              <w:rPr>
                <w:sz w:val="20"/>
                <w:szCs w:val="20"/>
              </w:rPr>
              <w:t>На основании вышеизложенного и в соответствии со ст. 69, 70, 71 СК РФ</w:t>
            </w:r>
          </w:p>
          <w:p w:rsidR="003B5D96" w:rsidRPr="002C6E0A" w:rsidRDefault="003B5D96" w:rsidP="003B5D96">
            <w:pPr>
              <w:pStyle w:val="11"/>
              <w:spacing w:line="240" w:lineRule="auto"/>
              <w:ind w:firstLine="340"/>
              <w:jc w:val="center"/>
              <w:rPr>
                <w:b/>
                <w:sz w:val="20"/>
                <w:szCs w:val="20"/>
              </w:rPr>
            </w:pPr>
            <w:r w:rsidRPr="002C6E0A">
              <w:rPr>
                <w:b/>
                <w:sz w:val="20"/>
                <w:szCs w:val="20"/>
              </w:rPr>
              <w:t>ПРОШУ</w:t>
            </w:r>
          </w:p>
          <w:p w:rsidR="003B5D96" w:rsidRPr="002C6E0A" w:rsidRDefault="003B5D96" w:rsidP="003B5D96">
            <w:pPr>
              <w:pStyle w:val="11"/>
              <w:spacing w:line="240" w:lineRule="auto"/>
              <w:ind w:firstLine="340"/>
              <w:rPr>
                <w:sz w:val="20"/>
                <w:szCs w:val="20"/>
              </w:rPr>
            </w:pPr>
            <w:r w:rsidRPr="002C6E0A">
              <w:rPr>
                <w:sz w:val="20"/>
                <w:szCs w:val="20"/>
              </w:rPr>
              <w:t>1.Лишить родительских прав гр-на Петрова Ивана Петровича, 1966 года рождения в отношении несовершеннолетнего ребенка – Петрова Ивана Ивановича 3 октября 1990 года рождения.</w:t>
            </w:r>
          </w:p>
          <w:p w:rsidR="003B5D96" w:rsidRPr="002C6E0A" w:rsidRDefault="003B5D96" w:rsidP="003B5D96">
            <w:pPr>
              <w:pStyle w:val="11"/>
              <w:spacing w:line="240" w:lineRule="auto"/>
              <w:ind w:firstLine="340"/>
              <w:rPr>
                <w:sz w:val="20"/>
                <w:szCs w:val="20"/>
              </w:rPr>
            </w:pPr>
            <w:r w:rsidRPr="002C6E0A">
              <w:rPr>
                <w:sz w:val="20"/>
                <w:szCs w:val="20"/>
              </w:rPr>
              <w:t>2. Привлечь к участию в деле при рассмотрении данного искового заявления органы опеки и попечительства.</w:t>
            </w:r>
          </w:p>
          <w:p w:rsidR="003B5D96" w:rsidRPr="002C6E0A" w:rsidRDefault="003B5D96" w:rsidP="003B5D96">
            <w:pPr>
              <w:pStyle w:val="11"/>
              <w:spacing w:line="240" w:lineRule="auto"/>
              <w:ind w:firstLine="340"/>
              <w:rPr>
                <w:sz w:val="20"/>
                <w:szCs w:val="20"/>
              </w:rPr>
            </w:pPr>
            <w:r w:rsidRPr="002C6E0A">
              <w:rPr>
                <w:sz w:val="20"/>
                <w:szCs w:val="20"/>
              </w:rPr>
              <w:t xml:space="preserve">Приложение: </w:t>
            </w:r>
          </w:p>
          <w:p w:rsidR="003B5D96" w:rsidRPr="002C6E0A" w:rsidRDefault="003B5D96" w:rsidP="003B5D96">
            <w:pPr>
              <w:pStyle w:val="11"/>
              <w:numPr>
                <w:ilvl w:val="0"/>
                <w:numId w:val="7"/>
              </w:numPr>
              <w:spacing w:line="240" w:lineRule="auto"/>
              <w:rPr>
                <w:sz w:val="20"/>
                <w:szCs w:val="20"/>
              </w:rPr>
            </w:pPr>
            <w:r w:rsidRPr="002C6E0A">
              <w:rPr>
                <w:sz w:val="20"/>
                <w:szCs w:val="20"/>
              </w:rPr>
              <w:t xml:space="preserve">копия искового заявления </w:t>
            </w:r>
          </w:p>
          <w:p w:rsidR="003B5D96" w:rsidRPr="002C6E0A" w:rsidRDefault="003B5D96" w:rsidP="003B5D96">
            <w:pPr>
              <w:pStyle w:val="11"/>
              <w:numPr>
                <w:ilvl w:val="0"/>
                <w:numId w:val="7"/>
              </w:numPr>
              <w:spacing w:line="240" w:lineRule="auto"/>
              <w:rPr>
                <w:sz w:val="20"/>
                <w:szCs w:val="20"/>
              </w:rPr>
            </w:pPr>
            <w:r w:rsidRPr="002C6E0A">
              <w:rPr>
                <w:sz w:val="20"/>
                <w:szCs w:val="20"/>
              </w:rPr>
              <w:t>квитанция об уплате госпошлины</w:t>
            </w:r>
          </w:p>
          <w:p w:rsidR="003B5D96" w:rsidRPr="002C6E0A" w:rsidRDefault="003B5D96" w:rsidP="003B5D96">
            <w:pPr>
              <w:pStyle w:val="11"/>
              <w:numPr>
                <w:ilvl w:val="0"/>
                <w:numId w:val="7"/>
              </w:numPr>
              <w:spacing w:line="240" w:lineRule="auto"/>
              <w:rPr>
                <w:sz w:val="20"/>
                <w:szCs w:val="20"/>
              </w:rPr>
            </w:pPr>
            <w:r w:rsidRPr="002C6E0A">
              <w:rPr>
                <w:sz w:val="20"/>
                <w:szCs w:val="20"/>
              </w:rPr>
              <w:t xml:space="preserve">копия свидетельства о расторжении брака  </w:t>
            </w:r>
          </w:p>
          <w:p w:rsidR="003B5D96" w:rsidRPr="002C6E0A" w:rsidRDefault="003B5D96" w:rsidP="003B5D96">
            <w:pPr>
              <w:pStyle w:val="11"/>
              <w:numPr>
                <w:ilvl w:val="0"/>
                <w:numId w:val="7"/>
              </w:numPr>
              <w:spacing w:line="240" w:lineRule="auto"/>
              <w:rPr>
                <w:sz w:val="20"/>
                <w:szCs w:val="20"/>
              </w:rPr>
            </w:pPr>
            <w:r w:rsidRPr="002C6E0A">
              <w:rPr>
                <w:sz w:val="20"/>
                <w:szCs w:val="20"/>
              </w:rPr>
              <w:t>справка № 145 от 1.03.2005</w:t>
            </w:r>
          </w:p>
          <w:p w:rsidR="003B5D96" w:rsidRPr="002C6E0A" w:rsidRDefault="003B5D96" w:rsidP="003B5D96">
            <w:pPr>
              <w:pStyle w:val="11"/>
              <w:numPr>
                <w:ilvl w:val="0"/>
                <w:numId w:val="7"/>
              </w:numPr>
              <w:spacing w:line="240" w:lineRule="auto"/>
              <w:rPr>
                <w:sz w:val="20"/>
                <w:szCs w:val="20"/>
              </w:rPr>
            </w:pPr>
            <w:r w:rsidRPr="002C6E0A">
              <w:rPr>
                <w:sz w:val="20"/>
                <w:szCs w:val="20"/>
              </w:rPr>
              <w:t xml:space="preserve">копия свидетельства о рождении  </w:t>
            </w:r>
          </w:p>
          <w:p w:rsidR="003B5D96" w:rsidRPr="002C6E0A" w:rsidRDefault="003B5D96" w:rsidP="003B5D96">
            <w:pPr>
              <w:pStyle w:val="11"/>
              <w:numPr>
                <w:ilvl w:val="0"/>
                <w:numId w:val="7"/>
              </w:numPr>
              <w:spacing w:line="240" w:lineRule="auto"/>
              <w:rPr>
                <w:sz w:val="20"/>
                <w:szCs w:val="20"/>
              </w:rPr>
            </w:pPr>
            <w:r w:rsidRPr="002C6E0A">
              <w:rPr>
                <w:sz w:val="20"/>
                <w:szCs w:val="20"/>
              </w:rPr>
              <w:t>справка из гимназии «ХХХ»</w:t>
            </w:r>
          </w:p>
          <w:p w:rsidR="003B5D96" w:rsidRPr="00807602" w:rsidRDefault="003B5D96" w:rsidP="003B5D96">
            <w:pPr>
              <w:spacing w:before="100" w:beforeAutospacing="1" w:after="100" w:afterAutospacing="1"/>
              <w:rPr>
                <w:rFonts w:ascii="Verdana" w:hAnsi="Verdana"/>
                <w:color w:val="000000"/>
                <w:sz w:val="24"/>
                <w:szCs w:val="24"/>
              </w:rPr>
            </w:pPr>
          </w:p>
        </w:tc>
      </w:tr>
      <w:tr w:rsidR="003B5D96" w:rsidRPr="00807602" w:rsidTr="003B5D96">
        <w:trPr>
          <w:tblCellSpacing w:w="15" w:type="dxa"/>
        </w:trPr>
        <w:tc>
          <w:tcPr>
            <w:tcW w:w="4980" w:type="pct"/>
            <w:tcMar>
              <w:top w:w="15" w:type="dxa"/>
              <w:left w:w="15" w:type="dxa"/>
              <w:bottom w:w="15" w:type="dxa"/>
              <w:right w:w="15" w:type="dxa"/>
            </w:tcMar>
            <w:vAlign w:val="center"/>
          </w:tcPr>
          <w:p w:rsidR="003B5D96" w:rsidRPr="00807602" w:rsidRDefault="003B5D96" w:rsidP="003B5D96">
            <w:pPr>
              <w:spacing w:before="100" w:beforeAutospacing="1" w:after="100" w:afterAutospacing="1"/>
              <w:jc w:val="both"/>
              <w:rPr>
                <w:rFonts w:ascii="Arial" w:hAnsi="Arial" w:cs="Arial"/>
                <w:b/>
                <w:bCs/>
                <w:i/>
                <w:iCs/>
                <w:color w:val="000000"/>
                <w:sz w:val="24"/>
                <w:szCs w:val="24"/>
              </w:rPr>
            </w:pPr>
          </w:p>
        </w:tc>
      </w:tr>
    </w:tbl>
    <w:p w:rsidR="003B5D96" w:rsidRDefault="003B5D96" w:rsidP="003B5D96">
      <w:pPr>
        <w:pStyle w:val="11"/>
        <w:spacing w:line="240" w:lineRule="auto"/>
        <w:ind w:firstLine="0"/>
        <w:rPr>
          <w:sz w:val="24"/>
          <w:szCs w:val="24"/>
        </w:rPr>
      </w:pPr>
    </w:p>
    <w:p w:rsidR="003B5D96" w:rsidRDefault="003B5D96" w:rsidP="003B5D96">
      <w:pPr>
        <w:pStyle w:val="11"/>
        <w:spacing w:line="240" w:lineRule="auto"/>
        <w:ind w:firstLine="0"/>
        <w:rPr>
          <w:sz w:val="24"/>
          <w:szCs w:val="24"/>
        </w:rPr>
      </w:pPr>
    </w:p>
    <w:p w:rsidR="003B5D96" w:rsidRDefault="003B5D96" w:rsidP="003B5D96">
      <w:pPr>
        <w:pStyle w:val="11"/>
        <w:spacing w:line="240" w:lineRule="auto"/>
        <w:ind w:firstLine="0"/>
        <w:rPr>
          <w:sz w:val="24"/>
          <w:szCs w:val="24"/>
        </w:rPr>
      </w:pPr>
    </w:p>
    <w:p w:rsidR="003B5D96" w:rsidRPr="00807602" w:rsidRDefault="003B5D96" w:rsidP="003B5D96">
      <w:pPr>
        <w:pStyle w:val="11"/>
        <w:spacing w:line="240" w:lineRule="auto"/>
        <w:ind w:firstLine="0"/>
        <w:rPr>
          <w:sz w:val="24"/>
          <w:szCs w:val="24"/>
        </w:rPr>
      </w:pPr>
    </w:p>
    <w:p w:rsidR="003B5D96" w:rsidRPr="00807602" w:rsidRDefault="003B5D96" w:rsidP="003B5D96">
      <w:pPr>
        <w:pStyle w:val="11"/>
        <w:spacing w:line="240" w:lineRule="auto"/>
        <w:ind w:firstLine="340"/>
        <w:jc w:val="right"/>
        <w:rPr>
          <w:b/>
          <w:i/>
          <w:sz w:val="24"/>
          <w:szCs w:val="24"/>
        </w:rPr>
      </w:pPr>
      <w:r w:rsidRPr="00807602">
        <w:rPr>
          <w:sz w:val="24"/>
          <w:szCs w:val="24"/>
        </w:rPr>
        <w:t xml:space="preserve"> </w:t>
      </w:r>
    </w:p>
    <w:p w:rsidR="003B5D96" w:rsidRPr="00807602" w:rsidRDefault="003B5D96" w:rsidP="003B5D96">
      <w:pPr>
        <w:pStyle w:val="ab"/>
        <w:jc w:val="center"/>
        <w:rPr>
          <w:b/>
        </w:rPr>
      </w:pPr>
      <w:r w:rsidRPr="00807602">
        <w:rPr>
          <w:b/>
        </w:rPr>
        <w:t>Т Р Е Б О В А Н И Я</w:t>
      </w:r>
    </w:p>
    <w:p w:rsidR="003B5D96" w:rsidRPr="00807602" w:rsidRDefault="003B5D96" w:rsidP="003B5D96">
      <w:pPr>
        <w:pStyle w:val="ab"/>
        <w:jc w:val="center"/>
        <w:rPr>
          <w:b/>
        </w:rPr>
      </w:pPr>
      <w:r w:rsidRPr="00807602">
        <w:rPr>
          <w:b/>
        </w:rPr>
        <w:t>к оформлению документов, направляемых</w:t>
      </w:r>
    </w:p>
    <w:p w:rsidR="003B5D96" w:rsidRPr="00807602" w:rsidRDefault="003B5D96" w:rsidP="003B5D96">
      <w:pPr>
        <w:pStyle w:val="ab"/>
        <w:jc w:val="center"/>
        <w:rPr>
          <w:b/>
        </w:rPr>
      </w:pPr>
      <w:r w:rsidRPr="00807602">
        <w:rPr>
          <w:b/>
        </w:rPr>
        <w:t>в территориальную комиссию</w:t>
      </w:r>
      <w:r>
        <w:rPr>
          <w:b/>
        </w:rPr>
        <w:t xml:space="preserve"> по делам несовершеннолетних и защите их прав</w:t>
      </w:r>
    </w:p>
    <w:p w:rsidR="003B5D96" w:rsidRDefault="003B5D96" w:rsidP="003B5D96">
      <w:pPr>
        <w:pStyle w:val="ab"/>
        <w:ind w:left="0" w:firstLine="283"/>
      </w:pPr>
      <w:r w:rsidRPr="00807602">
        <w:t xml:space="preserve">Образовательное учреждение направляет в территориальную комиссию </w:t>
      </w:r>
      <w:r>
        <w:t>по делам несовершеннолетних и защите их прав (далее – ТКДН и ЗП</w:t>
      </w:r>
      <w:r w:rsidRPr="002C6E0A">
        <w:rPr>
          <w:b/>
        </w:rPr>
        <w:t>) 3 вида документов</w:t>
      </w:r>
      <w:r w:rsidRPr="00807602">
        <w:t xml:space="preserve">: </w:t>
      </w:r>
    </w:p>
    <w:p w:rsidR="003B5D96" w:rsidRDefault="003B5D96" w:rsidP="003B5D96">
      <w:pPr>
        <w:pStyle w:val="ab"/>
      </w:pPr>
      <w:r>
        <w:t xml:space="preserve">- </w:t>
      </w:r>
      <w:r w:rsidRPr="00807602">
        <w:t>ходатайство о принятии мер к несове</w:t>
      </w:r>
      <w:r>
        <w:t>ршеннолетнему или его родителям (законным представителям);</w:t>
      </w:r>
    </w:p>
    <w:p w:rsidR="003B5D96" w:rsidRDefault="003B5D96" w:rsidP="003B5D96">
      <w:pPr>
        <w:pStyle w:val="ab"/>
      </w:pPr>
      <w:r>
        <w:t>-</w:t>
      </w:r>
      <w:r w:rsidRPr="00807602">
        <w:t xml:space="preserve"> отчет о работе педагогического коллекти</w:t>
      </w:r>
      <w:r>
        <w:t>ва по организации воспитательно-профилактической работы;</w:t>
      </w:r>
    </w:p>
    <w:p w:rsidR="003B5D96" w:rsidRPr="00807602" w:rsidRDefault="003B5D96" w:rsidP="003B5D96">
      <w:pPr>
        <w:pStyle w:val="ab"/>
      </w:pPr>
      <w:r>
        <w:t>-</w:t>
      </w:r>
      <w:r w:rsidRPr="00807602">
        <w:t xml:space="preserve"> отчет о выполнении </w:t>
      </w:r>
      <w:r>
        <w:t xml:space="preserve">индивидуальных </w:t>
      </w:r>
      <w:r w:rsidRPr="00807602">
        <w:t>программ социальной реабилитации</w:t>
      </w:r>
      <w:r>
        <w:t xml:space="preserve"> несовершеннолетних,</w:t>
      </w:r>
      <w:r w:rsidRPr="00807602">
        <w:t xml:space="preserve"> состоящих на </w:t>
      </w:r>
      <w:r>
        <w:t>персонифицированном учете в ТКДН и ЗП</w:t>
      </w:r>
      <w:r w:rsidRPr="00807602">
        <w:t>.</w:t>
      </w:r>
    </w:p>
    <w:p w:rsidR="003B5D96" w:rsidRPr="00807602" w:rsidRDefault="003B5D96" w:rsidP="003B5D96">
      <w:pPr>
        <w:pStyle w:val="ab"/>
        <w:ind w:left="0"/>
        <w:rPr>
          <w:b/>
          <w:i/>
        </w:rPr>
      </w:pPr>
      <w:r>
        <w:rPr>
          <w:b/>
          <w:i/>
        </w:rPr>
        <w:t>1. Х</w:t>
      </w:r>
      <w:r w:rsidRPr="00807602">
        <w:rPr>
          <w:b/>
          <w:i/>
        </w:rPr>
        <w:t>одатайство о принятии мер к несовершеннолетнему или его родителям</w:t>
      </w:r>
    </w:p>
    <w:p w:rsidR="003B5D96" w:rsidRPr="00807602" w:rsidRDefault="003B5D96" w:rsidP="003B5D96">
      <w:pPr>
        <w:pStyle w:val="ab"/>
      </w:pPr>
      <w:r w:rsidRPr="00807602">
        <w:t>В текс</w:t>
      </w:r>
      <w:r>
        <w:t>те обращения в ТКДН и ЗП</w:t>
      </w:r>
      <w:r w:rsidRPr="00807602">
        <w:t xml:space="preserve"> необходимо указывать:</w:t>
      </w:r>
    </w:p>
    <w:p w:rsidR="003B5D96" w:rsidRPr="00807602" w:rsidRDefault="003B5D96" w:rsidP="003B5D96">
      <w:pPr>
        <w:pStyle w:val="ab"/>
        <w:ind w:right="10"/>
      </w:pPr>
      <w:r w:rsidRPr="00807602">
        <w:t xml:space="preserve">-  полные данные на несовершеннолетнего: фамилию, имя, </w:t>
      </w:r>
      <w:r>
        <w:t>отчество, класс, домашний адрес;</w:t>
      </w:r>
      <w:r w:rsidRPr="00807602">
        <w:t xml:space="preserve"> </w:t>
      </w:r>
    </w:p>
    <w:p w:rsidR="003B5D96" w:rsidRPr="00807602" w:rsidRDefault="003B5D96" w:rsidP="003B5D96">
      <w:pPr>
        <w:pStyle w:val="ab"/>
        <w:ind w:right="390"/>
      </w:pPr>
      <w:r>
        <w:t>- данные на родителей (</w:t>
      </w:r>
      <w:r w:rsidRPr="00807602">
        <w:t>законных представителей): фамилию, имя, отчество, дату рождения,</w:t>
      </w:r>
      <w:r>
        <w:t xml:space="preserve"> место проживания, место работы;</w:t>
      </w:r>
    </w:p>
    <w:p w:rsidR="003B5D96" w:rsidRPr="00807602" w:rsidRDefault="003B5D96" w:rsidP="003B5D96">
      <w:pPr>
        <w:pStyle w:val="ab"/>
        <w:ind w:right="390"/>
      </w:pPr>
      <w:r w:rsidRPr="00807602">
        <w:t>- причину обращения администрации образо</w:t>
      </w:r>
      <w:r>
        <w:t>вательного учреждения в ТКДН и ЗП</w:t>
      </w:r>
    </w:p>
    <w:p w:rsidR="003B5D96" w:rsidRPr="00807602" w:rsidRDefault="003B5D96" w:rsidP="003B5D96">
      <w:pPr>
        <w:pStyle w:val="ab"/>
        <w:ind w:right="390"/>
      </w:pPr>
      <w:r w:rsidRPr="00807602">
        <w:t xml:space="preserve"> ( должны быть четко сформулированы  претензии к родителям и к учащемуся)</w:t>
      </w:r>
      <w:r>
        <w:t>;</w:t>
      </w:r>
    </w:p>
    <w:p w:rsidR="003B5D96" w:rsidRPr="00807602" w:rsidRDefault="003B5D96" w:rsidP="003B5D96">
      <w:pPr>
        <w:pStyle w:val="ab"/>
        <w:ind w:right="390"/>
      </w:pPr>
      <w:r w:rsidRPr="00807602">
        <w:t xml:space="preserve">- если администрация ОУ предполагает административную ответственность родителей, материал должен быть направлен в ОДН ОВД для составления протокола. </w:t>
      </w:r>
    </w:p>
    <w:p w:rsidR="003B5D96" w:rsidRPr="00807602" w:rsidRDefault="003B5D96" w:rsidP="003B5D96">
      <w:pPr>
        <w:pStyle w:val="ab"/>
        <w:ind w:right="390" w:firstLine="748"/>
      </w:pPr>
      <w:r w:rsidRPr="00807602">
        <w:t>К обращению прилагается характеристика несовершеннолетнего и его семьи, информация об индивидуальной  работе педагогического ко</w:t>
      </w:r>
      <w:r>
        <w:t>ллектива до обращения в ТКДН и ЗП</w:t>
      </w:r>
      <w:r w:rsidRPr="00807602">
        <w:t>, табель успеваемости и посещаемости</w:t>
      </w:r>
      <w:r>
        <w:t xml:space="preserve"> ученика</w:t>
      </w:r>
      <w:r w:rsidRPr="00807602">
        <w:t>.</w:t>
      </w:r>
    </w:p>
    <w:p w:rsidR="003B5D96" w:rsidRPr="00807602" w:rsidRDefault="003B5D96" w:rsidP="003B5D96">
      <w:pPr>
        <w:pStyle w:val="ab"/>
        <w:ind w:left="0" w:right="390"/>
        <w:rPr>
          <w:b/>
          <w:i/>
        </w:rPr>
      </w:pPr>
      <w:r>
        <w:rPr>
          <w:b/>
          <w:i/>
        </w:rPr>
        <w:t>2. О</w:t>
      </w:r>
      <w:r w:rsidRPr="00807602">
        <w:rPr>
          <w:b/>
          <w:i/>
        </w:rPr>
        <w:t>тчет о работе педагогического коллектива о состоянии воспит</w:t>
      </w:r>
      <w:r>
        <w:rPr>
          <w:b/>
          <w:i/>
        </w:rPr>
        <w:t>ательно-профилактической работы:</w:t>
      </w:r>
    </w:p>
    <w:p w:rsidR="003B5D96" w:rsidRPr="00807602" w:rsidRDefault="003B5D96" w:rsidP="003B5D96">
      <w:pPr>
        <w:pStyle w:val="ab"/>
        <w:ind w:right="390" w:firstLine="748"/>
      </w:pPr>
      <w:r>
        <w:t>- количество учащихся в школе;</w:t>
      </w:r>
    </w:p>
    <w:p w:rsidR="003B5D96" w:rsidRPr="00807602" w:rsidRDefault="003B5D96" w:rsidP="003B5D96">
      <w:pPr>
        <w:pStyle w:val="ab"/>
        <w:ind w:right="390" w:firstLine="748"/>
      </w:pPr>
      <w:r w:rsidRPr="00807602">
        <w:t>- количество классов</w:t>
      </w:r>
      <w:r>
        <w:t>;</w:t>
      </w:r>
    </w:p>
    <w:p w:rsidR="003B5D96" w:rsidRPr="00807602" w:rsidRDefault="003B5D96" w:rsidP="003B5D96">
      <w:pPr>
        <w:pStyle w:val="ab"/>
        <w:ind w:right="390" w:firstLine="748"/>
      </w:pPr>
      <w:r>
        <w:t>- социальный статус семей обучающихся;</w:t>
      </w:r>
    </w:p>
    <w:p w:rsidR="003B5D96" w:rsidRPr="00807602" w:rsidRDefault="003B5D96" w:rsidP="003B5D96">
      <w:pPr>
        <w:pStyle w:val="ab"/>
        <w:ind w:right="390" w:firstLine="748"/>
      </w:pPr>
      <w:r w:rsidRPr="00807602">
        <w:t>- обеспеченность учащих</w:t>
      </w:r>
      <w:r>
        <w:t>ся школьным питанием;</w:t>
      </w:r>
    </w:p>
    <w:p w:rsidR="003B5D96" w:rsidRPr="00807602" w:rsidRDefault="003B5D96" w:rsidP="003B5D96">
      <w:pPr>
        <w:pStyle w:val="ab"/>
        <w:ind w:right="390" w:firstLine="748"/>
      </w:pPr>
      <w:r w:rsidRPr="00807602">
        <w:t>- наличие нормативно-правовой базы</w:t>
      </w:r>
      <w:r>
        <w:t>;</w:t>
      </w:r>
    </w:p>
    <w:p w:rsidR="003B5D96" w:rsidRPr="00807602" w:rsidRDefault="003B5D96" w:rsidP="003B5D96">
      <w:pPr>
        <w:pStyle w:val="ab"/>
        <w:ind w:right="390" w:firstLine="748"/>
      </w:pPr>
      <w:r w:rsidRPr="00807602">
        <w:t>- организация внутришкольного учета (учетные карточки, планы индивидуальной работы, списки детей)</w:t>
      </w:r>
      <w:r>
        <w:t>;</w:t>
      </w:r>
    </w:p>
    <w:p w:rsidR="003B5D96" w:rsidRPr="00807602" w:rsidRDefault="003B5D96" w:rsidP="003B5D96">
      <w:pPr>
        <w:pStyle w:val="ab"/>
        <w:ind w:right="390" w:firstLine="748"/>
      </w:pPr>
      <w:r w:rsidRPr="00807602">
        <w:t>-  основные направления организации  внеклассной работы с учащимися (</w:t>
      </w:r>
      <w:r>
        <w:t xml:space="preserve">в том числе </w:t>
      </w:r>
      <w:r w:rsidRPr="00807602">
        <w:t>работа детских общественных объединени</w:t>
      </w:r>
      <w:r>
        <w:t>й</w:t>
      </w:r>
      <w:r w:rsidRPr="00807602">
        <w:t>)</w:t>
      </w:r>
      <w:r>
        <w:t>;</w:t>
      </w:r>
    </w:p>
    <w:p w:rsidR="003B5D96" w:rsidRPr="00807602" w:rsidRDefault="003B5D96" w:rsidP="003B5D96">
      <w:pPr>
        <w:pStyle w:val="ab"/>
        <w:ind w:right="390" w:firstLine="748"/>
      </w:pPr>
      <w:r w:rsidRPr="00807602">
        <w:t>- количество кружко</w:t>
      </w:r>
      <w:r>
        <w:t>в дополнительного образования (детей занятых в системе дополнительного образования, в том числе «группы риска»</w:t>
      </w:r>
      <w:r w:rsidRPr="00807602">
        <w:t>)</w:t>
      </w:r>
      <w:r>
        <w:t>;</w:t>
      </w:r>
    </w:p>
    <w:p w:rsidR="003B5D96" w:rsidRPr="00807602" w:rsidRDefault="003B5D96" w:rsidP="003B5D96">
      <w:pPr>
        <w:pStyle w:val="ab"/>
        <w:ind w:right="390" w:firstLine="748"/>
      </w:pPr>
      <w:r w:rsidRPr="00807602">
        <w:t>- взаимодействие с субъектами системы профилактики безнадзорности и правонарушений</w:t>
      </w:r>
      <w:r>
        <w:t xml:space="preserve"> несовершеннолетних;</w:t>
      </w:r>
    </w:p>
    <w:p w:rsidR="003B5D96" w:rsidRPr="00807602" w:rsidRDefault="003B5D96" w:rsidP="003B5D96">
      <w:pPr>
        <w:pStyle w:val="ab"/>
        <w:ind w:right="390" w:firstLine="748"/>
      </w:pPr>
      <w:r w:rsidRPr="00807602">
        <w:t>- работа по выявлению и вовлечению в учебный процесс не посещающих образовательное учреждение детей</w:t>
      </w:r>
      <w:r>
        <w:t>;</w:t>
      </w:r>
    </w:p>
    <w:p w:rsidR="003B5D96" w:rsidRPr="00807602" w:rsidRDefault="003B5D96" w:rsidP="003B5D96">
      <w:pPr>
        <w:pStyle w:val="ab"/>
        <w:ind w:right="390" w:firstLine="748"/>
      </w:pPr>
      <w:r w:rsidRPr="00807602">
        <w:t>- работа по профилактике безнадзорности в микрорайоне образовательного учреждения</w:t>
      </w:r>
      <w:r>
        <w:t>.</w:t>
      </w:r>
    </w:p>
    <w:p w:rsidR="003B5D96" w:rsidRPr="00807602" w:rsidRDefault="003B5D96" w:rsidP="003B5D96">
      <w:pPr>
        <w:pStyle w:val="ab"/>
        <w:ind w:left="0"/>
        <w:rPr>
          <w:b/>
          <w:i/>
        </w:rPr>
      </w:pPr>
      <w:r w:rsidRPr="00807602">
        <w:rPr>
          <w:b/>
          <w:i/>
        </w:rPr>
        <w:t>3.</w:t>
      </w:r>
      <w:r w:rsidRPr="00807602">
        <w:t xml:space="preserve"> </w:t>
      </w:r>
      <w:r>
        <w:rPr>
          <w:b/>
          <w:i/>
        </w:rPr>
        <w:t>О</w:t>
      </w:r>
      <w:r w:rsidRPr="00807602">
        <w:rPr>
          <w:b/>
          <w:i/>
        </w:rPr>
        <w:t xml:space="preserve">тчет о выполнении программ социальной реабилитации </w:t>
      </w:r>
      <w:r>
        <w:rPr>
          <w:b/>
          <w:i/>
        </w:rPr>
        <w:t>несовершеннолетних,</w:t>
      </w:r>
      <w:r w:rsidRPr="00807602">
        <w:rPr>
          <w:b/>
          <w:i/>
        </w:rPr>
        <w:t xml:space="preserve"> состоящих на </w:t>
      </w:r>
      <w:r>
        <w:rPr>
          <w:b/>
          <w:i/>
        </w:rPr>
        <w:t>персонифицированном учете в ТКДН и ЗП:</w:t>
      </w:r>
    </w:p>
    <w:p w:rsidR="003B5D96" w:rsidRPr="00807602" w:rsidRDefault="003B5D96" w:rsidP="003B5D96">
      <w:pPr>
        <w:pStyle w:val="ab"/>
      </w:pPr>
      <w:r>
        <w:t>1) И</w:t>
      </w:r>
      <w:r w:rsidRPr="00807602">
        <w:t xml:space="preserve">нформация о выполнении </w:t>
      </w:r>
      <w:r>
        <w:t xml:space="preserve">индивидуальных </w:t>
      </w:r>
      <w:r w:rsidRPr="00807602">
        <w:t xml:space="preserve">программ социальной реабилитации предоставляется </w:t>
      </w:r>
      <w:r>
        <w:t>в ТКДН и ЗП</w:t>
      </w:r>
      <w:r w:rsidRPr="00807602">
        <w:t xml:space="preserve">  </w:t>
      </w:r>
      <w:r w:rsidRPr="006C2D64">
        <w:rPr>
          <w:b/>
        </w:rPr>
        <w:t>два раза в год: в декабре и июне</w:t>
      </w:r>
      <w:r w:rsidRPr="00807602">
        <w:t xml:space="preserve"> и отражает деятельность образовательного учреждения за отчетный период;</w:t>
      </w:r>
    </w:p>
    <w:p w:rsidR="003B5D96" w:rsidRPr="00807602" w:rsidRDefault="003B5D96" w:rsidP="003B5D96">
      <w:pPr>
        <w:pStyle w:val="ab"/>
      </w:pPr>
      <w:r w:rsidRPr="00807602">
        <w:t>составляется на каждого несовершеннолетнего</w:t>
      </w:r>
      <w:r>
        <w:t>,</w:t>
      </w:r>
      <w:r w:rsidRPr="00807602">
        <w:t xml:space="preserve"> состоящ</w:t>
      </w:r>
      <w:r>
        <w:t xml:space="preserve">его на персонифицированном учете </w:t>
      </w:r>
      <w:r w:rsidRPr="00807602">
        <w:t xml:space="preserve"> </w:t>
      </w:r>
      <w:r>
        <w:t xml:space="preserve">в ТКДН и ЗП </w:t>
      </w:r>
      <w:r w:rsidRPr="00807602">
        <w:t>отдельно</w:t>
      </w:r>
      <w:r>
        <w:t>;</w:t>
      </w:r>
    </w:p>
    <w:p w:rsidR="003B5D96" w:rsidRPr="00807602" w:rsidRDefault="003B5D96" w:rsidP="003B5D96">
      <w:pPr>
        <w:pStyle w:val="ab"/>
      </w:pPr>
      <w:r w:rsidRPr="00807602">
        <w:t>составляется на официальном бланке образовательного учреждения, подписывается руководителем, заверяется печатью.</w:t>
      </w:r>
    </w:p>
    <w:p w:rsidR="003B5D96" w:rsidRDefault="003B5D96" w:rsidP="003B5D96">
      <w:pPr>
        <w:pStyle w:val="ab"/>
      </w:pPr>
      <w:r>
        <w:t xml:space="preserve">2) </w:t>
      </w:r>
      <w:r w:rsidRPr="00807602">
        <w:t xml:space="preserve">В отчете должны быть отражены данные о выполнении </w:t>
      </w:r>
      <w:r>
        <w:t>индивидуальных программ реабилитации;</w:t>
      </w:r>
      <w:r w:rsidRPr="00807602">
        <w:t xml:space="preserve"> мероприятия,  про</w:t>
      </w:r>
      <w:r>
        <w:t xml:space="preserve">веденные сверх программы; </w:t>
      </w:r>
      <w:r w:rsidRPr="00B87DAA">
        <w:rPr>
          <w:i/>
        </w:rPr>
        <w:t>выводы о целесообразности снятия с учета или продления программы реабилитации</w:t>
      </w:r>
    </w:p>
    <w:p w:rsidR="003B5D96" w:rsidRPr="00807602" w:rsidRDefault="003B5D96" w:rsidP="003B5D96">
      <w:pPr>
        <w:pStyle w:val="ab"/>
      </w:pPr>
      <w:r w:rsidRPr="00807602">
        <w:t>Есл</w:t>
      </w:r>
      <w:r>
        <w:t>и администрация школы считает необходимым</w:t>
      </w:r>
      <w:r w:rsidRPr="00807602">
        <w:t xml:space="preserve"> проложить профилактическую работу</w:t>
      </w:r>
      <w:r>
        <w:t xml:space="preserve"> с несовершеннолетним</w:t>
      </w:r>
      <w:r w:rsidRPr="00807602">
        <w:t xml:space="preserve">, необходимо </w:t>
      </w:r>
      <w:r w:rsidRPr="00B87DAA">
        <w:rPr>
          <w:b/>
        </w:rPr>
        <w:t>внести предложения</w:t>
      </w:r>
      <w:r>
        <w:t xml:space="preserve">, </w:t>
      </w:r>
      <w:r w:rsidRPr="00807602">
        <w:t>указать какие проблемы требуют решения и какие субъекты профилактики необходимо привлечь к профилактической работе.</w:t>
      </w:r>
    </w:p>
    <w:p w:rsidR="003B5D96" w:rsidRPr="00807602" w:rsidRDefault="003B5D96" w:rsidP="003B5D96">
      <w:pPr>
        <w:jc w:val="both"/>
        <w:rPr>
          <w:sz w:val="24"/>
          <w:szCs w:val="24"/>
        </w:rPr>
      </w:pPr>
    </w:p>
    <w:p w:rsidR="003B5D96" w:rsidRPr="00807602" w:rsidRDefault="003B5D96" w:rsidP="003B5D96">
      <w:pPr>
        <w:jc w:val="both"/>
        <w:rPr>
          <w:sz w:val="24"/>
          <w:szCs w:val="24"/>
        </w:rPr>
      </w:pPr>
    </w:p>
    <w:p w:rsidR="003B5D96" w:rsidRDefault="003B5D96" w:rsidP="003B5D96">
      <w:pPr>
        <w:pStyle w:val="11"/>
        <w:spacing w:line="240" w:lineRule="auto"/>
        <w:ind w:firstLine="340"/>
        <w:jc w:val="center"/>
        <w:rPr>
          <w:sz w:val="24"/>
          <w:szCs w:val="24"/>
        </w:rPr>
      </w:pPr>
      <w:r>
        <w:rPr>
          <w:sz w:val="24"/>
          <w:szCs w:val="24"/>
        </w:rPr>
        <w:tab/>
      </w:r>
      <w:r>
        <w:rPr>
          <w:sz w:val="24"/>
          <w:szCs w:val="24"/>
        </w:rPr>
        <w:tab/>
      </w:r>
      <w:r>
        <w:rPr>
          <w:sz w:val="24"/>
          <w:szCs w:val="24"/>
        </w:rPr>
        <w:tab/>
      </w:r>
      <w:r>
        <w:rPr>
          <w:sz w:val="24"/>
          <w:szCs w:val="24"/>
        </w:rPr>
        <w:tab/>
      </w: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Default="003B5D96" w:rsidP="003B5D96">
      <w:pPr>
        <w:pStyle w:val="11"/>
        <w:spacing w:line="240" w:lineRule="auto"/>
        <w:ind w:firstLine="340"/>
        <w:jc w:val="center"/>
        <w:rPr>
          <w:sz w:val="24"/>
          <w:szCs w:val="24"/>
        </w:rPr>
      </w:pPr>
    </w:p>
    <w:p w:rsidR="003B5D96" w:rsidRPr="00807602" w:rsidRDefault="003B5D96" w:rsidP="003B5D96">
      <w:pPr>
        <w:rPr>
          <w:sz w:val="24"/>
          <w:szCs w:val="24"/>
        </w:rPr>
      </w:pPr>
      <w:r w:rsidRPr="00807602">
        <w:rPr>
          <w:sz w:val="24"/>
          <w:szCs w:val="24"/>
        </w:rPr>
        <w:t xml:space="preserve">                                                                                                     </w:t>
      </w:r>
    </w:p>
    <w:p w:rsidR="003B5D96" w:rsidRPr="00807602" w:rsidRDefault="003B5D96" w:rsidP="003B5D96">
      <w:pPr>
        <w:pStyle w:val="ConsPlusNormal"/>
        <w:widowControl/>
        <w:ind w:firstLine="0"/>
        <w:jc w:val="center"/>
        <w:rPr>
          <w:rFonts w:ascii="Times New Roman" w:hAnsi="Times New Roman" w:cs="Times New Roman"/>
          <w:sz w:val="24"/>
          <w:szCs w:val="24"/>
        </w:rPr>
      </w:pPr>
      <w:r w:rsidRPr="00807602">
        <w:rPr>
          <w:sz w:val="24"/>
          <w:szCs w:val="24"/>
        </w:rPr>
        <w:tab/>
      </w:r>
      <w:r w:rsidRPr="00807602">
        <w:rPr>
          <w:sz w:val="24"/>
          <w:szCs w:val="24"/>
        </w:rPr>
        <w:tab/>
      </w:r>
      <w:r w:rsidRPr="00807602">
        <w:rPr>
          <w:rFonts w:ascii="Times New Roman" w:hAnsi="Times New Roman" w:cs="Times New Roman"/>
          <w:sz w:val="24"/>
          <w:szCs w:val="24"/>
        </w:rPr>
        <w:t>СВЕРДЛОВСКАЯ  ОБЛАСТЬ</w:t>
      </w:r>
    </w:p>
    <w:p w:rsidR="003B5D96" w:rsidRPr="00807602" w:rsidRDefault="003B5D96" w:rsidP="003B5D96">
      <w:pPr>
        <w:pStyle w:val="ConsPlusNormal"/>
        <w:widowControl/>
        <w:ind w:firstLine="0"/>
        <w:jc w:val="center"/>
        <w:rPr>
          <w:rFonts w:ascii="Times New Roman" w:hAnsi="Times New Roman" w:cs="Times New Roman"/>
          <w:sz w:val="24"/>
          <w:szCs w:val="24"/>
        </w:rPr>
      </w:pPr>
      <w:r w:rsidRPr="00807602">
        <w:rPr>
          <w:rFonts w:ascii="Times New Roman" w:hAnsi="Times New Roman" w:cs="Times New Roman"/>
          <w:sz w:val="24"/>
          <w:szCs w:val="24"/>
        </w:rPr>
        <w:t>ГЛАВА ГОРОДА КАМЕНСКА-УРАЛЬСКОГО</w:t>
      </w:r>
    </w:p>
    <w:p w:rsidR="003B5D96" w:rsidRPr="00807602" w:rsidRDefault="003B5D96" w:rsidP="003B5D96">
      <w:pPr>
        <w:pStyle w:val="ConsPlusTitle"/>
        <w:widowControl/>
        <w:jc w:val="center"/>
        <w:rPr>
          <w:rFonts w:ascii="Times New Roman" w:hAnsi="Times New Roman" w:cs="Times New Roman"/>
          <w:sz w:val="24"/>
          <w:szCs w:val="24"/>
        </w:rPr>
      </w:pPr>
    </w:p>
    <w:p w:rsidR="003B5D96" w:rsidRPr="00807602" w:rsidRDefault="003B5D96" w:rsidP="003B5D96">
      <w:pPr>
        <w:pStyle w:val="ConsPlusTitle"/>
        <w:widowControl/>
        <w:jc w:val="center"/>
        <w:rPr>
          <w:rFonts w:ascii="Times New Roman" w:hAnsi="Times New Roman" w:cs="Times New Roman"/>
          <w:sz w:val="24"/>
          <w:szCs w:val="24"/>
        </w:rPr>
      </w:pPr>
      <w:r w:rsidRPr="00807602">
        <w:rPr>
          <w:rFonts w:ascii="Times New Roman" w:hAnsi="Times New Roman" w:cs="Times New Roman"/>
          <w:sz w:val="24"/>
          <w:szCs w:val="24"/>
        </w:rPr>
        <w:t>ПОСТАНОВЛЕНИЕ</w:t>
      </w:r>
    </w:p>
    <w:p w:rsidR="003B5D96" w:rsidRPr="00807602" w:rsidRDefault="003B5D96" w:rsidP="003B5D96">
      <w:pPr>
        <w:pStyle w:val="ConsPlusTitle"/>
        <w:widowControl/>
        <w:jc w:val="center"/>
        <w:rPr>
          <w:rFonts w:ascii="Times New Roman" w:hAnsi="Times New Roman" w:cs="Times New Roman"/>
          <w:sz w:val="24"/>
          <w:szCs w:val="24"/>
        </w:rPr>
      </w:pPr>
      <w:r w:rsidRPr="00807602">
        <w:rPr>
          <w:rFonts w:ascii="Times New Roman" w:hAnsi="Times New Roman" w:cs="Times New Roman"/>
          <w:sz w:val="24"/>
          <w:szCs w:val="24"/>
        </w:rPr>
        <w:t>__________________________________________________________________</w:t>
      </w:r>
    </w:p>
    <w:p w:rsidR="003B5D96" w:rsidRPr="00807602" w:rsidRDefault="003B5D96" w:rsidP="003B5D96">
      <w:pPr>
        <w:pStyle w:val="ConsPlusTitle"/>
        <w:widowControl/>
        <w:rPr>
          <w:rFonts w:ascii="Times New Roman" w:hAnsi="Times New Roman" w:cs="Times New Roman"/>
          <w:sz w:val="24"/>
          <w:szCs w:val="24"/>
        </w:rPr>
      </w:pPr>
      <w:r w:rsidRPr="00807602">
        <w:rPr>
          <w:rFonts w:ascii="Times New Roman" w:hAnsi="Times New Roman" w:cs="Times New Roman"/>
          <w:sz w:val="24"/>
          <w:szCs w:val="24"/>
        </w:rPr>
        <w:t>от _19.01.2009 г</w:t>
      </w:r>
      <w:r>
        <w:rPr>
          <w:rFonts w:ascii="Times New Roman" w:hAnsi="Times New Roman" w:cs="Times New Roman"/>
          <w:sz w:val="24"/>
          <w:szCs w:val="24"/>
        </w:rPr>
        <w:t>.</w:t>
      </w:r>
      <w:r w:rsidRPr="00807602">
        <w:rPr>
          <w:rFonts w:ascii="Times New Roman" w:hAnsi="Times New Roman" w:cs="Times New Roman"/>
          <w:sz w:val="24"/>
          <w:szCs w:val="24"/>
        </w:rPr>
        <w:t xml:space="preserve">   №  31</w:t>
      </w:r>
    </w:p>
    <w:p w:rsidR="003B5D96" w:rsidRPr="00807602" w:rsidRDefault="003B5D96" w:rsidP="003B5D96">
      <w:pPr>
        <w:pStyle w:val="ConsPlusTitle"/>
        <w:widowControl/>
        <w:rPr>
          <w:rFonts w:ascii="Times New Roman" w:hAnsi="Times New Roman" w:cs="Times New Roman"/>
          <w:sz w:val="24"/>
          <w:szCs w:val="24"/>
        </w:rPr>
      </w:pPr>
    </w:p>
    <w:p w:rsidR="003B5D96" w:rsidRPr="00807602" w:rsidRDefault="003B5D96" w:rsidP="003B5D96">
      <w:pPr>
        <w:pStyle w:val="ConsPlusTitle"/>
        <w:widowControl/>
        <w:jc w:val="both"/>
        <w:rPr>
          <w:rFonts w:ascii="Times New Roman" w:hAnsi="Times New Roman" w:cs="Times New Roman"/>
          <w:i/>
          <w:iCs/>
          <w:sz w:val="24"/>
          <w:szCs w:val="24"/>
        </w:rPr>
      </w:pPr>
      <w:r w:rsidRPr="00807602">
        <w:rPr>
          <w:rFonts w:ascii="Times New Roman" w:hAnsi="Times New Roman" w:cs="Times New Roman"/>
          <w:i/>
          <w:iCs/>
          <w:sz w:val="24"/>
          <w:szCs w:val="24"/>
        </w:rPr>
        <w:t>Об организации  на  территории  города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jc w:val="center"/>
        <w:rPr>
          <w:rFonts w:ascii="Times New Roman" w:hAnsi="Times New Roman" w:cs="Times New Roman"/>
          <w:b/>
          <w:bCs/>
          <w:i/>
          <w:iCs/>
          <w:sz w:val="24"/>
          <w:szCs w:val="24"/>
        </w:rPr>
      </w:pPr>
    </w:p>
    <w:p w:rsidR="003B5D96" w:rsidRPr="00807602" w:rsidRDefault="003B5D96" w:rsidP="003B5D96">
      <w:pPr>
        <w:pStyle w:val="ConsPlusNormal"/>
        <w:widowControl/>
        <w:ind w:firstLine="0"/>
        <w:rPr>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В целях создания системы персонифицированного учета семей и детей, находящихся в социально опасном положении, проживающих на территории  города Каменска-Уральского, на основании постановления Правительства Свердловской области от 26.03.2004 №  206-ПП «Об утверждении примерных форм документов персонифицированного учета несовершеннолетних и семей, находящихся в социально опасном положении, и порядка их заполнения в Свердловской области», </w:t>
      </w:r>
    </w:p>
    <w:p w:rsidR="003B5D96" w:rsidRPr="00807602" w:rsidRDefault="003B5D96" w:rsidP="003B5D96">
      <w:pPr>
        <w:pStyle w:val="ConsPlusNormal"/>
        <w:widowControl/>
        <w:ind w:firstLine="540"/>
        <w:jc w:val="both"/>
        <w:rPr>
          <w:rFonts w:ascii="Times New Roman" w:hAnsi="Times New Roman" w:cs="Times New Roman"/>
          <w:sz w:val="24"/>
          <w:szCs w:val="24"/>
        </w:rPr>
      </w:pPr>
    </w:p>
    <w:p w:rsidR="003B5D96" w:rsidRPr="00807602" w:rsidRDefault="003B5D96" w:rsidP="003B5D96">
      <w:pPr>
        <w:pStyle w:val="ConsPlusNormal"/>
        <w:widowControl/>
        <w:ind w:firstLine="540"/>
        <w:jc w:val="both"/>
        <w:rPr>
          <w:rFonts w:ascii="Times New Roman" w:hAnsi="Times New Roman" w:cs="Times New Roman"/>
          <w:b/>
          <w:bCs/>
          <w:sz w:val="24"/>
          <w:szCs w:val="24"/>
        </w:rPr>
      </w:pPr>
      <w:r w:rsidRPr="00807602">
        <w:rPr>
          <w:rFonts w:ascii="Times New Roman" w:hAnsi="Times New Roman" w:cs="Times New Roman"/>
          <w:b/>
          <w:bCs/>
          <w:sz w:val="24"/>
          <w:szCs w:val="24"/>
        </w:rPr>
        <w:t>ПОСТАНОВЛЯЮ:</w:t>
      </w:r>
    </w:p>
    <w:p w:rsidR="003B5D96" w:rsidRPr="00807602" w:rsidRDefault="003B5D96" w:rsidP="003B5D96">
      <w:pPr>
        <w:pStyle w:val="ConsPlusNormal"/>
        <w:widowControl/>
        <w:ind w:firstLine="540"/>
        <w:jc w:val="both"/>
        <w:rPr>
          <w:rFonts w:ascii="Times New Roman" w:hAnsi="Times New Roman" w:cs="Times New Roman"/>
          <w:b/>
          <w:bCs/>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1. Утвердить Положение об организации  на территории  города персонифицированного учета несовершеннолетних и семей, находящихся в социально опасном положении (далее по тексту - Положение) (прилагается).</w:t>
      </w:r>
    </w:p>
    <w:p w:rsidR="003B5D96" w:rsidRPr="00807602" w:rsidRDefault="003B5D96" w:rsidP="003B5D96">
      <w:pPr>
        <w:pStyle w:val="ConsPlusNormal"/>
        <w:widowControl/>
        <w:ind w:firstLine="540"/>
        <w:jc w:val="both"/>
        <w:rPr>
          <w:rFonts w:ascii="Times New Roman" w:hAnsi="Times New Roman" w:cs="Times New Roman"/>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2. Органам и учреждениям системы профилактики правонарушений  в городе Каменске-Уральском организовать работу по совершенствованию персонифицированного учета несовершеннолетних и семей, находящихся в социально опасном положении, в соответствии с Положением.</w:t>
      </w:r>
    </w:p>
    <w:p w:rsidR="003B5D96" w:rsidRPr="00807602" w:rsidRDefault="003B5D96" w:rsidP="003B5D96">
      <w:pPr>
        <w:pStyle w:val="ConsPlusNormal"/>
        <w:widowControl/>
        <w:ind w:firstLine="540"/>
        <w:jc w:val="both"/>
        <w:rPr>
          <w:rFonts w:ascii="Times New Roman" w:hAnsi="Times New Roman" w:cs="Times New Roman"/>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p>
    <w:p w:rsidR="003B5D96" w:rsidRPr="00807602" w:rsidRDefault="003B5D96" w:rsidP="003B5D96">
      <w:pPr>
        <w:pStyle w:val="ConsPlusNormal"/>
        <w:widowControl/>
        <w:ind w:firstLine="539"/>
        <w:jc w:val="both"/>
        <w:rPr>
          <w:rFonts w:ascii="Times New Roman" w:hAnsi="Times New Roman" w:cs="Times New Roman"/>
          <w:sz w:val="24"/>
          <w:szCs w:val="24"/>
        </w:rPr>
      </w:pPr>
      <w:r w:rsidRPr="00807602">
        <w:rPr>
          <w:rFonts w:ascii="Times New Roman" w:hAnsi="Times New Roman" w:cs="Times New Roman"/>
          <w:sz w:val="24"/>
          <w:szCs w:val="24"/>
        </w:rPr>
        <w:t>3. Контроль за   выполнением настоящего постановления возложить на заместителя главы администрации  города</w:t>
      </w:r>
      <w:r w:rsidRPr="00807602">
        <w:rPr>
          <w:rFonts w:ascii="Times New Roman" w:hAnsi="Times New Roman" w:cs="Times New Roman"/>
          <w:sz w:val="24"/>
          <w:szCs w:val="24"/>
        </w:rPr>
        <w:tab/>
        <w:t>по социальной   политике  Миронова Д.В.</w:t>
      </w:r>
    </w:p>
    <w:p w:rsidR="003B5D96" w:rsidRPr="00807602" w:rsidRDefault="003B5D96" w:rsidP="003B5D96">
      <w:pPr>
        <w:pStyle w:val="ConsPlusNormal"/>
        <w:widowControl/>
        <w:ind w:firstLine="0"/>
        <w:jc w:val="both"/>
        <w:rPr>
          <w:rFonts w:ascii="Times New Roman" w:hAnsi="Times New Roman" w:cs="Times New Roman"/>
          <w:sz w:val="24"/>
          <w:szCs w:val="24"/>
        </w:rPr>
      </w:pPr>
    </w:p>
    <w:p w:rsidR="003B5D96" w:rsidRPr="00807602" w:rsidRDefault="003B5D96" w:rsidP="003B5D96">
      <w:pPr>
        <w:pStyle w:val="ConsPlusNormal"/>
        <w:widowControl/>
        <w:ind w:firstLine="0"/>
        <w:jc w:val="both"/>
        <w:rPr>
          <w:rFonts w:ascii="Times New Roman" w:hAnsi="Times New Roman" w:cs="Times New Roman"/>
          <w:sz w:val="24"/>
          <w:szCs w:val="24"/>
        </w:rPr>
      </w:pPr>
    </w:p>
    <w:p w:rsidR="003B5D96" w:rsidRPr="00807602" w:rsidRDefault="003B5D96" w:rsidP="003B5D96">
      <w:pPr>
        <w:pStyle w:val="ConsPlusNormal"/>
        <w:widowControl/>
        <w:ind w:firstLine="0"/>
        <w:rPr>
          <w:rFonts w:ascii="Times New Roman" w:hAnsi="Times New Roman" w:cs="Times New Roman"/>
          <w:sz w:val="24"/>
          <w:szCs w:val="24"/>
        </w:rPr>
      </w:pPr>
    </w:p>
    <w:p w:rsidR="003B5D96" w:rsidRPr="00807602" w:rsidRDefault="003B5D96" w:rsidP="003B5D96">
      <w:pPr>
        <w:pStyle w:val="ConsPlusNormal"/>
        <w:widowControl/>
        <w:ind w:firstLine="0"/>
        <w:rPr>
          <w:rFonts w:ascii="Times New Roman" w:hAnsi="Times New Roman" w:cs="Times New Roman"/>
          <w:sz w:val="24"/>
          <w:szCs w:val="24"/>
        </w:rPr>
      </w:pPr>
    </w:p>
    <w:p w:rsidR="003B5D96" w:rsidRPr="00807602" w:rsidRDefault="003B5D96" w:rsidP="003B5D96">
      <w:pPr>
        <w:pStyle w:val="ConsPlusNormal"/>
        <w:widowControl/>
        <w:ind w:firstLine="0"/>
        <w:rPr>
          <w:rFonts w:ascii="Times New Roman" w:hAnsi="Times New Roman" w:cs="Times New Roman"/>
          <w:sz w:val="24"/>
          <w:szCs w:val="24"/>
        </w:rPr>
      </w:pPr>
    </w:p>
    <w:p w:rsidR="003B5D96" w:rsidRPr="00807602" w:rsidRDefault="003B5D96" w:rsidP="003B5D96">
      <w:pPr>
        <w:pStyle w:val="ConsPlusNormal"/>
        <w:widowControl/>
        <w:ind w:firstLine="0"/>
        <w:jc w:val="right"/>
        <w:rPr>
          <w:rFonts w:ascii="Times New Roman" w:hAnsi="Times New Roman" w:cs="Times New Roman"/>
          <w:sz w:val="24"/>
          <w:szCs w:val="24"/>
        </w:rPr>
      </w:pPr>
      <w:r w:rsidRPr="00807602">
        <w:rPr>
          <w:rFonts w:ascii="Times New Roman" w:hAnsi="Times New Roman" w:cs="Times New Roman"/>
          <w:sz w:val="24"/>
          <w:szCs w:val="24"/>
        </w:rPr>
        <w:t>Глава города             . Астахов</w:t>
      </w:r>
    </w:p>
    <w:p w:rsidR="003B5D96" w:rsidRPr="00807602" w:rsidRDefault="003B5D96" w:rsidP="003B5D96">
      <w:pPr>
        <w:pStyle w:val="ConsPlusNormal"/>
        <w:widowControl/>
        <w:ind w:firstLine="0"/>
        <w:jc w:val="right"/>
        <w:rPr>
          <w:rFonts w:ascii="Times New Roman" w:hAnsi="Times New Roman" w:cs="Times New Roman"/>
          <w:sz w:val="24"/>
          <w:szCs w:val="24"/>
        </w:rPr>
      </w:pPr>
    </w:p>
    <w:p w:rsidR="003B5D96" w:rsidRPr="00807602" w:rsidRDefault="003B5D96" w:rsidP="003B5D96">
      <w:pPr>
        <w:pStyle w:val="ConsPlusNormal"/>
        <w:widowControl/>
        <w:ind w:firstLine="0"/>
        <w:jc w:val="right"/>
        <w:rPr>
          <w:rFonts w:ascii="Times New Roman" w:hAnsi="Times New Roman" w:cs="Times New Roman"/>
          <w:sz w:val="24"/>
          <w:szCs w:val="24"/>
        </w:rPr>
      </w:pPr>
    </w:p>
    <w:p w:rsidR="003B5D96" w:rsidRPr="00807602" w:rsidRDefault="003B5D96" w:rsidP="003B5D96">
      <w:pPr>
        <w:pStyle w:val="ConsPlusNormal"/>
        <w:widowControl/>
        <w:ind w:firstLine="0"/>
        <w:jc w:val="right"/>
        <w:rPr>
          <w:rFonts w:ascii="Times New Roman" w:hAnsi="Times New Roman" w:cs="Times New Roman"/>
          <w:sz w:val="24"/>
          <w:szCs w:val="24"/>
        </w:rPr>
      </w:pPr>
    </w:p>
    <w:p w:rsidR="003B5D96" w:rsidRPr="00807602" w:rsidRDefault="003B5D96" w:rsidP="003B5D96">
      <w:pPr>
        <w:pStyle w:val="ConsPlusNormal"/>
        <w:widowControl/>
        <w:ind w:firstLine="0"/>
        <w:jc w:val="right"/>
        <w:rPr>
          <w:rFonts w:ascii="Times New Roman" w:hAnsi="Times New Roman" w:cs="Times New Roman"/>
          <w:sz w:val="24"/>
          <w:szCs w:val="24"/>
        </w:rPr>
      </w:pPr>
    </w:p>
    <w:p w:rsidR="003B5D96" w:rsidRDefault="003B5D96" w:rsidP="003B5D96">
      <w:pPr>
        <w:pStyle w:val="ConsPlusTitle"/>
        <w:widowControl/>
        <w:jc w:val="center"/>
        <w:rPr>
          <w:rFonts w:ascii="Times New Roman" w:hAnsi="Times New Roman" w:cs="Times New Roman"/>
          <w:sz w:val="24"/>
          <w:szCs w:val="24"/>
        </w:rPr>
      </w:pPr>
    </w:p>
    <w:p w:rsidR="003B5D96" w:rsidRDefault="003B5D96" w:rsidP="003B5D96">
      <w:pPr>
        <w:pStyle w:val="ConsPlusTitle"/>
        <w:widowControl/>
        <w:jc w:val="center"/>
        <w:rPr>
          <w:rFonts w:ascii="Times New Roman" w:hAnsi="Times New Roman" w:cs="Times New Roman"/>
          <w:sz w:val="24"/>
          <w:szCs w:val="24"/>
        </w:rPr>
      </w:pPr>
    </w:p>
    <w:p w:rsidR="003B5D96" w:rsidRDefault="003B5D96" w:rsidP="003B5D96">
      <w:pPr>
        <w:pStyle w:val="ConsPlusTitle"/>
        <w:widowControl/>
        <w:jc w:val="center"/>
        <w:rPr>
          <w:rFonts w:ascii="Times New Roman" w:hAnsi="Times New Roman" w:cs="Times New Roman"/>
          <w:sz w:val="24"/>
          <w:szCs w:val="24"/>
        </w:rPr>
      </w:pPr>
    </w:p>
    <w:p w:rsidR="003B5D96" w:rsidRDefault="003B5D96" w:rsidP="003B5D96">
      <w:pPr>
        <w:pStyle w:val="ConsPlusTitle"/>
        <w:widowControl/>
        <w:jc w:val="center"/>
        <w:rPr>
          <w:rFonts w:ascii="Times New Roman" w:hAnsi="Times New Roman" w:cs="Times New Roman"/>
          <w:sz w:val="24"/>
          <w:szCs w:val="24"/>
        </w:rPr>
      </w:pPr>
    </w:p>
    <w:p w:rsidR="003B5D96" w:rsidRDefault="003B5D96" w:rsidP="003B5D96">
      <w:pPr>
        <w:pStyle w:val="ConsPlusTitle"/>
        <w:widowControl/>
        <w:jc w:val="center"/>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right"/>
        <w:outlineLvl w:val="0"/>
        <w:rPr>
          <w:rFonts w:ascii="Times New Roman" w:hAnsi="Times New Roman" w:cs="Times New Roman"/>
          <w:sz w:val="24"/>
          <w:szCs w:val="24"/>
        </w:rPr>
      </w:pPr>
    </w:p>
    <w:p w:rsidR="003B5D96" w:rsidRDefault="003B5D96" w:rsidP="003B5D96">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ab/>
        <w:t xml:space="preserve">                                                                                          Утверждено постановлением</w:t>
      </w:r>
    </w:p>
    <w:p w:rsidR="003B5D96" w:rsidRDefault="003B5D96" w:rsidP="003B5D96">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главы города</w:t>
      </w:r>
    </w:p>
    <w:p w:rsidR="003B5D96" w:rsidRDefault="003B5D96" w:rsidP="003B5D96">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 xml:space="preserve">                                                                                                                   от 19.01.2009 г. № 31</w:t>
      </w:r>
      <w:r w:rsidRPr="00807602">
        <w:rPr>
          <w:rFonts w:ascii="Times New Roman" w:hAnsi="Times New Roman" w:cs="Times New Roman"/>
          <w:sz w:val="24"/>
          <w:szCs w:val="24"/>
        </w:rPr>
        <w:t xml:space="preserve">                                                                                                                            </w:t>
      </w:r>
    </w:p>
    <w:p w:rsidR="003B5D96" w:rsidRDefault="003B5D96" w:rsidP="003B5D96">
      <w:pPr>
        <w:pStyle w:val="ConsPlusTitle"/>
        <w:widowControl/>
        <w:rPr>
          <w:rFonts w:ascii="Times New Roman" w:hAnsi="Times New Roman" w:cs="Times New Roman"/>
          <w:sz w:val="24"/>
          <w:szCs w:val="24"/>
        </w:rPr>
      </w:pPr>
    </w:p>
    <w:p w:rsidR="003B5D96" w:rsidRPr="00807602" w:rsidRDefault="003B5D96" w:rsidP="003B5D96">
      <w:pPr>
        <w:pStyle w:val="ConsPlusTitle"/>
        <w:widowControl/>
        <w:jc w:val="center"/>
        <w:rPr>
          <w:rFonts w:ascii="Times New Roman" w:hAnsi="Times New Roman" w:cs="Times New Roman"/>
          <w:sz w:val="24"/>
          <w:szCs w:val="24"/>
        </w:rPr>
      </w:pPr>
      <w:r w:rsidRPr="00807602">
        <w:rPr>
          <w:rFonts w:ascii="Times New Roman" w:hAnsi="Times New Roman" w:cs="Times New Roman"/>
          <w:sz w:val="24"/>
          <w:szCs w:val="24"/>
        </w:rPr>
        <w:t>ПОЛОЖЕНИЕ</w:t>
      </w:r>
    </w:p>
    <w:p w:rsidR="003B5D96" w:rsidRPr="00807602" w:rsidRDefault="003B5D96" w:rsidP="003B5D96">
      <w:pPr>
        <w:pStyle w:val="ConsPlusTitle"/>
        <w:widowControl/>
        <w:jc w:val="center"/>
        <w:rPr>
          <w:rFonts w:ascii="Times New Roman" w:hAnsi="Times New Roman" w:cs="Times New Roman"/>
          <w:i/>
          <w:iCs/>
          <w:sz w:val="24"/>
          <w:szCs w:val="24"/>
        </w:rPr>
      </w:pPr>
      <w:r w:rsidRPr="00807602">
        <w:rPr>
          <w:rFonts w:ascii="Times New Roman" w:hAnsi="Times New Roman" w:cs="Times New Roman"/>
          <w:i/>
          <w:iCs/>
          <w:sz w:val="24"/>
          <w:szCs w:val="24"/>
        </w:rPr>
        <w:t>об  организации на территории города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rPr>
          <w:rFonts w:ascii="Times New Roman" w:hAnsi="Times New Roman" w:cs="Times New Roman"/>
          <w:sz w:val="24"/>
          <w:szCs w:val="24"/>
        </w:rPr>
      </w:pPr>
    </w:p>
    <w:p w:rsidR="003B5D96" w:rsidRPr="00807602" w:rsidRDefault="003B5D96" w:rsidP="003B5D96">
      <w:pPr>
        <w:pStyle w:val="ConsPlusNormal"/>
        <w:widowControl/>
        <w:ind w:firstLine="0"/>
        <w:outlineLvl w:val="1"/>
        <w:rPr>
          <w:rFonts w:ascii="Times New Roman" w:hAnsi="Times New Roman" w:cs="Times New Roman"/>
          <w:b/>
          <w:bCs/>
          <w:sz w:val="24"/>
          <w:szCs w:val="24"/>
        </w:rPr>
      </w:pPr>
      <w:r w:rsidRPr="00807602">
        <w:rPr>
          <w:rFonts w:ascii="Times New Roman" w:hAnsi="Times New Roman" w:cs="Times New Roman"/>
          <w:b/>
          <w:bCs/>
          <w:sz w:val="24"/>
          <w:szCs w:val="24"/>
        </w:rPr>
        <w:t>1. Общие  положения</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1.1  Положение об организации на территории города  персонифицированного учета несовершеннолетних и семей, находящихся в социально опасном положении (далее - Положение), разработано в соответствии с Федеральным законом от 24 июня 1999 года № 120-ФЗ «Об основах системы профилактики безнадзорности и правонарушений несовершеннолетних», Законом Свердловской области от 28 ноября 2001 года № 58-ОЗ «О профилактике безнадзорности и правонарушений несовершеннолетних в Свердловской области», Постановлением Правительства Свердловской области от 26 марта 2004 года № 206-ПП «Об утверждении примерных форм документов персонифицированного учета несовершеннолетних и семей, находящихся в социально опасном положении, и порядка их заполнения в Свердловской области»  и устанавливает порядок и правила организации на территории города Каменска-Уральского централизованного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rPr>
          <w:rFonts w:ascii="Times New Roman" w:hAnsi="Times New Roman" w:cs="Times New Roman"/>
          <w:b/>
          <w:bCs/>
          <w:sz w:val="24"/>
          <w:szCs w:val="24"/>
        </w:rPr>
      </w:pP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r w:rsidRPr="00807602">
        <w:rPr>
          <w:rFonts w:ascii="Times New Roman" w:hAnsi="Times New Roman" w:cs="Times New Roman"/>
          <w:b/>
          <w:bCs/>
          <w:sz w:val="24"/>
          <w:szCs w:val="24"/>
        </w:rPr>
        <w:t>2. Цели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2.1 Целями персонифицированного учета являются:</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2.1.1 Создание единой системы персонифицированного учета несовершеннолетних и семей, находящихся в социально опасном положении и проживающих на  территории  города Каменска-Уральского.</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 xml:space="preserve">2.1.2 </w:t>
      </w:r>
      <w:r w:rsidRPr="00807602">
        <w:rPr>
          <w:rFonts w:ascii="Times New Roman" w:hAnsi="Times New Roman" w:cs="Times New Roman"/>
          <w:sz w:val="24"/>
          <w:szCs w:val="24"/>
        </w:rPr>
        <w:tab/>
        <w:t>Создание единой системы индивидуальной  профилактической работы с несовершеннолетними, их родителями (или законными представителями),  находящимися в социально  опасном  положении.</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 xml:space="preserve">2.1.3 </w:t>
      </w:r>
      <w:r w:rsidRPr="00807602">
        <w:rPr>
          <w:rFonts w:ascii="Times New Roman" w:hAnsi="Times New Roman" w:cs="Times New Roman"/>
          <w:sz w:val="24"/>
          <w:szCs w:val="24"/>
        </w:rPr>
        <w:tab/>
        <w:t>Выполнение субъектами системы профилактики безнадзорности и правонарушений несовершеннолетних  города Каменска-Уральского (далее - субъекты профилактики)  индивидуальных программ реабилитации и адаптации несовершеннолетних и  семей, находящихся  в  социально опасном  положении, разработанных  территориальными отраслевыми  исполнительными  органами  государственной власти Свердловской  области территориальными комиссиями  по делам несовершеннолетних и защите их прав Красногорского и Синарского районов.</w:t>
      </w:r>
    </w:p>
    <w:p w:rsidR="003B5D96" w:rsidRPr="00807602" w:rsidRDefault="003B5D96" w:rsidP="003B5D96">
      <w:pPr>
        <w:pStyle w:val="ConsPlusNormal"/>
        <w:widowControl/>
        <w:ind w:firstLine="0"/>
        <w:jc w:val="both"/>
        <w:rPr>
          <w:rFonts w:ascii="Times New Roman" w:hAnsi="Times New Roman" w:cs="Times New Roman"/>
          <w:sz w:val="24"/>
          <w:szCs w:val="24"/>
        </w:rPr>
      </w:pPr>
      <w:r w:rsidRPr="00807602">
        <w:rPr>
          <w:rFonts w:ascii="Times New Roman" w:hAnsi="Times New Roman" w:cs="Times New Roman"/>
          <w:sz w:val="24"/>
          <w:szCs w:val="24"/>
        </w:rPr>
        <w:t xml:space="preserve"> </w:t>
      </w:r>
      <w:r w:rsidRPr="00807602">
        <w:rPr>
          <w:rFonts w:ascii="Times New Roman" w:hAnsi="Times New Roman" w:cs="Times New Roman"/>
          <w:sz w:val="24"/>
          <w:szCs w:val="24"/>
        </w:rPr>
        <w:tab/>
        <w:t xml:space="preserve">2.1.4 </w:t>
      </w:r>
      <w:r w:rsidRPr="00807602">
        <w:rPr>
          <w:rFonts w:ascii="Times New Roman" w:hAnsi="Times New Roman" w:cs="Times New Roman"/>
          <w:sz w:val="24"/>
          <w:szCs w:val="24"/>
        </w:rPr>
        <w:tab/>
        <w:t>Обеспечение исполнительных органов государственной  власти, органов  местного самоуправления, субъектов профилактики  правонарушений достоверной, объективной и систематизированной информацией о несовершеннолетних и семьях, находящихся в социально опасном положении    в целях осуществления правовых, социальных, экономических  и иных мер по обеспечению защиты прав и законных  интересов  несовершеннолетних во всех сферах их жизнедеятельности.</w:t>
      </w:r>
    </w:p>
    <w:p w:rsidR="003B5D96" w:rsidRPr="00807602" w:rsidRDefault="003B5D96" w:rsidP="003B5D96">
      <w:pPr>
        <w:pStyle w:val="ConsPlusNormal"/>
        <w:widowControl/>
        <w:ind w:firstLine="0"/>
        <w:rPr>
          <w:rFonts w:ascii="Times New Roman" w:hAnsi="Times New Roman" w:cs="Times New Roman"/>
          <w:b/>
          <w:bCs/>
          <w:sz w:val="24"/>
          <w:szCs w:val="24"/>
        </w:rPr>
      </w:pPr>
    </w:p>
    <w:p w:rsidR="003B5D96" w:rsidRPr="00807602" w:rsidRDefault="003B5D96" w:rsidP="003B5D96">
      <w:pPr>
        <w:pStyle w:val="ConsPlusNormal"/>
        <w:widowControl/>
        <w:ind w:firstLine="0"/>
        <w:rPr>
          <w:rFonts w:ascii="Times New Roman" w:hAnsi="Times New Roman" w:cs="Times New Roman"/>
          <w:b/>
          <w:bCs/>
          <w:sz w:val="24"/>
          <w:szCs w:val="24"/>
        </w:rPr>
      </w:pP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r w:rsidRPr="00807602">
        <w:rPr>
          <w:rFonts w:ascii="Times New Roman" w:hAnsi="Times New Roman" w:cs="Times New Roman"/>
          <w:b/>
          <w:bCs/>
          <w:sz w:val="24"/>
          <w:szCs w:val="24"/>
        </w:rPr>
        <w:t>3. Задачи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3.1    Задачи персонифицированного учета являются:</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 xml:space="preserve">3.1.1 Выявление  субъектами  профилактики  несовершеннолетних и семей, находящихся в социально опасном положении. </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3.1.2 Организация единого учета несовершеннолетних и семей, находящихся в социально опасном положении, на основании персональных карт, заполненных субъектами профилактики.</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 xml:space="preserve"> 3.1.3 </w:t>
      </w:r>
      <w:r w:rsidRPr="00807602">
        <w:rPr>
          <w:rFonts w:ascii="Times New Roman" w:hAnsi="Times New Roman" w:cs="Times New Roman"/>
          <w:sz w:val="24"/>
          <w:szCs w:val="24"/>
        </w:rPr>
        <w:tab/>
        <w:t>Реализация единого подхода к решению проблем несовершеннолетних и семей, находящихся в социально опасном положении.</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3.1.4 Устранение причин  и условий, способствующих  безнадзорности, беспризорности, правонарушений  и антиобщественных  действий  несовершеннолетних, проживающих на территории города.</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r w:rsidRPr="00807602">
        <w:rPr>
          <w:rFonts w:ascii="Times New Roman" w:hAnsi="Times New Roman" w:cs="Times New Roman"/>
          <w:sz w:val="24"/>
          <w:szCs w:val="24"/>
        </w:rPr>
        <w:t>3.1.5 Разработка и  контроль   за  выполнением  индивидуальных программ   реабилитации и адаптации несовершеннолетних  и семей,   находящихся в социально опасном положении.</w:t>
      </w:r>
    </w:p>
    <w:p w:rsidR="003B5D96" w:rsidRPr="00807602" w:rsidRDefault="003B5D96" w:rsidP="003B5D96">
      <w:pPr>
        <w:pStyle w:val="ConsPlusNormal"/>
        <w:widowControl/>
        <w:ind w:firstLine="540"/>
        <w:jc w:val="both"/>
        <w:outlineLvl w:val="1"/>
        <w:rPr>
          <w:rFonts w:ascii="Times New Roman" w:hAnsi="Times New Roman" w:cs="Times New Roman"/>
          <w:sz w:val="24"/>
          <w:szCs w:val="24"/>
        </w:rPr>
      </w:pPr>
    </w:p>
    <w:p w:rsidR="003B5D96" w:rsidRPr="00807602" w:rsidRDefault="003B5D96" w:rsidP="003B5D96">
      <w:pPr>
        <w:pStyle w:val="ConsPlusNormal"/>
        <w:widowControl/>
        <w:ind w:firstLine="0"/>
        <w:rPr>
          <w:sz w:val="24"/>
          <w:szCs w:val="24"/>
        </w:rPr>
      </w:pP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r w:rsidRPr="00807602">
        <w:rPr>
          <w:rFonts w:ascii="Times New Roman" w:hAnsi="Times New Roman" w:cs="Times New Roman"/>
          <w:b/>
          <w:bCs/>
          <w:sz w:val="24"/>
          <w:szCs w:val="24"/>
        </w:rPr>
        <w:t>4. Принципы организации и  ведения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4.1 Принципы организации и  ведения персонифицированного учета  являются:</w:t>
      </w:r>
    </w:p>
    <w:p w:rsidR="003B5D96" w:rsidRPr="00807602" w:rsidRDefault="003B5D96" w:rsidP="003B5D96">
      <w:pPr>
        <w:pStyle w:val="ConsPlusNormal"/>
        <w:widowControl/>
        <w:ind w:firstLine="708"/>
        <w:jc w:val="both"/>
        <w:outlineLvl w:val="1"/>
        <w:rPr>
          <w:rFonts w:ascii="Times New Roman" w:hAnsi="Times New Roman" w:cs="Times New Roman"/>
          <w:b/>
          <w:bCs/>
          <w:sz w:val="24"/>
          <w:szCs w:val="24"/>
        </w:rPr>
      </w:pPr>
      <w:r w:rsidRPr="00807602">
        <w:rPr>
          <w:rFonts w:ascii="Times New Roman" w:hAnsi="Times New Roman" w:cs="Times New Roman"/>
          <w:sz w:val="24"/>
          <w:szCs w:val="24"/>
        </w:rPr>
        <w:t>4.1.1  Полнота и достоверность информации  о социальных и экономических   условиях  жизнедеятельности   семей и несовершеннолетних,   проживающих  на  территории  города.</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4.1.2  Объединение информационных потоков о  несовершеннолетних и  семьях, находящихся    в  социально  опасном   положении.</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 xml:space="preserve">4.1.3 Осуществление согласованных действий субъектов профилактики в части сбора,  накопления и  формирования   единой   базы  данных о   несовершеннолетних и  семьях, находящихся  в  социально  опасном   положении.   </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 xml:space="preserve">  4.1.4 </w:t>
      </w:r>
      <w:r w:rsidRPr="00807602">
        <w:rPr>
          <w:rFonts w:ascii="Times New Roman" w:hAnsi="Times New Roman" w:cs="Times New Roman"/>
          <w:sz w:val="24"/>
          <w:szCs w:val="24"/>
        </w:rPr>
        <w:tab/>
        <w:t>Разработка  территориальными отраслевыми  исполнительными  органами  государственной власти Свердловской  области территориальными комиссиями  по делам несовершеннолетних и защите их прав Красногорского и Синарского районов  индивидуальных программ  реабилитации и адаптации несовершеннолетних и  семей, находящихся в социально опасном положении.</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4.1.5 Проведение субъектами системы профилактики, в пределах  их компетенции, социальных, педагогических, медицинских, психологических  и других  мероприятий,  направленных  на  восстановление утраченных  несовершеннолетними   и семьями. Находящимися  в  социально  опасном  положении,  социальных  связей.</w:t>
      </w:r>
    </w:p>
    <w:p w:rsidR="003B5D96" w:rsidRPr="00807602" w:rsidRDefault="003B5D96" w:rsidP="003B5D96">
      <w:pPr>
        <w:pStyle w:val="ConsPlusNormal"/>
        <w:widowControl/>
        <w:ind w:firstLine="708"/>
        <w:jc w:val="both"/>
        <w:outlineLvl w:val="1"/>
        <w:rPr>
          <w:rFonts w:ascii="Times New Roman" w:hAnsi="Times New Roman" w:cs="Times New Roman"/>
          <w:sz w:val="24"/>
          <w:szCs w:val="24"/>
        </w:rPr>
      </w:pPr>
      <w:r w:rsidRPr="00807602">
        <w:rPr>
          <w:rFonts w:ascii="Times New Roman" w:hAnsi="Times New Roman" w:cs="Times New Roman"/>
          <w:sz w:val="24"/>
          <w:szCs w:val="24"/>
        </w:rPr>
        <w:t>4.1.6 Использование всеми субъектами профилактики единых документов персонифицированного учета;  единого  порядка их заполнения; единых  статистических  данных.</w:t>
      </w:r>
    </w:p>
    <w:p w:rsidR="003B5D96" w:rsidRPr="00807602" w:rsidRDefault="003B5D96" w:rsidP="003B5D96">
      <w:pPr>
        <w:pStyle w:val="ConsPlusNormal"/>
        <w:widowControl/>
        <w:ind w:firstLine="0"/>
        <w:outlineLvl w:val="1"/>
        <w:rPr>
          <w:rFonts w:ascii="Times New Roman" w:hAnsi="Times New Roman" w:cs="Times New Roman"/>
          <w:sz w:val="24"/>
          <w:szCs w:val="24"/>
        </w:rPr>
      </w:pPr>
    </w:p>
    <w:p w:rsidR="003B5D96" w:rsidRPr="00807602" w:rsidRDefault="003B5D96" w:rsidP="003B5D96">
      <w:pPr>
        <w:pStyle w:val="ConsPlusNormal"/>
        <w:widowControl/>
        <w:ind w:firstLine="0"/>
        <w:outlineLvl w:val="1"/>
        <w:rPr>
          <w:rFonts w:ascii="Times New Roman" w:hAnsi="Times New Roman" w:cs="Times New Roman"/>
          <w:sz w:val="24"/>
          <w:szCs w:val="24"/>
        </w:rPr>
      </w:pP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r w:rsidRPr="00807602">
        <w:rPr>
          <w:rFonts w:ascii="Times New Roman" w:hAnsi="Times New Roman" w:cs="Times New Roman"/>
          <w:b/>
          <w:bCs/>
          <w:sz w:val="24"/>
          <w:szCs w:val="24"/>
        </w:rPr>
        <w:t>5. Организация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jc w:val="both"/>
        <w:outlineLvl w:val="1"/>
        <w:rPr>
          <w:rFonts w:ascii="Times New Roman" w:hAnsi="Times New Roman" w:cs="Times New Roman"/>
          <w:b/>
          <w:bCs/>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5.1  Выявление несовершеннолетних  и семей, находящихся в социально опасном положении,   проживающих   на территории города осуществляется всеми  субъектами  профилактики,  в  пределах  их  компетенции.</w:t>
      </w:r>
    </w:p>
    <w:p w:rsidR="003B5D96" w:rsidRPr="00807602" w:rsidRDefault="003B5D96" w:rsidP="003B5D96">
      <w:pPr>
        <w:pStyle w:val="ConsPlusNormal"/>
        <w:widowControl/>
        <w:ind w:firstLine="540"/>
        <w:jc w:val="both"/>
        <w:outlineLvl w:val="1"/>
        <w:rPr>
          <w:rFonts w:ascii="Times New Roman" w:hAnsi="Times New Roman" w:cs="Times New Roman"/>
          <w:i/>
          <w:iCs/>
          <w:sz w:val="24"/>
          <w:szCs w:val="24"/>
        </w:rPr>
      </w:pPr>
      <w:r w:rsidRPr="00807602">
        <w:rPr>
          <w:rFonts w:ascii="Times New Roman" w:hAnsi="Times New Roman" w:cs="Times New Roman"/>
          <w:sz w:val="24"/>
          <w:szCs w:val="24"/>
        </w:rPr>
        <w:t xml:space="preserve">5.2 </w:t>
      </w:r>
      <w:r>
        <w:rPr>
          <w:rFonts w:ascii="Times New Roman" w:hAnsi="Times New Roman" w:cs="Times New Roman"/>
          <w:sz w:val="24"/>
          <w:szCs w:val="24"/>
        </w:rPr>
        <w:t xml:space="preserve"> </w:t>
      </w:r>
      <w:r w:rsidRPr="00807602">
        <w:rPr>
          <w:rFonts w:ascii="Times New Roman" w:hAnsi="Times New Roman" w:cs="Times New Roman"/>
          <w:sz w:val="24"/>
          <w:szCs w:val="24"/>
        </w:rPr>
        <w:t>В деятельности  по  выявлению  несовершеннолетних и  семей, находящихся  в  социально  опасном  положении,   в установленном  действующим  законодательством порядке,   принимают  участие</w:t>
      </w:r>
      <w:r w:rsidRPr="00807602">
        <w:rPr>
          <w:rFonts w:ascii="Times New Roman" w:hAnsi="Times New Roman" w:cs="Times New Roman"/>
          <w:i/>
          <w:iCs/>
          <w:sz w:val="24"/>
          <w:szCs w:val="24"/>
        </w:rPr>
        <w:t>:</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 территориальный отраслевой  исполнительный орган государственной власти Свердловской области  территориальная комиссия  по  делам  несовершеннолетних  и  защите  их  прав  Синарского района          ( далее – ТК ДН и ЗП Синарского  района);</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 территориальный отраслевой  исполнительный орган государственной власти Свердловской области  территориальная комиссия  по  делам  несовершеннолетних  и  защите  их  прав  Красногорского  района ( далее – ТК ДН и ЗП  Красногорского района);</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 xml:space="preserve">-территориальный  отраслевой  исполнительный орган государственной власти Свердловской области  «Управление социальной защиты населения по городу   Каменск-Уральский   и   Каменскому району» </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-орган местного самоуправления «Управление образования города Каменска-Уральского» (муниципальные образовательные учреждения;  дошкольные образовательные учреждения, учреждения дополнительного образования);</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-орган местного самоуправления «Управление здравоохранения  города Каменска-Уральского»; муниципальные  учреждения здравоохранения;</w:t>
      </w:r>
    </w:p>
    <w:p w:rsidR="003B5D96" w:rsidRPr="00807602" w:rsidRDefault="003B5D96" w:rsidP="003B5D96">
      <w:pPr>
        <w:pStyle w:val="ConsPlusNormal"/>
        <w:widowControl/>
        <w:ind w:firstLine="708"/>
        <w:jc w:val="both"/>
        <w:rPr>
          <w:rFonts w:ascii="Times New Roman" w:hAnsi="Times New Roman" w:cs="Times New Roman"/>
          <w:sz w:val="24"/>
          <w:szCs w:val="24"/>
        </w:rPr>
      </w:pPr>
    </w:p>
    <w:p w:rsidR="003B5D96" w:rsidRPr="00807602" w:rsidRDefault="003B5D96" w:rsidP="003B5D96">
      <w:pPr>
        <w:pStyle w:val="ConsPlusNormal"/>
        <w:widowControl/>
        <w:ind w:firstLine="708"/>
        <w:jc w:val="both"/>
        <w:rPr>
          <w:rFonts w:ascii="Times New Roman" w:hAnsi="Times New Roman" w:cs="Times New Roman"/>
          <w:sz w:val="24"/>
          <w:szCs w:val="24"/>
        </w:rPr>
      </w:pP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орган местного самоуправления «Управление культуры города Каменска-Уральского»;</w:t>
      </w: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орган местного самоуправления «Управление по физической культуре и спорту   города  Каменска-Уральского»;</w:t>
      </w: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отдел по работе с детьми, семьей  и  молодежью  администрации  города Каменска-Уральского;</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  - государственное учреждение «Каменск-Уральский  центр  занятости»;</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  - Управление  внутренних дел   по  муниципальному  образованию «Город Каменск-Уральский »;</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  - межрайонная  уголовно-исполнительная  инспекции № 5  ГУФСИН  России  по Свердловской  области;</w:t>
      </w: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учреждения начального, среднего и высшего профессионального  образования;</w:t>
      </w: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спец</w:t>
      </w:r>
      <w:r>
        <w:rPr>
          <w:rFonts w:ascii="Times New Roman" w:hAnsi="Times New Roman" w:cs="Times New Roman"/>
          <w:sz w:val="24"/>
          <w:szCs w:val="24"/>
        </w:rPr>
        <w:t>иальные  коррекционные  школы (</w:t>
      </w:r>
      <w:r w:rsidRPr="00807602">
        <w:rPr>
          <w:rFonts w:ascii="Times New Roman" w:hAnsi="Times New Roman" w:cs="Times New Roman"/>
          <w:sz w:val="24"/>
          <w:szCs w:val="24"/>
        </w:rPr>
        <w:t xml:space="preserve">школы № 23; № 24; Красногорская  специальная коррекционная школа-интернат); </w:t>
      </w:r>
    </w:p>
    <w:p w:rsidR="003B5D96" w:rsidRPr="00807602" w:rsidRDefault="003B5D96" w:rsidP="003B5D96">
      <w:pPr>
        <w:pStyle w:val="ConsPlusNormal"/>
        <w:widowControl/>
        <w:jc w:val="both"/>
        <w:rPr>
          <w:rFonts w:ascii="Times New Roman" w:hAnsi="Times New Roman" w:cs="Times New Roman"/>
          <w:sz w:val="24"/>
          <w:szCs w:val="24"/>
        </w:rPr>
      </w:pPr>
      <w:r w:rsidRPr="00807602">
        <w:rPr>
          <w:rFonts w:ascii="Times New Roman" w:hAnsi="Times New Roman" w:cs="Times New Roman"/>
          <w:sz w:val="24"/>
          <w:szCs w:val="24"/>
        </w:rPr>
        <w:t xml:space="preserve">- учреждения </w:t>
      </w:r>
      <w:r>
        <w:rPr>
          <w:rFonts w:ascii="Times New Roman" w:hAnsi="Times New Roman" w:cs="Times New Roman"/>
          <w:sz w:val="24"/>
          <w:szCs w:val="24"/>
        </w:rPr>
        <w:t>государственного  воспитания  (</w:t>
      </w:r>
      <w:r w:rsidRPr="00807602">
        <w:rPr>
          <w:rFonts w:ascii="Times New Roman" w:hAnsi="Times New Roman" w:cs="Times New Roman"/>
          <w:sz w:val="24"/>
          <w:szCs w:val="24"/>
        </w:rPr>
        <w:t>Синарский детский дом; Каменск-Уральский детский дом;  Красногорский детский дом).</w:t>
      </w:r>
    </w:p>
    <w:p w:rsidR="003B5D96" w:rsidRPr="00807602" w:rsidRDefault="003B5D96" w:rsidP="003B5D96">
      <w:pPr>
        <w:pStyle w:val="ConsPlusNormal"/>
        <w:widowControl/>
        <w:ind w:firstLine="708"/>
        <w:jc w:val="both"/>
        <w:rPr>
          <w:sz w:val="24"/>
          <w:szCs w:val="24"/>
        </w:rPr>
      </w:pPr>
      <w:r w:rsidRPr="00807602">
        <w:rPr>
          <w:rFonts w:ascii="Times New Roman" w:hAnsi="Times New Roman" w:cs="Times New Roman"/>
          <w:sz w:val="24"/>
          <w:szCs w:val="24"/>
        </w:rPr>
        <w:t>5.3  Объединение информационных  потоков,  организация   и   ведение персонифицированного учета несовершеннолетних и семей, находящихся в социально опасном  положении, осуществляется  ТКДН и ЗП Синарского и Красногорского  районов.</w:t>
      </w:r>
    </w:p>
    <w:p w:rsidR="003B5D96" w:rsidRPr="00807602" w:rsidRDefault="003B5D96" w:rsidP="003B5D96">
      <w:pPr>
        <w:pStyle w:val="ConsPlusNormal"/>
        <w:widowControl/>
        <w:ind w:firstLine="540"/>
        <w:jc w:val="both"/>
        <w:rPr>
          <w:sz w:val="24"/>
          <w:szCs w:val="24"/>
        </w:rPr>
      </w:pPr>
    </w:p>
    <w:p w:rsidR="003B5D96" w:rsidRPr="00807602" w:rsidRDefault="003B5D96" w:rsidP="003B5D96">
      <w:pPr>
        <w:pStyle w:val="ConsPlusNormal"/>
        <w:widowControl/>
        <w:ind w:firstLine="540"/>
        <w:jc w:val="both"/>
        <w:rPr>
          <w:sz w:val="24"/>
          <w:szCs w:val="24"/>
        </w:rPr>
      </w:pPr>
    </w:p>
    <w:p w:rsidR="003B5D96" w:rsidRPr="00807602" w:rsidRDefault="003B5D96" w:rsidP="003B5D96">
      <w:pPr>
        <w:pStyle w:val="ConsPlusNormal"/>
        <w:widowControl/>
        <w:ind w:firstLine="0"/>
        <w:jc w:val="both"/>
        <w:rPr>
          <w:rFonts w:ascii="Times New Roman" w:hAnsi="Times New Roman" w:cs="Times New Roman"/>
          <w:b/>
          <w:bCs/>
          <w:sz w:val="24"/>
          <w:szCs w:val="24"/>
        </w:rPr>
      </w:pPr>
      <w:r w:rsidRPr="00807602">
        <w:rPr>
          <w:rFonts w:ascii="Times New Roman" w:hAnsi="Times New Roman" w:cs="Times New Roman"/>
          <w:b/>
          <w:bCs/>
          <w:sz w:val="24"/>
          <w:szCs w:val="24"/>
        </w:rPr>
        <w:t>6. Порядок взаимодействия субъектов профилактики  правонарушений в части организации  персонифицированного учета несовершеннолетних и  семей, находящихся  в  социально  опасном  положении</w:t>
      </w:r>
    </w:p>
    <w:p w:rsidR="003B5D96" w:rsidRPr="00807602" w:rsidRDefault="003B5D96" w:rsidP="003B5D96">
      <w:pPr>
        <w:pStyle w:val="ConsPlusNormal"/>
        <w:widowControl/>
        <w:ind w:firstLine="0"/>
        <w:jc w:val="both"/>
        <w:rPr>
          <w:rFonts w:ascii="Times New Roman" w:hAnsi="Times New Roman" w:cs="Times New Roman"/>
          <w:b/>
          <w:bCs/>
          <w:sz w:val="24"/>
          <w:szCs w:val="24"/>
        </w:rPr>
      </w:pP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6.1 При выявлении несовершеннолетнего, находящегося в социально опасном положении, субъект  профилактики заполняет   карту   несовершеннолетнего,  установленного  образца.</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6.2 При выявлении семьи, находящейся в социально опасном положении, субъект профилактики заполняет карту семьи,   установленного  образца.</w:t>
      </w:r>
    </w:p>
    <w:p w:rsidR="003B5D96" w:rsidRPr="00807602" w:rsidRDefault="003B5D96" w:rsidP="003B5D96">
      <w:pPr>
        <w:pStyle w:val="ConsPlusNormal"/>
        <w:widowControl/>
        <w:ind w:firstLine="0"/>
        <w:jc w:val="both"/>
        <w:rPr>
          <w:rFonts w:ascii="Times New Roman" w:hAnsi="Times New Roman" w:cs="Times New Roman"/>
          <w:sz w:val="24"/>
          <w:szCs w:val="24"/>
        </w:rPr>
      </w:pPr>
      <w:r w:rsidRPr="00807602">
        <w:rPr>
          <w:rFonts w:ascii="Times New Roman" w:hAnsi="Times New Roman" w:cs="Times New Roman"/>
          <w:sz w:val="24"/>
          <w:szCs w:val="24"/>
        </w:rPr>
        <w:t xml:space="preserve">       6.3  Субъекты профилактики, в течение 3 дней  со  дня  выявления  несовершеннолетнего или семьи, находящихся  в  социально  опасном  положении,  заполненные  карты и  другие  документы, подтверждающие  нахождение  семей (несовершеннолетних) в социальной  опасном  положении  (характеристики, акты  обследования социально-бытовых и т.п.  условий, предложения  в  индивидуальные   программы  реабилитации  и  адаптации  несовершеннолетних  и  семей,  находящихся  в  социально  опасном  положении)  передают  в ТКДН и ЗП Синарского   и Красногорского  районов.</w:t>
      </w:r>
    </w:p>
    <w:p w:rsidR="003B5D96" w:rsidRPr="00807602" w:rsidRDefault="003B5D96" w:rsidP="003B5D96">
      <w:pPr>
        <w:pStyle w:val="ConsPlusNormal"/>
        <w:widowControl/>
        <w:ind w:firstLine="615"/>
        <w:jc w:val="both"/>
        <w:rPr>
          <w:rFonts w:ascii="Times New Roman" w:hAnsi="Times New Roman" w:cs="Times New Roman"/>
          <w:sz w:val="24"/>
          <w:szCs w:val="24"/>
        </w:rPr>
      </w:pPr>
      <w:r w:rsidRPr="00807602">
        <w:rPr>
          <w:rFonts w:ascii="Times New Roman" w:hAnsi="Times New Roman" w:cs="Times New Roman"/>
          <w:sz w:val="24"/>
          <w:szCs w:val="24"/>
        </w:rPr>
        <w:t>6.4  ТКДН И ЗП  Синарского  и  Красногорского районов:</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 6.4.1 изучают полученные  от  субъектов профилактики  карты несовершеннолетних  и (или) семей, находящихся  в    социально  опасном  положении;</w:t>
      </w:r>
    </w:p>
    <w:p w:rsidR="003B5D96" w:rsidRPr="00807602" w:rsidRDefault="003B5D96" w:rsidP="003B5D96">
      <w:pPr>
        <w:pStyle w:val="ConsPlusNormal"/>
        <w:widowControl/>
        <w:ind w:firstLine="0"/>
        <w:jc w:val="both"/>
        <w:rPr>
          <w:rFonts w:ascii="Times New Roman" w:hAnsi="Times New Roman" w:cs="Times New Roman"/>
          <w:sz w:val="24"/>
          <w:szCs w:val="24"/>
        </w:rPr>
      </w:pPr>
      <w:r w:rsidRPr="00807602">
        <w:rPr>
          <w:rFonts w:ascii="Times New Roman" w:hAnsi="Times New Roman" w:cs="Times New Roman"/>
          <w:sz w:val="24"/>
          <w:szCs w:val="24"/>
        </w:rPr>
        <w:t xml:space="preserve">         6.4.2  планируют (при  необходимости) проведение  дополнительных  организационных  мероприятий:</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6.4.2.1 для  получения дополнительной информации  о  несовершеннолетних  и  семьях, находящихся в  социально   опасном  положении, направляют запросы в органы и учреждения системы  профилактики, в другие учреждения;</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6.4.2.2 организуют  посещения специалистами  субъектов системы  профилактики  несовершеннолетних  и семей, находящихся  в  социально  опасном   положении,  по месту жительства, в ходе  которых  составляются  акты  обследований.</w:t>
      </w:r>
    </w:p>
    <w:p w:rsidR="003B5D96" w:rsidRPr="00807602" w:rsidRDefault="003B5D96" w:rsidP="003B5D96">
      <w:pPr>
        <w:pStyle w:val="ConsPlusNormal"/>
        <w:widowControl/>
        <w:ind w:firstLine="708"/>
        <w:jc w:val="both"/>
        <w:rPr>
          <w:rFonts w:ascii="Times New Roman" w:hAnsi="Times New Roman" w:cs="Times New Roman"/>
          <w:sz w:val="24"/>
          <w:szCs w:val="24"/>
        </w:rPr>
      </w:pPr>
      <w:r w:rsidRPr="00807602">
        <w:rPr>
          <w:rFonts w:ascii="Times New Roman" w:hAnsi="Times New Roman" w:cs="Times New Roman"/>
          <w:sz w:val="24"/>
          <w:szCs w:val="24"/>
        </w:rPr>
        <w:t xml:space="preserve">6.4.3 На заседаниях   ТКДН и ЗП  Синарского  и Красногорского  районов, на основании   собранных данных  о  несовершеннолетних  и  семьях, находящихся  в  социально  опасном  положении ( карты, дополнительная  информация, акты  обследований), принимается  решение  о  постановке  их  на  персонифицированный  учет. </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 xml:space="preserve"> 6.5   ТК ДН и ЗП  Синарского  и Красногорского  районов являются  координаторами   действий  субъектов   системы  профилактики по  выполнению  мероприятий   индивидуальных программ реабилитации и адаптации несовершеннолетних  и  семей, находящихся в социально опасном положении.</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6.6  ТК ДН и ЗП  Синарского  и Красногорского  районов  организуют  контроль  за   выполнением   субъектами  профилактики  мероприятий, включенных   в индивидуальные программы реабилитации и адаптации несовершеннолетних  и  семей, находящихся в социально опасном положении.</w:t>
      </w:r>
    </w:p>
    <w:p w:rsidR="003B5D96" w:rsidRPr="00807602" w:rsidRDefault="003B5D96" w:rsidP="003B5D96">
      <w:pPr>
        <w:pStyle w:val="ConsPlusNormal"/>
        <w:widowControl/>
        <w:ind w:firstLine="540"/>
        <w:jc w:val="both"/>
        <w:rPr>
          <w:rFonts w:ascii="Times New Roman" w:hAnsi="Times New Roman" w:cs="Times New Roman"/>
          <w:sz w:val="24"/>
          <w:szCs w:val="24"/>
        </w:rPr>
      </w:pPr>
      <w:r w:rsidRPr="00807602">
        <w:rPr>
          <w:rFonts w:ascii="Times New Roman" w:hAnsi="Times New Roman" w:cs="Times New Roman"/>
          <w:sz w:val="24"/>
          <w:szCs w:val="24"/>
        </w:rPr>
        <w:t>6.7  Субъекты  системы профилактики, в установленные  индивидуальными программами  реабилитации и адаптации несовершеннолетних  и  семей, находящихся в социально опасном положении,   сроки предоставляют  информацию  в  ТКДН и ЗП  о  выполнении  намеченных  мероприятий.</w:t>
      </w:r>
    </w:p>
    <w:p w:rsidR="003B5D96" w:rsidRPr="00807602" w:rsidRDefault="003B5D96" w:rsidP="003B5D96">
      <w:pPr>
        <w:pStyle w:val="ConsPlusNormal"/>
        <w:widowControl/>
        <w:ind w:firstLine="540"/>
        <w:jc w:val="both"/>
        <w:rPr>
          <w:rFonts w:ascii="Times New Roman" w:hAnsi="Times New Roman" w:cs="Times New Roman"/>
          <w:b/>
          <w:bCs/>
          <w:i/>
          <w:iCs/>
          <w:sz w:val="24"/>
          <w:szCs w:val="24"/>
        </w:rPr>
      </w:pPr>
    </w:p>
    <w:p w:rsidR="003B5D96" w:rsidRPr="00807602" w:rsidRDefault="003B5D96" w:rsidP="003B5D96">
      <w:pPr>
        <w:pStyle w:val="ConsPlusNormal"/>
        <w:widowControl/>
        <w:ind w:firstLine="0"/>
        <w:outlineLvl w:val="1"/>
        <w:rPr>
          <w:rFonts w:ascii="Times New Roman" w:hAnsi="Times New Roman" w:cs="Times New Roman"/>
          <w:sz w:val="24"/>
          <w:szCs w:val="24"/>
        </w:rPr>
      </w:pPr>
      <w:r w:rsidRPr="00807602">
        <w:rPr>
          <w:rFonts w:ascii="Times New Roman" w:hAnsi="Times New Roman" w:cs="Times New Roman"/>
          <w:b/>
          <w:bCs/>
          <w:sz w:val="24"/>
          <w:szCs w:val="24"/>
        </w:rPr>
        <w:t>7. Заключительное  положение</w:t>
      </w:r>
    </w:p>
    <w:p w:rsidR="003B5D96" w:rsidRPr="00807602" w:rsidRDefault="003B5D96" w:rsidP="003B5D96">
      <w:pPr>
        <w:pStyle w:val="ConsPlusNormal"/>
        <w:widowControl/>
        <w:ind w:firstLine="0"/>
        <w:jc w:val="both"/>
        <w:rPr>
          <w:rFonts w:ascii="Times New Roman" w:hAnsi="Times New Roman" w:cs="Times New Roman"/>
          <w:sz w:val="24"/>
          <w:szCs w:val="24"/>
        </w:rPr>
      </w:pPr>
      <w:r w:rsidRPr="00807602">
        <w:rPr>
          <w:rFonts w:ascii="Times New Roman" w:hAnsi="Times New Roman" w:cs="Times New Roman"/>
          <w:sz w:val="24"/>
          <w:szCs w:val="24"/>
        </w:rPr>
        <w:t>7.1 Персонифицированный учет несовершеннолетних и семей, находящихся в социально опасном положении, осуществляется круглогодично по мере выявления данной категории граждан.</w:t>
      </w:r>
    </w:p>
    <w:p w:rsidR="003B5D96" w:rsidRPr="00807602" w:rsidRDefault="003B5D96" w:rsidP="003B5D96">
      <w:pPr>
        <w:pStyle w:val="ConsPlusNormal"/>
        <w:widowControl/>
        <w:ind w:firstLine="0"/>
        <w:rPr>
          <w:rFonts w:ascii="Times New Roman" w:hAnsi="Times New Roman" w:cs="Times New Roman"/>
          <w:sz w:val="24"/>
          <w:szCs w:val="24"/>
        </w:rPr>
      </w:pPr>
    </w:p>
    <w:p w:rsidR="003B5D96" w:rsidRPr="00807602" w:rsidRDefault="003B5D96" w:rsidP="003B5D96">
      <w:pPr>
        <w:pStyle w:val="ConsPlusNormal"/>
        <w:widowControl/>
        <w:ind w:firstLine="0"/>
        <w:jc w:val="both"/>
        <w:rPr>
          <w:rFonts w:ascii="Times New Roman" w:hAnsi="Times New Roman" w:cs="Times New Roman"/>
          <w:sz w:val="24"/>
          <w:szCs w:val="24"/>
        </w:rPr>
      </w:pPr>
      <w:r w:rsidRPr="00807602">
        <w:rPr>
          <w:rFonts w:ascii="Times New Roman" w:hAnsi="Times New Roman" w:cs="Times New Roman"/>
          <w:sz w:val="24"/>
          <w:szCs w:val="24"/>
        </w:rPr>
        <w:t>7.2 Руководители служб (органов, организаций), осуществляющих персонифицированный учет, несут персональную ответственность за обеспечение  сохранности и конфиденциальности информации о выявленных семьях и детях.</w:t>
      </w:r>
    </w:p>
    <w:p w:rsidR="003B5D96" w:rsidRPr="00807602" w:rsidRDefault="003B5D96" w:rsidP="003B5D96">
      <w:pPr>
        <w:pStyle w:val="ConsPlusNormal"/>
        <w:widowControl/>
        <w:ind w:firstLine="540"/>
        <w:jc w:val="both"/>
        <w:rPr>
          <w:rFonts w:ascii="Times New Roman" w:hAnsi="Times New Roman" w:cs="Times New Roman"/>
          <w:sz w:val="24"/>
          <w:szCs w:val="24"/>
        </w:rPr>
      </w:pPr>
    </w:p>
    <w:p w:rsidR="003B5D96" w:rsidRDefault="003B5D96" w:rsidP="003B5D96">
      <w:r>
        <w:tab/>
      </w:r>
      <w:r>
        <w:tab/>
      </w:r>
      <w:r>
        <w:tab/>
      </w:r>
      <w:r>
        <w:tab/>
      </w:r>
      <w:r>
        <w:tab/>
      </w:r>
      <w:r>
        <w:tab/>
      </w:r>
      <w:r>
        <w:tab/>
      </w:r>
      <w:r>
        <w:tab/>
      </w:r>
      <w:r>
        <w:tab/>
      </w:r>
      <w:r>
        <w:tab/>
        <w:t xml:space="preserve">  </w:t>
      </w:r>
      <w:r w:rsidRPr="002B2C1B">
        <w:t xml:space="preserve"> </w:t>
      </w:r>
    </w:p>
    <w:p w:rsidR="003B5D96" w:rsidRDefault="003B5D96" w:rsidP="003B5D96"/>
    <w:p w:rsidR="003B5D96" w:rsidRDefault="003B5D96" w:rsidP="003B5D96">
      <w:pPr>
        <w:ind w:left="435"/>
        <w:jc w:val="both"/>
        <w:rPr>
          <w:b/>
        </w:rPr>
      </w:pPr>
    </w:p>
    <w:p w:rsidR="003B5D96" w:rsidRPr="00F43215" w:rsidRDefault="003B5D96" w:rsidP="003B5D96">
      <w:pPr>
        <w:ind w:left="435"/>
        <w:jc w:val="both"/>
        <w:rPr>
          <w:sz w:val="24"/>
          <w:szCs w:val="24"/>
        </w:rPr>
      </w:pPr>
    </w:p>
    <w:p w:rsidR="003B5D96" w:rsidRDefault="003B5D96" w:rsidP="003B5D96">
      <w:pPr>
        <w:rPr>
          <w:sz w:val="24"/>
          <w:szCs w:val="24"/>
        </w:rPr>
      </w:pPr>
    </w:p>
    <w:p w:rsidR="003B5D96" w:rsidRDefault="003B5D96" w:rsidP="003B5D96">
      <w:pPr>
        <w:jc w:val="both"/>
        <w:rPr>
          <w:sz w:val="24"/>
          <w:szCs w:val="24"/>
        </w:rPr>
      </w:pPr>
    </w:p>
    <w:p w:rsidR="003B5D96" w:rsidRDefault="003B5D96" w:rsidP="003B5D96">
      <w:pPr>
        <w:jc w:val="both"/>
        <w:rPr>
          <w:sz w:val="24"/>
          <w:szCs w:val="24"/>
        </w:rPr>
        <w:sectPr w:rsidR="003B5D96" w:rsidSect="003B5D96">
          <w:pgSz w:w="11907" w:h="16840"/>
          <w:pgMar w:top="1134" w:right="567" w:bottom="1134" w:left="1134" w:header="720" w:footer="720" w:gutter="0"/>
          <w:cols w:space="720"/>
          <w:noEndnote/>
        </w:sectPr>
      </w:pPr>
    </w:p>
    <w:p w:rsidR="003B5D96" w:rsidRDefault="003B5D96" w:rsidP="003B5D96">
      <w:pPr>
        <w:jc w:val="both"/>
        <w:rPr>
          <w:sz w:val="24"/>
          <w:szCs w:val="24"/>
        </w:rPr>
      </w:pPr>
    </w:p>
    <w:p w:rsidR="003B5D96" w:rsidRDefault="003B5D96" w:rsidP="003B5D96">
      <w:pPr>
        <w:pStyle w:val="21"/>
        <w:rPr>
          <w:b/>
        </w:rPr>
      </w:pPr>
      <w:r>
        <w:rPr>
          <w:b/>
        </w:rPr>
        <w:t>МЕТОДИЧЕСКИЕ РЕКОМЕНДАЦИИ</w:t>
      </w:r>
    </w:p>
    <w:p w:rsidR="003B5D96" w:rsidRDefault="003B5D96" w:rsidP="003B5D96">
      <w:pPr>
        <w:pStyle w:val="21"/>
        <w:rPr>
          <w:b/>
        </w:rPr>
      </w:pPr>
      <w:r>
        <w:rPr>
          <w:b/>
        </w:rPr>
        <w:t>ДЛЯ ОЦЕНИВАНИЯ СОЦИАЛЬНО ОПАСНОГО ПОЛОЖЕНИЯ НЕСОВЕРШЕННОЛЕТНЕГО</w:t>
      </w:r>
    </w:p>
    <w:p w:rsidR="003B5D96" w:rsidRDefault="003B5D96" w:rsidP="003B5D96">
      <w:pPr>
        <w:pStyle w:val="21"/>
        <w:rPr>
          <w:b/>
        </w:rPr>
      </w:pPr>
    </w:p>
    <w:tbl>
      <w:tblPr>
        <w:tblW w:w="155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2238"/>
        <w:gridCol w:w="3472"/>
        <w:gridCol w:w="3153"/>
        <w:gridCol w:w="2835"/>
        <w:gridCol w:w="3176"/>
      </w:tblGrid>
      <w:tr w:rsidR="003B5D96" w:rsidRPr="000E7798" w:rsidTr="003B5D96">
        <w:trPr>
          <w:trHeight w:val="593"/>
        </w:trPr>
        <w:tc>
          <w:tcPr>
            <w:tcW w:w="635" w:type="dxa"/>
            <w:shd w:val="clear" w:color="auto" w:fill="auto"/>
          </w:tcPr>
          <w:p w:rsidR="003B5D96" w:rsidRPr="000E7798" w:rsidRDefault="003B5D96" w:rsidP="003B5D96">
            <w:pPr>
              <w:pStyle w:val="21"/>
              <w:rPr>
                <w:b/>
                <w:bCs/>
              </w:rPr>
            </w:pPr>
          </w:p>
        </w:tc>
        <w:tc>
          <w:tcPr>
            <w:tcW w:w="2238" w:type="dxa"/>
            <w:shd w:val="clear" w:color="auto" w:fill="auto"/>
          </w:tcPr>
          <w:p w:rsidR="003B5D96" w:rsidRPr="000E7798" w:rsidRDefault="003B5D96" w:rsidP="003B5D96">
            <w:pPr>
              <w:jc w:val="both"/>
              <w:rPr>
                <w:b/>
                <w:bCs/>
                <w:i/>
                <w:iCs/>
              </w:rPr>
            </w:pPr>
            <w:r w:rsidRPr="000E7798">
              <w:rPr>
                <w:b/>
                <w:bCs/>
                <w:i/>
                <w:iCs/>
              </w:rPr>
              <w:t>Критерии социально опасного положения</w:t>
            </w:r>
          </w:p>
          <w:p w:rsidR="003B5D96" w:rsidRPr="000E7798" w:rsidRDefault="003B5D96" w:rsidP="003B5D96">
            <w:pPr>
              <w:pStyle w:val="21"/>
              <w:rPr>
                <w:b/>
                <w:bCs/>
                <w:i/>
                <w:sz w:val="24"/>
              </w:rPr>
            </w:pPr>
          </w:p>
        </w:tc>
        <w:tc>
          <w:tcPr>
            <w:tcW w:w="3472" w:type="dxa"/>
            <w:shd w:val="clear" w:color="auto" w:fill="auto"/>
          </w:tcPr>
          <w:p w:rsidR="003B5D96" w:rsidRPr="000E7798" w:rsidRDefault="003B5D96" w:rsidP="003B5D96">
            <w:pPr>
              <w:jc w:val="both"/>
              <w:rPr>
                <w:b/>
                <w:bCs/>
                <w:i/>
                <w:iCs/>
              </w:rPr>
            </w:pPr>
            <w:r w:rsidRPr="000E7798">
              <w:rPr>
                <w:b/>
                <w:i/>
              </w:rPr>
              <w:t xml:space="preserve">           Показатели социально опасного положения</w:t>
            </w:r>
          </w:p>
        </w:tc>
        <w:tc>
          <w:tcPr>
            <w:tcW w:w="3153" w:type="dxa"/>
            <w:shd w:val="clear" w:color="auto" w:fill="auto"/>
          </w:tcPr>
          <w:p w:rsidR="003B5D96" w:rsidRPr="000E7798" w:rsidRDefault="003B5D96" w:rsidP="003B5D96">
            <w:pPr>
              <w:rPr>
                <w:b/>
                <w:i/>
              </w:rPr>
            </w:pPr>
            <w:r w:rsidRPr="000E7798">
              <w:rPr>
                <w:b/>
                <w:i/>
              </w:rPr>
              <w:t>Примерный перечень мероприятий по выведению несовершеннолетнего из социально опасного положения</w:t>
            </w:r>
          </w:p>
        </w:tc>
        <w:tc>
          <w:tcPr>
            <w:tcW w:w="2835" w:type="dxa"/>
            <w:shd w:val="clear" w:color="auto" w:fill="auto"/>
          </w:tcPr>
          <w:p w:rsidR="003B5D96" w:rsidRPr="000E7798" w:rsidRDefault="003B5D96" w:rsidP="003B5D96">
            <w:pPr>
              <w:jc w:val="both"/>
              <w:rPr>
                <w:b/>
                <w:i/>
              </w:rPr>
            </w:pPr>
            <w:r w:rsidRPr="000E7798">
              <w:rPr>
                <w:b/>
                <w:i/>
              </w:rPr>
              <w:t>Показатели эффективности реализации программ индивидуальной реабилитации и адаптации</w:t>
            </w:r>
          </w:p>
        </w:tc>
        <w:tc>
          <w:tcPr>
            <w:tcW w:w="3176" w:type="dxa"/>
            <w:shd w:val="clear" w:color="auto" w:fill="auto"/>
          </w:tcPr>
          <w:p w:rsidR="003B5D96" w:rsidRPr="000E7798" w:rsidRDefault="003B5D96" w:rsidP="003B5D96">
            <w:pPr>
              <w:jc w:val="both"/>
              <w:rPr>
                <w:b/>
                <w:i/>
              </w:rPr>
            </w:pPr>
            <w:r w:rsidRPr="000E7798">
              <w:rPr>
                <w:b/>
                <w:i/>
              </w:rPr>
              <w:t>Промежуточные результаты эффективности реализации индивидуальной программы</w:t>
            </w:r>
          </w:p>
        </w:tc>
      </w:tr>
      <w:tr w:rsidR="003B5D96" w:rsidRPr="000E7798" w:rsidTr="003B5D96">
        <w:tc>
          <w:tcPr>
            <w:tcW w:w="635" w:type="dxa"/>
            <w:shd w:val="clear" w:color="auto" w:fill="auto"/>
          </w:tcPr>
          <w:p w:rsidR="003B5D96" w:rsidRPr="000E7798" w:rsidRDefault="003B5D96" w:rsidP="003B5D96">
            <w:pPr>
              <w:pStyle w:val="21"/>
              <w:rPr>
                <w:b/>
                <w:bCs/>
                <w:sz w:val="20"/>
                <w:szCs w:val="20"/>
              </w:rPr>
            </w:pPr>
            <w:r w:rsidRPr="000E7798">
              <w:rPr>
                <w:b/>
                <w:bCs/>
                <w:sz w:val="20"/>
                <w:szCs w:val="20"/>
              </w:rPr>
              <w:t>1.</w:t>
            </w:r>
          </w:p>
        </w:tc>
        <w:tc>
          <w:tcPr>
            <w:tcW w:w="2238" w:type="dxa"/>
            <w:shd w:val="clear" w:color="auto" w:fill="auto"/>
          </w:tcPr>
          <w:p w:rsidR="003B5D96" w:rsidRPr="000E7798" w:rsidRDefault="003B5D96" w:rsidP="003B5D96">
            <w:pPr>
              <w:jc w:val="both"/>
              <w:rPr>
                <w:bCs/>
                <w:iCs/>
              </w:rPr>
            </w:pPr>
            <w:r w:rsidRPr="000E7798">
              <w:rPr>
                <w:bCs/>
                <w:iCs/>
              </w:rPr>
              <w:t xml:space="preserve">Несовершеннолетний воспитывается в семье, где родители (законные представители) не исполняют или ненадлежащим образом исполняют  родительские обязанности, предусмотренные семейным законодательством </w:t>
            </w:r>
          </w:p>
          <w:p w:rsidR="003B5D96" w:rsidRPr="000E7798" w:rsidRDefault="003B5D96" w:rsidP="003B5D96">
            <w:pPr>
              <w:pStyle w:val="21"/>
              <w:rPr>
                <w:bCs/>
                <w:sz w:val="20"/>
                <w:szCs w:val="20"/>
              </w:rPr>
            </w:pPr>
          </w:p>
        </w:tc>
        <w:tc>
          <w:tcPr>
            <w:tcW w:w="3472" w:type="dxa"/>
            <w:shd w:val="clear" w:color="auto" w:fill="auto"/>
          </w:tcPr>
          <w:p w:rsidR="003B5D96" w:rsidRPr="000E7798" w:rsidRDefault="003B5D96" w:rsidP="003B5D96">
            <w:pPr>
              <w:jc w:val="both"/>
              <w:rPr>
                <w:bCs/>
                <w:iCs/>
              </w:rPr>
            </w:pPr>
            <w:r w:rsidRPr="000E7798">
              <w:rPr>
                <w:bCs/>
                <w:iCs/>
              </w:rPr>
              <w:t xml:space="preserve">- Родители (законные представители) лишают несовершеннолетнего жизненно необходимых благ </w:t>
            </w:r>
            <w:r>
              <w:rPr>
                <w:bCs/>
                <w:iCs/>
              </w:rPr>
              <w:t>;</w:t>
            </w:r>
          </w:p>
          <w:p w:rsidR="003B5D96" w:rsidRPr="000E7798" w:rsidRDefault="003B5D96" w:rsidP="003B5D96">
            <w:pPr>
              <w:jc w:val="both"/>
              <w:rPr>
                <w:bCs/>
                <w:iCs/>
              </w:rPr>
            </w:pPr>
            <w:r w:rsidRPr="000E7798">
              <w:rPr>
                <w:bCs/>
                <w:iCs/>
              </w:rPr>
              <w:t>- не обеспечивают надлежащие условия  проживания, соблюдение гигиенических  норм</w:t>
            </w:r>
          </w:p>
          <w:p w:rsidR="003B5D96" w:rsidRPr="000E7798" w:rsidRDefault="003B5D96" w:rsidP="003B5D96">
            <w:pPr>
              <w:jc w:val="both"/>
              <w:rPr>
                <w:bCs/>
                <w:iCs/>
              </w:rPr>
            </w:pPr>
            <w:r w:rsidRPr="000E7798">
              <w:rPr>
                <w:bCs/>
                <w:iCs/>
              </w:rPr>
              <w:t>-не обеспечивают потребности несовершеннолетнего в питании, обеспечении  одеждой и другими принадлежностями</w:t>
            </w:r>
          </w:p>
          <w:p w:rsidR="003B5D96" w:rsidRPr="000E7798" w:rsidRDefault="003B5D96" w:rsidP="003B5D96">
            <w:pPr>
              <w:jc w:val="both"/>
              <w:rPr>
                <w:bCs/>
                <w:iCs/>
              </w:rPr>
            </w:pPr>
            <w:r w:rsidRPr="000E7798">
              <w:rPr>
                <w:bCs/>
                <w:iCs/>
              </w:rPr>
              <w:t>-не заботятся о физическом, психическом, нравственном здоровье несовершеннолетнего</w:t>
            </w:r>
          </w:p>
          <w:p w:rsidR="003B5D96" w:rsidRPr="000E7798" w:rsidRDefault="003B5D96" w:rsidP="003B5D96">
            <w:pPr>
              <w:jc w:val="both"/>
              <w:rPr>
                <w:bCs/>
                <w:iCs/>
              </w:rPr>
            </w:pPr>
            <w:r w:rsidRPr="000E7798">
              <w:rPr>
                <w:bCs/>
                <w:iCs/>
              </w:rPr>
              <w:t>- уклоняются от выполнения обязанностей по обучению  несовершеннолетнего (отсутствие контроля, незаинте</w:t>
            </w:r>
            <w:r>
              <w:rPr>
                <w:bCs/>
                <w:iCs/>
              </w:rPr>
              <w:t>ресованность  в результатах обучения)</w:t>
            </w:r>
          </w:p>
          <w:p w:rsidR="003B5D96" w:rsidRPr="000E7798" w:rsidRDefault="003B5D96" w:rsidP="003B5D96">
            <w:pPr>
              <w:jc w:val="both"/>
              <w:rPr>
                <w:bCs/>
                <w:iCs/>
              </w:rPr>
            </w:pPr>
            <w:r w:rsidRPr="000E7798">
              <w:rPr>
                <w:bCs/>
                <w:iCs/>
              </w:rPr>
              <w:t>-Проявляют безразличие к ребенку; совместно с ним не проживают.</w:t>
            </w:r>
          </w:p>
          <w:p w:rsidR="003B5D96" w:rsidRPr="000E7798" w:rsidRDefault="003B5D96" w:rsidP="003B5D96">
            <w:pPr>
              <w:pStyle w:val="21"/>
              <w:rPr>
                <w:bCs/>
                <w:sz w:val="20"/>
                <w:szCs w:val="20"/>
              </w:rPr>
            </w:pPr>
          </w:p>
        </w:tc>
        <w:tc>
          <w:tcPr>
            <w:tcW w:w="3153" w:type="dxa"/>
            <w:shd w:val="clear" w:color="auto" w:fill="auto"/>
          </w:tcPr>
          <w:p w:rsidR="003B5D96" w:rsidRPr="000E7798" w:rsidRDefault="003B5D96" w:rsidP="003B5D96">
            <w:pPr>
              <w:jc w:val="both"/>
              <w:rPr>
                <w:bCs/>
                <w:iCs/>
              </w:rPr>
            </w:pPr>
            <w:r w:rsidRPr="000E7798">
              <w:rPr>
                <w:bCs/>
                <w:iCs/>
              </w:rPr>
              <w:t>- обследование жилищно-бытовых условий (на начальном и завершающем этапе ИПР);</w:t>
            </w:r>
          </w:p>
          <w:p w:rsidR="003B5D96" w:rsidRPr="000E7798" w:rsidRDefault="003B5D96" w:rsidP="003B5D96">
            <w:pPr>
              <w:jc w:val="both"/>
              <w:rPr>
                <w:bCs/>
                <w:iCs/>
              </w:rPr>
            </w:pPr>
            <w:r w:rsidRPr="000E7798">
              <w:rPr>
                <w:bCs/>
                <w:iCs/>
              </w:rPr>
              <w:t>- диагностика особенностей внутрисемейных отношений;</w:t>
            </w:r>
          </w:p>
          <w:p w:rsidR="003B5D96" w:rsidRPr="000E7798" w:rsidRDefault="003B5D96" w:rsidP="003B5D96">
            <w:pPr>
              <w:jc w:val="both"/>
              <w:rPr>
                <w:bCs/>
                <w:iCs/>
              </w:rPr>
            </w:pPr>
            <w:r w:rsidRPr="000E7798">
              <w:rPr>
                <w:bCs/>
                <w:iCs/>
              </w:rPr>
              <w:t>- постановка родителей на учет в ПДН ОВД и организация с ними профила</w:t>
            </w:r>
            <w:r>
              <w:rPr>
                <w:bCs/>
                <w:iCs/>
              </w:rPr>
              <w:t>ктической работы (</w:t>
            </w:r>
            <w:r w:rsidRPr="000E7798">
              <w:rPr>
                <w:bCs/>
                <w:iCs/>
              </w:rPr>
              <w:t xml:space="preserve"> административная практи</w:t>
            </w:r>
            <w:r>
              <w:rPr>
                <w:bCs/>
                <w:iCs/>
              </w:rPr>
              <w:t>ка, разъяснение  об административной  ответственности за ненадлежащее исполнение родительских  обязанностей профилактические беседы, контроль по месту жительства)</w:t>
            </w:r>
          </w:p>
          <w:p w:rsidR="003B5D96" w:rsidRPr="000E7798" w:rsidRDefault="003B5D96" w:rsidP="003B5D96">
            <w:pPr>
              <w:jc w:val="both"/>
              <w:rPr>
                <w:bCs/>
                <w:iCs/>
              </w:rPr>
            </w:pPr>
            <w:r w:rsidRPr="000E7798">
              <w:rPr>
                <w:bCs/>
                <w:iCs/>
              </w:rPr>
              <w:t>- мотивац</w:t>
            </w:r>
            <w:r>
              <w:rPr>
                <w:bCs/>
                <w:iCs/>
              </w:rPr>
              <w:t>ия родителей на трудоустройство, содействие в трудоустройстве;</w:t>
            </w:r>
          </w:p>
          <w:p w:rsidR="003B5D96" w:rsidRDefault="003B5D96" w:rsidP="003B5D96">
            <w:pPr>
              <w:jc w:val="both"/>
              <w:rPr>
                <w:bCs/>
                <w:iCs/>
              </w:rPr>
            </w:pPr>
            <w:r>
              <w:rPr>
                <w:bCs/>
                <w:iCs/>
              </w:rPr>
              <w:t xml:space="preserve">-  направление </w:t>
            </w:r>
            <w:r w:rsidRPr="000E7798">
              <w:rPr>
                <w:bCs/>
                <w:iCs/>
              </w:rPr>
              <w:t xml:space="preserve"> родителей на консультирование к психологу;</w:t>
            </w:r>
          </w:p>
          <w:p w:rsidR="003B5D96" w:rsidRDefault="003B5D96" w:rsidP="003B5D96">
            <w:pPr>
              <w:jc w:val="both"/>
              <w:rPr>
                <w:bCs/>
                <w:iCs/>
              </w:rPr>
            </w:pPr>
            <w:r>
              <w:rPr>
                <w:bCs/>
                <w:iCs/>
              </w:rPr>
              <w:t>- помещение несовершеннолетнего в центр «Лада» для реабилитации, проведение  медицинских, педагогических, психологических, реабилитационных мероприятий;</w:t>
            </w:r>
          </w:p>
          <w:p w:rsidR="003B5D96" w:rsidRDefault="003B5D96" w:rsidP="003B5D96">
            <w:pPr>
              <w:jc w:val="both"/>
              <w:rPr>
                <w:bCs/>
                <w:iCs/>
              </w:rPr>
            </w:pPr>
            <w:r>
              <w:rPr>
                <w:bCs/>
                <w:iCs/>
              </w:rPr>
              <w:t>- помещение несовершеннолетнего в учреждение здравоохранения ;</w:t>
            </w:r>
          </w:p>
          <w:p w:rsidR="003B5D96" w:rsidRDefault="003B5D96" w:rsidP="003B5D96">
            <w:pPr>
              <w:jc w:val="both"/>
              <w:rPr>
                <w:bCs/>
                <w:iCs/>
              </w:rPr>
            </w:pPr>
            <w:r>
              <w:rPr>
                <w:bCs/>
                <w:iCs/>
              </w:rPr>
              <w:t xml:space="preserve"> - проверка документирования  и регистрационного учета несовершеннолетнего;</w:t>
            </w:r>
          </w:p>
          <w:p w:rsidR="003B5D96" w:rsidRDefault="003B5D96" w:rsidP="003B5D96">
            <w:pPr>
              <w:jc w:val="both"/>
              <w:rPr>
                <w:bCs/>
                <w:iCs/>
              </w:rPr>
            </w:pPr>
            <w:r>
              <w:rPr>
                <w:bCs/>
                <w:iCs/>
              </w:rPr>
              <w:t>- разработка и реализация программы педагогического сопровождения по получению образования;</w:t>
            </w:r>
          </w:p>
          <w:p w:rsidR="003B5D96" w:rsidRPr="000E7798" w:rsidRDefault="003B5D96" w:rsidP="003B5D96">
            <w:pPr>
              <w:jc w:val="both"/>
              <w:rPr>
                <w:bCs/>
                <w:iCs/>
              </w:rPr>
            </w:pPr>
            <w:r>
              <w:rPr>
                <w:bCs/>
                <w:iCs/>
              </w:rPr>
              <w:t>- оказание помощи в оформлении социальных пособий.</w:t>
            </w:r>
          </w:p>
        </w:tc>
        <w:tc>
          <w:tcPr>
            <w:tcW w:w="2835" w:type="dxa"/>
            <w:shd w:val="clear" w:color="auto" w:fill="auto"/>
          </w:tcPr>
          <w:p w:rsidR="003B5D96" w:rsidRPr="000E7798" w:rsidRDefault="003B5D96" w:rsidP="003B5D96">
            <w:pPr>
              <w:jc w:val="both"/>
              <w:rPr>
                <w:bCs/>
                <w:iCs/>
              </w:rPr>
            </w:pPr>
            <w:r w:rsidRPr="000E7798">
              <w:rPr>
                <w:bCs/>
                <w:iCs/>
              </w:rPr>
              <w:t>-</w:t>
            </w:r>
            <w:r>
              <w:rPr>
                <w:bCs/>
                <w:iCs/>
              </w:rPr>
              <w:t xml:space="preserve"> </w:t>
            </w:r>
            <w:r w:rsidRPr="00AC5530">
              <w:rPr>
                <w:b/>
                <w:bCs/>
                <w:iCs/>
              </w:rPr>
              <w:t>социальные</w:t>
            </w:r>
            <w:r w:rsidRPr="000E7798">
              <w:rPr>
                <w:bCs/>
                <w:iCs/>
              </w:rPr>
              <w:t>: уровень защищенности прав несовершеннолетнего в сферах семейного воспитания, развития и здоровья;</w:t>
            </w:r>
          </w:p>
          <w:p w:rsidR="003B5D96" w:rsidRPr="000E7798" w:rsidRDefault="003B5D96" w:rsidP="003B5D96">
            <w:pPr>
              <w:jc w:val="both"/>
              <w:rPr>
                <w:bCs/>
                <w:iCs/>
              </w:rPr>
            </w:pPr>
            <w:r w:rsidRPr="000E7798">
              <w:rPr>
                <w:bCs/>
                <w:iCs/>
              </w:rPr>
              <w:t xml:space="preserve">- </w:t>
            </w:r>
            <w:r w:rsidRPr="00AC5530">
              <w:rPr>
                <w:b/>
                <w:bCs/>
                <w:iCs/>
              </w:rPr>
              <w:t>образовательные</w:t>
            </w:r>
            <w:r w:rsidRPr="000E7798">
              <w:rPr>
                <w:bCs/>
                <w:iCs/>
              </w:rPr>
              <w:t>: уровень реализации права ребенка на качественное образование;</w:t>
            </w:r>
          </w:p>
          <w:p w:rsidR="003B5D96" w:rsidRPr="000E7798" w:rsidRDefault="003B5D96" w:rsidP="003B5D96">
            <w:pPr>
              <w:jc w:val="both"/>
              <w:rPr>
                <w:bCs/>
                <w:iCs/>
              </w:rPr>
            </w:pPr>
            <w:r w:rsidRPr="000E7798">
              <w:rPr>
                <w:bCs/>
                <w:iCs/>
              </w:rPr>
              <w:t xml:space="preserve">- </w:t>
            </w:r>
            <w:r w:rsidRPr="00AC5530">
              <w:rPr>
                <w:b/>
                <w:bCs/>
                <w:iCs/>
              </w:rPr>
              <w:t>экономические</w:t>
            </w:r>
            <w:r w:rsidRPr="000E7798">
              <w:rPr>
                <w:bCs/>
                <w:iCs/>
              </w:rPr>
              <w:t>: уровень качества жизни несовершеннолетнего;</w:t>
            </w:r>
          </w:p>
          <w:p w:rsidR="003B5D96" w:rsidRPr="000E7798" w:rsidRDefault="003B5D96" w:rsidP="003B5D96">
            <w:pPr>
              <w:jc w:val="both"/>
              <w:rPr>
                <w:bCs/>
                <w:iCs/>
              </w:rPr>
            </w:pPr>
            <w:r w:rsidRPr="000E7798">
              <w:rPr>
                <w:bCs/>
                <w:iCs/>
              </w:rPr>
              <w:t xml:space="preserve">- </w:t>
            </w:r>
            <w:r w:rsidRPr="00AC5530">
              <w:rPr>
                <w:b/>
                <w:bCs/>
                <w:iCs/>
              </w:rPr>
              <w:t>управленческие</w:t>
            </w:r>
            <w:r w:rsidRPr="000E7798">
              <w:rPr>
                <w:bCs/>
                <w:iCs/>
              </w:rPr>
              <w:t>: уровень принятия управленческих решений.</w:t>
            </w:r>
          </w:p>
        </w:tc>
        <w:tc>
          <w:tcPr>
            <w:tcW w:w="3176" w:type="dxa"/>
            <w:shd w:val="clear" w:color="auto" w:fill="auto"/>
          </w:tcPr>
          <w:p w:rsidR="003B5D96" w:rsidRPr="000E7798" w:rsidRDefault="003B5D96" w:rsidP="003B5D96">
            <w:pPr>
              <w:jc w:val="both"/>
              <w:rPr>
                <w:bCs/>
                <w:iCs/>
              </w:rPr>
            </w:pPr>
            <w:r>
              <w:rPr>
                <w:bCs/>
                <w:iCs/>
              </w:rPr>
              <w:t xml:space="preserve">Информация в ТКДН и ЗП с динамикой и </w:t>
            </w:r>
            <w:r w:rsidRPr="000E7798">
              <w:rPr>
                <w:bCs/>
                <w:iCs/>
              </w:rPr>
              <w:t xml:space="preserve"> обоснованием по вопросам:</w:t>
            </w:r>
          </w:p>
          <w:p w:rsidR="003B5D96" w:rsidRPr="000E7798" w:rsidRDefault="003B5D96" w:rsidP="003B5D96">
            <w:pPr>
              <w:jc w:val="both"/>
              <w:rPr>
                <w:bCs/>
                <w:iCs/>
              </w:rPr>
            </w:pPr>
            <w:r w:rsidRPr="000E7798">
              <w:rPr>
                <w:bCs/>
                <w:iCs/>
              </w:rPr>
              <w:t>- обследование ЖБУ (начальный и завершающий этап);</w:t>
            </w:r>
          </w:p>
          <w:p w:rsidR="003B5D96" w:rsidRPr="000E7798" w:rsidRDefault="003B5D96" w:rsidP="003B5D96">
            <w:pPr>
              <w:jc w:val="both"/>
              <w:rPr>
                <w:bCs/>
                <w:iCs/>
              </w:rPr>
            </w:pPr>
            <w:r>
              <w:rPr>
                <w:bCs/>
                <w:iCs/>
              </w:rPr>
              <w:t xml:space="preserve">- информация </w:t>
            </w:r>
            <w:r w:rsidRPr="000E7798">
              <w:rPr>
                <w:bCs/>
                <w:iCs/>
              </w:rPr>
              <w:t xml:space="preserve"> медицинских работников об обследовании, наблюдении и лечении несовершеннолетнего;</w:t>
            </w:r>
          </w:p>
          <w:p w:rsidR="003B5D96" w:rsidRPr="000E7798" w:rsidRDefault="003B5D96" w:rsidP="003B5D96">
            <w:pPr>
              <w:jc w:val="both"/>
              <w:rPr>
                <w:bCs/>
                <w:iCs/>
              </w:rPr>
            </w:pPr>
            <w:r>
              <w:rPr>
                <w:bCs/>
                <w:iCs/>
              </w:rPr>
              <w:t xml:space="preserve">- информация </w:t>
            </w:r>
            <w:r w:rsidRPr="000E7798">
              <w:rPr>
                <w:bCs/>
                <w:iCs/>
              </w:rPr>
              <w:t xml:space="preserve"> УСЗН о получении </w:t>
            </w:r>
            <w:r>
              <w:rPr>
                <w:bCs/>
                <w:iCs/>
              </w:rPr>
              <w:t>социальных пособий, льгот ;</w:t>
            </w:r>
          </w:p>
          <w:p w:rsidR="003B5D96" w:rsidRPr="000E7798" w:rsidRDefault="003B5D96" w:rsidP="003B5D96">
            <w:pPr>
              <w:jc w:val="both"/>
              <w:rPr>
                <w:bCs/>
                <w:iCs/>
              </w:rPr>
            </w:pPr>
            <w:r w:rsidRPr="000E7798">
              <w:rPr>
                <w:bCs/>
                <w:iCs/>
              </w:rPr>
              <w:t>- справка ТКДН и ЗП об отсутствии фактов административных прав</w:t>
            </w:r>
            <w:r>
              <w:rPr>
                <w:bCs/>
                <w:iCs/>
              </w:rPr>
              <w:t>онарушений со стороны родителей, результатах бесед и посещений семьи;</w:t>
            </w:r>
          </w:p>
          <w:p w:rsidR="003B5D96" w:rsidRPr="000E7798" w:rsidRDefault="003B5D96" w:rsidP="003B5D96">
            <w:pPr>
              <w:jc w:val="both"/>
              <w:rPr>
                <w:bCs/>
                <w:iCs/>
              </w:rPr>
            </w:pPr>
            <w:r>
              <w:rPr>
                <w:bCs/>
                <w:iCs/>
              </w:rPr>
              <w:t xml:space="preserve">- информация </w:t>
            </w:r>
            <w:r w:rsidRPr="000E7798">
              <w:rPr>
                <w:bCs/>
                <w:iCs/>
              </w:rPr>
              <w:t xml:space="preserve"> ОВД о документировании и регистрации ребенка;</w:t>
            </w:r>
          </w:p>
          <w:p w:rsidR="003B5D96" w:rsidRPr="000E7798" w:rsidRDefault="003B5D96" w:rsidP="003B5D96">
            <w:pPr>
              <w:jc w:val="both"/>
              <w:rPr>
                <w:bCs/>
                <w:iCs/>
              </w:rPr>
            </w:pPr>
            <w:r w:rsidRPr="000E7798">
              <w:rPr>
                <w:bCs/>
                <w:iCs/>
              </w:rPr>
              <w:t xml:space="preserve">- </w:t>
            </w:r>
            <w:r>
              <w:rPr>
                <w:bCs/>
                <w:iCs/>
              </w:rPr>
              <w:t>сведения о занятости ребенка во неурочное время, посещение  детских объединений и клубных формирований;</w:t>
            </w:r>
          </w:p>
          <w:p w:rsidR="003B5D96" w:rsidRDefault="003B5D96" w:rsidP="003B5D96">
            <w:pPr>
              <w:jc w:val="both"/>
              <w:rPr>
                <w:bCs/>
                <w:iCs/>
              </w:rPr>
            </w:pPr>
            <w:r w:rsidRPr="000E7798">
              <w:rPr>
                <w:bCs/>
                <w:iCs/>
              </w:rPr>
              <w:t xml:space="preserve">- </w:t>
            </w:r>
            <w:r>
              <w:rPr>
                <w:bCs/>
                <w:iCs/>
              </w:rPr>
              <w:t xml:space="preserve">результаты реализации </w:t>
            </w:r>
            <w:r w:rsidRPr="000E7798">
              <w:rPr>
                <w:bCs/>
                <w:iCs/>
              </w:rPr>
              <w:t xml:space="preserve"> программы психолого- педагогического сопровож</w:t>
            </w:r>
            <w:r>
              <w:rPr>
                <w:bCs/>
                <w:iCs/>
              </w:rPr>
              <w:t>дения по получению образования,  результаты</w:t>
            </w:r>
          </w:p>
          <w:p w:rsidR="003B5D96" w:rsidRDefault="003B5D96" w:rsidP="003B5D96">
            <w:pPr>
              <w:jc w:val="both"/>
              <w:rPr>
                <w:bCs/>
                <w:iCs/>
              </w:rPr>
            </w:pPr>
          </w:p>
          <w:p w:rsidR="003B5D96" w:rsidRDefault="003B5D96" w:rsidP="003B5D96">
            <w:pPr>
              <w:jc w:val="both"/>
              <w:rPr>
                <w:bCs/>
                <w:iCs/>
              </w:rPr>
            </w:pPr>
          </w:p>
          <w:p w:rsidR="003B5D96" w:rsidRDefault="003B5D96" w:rsidP="003B5D96">
            <w:pPr>
              <w:jc w:val="both"/>
              <w:rPr>
                <w:bCs/>
                <w:iCs/>
              </w:rPr>
            </w:pPr>
          </w:p>
          <w:p w:rsidR="003B5D96" w:rsidRDefault="003B5D96" w:rsidP="003B5D96">
            <w:pPr>
              <w:jc w:val="both"/>
              <w:rPr>
                <w:bCs/>
                <w:iCs/>
              </w:rPr>
            </w:pPr>
          </w:p>
          <w:p w:rsidR="003B5D96" w:rsidRDefault="003B5D96" w:rsidP="003B5D96">
            <w:pPr>
              <w:jc w:val="both"/>
              <w:rPr>
                <w:bCs/>
                <w:iCs/>
              </w:rPr>
            </w:pPr>
          </w:p>
          <w:p w:rsidR="003B5D96" w:rsidRDefault="003B5D96" w:rsidP="003B5D96">
            <w:pPr>
              <w:jc w:val="both"/>
              <w:rPr>
                <w:bCs/>
                <w:iCs/>
              </w:rPr>
            </w:pPr>
          </w:p>
          <w:p w:rsidR="003B5D96" w:rsidRPr="000E7798" w:rsidRDefault="003B5D96" w:rsidP="003B5D96">
            <w:pPr>
              <w:jc w:val="both"/>
              <w:rPr>
                <w:bCs/>
                <w:iCs/>
              </w:rPr>
            </w:pPr>
          </w:p>
        </w:tc>
      </w:tr>
      <w:tr w:rsidR="003B5D96" w:rsidRPr="000E7798" w:rsidTr="003B5D96">
        <w:tc>
          <w:tcPr>
            <w:tcW w:w="635" w:type="dxa"/>
            <w:shd w:val="clear" w:color="auto" w:fill="auto"/>
          </w:tcPr>
          <w:p w:rsidR="003B5D96" w:rsidRPr="000E7798" w:rsidRDefault="003B5D96" w:rsidP="003B5D96">
            <w:pPr>
              <w:pStyle w:val="21"/>
              <w:rPr>
                <w:b/>
                <w:bCs/>
                <w:sz w:val="20"/>
                <w:szCs w:val="20"/>
              </w:rPr>
            </w:pPr>
            <w:r w:rsidRPr="000E7798">
              <w:rPr>
                <w:b/>
                <w:bCs/>
                <w:sz w:val="20"/>
                <w:szCs w:val="20"/>
              </w:rPr>
              <w:t>2</w:t>
            </w:r>
          </w:p>
        </w:tc>
        <w:tc>
          <w:tcPr>
            <w:tcW w:w="2238" w:type="dxa"/>
            <w:shd w:val="clear" w:color="auto" w:fill="auto"/>
          </w:tcPr>
          <w:p w:rsidR="003B5D96" w:rsidRPr="000E7798" w:rsidRDefault="003B5D96" w:rsidP="003B5D96">
            <w:pPr>
              <w:jc w:val="both"/>
              <w:rPr>
                <w:bCs/>
                <w:iCs/>
              </w:rPr>
            </w:pPr>
            <w:r>
              <w:rPr>
                <w:bCs/>
                <w:iCs/>
              </w:rPr>
              <w:t xml:space="preserve">  Н</w:t>
            </w:r>
            <w:r w:rsidRPr="000E7798">
              <w:rPr>
                <w:bCs/>
                <w:iCs/>
              </w:rPr>
              <w:t xml:space="preserve">есовершеннолетний воспитывается  в семье, где родители (законные представители) злоупотребляют родительскими правами, оказывают </w:t>
            </w:r>
          </w:p>
          <w:p w:rsidR="003B5D96" w:rsidRPr="000E7798" w:rsidRDefault="003B5D96" w:rsidP="003B5D96">
            <w:pPr>
              <w:jc w:val="both"/>
              <w:rPr>
                <w:bCs/>
                <w:iCs/>
              </w:rPr>
            </w:pPr>
            <w:r w:rsidRPr="000E7798">
              <w:rPr>
                <w:bCs/>
                <w:iCs/>
              </w:rPr>
              <w:t xml:space="preserve"> отрицательное влияние на несовершеннолетнего</w:t>
            </w:r>
          </w:p>
          <w:p w:rsidR="003B5D96" w:rsidRPr="000E7798" w:rsidRDefault="003B5D96" w:rsidP="003B5D96">
            <w:pPr>
              <w:jc w:val="both"/>
              <w:rPr>
                <w:bCs/>
                <w:iCs/>
              </w:rPr>
            </w:pPr>
          </w:p>
          <w:p w:rsidR="003B5D96" w:rsidRPr="000E7798" w:rsidRDefault="003B5D96" w:rsidP="003B5D96">
            <w:pPr>
              <w:pStyle w:val="21"/>
              <w:rPr>
                <w:bCs/>
                <w:sz w:val="20"/>
                <w:szCs w:val="20"/>
              </w:rPr>
            </w:pPr>
          </w:p>
        </w:tc>
        <w:tc>
          <w:tcPr>
            <w:tcW w:w="3472" w:type="dxa"/>
            <w:shd w:val="clear" w:color="auto" w:fill="auto"/>
          </w:tcPr>
          <w:p w:rsidR="003B5D96" w:rsidRPr="000E7798" w:rsidRDefault="003B5D96" w:rsidP="003B5D96">
            <w:pPr>
              <w:jc w:val="both"/>
              <w:rPr>
                <w:bCs/>
                <w:iCs/>
              </w:rPr>
            </w:pPr>
            <w:r w:rsidRPr="000E7798">
              <w:rPr>
                <w:bCs/>
                <w:iCs/>
              </w:rPr>
              <w:t>- ребенок занимается попрошайничеством, азартными играми, другими несвойственными видами деятельности</w:t>
            </w:r>
          </w:p>
          <w:p w:rsidR="003B5D96" w:rsidRPr="000E7798" w:rsidRDefault="003B5D96" w:rsidP="003B5D96">
            <w:pPr>
              <w:jc w:val="both"/>
              <w:rPr>
                <w:bCs/>
                <w:iCs/>
              </w:rPr>
            </w:pPr>
            <w:r w:rsidRPr="000E7798">
              <w:rPr>
                <w:bCs/>
                <w:iCs/>
              </w:rPr>
              <w:t>-родители вовлекают несовершеннолетнего в преступную, антиобщественную деятельность</w:t>
            </w:r>
          </w:p>
          <w:p w:rsidR="003B5D96" w:rsidRPr="000E7798" w:rsidRDefault="003B5D96" w:rsidP="003B5D96">
            <w:pPr>
              <w:jc w:val="both"/>
              <w:rPr>
                <w:bCs/>
                <w:iCs/>
              </w:rPr>
            </w:pPr>
            <w:r w:rsidRPr="000E7798">
              <w:rPr>
                <w:bCs/>
                <w:iCs/>
              </w:rPr>
              <w:t>-родители используют имущество, принадлежащее несовершеннолетнему, в  интересах, не отвечающим интересам несовершеннолетнего</w:t>
            </w:r>
          </w:p>
          <w:p w:rsidR="003B5D96" w:rsidRPr="000E7798" w:rsidRDefault="003B5D96" w:rsidP="003B5D96">
            <w:pPr>
              <w:jc w:val="both"/>
              <w:rPr>
                <w:bCs/>
                <w:iCs/>
              </w:rPr>
            </w:pPr>
            <w:r w:rsidRPr="000E7798">
              <w:rPr>
                <w:bCs/>
                <w:iCs/>
              </w:rPr>
              <w:t>-  родители нар</w:t>
            </w:r>
            <w:r>
              <w:rPr>
                <w:bCs/>
                <w:iCs/>
              </w:rPr>
              <w:t>ушают права ребенка на получение</w:t>
            </w:r>
            <w:r w:rsidRPr="000E7798">
              <w:rPr>
                <w:bCs/>
                <w:iCs/>
              </w:rPr>
              <w:t xml:space="preserve"> государственных социальных, пенсионных гарантий   (пенсий, пособий, льгот, выплат).</w:t>
            </w:r>
          </w:p>
          <w:p w:rsidR="003B5D96" w:rsidRPr="000E7798" w:rsidRDefault="003B5D96" w:rsidP="003B5D96">
            <w:pPr>
              <w:jc w:val="both"/>
              <w:rPr>
                <w:bCs/>
                <w:iCs/>
              </w:rPr>
            </w:pPr>
            <w:r w:rsidRPr="000E7798">
              <w:rPr>
                <w:bCs/>
                <w:iCs/>
              </w:rPr>
              <w:t>-родители нарушают права несовершеннолетнего на с</w:t>
            </w:r>
            <w:r>
              <w:rPr>
                <w:bCs/>
                <w:iCs/>
              </w:rPr>
              <w:t xml:space="preserve">воевременное документирование ( </w:t>
            </w:r>
            <w:r w:rsidRPr="000E7798">
              <w:rPr>
                <w:bCs/>
                <w:iCs/>
              </w:rPr>
              <w:t>свиде</w:t>
            </w:r>
            <w:r>
              <w:rPr>
                <w:bCs/>
                <w:iCs/>
              </w:rPr>
              <w:t>те</w:t>
            </w:r>
            <w:r w:rsidRPr="000E7798">
              <w:rPr>
                <w:bCs/>
                <w:iCs/>
              </w:rPr>
              <w:t>льст</w:t>
            </w:r>
            <w:r>
              <w:rPr>
                <w:bCs/>
                <w:iCs/>
              </w:rPr>
              <w:t xml:space="preserve">во о рождении, паспорт), </w:t>
            </w:r>
            <w:r w:rsidRPr="000E7798">
              <w:rPr>
                <w:bCs/>
                <w:iCs/>
              </w:rPr>
              <w:t xml:space="preserve"> на регистрацию по месту жительства.</w:t>
            </w:r>
          </w:p>
          <w:p w:rsidR="003B5D96" w:rsidRPr="000E7798" w:rsidRDefault="003B5D96" w:rsidP="003B5D96">
            <w:pPr>
              <w:jc w:val="both"/>
              <w:rPr>
                <w:bCs/>
                <w:iCs/>
              </w:rPr>
            </w:pPr>
            <w:r w:rsidRPr="000E7798">
              <w:rPr>
                <w:bCs/>
                <w:iCs/>
              </w:rPr>
              <w:t>-родители препятствуют реализации прав несовершеннол</w:t>
            </w:r>
            <w:r>
              <w:rPr>
                <w:bCs/>
                <w:iCs/>
              </w:rPr>
              <w:t>етнего на получение образования</w:t>
            </w:r>
          </w:p>
          <w:p w:rsidR="003B5D96" w:rsidRPr="000E7798" w:rsidRDefault="003B5D96" w:rsidP="003B5D96">
            <w:pPr>
              <w:jc w:val="both"/>
              <w:rPr>
                <w:bCs/>
                <w:iCs/>
              </w:rPr>
            </w:pPr>
            <w:r w:rsidRPr="000E7798">
              <w:rPr>
                <w:bCs/>
                <w:iCs/>
              </w:rPr>
              <w:t>-родители злоупотребляют спиртными напитками, страдают другими видами зависимостей</w:t>
            </w:r>
          </w:p>
          <w:p w:rsidR="003B5D96" w:rsidRPr="000E7798" w:rsidRDefault="003B5D96" w:rsidP="003B5D96">
            <w:pPr>
              <w:jc w:val="both"/>
            </w:pPr>
            <w:r w:rsidRPr="000E7798">
              <w:t>-оставляют без помощи в ситуации, угрожающей жизни или здоровью несовершеннолетнего</w:t>
            </w:r>
            <w:r>
              <w:t>.</w:t>
            </w:r>
          </w:p>
        </w:tc>
        <w:tc>
          <w:tcPr>
            <w:tcW w:w="3153" w:type="dxa"/>
            <w:shd w:val="clear" w:color="auto" w:fill="auto"/>
          </w:tcPr>
          <w:p w:rsidR="003B5D96" w:rsidRDefault="003B5D96" w:rsidP="003B5D96">
            <w:pPr>
              <w:jc w:val="both"/>
              <w:rPr>
                <w:bCs/>
                <w:iCs/>
              </w:rPr>
            </w:pPr>
            <w:r>
              <w:rPr>
                <w:bCs/>
                <w:iCs/>
              </w:rPr>
              <w:t>- обследование жилищно-бытовых условий (на начальном и завершающем этапе ИПР);</w:t>
            </w:r>
          </w:p>
          <w:p w:rsidR="003B5D96" w:rsidRDefault="003B5D96" w:rsidP="003B5D96">
            <w:pPr>
              <w:jc w:val="both"/>
              <w:rPr>
                <w:bCs/>
                <w:iCs/>
              </w:rPr>
            </w:pPr>
            <w:r>
              <w:rPr>
                <w:bCs/>
                <w:iCs/>
              </w:rPr>
              <w:t>- постановка родителей на учет в ПДН ОВД и организация с ними профилактической работы (представление, административная практика, беседы по разъяснению ответственности за воспитание, обучение, содержание ребенка);</w:t>
            </w:r>
          </w:p>
          <w:p w:rsidR="003B5D96" w:rsidRDefault="003B5D96" w:rsidP="003B5D96">
            <w:pPr>
              <w:jc w:val="both"/>
              <w:rPr>
                <w:bCs/>
                <w:iCs/>
              </w:rPr>
            </w:pPr>
            <w:r>
              <w:rPr>
                <w:bCs/>
                <w:iCs/>
              </w:rPr>
              <w:t>- мотивация родителей на трудоустройство;</w:t>
            </w:r>
          </w:p>
          <w:p w:rsidR="003B5D96" w:rsidRDefault="003B5D96" w:rsidP="003B5D96">
            <w:pPr>
              <w:jc w:val="both"/>
              <w:rPr>
                <w:bCs/>
                <w:iCs/>
              </w:rPr>
            </w:pPr>
            <w:r>
              <w:rPr>
                <w:bCs/>
                <w:iCs/>
              </w:rPr>
              <w:t>- содействие в трудоустройстве родителям;</w:t>
            </w:r>
          </w:p>
          <w:p w:rsidR="003B5D96" w:rsidRDefault="003B5D96" w:rsidP="003B5D96">
            <w:pPr>
              <w:jc w:val="both"/>
              <w:rPr>
                <w:bCs/>
                <w:iCs/>
              </w:rPr>
            </w:pPr>
            <w:r>
              <w:rPr>
                <w:bCs/>
                <w:iCs/>
              </w:rPr>
              <w:t>- проверка фактов отрицательного влияния родителей на поведение несовершеннолетнего, привлечение родителей к административной, уголовной ответственности;</w:t>
            </w:r>
          </w:p>
          <w:p w:rsidR="003B5D96" w:rsidRDefault="003B5D96" w:rsidP="003B5D96">
            <w:pPr>
              <w:jc w:val="both"/>
              <w:rPr>
                <w:bCs/>
                <w:iCs/>
              </w:rPr>
            </w:pPr>
            <w:r>
              <w:rPr>
                <w:bCs/>
                <w:iCs/>
              </w:rPr>
              <w:t>- мотивация родителей на консультирование и лечение от алкогольной и наркотической зависимости;</w:t>
            </w:r>
          </w:p>
          <w:p w:rsidR="003B5D96" w:rsidRDefault="003B5D96" w:rsidP="003B5D96">
            <w:pPr>
              <w:jc w:val="both"/>
              <w:rPr>
                <w:bCs/>
                <w:iCs/>
              </w:rPr>
            </w:pPr>
            <w:r>
              <w:rPr>
                <w:bCs/>
                <w:iCs/>
              </w:rPr>
              <w:t>- разработка в образовательных учреждениях программ психолого-педагогического сопровождения;</w:t>
            </w:r>
          </w:p>
          <w:p w:rsidR="003B5D96" w:rsidRDefault="003B5D96" w:rsidP="003B5D96">
            <w:pPr>
              <w:jc w:val="both"/>
              <w:rPr>
                <w:bCs/>
                <w:iCs/>
              </w:rPr>
            </w:pPr>
            <w:r>
              <w:rPr>
                <w:bCs/>
                <w:iCs/>
              </w:rPr>
              <w:t>- оказание помощи в оформлении социальных пособий;</w:t>
            </w:r>
          </w:p>
          <w:p w:rsidR="003B5D96" w:rsidRDefault="003B5D96" w:rsidP="003B5D96">
            <w:pPr>
              <w:jc w:val="both"/>
              <w:rPr>
                <w:bCs/>
                <w:iCs/>
              </w:rPr>
            </w:pPr>
            <w:r>
              <w:rPr>
                <w:bCs/>
                <w:iCs/>
              </w:rPr>
              <w:t>- проверка документации и регистрационного учета несовершеннолетнего;</w:t>
            </w:r>
          </w:p>
          <w:p w:rsidR="003B5D96" w:rsidRDefault="003B5D96" w:rsidP="003B5D96">
            <w:pPr>
              <w:jc w:val="both"/>
              <w:rPr>
                <w:bCs/>
                <w:iCs/>
              </w:rPr>
            </w:pPr>
            <w:r>
              <w:rPr>
                <w:bCs/>
                <w:iCs/>
              </w:rPr>
              <w:t>- разъяснение родителям норм законодательства и организация сопровождения (контроля)  документирования несовершеннолетнего (свидетельство о рождении, паспорт), а также за оформлением права на регистрацию;</w:t>
            </w:r>
          </w:p>
          <w:p w:rsidR="003B5D96" w:rsidRPr="000E7798" w:rsidRDefault="003B5D96" w:rsidP="003B5D96">
            <w:pPr>
              <w:jc w:val="both"/>
              <w:rPr>
                <w:bCs/>
                <w:iCs/>
              </w:rPr>
            </w:pPr>
            <w:r>
              <w:rPr>
                <w:bCs/>
                <w:iCs/>
              </w:rPr>
              <w:t>- рассмотрение  вопроса о наличии оснований  лишения ( ограничения  в родительских правах)</w:t>
            </w:r>
          </w:p>
        </w:tc>
        <w:tc>
          <w:tcPr>
            <w:tcW w:w="2835" w:type="dxa"/>
            <w:shd w:val="clear" w:color="auto" w:fill="auto"/>
          </w:tcPr>
          <w:p w:rsidR="003B5D96" w:rsidRPr="00AC5530" w:rsidRDefault="003B5D96" w:rsidP="003B5D96">
            <w:pPr>
              <w:jc w:val="both"/>
              <w:rPr>
                <w:bCs/>
                <w:iCs/>
              </w:rPr>
            </w:pPr>
            <w:r w:rsidRPr="00AC5530">
              <w:rPr>
                <w:bCs/>
                <w:iCs/>
              </w:rPr>
              <w:t xml:space="preserve">- </w:t>
            </w:r>
            <w:r w:rsidRPr="00AC5530">
              <w:rPr>
                <w:b/>
                <w:bCs/>
                <w:iCs/>
              </w:rPr>
              <w:t>социальные</w:t>
            </w:r>
            <w:r w:rsidRPr="00AC5530">
              <w:rPr>
                <w:bCs/>
                <w:iCs/>
              </w:rPr>
              <w:t>: уровень защищенности прав несовершеннолетнего в сферах семейного воспитания, развития и здоровья;</w:t>
            </w:r>
          </w:p>
          <w:p w:rsidR="003B5D96" w:rsidRPr="00AC5530" w:rsidRDefault="003B5D96" w:rsidP="003B5D96">
            <w:pPr>
              <w:jc w:val="both"/>
              <w:rPr>
                <w:bCs/>
                <w:iCs/>
              </w:rPr>
            </w:pPr>
            <w:r w:rsidRPr="00AC5530">
              <w:rPr>
                <w:bCs/>
                <w:iCs/>
              </w:rPr>
              <w:t xml:space="preserve">- </w:t>
            </w:r>
            <w:r w:rsidRPr="00AC5530">
              <w:rPr>
                <w:b/>
                <w:bCs/>
                <w:iCs/>
              </w:rPr>
              <w:t>образовательные</w:t>
            </w:r>
            <w:r w:rsidRPr="00AC5530">
              <w:rPr>
                <w:bCs/>
                <w:iCs/>
              </w:rPr>
              <w:t>: уровень реализации права ребенка на качественное образование;</w:t>
            </w:r>
          </w:p>
          <w:p w:rsidR="003B5D96" w:rsidRPr="00AC5530" w:rsidRDefault="003B5D96" w:rsidP="003B5D96">
            <w:pPr>
              <w:jc w:val="both"/>
              <w:rPr>
                <w:bCs/>
                <w:iCs/>
              </w:rPr>
            </w:pPr>
            <w:r w:rsidRPr="00AC5530">
              <w:rPr>
                <w:bCs/>
                <w:iCs/>
              </w:rPr>
              <w:t xml:space="preserve">- </w:t>
            </w:r>
            <w:r w:rsidRPr="00AC5530">
              <w:rPr>
                <w:b/>
                <w:bCs/>
                <w:iCs/>
              </w:rPr>
              <w:t>экономические</w:t>
            </w:r>
            <w:r w:rsidRPr="00AC5530">
              <w:rPr>
                <w:bCs/>
                <w:iCs/>
              </w:rPr>
              <w:t>: уровень качества</w:t>
            </w:r>
            <w:r>
              <w:rPr>
                <w:bCs/>
                <w:iCs/>
              </w:rPr>
              <w:t xml:space="preserve"> и условий </w:t>
            </w:r>
            <w:r w:rsidRPr="00AC5530">
              <w:rPr>
                <w:bCs/>
                <w:iCs/>
              </w:rPr>
              <w:t xml:space="preserve"> жизни несовершеннолетнего;</w:t>
            </w:r>
          </w:p>
          <w:p w:rsidR="003B5D96" w:rsidRPr="000E7798" w:rsidRDefault="003B5D96" w:rsidP="003B5D96">
            <w:pPr>
              <w:jc w:val="both"/>
              <w:rPr>
                <w:bCs/>
                <w:iCs/>
              </w:rPr>
            </w:pPr>
            <w:r w:rsidRPr="00AC5530">
              <w:rPr>
                <w:bCs/>
                <w:iCs/>
              </w:rPr>
              <w:t xml:space="preserve">- </w:t>
            </w:r>
            <w:r w:rsidRPr="00AC5530">
              <w:rPr>
                <w:b/>
                <w:bCs/>
                <w:iCs/>
              </w:rPr>
              <w:t>управленческие</w:t>
            </w:r>
            <w:r w:rsidRPr="00AC5530">
              <w:rPr>
                <w:bCs/>
                <w:iCs/>
              </w:rPr>
              <w:t>: уровень принятия управленческих решений.</w:t>
            </w:r>
          </w:p>
        </w:tc>
        <w:tc>
          <w:tcPr>
            <w:tcW w:w="3176" w:type="dxa"/>
            <w:shd w:val="clear" w:color="auto" w:fill="auto"/>
          </w:tcPr>
          <w:p w:rsidR="003B5D96" w:rsidRPr="009B24B5" w:rsidRDefault="003B5D96" w:rsidP="003B5D96">
            <w:pPr>
              <w:jc w:val="both"/>
              <w:rPr>
                <w:bCs/>
                <w:iCs/>
              </w:rPr>
            </w:pPr>
            <w:r w:rsidRPr="009B24B5">
              <w:rPr>
                <w:bCs/>
                <w:iCs/>
              </w:rPr>
              <w:t>Информация на запро</w:t>
            </w:r>
            <w:r>
              <w:rPr>
                <w:bCs/>
                <w:iCs/>
              </w:rPr>
              <w:t>с ТКДН и ЗП с динамикой и</w:t>
            </w:r>
            <w:r w:rsidRPr="009B24B5">
              <w:rPr>
                <w:bCs/>
                <w:iCs/>
              </w:rPr>
              <w:t xml:space="preserve"> обоснованием по вопросам:</w:t>
            </w:r>
          </w:p>
          <w:p w:rsidR="003B5D96" w:rsidRPr="009B24B5" w:rsidRDefault="003B5D96" w:rsidP="003B5D96">
            <w:pPr>
              <w:jc w:val="both"/>
              <w:rPr>
                <w:bCs/>
                <w:iCs/>
              </w:rPr>
            </w:pPr>
            <w:r w:rsidRPr="009B24B5">
              <w:rPr>
                <w:bCs/>
                <w:iCs/>
              </w:rPr>
              <w:t>- обследование ЖБУ (начальный и завершающий этап);</w:t>
            </w:r>
          </w:p>
          <w:p w:rsidR="003B5D96" w:rsidRPr="009B24B5" w:rsidRDefault="003B5D96" w:rsidP="003B5D96">
            <w:pPr>
              <w:jc w:val="both"/>
              <w:rPr>
                <w:bCs/>
                <w:iCs/>
              </w:rPr>
            </w:pPr>
            <w:r>
              <w:rPr>
                <w:bCs/>
                <w:iCs/>
              </w:rPr>
              <w:t xml:space="preserve">- информация </w:t>
            </w:r>
            <w:r w:rsidRPr="009B24B5">
              <w:rPr>
                <w:bCs/>
                <w:iCs/>
              </w:rPr>
              <w:t xml:space="preserve"> медицинских работников об обследовании, наблюдении и лечении несовершеннолетнего;</w:t>
            </w:r>
          </w:p>
          <w:p w:rsidR="003B5D96" w:rsidRPr="009B24B5" w:rsidRDefault="003B5D96" w:rsidP="003B5D96">
            <w:pPr>
              <w:jc w:val="both"/>
              <w:rPr>
                <w:bCs/>
                <w:iCs/>
              </w:rPr>
            </w:pPr>
            <w:r>
              <w:rPr>
                <w:bCs/>
                <w:iCs/>
              </w:rPr>
              <w:t xml:space="preserve">-  информация </w:t>
            </w:r>
            <w:r w:rsidRPr="009B24B5">
              <w:rPr>
                <w:bCs/>
                <w:iCs/>
              </w:rPr>
              <w:t xml:space="preserve"> УСЗН о получении пособий;</w:t>
            </w:r>
          </w:p>
          <w:p w:rsidR="003B5D96" w:rsidRPr="009B24B5" w:rsidRDefault="003B5D96" w:rsidP="003B5D96">
            <w:pPr>
              <w:jc w:val="both"/>
              <w:rPr>
                <w:bCs/>
                <w:iCs/>
              </w:rPr>
            </w:pPr>
            <w:r w:rsidRPr="009B24B5">
              <w:rPr>
                <w:bCs/>
                <w:iCs/>
              </w:rPr>
              <w:t>- справка ТКДН и ЗП об отсутствии фактов административных правонарушений со стороны родителей;</w:t>
            </w:r>
          </w:p>
          <w:p w:rsidR="003B5D96" w:rsidRPr="009B24B5" w:rsidRDefault="003B5D96" w:rsidP="003B5D96">
            <w:pPr>
              <w:jc w:val="both"/>
              <w:rPr>
                <w:bCs/>
                <w:iCs/>
              </w:rPr>
            </w:pPr>
            <w:r w:rsidRPr="009B24B5">
              <w:rPr>
                <w:bCs/>
                <w:iCs/>
              </w:rPr>
              <w:t>- заключение ОВД о документировании и регистрации ребенка;</w:t>
            </w:r>
          </w:p>
          <w:p w:rsidR="003B5D96" w:rsidRDefault="003B5D96" w:rsidP="003B5D96">
            <w:pPr>
              <w:jc w:val="both"/>
              <w:rPr>
                <w:bCs/>
                <w:iCs/>
              </w:rPr>
            </w:pPr>
            <w:r w:rsidRPr="009B24B5">
              <w:rPr>
                <w:bCs/>
                <w:iCs/>
              </w:rPr>
              <w:t>- посещение ребенком кружков и секций;</w:t>
            </w:r>
          </w:p>
          <w:p w:rsidR="003B5D96" w:rsidRDefault="003B5D96" w:rsidP="003B5D96">
            <w:pPr>
              <w:jc w:val="both"/>
              <w:rPr>
                <w:bCs/>
                <w:iCs/>
              </w:rPr>
            </w:pPr>
            <w:r>
              <w:rPr>
                <w:bCs/>
                <w:iCs/>
              </w:rPr>
              <w:t>- реализация психолого-педагогического сопровождения (характеристика несовершеннолетнего);</w:t>
            </w:r>
          </w:p>
          <w:p w:rsidR="003B5D96" w:rsidRDefault="003B5D96" w:rsidP="003B5D96">
            <w:pPr>
              <w:jc w:val="both"/>
              <w:rPr>
                <w:bCs/>
                <w:iCs/>
              </w:rPr>
            </w:pPr>
            <w:r>
              <w:rPr>
                <w:bCs/>
                <w:iCs/>
              </w:rPr>
              <w:t>- информация о трудоустройстве родителей;</w:t>
            </w:r>
          </w:p>
          <w:p w:rsidR="003B5D96" w:rsidRDefault="003B5D96" w:rsidP="003B5D96">
            <w:pPr>
              <w:jc w:val="both"/>
              <w:rPr>
                <w:bCs/>
                <w:iCs/>
              </w:rPr>
            </w:pPr>
            <w:r>
              <w:rPr>
                <w:bCs/>
                <w:iCs/>
              </w:rPr>
              <w:t>- информация врача-нарколога  о консультировании и лечении родителей;</w:t>
            </w:r>
          </w:p>
          <w:p w:rsidR="003B5D96" w:rsidRPr="009B24B5" w:rsidRDefault="003B5D96" w:rsidP="003B5D96">
            <w:pPr>
              <w:jc w:val="both"/>
              <w:rPr>
                <w:bCs/>
                <w:iCs/>
              </w:rPr>
            </w:pPr>
            <w:r>
              <w:rPr>
                <w:bCs/>
                <w:iCs/>
              </w:rPr>
              <w:t>- заключение ОВД об отсутствии фактов отрицательного влияния родителей на несовершеннолетнего.</w:t>
            </w:r>
          </w:p>
          <w:p w:rsidR="003B5D96" w:rsidRPr="000E7798" w:rsidRDefault="003B5D96" w:rsidP="003B5D96">
            <w:pPr>
              <w:jc w:val="both"/>
              <w:rPr>
                <w:bCs/>
                <w:iCs/>
              </w:rPr>
            </w:pPr>
          </w:p>
        </w:tc>
      </w:tr>
      <w:tr w:rsidR="003B5D96" w:rsidRPr="000E7798" w:rsidTr="003B5D96">
        <w:tc>
          <w:tcPr>
            <w:tcW w:w="635" w:type="dxa"/>
            <w:shd w:val="clear" w:color="auto" w:fill="auto"/>
          </w:tcPr>
          <w:p w:rsidR="003B5D96" w:rsidRPr="000E7798" w:rsidRDefault="003B5D96" w:rsidP="003B5D96">
            <w:pPr>
              <w:pStyle w:val="21"/>
              <w:rPr>
                <w:b/>
                <w:bCs/>
                <w:sz w:val="20"/>
                <w:szCs w:val="20"/>
              </w:rPr>
            </w:pPr>
            <w:r w:rsidRPr="000E7798">
              <w:rPr>
                <w:b/>
                <w:bCs/>
                <w:sz w:val="20"/>
                <w:szCs w:val="20"/>
              </w:rPr>
              <w:t>3</w:t>
            </w:r>
          </w:p>
        </w:tc>
        <w:tc>
          <w:tcPr>
            <w:tcW w:w="2238" w:type="dxa"/>
            <w:shd w:val="clear" w:color="auto" w:fill="auto"/>
          </w:tcPr>
          <w:p w:rsidR="003B5D96" w:rsidRPr="000E7798" w:rsidRDefault="003B5D96" w:rsidP="003B5D96">
            <w:pPr>
              <w:jc w:val="both"/>
              <w:rPr>
                <w:bCs/>
                <w:iCs/>
              </w:rPr>
            </w:pPr>
            <w:r w:rsidRPr="000E7798">
              <w:rPr>
                <w:bCs/>
                <w:iCs/>
              </w:rPr>
              <w:t>Жестокое обращение с несовершеннолетним в семье</w:t>
            </w:r>
          </w:p>
          <w:p w:rsidR="003B5D96" w:rsidRPr="000E7798" w:rsidRDefault="003B5D96" w:rsidP="003B5D96">
            <w:pPr>
              <w:ind w:left="360"/>
              <w:jc w:val="both"/>
              <w:rPr>
                <w:bCs/>
                <w:iCs/>
              </w:rPr>
            </w:pPr>
          </w:p>
          <w:p w:rsidR="003B5D96" w:rsidRPr="000E7798" w:rsidRDefault="003B5D96" w:rsidP="003B5D96">
            <w:pPr>
              <w:pStyle w:val="21"/>
              <w:rPr>
                <w:bCs/>
                <w:sz w:val="20"/>
                <w:szCs w:val="20"/>
              </w:rPr>
            </w:pPr>
          </w:p>
        </w:tc>
        <w:tc>
          <w:tcPr>
            <w:tcW w:w="3472" w:type="dxa"/>
            <w:shd w:val="clear" w:color="auto" w:fill="auto"/>
          </w:tcPr>
          <w:p w:rsidR="003B5D96" w:rsidRPr="000E7798" w:rsidRDefault="003B5D96" w:rsidP="003B5D96">
            <w:pPr>
              <w:ind w:left="360"/>
              <w:rPr>
                <w:bCs/>
                <w:iCs/>
              </w:rPr>
            </w:pPr>
            <w:r w:rsidRPr="000E7798">
              <w:rPr>
                <w:bCs/>
                <w:iCs/>
              </w:rPr>
              <w:t>-физическое насилие (доставление физических страданий, применение боли(нанесение побоев, ушибов, ран),действия, влекущие ухудшение здоровья ребенка ( оставление без пищи, питья,  уменьшение норм питания, содержание в помещениях, не приспособленных для пребывания детей, лишение прогулок)</w:t>
            </w:r>
          </w:p>
          <w:p w:rsidR="003B5D96" w:rsidRPr="000E7798" w:rsidRDefault="003B5D96" w:rsidP="003B5D96">
            <w:pPr>
              <w:ind w:left="360"/>
              <w:jc w:val="both"/>
              <w:rPr>
                <w:bCs/>
                <w:iCs/>
              </w:rPr>
            </w:pPr>
            <w:r w:rsidRPr="000E7798">
              <w:rPr>
                <w:bCs/>
                <w:iCs/>
              </w:rPr>
              <w:t xml:space="preserve">- психическое насилие( запугивание, оскорбление, унижение человеческого </w:t>
            </w:r>
          </w:p>
          <w:p w:rsidR="003B5D96" w:rsidRPr="000E7798" w:rsidRDefault="003B5D96" w:rsidP="003B5D96">
            <w:pPr>
              <w:ind w:left="360"/>
              <w:jc w:val="both"/>
              <w:rPr>
                <w:bCs/>
                <w:iCs/>
              </w:rPr>
            </w:pPr>
            <w:r w:rsidRPr="000E7798">
              <w:rPr>
                <w:bCs/>
                <w:iCs/>
              </w:rPr>
              <w:t>достоинства, употребление в адрес ребенка нецензурных, циничных, оскорбительных  слов, кличек, лишение общения)</w:t>
            </w:r>
          </w:p>
          <w:p w:rsidR="003B5D96" w:rsidRPr="000E7798" w:rsidRDefault="003B5D96" w:rsidP="003B5D96">
            <w:pPr>
              <w:ind w:left="360"/>
              <w:jc w:val="both"/>
              <w:rPr>
                <w:bCs/>
                <w:iCs/>
              </w:rPr>
            </w:pPr>
            <w:r w:rsidRPr="000E7798">
              <w:t>-сексуальное насилие,  развращение</w:t>
            </w:r>
          </w:p>
        </w:tc>
        <w:tc>
          <w:tcPr>
            <w:tcW w:w="3153" w:type="dxa"/>
            <w:shd w:val="clear" w:color="auto" w:fill="auto"/>
          </w:tcPr>
          <w:p w:rsidR="003B5D96" w:rsidRDefault="003B5D96" w:rsidP="003B5D96">
            <w:pPr>
              <w:rPr>
                <w:bCs/>
                <w:iCs/>
              </w:rPr>
            </w:pPr>
            <w:r>
              <w:rPr>
                <w:bCs/>
                <w:iCs/>
              </w:rPr>
              <w:t xml:space="preserve">-социальный патронаж семьи </w:t>
            </w:r>
          </w:p>
          <w:p w:rsidR="003B5D96" w:rsidRDefault="003B5D96" w:rsidP="003B5D96">
            <w:pPr>
              <w:rPr>
                <w:bCs/>
                <w:iCs/>
              </w:rPr>
            </w:pPr>
            <w:r>
              <w:rPr>
                <w:bCs/>
                <w:iCs/>
              </w:rPr>
              <w:t>-  постановка родителей на учет в ПДН ОВД и организация с ними профилактической работы</w:t>
            </w:r>
          </w:p>
          <w:p w:rsidR="003B5D96" w:rsidRDefault="003B5D96" w:rsidP="003B5D96">
            <w:pPr>
              <w:rPr>
                <w:bCs/>
                <w:iCs/>
              </w:rPr>
            </w:pPr>
            <w:r>
              <w:rPr>
                <w:bCs/>
                <w:iCs/>
              </w:rPr>
              <w:t>- привлечение родителей к ответственности по ст. 156, 117 УК РФ;</w:t>
            </w:r>
          </w:p>
          <w:p w:rsidR="003B5D96" w:rsidRDefault="003B5D96" w:rsidP="003B5D96">
            <w:pPr>
              <w:rPr>
                <w:bCs/>
                <w:iCs/>
              </w:rPr>
            </w:pPr>
            <w:r>
              <w:rPr>
                <w:bCs/>
                <w:iCs/>
              </w:rPr>
              <w:t>- лишение родительских прав;</w:t>
            </w:r>
          </w:p>
          <w:p w:rsidR="003B5D96" w:rsidRDefault="003B5D96" w:rsidP="003B5D96">
            <w:pPr>
              <w:rPr>
                <w:bCs/>
                <w:iCs/>
              </w:rPr>
            </w:pPr>
            <w:r>
              <w:rPr>
                <w:bCs/>
                <w:iCs/>
              </w:rPr>
              <w:t>- подбор и изучение административной практики.</w:t>
            </w:r>
          </w:p>
          <w:p w:rsidR="003B5D96" w:rsidRPr="000E7798" w:rsidRDefault="003B5D96" w:rsidP="003B5D96">
            <w:pPr>
              <w:rPr>
                <w:bCs/>
                <w:iCs/>
              </w:rPr>
            </w:pPr>
          </w:p>
        </w:tc>
        <w:tc>
          <w:tcPr>
            <w:tcW w:w="2835" w:type="dxa"/>
            <w:shd w:val="clear" w:color="auto" w:fill="auto"/>
          </w:tcPr>
          <w:p w:rsidR="003B5D96" w:rsidRDefault="003B5D96" w:rsidP="003B5D96">
            <w:pPr>
              <w:rPr>
                <w:bCs/>
                <w:iCs/>
              </w:rPr>
            </w:pPr>
            <w:r>
              <w:rPr>
                <w:bCs/>
                <w:iCs/>
              </w:rPr>
              <w:t>- устранение фактов жестокого обращения.</w:t>
            </w:r>
          </w:p>
          <w:p w:rsidR="003B5D96" w:rsidRDefault="003B5D96" w:rsidP="003B5D96">
            <w:pPr>
              <w:ind w:left="360"/>
              <w:rPr>
                <w:bCs/>
                <w:iCs/>
              </w:rPr>
            </w:pPr>
          </w:p>
          <w:p w:rsidR="003B5D96" w:rsidRPr="000E7798" w:rsidRDefault="003B5D96" w:rsidP="003B5D96">
            <w:pPr>
              <w:ind w:left="360"/>
              <w:rPr>
                <w:bCs/>
                <w:iCs/>
              </w:rPr>
            </w:pPr>
          </w:p>
        </w:tc>
        <w:tc>
          <w:tcPr>
            <w:tcW w:w="3176" w:type="dxa"/>
            <w:shd w:val="clear" w:color="auto" w:fill="auto"/>
          </w:tcPr>
          <w:p w:rsidR="003B5D96" w:rsidRPr="000E7798" w:rsidRDefault="003B5D96" w:rsidP="003B5D96">
            <w:pPr>
              <w:rPr>
                <w:bCs/>
                <w:iCs/>
              </w:rPr>
            </w:pPr>
            <w:r>
              <w:rPr>
                <w:bCs/>
                <w:iCs/>
              </w:rPr>
              <w:t>- заключение  ОВД по проверке фактов жестокого обращения.</w:t>
            </w:r>
          </w:p>
        </w:tc>
      </w:tr>
      <w:tr w:rsidR="003B5D96" w:rsidRPr="000E7798" w:rsidTr="003B5D96">
        <w:tc>
          <w:tcPr>
            <w:tcW w:w="635" w:type="dxa"/>
            <w:shd w:val="clear" w:color="auto" w:fill="auto"/>
          </w:tcPr>
          <w:p w:rsidR="003B5D96" w:rsidRPr="000E7798" w:rsidRDefault="003B5D96" w:rsidP="003B5D96">
            <w:pPr>
              <w:pStyle w:val="21"/>
              <w:rPr>
                <w:b/>
                <w:bCs/>
                <w:sz w:val="20"/>
                <w:szCs w:val="20"/>
              </w:rPr>
            </w:pPr>
            <w:r w:rsidRPr="000E7798">
              <w:rPr>
                <w:b/>
                <w:bCs/>
                <w:sz w:val="20"/>
                <w:szCs w:val="20"/>
              </w:rPr>
              <w:t>4</w:t>
            </w:r>
          </w:p>
          <w:p w:rsidR="003B5D96" w:rsidRPr="000E7798" w:rsidRDefault="003B5D96" w:rsidP="003B5D96">
            <w:pPr>
              <w:pStyle w:val="21"/>
              <w:rPr>
                <w:b/>
                <w:bCs/>
                <w:sz w:val="20"/>
                <w:szCs w:val="20"/>
              </w:rPr>
            </w:pPr>
          </w:p>
          <w:p w:rsidR="003B5D96" w:rsidRPr="000E7798" w:rsidRDefault="003B5D96" w:rsidP="003B5D96">
            <w:pPr>
              <w:pStyle w:val="21"/>
              <w:rPr>
                <w:b/>
                <w:bCs/>
                <w:sz w:val="20"/>
                <w:szCs w:val="20"/>
              </w:rPr>
            </w:pPr>
          </w:p>
        </w:tc>
        <w:tc>
          <w:tcPr>
            <w:tcW w:w="2238" w:type="dxa"/>
            <w:shd w:val="clear" w:color="auto" w:fill="auto"/>
          </w:tcPr>
          <w:p w:rsidR="003B5D96" w:rsidRPr="000E7798" w:rsidRDefault="003B5D96" w:rsidP="003B5D96">
            <w:pPr>
              <w:jc w:val="both"/>
              <w:rPr>
                <w:bCs/>
                <w:iCs/>
              </w:rPr>
            </w:pPr>
            <w:r w:rsidRPr="000E7798">
              <w:rPr>
                <w:bCs/>
                <w:iCs/>
              </w:rPr>
              <w:t>Несовершеннол</w:t>
            </w:r>
            <w:r>
              <w:rPr>
                <w:bCs/>
                <w:iCs/>
              </w:rPr>
              <w:t>етний совершает правонарушения,</w:t>
            </w:r>
            <w:r w:rsidRPr="000E7798">
              <w:rPr>
                <w:bCs/>
                <w:iCs/>
              </w:rPr>
              <w:t xml:space="preserve"> иные антиобщественные действия</w:t>
            </w:r>
          </w:p>
          <w:p w:rsidR="003B5D96" w:rsidRPr="000E7798" w:rsidRDefault="003B5D96" w:rsidP="003B5D96">
            <w:pPr>
              <w:ind w:left="360"/>
              <w:jc w:val="both"/>
              <w:rPr>
                <w:bCs/>
                <w:iCs/>
              </w:rPr>
            </w:pPr>
          </w:p>
        </w:tc>
        <w:tc>
          <w:tcPr>
            <w:tcW w:w="3472" w:type="dxa"/>
            <w:shd w:val="clear" w:color="auto" w:fill="auto"/>
          </w:tcPr>
          <w:p w:rsidR="003B5D96" w:rsidRPr="000E7798" w:rsidRDefault="003B5D96" w:rsidP="003B5D96">
            <w:pPr>
              <w:ind w:left="360"/>
              <w:jc w:val="both"/>
              <w:rPr>
                <w:bCs/>
                <w:iCs/>
              </w:rPr>
            </w:pPr>
            <w:r w:rsidRPr="000E7798">
              <w:rPr>
                <w:bCs/>
                <w:iCs/>
              </w:rPr>
              <w:t xml:space="preserve">-несовершеннолетний совершает действия, влекущие к административной либо уголовной ответственности  ( состоит на учете в ОПДН ОВД, УИИ) </w:t>
            </w:r>
            <w:r>
              <w:rPr>
                <w:bCs/>
                <w:iCs/>
              </w:rPr>
              <w:t>;</w:t>
            </w:r>
          </w:p>
          <w:p w:rsidR="003B5D96" w:rsidRPr="000E7798" w:rsidRDefault="003B5D96" w:rsidP="003B5D96">
            <w:pPr>
              <w:ind w:left="360"/>
              <w:jc w:val="both"/>
              <w:rPr>
                <w:bCs/>
                <w:iCs/>
              </w:rPr>
            </w:pPr>
            <w:r w:rsidRPr="000E7798">
              <w:rPr>
                <w:bCs/>
                <w:iCs/>
              </w:rPr>
              <w:t xml:space="preserve">-вернулся из воспитательной колонии или специального </w:t>
            </w:r>
            <w:r>
              <w:rPr>
                <w:bCs/>
                <w:iCs/>
              </w:rPr>
              <w:t xml:space="preserve">образовательного </w:t>
            </w:r>
            <w:r w:rsidRPr="000E7798">
              <w:rPr>
                <w:bCs/>
                <w:iCs/>
              </w:rPr>
              <w:t>учреждения закрытого типа</w:t>
            </w:r>
            <w:r>
              <w:rPr>
                <w:bCs/>
                <w:iCs/>
              </w:rPr>
              <w:t>;</w:t>
            </w:r>
          </w:p>
          <w:p w:rsidR="003B5D96" w:rsidRPr="000E7798" w:rsidRDefault="003B5D96" w:rsidP="003B5D96">
            <w:pPr>
              <w:ind w:left="360"/>
              <w:jc w:val="both"/>
              <w:rPr>
                <w:bCs/>
                <w:iCs/>
              </w:rPr>
            </w:pPr>
            <w:r w:rsidRPr="000E7798">
              <w:rPr>
                <w:bCs/>
                <w:iCs/>
              </w:rPr>
              <w:t>-несовершеннолетний повторно  совершает действия, влек</w:t>
            </w:r>
            <w:r>
              <w:rPr>
                <w:bCs/>
                <w:iCs/>
              </w:rPr>
              <w:t>ущие к административной либо к уго</w:t>
            </w:r>
            <w:r w:rsidRPr="000E7798">
              <w:rPr>
                <w:bCs/>
                <w:iCs/>
              </w:rPr>
              <w:t>ловной ответственности</w:t>
            </w:r>
            <w:r>
              <w:rPr>
                <w:bCs/>
                <w:iCs/>
              </w:rPr>
              <w:t>.</w:t>
            </w:r>
          </w:p>
        </w:tc>
        <w:tc>
          <w:tcPr>
            <w:tcW w:w="3153" w:type="dxa"/>
            <w:shd w:val="clear" w:color="auto" w:fill="auto"/>
          </w:tcPr>
          <w:p w:rsidR="003B5D96" w:rsidRDefault="003B5D96" w:rsidP="003B5D96">
            <w:pPr>
              <w:jc w:val="both"/>
              <w:rPr>
                <w:bCs/>
                <w:iCs/>
              </w:rPr>
            </w:pPr>
            <w:r w:rsidRPr="004D4716">
              <w:rPr>
                <w:bCs/>
                <w:iCs/>
              </w:rPr>
              <w:t>- обследование жилищно-бытовых условий (на начальном и завершающем этапе ИПР);</w:t>
            </w:r>
          </w:p>
          <w:p w:rsidR="003B5D96" w:rsidRPr="004D4716" w:rsidRDefault="003B5D96" w:rsidP="003B5D96">
            <w:pPr>
              <w:jc w:val="both"/>
              <w:rPr>
                <w:bCs/>
                <w:iCs/>
              </w:rPr>
            </w:pPr>
            <w:r>
              <w:rPr>
                <w:bCs/>
                <w:iCs/>
              </w:rPr>
              <w:t xml:space="preserve">- реализация </w:t>
            </w:r>
            <w:r w:rsidRPr="004D4716">
              <w:rPr>
                <w:bCs/>
                <w:iCs/>
              </w:rPr>
              <w:t xml:space="preserve"> в образовательных учрежд</w:t>
            </w:r>
            <w:r>
              <w:rPr>
                <w:bCs/>
                <w:iCs/>
              </w:rPr>
              <w:t>ениях мер</w:t>
            </w:r>
            <w:r w:rsidRPr="004D4716">
              <w:rPr>
                <w:bCs/>
                <w:iCs/>
              </w:rPr>
              <w:t xml:space="preserve"> психолого-педагогического сопровождения;</w:t>
            </w:r>
          </w:p>
          <w:p w:rsidR="003B5D96" w:rsidRDefault="003B5D96" w:rsidP="003B5D96">
            <w:pPr>
              <w:jc w:val="both"/>
              <w:rPr>
                <w:bCs/>
                <w:iCs/>
              </w:rPr>
            </w:pPr>
            <w:r>
              <w:rPr>
                <w:bCs/>
                <w:iCs/>
              </w:rPr>
              <w:t>- вовлечение несовершеннолетнего в деятельность системы дополнительного образования;</w:t>
            </w:r>
          </w:p>
          <w:p w:rsidR="003B5D96" w:rsidRDefault="003B5D96" w:rsidP="003B5D96">
            <w:pPr>
              <w:jc w:val="both"/>
              <w:rPr>
                <w:bCs/>
                <w:iCs/>
              </w:rPr>
            </w:pPr>
            <w:r>
              <w:rPr>
                <w:bCs/>
                <w:iCs/>
              </w:rPr>
              <w:t>- мотивация на консультирование у психолога  по корректировке поведения;</w:t>
            </w:r>
          </w:p>
          <w:p w:rsidR="003B5D96" w:rsidRDefault="003B5D96" w:rsidP="003B5D96">
            <w:pPr>
              <w:jc w:val="both"/>
              <w:rPr>
                <w:bCs/>
                <w:iCs/>
              </w:rPr>
            </w:pPr>
            <w:r>
              <w:rPr>
                <w:bCs/>
                <w:iCs/>
              </w:rPr>
              <w:t>- мотивация на консультирование у узких специалистов, оказание медицинской помощи при наличии зависимостей;</w:t>
            </w:r>
          </w:p>
          <w:p w:rsidR="003B5D96" w:rsidRDefault="003B5D96" w:rsidP="003B5D96">
            <w:pPr>
              <w:jc w:val="both"/>
              <w:rPr>
                <w:bCs/>
                <w:iCs/>
              </w:rPr>
            </w:pPr>
            <w:r>
              <w:rPr>
                <w:bCs/>
                <w:iCs/>
              </w:rPr>
              <w:t>- проведение работы  по формированию у несовершеннолетнего законопослушного поведения;, позитивного правосознания;</w:t>
            </w:r>
          </w:p>
          <w:p w:rsidR="003B5D96" w:rsidRDefault="003B5D96" w:rsidP="003B5D96">
            <w:pPr>
              <w:jc w:val="both"/>
              <w:rPr>
                <w:bCs/>
                <w:iCs/>
              </w:rPr>
            </w:pPr>
            <w:r>
              <w:rPr>
                <w:bCs/>
                <w:iCs/>
              </w:rPr>
              <w:t xml:space="preserve">- использование превентивных мер (направление в </w:t>
            </w:r>
            <w:r w:rsidRPr="00EF433F">
              <w:rPr>
                <w:bCs/>
                <w:iCs/>
              </w:rPr>
              <w:t>ЦВСНП, СУВУЗТ</w:t>
            </w:r>
            <w:r>
              <w:rPr>
                <w:bCs/>
                <w:iCs/>
              </w:rPr>
              <w:t>);</w:t>
            </w:r>
          </w:p>
          <w:p w:rsidR="003B5D96" w:rsidRDefault="003B5D96" w:rsidP="003B5D96">
            <w:pPr>
              <w:jc w:val="both"/>
              <w:rPr>
                <w:bCs/>
                <w:iCs/>
              </w:rPr>
            </w:pPr>
            <w:r>
              <w:rPr>
                <w:bCs/>
                <w:iCs/>
              </w:rPr>
              <w:t>- мероприятия по документированию.</w:t>
            </w:r>
          </w:p>
          <w:p w:rsidR="003B5D96" w:rsidRPr="000E7798" w:rsidRDefault="003B5D96" w:rsidP="003B5D96">
            <w:pPr>
              <w:jc w:val="both"/>
              <w:rPr>
                <w:bCs/>
                <w:iCs/>
              </w:rPr>
            </w:pPr>
            <w:r>
              <w:rPr>
                <w:bCs/>
                <w:iCs/>
              </w:rPr>
              <w:t>-проведение работы с родителями по обеспечению контроля за занятостью и кругом общения ребенка.</w:t>
            </w:r>
          </w:p>
        </w:tc>
        <w:tc>
          <w:tcPr>
            <w:tcW w:w="2835" w:type="dxa"/>
            <w:shd w:val="clear" w:color="auto" w:fill="auto"/>
          </w:tcPr>
          <w:p w:rsidR="003B5D96" w:rsidRPr="009B24B5" w:rsidRDefault="003B5D96" w:rsidP="003B5D96">
            <w:pPr>
              <w:jc w:val="both"/>
              <w:rPr>
                <w:bCs/>
                <w:iCs/>
              </w:rPr>
            </w:pPr>
            <w:r w:rsidRPr="009B24B5">
              <w:rPr>
                <w:bCs/>
                <w:iCs/>
              </w:rPr>
              <w:t xml:space="preserve">- </w:t>
            </w:r>
            <w:r w:rsidRPr="009B24B5">
              <w:rPr>
                <w:b/>
                <w:bCs/>
                <w:iCs/>
              </w:rPr>
              <w:t>социальные</w:t>
            </w:r>
            <w:r w:rsidRPr="009B24B5">
              <w:rPr>
                <w:bCs/>
                <w:iCs/>
              </w:rPr>
              <w:t>: уровень защищенности прав несовершеннолетнего в сферах семейного воспитания, развития и здоровья;</w:t>
            </w:r>
          </w:p>
          <w:p w:rsidR="003B5D96" w:rsidRPr="009B24B5" w:rsidRDefault="003B5D96" w:rsidP="003B5D96">
            <w:pPr>
              <w:jc w:val="both"/>
              <w:rPr>
                <w:bCs/>
                <w:iCs/>
              </w:rPr>
            </w:pPr>
            <w:r w:rsidRPr="009B24B5">
              <w:rPr>
                <w:bCs/>
                <w:iCs/>
              </w:rPr>
              <w:t xml:space="preserve">- </w:t>
            </w:r>
            <w:r w:rsidRPr="009B24B5">
              <w:rPr>
                <w:b/>
                <w:bCs/>
                <w:iCs/>
              </w:rPr>
              <w:t>образовательные</w:t>
            </w:r>
            <w:r w:rsidRPr="009B24B5">
              <w:rPr>
                <w:bCs/>
                <w:iCs/>
              </w:rPr>
              <w:t>: уровень реализации права ребенка на качественное образование;</w:t>
            </w:r>
          </w:p>
          <w:p w:rsidR="003B5D96" w:rsidRPr="009B24B5" w:rsidRDefault="003B5D96" w:rsidP="003B5D96">
            <w:pPr>
              <w:jc w:val="both"/>
              <w:rPr>
                <w:bCs/>
                <w:iCs/>
              </w:rPr>
            </w:pPr>
            <w:r w:rsidRPr="009B24B5">
              <w:rPr>
                <w:bCs/>
                <w:iCs/>
              </w:rPr>
              <w:t xml:space="preserve">- </w:t>
            </w:r>
            <w:r w:rsidRPr="009B24B5">
              <w:rPr>
                <w:b/>
                <w:bCs/>
                <w:iCs/>
              </w:rPr>
              <w:t>экономические</w:t>
            </w:r>
            <w:r w:rsidRPr="009B24B5">
              <w:rPr>
                <w:bCs/>
                <w:iCs/>
              </w:rPr>
              <w:t>: уровень качества жизни несовершеннолетнего;</w:t>
            </w:r>
          </w:p>
          <w:p w:rsidR="003B5D96" w:rsidRPr="000E7798" w:rsidRDefault="003B5D96" w:rsidP="003B5D96">
            <w:pPr>
              <w:jc w:val="both"/>
              <w:rPr>
                <w:bCs/>
                <w:iCs/>
              </w:rPr>
            </w:pPr>
            <w:r w:rsidRPr="009B24B5">
              <w:rPr>
                <w:bCs/>
                <w:iCs/>
              </w:rPr>
              <w:t xml:space="preserve">- </w:t>
            </w:r>
            <w:r w:rsidRPr="009B24B5">
              <w:rPr>
                <w:b/>
                <w:bCs/>
                <w:iCs/>
              </w:rPr>
              <w:t>управленческие</w:t>
            </w:r>
            <w:r w:rsidRPr="009B24B5">
              <w:rPr>
                <w:bCs/>
                <w:iCs/>
              </w:rPr>
              <w:t>: уровень принятия управленческих решений.</w:t>
            </w:r>
          </w:p>
        </w:tc>
        <w:tc>
          <w:tcPr>
            <w:tcW w:w="3176" w:type="dxa"/>
            <w:shd w:val="clear" w:color="auto" w:fill="auto"/>
          </w:tcPr>
          <w:p w:rsidR="003B5D96" w:rsidRPr="004D4716" w:rsidRDefault="003B5D96" w:rsidP="003B5D96">
            <w:pPr>
              <w:jc w:val="both"/>
              <w:rPr>
                <w:bCs/>
                <w:iCs/>
              </w:rPr>
            </w:pPr>
            <w:r w:rsidRPr="004D4716">
              <w:rPr>
                <w:bCs/>
                <w:iCs/>
              </w:rPr>
              <w:t>Информация на запро</w:t>
            </w:r>
            <w:r>
              <w:rPr>
                <w:bCs/>
                <w:iCs/>
              </w:rPr>
              <w:t>с ТКДН и ЗП с динамикой и</w:t>
            </w:r>
            <w:r w:rsidRPr="004D4716">
              <w:rPr>
                <w:bCs/>
                <w:iCs/>
              </w:rPr>
              <w:t xml:space="preserve"> обоснованием по вопросам:</w:t>
            </w:r>
          </w:p>
          <w:p w:rsidR="003B5D96" w:rsidRPr="004D4716" w:rsidRDefault="003B5D96" w:rsidP="003B5D96">
            <w:pPr>
              <w:jc w:val="both"/>
              <w:rPr>
                <w:bCs/>
                <w:iCs/>
              </w:rPr>
            </w:pPr>
            <w:r w:rsidRPr="004D4716">
              <w:rPr>
                <w:bCs/>
                <w:iCs/>
              </w:rPr>
              <w:t>- обследование ЖБУ (начальный и завершающий этап);</w:t>
            </w:r>
          </w:p>
          <w:p w:rsidR="003B5D96" w:rsidRPr="004D4716" w:rsidRDefault="003B5D96" w:rsidP="003B5D96">
            <w:pPr>
              <w:jc w:val="both"/>
              <w:rPr>
                <w:bCs/>
                <w:iCs/>
              </w:rPr>
            </w:pPr>
            <w:r>
              <w:rPr>
                <w:bCs/>
                <w:iCs/>
              </w:rPr>
              <w:t xml:space="preserve">- информация </w:t>
            </w:r>
            <w:r w:rsidRPr="004D4716">
              <w:rPr>
                <w:bCs/>
                <w:iCs/>
              </w:rPr>
              <w:t xml:space="preserve"> медицинских работников об обследовании, наблюдении и лечении несовершеннолетнего;</w:t>
            </w:r>
          </w:p>
          <w:p w:rsidR="003B5D96" w:rsidRPr="004D4716" w:rsidRDefault="003B5D96" w:rsidP="003B5D96">
            <w:pPr>
              <w:jc w:val="both"/>
              <w:rPr>
                <w:bCs/>
                <w:iCs/>
              </w:rPr>
            </w:pPr>
            <w:r>
              <w:rPr>
                <w:bCs/>
                <w:iCs/>
              </w:rPr>
              <w:t>- справка ТКДН и ЗП о развитии правосознания несовершеннолетнего – об отсутствии фактов административных правонарушений, преступлений</w:t>
            </w:r>
            <w:r w:rsidRPr="004D4716">
              <w:rPr>
                <w:bCs/>
                <w:iCs/>
              </w:rPr>
              <w:t>;</w:t>
            </w:r>
            <w:r>
              <w:rPr>
                <w:bCs/>
                <w:iCs/>
              </w:rPr>
              <w:t xml:space="preserve"> проведенных профилактических мероприятиях, посещений по месту жительства; </w:t>
            </w:r>
          </w:p>
          <w:p w:rsidR="003B5D96" w:rsidRPr="004D4716" w:rsidRDefault="003B5D96" w:rsidP="003B5D96">
            <w:pPr>
              <w:jc w:val="both"/>
              <w:rPr>
                <w:bCs/>
                <w:iCs/>
              </w:rPr>
            </w:pPr>
            <w:r w:rsidRPr="004D4716">
              <w:rPr>
                <w:bCs/>
                <w:iCs/>
              </w:rPr>
              <w:t>- заключение ОВД о документировании и регистрации ребенка;</w:t>
            </w:r>
          </w:p>
          <w:p w:rsidR="003B5D96" w:rsidRPr="004D4716" w:rsidRDefault="003B5D96" w:rsidP="003B5D96">
            <w:pPr>
              <w:jc w:val="both"/>
              <w:rPr>
                <w:bCs/>
                <w:iCs/>
              </w:rPr>
            </w:pPr>
            <w:r w:rsidRPr="004D4716">
              <w:rPr>
                <w:bCs/>
                <w:iCs/>
              </w:rPr>
              <w:t xml:space="preserve">- </w:t>
            </w:r>
            <w:r>
              <w:rPr>
                <w:bCs/>
                <w:iCs/>
              </w:rPr>
              <w:t xml:space="preserve">информация о занятости во внеурочное время,  посещение </w:t>
            </w:r>
            <w:r w:rsidRPr="004D4716">
              <w:rPr>
                <w:bCs/>
                <w:iCs/>
              </w:rPr>
              <w:t>кружков и секций;</w:t>
            </w:r>
          </w:p>
          <w:p w:rsidR="003B5D96" w:rsidRPr="004D4716" w:rsidRDefault="003B5D96" w:rsidP="003B5D96">
            <w:pPr>
              <w:jc w:val="both"/>
              <w:rPr>
                <w:bCs/>
                <w:iCs/>
              </w:rPr>
            </w:pPr>
            <w:r w:rsidRPr="004D4716">
              <w:rPr>
                <w:bCs/>
                <w:iCs/>
              </w:rPr>
              <w:t>- реализация психолого-педагогического сопровождения (характеристика несовершеннолетнего);</w:t>
            </w:r>
          </w:p>
          <w:p w:rsidR="003B5D96" w:rsidRPr="004D4716" w:rsidRDefault="003B5D96" w:rsidP="003B5D96">
            <w:pPr>
              <w:jc w:val="both"/>
              <w:rPr>
                <w:bCs/>
                <w:iCs/>
              </w:rPr>
            </w:pPr>
            <w:r w:rsidRPr="004D4716">
              <w:rPr>
                <w:bCs/>
                <w:iCs/>
              </w:rPr>
              <w:t>- информация наркологического кабинета о консультировании и лечении</w:t>
            </w:r>
            <w:r>
              <w:rPr>
                <w:bCs/>
                <w:iCs/>
              </w:rPr>
              <w:t xml:space="preserve"> несовершеннолетнего</w:t>
            </w:r>
            <w:r w:rsidRPr="004D4716">
              <w:rPr>
                <w:bCs/>
                <w:iCs/>
              </w:rPr>
              <w:t>;</w:t>
            </w:r>
          </w:p>
          <w:p w:rsidR="003B5D96" w:rsidRDefault="003B5D96" w:rsidP="003B5D96">
            <w:pPr>
              <w:jc w:val="both"/>
              <w:rPr>
                <w:bCs/>
                <w:iCs/>
              </w:rPr>
            </w:pPr>
            <w:r w:rsidRPr="004D4716">
              <w:rPr>
                <w:bCs/>
                <w:iCs/>
              </w:rPr>
              <w:t xml:space="preserve">- </w:t>
            </w:r>
            <w:r>
              <w:rPr>
                <w:bCs/>
                <w:iCs/>
              </w:rPr>
              <w:t>информация о работе с психологом;</w:t>
            </w:r>
          </w:p>
          <w:p w:rsidR="003B5D96" w:rsidRPr="000E7798" w:rsidRDefault="003B5D96" w:rsidP="003B5D96">
            <w:pPr>
              <w:jc w:val="both"/>
              <w:rPr>
                <w:bCs/>
                <w:iCs/>
              </w:rPr>
            </w:pPr>
            <w:r>
              <w:rPr>
                <w:bCs/>
                <w:iCs/>
              </w:rPr>
              <w:t>- постановление Суда о направлении в ЦВСНП, СУВУЗТ.</w:t>
            </w:r>
          </w:p>
        </w:tc>
      </w:tr>
    </w:tbl>
    <w:p w:rsidR="003B5D96" w:rsidRPr="00E97B03" w:rsidRDefault="003B5D96" w:rsidP="003B5D96">
      <w:pPr>
        <w:pStyle w:val="21"/>
        <w:ind w:right="5187"/>
        <w:rPr>
          <w:b/>
          <w:bCs/>
          <w:sz w:val="20"/>
          <w:szCs w:val="20"/>
        </w:rPr>
      </w:pPr>
    </w:p>
    <w:p w:rsidR="003B5D96" w:rsidRDefault="003B5D96" w:rsidP="003B5D96">
      <w:pPr>
        <w:jc w:val="both"/>
        <w:rPr>
          <w:sz w:val="24"/>
          <w:szCs w:val="24"/>
        </w:rPr>
        <w:sectPr w:rsidR="003B5D96" w:rsidSect="003B5D96">
          <w:pgSz w:w="16840" w:h="11907" w:orient="landscape"/>
          <w:pgMar w:top="567" w:right="1134" w:bottom="1134" w:left="1134" w:header="720" w:footer="720" w:gutter="0"/>
          <w:cols w:space="720"/>
          <w:noEndnote/>
        </w:sectPr>
      </w:pPr>
    </w:p>
    <w:p w:rsidR="003B5D96" w:rsidRPr="00472C9A" w:rsidRDefault="003B5D96" w:rsidP="003B5D96">
      <w:pPr>
        <w:jc w:val="center"/>
        <w:rPr>
          <w:b/>
          <w:sz w:val="24"/>
          <w:szCs w:val="24"/>
        </w:rPr>
      </w:pPr>
      <w:r w:rsidRPr="00472C9A">
        <w:rPr>
          <w:b/>
          <w:sz w:val="24"/>
          <w:szCs w:val="24"/>
        </w:rPr>
        <w:t>Методические материалы по вопросам насилия и жестокого обращения с детьми для использования при организации работы в дошкольных образовательных учреждениях</w:t>
      </w:r>
    </w:p>
    <w:p w:rsidR="003B5D96" w:rsidRPr="00472C9A" w:rsidRDefault="003B5D96" w:rsidP="003B5D96">
      <w:pPr>
        <w:jc w:val="center"/>
        <w:rPr>
          <w:b/>
          <w:sz w:val="24"/>
          <w:szCs w:val="24"/>
        </w:rPr>
      </w:pPr>
      <w:r w:rsidRPr="00472C9A">
        <w:rPr>
          <w:b/>
          <w:sz w:val="24"/>
          <w:szCs w:val="24"/>
        </w:rPr>
        <w:t>с педагогическими работниками, родителями (законными представителями).</w:t>
      </w:r>
    </w:p>
    <w:p w:rsidR="003B5D96" w:rsidRPr="00472C9A" w:rsidRDefault="003B5D96" w:rsidP="003B5D96">
      <w:pPr>
        <w:jc w:val="both"/>
        <w:rPr>
          <w:b/>
          <w:sz w:val="24"/>
          <w:szCs w:val="24"/>
        </w:rPr>
      </w:pPr>
    </w:p>
    <w:p w:rsidR="003B5D96" w:rsidRPr="00472C9A" w:rsidRDefault="003B5D96" w:rsidP="003B5D96">
      <w:pPr>
        <w:ind w:firstLine="708"/>
        <w:jc w:val="both"/>
        <w:rPr>
          <w:sz w:val="24"/>
          <w:szCs w:val="24"/>
        </w:rPr>
      </w:pPr>
      <w:r w:rsidRPr="00472C9A">
        <w:rPr>
          <w:b/>
          <w:bCs/>
          <w:sz w:val="24"/>
          <w:szCs w:val="24"/>
        </w:rPr>
        <w:t>Виды насилия над детьми:</w:t>
      </w:r>
    </w:p>
    <w:p w:rsidR="003B5D96" w:rsidRPr="00472C9A" w:rsidRDefault="003B5D96" w:rsidP="003B5D96">
      <w:pPr>
        <w:numPr>
          <w:ilvl w:val="1"/>
          <w:numId w:val="9"/>
        </w:numPr>
        <w:jc w:val="both"/>
        <w:rPr>
          <w:sz w:val="24"/>
          <w:szCs w:val="24"/>
        </w:rPr>
      </w:pPr>
      <w:r w:rsidRPr="00472C9A">
        <w:rPr>
          <w:sz w:val="24"/>
          <w:szCs w:val="24"/>
        </w:rPr>
        <w:t>физическое насилие;</w:t>
      </w:r>
    </w:p>
    <w:p w:rsidR="003B5D96" w:rsidRPr="00472C9A" w:rsidRDefault="003B5D96" w:rsidP="003B5D96">
      <w:pPr>
        <w:numPr>
          <w:ilvl w:val="1"/>
          <w:numId w:val="9"/>
        </w:numPr>
        <w:jc w:val="both"/>
        <w:rPr>
          <w:sz w:val="24"/>
          <w:szCs w:val="24"/>
        </w:rPr>
      </w:pPr>
      <w:r w:rsidRPr="00472C9A">
        <w:rPr>
          <w:sz w:val="24"/>
          <w:szCs w:val="24"/>
        </w:rPr>
        <w:t>пренебрежение нуждами;</w:t>
      </w:r>
    </w:p>
    <w:p w:rsidR="003B5D96" w:rsidRPr="00472C9A" w:rsidRDefault="003B5D96" w:rsidP="003B5D96">
      <w:pPr>
        <w:numPr>
          <w:ilvl w:val="1"/>
          <w:numId w:val="9"/>
        </w:numPr>
        <w:jc w:val="both"/>
        <w:rPr>
          <w:sz w:val="24"/>
          <w:szCs w:val="24"/>
        </w:rPr>
      </w:pPr>
      <w:r w:rsidRPr="00472C9A">
        <w:rPr>
          <w:sz w:val="24"/>
          <w:szCs w:val="24"/>
        </w:rPr>
        <w:t>психологическое насилие.</w:t>
      </w:r>
    </w:p>
    <w:p w:rsidR="003B5D96" w:rsidRPr="00472C9A" w:rsidRDefault="003B5D96" w:rsidP="003B5D96">
      <w:pPr>
        <w:numPr>
          <w:ilvl w:val="1"/>
          <w:numId w:val="9"/>
        </w:numPr>
        <w:jc w:val="both"/>
        <w:rPr>
          <w:sz w:val="24"/>
          <w:szCs w:val="24"/>
        </w:rPr>
      </w:pPr>
      <w:r w:rsidRPr="00472C9A">
        <w:rPr>
          <w:sz w:val="24"/>
          <w:szCs w:val="24"/>
        </w:rPr>
        <w:t>сексуальное насилие.</w:t>
      </w:r>
    </w:p>
    <w:p w:rsidR="003B5D96" w:rsidRPr="00472C9A" w:rsidRDefault="003B5D96" w:rsidP="003B5D96">
      <w:pPr>
        <w:ind w:left="1080"/>
        <w:jc w:val="both"/>
        <w:rPr>
          <w:sz w:val="24"/>
          <w:szCs w:val="24"/>
        </w:rPr>
      </w:pPr>
    </w:p>
    <w:p w:rsidR="003B5D96" w:rsidRPr="00472C9A" w:rsidRDefault="003B5D96" w:rsidP="003B5D96">
      <w:pPr>
        <w:ind w:firstLine="708"/>
        <w:jc w:val="both"/>
        <w:rPr>
          <w:sz w:val="24"/>
          <w:szCs w:val="24"/>
        </w:rPr>
      </w:pPr>
      <w:r w:rsidRPr="00472C9A">
        <w:rPr>
          <w:b/>
          <w:bCs/>
          <w:sz w:val="24"/>
          <w:szCs w:val="24"/>
        </w:rPr>
        <w:t>1. Физическое насилие:</w:t>
      </w:r>
    </w:p>
    <w:p w:rsidR="003B5D96" w:rsidRPr="00472C9A" w:rsidRDefault="003B5D96" w:rsidP="003B5D96">
      <w:pPr>
        <w:ind w:firstLine="708"/>
        <w:jc w:val="both"/>
        <w:rPr>
          <w:sz w:val="24"/>
          <w:szCs w:val="24"/>
        </w:rPr>
      </w:pPr>
      <w:r w:rsidRPr="00472C9A">
        <w:rPr>
          <w:i/>
          <w:sz w:val="24"/>
          <w:szCs w:val="24"/>
        </w:rPr>
        <w:t>Физическое  насилие</w:t>
      </w:r>
      <w:r w:rsidRPr="00472C9A">
        <w:rPr>
          <w:sz w:val="24"/>
          <w:szCs w:val="24"/>
        </w:rPr>
        <w:t xml:space="preserve">  -  это  преднамеренное нанесение травм и (или) повреждений ребенку, которые вызывают серьезные (требующие медицинской помощи)  нарушения  физического,  психического  здоровья, отставание в развитии. </w:t>
      </w:r>
    </w:p>
    <w:p w:rsidR="003B5D96" w:rsidRPr="00472C9A" w:rsidRDefault="003B5D96" w:rsidP="003B5D96">
      <w:pPr>
        <w:ind w:firstLine="708"/>
        <w:jc w:val="both"/>
        <w:rPr>
          <w:sz w:val="24"/>
          <w:szCs w:val="24"/>
        </w:rPr>
      </w:pPr>
    </w:p>
    <w:p w:rsidR="003B5D96" w:rsidRPr="00472C9A" w:rsidRDefault="003B5D96" w:rsidP="003B5D96">
      <w:pPr>
        <w:jc w:val="both"/>
        <w:rPr>
          <w:b/>
          <w:sz w:val="24"/>
          <w:szCs w:val="24"/>
        </w:rPr>
      </w:pPr>
      <w:r w:rsidRPr="00472C9A">
        <w:rPr>
          <w:b/>
          <w:sz w:val="24"/>
          <w:szCs w:val="24"/>
        </w:rPr>
        <w:t xml:space="preserve">Чаще всего это происходит в семьях, где: </w:t>
      </w:r>
    </w:p>
    <w:p w:rsidR="003B5D96" w:rsidRPr="00472C9A" w:rsidRDefault="003B5D96" w:rsidP="003B5D96">
      <w:pPr>
        <w:ind w:left="732" w:firstLine="168"/>
        <w:jc w:val="both"/>
        <w:rPr>
          <w:sz w:val="24"/>
          <w:szCs w:val="24"/>
        </w:rPr>
      </w:pPr>
      <w:r w:rsidRPr="00472C9A">
        <w:rPr>
          <w:sz w:val="24"/>
          <w:szCs w:val="24"/>
        </w:rPr>
        <w:t xml:space="preserve">- родители убеждены,  что физическое наказание является методом выбора для воспитания детей; </w:t>
      </w:r>
    </w:p>
    <w:p w:rsidR="003B5D96" w:rsidRPr="00472C9A" w:rsidRDefault="003B5D96" w:rsidP="003B5D96">
      <w:pPr>
        <w:ind w:left="732" w:firstLine="168"/>
        <w:jc w:val="both"/>
        <w:rPr>
          <w:sz w:val="24"/>
          <w:szCs w:val="24"/>
        </w:rPr>
      </w:pPr>
      <w:r w:rsidRPr="00472C9A">
        <w:rPr>
          <w:sz w:val="24"/>
          <w:szCs w:val="24"/>
        </w:rPr>
        <w:t xml:space="preserve">- родители  (или один из них) являются алкоголиками, наркоманами, токсикоманами; </w:t>
      </w:r>
    </w:p>
    <w:p w:rsidR="003B5D96" w:rsidRPr="00472C9A" w:rsidRDefault="003B5D96" w:rsidP="003B5D96">
      <w:pPr>
        <w:ind w:left="192" w:firstLine="708"/>
        <w:jc w:val="both"/>
        <w:rPr>
          <w:sz w:val="24"/>
          <w:szCs w:val="24"/>
        </w:rPr>
      </w:pPr>
      <w:r w:rsidRPr="00472C9A">
        <w:rPr>
          <w:sz w:val="24"/>
          <w:szCs w:val="24"/>
        </w:rPr>
        <w:t xml:space="preserve">- родители (или один из них) имеют психические заболевания; </w:t>
      </w:r>
    </w:p>
    <w:p w:rsidR="003B5D96" w:rsidRPr="00472C9A" w:rsidRDefault="003B5D96" w:rsidP="003B5D96">
      <w:pPr>
        <w:ind w:left="708" w:firstLine="168"/>
        <w:jc w:val="both"/>
        <w:rPr>
          <w:sz w:val="24"/>
          <w:szCs w:val="24"/>
        </w:rPr>
      </w:pPr>
      <w:r w:rsidRPr="00472C9A">
        <w:rPr>
          <w:sz w:val="24"/>
          <w:szCs w:val="24"/>
        </w:rPr>
        <w:t xml:space="preserve">- нарушен   эмоционально-психологический  климат в семье (частые  ссоры, скандалы, отсутствие уважения друг к другу); </w:t>
      </w:r>
    </w:p>
    <w:p w:rsidR="003B5D96" w:rsidRPr="00472C9A" w:rsidRDefault="003B5D96" w:rsidP="003B5D96">
      <w:pPr>
        <w:ind w:left="708" w:firstLine="168"/>
        <w:jc w:val="both"/>
        <w:rPr>
          <w:sz w:val="24"/>
          <w:szCs w:val="24"/>
        </w:rPr>
      </w:pPr>
      <w:r w:rsidRPr="00472C9A">
        <w:rPr>
          <w:sz w:val="24"/>
          <w:szCs w:val="24"/>
        </w:rPr>
        <w:t xml:space="preserve">- родители  находятся  в  состоянии  стресса  в  связи со смертью близких, болезнью, потерей работы, экономическим кризисом и др.; </w:t>
      </w:r>
    </w:p>
    <w:p w:rsidR="003B5D96" w:rsidRPr="00472C9A" w:rsidRDefault="003B5D96" w:rsidP="003B5D96">
      <w:pPr>
        <w:ind w:left="708" w:firstLine="168"/>
        <w:jc w:val="both"/>
        <w:rPr>
          <w:sz w:val="24"/>
          <w:szCs w:val="24"/>
        </w:rPr>
      </w:pPr>
      <w:r w:rsidRPr="00472C9A">
        <w:rPr>
          <w:sz w:val="24"/>
          <w:szCs w:val="24"/>
        </w:rPr>
        <w:t xml:space="preserve">- родители   предъявляют   чрезмерные   требования  к  детям,  несоответствующие их возрасту и уровню развития; </w:t>
      </w:r>
    </w:p>
    <w:p w:rsidR="003B5D96" w:rsidRPr="00472C9A" w:rsidRDefault="003B5D96" w:rsidP="003B5D96">
      <w:pPr>
        <w:ind w:left="708" w:firstLine="168"/>
        <w:jc w:val="both"/>
        <w:rPr>
          <w:sz w:val="24"/>
          <w:szCs w:val="24"/>
        </w:rPr>
      </w:pPr>
      <w:r w:rsidRPr="00472C9A">
        <w:rPr>
          <w:sz w:val="24"/>
          <w:szCs w:val="24"/>
        </w:rPr>
        <w:t xml:space="preserve">- дети  имеют  особенности:  недоношенность  в  анамнезе, наличие соматических    или   психических   заболеваний;   они   гиперактивны, неусидчивы. </w:t>
      </w:r>
    </w:p>
    <w:p w:rsidR="003B5D96" w:rsidRPr="00472C9A" w:rsidRDefault="003B5D96" w:rsidP="003B5D96">
      <w:pPr>
        <w:pStyle w:val="ae"/>
        <w:spacing w:before="1" w:beforeAutospacing="1" w:after="1" w:afterAutospacing="1"/>
        <w:jc w:val="both"/>
        <w:rPr>
          <w:b/>
        </w:rPr>
      </w:pPr>
      <w:r w:rsidRPr="00472C9A">
        <w:rPr>
          <w:b/>
        </w:rPr>
        <w:t xml:space="preserve">Формы физического насилия: </w:t>
      </w:r>
    </w:p>
    <w:p w:rsidR="003B5D96" w:rsidRPr="00472C9A" w:rsidRDefault="003B5D96" w:rsidP="003B5D96">
      <w:pPr>
        <w:pStyle w:val="ae"/>
        <w:ind w:left="724" w:hanging="16"/>
        <w:jc w:val="both"/>
      </w:pPr>
      <w:r w:rsidRPr="00472C9A">
        <w:t xml:space="preserve">• избиение; </w:t>
      </w:r>
    </w:p>
    <w:p w:rsidR="003B5D96" w:rsidRPr="00472C9A" w:rsidRDefault="003B5D96" w:rsidP="003B5D96">
      <w:pPr>
        <w:pStyle w:val="ae"/>
        <w:ind w:left="724" w:hanging="16"/>
        <w:jc w:val="both"/>
      </w:pPr>
      <w:r w:rsidRPr="00472C9A">
        <w:t xml:space="preserve">• пощечины, тычки, шлепки, щипки; </w:t>
      </w:r>
    </w:p>
    <w:p w:rsidR="003B5D96" w:rsidRPr="00472C9A" w:rsidRDefault="003B5D96" w:rsidP="003B5D96">
      <w:pPr>
        <w:pStyle w:val="ae"/>
        <w:ind w:left="724" w:hanging="16"/>
        <w:jc w:val="both"/>
      </w:pPr>
      <w:r w:rsidRPr="00472C9A">
        <w:t xml:space="preserve">• порка; </w:t>
      </w:r>
    </w:p>
    <w:p w:rsidR="003B5D96" w:rsidRPr="00472C9A" w:rsidRDefault="003B5D96" w:rsidP="003B5D96">
      <w:pPr>
        <w:pStyle w:val="ae"/>
        <w:ind w:left="724" w:hanging="16"/>
        <w:jc w:val="both"/>
      </w:pPr>
      <w:r w:rsidRPr="00472C9A">
        <w:t xml:space="preserve">• вырывание волос; </w:t>
      </w:r>
    </w:p>
    <w:p w:rsidR="003B5D96" w:rsidRPr="00472C9A" w:rsidRDefault="003B5D96" w:rsidP="003B5D96">
      <w:pPr>
        <w:pStyle w:val="ae"/>
        <w:ind w:left="724" w:hanging="16"/>
        <w:jc w:val="both"/>
      </w:pPr>
      <w:r w:rsidRPr="00472C9A">
        <w:t xml:space="preserve">• фиксация в неудобной позе; </w:t>
      </w:r>
    </w:p>
    <w:p w:rsidR="003B5D96" w:rsidRPr="00472C9A" w:rsidRDefault="003B5D96" w:rsidP="003B5D96">
      <w:pPr>
        <w:pStyle w:val="ae"/>
        <w:ind w:left="724" w:hanging="16"/>
        <w:jc w:val="both"/>
      </w:pPr>
      <w:r w:rsidRPr="00472C9A">
        <w:t xml:space="preserve">• укусы; </w:t>
      </w:r>
    </w:p>
    <w:p w:rsidR="003B5D96" w:rsidRPr="00472C9A" w:rsidRDefault="003B5D96" w:rsidP="003B5D96">
      <w:pPr>
        <w:pStyle w:val="ae"/>
        <w:ind w:left="724" w:hanging="16"/>
        <w:jc w:val="both"/>
      </w:pPr>
      <w:r w:rsidRPr="00472C9A">
        <w:t xml:space="preserve">• изоляция (запирание в кладовке, туалете и т.п.); </w:t>
      </w:r>
    </w:p>
    <w:p w:rsidR="003B5D96" w:rsidRPr="00472C9A" w:rsidRDefault="003B5D96" w:rsidP="003B5D96">
      <w:pPr>
        <w:pStyle w:val="ae"/>
        <w:ind w:left="724" w:hanging="16"/>
        <w:jc w:val="both"/>
      </w:pPr>
      <w:r w:rsidRPr="00472C9A">
        <w:t xml:space="preserve">• преднамеренное лишение еды, питья, одежды (выставление ребенка в мороз на улицу без теплой одежды); </w:t>
      </w:r>
    </w:p>
    <w:p w:rsidR="003B5D96" w:rsidRPr="00472C9A" w:rsidRDefault="003B5D96" w:rsidP="003B5D96">
      <w:pPr>
        <w:pStyle w:val="ae"/>
        <w:ind w:left="724" w:hanging="16"/>
        <w:jc w:val="both"/>
      </w:pPr>
      <w:r w:rsidRPr="00472C9A">
        <w:t xml:space="preserve">• грубое нарушение режима дня; </w:t>
      </w:r>
    </w:p>
    <w:p w:rsidR="003B5D96" w:rsidRPr="00472C9A" w:rsidRDefault="003B5D96" w:rsidP="003B5D96">
      <w:pPr>
        <w:pStyle w:val="ae"/>
        <w:ind w:left="1416"/>
        <w:jc w:val="both"/>
      </w:pPr>
      <w:r w:rsidRPr="00472C9A">
        <w:t xml:space="preserve">• обращение с детьми, не соответствующее их возрасту и развитию (предъявление требований, которые ребенок еще не может выполнить, либо которые перерос); </w:t>
      </w:r>
    </w:p>
    <w:p w:rsidR="003B5D96" w:rsidRPr="00472C9A" w:rsidRDefault="003B5D96" w:rsidP="003B5D96">
      <w:pPr>
        <w:pStyle w:val="ae"/>
        <w:ind w:left="1442"/>
        <w:jc w:val="both"/>
      </w:pPr>
      <w:r w:rsidRPr="00472C9A">
        <w:t xml:space="preserve">• сильное встряхивание грудных детей. </w:t>
      </w:r>
    </w:p>
    <w:p w:rsidR="003B5D96" w:rsidRPr="00472C9A" w:rsidRDefault="003B5D96" w:rsidP="003B5D96">
      <w:pPr>
        <w:pStyle w:val="ae"/>
        <w:ind w:left="1442"/>
        <w:jc w:val="both"/>
      </w:pPr>
    </w:p>
    <w:p w:rsidR="003B5D96" w:rsidRPr="00472C9A" w:rsidRDefault="003B5D96" w:rsidP="003B5D96">
      <w:pPr>
        <w:ind w:left="708" w:firstLine="708"/>
        <w:jc w:val="both"/>
        <w:rPr>
          <w:b/>
          <w:bCs/>
          <w:iCs/>
          <w:sz w:val="24"/>
          <w:szCs w:val="24"/>
        </w:rPr>
      </w:pPr>
      <w:r w:rsidRPr="00472C9A">
        <w:rPr>
          <w:sz w:val="24"/>
          <w:szCs w:val="24"/>
        </w:rPr>
        <w:t xml:space="preserve">Наиболее часто физическому насилию в семье подвергаются дети, имеющие физические или психические отклонения, недоношенные, с малым весом при рождении, так как обычно они более раздражительны, больше плачут, менее привлекательны внешне.  </w:t>
      </w:r>
    </w:p>
    <w:p w:rsidR="003B5D96" w:rsidRPr="00472C9A" w:rsidRDefault="003B5D96" w:rsidP="003B5D96">
      <w:pPr>
        <w:ind w:firstLine="708"/>
        <w:jc w:val="both"/>
        <w:rPr>
          <w:sz w:val="24"/>
          <w:szCs w:val="24"/>
        </w:rPr>
      </w:pPr>
    </w:p>
    <w:p w:rsidR="003B5D96" w:rsidRPr="00472C9A" w:rsidRDefault="003B5D96" w:rsidP="003B5D96">
      <w:pPr>
        <w:ind w:firstLine="708"/>
        <w:jc w:val="both"/>
        <w:rPr>
          <w:b/>
          <w:sz w:val="24"/>
          <w:szCs w:val="24"/>
        </w:rPr>
      </w:pPr>
      <w:r w:rsidRPr="00472C9A">
        <w:rPr>
          <w:b/>
          <w:sz w:val="24"/>
          <w:szCs w:val="24"/>
        </w:rPr>
        <w:t xml:space="preserve">Распознание факта физического насилия над ребенком </w:t>
      </w:r>
    </w:p>
    <w:p w:rsidR="003B5D96" w:rsidRPr="00472C9A" w:rsidRDefault="003B5D96" w:rsidP="003B5D96">
      <w:pPr>
        <w:ind w:left="708" w:firstLine="708"/>
        <w:jc w:val="both"/>
        <w:rPr>
          <w:sz w:val="24"/>
          <w:szCs w:val="24"/>
        </w:rPr>
      </w:pPr>
      <w:r w:rsidRPr="00472C9A">
        <w:rPr>
          <w:sz w:val="24"/>
          <w:szCs w:val="24"/>
        </w:rPr>
        <w:t xml:space="preserve">Характер повреждений: </w:t>
      </w:r>
    </w:p>
    <w:p w:rsidR="003B5D96" w:rsidRPr="00472C9A" w:rsidRDefault="003B5D96" w:rsidP="003B5D96">
      <w:pPr>
        <w:ind w:left="708"/>
        <w:jc w:val="both"/>
        <w:rPr>
          <w:sz w:val="24"/>
          <w:szCs w:val="24"/>
        </w:rPr>
      </w:pPr>
      <w:r w:rsidRPr="00472C9A">
        <w:rPr>
          <w:sz w:val="24"/>
          <w:szCs w:val="24"/>
        </w:rPr>
        <w:t xml:space="preserve">- синяки,   ссадины,   раны,  следы  от  ударов  ремнем,  укусов, прижигания  горячими  предметами, сигаретами, располагающиеся на лице, теле, конечностях; </w:t>
      </w:r>
    </w:p>
    <w:p w:rsidR="003B5D96" w:rsidRPr="00472C9A" w:rsidRDefault="003B5D96" w:rsidP="003B5D96">
      <w:pPr>
        <w:ind w:left="708"/>
        <w:jc w:val="both"/>
        <w:rPr>
          <w:sz w:val="24"/>
          <w:szCs w:val="24"/>
        </w:rPr>
      </w:pPr>
      <w:r w:rsidRPr="00472C9A">
        <w:rPr>
          <w:sz w:val="24"/>
          <w:szCs w:val="24"/>
        </w:rPr>
        <w:t xml:space="preserve">- ожоги  горячими  жидкостями  кистей  и  ног в виде перчатки или носка (от погружения в горячую воду), а также на ягодицах; </w:t>
      </w:r>
    </w:p>
    <w:p w:rsidR="003B5D96" w:rsidRPr="00472C9A" w:rsidRDefault="003B5D96" w:rsidP="003B5D96">
      <w:pPr>
        <w:ind w:left="360" w:firstLine="348"/>
        <w:jc w:val="both"/>
        <w:rPr>
          <w:sz w:val="24"/>
          <w:szCs w:val="24"/>
        </w:rPr>
      </w:pPr>
      <w:r w:rsidRPr="00472C9A">
        <w:rPr>
          <w:sz w:val="24"/>
          <w:szCs w:val="24"/>
        </w:rPr>
        <w:t>- повреждения  и  переломы  костей,  припухлость  и болезненность суставов;</w:t>
      </w:r>
    </w:p>
    <w:p w:rsidR="003B5D96" w:rsidRPr="00472C9A" w:rsidRDefault="003B5D96" w:rsidP="003B5D96">
      <w:pPr>
        <w:ind w:left="360" w:firstLine="348"/>
        <w:jc w:val="both"/>
        <w:rPr>
          <w:sz w:val="24"/>
          <w:szCs w:val="24"/>
        </w:rPr>
      </w:pPr>
      <w:r w:rsidRPr="00472C9A">
        <w:rPr>
          <w:sz w:val="24"/>
          <w:szCs w:val="24"/>
        </w:rPr>
        <w:t xml:space="preserve">- выбитые  и  расшатанные  зубы,  разрывы  или  порезы во рту, на губах; </w:t>
      </w:r>
    </w:p>
    <w:p w:rsidR="003B5D96" w:rsidRPr="00472C9A" w:rsidRDefault="003B5D96" w:rsidP="003B5D96">
      <w:pPr>
        <w:ind w:left="360" w:firstLine="348"/>
        <w:jc w:val="both"/>
        <w:rPr>
          <w:sz w:val="24"/>
          <w:szCs w:val="24"/>
        </w:rPr>
      </w:pPr>
      <w:r w:rsidRPr="00472C9A">
        <w:rPr>
          <w:sz w:val="24"/>
          <w:szCs w:val="24"/>
        </w:rPr>
        <w:t xml:space="preserve">- участки облысения, кровоподтеки на голове; </w:t>
      </w:r>
    </w:p>
    <w:p w:rsidR="003B5D96" w:rsidRPr="00472C9A" w:rsidRDefault="003B5D96" w:rsidP="003B5D96">
      <w:pPr>
        <w:ind w:left="360" w:firstLine="348"/>
        <w:jc w:val="both"/>
        <w:rPr>
          <w:sz w:val="24"/>
          <w:szCs w:val="24"/>
        </w:rPr>
      </w:pPr>
      <w:r w:rsidRPr="00472C9A">
        <w:rPr>
          <w:sz w:val="24"/>
          <w:szCs w:val="24"/>
        </w:rPr>
        <w:t xml:space="preserve">- повреждения внутренних органов.     </w:t>
      </w:r>
    </w:p>
    <w:p w:rsidR="003B5D96" w:rsidRPr="00472C9A" w:rsidRDefault="003B5D96" w:rsidP="003B5D96">
      <w:pPr>
        <w:ind w:left="540"/>
        <w:jc w:val="both"/>
        <w:rPr>
          <w:sz w:val="24"/>
          <w:szCs w:val="24"/>
        </w:rPr>
      </w:pPr>
    </w:p>
    <w:p w:rsidR="003B5D96" w:rsidRPr="00472C9A" w:rsidRDefault="003B5D96" w:rsidP="003B5D96">
      <w:pPr>
        <w:ind w:left="360" w:firstLine="348"/>
        <w:jc w:val="both"/>
        <w:rPr>
          <w:b/>
          <w:sz w:val="24"/>
          <w:szCs w:val="24"/>
        </w:rPr>
      </w:pPr>
      <w:r w:rsidRPr="00472C9A">
        <w:rPr>
          <w:b/>
          <w:sz w:val="24"/>
          <w:szCs w:val="24"/>
        </w:rPr>
        <w:t>2. Пренебрежение нуждами ребенка:</w:t>
      </w:r>
    </w:p>
    <w:p w:rsidR="003B5D96" w:rsidRPr="00472C9A" w:rsidRDefault="003B5D96" w:rsidP="003B5D96">
      <w:pPr>
        <w:ind w:left="708" w:firstLine="708"/>
        <w:jc w:val="both"/>
        <w:rPr>
          <w:sz w:val="24"/>
          <w:szCs w:val="24"/>
        </w:rPr>
      </w:pPr>
      <w:r w:rsidRPr="00472C9A">
        <w:rPr>
          <w:sz w:val="24"/>
          <w:szCs w:val="24"/>
        </w:rPr>
        <w:t>Пренебрежение  основными нуждами ребенка (</w:t>
      </w:r>
      <w:r w:rsidRPr="00472C9A">
        <w:rPr>
          <w:i/>
          <w:sz w:val="24"/>
          <w:szCs w:val="24"/>
        </w:rPr>
        <w:t>моральная жестокость</w:t>
      </w:r>
      <w:r w:rsidRPr="00472C9A">
        <w:rPr>
          <w:sz w:val="24"/>
          <w:szCs w:val="24"/>
        </w:rPr>
        <w:t>) - это   отсутствие   со   стороны  родителей  или  лиц,  их  заменяющих, элементарной   заботы  о  нем,  а  также  недобросовестное  выполнение обязанностей  по  воспитанию ребенка, в результате чего его здоровье и развитие нарушаются</w:t>
      </w:r>
    </w:p>
    <w:p w:rsidR="003B5D96" w:rsidRPr="00472C9A" w:rsidRDefault="003B5D96" w:rsidP="003B5D96">
      <w:pPr>
        <w:ind w:left="708"/>
        <w:jc w:val="both"/>
        <w:rPr>
          <w:sz w:val="24"/>
          <w:szCs w:val="24"/>
        </w:rPr>
      </w:pPr>
      <w:r w:rsidRPr="00472C9A">
        <w:rPr>
          <w:sz w:val="24"/>
          <w:szCs w:val="24"/>
        </w:rPr>
        <w:t xml:space="preserve">Чаще  всего  пренебрегают  основными  нуждами  детей родители или лица,  их  заменяющие:  алкоголики,  наркоманы;  лица  с  психическими расстройствами;   юные   родители,   не   имеющие   опыта   и  навыков родительства;  с низким социально-экономическим уровнем жизни; имеющие хронические    заболевания,   инвалидность,   умственную   отсталость; перенесшие жестокое обращение в детстве; социально изолированные. </w:t>
      </w:r>
    </w:p>
    <w:p w:rsidR="003B5D96" w:rsidRPr="00472C9A" w:rsidRDefault="003B5D96" w:rsidP="003B5D96">
      <w:pPr>
        <w:pStyle w:val="ae"/>
        <w:spacing w:before="1" w:beforeAutospacing="1" w:after="1" w:afterAutospacing="1"/>
        <w:ind w:firstLine="708"/>
        <w:jc w:val="both"/>
        <w:rPr>
          <w:b/>
        </w:rPr>
      </w:pPr>
      <w:r w:rsidRPr="00472C9A">
        <w:rPr>
          <w:b/>
        </w:rPr>
        <w:t xml:space="preserve">Формы пренебрежения нуждами ребенка: </w:t>
      </w:r>
    </w:p>
    <w:p w:rsidR="003B5D96" w:rsidRPr="00472C9A" w:rsidRDefault="003B5D96" w:rsidP="003B5D96">
      <w:pPr>
        <w:pStyle w:val="ae"/>
        <w:ind w:left="787" w:firstLine="629"/>
        <w:jc w:val="both"/>
      </w:pPr>
      <w:r w:rsidRPr="00472C9A">
        <w:t xml:space="preserve">• оставление ребенка без присмотра; </w:t>
      </w:r>
    </w:p>
    <w:p w:rsidR="003B5D96" w:rsidRPr="00472C9A" w:rsidRDefault="003B5D96" w:rsidP="003B5D96">
      <w:pPr>
        <w:pStyle w:val="ae"/>
        <w:ind w:left="787" w:firstLine="629"/>
        <w:jc w:val="both"/>
      </w:pPr>
      <w:r w:rsidRPr="00472C9A">
        <w:t xml:space="preserve">• отсутствие должного внимания, опеки, защиты; </w:t>
      </w:r>
    </w:p>
    <w:p w:rsidR="003B5D96" w:rsidRPr="00472C9A" w:rsidRDefault="003B5D96" w:rsidP="003B5D96">
      <w:pPr>
        <w:pStyle w:val="ae"/>
        <w:ind w:left="787" w:firstLine="629"/>
        <w:jc w:val="both"/>
      </w:pPr>
      <w:r w:rsidRPr="00472C9A">
        <w:t xml:space="preserve">• не предоставление ребенку питания, одежды, жилья; </w:t>
      </w:r>
    </w:p>
    <w:p w:rsidR="003B5D96" w:rsidRPr="00472C9A" w:rsidRDefault="003B5D96" w:rsidP="003B5D96">
      <w:pPr>
        <w:pStyle w:val="ae"/>
        <w:ind w:left="1416"/>
        <w:jc w:val="both"/>
      </w:pPr>
      <w:r w:rsidRPr="00472C9A">
        <w:t xml:space="preserve">• несоответствие среды обитания потребностям ребенка: отсутствие спального места, соответствующего возрасту ребенка, места для игр и занятий; </w:t>
      </w:r>
    </w:p>
    <w:p w:rsidR="003B5D96" w:rsidRPr="00472C9A" w:rsidRDefault="003B5D96" w:rsidP="003B5D96">
      <w:pPr>
        <w:pStyle w:val="ae"/>
        <w:ind w:left="1416"/>
        <w:jc w:val="both"/>
      </w:pPr>
      <w:r w:rsidRPr="00472C9A">
        <w:t>• приготовление пищи ребенку непригодным для него способом, кормление пищей, не со</w:t>
      </w:r>
      <w:r>
        <w:t xml:space="preserve">ответствующей возрасту ребенка; </w:t>
      </w:r>
      <w:r w:rsidRPr="00472C9A">
        <w:t xml:space="preserve">• отсутствие должного гигиенического ухода: купание, смена подгузников, стирка и смена белья и одежды; </w:t>
      </w:r>
    </w:p>
    <w:p w:rsidR="003B5D96" w:rsidRPr="00472C9A" w:rsidRDefault="003B5D96" w:rsidP="003B5D96">
      <w:pPr>
        <w:pStyle w:val="ae"/>
        <w:ind w:left="729" w:firstLine="689"/>
        <w:jc w:val="both"/>
      </w:pPr>
      <w:r w:rsidRPr="00472C9A">
        <w:t xml:space="preserve">• несоответствие одежды ребенка погодным условиям; </w:t>
      </w:r>
    </w:p>
    <w:p w:rsidR="003B5D96" w:rsidRPr="00472C9A" w:rsidRDefault="003B5D96" w:rsidP="003B5D96">
      <w:pPr>
        <w:pStyle w:val="ae"/>
        <w:ind w:left="729" w:firstLine="689"/>
        <w:jc w:val="both"/>
      </w:pPr>
      <w:r w:rsidRPr="00472C9A">
        <w:t xml:space="preserve">• не предоставление медицинской помощи ребенку: обследования, лечения, профилактических прививок; </w:t>
      </w:r>
    </w:p>
    <w:p w:rsidR="003B5D96" w:rsidRPr="00472C9A" w:rsidRDefault="003B5D96" w:rsidP="003B5D96">
      <w:pPr>
        <w:pStyle w:val="ae"/>
        <w:ind w:left="729" w:firstLine="689"/>
        <w:jc w:val="both"/>
      </w:pPr>
      <w:r w:rsidRPr="00472C9A">
        <w:t xml:space="preserve">• неквалифицированное лечение ребенка: дача лекарств без показаний, в неправильной дозировке; </w:t>
      </w:r>
    </w:p>
    <w:p w:rsidR="003B5D96" w:rsidRPr="00472C9A" w:rsidRDefault="003B5D96" w:rsidP="003B5D96">
      <w:pPr>
        <w:pStyle w:val="ae"/>
        <w:ind w:left="729" w:firstLine="689"/>
        <w:jc w:val="both"/>
      </w:pPr>
      <w:r w:rsidRPr="00472C9A">
        <w:t xml:space="preserve">• опасные условия для жизни ребенка: антисанитария, паразиты, битое стекло, незащищенные электрические розетки, легкий доступ к ядовитым веществам и т.п.; </w:t>
      </w:r>
    </w:p>
    <w:p w:rsidR="003B5D96" w:rsidRPr="00472C9A" w:rsidRDefault="003B5D96" w:rsidP="003B5D96">
      <w:pPr>
        <w:ind w:left="708" w:firstLine="689"/>
        <w:jc w:val="both"/>
        <w:rPr>
          <w:sz w:val="24"/>
          <w:szCs w:val="24"/>
        </w:rPr>
      </w:pPr>
      <w:r w:rsidRPr="00472C9A">
        <w:rPr>
          <w:sz w:val="24"/>
          <w:szCs w:val="24"/>
        </w:rPr>
        <w:t>• отсутствие внимания развитию ребенка соответственно возрасту: безучастие к общению и играм с ребенком, отсутствие игрушек, соответствующих возрасту, школьных принадлежностей; бездействие в отношении школьного обучения или препятствование ему.</w:t>
      </w:r>
    </w:p>
    <w:p w:rsidR="003B5D96" w:rsidRPr="00472C9A" w:rsidRDefault="003B5D96" w:rsidP="003B5D96">
      <w:pPr>
        <w:ind w:left="360"/>
        <w:jc w:val="both"/>
        <w:rPr>
          <w:b/>
          <w:bCs/>
          <w:sz w:val="24"/>
          <w:szCs w:val="24"/>
        </w:rPr>
      </w:pPr>
    </w:p>
    <w:p w:rsidR="003B5D96" w:rsidRPr="00472C9A" w:rsidRDefault="003B5D96" w:rsidP="003B5D96">
      <w:pPr>
        <w:ind w:left="360" w:firstLine="348"/>
        <w:jc w:val="both"/>
        <w:rPr>
          <w:b/>
          <w:bCs/>
          <w:sz w:val="24"/>
          <w:szCs w:val="24"/>
        </w:rPr>
      </w:pPr>
      <w:r w:rsidRPr="00472C9A">
        <w:rPr>
          <w:b/>
          <w:bCs/>
          <w:sz w:val="24"/>
          <w:szCs w:val="24"/>
        </w:rPr>
        <w:t>Последствия пренебрежения:</w:t>
      </w:r>
    </w:p>
    <w:p w:rsidR="003B5D96" w:rsidRPr="00472C9A" w:rsidRDefault="003B5D96" w:rsidP="003B5D96">
      <w:pPr>
        <w:ind w:left="360"/>
        <w:jc w:val="both"/>
        <w:rPr>
          <w:sz w:val="24"/>
          <w:szCs w:val="24"/>
        </w:rPr>
      </w:pPr>
    </w:p>
    <w:p w:rsidR="003B5D96" w:rsidRPr="00472C9A" w:rsidRDefault="003B5D96" w:rsidP="003B5D96">
      <w:pPr>
        <w:ind w:left="360" w:firstLine="348"/>
        <w:jc w:val="both"/>
        <w:rPr>
          <w:sz w:val="24"/>
          <w:szCs w:val="24"/>
        </w:rPr>
      </w:pPr>
      <w:r w:rsidRPr="00472C9A">
        <w:rPr>
          <w:b/>
          <w:bCs/>
          <w:sz w:val="24"/>
          <w:szCs w:val="24"/>
        </w:rPr>
        <w:t>1) Внешние проявления</w:t>
      </w:r>
      <w:r w:rsidRPr="00472C9A">
        <w:rPr>
          <w:sz w:val="24"/>
          <w:szCs w:val="24"/>
        </w:rPr>
        <w:t xml:space="preserve">: </w:t>
      </w:r>
    </w:p>
    <w:p w:rsidR="003B5D96" w:rsidRPr="00472C9A" w:rsidRDefault="003B5D96" w:rsidP="003B5D96">
      <w:pPr>
        <w:numPr>
          <w:ilvl w:val="0"/>
          <w:numId w:val="10"/>
        </w:numPr>
        <w:jc w:val="both"/>
        <w:rPr>
          <w:sz w:val="24"/>
          <w:szCs w:val="24"/>
        </w:rPr>
      </w:pPr>
      <w:r w:rsidRPr="00472C9A">
        <w:rPr>
          <w:sz w:val="24"/>
          <w:szCs w:val="24"/>
        </w:rPr>
        <w:t xml:space="preserve">утомленный сонный вид, бледное лицо, опухшие веки; </w:t>
      </w:r>
    </w:p>
    <w:p w:rsidR="003B5D96" w:rsidRPr="00472C9A" w:rsidRDefault="003B5D96" w:rsidP="003B5D96">
      <w:pPr>
        <w:numPr>
          <w:ilvl w:val="0"/>
          <w:numId w:val="10"/>
        </w:numPr>
        <w:jc w:val="both"/>
        <w:rPr>
          <w:sz w:val="24"/>
          <w:szCs w:val="24"/>
        </w:rPr>
      </w:pPr>
      <w:r w:rsidRPr="00472C9A">
        <w:rPr>
          <w:sz w:val="24"/>
          <w:szCs w:val="24"/>
        </w:rPr>
        <w:t xml:space="preserve">у грудных детей обезвоженность, опрелости, сыпи; </w:t>
      </w:r>
    </w:p>
    <w:p w:rsidR="003B5D96" w:rsidRPr="00472C9A" w:rsidRDefault="003B5D96" w:rsidP="003B5D96">
      <w:pPr>
        <w:numPr>
          <w:ilvl w:val="0"/>
          <w:numId w:val="10"/>
        </w:numPr>
        <w:jc w:val="both"/>
        <w:rPr>
          <w:sz w:val="24"/>
          <w:szCs w:val="24"/>
        </w:rPr>
      </w:pPr>
      <w:r w:rsidRPr="00472C9A">
        <w:rPr>
          <w:sz w:val="24"/>
          <w:szCs w:val="24"/>
        </w:rPr>
        <w:t xml:space="preserve">одежда неряшливая, не соответствует сезону и размеру ребенка; </w:t>
      </w:r>
    </w:p>
    <w:p w:rsidR="003B5D96" w:rsidRPr="00472C9A" w:rsidRDefault="003B5D96" w:rsidP="003B5D96">
      <w:pPr>
        <w:numPr>
          <w:ilvl w:val="0"/>
          <w:numId w:val="10"/>
        </w:numPr>
        <w:jc w:val="both"/>
        <w:rPr>
          <w:sz w:val="24"/>
          <w:szCs w:val="24"/>
        </w:rPr>
      </w:pPr>
      <w:r w:rsidRPr="00472C9A">
        <w:rPr>
          <w:sz w:val="24"/>
          <w:szCs w:val="24"/>
        </w:rPr>
        <w:t xml:space="preserve">нечистоплотность, несвежий запах. </w:t>
      </w:r>
    </w:p>
    <w:p w:rsidR="003B5D96" w:rsidRPr="00472C9A" w:rsidRDefault="003B5D96" w:rsidP="003B5D96">
      <w:pPr>
        <w:ind w:left="360" w:firstLine="348"/>
        <w:jc w:val="both"/>
        <w:rPr>
          <w:sz w:val="24"/>
          <w:szCs w:val="24"/>
        </w:rPr>
      </w:pPr>
      <w:r w:rsidRPr="00472C9A">
        <w:rPr>
          <w:b/>
          <w:bCs/>
          <w:sz w:val="24"/>
          <w:szCs w:val="24"/>
        </w:rPr>
        <w:t>2) Физические признаки:</w:t>
      </w:r>
      <w:r w:rsidRPr="00472C9A">
        <w:rPr>
          <w:sz w:val="24"/>
          <w:szCs w:val="24"/>
        </w:rPr>
        <w:t xml:space="preserve">  </w:t>
      </w:r>
    </w:p>
    <w:p w:rsidR="003B5D96" w:rsidRPr="00472C9A" w:rsidRDefault="003B5D96" w:rsidP="003B5D96">
      <w:pPr>
        <w:numPr>
          <w:ilvl w:val="0"/>
          <w:numId w:val="11"/>
        </w:numPr>
        <w:jc w:val="both"/>
        <w:rPr>
          <w:sz w:val="24"/>
          <w:szCs w:val="24"/>
        </w:rPr>
      </w:pPr>
      <w:r w:rsidRPr="00472C9A">
        <w:rPr>
          <w:sz w:val="24"/>
          <w:szCs w:val="24"/>
        </w:rPr>
        <w:t xml:space="preserve">отставание в весе и росте от сверстников; </w:t>
      </w:r>
    </w:p>
    <w:p w:rsidR="003B5D96" w:rsidRPr="00472C9A" w:rsidRDefault="003B5D96" w:rsidP="003B5D96">
      <w:pPr>
        <w:numPr>
          <w:ilvl w:val="0"/>
          <w:numId w:val="11"/>
        </w:numPr>
        <w:jc w:val="both"/>
        <w:rPr>
          <w:sz w:val="24"/>
          <w:szCs w:val="24"/>
        </w:rPr>
      </w:pPr>
      <w:r w:rsidRPr="00472C9A">
        <w:rPr>
          <w:sz w:val="24"/>
          <w:szCs w:val="24"/>
        </w:rPr>
        <w:t xml:space="preserve">педикулез, чесотка;  </w:t>
      </w:r>
    </w:p>
    <w:p w:rsidR="003B5D96" w:rsidRPr="00472C9A" w:rsidRDefault="003B5D96" w:rsidP="003B5D96">
      <w:pPr>
        <w:numPr>
          <w:ilvl w:val="0"/>
          <w:numId w:val="11"/>
        </w:numPr>
        <w:jc w:val="both"/>
        <w:rPr>
          <w:sz w:val="24"/>
          <w:szCs w:val="24"/>
        </w:rPr>
      </w:pPr>
      <w:r w:rsidRPr="00472C9A">
        <w:rPr>
          <w:sz w:val="24"/>
          <w:szCs w:val="24"/>
        </w:rPr>
        <w:t xml:space="preserve"> частые  "несчастные случаи", гнойные и хронические инфекционные заболевания;</w:t>
      </w:r>
    </w:p>
    <w:p w:rsidR="003B5D96" w:rsidRPr="00472C9A" w:rsidRDefault="003B5D96" w:rsidP="003B5D96">
      <w:pPr>
        <w:numPr>
          <w:ilvl w:val="0"/>
          <w:numId w:val="11"/>
        </w:numPr>
        <w:jc w:val="both"/>
        <w:rPr>
          <w:sz w:val="24"/>
          <w:szCs w:val="24"/>
        </w:rPr>
      </w:pPr>
      <w:r w:rsidRPr="00472C9A">
        <w:rPr>
          <w:sz w:val="24"/>
          <w:szCs w:val="24"/>
        </w:rPr>
        <w:t xml:space="preserve">запущенный кариес; </w:t>
      </w:r>
    </w:p>
    <w:p w:rsidR="003B5D96" w:rsidRPr="00472C9A" w:rsidRDefault="003B5D96" w:rsidP="003B5D96">
      <w:pPr>
        <w:numPr>
          <w:ilvl w:val="0"/>
          <w:numId w:val="11"/>
        </w:numPr>
        <w:jc w:val="both"/>
        <w:rPr>
          <w:sz w:val="24"/>
          <w:szCs w:val="24"/>
        </w:rPr>
      </w:pPr>
      <w:r w:rsidRPr="00472C9A">
        <w:rPr>
          <w:sz w:val="24"/>
          <w:szCs w:val="24"/>
        </w:rPr>
        <w:t>отсутствие надлежащих прививок;</w:t>
      </w:r>
    </w:p>
    <w:p w:rsidR="003B5D96" w:rsidRPr="00472C9A" w:rsidRDefault="003B5D96" w:rsidP="003B5D96">
      <w:pPr>
        <w:numPr>
          <w:ilvl w:val="0"/>
          <w:numId w:val="11"/>
        </w:numPr>
        <w:jc w:val="both"/>
        <w:rPr>
          <w:sz w:val="24"/>
          <w:szCs w:val="24"/>
        </w:rPr>
      </w:pPr>
      <w:r w:rsidRPr="00472C9A">
        <w:rPr>
          <w:sz w:val="24"/>
          <w:szCs w:val="24"/>
        </w:rPr>
        <w:t xml:space="preserve">задержка речевого и психического развития. </w:t>
      </w:r>
    </w:p>
    <w:p w:rsidR="003B5D96" w:rsidRPr="00472C9A" w:rsidRDefault="003B5D96" w:rsidP="003B5D96">
      <w:pPr>
        <w:ind w:left="360" w:firstLine="348"/>
        <w:jc w:val="both"/>
        <w:rPr>
          <w:sz w:val="24"/>
          <w:szCs w:val="24"/>
        </w:rPr>
      </w:pPr>
      <w:r w:rsidRPr="00472C9A">
        <w:rPr>
          <w:b/>
          <w:bCs/>
          <w:sz w:val="24"/>
          <w:szCs w:val="24"/>
        </w:rPr>
        <w:t>3) Особенности поведения:</w:t>
      </w:r>
      <w:r w:rsidRPr="00472C9A">
        <w:rPr>
          <w:sz w:val="24"/>
          <w:szCs w:val="24"/>
        </w:rPr>
        <w:t xml:space="preserve">  </w:t>
      </w:r>
    </w:p>
    <w:p w:rsidR="003B5D96" w:rsidRPr="00472C9A" w:rsidRDefault="003B5D96" w:rsidP="003B5D96">
      <w:pPr>
        <w:numPr>
          <w:ilvl w:val="0"/>
          <w:numId w:val="12"/>
        </w:numPr>
        <w:jc w:val="both"/>
        <w:rPr>
          <w:sz w:val="24"/>
          <w:szCs w:val="24"/>
        </w:rPr>
      </w:pPr>
      <w:r w:rsidRPr="00472C9A">
        <w:rPr>
          <w:sz w:val="24"/>
          <w:szCs w:val="24"/>
        </w:rPr>
        <w:t xml:space="preserve">постоянный  голод и жажда: может красть пищу, рыться в отбросах и т.п.; </w:t>
      </w:r>
    </w:p>
    <w:p w:rsidR="003B5D96" w:rsidRPr="00472C9A" w:rsidRDefault="003B5D96" w:rsidP="003B5D96">
      <w:pPr>
        <w:numPr>
          <w:ilvl w:val="0"/>
          <w:numId w:val="12"/>
        </w:numPr>
        <w:jc w:val="both"/>
        <w:rPr>
          <w:sz w:val="24"/>
          <w:szCs w:val="24"/>
        </w:rPr>
      </w:pPr>
      <w:r w:rsidRPr="00472C9A">
        <w:rPr>
          <w:sz w:val="24"/>
          <w:szCs w:val="24"/>
        </w:rPr>
        <w:t xml:space="preserve">неумение играть; </w:t>
      </w:r>
    </w:p>
    <w:p w:rsidR="003B5D96" w:rsidRPr="00472C9A" w:rsidRDefault="003B5D96" w:rsidP="003B5D96">
      <w:pPr>
        <w:numPr>
          <w:ilvl w:val="0"/>
          <w:numId w:val="12"/>
        </w:numPr>
        <w:jc w:val="both"/>
        <w:rPr>
          <w:sz w:val="24"/>
          <w:szCs w:val="24"/>
        </w:rPr>
      </w:pPr>
      <w:r w:rsidRPr="00472C9A">
        <w:rPr>
          <w:sz w:val="24"/>
          <w:szCs w:val="24"/>
        </w:rPr>
        <w:t xml:space="preserve">постоянный поиск внимания (участия); </w:t>
      </w:r>
    </w:p>
    <w:p w:rsidR="003B5D96" w:rsidRPr="00472C9A" w:rsidRDefault="003B5D96" w:rsidP="003B5D96">
      <w:pPr>
        <w:numPr>
          <w:ilvl w:val="0"/>
          <w:numId w:val="12"/>
        </w:numPr>
        <w:jc w:val="both"/>
        <w:rPr>
          <w:sz w:val="24"/>
          <w:szCs w:val="24"/>
        </w:rPr>
      </w:pPr>
      <w:r w:rsidRPr="00472C9A">
        <w:rPr>
          <w:sz w:val="24"/>
          <w:szCs w:val="24"/>
        </w:rPr>
        <w:t xml:space="preserve">частые пропуски школьных занятий;  </w:t>
      </w:r>
    </w:p>
    <w:p w:rsidR="003B5D96" w:rsidRPr="00472C9A" w:rsidRDefault="003B5D96" w:rsidP="003B5D96">
      <w:pPr>
        <w:numPr>
          <w:ilvl w:val="0"/>
          <w:numId w:val="12"/>
        </w:numPr>
        <w:jc w:val="both"/>
        <w:rPr>
          <w:sz w:val="24"/>
          <w:szCs w:val="24"/>
        </w:rPr>
      </w:pPr>
      <w:r w:rsidRPr="00472C9A">
        <w:rPr>
          <w:sz w:val="24"/>
          <w:szCs w:val="24"/>
        </w:rPr>
        <w:t xml:space="preserve">крайности  поведения: инфантилен или принимает роль взрослого и ведет   себя   в  "псевдовзрослой"  манере;  агрессивен  или  замкнут, апатичен;  гиперактивен  или  подавлен; неразборчиво дружелюбен или не желает и не умеет общаться;  </w:t>
      </w:r>
    </w:p>
    <w:p w:rsidR="003B5D96" w:rsidRPr="00472C9A" w:rsidRDefault="003B5D96" w:rsidP="003B5D96">
      <w:pPr>
        <w:numPr>
          <w:ilvl w:val="0"/>
          <w:numId w:val="12"/>
        </w:numPr>
        <w:jc w:val="both"/>
        <w:rPr>
          <w:sz w:val="24"/>
          <w:szCs w:val="24"/>
        </w:rPr>
      </w:pPr>
      <w:r w:rsidRPr="00472C9A">
        <w:rPr>
          <w:sz w:val="24"/>
          <w:szCs w:val="24"/>
        </w:rPr>
        <w:t xml:space="preserve">склонность к поджогам, жестокость к животным;  </w:t>
      </w:r>
    </w:p>
    <w:p w:rsidR="003B5D96" w:rsidRPr="00472C9A" w:rsidRDefault="003B5D96" w:rsidP="003B5D96">
      <w:pPr>
        <w:numPr>
          <w:ilvl w:val="0"/>
          <w:numId w:val="12"/>
        </w:numPr>
        <w:jc w:val="both"/>
        <w:rPr>
          <w:sz w:val="24"/>
          <w:szCs w:val="24"/>
        </w:rPr>
      </w:pPr>
      <w:r w:rsidRPr="00472C9A">
        <w:rPr>
          <w:sz w:val="24"/>
          <w:szCs w:val="24"/>
        </w:rPr>
        <w:t xml:space="preserve">мастурбация, раскачивание, сосание пальцев и пр. </w:t>
      </w:r>
    </w:p>
    <w:p w:rsidR="003B5D96" w:rsidRPr="00472C9A" w:rsidRDefault="003B5D96" w:rsidP="003B5D96">
      <w:pPr>
        <w:jc w:val="both"/>
        <w:rPr>
          <w:sz w:val="24"/>
          <w:szCs w:val="24"/>
        </w:rPr>
      </w:pPr>
    </w:p>
    <w:p w:rsidR="003B5D96" w:rsidRPr="00472C9A" w:rsidRDefault="003B5D96" w:rsidP="003B5D96">
      <w:pPr>
        <w:ind w:left="360" w:firstLine="348"/>
        <w:jc w:val="both"/>
        <w:rPr>
          <w:b/>
          <w:sz w:val="24"/>
          <w:szCs w:val="24"/>
        </w:rPr>
      </w:pPr>
      <w:r w:rsidRPr="00472C9A">
        <w:rPr>
          <w:b/>
          <w:sz w:val="24"/>
          <w:szCs w:val="24"/>
        </w:rPr>
        <w:t>3. Психологическое насилие:</w:t>
      </w:r>
    </w:p>
    <w:p w:rsidR="003B5D96" w:rsidRPr="00472C9A" w:rsidRDefault="003B5D96" w:rsidP="003B5D96">
      <w:pPr>
        <w:ind w:left="708" w:firstLine="708"/>
        <w:jc w:val="both"/>
        <w:rPr>
          <w:sz w:val="24"/>
          <w:szCs w:val="24"/>
        </w:rPr>
      </w:pPr>
      <w:r w:rsidRPr="00472C9A">
        <w:rPr>
          <w:sz w:val="24"/>
          <w:szCs w:val="24"/>
        </w:rPr>
        <w:t xml:space="preserve">Эмоциональным </w:t>
      </w:r>
      <w:r w:rsidRPr="00472C9A">
        <w:rPr>
          <w:i/>
          <w:sz w:val="24"/>
          <w:szCs w:val="24"/>
        </w:rPr>
        <w:t>(психологическим</w:t>
      </w:r>
      <w:r w:rsidRPr="00472C9A">
        <w:rPr>
          <w:sz w:val="24"/>
          <w:szCs w:val="24"/>
        </w:rPr>
        <w:t xml:space="preserve">) насилием является однократное или хроническое  психическое  воздействие на ребенка или его отвержение со стороны  родителей  и  других  взрослых,  вследствие  чего  у  ребенка нарушаются   эмоциональное   развитие,   поведение   и  способность  к социализации. </w:t>
      </w:r>
    </w:p>
    <w:p w:rsidR="003B5D96" w:rsidRPr="00472C9A" w:rsidRDefault="003B5D96" w:rsidP="003B5D96">
      <w:pPr>
        <w:ind w:left="360"/>
        <w:jc w:val="both"/>
        <w:rPr>
          <w:sz w:val="24"/>
          <w:szCs w:val="24"/>
        </w:rPr>
      </w:pPr>
    </w:p>
    <w:p w:rsidR="003B5D96" w:rsidRPr="00472C9A" w:rsidRDefault="003B5D96" w:rsidP="003B5D96">
      <w:pPr>
        <w:ind w:firstLine="708"/>
        <w:jc w:val="both"/>
        <w:rPr>
          <w:b/>
          <w:sz w:val="24"/>
          <w:szCs w:val="24"/>
        </w:rPr>
      </w:pPr>
      <w:r w:rsidRPr="00472C9A">
        <w:rPr>
          <w:b/>
          <w:sz w:val="24"/>
          <w:szCs w:val="24"/>
        </w:rPr>
        <w:t>К психологическому насилию относится:</w:t>
      </w:r>
    </w:p>
    <w:p w:rsidR="003B5D96" w:rsidRPr="00472C9A" w:rsidRDefault="003B5D96" w:rsidP="003B5D96">
      <w:pPr>
        <w:ind w:left="708"/>
        <w:jc w:val="both"/>
        <w:rPr>
          <w:sz w:val="24"/>
          <w:szCs w:val="24"/>
        </w:rPr>
      </w:pPr>
      <w:r w:rsidRPr="00472C9A">
        <w:rPr>
          <w:sz w:val="24"/>
          <w:szCs w:val="24"/>
        </w:rPr>
        <w:t xml:space="preserve">- угрозы  в  адрес  ребенка,  проявляющиеся в словесной форме без применения  физической  силы; </w:t>
      </w:r>
    </w:p>
    <w:p w:rsidR="003B5D96" w:rsidRPr="00472C9A" w:rsidRDefault="003B5D96" w:rsidP="003B5D96">
      <w:pPr>
        <w:ind w:left="360" w:firstLine="348"/>
        <w:jc w:val="both"/>
        <w:rPr>
          <w:sz w:val="24"/>
          <w:szCs w:val="24"/>
        </w:rPr>
      </w:pPr>
      <w:r w:rsidRPr="00472C9A">
        <w:rPr>
          <w:sz w:val="24"/>
          <w:szCs w:val="24"/>
        </w:rPr>
        <w:t>- оскорбление и унижение его достоинства;</w:t>
      </w:r>
    </w:p>
    <w:p w:rsidR="003B5D96" w:rsidRPr="00472C9A" w:rsidRDefault="003B5D96" w:rsidP="003B5D96">
      <w:pPr>
        <w:ind w:left="360" w:firstLine="348"/>
        <w:jc w:val="both"/>
        <w:rPr>
          <w:sz w:val="24"/>
          <w:szCs w:val="24"/>
        </w:rPr>
      </w:pPr>
      <w:r w:rsidRPr="00472C9A">
        <w:rPr>
          <w:sz w:val="24"/>
          <w:szCs w:val="24"/>
        </w:rPr>
        <w:t xml:space="preserve">- открытое неприятие и постоянная критика; </w:t>
      </w:r>
    </w:p>
    <w:p w:rsidR="003B5D96" w:rsidRPr="00472C9A" w:rsidRDefault="003B5D96" w:rsidP="003B5D96">
      <w:pPr>
        <w:ind w:left="708"/>
        <w:jc w:val="both"/>
        <w:rPr>
          <w:sz w:val="24"/>
          <w:szCs w:val="24"/>
        </w:rPr>
      </w:pPr>
      <w:r w:rsidRPr="00472C9A">
        <w:rPr>
          <w:sz w:val="24"/>
          <w:szCs w:val="24"/>
        </w:rPr>
        <w:t>- лишение   ребенка  необходимой  стимуляции,  игнорирование  его основных нужд в безопасном окружении, родительской любви;</w:t>
      </w:r>
    </w:p>
    <w:p w:rsidR="003B5D96" w:rsidRPr="00472C9A" w:rsidRDefault="003B5D96" w:rsidP="003B5D96">
      <w:pPr>
        <w:ind w:left="708"/>
        <w:jc w:val="both"/>
        <w:rPr>
          <w:sz w:val="24"/>
          <w:szCs w:val="24"/>
        </w:rPr>
      </w:pPr>
      <w:r w:rsidRPr="00472C9A">
        <w:rPr>
          <w:sz w:val="24"/>
          <w:szCs w:val="24"/>
        </w:rPr>
        <w:t xml:space="preserve">- предъявление к  ребенку  чрезмерных требований, не соответствующих его возрасту или возможностям; </w:t>
      </w:r>
    </w:p>
    <w:p w:rsidR="003B5D96" w:rsidRPr="00472C9A" w:rsidRDefault="003B5D96" w:rsidP="003B5D96">
      <w:pPr>
        <w:ind w:left="360" w:firstLine="348"/>
        <w:jc w:val="both"/>
        <w:rPr>
          <w:sz w:val="24"/>
          <w:szCs w:val="24"/>
        </w:rPr>
      </w:pPr>
      <w:r w:rsidRPr="00472C9A">
        <w:rPr>
          <w:sz w:val="24"/>
          <w:szCs w:val="24"/>
        </w:rPr>
        <w:t xml:space="preserve">- однократное грубое психическое воздействие, вызвавшее у ребенка психическую травму; </w:t>
      </w:r>
    </w:p>
    <w:p w:rsidR="003B5D96" w:rsidRPr="00472C9A" w:rsidRDefault="003B5D96" w:rsidP="003B5D96">
      <w:pPr>
        <w:ind w:left="360" w:firstLine="348"/>
        <w:jc w:val="both"/>
        <w:rPr>
          <w:sz w:val="24"/>
          <w:szCs w:val="24"/>
        </w:rPr>
      </w:pPr>
      <w:r w:rsidRPr="00472C9A">
        <w:rPr>
          <w:sz w:val="24"/>
          <w:szCs w:val="24"/>
        </w:rPr>
        <w:t xml:space="preserve">- преднамеренная   изоляция   ребенка,   лишение  его  социальных контактов; </w:t>
      </w:r>
    </w:p>
    <w:p w:rsidR="003B5D96" w:rsidRPr="00472C9A" w:rsidRDefault="003B5D96" w:rsidP="003B5D96">
      <w:pPr>
        <w:ind w:left="708"/>
        <w:jc w:val="both"/>
        <w:rPr>
          <w:sz w:val="24"/>
          <w:szCs w:val="24"/>
        </w:rPr>
      </w:pPr>
      <w:r w:rsidRPr="00472C9A">
        <w:rPr>
          <w:sz w:val="24"/>
          <w:szCs w:val="24"/>
        </w:rPr>
        <w:t xml:space="preserve">- вовлечение   ребенка   или   поощрение  к  антисоциальному  или деструктивному поведению (алкоголизм, наркомания и др.). </w:t>
      </w:r>
    </w:p>
    <w:p w:rsidR="003B5D96" w:rsidRPr="00472C9A" w:rsidRDefault="003B5D96" w:rsidP="003B5D96">
      <w:pPr>
        <w:pStyle w:val="ae"/>
        <w:spacing w:before="1" w:beforeAutospacing="1" w:after="1" w:afterAutospacing="1"/>
        <w:ind w:firstLine="708"/>
        <w:jc w:val="both"/>
        <w:rPr>
          <w:b/>
        </w:rPr>
      </w:pPr>
      <w:r w:rsidRPr="00472C9A">
        <w:rPr>
          <w:b/>
        </w:rPr>
        <w:t xml:space="preserve">Формы психологического насилия: </w:t>
      </w:r>
    </w:p>
    <w:p w:rsidR="003B5D96" w:rsidRPr="00472C9A" w:rsidRDefault="003B5D96" w:rsidP="003B5D96">
      <w:pPr>
        <w:pStyle w:val="ae"/>
        <w:spacing w:before="1" w:beforeAutospacing="1" w:after="1" w:afterAutospacing="1"/>
        <w:ind w:left="782" w:hanging="422"/>
        <w:jc w:val="both"/>
      </w:pPr>
      <w:r w:rsidRPr="00472C9A">
        <w:t xml:space="preserve">• </w:t>
      </w:r>
      <w:r w:rsidRPr="00472C9A">
        <w:rPr>
          <w:i/>
        </w:rPr>
        <w:t>Отвержение</w:t>
      </w:r>
      <w:r w:rsidRPr="00472C9A">
        <w:t xml:space="preserve"> - вербальные и невербальные действия, демонстрирующие неприятие ребенка и принижающие его достоинство: враждебное отношение; унижение, в том числе публичное; высмеивание, превращение ребенка в «козла отпущения»; </w:t>
      </w:r>
    </w:p>
    <w:p w:rsidR="003B5D96" w:rsidRPr="00472C9A" w:rsidRDefault="003B5D96" w:rsidP="003B5D96">
      <w:pPr>
        <w:pStyle w:val="ae"/>
        <w:spacing w:before="1" w:beforeAutospacing="1" w:after="1" w:afterAutospacing="1"/>
        <w:ind w:left="782" w:hanging="422"/>
        <w:jc w:val="both"/>
      </w:pPr>
      <w:r w:rsidRPr="00472C9A">
        <w:t xml:space="preserve">• </w:t>
      </w:r>
      <w:r w:rsidRPr="00472C9A">
        <w:rPr>
          <w:i/>
        </w:rPr>
        <w:t>Терроризирование</w:t>
      </w:r>
      <w:r w:rsidRPr="00472C9A">
        <w:t xml:space="preserve"> - запугивание, угрозы совершить насилие над ребенком или его близкими: убить, причинить боль или физический вред; помещение ребенка в страшное для него место; оставление ребенка в опасности; предъявление нереалистичных требований к ребенку, не соответствующих его уровню развития; </w:t>
      </w:r>
    </w:p>
    <w:p w:rsidR="003B5D96" w:rsidRPr="00472C9A" w:rsidRDefault="003B5D96" w:rsidP="003B5D96">
      <w:pPr>
        <w:pStyle w:val="ae"/>
        <w:spacing w:before="1" w:beforeAutospacing="1" w:after="1" w:afterAutospacing="1"/>
        <w:ind w:left="782" w:hanging="422"/>
        <w:jc w:val="both"/>
      </w:pPr>
      <w:r w:rsidRPr="00472C9A">
        <w:t xml:space="preserve">• </w:t>
      </w:r>
      <w:r w:rsidRPr="00472C9A">
        <w:rPr>
          <w:i/>
        </w:rPr>
        <w:t>Игнорирование</w:t>
      </w:r>
      <w:r w:rsidRPr="00472C9A">
        <w:t xml:space="preserve"> - отсутствие эмоционального отклика на нужды ребенка и его попытки к взаимодействию, лишение его эмоциональной стимуляции: нежелание или неспособность взрослого взаимодействовать с ребенком; взаимодействие с ребенком только в случае крайней необходимости; отсутствие проявлений привязанности к ребенку, любви, заботы; </w:t>
      </w:r>
    </w:p>
    <w:p w:rsidR="003B5D96" w:rsidRPr="00472C9A" w:rsidRDefault="003B5D96" w:rsidP="003B5D96">
      <w:pPr>
        <w:pStyle w:val="ae"/>
        <w:spacing w:before="1" w:beforeAutospacing="1" w:after="1" w:afterAutospacing="1"/>
        <w:ind w:left="360" w:firstLine="345"/>
        <w:jc w:val="both"/>
      </w:pPr>
      <w:r w:rsidRPr="00472C9A">
        <w:t xml:space="preserve">• </w:t>
      </w:r>
      <w:r w:rsidRPr="00472C9A">
        <w:rPr>
          <w:i/>
        </w:rPr>
        <w:t>Изоляция -</w:t>
      </w:r>
      <w:r w:rsidRPr="00472C9A">
        <w:t xml:space="preserve"> последовательные действия, направленные на лишение ребенка возможности встречаться, общаться с другими людьми как дома, так и вне его: необоснованное ограничение свободного передвижения ребенка; необоснованное ограничение или запрещение социальных контактов ребенка со сверстниками или взрослыми в его среде; </w:t>
      </w:r>
    </w:p>
    <w:p w:rsidR="003B5D96" w:rsidRPr="00472C9A" w:rsidRDefault="003B5D96" w:rsidP="003B5D96">
      <w:pPr>
        <w:ind w:left="360" w:firstLine="348"/>
        <w:jc w:val="both"/>
        <w:rPr>
          <w:sz w:val="24"/>
          <w:szCs w:val="24"/>
        </w:rPr>
      </w:pPr>
      <w:r w:rsidRPr="00472C9A">
        <w:rPr>
          <w:sz w:val="24"/>
          <w:szCs w:val="24"/>
        </w:rPr>
        <w:t xml:space="preserve">• </w:t>
      </w:r>
      <w:r w:rsidRPr="00472C9A">
        <w:rPr>
          <w:i/>
          <w:sz w:val="24"/>
          <w:szCs w:val="24"/>
        </w:rPr>
        <w:t>Развращение</w:t>
      </w:r>
      <w:r w:rsidRPr="00472C9A">
        <w:rPr>
          <w:sz w:val="24"/>
          <w:szCs w:val="24"/>
        </w:rPr>
        <w:t xml:space="preserve"> - действия по отношению к ребенку, которые становятся причиной развития у него дезадаптивного поведения: побуждение несовершеннолетнего к антисоциальному поведению; формирование поведения, не соответствующего уровню развития ребенка; воспрепятствование естественному развитию ребенка; лишение ребенка права иметь свои взгляды, чувства, желания.</w:t>
      </w:r>
    </w:p>
    <w:p w:rsidR="003B5D96" w:rsidRPr="00472C9A" w:rsidRDefault="003B5D96" w:rsidP="003B5D96">
      <w:pPr>
        <w:ind w:left="360" w:firstLine="348"/>
        <w:jc w:val="both"/>
        <w:rPr>
          <w:sz w:val="24"/>
          <w:szCs w:val="24"/>
        </w:rPr>
      </w:pPr>
    </w:p>
    <w:p w:rsidR="003B5D96" w:rsidRPr="00472C9A" w:rsidRDefault="003B5D96" w:rsidP="003B5D96">
      <w:pPr>
        <w:tabs>
          <w:tab w:val="left" w:pos="720"/>
        </w:tabs>
        <w:ind w:left="360" w:firstLine="348"/>
        <w:jc w:val="center"/>
        <w:rPr>
          <w:b/>
          <w:bCs/>
          <w:sz w:val="24"/>
          <w:szCs w:val="24"/>
        </w:rPr>
      </w:pPr>
      <w:r w:rsidRPr="00472C9A">
        <w:rPr>
          <w:b/>
          <w:bCs/>
          <w:sz w:val="24"/>
          <w:szCs w:val="24"/>
        </w:rPr>
        <w:t>Особенности       детей,       подвергающихся      эмоциональному (психологическому) насилию:</w:t>
      </w:r>
    </w:p>
    <w:p w:rsidR="003B5D96" w:rsidRPr="00472C9A" w:rsidRDefault="003B5D96" w:rsidP="003B5D96">
      <w:pPr>
        <w:ind w:left="360" w:firstLine="348"/>
        <w:jc w:val="both"/>
        <w:rPr>
          <w:bCs/>
          <w:sz w:val="24"/>
          <w:szCs w:val="24"/>
        </w:rPr>
      </w:pPr>
      <w:r w:rsidRPr="00472C9A">
        <w:rPr>
          <w:bCs/>
          <w:sz w:val="24"/>
          <w:szCs w:val="24"/>
        </w:rPr>
        <w:t>- задержка психического развития;</w:t>
      </w:r>
    </w:p>
    <w:p w:rsidR="003B5D96" w:rsidRPr="00472C9A" w:rsidRDefault="003B5D96" w:rsidP="003B5D96">
      <w:pPr>
        <w:ind w:left="360" w:firstLine="348"/>
        <w:jc w:val="both"/>
        <w:rPr>
          <w:bCs/>
          <w:sz w:val="24"/>
          <w:szCs w:val="24"/>
        </w:rPr>
      </w:pPr>
      <w:r w:rsidRPr="00472C9A">
        <w:rPr>
          <w:bCs/>
          <w:sz w:val="24"/>
          <w:szCs w:val="24"/>
        </w:rPr>
        <w:t xml:space="preserve">- невозможность сконцентрироваться, плохая успеваемость; </w:t>
      </w:r>
    </w:p>
    <w:p w:rsidR="003B5D96" w:rsidRPr="00472C9A" w:rsidRDefault="003B5D96" w:rsidP="003B5D96">
      <w:pPr>
        <w:ind w:left="360" w:firstLine="348"/>
        <w:jc w:val="both"/>
        <w:rPr>
          <w:bCs/>
          <w:sz w:val="24"/>
          <w:szCs w:val="24"/>
        </w:rPr>
      </w:pPr>
      <w:r w:rsidRPr="00472C9A">
        <w:rPr>
          <w:bCs/>
          <w:sz w:val="24"/>
          <w:szCs w:val="24"/>
        </w:rPr>
        <w:t xml:space="preserve">- низкая самооценка; </w:t>
      </w:r>
    </w:p>
    <w:p w:rsidR="003B5D96" w:rsidRPr="00472C9A" w:rsidRDefault="003B5D96" w:rsidP="003B5D96">
      <w:pPr>
        <w:ind w:left="708"/>
        <w:jc w:val="both"/>
        <w:rPr>
          <w:bCs/>
          <w:sz w:val="24"/>
          <w:szCs w:val="24"/>
        </w:rPr>
      </w:pPr>
      <w:r w:rsidRPr="00472C9A">
        <w:rPr>
          <w:bCs/>
          <w:sz w:val="24"/>
          <w:szCs w:val="24"/>
        </w:rPr>
        <w:t xml:space="preserve">- эмоциональные   нарушения   в   виде   агрессии,  гнева  (часто обращенных против самого себя), подавленное состояние;  </w:t>
      </w:r>
    </w:p>
    <w:p w:rsidR="003B5D96" w:rsidRPr="00472C9A" w:rsidRDefault="003B5D96" w:rsidP="003B5D96">
      <w:pPr>
        <w:ind w:left="360" w:firstLine="348"/>
        <w:jc w:val="both"/>
        <w:rPr>
          <w:bCs/>
          <w:sz w:val="24"/>
          <w:szCs w:val="24"/>
        </w:rPr>
      </w:pPr>
      <w:r w:rsidRPr="00472C9A">
        <w:rPr>
          <w:bCs/>
          <w:sz w:val="24"/>
          <w:szCs w:val="24"/>
        </w:rPr>
        <w:t>- избыточная потребность во внимании;</w:t>
      </w:r>
    </w:p>
    <w:p w:rsidR="003B5D96" w:rsidRPr="00472C9A" w:rsidRDefault="003B5D96" w:rsidP="003B5D96">
      <w:pPr>
        <w:ind w:left="360" w:firstLine="348"/>
        <w:jc w:val="both"/>
        <w:rPr>
          <w:bCs/>
          <w:sz w:val="24"/>
          <w:szCs w:val="24"/>
        </w:rPr>
      </w:pPr>
      <w:r w:rsidRPr="00472C9A">
        <w:rPr>
          <w:bCs/>
          <w:sz w:val="24"/>
          <w:szCs w:val="24"/>
        </w:rPr>
        <w:t xml:space="preserve">- депрессия, попытки суицида;   </w:t>
      </w:r>
    </w:p>
    <w:p w:rsidR="003B5D96" w:rsidRPr="00472C9A" w:rsidRDefault="003B5D96" w:rsidP="003B5D96">
      <w:pPr>
        <w:ind w:left="708"/>
        <w:jc w:val="both"/>
        <w:rPr>
          <w:bCs/>
          <w:sz w:val="24"/>
          <w:szCs w:val="24"/>
        </w:rPr>
      </w:pPr>
      <w:r w:rsidRPr="00472C9A">
        <w:rPr>
          <w:bCs/>
          <w:sz w:val="24"/>
          <w:szCs w:val="24"/>
        </w:rPr>
        <w:t xml:space="preserve">- неумение  общаться  со  сверстниками  (заискивающее  поведение, чрезмерная уступчивость или агрессивность);  </w:t>
      </w:r>
    </w:p>
    <w:p w:rsidR="003B5D96" w:rsidRPr="00472C9A" w:rsidRDefault="003B5D96" w:rsidP="003B5D96">
      <w:pPr>
        <w:ind w:left="360" w:firstLine="348"/>
        <w:jc w:val="both"/>
        <w:rPr>
          <w:bCs/>
          <w:sz w:val="24"/>
          <w:szCs w:val="24"/>
        </w:rPr>
      </w:pPr>
      <w:r w:rsidRPr="00472C9A">
        <w:rPr>
          <w:bCs/>
          <w:sz w:val="24"/>
          <w:szCs w:val="24"/>
        </w:rPr>
        <w:t xml:space="preserve">- ложь,  воровство, девиантное (или "отклоняющееся", асоциальное) поведение;  </w:t>
      </w:r>
    </w:p>
    <w:p w:rsidR="003B5D96" w:rsidRDefault="003B5D96" w:rsidP="003B5D96">
      <w:pPr>
        <w:ind w:left="708"/>
        <w:jc w:val="both"/>
        <w:rPr>
          <w:bCs/>
          <w:sz w:val="24"/>
          <w:szCs w:val="24"/>
        </w:rPr>
      </w:pPr>
      <w:r w:rsidRPr="00472C9A">
        <w:rPr>
          <w:bCs/>
          <w:sz w:val="24"/>
          <w:szCs w:val="24"/>
        </w:rPr>
        <w:t xml:space="preserve">- нервно-психические  и  психосоматические  заболевания: неврозы, энурез,  тики,  расстройства сна, нарушения аппетита, ожирение, кожные заболевания, астма и др.). </w:t>
      </w:r>
    </w:p>
    <w:p w:rsidR="003B5D96" w:rsidRPr="009D7C89" w:rsidRDefault="003B5D96" w:rsidP="003B5D96">
      <w:pPr>
        <w:ind w:left="708"/>
        <w:jc w:val="both"/>
        <w:rPr>
          <w:bCs/>
          <w:sz w:val="24"/>
          <w:szCs w:val="24"/>
        </w:rPr>
      </w:pPr>
    </w:p>
    <w:p w:rsidR="003B5D96" w:rsidRPr="00472C9A" w:rsidRDefault="003B5D96" w:rsidP="003B5D96">
      <w:pPr>
        <w:ind w:firstLine="708"/>
        <w:jc w:val="both"/>
        <w:rPr>
          <w:b/>
          <w:bCs/>
          <w:iCs/>
          <w:sz w:val="24"/>
          <w:szCs w:val="24"/>
        </w:rPr>
      </w:pPr>
      <w:r w:rsidRPr="00472C9A">
        <w:rPr>
          <w:b/>
          <w:bCs/>
          <w:iCs/>
          <w:sz w:val="24"/>
          <w:szCs w:val="24"/>
        </w:rPr>
        <w:t>4. Сексуальное насилие над детьми:</w:t>
      </w:r>
    </w:p>
    <w:p w:rsidR="003B5D96" w:rsidRPr="00472C9A" w:rsidRDefault="003B5D96" w:rsidP="003B5D96">
      <w:pPr>
        <w:ind w:left="708" w:firstLine="708"/>
        <w:jc w:val="both"/>
        <w:rPr>
          <w:sz w:val="24"/>
          <w:szCs w:val="24"/>
        </w:rPr>
      </w:pPr>
      <w:r w:rsidRPr="00472C9A">
        <w:rPr>
          <w:i/>
          <w:sz w:val="24"/>
          <w:szCs w:val="24"/>
        </w:rPr>
        <w:t>Сексуальное насилие</w:t>
      </w:r>
      <w:r w:rsidRPr="00472C9A">
        <w:rPr>
          <w:sz w:val="24"/>
          <w:szCs w:val="24"/>
        </w:rPr>
        <w:t xml:space="preserve"> - вовлечение ребенка в сексуальные действия с целью получения полового удовлетворения или финансовой выгоды, в том числе сексуальные контакты с ребенком, проституция, обнажения и другие действия, носящие характер сексуальной эксплуатации. К сексуальному насилию относятся и такие действия, как демонстрация ребенку половых органов, совместный просмотр порнографических материалов или фотографирование ребенка в обнаженном виде. Сексуальное насилие имеет место и тогда, когда родители или другие лица, осуществляющие уход за ребенком, разрешают совершать в отношении ребенка другими лицами любые действия, которые квалифицируются как сексуальная эксплуатация. Согласие на сексуальный контакт не является оправданием, так как несовершеннолетний не обладает свободой воли, находится в зависимом положении по отношению к взрослому и в силу функциональной незрелости не осознает значения действий взрослого и не может предвидеть все последствия этих действий. </w:t>
      </w:r>
    </w:p>
    <w:p w:rsidR="003B5D96" w:rsidRPr="00472C9A" w:rsidRDefault="003B5D96" w:rsidP="003B5D96">
      <w:pPr>
        <w:pStyle w:val="ae"/>
        <w:spacing w:before="1" w:beforeAutospacing="1" w:after="1" w:afterAutospacing="1"/>
        <w:ind w:firstLine="708"/>
        <w:jc w:val="both"/>
      </w:pPr>
      <w:r w:rsidRPr="00472C9A">
        <w:rPr>
          <w:b/>
        </w:rPr>
        <w:t>Формы сексуальноrо насилия над ребенком</w:t>
      </w:r>
      <w:r w:rsidRPr="00472C9A">
        <w:t>.</w:t>
      </w:r>
    </w:p>
    <w:p w:rsidR="003B5D96" w:rsidRPr="00472C9A" w:rsidRDefault="003B5D96" w:rsidP="003B5D96">
      <w:pPr>
        <w:pStyle w:val="ae"/>
        <w:spacing w:before="1" w:beforeAutospacing="1" w:after="1" w:afterAutospacing="1"/>
        <w:ind w:firstLine="708"/>
        <w:jc w:val="both"/>
      </w:pPr>
      <w:r w:rsidRPr="00472C9A">
        <w:rPr>
          <w:i/>
        </w:rPr>
        <w:t>Контактное</w:t>
      </w:r>
      <w:r w:rsidRPr="00472C9A">
        <w:t xml:space="preserve">: • половой акт; • телесный контакт с половыми органами ребенка; </w:t>
      </w:r>
    </w:p>
    <w:p w:rsidR="003B5D96" w:rsidRPr="00472C9A" w:rsidRDefault="003B5D96" w:rsidP="003B5D96">
      <w:pPr>
        <w:pStyle w:val="ae"/>
        <w:spacing w:before="1" w:beforeAutospacing="1" w:after="1" w:afterAutospacing="1"/>
        <w:ind w:firstLine="708"/>
        <w:jc w:val="both"/>
      </w:pPr>
      <w:r w:rsidRPr="00472C9A">
        <w:t xml:space="preserve">• введение различных предметов во влагалище или анус ребенка; • мастурбация. </w:t>
      </w:r>
    </w:p>
    <w:p w:rsidR="003B5D96" w:rsidRPr="00472C9A" w:rsidRDefault="003B5D96" w:rsidP="003B5D96">
      <w:pPr>
        <w:pStyle w:val="ae"/>
        <w:ind w:left="369" w:firstLine="339"/>
        <w:jc w:val="both"/>
      </w:pPr>
      <w:r w:rsidRPr="00472C9A">
        <w:rPr>
          <w:i/>
        </w:rPr>
        <w:t>Неконтактное:</w:t>
      </w:r>
      <w:r w:rsidRPr="00472C9A">
        <w:t xml:space="preserve"> • демонстрация обнаженных гениталий, груди, ягодиц ребенку; </w:t>
      </w:r>
    </w:p>
    <w:p w:rsidR="003B5D96" w:rsidRPr="00472C9A" w:rsidRDefault="003B5D96" w:rsidP="003B5D96">
      <w:pPr>
        <w:pStyle w:val="ae"/>
        <w:ind w:left="734" w:hanging="26"/>
        <w:jc w:val="both"/>
      </w:pPr>
      <w:r w:rsidRPr="00472C9A">
        <w:t xml:space="preserve">• демонстрация эротических и порнографических материалов ребенку; </w:t>
      </w:r>
    </w:p>
    <w:p w:rsidR="003B5D96" w:rsidRPr="00472C9A" w:rsidRDefault="003B5D96" w:rsidP="003B5D96">
      <w:pPr>
        <w:pStyle w:val="ae"/>
        <w:ind w:left="734" w:hanging="26"/>
        <w:jc w:val="both"/>
      </w:pPr>
      <w:r w:rsidRPr="00472C9A">
        <w:t xml:space="preserve">• совершение полового акта в присутствии ребенка; </w:t>
      </w:r>
    </w:p>
    <w:p w:rsidR="003B5D96" w:rsidRPr="00472C9A" w:rsidRDefault="003B5D96" w:rsidP="003B5D96">
      <w:pPr>
        <w:pStyle w:val="ae"/>
        <w:ind w:left="734" w:hanging="26"/>
        <w:jc w:val="both"/>
      </w:pPr>
      <w:r w:rsidRPr="00472C9A">
        <w:t xml:space="preserve">• подглядывание за ребенком во время совершения им интимных процедур; </w:t>
      </w:r>
    </w:p>
    <w:p w:rsidR="003B5D96" w:rsidRPr="00472C9A" w:rsidRDefault="003B5D96" w:rsidP="003B5D96">
      <w:pPr>
        <w:pStyle w:val="ae"/>
        <w:ind w:left="734" w:hanging="26"/>
        <w:jc w:val="both"/>
      </w:pPr>
      <w:r w:rsidRPr="00472C9A">
        <w:t xml:space="preserve">• принуждение ребенка к раздеванию в присутствии других лиц; </w:t>
      </w:r>
    </w:p>
    <w:p w:rsidR="003B5D96" w:rsidRPr="00472C9A" w:rsidRDefault="003B5D96" w:rsidP="003B5D96">
      <w:pPr>
        <w:pStyle w:val="ae"/>
        <w:ind w:left="734" w:hanging="26"/>
        <w:jc w:val="both"/>
      </w:pPr>
      <w:r w:rsidRPr="00472C9A">
        <w:t xml:space="preserve">• игры сексуального характера; </w:t>
      </w:r>
    </w:p>
    <w:p w:rsidR="003B5D96" w:rsidRPr="00472C9A" w:rsidRDefault="003B5D96" w:rsidP="003B5D96">
      <w:pPr>
        <w:pStyle w:val="ae"/>
        <w:ind w:left="734" w:hanging="26"/>
        <w:jc w:val="both"/>
      </w:pPr>
      <w:r w:rsidRPr="00472C9A">
        <w:t xml:space="preserve">• изготовление порнографических изображений ребенка; </w:t>
      </w:r>
    </w:p>
    <w:p w:rsidR="003B5D96" w:rsidRPr="00472C9A" w:rsidRDefault="003B5D96" w:rsidP="003B5D96">
      <w:pPr>
        <w:pStyle w:val="ae"/>
        <w:ind w:left="734" w:hanging="26"/>
        <w:jc w:val="both"/>
      </w:pPr>
      <w:r w:rsidRPr="00472C9A">
        <w:t xml:space="preserve">• подавление нормальных сексуальных интересов ребенка или стимулирование детской </w:t>
      </w:r>
    </w:p>
    <w:p w:rsidR="003B5D96" w:rsidRPr="00472C9A" w:rsidRDefault="003B5D96" w:rsidP="003B5D96">
      <w:pPr>
        <w:pStyle w:val="ae"/>
        <w:ind w:firstLine="708"/>
        <w:jc w:val="both"/>
      </w:pPr>
      <w:r w:rsidRPr="00472C9A">
        <w:t xml:space="preserve">сексуальности в ущерб другим аспектам развития ребенка; </w:t>
      </w:r>
    </w:p>
    <w:p w:rsidR="003B5D96" w:rsidRPr="00472C9A" w:rsidRDefault="003B5D96" w:rsidP="003B5D96">
      <w:pPr>
        <w:pStyle w:val="ae"/>
        <w:ind w:left="379" w:firstLine="329"/>
        <w:jc w:val="both"/>
      </w:pPr>
      <w:r w:rsidRPr="00472C9A">
        <w:t xml:space="preserve">• разговоры о сексуальности, не соответствующие возрасту ребенка. </w:t>
      </w:r>
    </w:p>
    <w:p w:rsidR="003B5D96" w:rsidRPr="00472C9A" w:rsidRDefault="003B5D96" w:rsidP="003B5D96">
      <w:pPr>
        <w:pStyle w:val="ae"/>
        <w:ind w:left="405" w:firstLine="329"/>
        <w:jc w:val="both"/>
      </w:pPr>
      <w:r w:rsidRPr="00472C9A">
        <w:rPr>
          <w:i/>
        </w:rPr>
        <w:t>Формы коммерческой сексуальной эксплуатации</w:t>
      </w:r>
      <w:r w:rsidRPr="00472C9A">
        <w:t xml:space="preserve">: </w:t>
      </w:r>
    </w:p>
    <w:p w:rsidR="003B5D96" w:rsidRPr="00472C9A" w:rsidRDefault="003B5D96" w:rsidP="003B5D96">
      <w:pPr>
        <w:pStyle w:val="ae"/>
        <w:ind w:left="734" w:hanging="734"/>
        <w:jc w:val="both"/>
      </w:pPr>
      <w:r w:rsidRPr="00472C9A">
        <w:t xml:space="preserve">      </w:t>
      </w:r>
      <w:r w:rsidRPr="00472C9A">
        <w:tab/>
        <w:t xml:space="preserve">• детская проституция; </w:t>
      </w:r>
    </w:p>
    <w:p w:rsidR="003B5D96" w:rsidRPr="00472C9A" w:rsidRDefault="003B5D96" w:rsidP="003B5D96">
      <w:pPr>
        <w:pStyle w:val="ae"/>
        <w:ind w:left="734" w:hanging="26"/>
        <w:jc w:val="both"/>
      </w:pPr>
      <w:r w:rsidRPr="00472C9A">
        <w:t xml:space="preserve">• детский сексуальный туризм; </w:t>
      </w:r>
    </w:p>
    <w:p w:rsidR="003B5D96" w:rsidRPr="00472C9A" w:rsidRDefault="003B5D96" w:rsidP="003B5D96">
      <w:pPr>
        <w:pStyle w:val="ae"/>
        <w:ind w:left="734" w:hanging="26"/>
        <w:jc w:val="both"/>
      </w:pPr>
      <w:r w:rsidRPr="00472C9A">
        <w:t xml:space="preserve">• детская порнография; </w:t>
      </w:r>
    </w:p>
    <w:p w:rsidR="003B5D96" w:rsidRPr="00472C9A" w:rsidRDefault="003B5D96" w:rsidP="003B5D96">
      <w:pPr>
        <w:pStyle w:val="ae"/>
        <w:ind w:left="734" w:hanging="26"/>
        <w:jc w:val="both"/>
      </w:pPr>
      <w:r w:rsidRPr="00472C9A">
        <w:t xml:space="preserve">• трэффик детей (торговля детьми) в сексуальных целях. </w:t>
      </w:r>
    </w:p>
    <w:p w:rsidR="003B5D96" w:rsidRPr="00472C9A" w:rsidRDefault="003B5D96" w:rsidP="003B5D96">
      <w:pPr>
        <w:ind w:firstLine="708"/>
        <w:jc w:val="both"/>
        <w:rPr>
          <w:b/>
          <w:bCs/>
          <w:sz w:val="24"/>
          <w:szCs w:val="24"/>
        </w:rPr>
      </w:pPr>
      <w:r w:rsidRPr="00472C9A">
        <w:rPr>
          <w:sz w:val="24"/>
          <w:szCs w:val="24"/>
        </w:rPr>
        <w:t xml:space="preserve">Сексуальное насилие рассматривается как вариант </w:t>
      </w:r>
      <w:r w:rsidRPr="00472C9A">
        <w:rPr>
          <w:b/>
          <w:bCs/>
          <w:sz w:val="24"/>
          <w:szCs w:val="24"/>
        </w:rPr>
        <w:t xml:space="preserve">особо жестокого обращения с детьми. </w:t>
      </w:r>
    </w:p>
    <w:p w:rsidR="003B5D96" w:rsidRPr="00472C9A" w:rsidRDefault="003B5D96" w:rsidP="003B5D96">
      <w:pPr>
        <w:ind w:firstLine="708"/>
        <w:jc w:val="both"/>
        <w:rPr>
          <w:sz w:val="24"/>
          <w:szCs w:val="24"/>
        </w:rPr>
      </w:pPr>
      <w:r w:rsidRPr="00472C9A">
        <w:rPr>
          <w:b/>
          <w:bCs/>
          <w:sz w:val="24"/>
          <w:szCs w:val="24"/>
        </w:rPr>
        <w:t>Сексуальное насилие чаще всего происходит в семьях, где:</w:t>
      </w:r>
      <w:r w:rsidRPr="00472C9A">
        <w:rPr>
          <w:sz w:val="24"/>
          <w:szCs w:val="24"/>
        </w:rPr>
        <w:t xml:space="preserve">  </w:t>
      </w:r>
    </w:p>
    <w:p w:rsidR="003B5D96" w:rsidRPr="00472C9A" w:rsidRDefault="003B5D96" w:rsidP="003B5D96">
      <w:pPr>
        <w:ind w:firstLine="708"/>
        <w:jc w:val="both"/>
        <w:rPr>
          <w:sz w:val="24"/>
          <w:szCs w:val="24"/>
        </w:rPr>
      </w:pPr>
      <w:r w:rsidRPr="00472C9A">
        <w:rPr>
          <w:sz w:val="24"/>
          <w:szCs w:val="24"/>
        </w:rPr>
        <w:t xml:space="preserve">- патриархально-авторитарный уклад; </w:t>
      </w:r>
    </w:p>
    <w:p w:rsidR="003B5D96" w:rsidRPr="00472C9A" w:rsidRDefault="003B5D96" w:rsidP="003B5D96">
      <w:pPr>
        <w:ind w:left="360" w:firstLine="348"/>
        <w:jc w:val="both"/>
        <w:rPr>
          <w:sz w:val="24"/>
          <w:szCs w:val="24"/>
        </w:rPr>
      </w:pPr>
      <w:r w:rsidRPr="00472C9A">
        <w:rPr>
          <w:sz w:val="24"/>
          <w:szCs w:val="24"/>
        </w:rPr>
        <w:t>- плохие   взаимоотношения   ребенка  с  родителями,  особенно  с матерью;</w:t>
      </w:r>
    </w:p>
    <w:p w:rsidR="003B5D96" w:rsidRPr="00472C9A" w:rsidRDefault="003B5D96" w:rsidP="003B5D96">
      <w:pPr>
        <w:ind w:left="360" w:firstLine="348"/>
        <w:jc w:val="both"/>
        <w:rPr>
          <w:sz w:val="24"/>
          <w:szCs w:val="24"/>
        </w:rPr>
      </w:pPr>
      <w:r w:rsidRPr="00472C9A">
        <w:rPr>
          <w:sz w:val="24"/>
          <w:szCs w:val="24"/>
        </w:rPr>
        <w:t xml:space="preserve">- конфликтные отношения между родителями; </w:t>
      </w:r>
    </w:p>
    <w:p w:rsidR="003B5D96" w:rsidRPr="00472C9A" w:rsidRDefault="003B5D96" w:rsidP="003B5D96">
      <w:pPr>
        <w:ind w:left="360" w:firstLine="348"/>
        <w:jc w:val="both"/>
        <w:rPr>
          <w:sz w:val="24"/>
          <w:szCs w:val="24"/>
        </w:rPr>
      </w:pPr>
      <w:r w:rsidRPr="00472C9A">
        <w:rPr>
          <w:sz w:val="24"/>
          <w:szCs w:val="24"/>
        </w:rPr>
        <w:t xml:space="preserve">-  мать ребенка чрезмерно занята на работе; </w:t>
      </w:r>
    </w:p>
    <w:p w:rsidR="003B5D96" w:rsidRPr="00472C9A" w:rsidRDefault="003B5D96" w:rsidP="003B5D96">
      <w:pPr>
        <w:ind w:left="360" w:firstLine="348"/>
        <w:jc w:val="both"/>
        <w:rPr>
          <w:sz w:val="24"/>
          <w:szCs w:val="24"/>
        </w:rPr>
      </w:pPr>
      <w:r w:rsidRPr="00472C9A">
        <w:rPr>
          <w:sz w:val="24"/>
          <w:szCs w:val="24"/>
        </w:rPr>
        <w:t>- ребенок долгое время жил без родного отца;</w:t>
      </w:r>
    </w:p>
    <w:p w:rsidR="003B5D96" w:rsidRPr="00472C9A" w:rsidRDefault="003B5D96" w:rsidP="003B5D96">
      <w:pPr>
        <w:ind w:left="360" w:firstLine="348"/>
        <w:jc w:val="both"/>
        <w:rPr>
          <w:sz w:val="24"/>
          <w:szCs w:val="24"/>
        </w:rPr>
      </w:pPr>
      <w:r w:rsidRPr="00472C9A">
        <w:rPr>
          <w:sz w:val="24"/>
          <w:szCs w:val="24"/>
        </w:rPr>
        <w:t xml:space="preserve">- вместо родного отца - отчим или сожитель матери;  </w:t>
      </w:r>
    </w:p>
    <w:p w:rsidR="003B5D96" w:rsidRPr="00472C9A" w:rsidRDefault="003B5D96" w:rsidP="003B5D96">
      <w:pPr>
        <w:ind w:left="360" w:firstLine="348"/>
        <w:jc w:val="both"/>
        <w:rPr>
          <w:sz w:val="24"/>
          <w:szCs w:val="24"/>
        </w:rPr>
      </w:pPr>
      <w:r w:rsidRPr="00472C9A">
        <w:rPr>
          <w:sz w:val="24"/>
          <w:szCs w:val="24"/>
        </w:rPr>
        <w:t>- мать  имеет  хроническое заболевание или инвалидность и подолгу лежит в больнице;</w:t>
      </w:r>
    </w:p>
    <w:p w:rsidR="003B5D96" w:rsidRPr="00472C9A" w:rsidRDefault="003B5D96" w:rsidP="003B5D96">
      <w:pPr>
        <w:ind w:left="360" w:firstLine="348"/>
        <w:jc w:val="both"/>
        <w:rPr>
          <w:sz w:val="24"/>
          <w:szCs w:val="24"/>
        </w:rPr>
      </w:pPr>
      <w:r w:rsidRPr="00472C9A">
        <w:rPr>
          <w:sz w:val="24"/>
          <w:szCs w:val="24"/>
        </w:rPr>
        <w:t xml:space="preserve">- родители  (или один из них) являются алкоголиками, наркоманами, токсикоманами; </w:t>
      </w:r>
    </w:p>
    <w:p w:rsidR="003B5D96" w:rsidRPr="00472C9A" w:rsidRDefault="003B5D96" w:rsidP="003B5D96">
      <w:pPr>
        <w:ind w:left="360" w:firstLine="348"/>
        <w:jc w:val="both"/>
        <w:rPr>
          <w:sz w:val="24"/>
          <w:szCs w:val="24"/>
        </w:rPr>
      </w:pPr>
      <w:r w:rsidRPr="00472C9A">
        <w:rPr>
          <w:sz w:val="24"/>
          <w:szCs w:val="24"/>
        </w:rPr>
        <w:t xml:space="preserve">- родители (или один из них) имеют психические заболевания; </w:t>
      </w:r>
    </w:p>
    <w:p w:rsidR="003B5D96" w:rsidRPr="009D7C89" w:rsidRDefault="003B5D96" w:rsidP="003B5D96">
      <w:pPr>
        <w:ind w:left="360" w:firstLine="348"/>
        <w:jc w:val="both"/>
        <w:rPr>
          <w:sz w:val="24"/>
          <w:szCs w:val="24"/>
        </w:rPr>
      </w:pPr>
      <w:r w:rsidRPr="009D7C89">
        <w:rPr>
          <w:sz w:val="24"/>
          <w:szCs w:val="24"/>
        </w:rPr>
        <w:t xml:space="preserve">- мать в детстве подвергалась сексуальному насилию и т.п. </w:t>
      </w:r>
    </w:p>
    <w:p w:rsidR="003B5D96" w:rsidRPr="009D7C89" w:rsidRDefault="003B5D96" w:rsidP="003B5D96">
      <w:pPr>
        <w:ind w:left="360" w:firstLine="348"/>
        <w:jc w:val="both"/>
        <w:rPr>
          <w:sz w:val="24"/>
          <w:szCs w:val="24"/>
        </w:rPr>
      </w:pPr>
    </w:p>
    <w:p w:rsidR="003B5D96" w:rsidRPr="00472C9A" w:rsidRDefault="003B5D96" w:rsidP="003B5D96">
      <w:pPr>
        <w:pStyle w:val="ae"/>
        <w:spacing w:before="1" w:beforeAutospacing="1" w:after="1" w:afterAutospacing="1"/>
        <w:ind w:firstLine="708"/>
        <w:jc w:val="both"/>
        <w:rPr>
          <w:b/>
        </w:rPr>
      </w:pPr>
      <w:r w:rsidRPr="00472C9A">
        <w:rPr>
          <w:b/>
        </w:rPr>
        <w:t xml:space="preserve">Признаки жестокого обращения с ребенком: </w:t>
      </w:r>
    </w:p>
    <w:p w:rsidR="003B5D96" w:rsidRPr="00472C9A" w:rsidRDefault="003B5D96" w:rsidP="003B5D96">
      <w:pPr>
        <w:pStyle w:val="ae"/>
        <w:spacing w:before="1" w:beforeAutospacing="1" w:after="1" w:afterAutospacing="1"/>
        <w:ind w:left="708" w:firstLine="708"/>
        <w:jc w:val="both"/>
        <w:rPr>
          <w:b/>
        </w:rPr>
      </w:pPr>
      <w:r w:rsidRPr="00472C9A">
        <w:t xml:space="preserve">Признаки жестоко обращения с ребенком разделяют </w:t>
      </w:r>
      <w:r w:rsidRPr="00472C9A">
        <w:rPr>
          <w:i/>
        </w:rPr>
        <w:t>на физические</w:t>
      </w:r>
      <w:r w:rsidRPr="00472C9A">
        <w:t xml:space="preserve"> (включая психосоматические заболевания), </w:t>
      </w:r>
      <w:r w:rsidRPr="00472C9A">
        <w:rPr>
          <w:i/>
        </w:rPr>
        <w:t>поведенческие, эмоциональные и специфические</w:t>
      </w:r>
      <w:r w:rsidRPr="00472C9A">
        <w:t xml:space="preserve">. Выявление одного или более из этих признаков должно становиться поводом к оценке ситуации и расследованию, чтобы исключить или подтвердить жестокое обращение в отношении ребенка. Необходимо рассматривать ситуацию в целом, оценивая разные данные о ребенке и его семье. </w:t>
      </w:r>
    </w:p>
    <w:p w:rsidR="003B5D96" w:rsidRPr="00472C9A" w:rsidRDefault="003B5D96" w:rsidP="003B5D96">
      <w:pPr>
        <w:pStyle w:val="ae"/>
        <w:spacing w:before="1" w:beforeAutospacing="1" w:after="1" w:afterAutospacing="1"/>
        <w:ind w:firstLine="708"/>
        <w:jc w:val="both"/>
        <w:rPr>
          <w:b/>
        </w:rPr>
      </w:pPr>
      <w:r w:rsidRPr="00472C9A">
        <w:rPr>
          <w:b/>
        </w:rPr>
        <w:t xml:space="preserve">Признаки физического насилия: </w:t>
      </w:r>
    </w:p>
    <w:p w:rsidR="003B5D96" w:rsidRPr="00472C9A" w:rsidRDefault="003B5D96" w:rsidP="003B5D96">
      <w:pPr>
        <w:pStyle w:val="ae"/>
        <w:ind w:left="1176" w:hanging="468"/>
        <w:jc w:val="both"/>
      </w:pPr>
      <w:r w:rsidRPr="00472C9A">
        <w:t xml:space="preserve">• необъяснимые повторяющиеся травмы; </w:t>
      </w:r>
    </w:p>
    <w:p w:rsidR="003B5D96" w:rsidRPr="00472C9A" w:rsidRDefault="003B5D96" w:rsidP="003B5D96">
      <w:pPr>
        <w:pStyle w:val="ae"/>
        <w:ind w:left="1176" w:hanging="468"/>
        <w:jc w:val="both"/>
      </w:pPr>
      <w:r w:rsidRPr="00472C9A">
        <w:t xml:space="preserve">• гематомы, в том числе в виде следов от ударов ремнем, палкой, шнуром, рукой; </w:t>
      </w:r>
    </w:p>
    <w:p w:rsidR="003B5D96" w:rsidRPr="00472C9A" w:rsidRDefault="003B5D96" w:rsidP="003B5D96">
      <w:pPr>
        <w:pStyle w:val="ae"/>
        <w:ind w:left="1176" w:hanging="468"/>
        <w:jc w:val="both"/>
      </w:pPr>
      <w:r w:rsidRPr="00472C9A">
        <w:t xml:space="preserve">•ожоги, в том числе круглые от сигарет, повторяющие форму горячего предмета, ожоги с </w:t>
      </w:r>
    </w:p>
    <w:p w:rsidR="003B5D96" w:rsidRPr="00472C9A" w:rsidRDefault="003B5D96" w:rsidP="003B5D96">
      <w:pPr>
        <w:pStyle w:val="ae"/>
        <w:ind w:firstLine="708"/>
        <w:jc w:val="both"/>
      </w:pPr>
      <w:r w:rsidRPr="00472C9A">
        <w:t xml:space="preserve">аккуратными границами в виде перчатки или носка от окунания в горячую воду; </w:t>
      </w:r>
    </w:p>
    <w:p w:rsidR="003B5D96" w:rsidRPr="00472C9A" w:rsidRDefault="003B5D96" w:rsidP="003B5D96">
      <w:pPr>
        <w:pStyle w:val="ae"/>
        <w:ind w:left="1176" w:hanging="468"/>
        <w:jc w:val="both"/>
      </w:pPr>
      <w:r w:rsidRPr="00472C9A">
        <w:t xml:space="preserve">• травмы головы (тошнота, рвота, головные боли, потеря сознания); </w:t>
      </w:r>
    </w:p>
    <w:p w:rsidR="003B5D96" w:rsidRPr="00472C9A" w:rsidRDefault="003B5D96" w:rsidP="003B5D96">
      <w:pPr>
        <w:pStyle w:val="ae"/>
        <w:ind w:left="1176" w:hanging="468"/>
        <w:jc w:val="both"/>
      </w:pPr>
      <w:r w:rsidRPr="00472C9A">
        <w:t xml:space="preserve">• следы от связывания; </w:t>
      </w:r>
    </w:p>
    <w:p w:rsidR="003B5D96" w:rsidRPr="00472C9A" w:rsidRDefault="003B5D96" w:rsidP="003B5D96">
      <w:pPr>
        <w:pStyle w:val="ae"/>
        <w:ind w:left="1176" w:hanging="468"/>
        <w:jc w:val="both"/>
      </w:pPr>
      <w:r w:rsidRPr="00472C9A">
        <w:t xml:space="preserve">• переломы, особенно у детей до 3-х лет; переломы ребер; переломы и вывихи без попятных объяснений; </w:t>
      </w:r>
    </w:p>
    <w:p w:rsidR="003B5D96" w:rsidRPr="00472C9A" w:rsidRDefault="003B5D96" w:rsidP="003B5D96">
      <w:pPr>
        <w:pStyle w:val="ae"/>
        <w:ind w:left="1176" w:hanging="468"/>
        <w:jc w:val="both"/>
      </w:pPr>
      <w:r w:rsidRPr="00472C9A">
        <w:t xml:space="preserve">• шрамы, повреждения кожи; </w:t>
      </w:r>
    </w:p>
    <w:p w:rsidR="003B5D96" w:rsidRPr="00472C9A" w:rsidRDefault="003B5D96" w:rsidP="003B5D96">
      <w:pPr>
        <w:pStyle w:val="ae"/>
        <w:ind w:left="1176" w:hanging="468"/>
        <w:jc w:val="both"/>
      </w:pPr>
      <w:r w:rsidRPr="00472C9A">
        <w:t xml:space="preserve">• повреждения, находящиеся на разных стадиях заживления, повреждения на разных частях тела; </w:t>
      </w:r>
    </w:p>
    <w:p w:rsidR="003B5D96" w:rsidRPr="00472C9A" w:rsidRDefault="003B5D96" w:rsidP="003B5D96">
      <w:pPr>
        <w:pStyle w:val="ae"/>
        <w:ind w:left="1176" w:hanging="468"/>
        <w:jc w:val="both"/>
      </w:pPr>
      <w:r w:rsidRPr="00472C9A">
        <w:t xml:space="preserve">• участки кожи на голове без волос; </w:t>
      </w:r>
    </w:p>
    <w:p w:rsidR="003B5D96" w:rsidRPr="00472C9A" w:rsidRDefault="003B5D96" w:rsidP="003B5D96">
      <w:pPr>
        <w:pStyle w:val="ae"/>
        <w:ind w:left="1176" w:hanging="468"/>
        <w:jc w:val="both"/>
      </w:pPr>
      <w:r w:rsidRPr="00472C9A">
        <w:t xml:space="preserve">• состояние измененного сознания после насильственного приема лекарств, алкоголя, психоактивных веществ. </w:t>
      </w:r>
    </w:p>
    <w:p w:rsidR="003B5D96" w:rsidRPr="00472C9A" w:rsidRDefault="003B5D96" w:rsidP="003B5D96">
      <w:pPr>
        <w:pStyle w:val="ae"/>
        <w:spacing w:before="1" w:beforeAutospacing="1" w:after="1" w:afterAutospacing="1"/>
        <w:ind w:left="21" w:firstLine="708"/>
        <w:jc w:val="both"/>
        <w:rPr>
          <w:b/>
        </w:rPr>
      </w:pPr>
      <w:r w:rsidRPr="00472C9A">
        <w:rPr>
          <w:b/>
        </w:rPr>
        <w:t xml:space="preserve">Признаки сексуального насилия: </w:t>
      </w:r>
    </w:p>
    <w:p w:rsidR="003B5D96" w:rsidRPr="00472C9A" w:rsidRDefault="003B5D96" w:rsidP="003B5D96">
      <w:pPr>
        <w:pStyle w:val="ae"/>
        <w:ind w:firstLine="708"/>
        <w:jc w:val="both"/>
      </w:pPr>
      <w:r w:rsidRPr="00472C9A">
        <w:t xml:space="preserve">• боль при сидении, ходьбе; </w:t>
      </w:r>
    </w:p>
    <w:p w:rsidR="003B5D96" w:rsidRPr="00472C9A" w:rsidRDefault="003B5D96" w:rsidP="003B5D96">
      <w:pPr>
        <w:pStyle w:val="ae"/>
        <w:ind w:firstLine="708"/>
        <w:jc w:val="both"/>
      </w:pPr>
      <w:r w:rsidRPr="00472C9A">
        <w:t xml:space="preserve">• гематомы, кровоточивость в области половых органов; </w:t>
      </w:r>
    </w:p>
    <w:p w:rsidR="003B5D96" w:rsidRPr="00472C9A" w:rsidRDefault="003B5D96" w:rsidP="003B5D96">
      <w:pPr>
        <w:pStyle w:val="ae"/>
        <w:ind w:firstLine="708"/>
        <w:jc w:val="both"/>
      </w:pPr>
      <w:r w:rsidRPr="00472C9A">
        <w:t xml:space="preserve">• разрывы прямой кишки и влагалища; </w:t>
      </w:r>
    </w:p>
    <w:p w:rsidR="003B5D96" w:rsidRPr="00472C9A" w:rsidRDefault="003B5D96" w:rsidP="003B5D96">
      <w:pPr>
        <w:pStyle w:val="ae"/>
        <w:ind w:firstLine="708"/>
        <w:jc w:val="both"/>
      </w:pPr>
      <w:r w:rsidRPr="00472C9A">
        <w:t xml:space="preserve">• гематомы на груди, ягодицах, бедрах, нижней части живота; </w:t>
      </w:r>
    </w:p>
    <w:p w:rsidR="003B5D96" w:rsidRPr="00472C9A" w:rsidRDefault="003B5D96" w:rsidP="003B5D96">
      <w:pPr>
        <w:pStyle w:val="ae"/>
        <w:ind w:firstLine="708"/>
        <w:jc w:val="both"/>
      </w:pPr>
      <w:r w:rsidRPr="00472C9A">
        <w:t xml:space="preserve">• симптомы в области рта: экзема, дерматит, герпес; </w:t>
      </w:r>
    </w:p>
    <w:p w:rsidR="003B5D96" w:rsidRPr="00472C9A" w:rsidRDefault="003B5D96" w:rsidP="003B5D96">
      <w:pPr>
        <w:pStyle w:val="ae"/>
        <w:ind w:firstLine="708"/>
        <w:jc w:val="both"/>
      </w:pPr>
      <w:r w:rsidRPr="00472C9A">
        <w:t xml:space="preserve">• боли внизу живота; </w:t>
      </w:r>
    </w:p>
    <w:p w:rsidR="003B5D96" w:rsidRPr="00472C9A" w:rsidRDefault="003B5D96" w:rsidP="003B5D96">
      <w:pPr>
        <w:pStyle w:val="ae"/>
        <w:ind w:firstLine="708"/>
        <w:jc w:val="both"/>
      </w:pPr>
      <w:r w:rsidRPr="00472C9A">
        <w:t xml:space="preserve">• повторяющиеся воспаления мочевыводящих путей; </w:t>
      </w:r>
    </w:p>
    <w:p w:rsidR="003B5D96" w:rsidRPr="00472C9A" w:rsidRDefault="003B5D96" w:rsidP="003B5D96">
      <w:pPr>
        <w:pStyle w:val="ae"/>
        <w:ind w:firstLine="708"/>
        <w:jc w:val="both"/>
      </w:pPr>
      <w:r w:rsidRPr="00472C9A">
        <w:t xml:space="preserve">• инфекции, передающиеся половым путем; </w:t>
      </w:r>
    </w:p>
    <w:p w:rsidR="003B5D96" w:rsidRPr="00472C9A" w:rsidRDefault="003B5D96" w:rsidP="003B5D96">
      <w:pPr>
        <w:pStyle w:val="ae"/>
        <w:ind w:firstLine="708"/>
        <w:jc w:val="both"/>
      </w:pPr>
      <w:r w:rsidRPr="00472C9A">
        <w:t xml:space="preserve">• беременность. </w:t>
      </w:r>
    </w:p>
    <w:p w:rsidR="003B5D96" w:rsidRPr="00472C9A" w:rsidRDefault="003B5D96" w:rsidP="003B5D96">
      <w:pPr>
        <w:pStyle w:val="ae"/>
        <w:ind w:firstLine="708"/>
        <w:jc w:val="both"/>
      </w:pPr>
    </w:p>
    <w:p w:rsidR="003B5D96" w:rsidRPr="00472C9A" w:rsidRDefault="003B5D96" w:rsidP="003B5D96">
      <w:pPr>
        <w:pStyle w:val="ae"/>
        <w:ind w:firstLine="708"/>
        <w:jc w:val="both"/>
        <w:rPr>
          <w:b/>
        </w:rPr>
      </w:pPr>
      <w:r w:rsidRPr="00472C9A">
        <w:rPr>
          <w:b/>
        </w:rPr>
        <w:t xml:space="preserve">Признаки пренебрежения нуждами: </w:t>
      </w:r>
    </w:p>
    <w:p w:rsidR="003B5D96" w:rsidRPr="00472C9A" w:rsidRDefault="003B5D96" w:rsidP="003B5D96">
      <w:pPr>
        <w:pStyle w:val="ae"/>
        <w:ind w:left="384" w:firstLine="324"/>
        <w:jc w:val="both"/>
      </w:pPr>
      <w:r w:rsidRPr="00472C9A">
        <w:t xml:space="preserve">• отставание в психомоторном развитии; </w:t>
      </w:r>
    </w:p>
    <w:p w:rsidR="003B5D96" w:rsidRPr="00472C9A" w:rsidRDefault="003B5D96" w:rsidP="003B5D96">
      <w:pPr>
        <w:pStyle w:val="ae"/>
        <w:ind w:left="384" w:firstLine="324"/>
        <w:jc w:val="both"/>
      </w:pPr>
      <w:r w:rsidRPr="00472C9A">
        <w:t xml:space="preserve">• истощение, обезвоживание; </w:t>
      </w:r>
    </w:p>
    <w:p w:rsidR="003B5D96" w:rsidRPr="00472C9A" w:rsidRDefault="003B5D96" w:rsidP="003B5D96">
      <w:pPr>
        <w:pStyle w:val="ae"/>
        <w:ind w:left="384" w:firstLine="324"/>
        <w:jc w:val="both"/>
      </w:pPr>
      <w:r w:rsidRPr="00472C9A">
        <w:t xml:space="preserve">• перегревание, переохлаждение; </w:t>
      </w:r>
    </w:p>
    <w:p w:rsidR="003B5D96" w:rsidRPr="00472C9A" w:rsidRDefault="003B5D96" w:rsidP="003B5D96">
      <w:pPr>
        <w:pStyle w:val="ae"/>
        <w:ind w:left="384" w:firstLine="324"/>
        <w:jc w:val="both"/>
      </w:pPr>
      <w:r w:rsidRPr="00472C9A">
        <w:t xml:space="preserve">• грязная одежда; одежда, не соответствующая сезону; </w:t>
      </w:r>
    </w:p>
    <w:p w:rsidR="003B5D96" w:rsidRPr="00472C9A" w:rsidRDefault="003B5D96" w:rsidP="003B5D96">
      <w:pPr>
        <w:pStyle w:val="ae"/>
        <w:ind w:left="384" w:firstLine="324"/>
        <w:jc w:val="both"/>
      </w:pPr>
      <w:r w:rsidRPr="00472C9A">
        <w:t xml:space="preserve">• опухшие, «заспанные» глаза; </w:t>
      </w:r>
    </w:p>
    <w:p w:rsidR="003B5D96" w:rsidRPr="00472C9A" w:rsidRDefault="003B5D96" w:rsidP="003B5D96">
      <w:pPr>
        <w:pStyle w:val="ae"/>
        <w:ind w:left="384" w:firstLine="324"/>
        <w:jc w:val="both"/>
      </w:pPr>
      <w:r w:rsidRPr="00472C9A">
        <w:t xml:space="preserve">• бледное лицо; </w:t>
      </w:r>
    </w:p>
    <w:p w:rsidR="003B5D96" w:rsidRPr="00472C9A" w:rsidRDefault="003B5D96" w:rsidP="003B5D96">
      <w:pPr>
        <w:pStyle w:val="ae"/>
        <w:ind w:left="384" w:firstLine="324"/>
        <w:jc w:val="both"/>
      </w:pPr>
      <w:r w:rsidRPr="00472C9A">
        <w:t xml:space="preserve">• всклоченные волосы; </w:t>
      </w:r>
    </w:p>
    <w:p w:rsidR="003B5D96" w:rsidRPr="00472C9A" w:rsidRDefault="003B5D96" w:rsidP="003B5D96">
      <w:pPr>
        <w:pStyle w:val="ae"/>
        <w:ind w:left="384" w:firstLine="324"/>
        <w:jc w:val="both"/>
      </w:pPr>
      <w:r w:rsidRPr="00472C9A">
        <w:t xml:space="preserve">• случайные травмы по неосторожности; </w:t>
      </w:r>
    </w:p>
    <w:p w:rsidR="003B5D96" w:rsidRPr="00472C9A" w:rsidRDefault="003B5D96" w:rsidP="003B5D96">
      <w:pPr>
        <w:pStyle w:val="ae"/>
        <w:ind w:left="384" w:firstLine="324"/>
        <w:jc w:val="both"/>
      </w:pPr>
      <w:r w:rsidRPr="00472C9A">
        <w:t xml:space="preserve">• запущенные заболевания; </w:t>
      </w:r>
    </w:p>
    <w:p w:rsidR="003B5D96" w:rsidRPr="009D7C89" w:rsidRDefault="003B5D96" w:rsidP="003B5D96">
      <w:pPr>
        <w:pStyle w:val="ae"/>
        <w:ind w:left="384" w:firstLine="324"/>
        <w:jc w:val="both"/>
      </w:pPr>
      <w:r w:rsidRPr="00472C9A">
        <w:t xml:space="preserve">•педикулез, плохой запах. </w:t>
      </w:r>
    </w:p>
    <w:p w:rsidR="003B5D96" w:rsidRPr="00472C9A" w:rsidRDefault="003B5D96" w:rsidP="003B5D96">
      <w:pPr>
        <w:pStyle w:val="ae"/>
        <w:ind w:firstLine="708"/>
        <w:jc w:val="both"/>
        <w:rPr>
          <w:b/>
        </w:rPr>
      </w:pPr>
      <w:r w:rsidRPr="00472C9A">
        <w:rPr>
          <w:b/>
        </w:rPr>
        <w:t xml:space="preserve">Эмоциональные признаки жестокого обращения: </w:t>
      </w:r>
    </w:p>
    <w:p w:rsidR="003B5D96" w:rsidRPr="00472C9A" w:rsidRDefault="003B5D96" w:rsidP="003B5D96">
      <w:pPr>
        <w:pStyle w:val="ae"/>
        <w:ind w:firstLine="708"/>
        <w:jc w:val="both"/>
        <w:rPr>
          <w:b/>
        </w:rPr>
      </w:pPr>
    </w:p>
    <w:p w:rsidR="003B5D96" w:rsidRPr="00472C9A" w:rsidRDefault="003B5D96" w:rsidP="003B5D96">
      <w:pPr>
        <w:pStyle w:val="ae"/>
        <w:ind w:left="384" w:firstLine="324"/>
        <w:jc w:val="both"/>
      </w:pPr>
      <w:r w:rsidRPr="00472C9A">
        <w:t xml:space="preserve">• посттравматическое стрессовое расстройство у ребенка; </w:t>
      </w:r>
    </w:p>
    <w:p w:rsidR="003B5D96" w:rsidRPr="00472C9A" w:rsidRDefault="003B5D96" w:rsidP="003B5D96">
      <w:pPr>
        <w:pStyle w:val="ae"/>
        <w:ind w:left="384" w:firstLine="324"/>
        <w:jc w:val="both"/>
      </w:pPr>
      <w:r w:rsidRPr="00472C9A">
        <w:t xml:space="preserve">• психические расстройства; </w:t>
      </w:r>
    </w:p>
    <w:p w:rsidR="003B5D96" w:rsidRPr="00472C9A" w:rsidRDefault="003B5D96" w:rsidP="003B5D96">
      <w:pPr>
        <w:pStyle w:val="ae"/>
        <w:ind w:left="384" w:firstLine="324"/>
        <w:jc w:val="both"/>
      </w:pPr>
      <w:r w:rsidRPr="00472C9A">
        <w:t xml:space="preserve">• сны, ночные кошмары; </w:t>
      </w:r>
    </w:p>
    <w:p w:rsidR="003B5D96" w:rsidRPr="00472C9A" w:rsidRDefault="003B5D96" w:rsidP="003B5D96">
      <w:pPr>
        <w:pStyle w:val="ae"/>
        <w:ind w:left="708"/>
        <w:jc w:val="both"/>
      </w:pPr>
      <w:r w:rsidRPr="00472C9A">
        <w:t xml:space="preserve">• застывший, испуганный взгляд; </w:t>
      </w:r>
    </w:p>
    <w:p w:rsidR="003B5D96" w:rsidRPr="00472C9A" w:rsidRDefault="003B5D96" w:rsidP="003B5D96">
      <w:pPr>
        <w:pStyle w:val="ae"/>
        <w:ind w:left="384" w:firstLine="324"/>
        <w:jc w:val="both"/>
      </w:pPr>
      <w:r w:rsidRPr="00472C9A">
        <w:t xml:space="preserve">• задержки в эмоционально-волевом развитии; </w:t>
      </w:r>
    </w:p>
    <w:p w:rsidR="003B5D96" w:rsidRPr="00472C9A" w:rsidRDefault="003B5D96" w:rsidP="003B5D96">
      <w:pPr>
        <w:pStyle w:val="ae"/>
        <w:ind w:left="384" w:firstLine="324"/>
        <w:jc w:val="both"/>
      </w:pPr>
      <w:r w:rsidRPr="00472C9A">
        <w:t xml:space="preserve">• равнодушие, пассивность; </w:t>
      </w:r>
    </w:p>
    <w:p w:rsidR="003B5D96" w:rsidRPr="00472C9A" w:rsidRDefault="003B5D96" w:rsidP="003B5D96">
      <w:pPr>
        <w:pStyle w:val="ae"/>
        <w:ind w:left="384" w:firstLine="324"/>
        <w:jc w:val="both"/>
      </w:pPr>
      <w:r w:rsidRPr="00472C9A">
        <w:t xml:space="preserve">• страх, тревожность; </w:t>
      </w:r>
    </w:p>
    <w:p w:rsidR="003B5D96" w:rsidRPr="00472C9A" w:rsidRDefault="003B5D96" w:rsidP="003B5D96">
      <w:pPr>
        <w:pStyle w:val="ae"/>
        <w:ind w:left="384" w:firstLine="324"/>
        <w:jc w:val="both"/>
      </w:pPr>
      <w:r w:rsidRPr="00472C9A">
        <w:t xml:space="preserve">• настороженность или возбуждение; </w:t>
      </w:r>
    </w:p>
    <w:p w:rsidR="003B5D96" w:rsidRPr="00472C9A" w:rsidRDefault="003B5D96" w:rsidP="003B5D96">
      <w:pPr>
        <w:pStyle w:val="ae"/>
        <w:ind w:left="384" w:firstLine="324"/>
        <w:jc w:val="both"/>
      </w:pPr>
      <w:r w:rsidRPr="00472C9A">
        <w:t xml:space="preserve">• гнев, агрессивность; </w:t>
      </w:r>
    </w:p>
    <w:p w:rsidR="003B5D96" w:rsidRPr="00472C9A" w:rsidRDefault="003B5D96" w:rsidP="003B5D96">
      <w:pPr>
        <w:pStyle w:val="ae"/>
        <w:ind w:left="384" w:firstLine="324"/>
        <w:jc w:val="both"/>
      </w:pPr>
      <w:r w:rsidRPr="00472C9A">
        <w:t xml:space="preserve">• чувство вины, стыда; </w:t>
      </w:r>
    </w:p>
    <w:p w:rsidR="003B5D96" w:rsidRPr="00472C9A" w:rsidRDefault="003B5D96" w:rsidP="003B5D96">
      <w:pPr>
        <w:pStyle w:val="ae"/>
        <w:ind w:left="384" w:firstLine="324"/>
        <w:jc w:val="both"/>
      </w:pPr>
      <w:r w:rsidRPr="00472C9A">
        <w:t xml:space="preserve">• негативизм; </w:t>
      </w:r>
    </w:p>
    <w:p w:rsidR="003B5D96" w:rsidRPr="00472C9A" w:rsidRDefault="003B5D96" w:rsidP="003B5D96">
      <w:pPr>
        <w:pStyle w:val="ae"/>
        <w:ind w:left="384" w:firstLine="324"/>
        <w:jc w:val="both"/>
      </w:pPr>
      <w:r w:rsidRPr="00472C9A">
        <w:t xml:space="preserve">• низкая самооценка; </w:t>
      </w:r>
    </w:p>
    <w:p w:rsidR="003B5D96" w:rsidRPr="00472C9A" w:rsidRDefault="003B5D96" w:rsidP="003B5D96">
      <w:pPr>
        <w:pStyle w:val="ae"/>
        <w:ind w:left="384" w:firstLine="324"/>
        <w:jc w:val="both"/>
      </w:pPr>
      <w:r w:rsidRPr="00472C9A">
        <w:t xml:space="preserve">• отрицательная картина собственного «я». </w:t>
      </w:r>
    </w:p>
    <w:p w:rsidR="003B5D96" w:rsidRPr="00472C9A" w:rsidRDefault="003B5D96" w:rsidP="003B5D96">
      <w:pPr>
        <w:pStyle w:val="ae"/>
        <w:ind w:left="384" w:firstLine="324"/>
        <w:jc w:val="both"/>
      </w:pPr>
    </w:p>
    <w:p w:rsidR="003B5D96" w:rsidRPr="00472C9A" w:rsidRDefault="003B5D96" w:rsidP="003B5D96">
      <w:pPr>
        <w:pStyle w:val="ae"/>
        <w:ind w:firstLine="384"/>
        <w:jc w:val="both"/>
        <w:rPr>
          <w:b/>
        </w:rPr>
      </w:pPr>
      <w:r w:rsidRPr="00472C9A">
        <w:rPr>
          <w:b/>
        </w:rPr>
        <w:t xml:space="preserve">Поведенческие признаки жестокого обращения с ребенком: </w:t>
      </w:r>
    </w:p>
    <w:p w:rsidR="003B5D96" w:rsidRPr="00472C9A" w:rsidRDefault="003B5D96" w:rsidP="003B5D96">
      <w:pPr>
        <w:pStyle w:val="ae"/>
        <w:ind w:firstLine="384"/>
        <w:jc w:val="both"/>
        <w:rPr>
          <w:b/>
        </w:rPr>
      </w:pPr>
    </w:p>
    <w:p w:rsidR="003B5D96" w:rsidRPr="00472C9A" w:rsidRDefault="003B5D96" w:rsidP="003B5D96">
      <w:pPr>
        <w:pStyle w:val="ae"/>
        <w:ind w:left="708"/>
        <w:jc w:val="both"/>
      </w:pPr>
      <w:r w:rsidRPr="00472C9A">
        <w:t xml:space="preserve">• малая подвижность, слабая эмоциональная реакция; </w:t>
      </w:r>
    </w:p>
    <w:p w:rsidR="003B5D96" w:rsidRPr="00472C9A" w:rsidRDefault="003B5D96" w:rsidP="003B5D96">
      <w:pPr>
        <w:pStyle w:val="ae"/>
        <w:ind w:left="384" w:firstLine="324"/>
        <w:jc w:val="both"/>
      </w:pPr>
      <w:r w:rsidRPr="00472C9A">
        <w:t xml:space="preserve">• регрессивное поведение. </w:t>
      </w:r>
    </w:p>
    <w:p w:rsidR="003B5D96" w:rsidRPr="00472C9A" w:rsidRDefault="003B5D96" w:rsidP="003B5D96">
      <w:pPr>
        <w:pStyle w:val="ae"/>
        <w:ind w:left="360" w:firstLine="348"/>
        <w:jc w:val="both"/>
      </w:pPr>
      <w:r w:rsidRPr="00472C9A">
        <w:t xml:space="preserve">• сосание пальцев, раскачивание; </w:t>
      </w:r>
    </w:p>
    <w:p w:rsidR="003B5D96" w:rsidRPr="00472C9A" w:rsidRDefault="003B5D96" w:rsidP="003B5D96">
      <w:pPr>
        <w:pStyle w:val="ae"/>
        <w:ind w:left="374" w:firstLine="334"/>
        <w:jc w:val="both"/>
      </w:pPr>
      <w:r w:rsidRPr="00472C9A">
        <w:t xml:space="preserve">• упорное нежелание раздеться в присутствии других; </w:t>
      </w:r>
    </w:p>
    <w:p w:rsidR="003B5D96" w:rsidRPr="00472C9A" w:rsidRDefault="003B5D96" w:rsidP="003B5D96">
      <w:pPr>
        <w:pStyle w:val="ae"/>
        <w:ind w:left="374" w:firstLine="334"/>
        <w:jc w:val="both"/>
      </w:pPr>
      <w:r w:rsidRPr="00472C9A">
        <w:t xml:space="preserve">• затруднения и путанность в объяснениях о происхождении травм; </w:t>
      </w:r>
    </w:p>
    <w:p w:rsidR="003B5D96" w:rsidRPr="00472C9A" w:rsidRDefault="003B5D96" w:rsidP="003B5D96">
      <w:pPr>
        <w:pStyle w:val="ae"/>
        <w:ind w:left="374" w:firstLine="334"/>
        <w:jc w:val="both"/>
      </w:pPr>
      <w:r w:rsidRPr="00472C9A">
        <w:t xml:space="preserve">• ношение неподходящей к погодным условиям одежды с целью скрыть травмы; </w:t>
      </w:r>
    </w:p>
    <w:p w:rsidR="003B5D96" w:rsidRPr="00472C9A" w:rsidRDefault="003B5D96" w:rsidP="003B5D96">
      <w:pPr>
        <w:pStyle w:val="ae"/>
        <w:ind w:left="374" w:firstLine="334"/>
        <w:jc w:val="both"/>
      </w:pPr>
      <w:r w:rsidRPr="00472C9A">
        <w:t xml:space="preserve">• внезапное снижение успеваемости; </w:t>
      </w:r>
    </w:p>
    <w:p w:rsidR="003B5D96" w:rsidRPr="00472C9A" w:rsidRDefault="003B5D96" w:rsidP="003B5D96">
      <w:pPr>
        <w:pStyle w:val="ae"/>
        <w:ind w:left="374" w:firstLine="334"/>
        <w:jc w:val="both"/>
      </w:pPr>
      <w:r w:rsidRPr="00472C9A">
        <w:t xml:space="preserve">• частые опоздания в школу, прогулы; </w:t>
      </w:r>
    </w:p>
    <w:p w:rsidR="003B5D96" w:rsidRPr="00472C9A" w:rsidRDefault="003B5D96" w:rsidP="003B5D96">
      <w:pPr>
        <w:pStyle w:val="ae"/>
        <w:ind w:left="374" w:firstLine="334"/>
        <w:jc w:val="both"/>
      </w:pPr>
      <w:r w:rsidRPr="00472C9A">
        <w:t xml:space="preserve">• хроническая усталость, сонливость; </w:t>
      </w:r>
    </w:p>
    <w:p w:rsidR="003B5D96" w:rsidRPr="00472C9A" w:rsidRDefault="003B5D96" w:rsidP="003B5D96">
      <w:pPr>
        <w:pStyle w:val="ae"/>
        <w:ind w:left="374" w:firstLine="334"/>
        <w:jc w:val="both"/>
      </w:pPr>
      <w:r w:rsidRPr="00472C9A">
        <w:t xml:space="preserve">• постоянное чувство голода, попрошайничество; </w:t>
      </w:r>
    </w:p>
    <w:p w:rsidR="003B5D96" w:rsidRPr="00472C9A" w:rsidRDefault="003B5D96" w:rsidP="003B5D96">
      <w:pPr>
        <w:pStyle w:val="ae"/>
        <w:ind w:left="374" w:firstLine="334"/>
        <w:jc w:val="both"/>
      </w:pPr>
      <w:r w:rsidRPr="00472C9A">
        <w:t xml:space="preserve">• избегание физических контактов; </w:t>
      </w:r>
    </w:p>
    <w:p w:rsidR="003B5D96" w:rsidRPr="00472C9A" w:rsidRDefault="003B5D96" w:rsidP="003B5D96">
      <w:pPr>
        <w:pStyle w:val="ae"/>
        <w:ind w:left="374" w:firstLine="334"/>
        <w:jc w:val="both"/>
      </w:pPr>
      <w:r w:rsidRPr="00472C9A">
        <w:t xml:space="preserve">• страх при приближении родителя; </w:t>
      </w:r>
    </w:p>
    <w:p w:rsidR="003B5D96" w:rsidRPr="00472C9A" w:rsidRDefault="003B5D96" w:rsidP="003B5D96">
      <w:pPr>
        <w:pStyle w:val="ae"/>
        <w:ind w:left="374" w:firstLine="334"/>
        <w:jc w:val="both"/>
      </w:pPr>
      <w:r w:rsidRPr="00472C9A">
        <w:t xml:space="preserve">• нежелание возвращаться домой; </w:t>
      </w:r>
    </w:p>
    <w:p w:rsidR="003B5D96" w:rsidRPr="00472C9A" w:rsidRDefault="003B5D96" w:rsidP="003B5D96">
      <w:pPr>
        <w:pStyle w:val="ae"/>
        <w:ind w:left="374" w:firstLine="334"/>
        <w:jc w:val="both"/>
      </w:pPr>
      <w:r w:rsidRPr="00472C9A">
        <w:t xml:space="preserve">• уходы из дома; </w:t>
      </w:r>
    </w:p>
    <w:p w:rsidR="003B5D96" w:rsidRPr="00472C9A" w:rsidRDefault="003B5D96" w:rsidP="003B5D96">
      <w:pPr>
        <w:pStyle w:val="ae"/>
        <w:ind w:left="374" w:firstLine="334"/>
        <w:jc w:val="both"/>
      </w:pPr>
      <w:r w:rsidRPr="00472C9A">
        <w:t xml:space="preserve">• нанесение самоповреждений, суицидные попытки; </w:t>
      </w:r>
    </w:p>
    <w:p w:rsidR="003B5D96" w:rsidRPr="00472C9A" w:rsidRDefault="003B5D96" w:rsidP="003B5D96">
      <w:pPr>
        <w:pStyle w:val="ae"/>
        <w:ind w:left="374" w:firstLine="334"/>
        <w:jc w:val="both"/>
      </w:pPr>
      <w:r w:rsidRPr="00472C9A">
        <w:t xml:space="preserve">• агрессивное поведение; </w:t>
      </w:r>
    </w:p>
    <w:p w:rsidR="003B5D96" w:rsidRPr="00472C9A" w:rsidRDefault="003B5D96" w:rsidP="003B5D96">
      <w:pPr>
        <w:pStyle w:val="ae"/>
        <w:ind w:left="374" w:firstLine="334"/>
        <w:jc w:val="both"/>
      </w:pPr>
      <w:r w:rsidRPr="00472C9A">
        <w:t xml:space="preserve">• применение насилия в отношении других детей, животных; </w:t>
      </w:r>
    </w:p>
    <w:p w:rsidR="003B5D96" w:rsidRPr="00472C9A" w:rsidRDefault="003B5D96" w:rsidP="003B5D96">
      <w:pPr>
        <w:pStyle w:val="ae"/>
        <w:ind w:left="374" w:firstLine="334"/>
        <w:jc w:val="both"/>
      </w:pPr>
      <w:r w:rsidRPr="00472C9A">
        <w:t xml:space="preserve">• избегающее поведение; </w:t>
      </w:r>
    </w:p>
    <w:p w:rsidR="003B5D96" w:rsidRPr="00472C9A" w:rsidRDefault="003B5D96" w:rsidP="003B5D96">
      <w:pPr>
        <w:pStyle w:val="ae"/>
        <w:ind w:left="374" w:firstLine="334"/>
        <w:jc w:val="both"/>
      </w:pPr>
      <w:r w:rsidRPr="00472C9A">
        <w:t xml:space="preserve">• псевдовзрослое поведение; </w:t>
      </w:r>
    </w:p>
    <w:p w:rsidR="003B5D96" w:rsidRPr="00472C9A" w:rsidRDefault="003B5D96" w:rsidP="003B5D96">
      <w:pPr>
        <w:pStyle w:val="ae"/>
        <w:ind w:left="374" w:firstLine="334"/>
        <w:jc w:val="both"/>
      </w:pPr>
      <w:r w:rsidRPr="00472C9A">
        <w:t xml:space="preserve">• навязчивость·в отношениях со взрослыми; </w:t>
      </w:r>
    </w:p>
    <w:p w:rsidR="003B5D96" w:rsidRPr="00472C9A" w:rsidRDefault="003B5D96" w:rsidP="003B5D96">
      <w:pPr>
        <w:pStyle w:val="ae"/>
        <w:ind w:left="374" w:firstLine="334"/>
        <w:jc w:val="both"/>
      </w:pPr>
      <w:r w:rsidRPr="00472C9A">
        <w:t xml:space="preserve">• трудности в словесном выражении пережитого, чувств, мыслей; </w:t>
      </w:r>
    </w:p>
    <w:p w:rsidR="003B5D96" w:rsidRPr="009D7C89" w:rsidRDefault="003B5D96" w:rsidP="003B5D96">
      <w:pPr>
        <w:pStyle w:val="ae"/>
        <w:ind w:left="374" w:firstLine="334"/>
        <w:jc w:val="both"/>
      </w:pPr>
      <w:r w:rsidRPr="00472C9A">
        <w:t>• а</w:t>
      </w:r>
      <w:r>
        <w:t>норексия и булимия.</w:t>
      </w:r>
    </w:p>
    <w:p w:rsidR="003B5D96" w:rsidRPr="00472C9A" w:rsidRDefault="003B5D96" w:rsidP="003B5D96">
      <w:pPr>
        <w:ind w:left="12" w:firstLine="708"/>
        <w:jc w:val="both"/>
        <w:rPr>
          <w:b/>
          <w:bCs/>
          <w:iCs/>
          <w:sz w:val="24"/>
          <w:szCs w:val="24"/>
        </w:rPr>
      </w:pPr>
    </w:p>
    <w:p w:rsidR="003B5D96" w:rsidRPr="00472C9A" w:rsidRDefault="003B5D96" w:rsidP="003B5D96">
      <w:pPr>
        <w:ind w:left="12" w:firstLine="708"/>
        <w:jc w:val="both"/>
        <w:rPr>
          <w:b/>
          <w:bCs/>
          <w:iCs/>
          <w:sz w:val="24"/>
          <w:szCs w:val="24"/>
        </w:rPr>
      </w:pPr>
    </w:p>
    <w:p w:rsidR="003B5D96" w:rsidRPr="00472C9A" w:rsidRDefault="003B5D96" w:rsidP="003B5D96">
      <w:pPr>
        <w:ind w:left="12" w:firstLine="708"/>
        <w:jc w:val="both"/>
        <w:rPr>
          <w:b/>
          <w:bCs/>
          <w:iCs/>
          <w:sz w:val="24"/>
          <w:szCs w:val="24"/>
        </w:rPr>
      </w:pPr>
      <w:r w:rsidRPr="00472C9A">
        <w:rPr>
          <w:b/>
          <w:bCs/>
          <w:iCs/>
          <w:sz w:val="24"/>
          <w:szCs w:val="24"/>
        </w:rPr>
        <w:t>Последствия жестокого обращения с детьми в семье:</w:t>
      </w:r>
    </w:p>
    <w:p w:rsidR="003B5D96" w:rsidRPr="00472C9A" w:rsidRDefault="003B5D96" w:rsidP="003B5D96">
      <w:pPr>
        <w:ind w:left="12" w:firstLine="708"/>
        <w:jc w:val="both"/>
        <w:rPr>
          <w:sz w:val="24"/>
          <w:szCs w:val="24"/>
        </w:rPr>
      </w:pPr>
    </w:p>
    <w:p w:rsidR="003B5D96" w:rsidRPr="00472C9A" w:rsidRDefault="003B5D96" w:rsidP="003B5D96">
      <w:pPr>
        <w:numPr>
          <w:ilvl w:val="0"/>
          <w:numId w:val="13"/>
        </w:numPr>
        <w:jc w:val="both"/>
        <w:rPr>
          <w:sz w:val="24"/>
          <w:szCs w:val="24"/>
        </w:rPr>
      </w:pPr>
      <w:r w:rsidRPr="00472C9A">
        <w:rPr>
          <w:sz w:val="24"/>
          <w:szCs w:val="24"/>
        </w:rPr>
        <w:t>уход в религиозные секты;</w:t>
      </w:r>
    </w:p>
    <w:p w:rsidR="003B5D96" w:rsidRPr="00472C9A" w:rsidRDefault="003B5D96" w:rsidP="003B5D96">
      <w:pPr>
        <w:ind w:left="360"/>
        <w:jc w:val="both"/>
        <w:rPr>
          <w:sz w:val="24"/>
          <w:szCs w:val="24"/>
        </w:rPr>
      </w:pPr>
    </w:p>
    <w:p w:rsidR="003B5D96" w:rsidRPr="00472C9A" w:rsidRDefault="003B5D96" w:rsidP="003B5D96">
      <w:pPr>
        <w:numPr>
          <w:ilvl w:val="0"/>
          <w:numId w:val="13"/>
        </w:numPr>
        <w:jc w:val="both"/>
        <w:rPr>
          <w:sz w:val="24"/>
          <w:szCs w:val="24"/>
        </w:rPr>
      </w:pPr>
      <w:r w:rsidRPr="00472C9A">
        <w:rPr>
          <w:sz w:val="24"/>
          <w:szCs w:val="24"/>
        </w:rPr>
        <w:t>объединения в неформальные группы с криминальной и фашисткой направленностью;</w:t>
      </w:r>
    </w:p>
    <w:p w:rsidR="003B5D96" w:rsidRPr="00472C9A" w:rsidRDefault="003B5D96" w:rsidP="003B5D96">
      <w:pPr>
        <w:ind w:left="360"/>
        <w:jc w:val="both"/>
        <w:rPr>
          <w:sz w:val="24"/>
          <w:szCs w:val="24"/>
        </w:rPr>
      </w:pPr>
    </w:p>
    <w:p w:rsidR="003B5D96" w:rsidRPr="00472C9A" w:rsidRDefault="003B5D96" w:rsidP="003B5D96">
      <w:pPr>
        <w:numPr>
          <w:ilvl w:val="0"/>
          <w:numId w:val="13"/>
        </w:numPr>
        <w:jc w:val="both"/>
        <w:rPr>
          <w:sz w:val="24"/>
          <w:szCs w:val="24"/>
        </w:rPr>
      </w:pPr>
      <w:r w:rsidRPr="00472C9A">
        <w:rPr>
          <w:sz w:val="24"/>
          <w:szCs w:val="24"/>
        </w:rPr>
        <w:t>агрессивное, преступное поведение детей;</w:t>
      </w:r>
    </w:p>
    <w:p w:rsidR="003B5D96" w:rsidRPr="00472C9A" w:rsidRDefault="003B5D96" w:rsidP="003B5D96">
      <w:pPr>
        <w:ind w:left="360"/>
        <w:jc w:val="both"/>
        <w:rPr>
          <w:sz w:val="24"/>
          <w:szCs w:val="24"/>
        </w:rPr>
      </w:pPr>
    </w:p>
    <w:p w:rsidR="003B5D96" w:rsidRPr="00472C9A" w:rsidRDefault="003B5D96" w:rsidP="003B5D96">
      <w:pPr>
        <w:numPr>
          <w:ilvl w:val="0"/>
          <w:numId w:val="13"/>
        </w:numPr>
        <w:jc w:val="both"/>
        <w:rPr>
          <w:sz w:val="24"/>
          <w:szCs w:val="24"/>
        </w:rPr>
      </w:pPr>
      <w:r w:rsidRPr="00472C9A">
        <w:rPr>
          <w:sz w:val="24"/>
          <w:szCs w:val="24"/>
        </w:rPr>
        <w:t>сбежавшие из дома дети умирают от голода и холода, становятся жертвами других детей, также сбежавших от домашнего насилия и др.</w:t>
      </w:r>
    </w:p>
    <w:p w:rsidR="003B5D96" w:rsidRPr="00472C9A" w:rsidRDefault="003B5D96" w:rsidP="003B5D96">
      <w:pPr>
        <w:ind w:firstLine="360"/>
        <w:jc w:val="both"/>
        <w:rPr>
          <w:i/>
          <w:sz w:val="24"/>
          <w:szCs w:val="24"/>
        </w:rPr>
      </w:pPr>
      <w:r w:rsidRPr="00472C9A">
        <w:rPr>
          <w:sz w:val="24"/>
          <w:szCs w:val="24"/>
        </w:rPr>
        <w:t xml:space="preserve">В целях профилактики жестокого обращения с детьми, информирования родителей (законных представителей) по вопросам решения проблем детей и семей, оказавшихся в трудной жизненной ситуации, </w:t>
      </w:r>
      <w:r w:rsidRPr="00472C9A">
        <w:rPr>
          <w:i/>
          <w:sz w:val="24"/>
          <w:szCs w:val="24"/>
        </w:rPr>
        <w:t>в дошкольных образовательных учреждениях должна быть размещена следующая информация:</w:t>
      </w:r>
    </w:p>
    <w:p w:rsidR="003B5D96" w:rsidRPr="00472C9A" w:rsidRDefault="003B5D96" w:rsidP="003B5D96">
      <w:pPr>
        <w:ind w:firstLine="360"/>
        <w:jc w:val="both"/>
        <w:rPr>
          <w:i/>
          <w:sz w:val="24"/>
          <w:szCs w:val="24"/>
        </w:rPr>
      </w:pPr>
    </w:p>
    <w:p w:rsidR="003B5D96" w:rsidRPr="00472C9A" w:rsidRDefault="003B5D96" w:rsidP="003B5D96">
      <w:pPr>
        <w:jc w:val="both"/>
        <w:rPr>
          <w:sz w:val="24"/>
          <w:szCs w:val="24"/>
        </w:rPr>
      </w:pPr>
      <w:r w:rsidRPr="00472C9A">
        <w:rPr>
          <w:sz w:val="24"/>
          <w:szCs w:val="24"/>
        </w:rPr>
        <w:t xml:space="preserve">1. ГОУ СО «Социально-реабилитационный Центр для несовершеннолетних «Лада» </w:t>
      </w:r>
    </w:p>
    <w:p w:rsidR="003B5D96" w:rsidRPr="00472C9A" w:rsidRDefault="003B5D96" w:rsidP="003B5D96">
      <w:pPr>
        <w:jc w:val="both"/>
        <w:rPr>
          <w:sz w:val="24"/>
          <w:szCs w:val="24"/>
        </w:rPr>
      </w:pPr>
      <w:r w:rsidRPr="00472C9A">
        <w:rPr>
          <w:sz w:val="24"/>
          <w:szCs w:val="24"/>
        </w:rPr>
        <w:t>г. Каменска-Уральского» оказывает:</w:t>
      </w:r>
    </w:p>
    <w:p w:rsidR="003B5D96" w:rsidRPr="00472C9A" w:rsidRDefault="003B5D96" w:rsidP="003B5D96">
      <w:pPr>
        <w:jc w:val="both"/>
        <w:rPr>
          <w:sz w:val="24"/>
          <w:szCs w:val="24"/>
        </w:rPr>
      </w:pPr>
      <w:r w:rsidRPr="00472C9A">
        <w:rPr>
          <w:sz w:val="24"/>
          <w:szCs w:val="24"/>
        </w:rPr>
        <w:tab/>
      </w:r>
      <w:r w:rsidRPr="00472C9A">
        <w:rPr>
          <w:b/>
          <w:sz w:val="24"/>
          <w:szCs w:val="24"/>
        </w:rPr>
        <w:t>- помощь детям и семьям</w:t>
      </w:r>
      <w:r w:rsidRPr="00472C9A">
        <w:rPr>
          <w:sz w:val="24"/>
          <w:szCs w:val="24"/>
        </w:rPr>
        <w:t>, попавшим в трудную жизненную ситуацию;</w:t>
      </w:r>
    </w:p>
    <w:p w:rsidR="003B5D96" w:rsidRPr="00472C9A" w:rsidRDefault="003B5D96" w:rsidP="003B5D96">
      <w:pPr>
        <w:jc w:val="both"/>
        <w:rPr>
          <w:sz w:val="24"/>
          <w:szCs w:val="24"/>
        </w:rPr>
      </w:pPr>
      <w:r w:rsidRPr="00472C9A">
        <w:rPr>
          <w:sz w:val="24"/>
          <w:szCs w:val="24"/>
        </w:rPr>
        <w:tab/>
        <w:t>- консультации психолога, социального работника, юристконсульта</w:t>
      </w:r>
    </w:p>
    <w:p w:rsidR="003B5D96" w:rsidRPr="00472C9A" w:rsidRDefault="003B5D96" w:rsidP="003B5D96">
      <w:pPr>
        <w:jc w:val="both"/>
        <w:rPr>
          <w:sz w:val="24"/>
          <w:szCs w:val="24"/>
        </w:rPr>
      </w:pPr>
      <w:r w:rsidRPr="00472C9A">
        <w:rPr>
          <w:sz w:val="24"/>
          <w:szCs w:val="24"/>
        </w:rPr>
        <w:t xml:space="preserve">                             (все услуги предоставляются бесплатно),</w:t>
      </w:r>
    </w:p>
    <w:p w:rsidR="003B5D96" w:rsidRPr="00472C9A" w:rsidRDefault="003B5D96" w:rsidP="003B5D96">
      <w:pPr>
        <w:jc w:val="both"/>
        <w:rPr>
          <w:sz w:val="24"/>
          <w:szCs w:val="24"/>
        </w:rPr>
      </w:pPr>
      <w:r w:rsidRPr="00472C9A">
        <w:rPr>
          <w:sz w:val="24"/>
          <w:szCs w:val="24"/>
        </w:rPr>
        <w:t xml:space="preserve">                                     Телефоны: 32-72-40, 34-44-73.</w:t>
      </w:r>
    </w:p>
    <w:p w:rsidR="003B5D96" w:rsidRPr="00472C9A" w:rsidRDefault="003B5D96" w:rsidP="003B5D96">
      <w:pPr>
        <w:jc w:val="both"/>
        <w:rPr>
          <w:sz w:val="24"/>
          <w:szCs w:val="24"/>
        </w:rPr>
      </w:pPr>
    </w:p>
    <w:p w:rsidR="003B5D96" w:rsidRPr="00472C9A" w:rsidRDefault="003B5D96" w:rsidP="003B5D96">
      <w:pPr>
        <w:jc w:val="both"/>
        <w:rPr>
          <w:sz w:val="24"/>
          <w:szCs w:val="24"/>
        </w:rPr>
      </w:pPr>
      <w:r w:rsidRPr="00472C9A">
        <w:rPr>
          <w:sz w:val="24"/>
          <w:szCs w:val="24"/>
        </w:rPr>
        <w:t>2. Открыт областной  «</w:t>
      </w:r>
      <w:r w:rsidRPr="00472C9A">
        <w:rPr>
          <w:b/>
          <w:sz w:val="24"/>
          <w:szCs w:val="24"/>
        </w:rPr>
        <w:t>Детский кризисный центр»</w:t>
      </w:r>
      <w:r w:rsidRPr="00472C9A">
        <w:rPr>
          <w:sz w:val="24"/>
          <w:szCs w:val="24"/>
        </w:rPr>
        <w:t xml:space="preserve"> для комплексной реабилитации детей с психическими расстройствами, контактные телефоны: 8 (343) 330-47-36, 330-36-94.</w:t>
      </w:r>
    </w:p>
    <w:p w:rsidR="003B5D96" w:rsidRPr="00472C9A" w:rsidRDefault="003B5D96" w:rsidP="003B5D96">
      <w:pPr>
        <w:jc w:val="both"/>
        <w:rPr>
          <w:sz w:val="24"/>
          <w:szCs w:val="24"/>
        </w:rPr>
      </w:pPr>
    </w:p>
    <w:p w:rsidR="003B5D96" w:rsidRPr="00472C9A" w:rsidRDefault="003B5D96" w:rsidP="003B5D96">
      <w:pPr>
        <w:jc w:val="both"/>
        <w:rPr>
          <w:sz w:val="24"/>
          <w:szCs w:val="24"/>
        </w:rPr>
      </w:pPr>
      <w:r w:rsidRPr="00472C9A">
        <w:rPr>
          <w:sz w:val="24"/>
          <w:szCs w:val="24"/>
        </w:rPr>
        <w:t>3.  Для детей и подростков и их родителей функционируют:</w:t>
      </w:r>
    </w:p>
    <w:p w:rsidR="003B5D96" w:rsidRPr="00472C9A" w:rsidRDefault="003B5D96" w:rsidP="003B5D96">
      <w:pPr>
        <w:jc w:val="both"/>
        <w:rPr>
          <w:sz w:val="24"/>
          <w:szCs w:val="24"/>
        </w:rPr>
      </w:pPr>
    </w:p>
    <w:p w:rsidR="003B5D96" w:rsidRPr="00472C9A" w:rsidRDefault="003B5D96" w:rsidP="003B5D96">
      <w:pPr>
        <w:ind w:firstLine="708"/>
        <w:jc w:val="both"/>
        <w:rPr>
          <w:sz w:val="24"/>
          <w:szCs w:val="24"/>
        </w:rPr>
      </w:pPr>
      <w:r w:rsidRPr="00472C9A">
        <w:rPr>
          <w:sz w:val="24"/>
          <w:szCs w:val="24"/>
        </w:rPr>
        <w:t xml:space="preserve">- </w:t>
      </w:r>
      <w:r w:rsidRPr="00472C9A">
        <w:rPr>
          <w:b/>
          <w:sz w:val="24"/>
          <w:szCs w:val="24"/>
        </w:rPr>
        <w:t>общеобластной телефон доверия</w:t>
      </w:r>
      <w:r w:rsidRPr="00472C9A">
        <w:rPr>
          <w:sz w:val="24"/>
          <w:szCs w:val="24"/>
        </w:rPr>
        <w:t xml:space="preserve"> – 8-800-300-83-83;</w:t>
      </w:r>
    </w:p>
    <w:p w:rsidR="003B5D96" w:rsidRPr="00472C9A" w:rsidRDefault="003B5D96" w:rsidP="003B5D96">
      <w:pPr>
        <w:ind w:firstLine="708"/>
        <w:jc w:val="both"/>
        <w:rPr>
          <w:sz w:val="24"/>
          <w:szCs w:val="24"/>
        </w:rPr>
      </w:pPr>
    </w:p>
    <w:p w:rsidR="003B5D96" w:rsidRPr="00472C9A" w:rsidRDefault="003B5D96" w:rsidP="003B5D96">
      <w:pPr>
        <w:ind w:firstLine="708"/>
        <w:jc w:val="both"/>
        <w:rPr>
          <w:sz w:val="24"/>
          <w:szCs w:val="24"/>
        </w:rPr>
      </w:pPr>
      <w:r w:rsidRPr="00472C9A">
        <w:rPr>
          <w:sz w:val="24"/>
          <w:szCs w:val="24"/>
        </w:rPr>
        <w:t xml:space="preserve">- </w:t>
      </w:r>
      <w:r w:rsidRPr="00472C9A">
        <w:rPr>
          <w:b/>
          <w:sz w:val="24"/>
          <w:szCs w:val="24"/>
        </w:rPr>
        <w:t>общероссийский телефон доверия</w:t>
      </w:r>
      <w:r w:rsidRPr="00472C9A">
        <w:rPr>
          <w:sz w:val="24"/>
          <w:szCs w:val="24"/>
        </w:rPr>
        <w:t xml:space="preserve"> – 8-800-2000-212.  </w:t>
      </w:r>
    </w:p>
    <w:p w:rsidR="003B5D96" w:rsidRPr="00472C9A" w:rsidRDefault="003B5D96" w:rsidP="003B5D96">
      <w:pPr>
        <w:jc w:val="both"/>
        <w:rPr>
          <w:sz w:val="24"/>
          <w:szCs w:val="24"/>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Default="003B5D96" w:rsidP="003B5D96">
      <w:pPr>
        <w:pStyle w:val="ae"/>
        <w:spacing w:before="1" w:beforeAutospacing="1" w:after="1" w:afterAutospacing="1"/>
        <w:jc w:val="both"/>
        <w:rPr>
          <w:b/>
        </w:rPr>
      </w:pPr>
    </w:p>
    <w:p w:rsidR="003B5D96" w:rsidRPr="00472C9A" w:rsidRDefault="003B5D96" w:rsidP="003B5D96">
      <w:pPr>
        <w:pStyle w:val="ae"/>
        <w:spacing w:before="1" w:beforeAutospacing="1" w:after="1" w:afterAutospacing="1"/>
        <w:jc w:val="both"/>
        <w:rPr>
          <w:b/>
        </w:rPr>
      </w:pPr>
      <w:r w:rsidRPr="00472C9A">
        <w:rPr>
          <w:b/>
          <w:lang w:val="en-US"/>
        </w:rPr>
        <w:t>YI</w:t>
      </w:r>
      <w:r w:rsidRPr="00472C9A">
        <w:rPr>
          <w:b/>
        </w:rPr>
        <w:t>. Ответственность лиц, допускающих насилие и жестокое обращение с детьми.</w:t>
      </w:r>
    </w:p>
    <w:p w:rsidR="003B5D96" w:rsidRPr="00472C9A" w:rsidRDefault="003B5D96" w:rsidP="003B5D96">
      <w:pPr>
        <w:pStyle w:val="ae"/>
        <w:spacing w:before="1" w:beforeAutospacing="1" w:after="1" w:afterAutospacing="1"/>
        <w:ind w:firstLine="708"/>
        <w:jc w:val="both"/>
        <w:rPr>
          <w:b/>
        </w:rPr>
      </w:pPr>
      <w:r w:rsidRPr="00472C9A">
        <w:rPr>
          <w:b/>
        </w:rPr>
        <w:t xml:space="preserve">1.Административная ответственность. </w:t>
      </w:r>
    </w:p>
    <w:p w:rsidR="003B5D96" w:rsidRPr="00472C9A" w:rsidRDefault="003B5D96" w:rsidP="003B5D96">
      <w:pPr>
        <w:pStyle w:val="ae"/>
        <w:spacing w:before="1" w:beforeAutospacing="1" w:after="1" w:afterAutospacing="1"/>
        <w:ind w:firstLine="708"/>
        <w:jc w:val="both"/>
      </w:pPr>
      <w:r w:rsidRPr="00472C9A">
        <w:t xml:space="preserve">Лица, допустившие пренебрежение основными потребностями ребенка, не исполняющие обязанностей по содержанию и воспитанию несовершеннолетних, подлежат административной ответственности в соответствии с Кодексом Российской Федерации об административных правонарушениях (ст. 5.35). Рассмотрение дел по указанной статье относится к компетенции комиссий по делам несовершеннолетних и защите их прав. </w:t>
      </w:r>
    </w:p>
    <w:p w:rsidR="003B5D96" w:rsidRPr="00472C9A" w:rsidRDefault="003B5D96" w:rsidP="003B5D96">
      <w:pPr>
        <w:pStyle w:val="ae"/>
        <w:spacing w:before="1" w:beforeAutospacing="1" w:after="1" w:afterAutospacing="1"/>
        <w:ind w:firstLine="708"/>
        <w:jc w:val="both"/>
        <w:rPr>
          <w:b/>
        </w:rPr>
      </w:pPr>
      <w:r w:rsidRPr="00472C9A">
        <w:rPr>
          <w:b/>
        </w:rPr>
        <w:t xml:space="preserve">2. Уголовная ответственность. </w:t>
      </w:r>
    </w:p>
    <w:p w:rsidR="003B5D96" w:rsidRPr="00472C9A" w:rsidRDefault="003B5D96" w:rsidP="003B5D96">
      <w:pPr>
        <w:pStyle w:val="ae"/>
        <w:spacing w:before="1" w:beforeAutospacing="1" w:after="1" w:afterAutospacing="1"/>
        <w:ind w:firstLine="708"/>
        <w:jc w:val="both"/>
      </w:pPr>
      <w:r w:rsidRPr="00472C9A">
        <w:t xml:space="preserve">Российское уголовное законодательство предусматривает ответственность лиц за все виды физического и сексуального насилия над детьми, а также по ряду статей - за психическое насилие и за пренебрежение основными потребностями детей, отсутствие заботы о них. </w:t>
      </w:r>
    </w:p>
    <w:p w:rsidR="003B5D96" w:rsidRPr="00472C9A" w:rsidRDefault="003B5D96" w:rsidP="003B5D96">
      <w:pPr>
        <w:pStyle w:val="ae"/>
        <w:spacing w:before="1" w:beforeAutospacing="1" w:after="1" w:afterAutospacing="1"/>
        <w:jc w:val="both"/>
      </w:pPr>
      <w:r w:rsidRPr="00472C9A">
        <w:t xml:space="preserve">Примеры: СТ. 111 (умышленное причинение тяжкого вреда здоровью), СТ. 112 (умышленное причинение средней тяжести вреда здоровью), СТ.113 (причинение тяжкого или средней тяжести вреда здоровью в состоянии аффекта), СТ.115 (умышленное причинение легкого вреда здоровью), СТ.116 (побои), ст.117 (истязание), СТ. 118 (причине ни е тяжкого или средней тяжести вреда здоровью по неосторожности), СТ. 131 (изнасилование); СТ.132 (насильственные действия сексуального характера); СТ.133 (понуждение к действиям сексуального характера), СТ. 134 (половое сношение и иные действия сексуального характера с лицом, не достигшим четырнадцатилетнего возраста); СТ. 135. (развратные действия) СТ.125 (оставление в опасности); СТ.124 (неоказание помощи больному); СТ. 156 (неисполнение обязанностей по воспитанию несовершеннолетнего), СТ. 157 (злостное уклонение от уплаты средств на содержание детей или нетрудоспособных родителей) СТ. 110 (доведение до самоубийства); СТ. 119 (угроза убийством или причинением тяжкого вреда здоровью) и другие. Гражданско-правовая ответственность. </w:t>
      </w:r>
    </w:p>
    <w:p w:rsidR="003B5D96" w:rsidRPr="00472C9A" w:rsidRDefault="003B5D96" w:rsidP="003B5D96">
      <w:pPr>
        <w:pStyle w:val="ae"/>
        <w:spacing w:before="1" w:beforeAutospacing="1" w:after="1" w:afterAutospacing="1"/>
        <w:ind w:firstLine="708"/>
        <w:jc w:val="both"/>
        <w:rPr>
          <w:b/>
        </w:rPr>
      </w:pPr>
      <w:r w:rsidRPr="00472C9A">
        <w:t xml:space="preserve">Жестокое обращение с ребенком может послужить основанием для привлечения родителей (законных представителей) к ответственности в соответствии </w:t>
      </w:r>
      <w:r w:rsidRPr="00472C9A">
        <w:rPr>
          <w:b/>
        </w:rPr>
        <w:t xml:space="preserve">с семейным законодательством. </w:t>
      </w:r>
    </w:p>
    <w:p w:rsidR="003B5D96" w:rsidRPr="00472C9A" w:rsidRDefault="003B5D96" w:rsidP="003B5D96">
      <w:pPr>
        <w:pStyle w:val="ae"/>
        <w:spacing w:before="1" w:beforeAutospacing="1" w:after="1" w:afterAutospacing="1"/>
        <w:jc w:val="both"/>
        <w:rPr>
          <w:b/>
        </w:rPr>
      </w:pPr>
      <w:r w:rsidRPr="00472C9A">
        <w:t xml:space="preserve">Примеры: лишение родительских прав (ст. 69 Семейного кодекса Российской Федерации), ограничение родительских прав (ст. 73 Семейного кодекса Российской Федерации), отобрание ребенка при непосредственной угрозе жизни ребенка или его здоровью (ст. 77 Семейного кодекса Российской Федерации). </w:t>
      </w:r>
    </w:p>
    <w:p w:rsidR="003B5D96" w:rsidRPr="00472C9A" w:rsidRDefault="003B5D96" w:rsidP="003B5D96">
      <w:pPr>
        <w:pStyle w:val="ae"/>
        <w:spacing w:before="1" w:beforeAutospacing="1" w:after="1" w:afterAutospacing="1"/>
        <w:ind w:firstLine="708"/>
        <w:jc w:val="both"/>
        <w:rPr>
          <w:b/>
        </w:rPr>
      </w:pPr>
      <w:r w:rsidRPr="00472C9A">
        <w:rPr>
          <w:b/>
        </w:rPr>
        <w:t>3. Дисциплинарная ответственность.</w:t>
      </w:r>
    </w:p>
    <w:p w:rsidR="00991384" w:rsidRPr="003B5D96" w:rsidRDefault="003B5D96" w:rsidP="003B5D96">
      <w:pPr>
        <w:pStyle w:val="ae"/>
        <w:spacing w:before="1" w:beforeAutospacing="1" w:after="1" w:afterAutospacing="1"/>
        <w:ind w:firstLine="708"/>
        <w:jc w:val="both"/>
        <w:rPr>
          <w:sz w:val="20"/>
          <w:szCs w:val="20"/>
        </w:rPr>
      </w:pPr>
      <w:r w:rsidRPr="00472C9A">
        <w:t xml:space="preserve">Дисциплинарной ответственности могут быть подвергнуты должностные лица, в чьи обязанности входит обеспечение воспитания, содержания, обучения детей, </w:t>
      </w:r>
      <w:r w:rsidRPr="00472C9A">
        <w:rPr>
          <w:b/>
        </w:rPr>
        <w:t>допустившие сокрытие или оставление без внимания фактов жестокого обращения с детьми.</w:t>
      </w:r>
      <w:bookmarkStart w:id="0" w:name="_GoBack"/>
      <w:bookmarkEnd w:id="0"/>
    </w:p>
    <w:sectPr w:rsidR="00991384" w:rsidRPr="003B5D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65DD1"/>
    <w:multiLevelType w:val="hybridMultilevel"/>
    <w:tmpl w:val="E87C9DEE"/>
    <w:lvl w:ilvl="0" w:tplc="2324778A">
      <w:start w:val="1"/>
      <w:numFmt w:val="bullet"/>
      <w:lvlText w:val="•"/>
      <w:lvlJc w:val="left"/>
      <w:pPr>
        <w:tabs>
          <w:tab w:val="num" w:pos="1068"/>
        </w:tabs>
        <w:ind w:left="1068" w:hanging="360"/>
      </w:pPr>
      <w:rPr>
        <w:rFonts w:ascii="Times New Roman" w:hAnsi="Times New Roman" w:hint="default"/>
      </w:rPr>
    </w:lvl>
    <w:lvl w:ilvl="1" w:tplc="8D768196" w:tentative="1">
      <w:start w:val="1"/>
      <w:numFmt w:val="bullet"/>
      <w:lvlText w:val="•"/>
      <w:lvlJc w:val="left"/>
      <w:pPr>
        <w:tabs>
          <w:tab w:val="num" w:pos="1788"/>
        </w:tabs>
        <w:ind w:left="1788" w:hanging="360"/>
      </w:pPr>
      <w:rPr>
        <w:rFonts w:ascii="Times New Roman" w:hAnsi="Times New Roman" w:hint="default"/>
      </w:rPr>
    </w:lvl>
    <w:lvl w:ilvl="2" w:tplc="F19EFC3A" w:tentative="1">
      <w:start w:val="1"/>
      <w:numFmt w:val="bullet"/>
      <w:lvlText w:val="•"/>
      <w:lvlJc w:val="left"/>
      <w:pPr>
        <w:tabs>
          <w:tab w:val="num" w:pos="2508"/>
        </w:tabs>
        <w:ind w:left="2508" w:hanging="360"/>
      </w:pPr>
      <w:rPr>
        <w:rFonts w:ascii="Times New Roman" w:hAnsi="Times New Roman" w:hint="default"/>
      </w:rPr>
    </w:lvl>
    <w:lvl w:ilvl="3" w:tplc="D7044F7A" w:tentative="1">
      <w:start w:val="1"/>
      <w:numFmt w:val="bullet"/>
      <w:lvlText w:val="•"/>
      <w:lvlJc w:val="left"/>
      <w:pPr>
        <w:tabs>
          <w:tab w:val="num" w:pos="3228"/>
        </w:tabs>
        <w:ind w:left="3228" w:hanging="360"/>
      </w:pPr>
      <w:rPr>
        <w:rFonts w:ascii="Times New Roman" w:hAnsi="Times New Roman" w:hint="default"/>
      </w:rPr>
    </w:lvl>
    <w:lvl w:ilvl="4" w:tplc="6130FB4E" w:tentative="1">
      <w:start w:val="1"/>
      <w:numFmt w:val="bullet"/>
      <w:lvlText w:val="•"/>
      <w:lvlJc w:val="left"/>
      <w:pPr>
        <w:tabs>
          <w:tab w:val="num" w:pos="3948"/>
        </w:tabs>
        <w:ind w:left="3948" w:hanging="360"/>
      </w:pPr>
      <w:rPr>
        <w:rFonts w:ascii="Times New Roman" w:hAnsi="Times New Roman" w:hint="default"/>
      </w:rPr>
    </w:lvl>
    <w:lvl w:ilvl="5" w:tplc="82CC6B98" w:tentative="1">
      <w:start w:val="1"/>
      <w:numFmt w:val="bullet"/>
      <w:lvlText w:val="•"/>
      <w:lvlJc w:val="left"/>
      <w:pPr>
        <w:tabs>
          <w:tab w:val="num" w:pos="4668"/>
        </w:tabs>
        <w:ind w:left="4668" w:hanging="360"/>
      </w:pPr>
      <w:rPr>
        <w:rFonts w:ascii="Times New Roman" w:hAnsi="Times New Roman" w:hint="default"/>
      </w:rPr>
    </w:lvl>
    <w:lvl w:ilvl="6" w:tplc="29CE2D42" w:tentative="1">
      <w:start w:val="1"/>
      <w:numFmt w:val="bullet"/>
      <w:lvlText w:val="•"/>
      <w:lvlJc w:val="left"/>
      <w:pPr>
        <w:tabs>
          <w:tab w:val="num" w:pos="5388"/>
        </w:tabs>
        <w:ind w:left="5388" w:hanging="360"/>
      </w:pPr>
      <w:rPr>
        <w:rFonts w:ascii="Times New Roman" w:hAnsi="Times New Roman" w:hint="default"/>
      </w:rPr>
    </w:lvl>
    <w:lvl w:ilvl="7" w:tplc="92AA2096" w:tentative="1">
      <w:start w:val="1"/>
      <w:numFmt w:val="bullet"/>
      <w:lvlText w:val="•"/>
      <w:lvlJc w:val="left"/>
      <w:pPr>
        <w:tabs>
          <w:tab w:val="num" w:pos="6108"/>
        </w:tabs>
        <w:ind w:left="6108" w:hanging="360"/>
      </w:pPr>
      <w:rPr>
        <w:rFonts w:ascii="Times New Roman" w:hAnsi="Times New Roman" w:hint="default"/>
      </w:rPr>
    </w:lvl>
    <w:lvl w:ilvl="8" w:tplc="6212EAC2" w:tentative="1">
      <w:start w:val="1"/>
      <w:numFmt w:val="bullet"/>
      <w:lvlText w:val="•"/>
      <w:lvlJc w:val="left"/>
      <w:pPr>
        <w:tabs>
          <w:tab w:val="num" w:pos="6828"/>
        </w:tabs>
        <w:ind w:left="6828" w:hanging="360"/>
      </w:pPr>
      <w:rPr>
        <w:rFonts w:ascii="Times New Roman" w:hAnsi="Times New Roman" w:hint="default"/>
      </w:rPr>
    </w:lvl>
  </w:abstractNum>
  <w:abstractNum w:abstractNumId="1">
    <w:nsid w:val="18A223D8"/>
    <w:multiLevelType w:val="multilevel"/>
    <w:tmpl w:val="96BE83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E6F36"/>
    <w:multiLevelType w:val="hybridMultilevel"/>
    <w:tmpl w:val="87BCB48A"/>
    <w:lvl w:ilvl="0" w:tplc="04190001">
      <w:start w:val="1"/>
      <w:numFmt w:val="bullet"/>
      <w:lvlText w:val=""/>
      <w:lvlJc w:val="left"/>
      <w:pPr>
        <w:tabs>
          <w:tab w:val="num" w:pos="1060"/>
        </w:tabs>
        <w:ind w:left="1060" w:hanging="360"/>
      </w:pPr>
      <w:rPr>
        <w:rFonts w:ascii="Symbol" w:hAnsi="Symbol" w:hint="default"/>
      </w:rPr>
    </w:lvl>
    <w:lvl w:ilvl="1" w:tplc="04190003" w:tentative="1">
      <w:start w:val="1"/>
      <w:numFmt w:val="bullet"/>
      <w:lvlText w:val="o"/>
      <w:lvlJc w:val="left"/>
      <w:pPr>
        <w:tabs>
          <w:tab w:val="num" w:pos="1780"/>
        </w:tabs>
        <w:ind w:left="1780" w:hanging="360"/>
      </w:pPr>
      <w:rPr>
        <w:rFonts w:ascii="Courier New" w:hAnsi="Courier New" w:cs="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cs="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cs="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3">
    <w:nsid w:val="2C64396E"/>
    <w:multiLevelType w:val="hybridMultilevel"/>
    <w:tmpl w:val="758625E6"/>
    <w:lvl w:ilvl="0" w:tplc="E11A5CE6">
      <w:start w:val="1"/>
      <w:numFmt w:val="decimal"/>
      <w:lvlText w:val="%1)"/>
      <w:lvlJc w:val="left"/>
      <w:pPr>
        <w:tabs>
          <w:tab w:val="num" w:pos="408"/>
        </w:tabs>
        <w:ind w:left="408" w:hanging="360"/>
      </w:pPr>
      <w:rPr>
        <w:rFonts w:hint="default"/>
        <w:color w:val="000000"/>
      </w:rPr>
    </w:lvl>
    <w:lvl w:ilvl="1" w:tplc="04190019" w:tentative="1">
      <w:start w:val="1"/>
      <w:numFmt w:val="lowerLetter"/>
      <w:lvlText w:val="%2."/>
      <w:lvlJc w:val="left"/>
      <w:pPr>
        <w:tabs>
          <w:tab w:val="num" w:pos="1128"/>
        </w:tabs>
        <w:ind w:left="1128" w:hanging="360"/>
      </w:pPr>
    </w:lvl>
    <w:lvl w:ilvl="2" w:tplc="0419001B" w:tentative="1">
      <w:start w:val="1"/>
      <w:numFmt w:val="lowerRoman"/>
      <w:lvlText w:val="%3."/>
      <w:lvlJc w:val="right"/>
      <w:pPr>
        <w:tabs>
          <w:tab w:val="num" w:pos="1848"/>
        </w:tabs>
        <w:ind w:left="1848" w:hanging="180"/>
      </w:pPr>
    </w:lvl>
    <w:lvl w:ilvl="3" w:tplc="0419000F" w:tentative="1">
      <w:start w:val="1"/>
      <w:numFmt w:val="decimal"/>
      <w:lvlText w:val="%4."/>
      <w:lvlJc w:val="left"/>
      <w:pPr>
        <w:tabs>
          <w:tab w:val="num" w:pos="2568"/>
        </w:tabs>
        <w:ind w:left="2568" w:hanging="360"/>
      </w:pPr>
    </w:lvl>
    <w:lvl w:ilvl="4" w:tplc="04190019" w:tentative="1">
      <w:start w:val="1"/>
      <w:numFmt w:val="lowerLetter"/>
      <w:lvlText w:val="%5."/>
      <w:lvlJc w:val="left"/>
      <w:pPr>
        <w:tabs>
          <w:tab w:val="num" w:pos="3288"/>
        </w:tabs>
        <w:ind w:left="3288" w:hanging="360"/>
      </w:pPr>
    </w:lvl>
    <w:lvl w:ilvl="5" w:tplc="0419001B" w:tentative="1">
      <w:start w:val="1"/>
      <w:numFmt w:val="lowerRoman"/>
      <w:lvlText w:val="%6."/>
      <w:lvlJc w:val="right"/>
      <w:pPr>
        <w:tabs>
          <w:tab w:val="num" w:pos="4008"/>
        </w:tabs>
        <w:ind w:left="4008" w:hanging="180"/>
      </w:pPr>
    </w:lvl>
    <w:lvl w:ilvl="6" w:tplc="0419000F" w:tentative="1">
      <w:start w:val="1"/>
      <w:numFmt w:val="decimal"/>
      <w:lvlText w:val="%7."/>
      <w:lvlJc w:val="left"/>
      <w:pPr>
        <w:tabs>
          <w:tab w:val="num" w:pos="4728"/>
        </w:tabs>
        <w:ind w:left="4728" w:hanging="360"/>
      </w:pPr>
    </w:lvl>
    <w:lvl w:ilvl="7" w:tplc="04190019" w:tentative="1">
      <w:start w:val="1"/>
      <w:numFmt w:val="lowerLetter"/>
      <w:lvlText w:val="%8."/>
      <w:lvlJc w:val="left"/>
      <w:pPr>
        <w:tabs>
          <w:tab w:val="num" w:pos="5448"/>
        </w:tabs>
        <w:ind w:left="5448" w:hanging="360"/>
      </w:pPr>
    </w:lvl>
    <w:lvl w:ilvl="8" w:tplc="0419001B" w:tentative="1">
      <w:start w:val="1"/>
      <w:numFmt w:val="lowerRoman"/>
      <w:lvlText w:val="%9."/>
      <w:lvlJc w:val="right"/>
      <w:pPr>
        <w:tabs>
          <w:tab w:val="num" w:pos="6168"/>
        </w:tabs>
        <w:ind w:left="6168" w:hanging="180"/>
      </w:pPr>
    </w:lvl>
  </w:abstractNum>
  <w:abstractNum w:abstractNumId="4">
    <w:nsid w:val="47147AB8"/>
    <w:multiLevelType w:val="hybridMultilevel"/>
    <w:tmpl w:val="7CAC5B10"/>
    <w:lvl w:ilvl="0" w:tplc="12522CBA">
      <w:start w:val="1"/>
      <w:numFmt w:val="bullet"/>
      <w:lvlText w:val="•"/>
      <w:lvlJc w:val="left"/>
      <w:pPr>
        <w:tabs>
          <w:tab w:val="num" w:pos="1068"/>
        </w:tabs>
        <w:ind w:left="1068" w:hanging="360"/>
      </w:pPr>
      <w:rPr>
        <w:rFonts w:ascii="Times New Roman" w:hAnsi="Times New Roman" w:hint="default"/>
      </w:rPr>
    </w:lvl>
    <w:lvl w:ilvl="1" w:tplc="45DA16CE" w:tentative="1">
      <w:start w:val="1"/>
      <w:numFmt w:val="bullet"/>
      <w:lvlText w:val="•"/>
      <w:lvlJc w:val="left"/>
      <w:pPr>
        <w:tabs>
          <w:tab w:val="num" w:pos="1788"/>
        </w:tabs>
        <w:ind w:left="1788" w:hanging="360"/>
      </w:pPr>
      <w:rPr>
        <w:rFonts w:ascii="Times New Roman" w:hAnsi="Times New Roman" w:hint="default"/>
      </w:rPr>
    </w:lvl>
    <w:lvl w:ilvl="2" w:tplc="4C000BE0" w:tentative="1">
      <w:start w:val="1"/>
      <w:numFmt w:val="bullet"/>
      <w:lvlText w:val="•"/>
      <w:lvlJc w:val="left"/>
      <w:pPr>
        <w:tabs>
          <w:tab w:val="num" w:pos="2508"/>
        </w:tabs>
        <w:ind w:left="2508" w:hanging="360"/>
      </w:pPr>
      <w:rPr>
        <w:rFonts w:ascii="Times New Roman" w:hAnsi="Times New Roman" w:hint="default"/>
      </w:rPr>
    </w:lvl>
    <w:lvl w:ilvl="3" w:tplc="DB10843C" w:tentative="1">
      <w:start w:val="1"/>
      <w:numFmt w:val="bullet"/>
      <w:lvlText w:val="•"/>
      <w:lvlJc w:val="left"/>
      <w:pPr>
        <w:tabs>
          <w:tab w:val="num" w:pos="3228"/>
        </w:tabs>
        <w:ind w:left="3228" w:hanging="360"/>
      </w:pPr>
      <w:rPr>
        <w:rFonts w:ascii="Times New Roman" w:hAnsi="Times New Roman" w:hint="default"/>
      </w:rPr>
    </w:lvl>
    <w:lvl w:ilvl="4" w:tplc="7324B7CA" w:tentative="1">
      <w:start w:val="1"/>
      <w:numFmt w:val="bullet"/>
      <w:lvlText w:val="•"/>
      <w:lvlJc w:val="left"/>
      <w:pPr>
        <w:tabs>
          <w:tab w:val="num" w:pos="3948"/>
        </w:tabs>
        <w:ind w:left="3948" w:hanging="360"/>
      </w:pPr>
      <w:rPr>
        <w:rFonts w:ascii="Times New Roman" w:hAnsi="Times New Roman" w:hint="default"/>
      </w:rPr>
    </w:lvl>
    <w:lvl w:ilvl="5" w:tplc="733AF8F6" w:tentative="1">
      <w:start w:val="1"/>
      <w:numFmt w:val="bullet"/>
      <w:lvlText w:val="•"/>
      <w:lvlJc w:val="left"/>
      <w:pPr>
        <w:tabs>
          <w:tab w:val="num" w:pos="4668"/>
        </w:tabs>
        <w:ind w:left="4668" w:hanging="360"/>
      </w:pPr>
      <w:rPr>
        <w:rFonts w:ascii="Times New Roman" w:hAnsi="Times New Roman" w:hint="default"/>
      </w:rPr>
    </w:lvl>
    <w:lvl w:ilvl="6" w:tplc="AEE4E9A4" w:tentative="1">
      <w:start w:val="1"/>
      <w:numFmt w:val="bullet"/>
      <w:lvlText w:val="•"/>
      <w:lvlJc w:val="left"/>
      <w:pPr>
        <w:tabs>
          <w:tab w:val="num" w:pos="5388"/>
        </w:tabs>
        <w:ind w:left="5388" w:hanging="360"/>
      </w:pPr>
      <w:rPr>
        <w:rFonts w:ascii="Times New Roman" w:hAnsi="Times New Roman" w:hint="default"/>
      </w:rPr>
    </w:lvl>
    <w:lvl w:ilvl="7" w:tplc="E64A65D0" w:tentative="1">
      <w:start w:val="1"/>
      <w:numFmt w:val="bullet"/>
      <w:lvlText w:val="•"/>
      <w:lvlJc w:val="left"/>
      <w:pPr>
        <w:tabs>
          <w:tab w:val="num" w:pos="6108"/>
        </w:tabs>
        <w:ind w:left="6108" w:hanging="360"/>
      </w:pPr>
      <w:rPr>
        <w:rFonts w:ascii="Times New Roman" w:hAnsi="Times New Roman" w:hint="default"/>
      </w:rPr>
    </w:lvl>
    <w:lvl w:ilvl="8" w:tplc="69208530" w:tentative="1">
      <w:start w:val="1"/>
      <w:numFmt w:val="bullet"/>
      <w:lvlText w:val="•"/>
      <w:lvlJc w:val="left"/>
      <w:pPr>
        <w:tabs>
          <w:tab w:val="num" w:pos="6828"/>
        </w:tabs>
        <w:ind w:left="6828" w:hanging="360"/>
      </w:pPr>
      <w:rPr>
        <w:rFonts w:ascii="Times New Roman" w:hAnsi="Times New Roman" w:hint="default"/>
      </w:rPr>
    </w:lvl>
  </w:abstractNum>
  <w:abstractNum w:abstractNumId="5">
    <w:nsid w:val="4CD43368"/>
    <w:multiLevelType w:val="multilevel"/>
    <w:tmpl w:val="C7EC44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F05C90"/>
    <w:multiLevelType w:val="multilevel"/>
    <w:tmpl w:val="6EB0BD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7290759"/>
    <w:multiLevelType w:val="hybridMultilevel"/>
    <w:tmpl w:val="14FA3152"/>
    <w:lvl w:ilvl="0" w:tplc="70F29720">
      <w:start w:val="1"/>
      <w:numFmt w:val="bullet"/>
      <w:lvlText w:val="–"/>
      <w:lvlJc w:val="left"/>
      <w:pPr>
        <w:tabs>
          <w:tab w:val="num" w:pos="720"/>
        </w:tabs>
        <w:ind w:left="720" w:hanging="360"/>
      </w:pPr>
      <w:rPr>
        <w:rFonts w:ascii="Georgia" w:hAnsi="Georgia" w:hint="default"/>
      </w:rPr>
    </w:lvl>
    <w:lvl w:ilvl="1" w:tplc="419A27B8">
      <w:start w:val="1"/>
      <w:numFmt w:val="bullet"/>
      <w:lvlText w:val="–"/>
      <w:lvlJc w:val="left"/>
      <w:pPr>
        <w:tabs>
          <w:tab w:val="num" w:pos="1440"/>
        </w:tabs>
        <w:ind w:left="1440" w:hanging="360"/>
      </w:pPr>
      <w:rPr>
        <w:rFonts w:ascii="Georgia" w:hAnsi="Georgia" w:hint="default"/>
      </w:rPr>
    </w:lvl>
    <w:lvl w:ilvl="2" w:tplc="18E2F1FE" w:tentative="1">
      <w:start w:val="1"/>
      <w:numFmt w:val="bullet"/>
      <w:lvlText w:val="–"/>
      <w:lvlJc w:val="left"/>
      <w:pPr>
        <w:tabs>
          <w:tab w:val="num" w:pos="2160"/>
        </w:tabs>
        <w:ind w:left="2160" w:hanging="360"/>
      </w:pPr>
      <w:rPr>
        <w:rFonts w:ascii="Georgia" w:hAnsi="Georgia" w:hint="default"/>
      </w:rPr>
    </w:lvl>
    <w:lvl w:ilvl="3" w:tplc="3D624F0C" w:tentative="1">
      <w:start w:val="1"/>
      <w:numFmt w:val="bullet"/>
      <w:lvlText w:val="–"/>
      <w:lvlJc w:val="left"/>
      <w:pPr>
        <w:tabs>
          <w:tab w:val="num" w:pos="2880"/>
        </w:tabs>
        <w:ind w:left="2880" w:hanging="360"/>
      </w:pPr>
      <w:rPr>
        <w:rFonts w:ascii="Georgia" w:hAnsi="Georgia" w:hint="default"/>
      </w:rPr>
    </w:lvl>
    <w:lvl w:ilvl="4" w:tplc="02F01336" w:tentative="1">
      <w:start w:val="1"/>
      <w:numFmt w:val="bullet"/>
      <w:lvlText w:val="–"/>
      <w:lvlJc w:val="left"/>
      <w:pPr>
        <w:tabs>
          <w:tab w:val="num" w:pos="3600"/>
        </w:tabs>
        <w:ind w:left="3600" w:hanging="360"/>
      </w:pPr>
      <w:rPr>
        <w:rFonts w:ascii="Georgia" w:hAnsi="Georgia" w:hint="default"/>
      </w:rPr>
    </w:lvl>
    <w:lvl w:ilvl="5" w:tplc="5F3CF8EC" w:tentative="1">
      <w:start w:val="1"/>
      <w:numFmt w:val="bullet"/>
      <w:lvlText w:val="–"/>
      <w:lvlJc w:val="left"/>
      <w:pPr>
        <w:tabs>
          <w:tab w:val="num" w:pos="4320"/>
        </w:tabs>
        <w:ind w:left="4320" w:hanging="360"/>
      </w:pPr>
      <w:rPr>
        <w:rFonts w:ascii="Georgia" w:hAnsi="Georgia" w:hint="default"/>
      </w:rPr>
    </w:lvl>
    <w:lvl w:ilvl="6" w:tplc="2CCACEC8" w:tentative="1">
      <w:start w:val="1"/>
      <w:numFmt w:val="bullet"/>
      <w:lvlText w:val="–"/>
      <w:lvlJc w:val="left"/>
      <w:pPr>
        <w:tabs>
          <w:tab w:val="num" w:pos="5040"/>
        </w:tabs>
        <w:ind w:left="5040" w:hanging="360"/>
      </w:pPr>
      <w:rPr>
        <w:rFonts w:ascii="Georgia" w:hAnsi="Georgia" w:hint="default"/>
      </w:rPr>
    </w:lvl>
    <w:lvl w:ilvl="7" w:tplc="7C4617F4" w:tentative="1">
      <w:start w:val="1"/>
      <w:numFmt w:val="bullet"/>
      <w:lvlText w:val="–"/>
      <w:lvlJc w:val="left"/>
      <w:pPr>
        <w:tabs>
          <w:tab w:val="num" w:pos="5760"/>
        </w:tabs>
        <w:ind w:left="5760" w:hanging="360"/>
      </w:pPr>
      <w:rPr>
        <w:rFonts w:ascii="Georgia" w:hAnsi="Georgia" w:hint="default"/>
      </w:rPr>
    </w:lvl>
    <w:lvl w:ilvl="8" w:tplc="45FA1C7E" w:tentative="1">
      <w:start w:val="1"/>
      <w:numFmt w:val="bullet"/>
      <w:lvlText w:val="–"/>
      <w:lvlJc w:val="left"/>
      <w:pPr>
        <w:tabs>
          <w:tab w:val="num" w:pos="6480"/>
        </w:tabs>
        <w:ind w:left="6480" w:hanging="360"/>
      </w:pPr>
      <w:rPr>
        <w:rFonts w:ascii="Georgia" w:hAnsi="Georgia" w:hint="default"/>
      </w:rPr>
    </w:lvl>
  </w:abstractNum>
  <w:abstractNum w:abstractNumId="8">
    <w:nsid w:val="60277EC1"/>
    <w:multiLevelType w:val="hybridMultilevel"/>
    <w:tmpl w:val="0B088D30"/>
    <w:lvl w:ilvl="0" w:tplc="05ACF9C6">
      <w:start w:val="1"/>
      <w:numFmt w:val="bullet"/>
      <w:lvlText w:val="•"/>
      <w:lvlJc w:val="left"/>
      <w:pPr>
        <w:tabs>
          <w:tab w:val="num" w:pos="1068"/>
        </w:tabs>
        <w:ind w:left="1068" w:hanging="360"/>
      </w:pPr>
      <w:rPr>
        <w:rFonts w:ascii="Times New Roman" w:hAnsi="Times New Roman" w:hint="default"/>
      </w:rPr>
    </w:lvl>
    <w:lvl w:ilvl="1" w:tplc="C8E8E168" w:tentative="1">
      <w:start w:val="1"/>
      <w:numFmt w:val="bullet"/>
      <w:lvlText w:val="•"/>
      <w:lvlJc w:val="left"/>
      <w:pPr>
        <w:tabs>
          <w:tab w:val="num" w:pos="1788"/>
        </w:tabs>
        <w:ind w:left="1788" w:hanging="360"/>
      </w:pPr>
      <w:rPr>
        <w:rFonts w:ascii="Times New Roman" w:hAnsi="Times New Roman" w:hint="default"/>
      </w:rPr>
    </w:lvl>
    <w:lvl w:ilvl="2" w:tplc="132A73B4" w:tentative="1">
      <w:start w:val="1"/>
      <w:numFmt w:val="bullet"/>
      <w:lvlText w:val="•"/>
      <w:lvlJc w:val="left"/>
      <w:pPr>
        <w:tabs>
          <w:tab w:val="num" w:pos="2508"/>
        </w:tabs>
        <w:ind w:left="2508" w:hanging="360"/>
      </w:pPr>
      <w:rPr>
        <w:rFonts w:ascii="Times New Roman" w:hAnsi="Times New Roman" w:hint="default"/>
      </w:rPr>
    </w:lvl>
    <w:lvl w:ilvl="3" w:tplc="4C12AE42" w:tentative="1">
      <w:start w:val="1"/>
      <w:numFmt w:val="bullet"/>
      <w:lvlText w:val="•"/>
      <w:lvlJc w:val="left"/>
      <w:pPr>
        <w:tabs>
          <w:tab w:val="num" w:pos="3228"/>
        </w:tabs>
        <w:ind w:left="3228" w:hanging="360"/>
      </w:pPr>
      <w:rPr>
        <w:rFonts w:ascii="Times New Roman" w:hAnsi="Times New Roman" w:hint="default"/>
      </w:rPr>
    </w:lvl>
    <w:lvl w:ilvl="4" w:tplc="898891B2" w:tentative="1">
      <w:start w:val="1"/>
      <w:numFmt w:val="bullet"/>
      <w:lvlText w:val="•"/>
      <w:lvlJc w:val="left"/>
      <w:pPr>
        <w:tabs>
          <w:tab w:val="num" w:pos="3948"/>
        </w:tabs>
        <w:ind w:left="3948" w:hanging="360"/>
      </w:pPr>
      <w:rPr>
        <w:rFonts w:ascii="Times New Roman" w:hAnsi="Times New Roman" w:hint="default"/>
      </w:rPr>
    </w:lvl>
    <w:lvl w:ilvl="5" w:tplc="CECE40C0" w:tentative="1">
      <w:start w:val="1"/>
      <w:numFmt w:val="bullet"/>
      <w:lvlText w:val="•"/>
      <w:lvlJc w:val="left"/>
      <w:pPr>
        <w:tabs>
          <w:tab w:val="num" w:pos="4668"/>
        </w:tabs>
        <w:ind w:left="4668" w:hanging="360"/>
      </w:pPr>
      <w:rPr>
        <w:rFonts w:ascii="Times New Roman" w:hAnsi="Times New Roman" w:hint="default"/>
      </w:rPr>
    </w:lvl>
    <w:lvl w:ilvl="6" w:tplc="757A5E16" w:tentative="1">
      <w:start w:val="1"/>
      <w:numFmt w:val="bullet"/>
      <w:lvlText w:val="•"/>
      <w:lvlJc w:val="left"/>
      <w:pPr>
        <w:tabs>
          <w:tab w:val="num" w:pos="5388"/>
        </w:tabs>
        <w:ind w:left="5388" w:hanging="360"/>
      </w:pPr>
      <w:rPr>
        <w:rFonts w:ascii="Times New Roman" w:hAnsi="Times New Roman" w:hint="default"/>
      </w:rPr>
    </w:lvl>
    <w:lvl w:ilvl="7" w:tplc="C812DDFC" w:tentative="1">
      <w:start w:val="1"/>
      <w:numFmt w:val="bullet"/>
      <w:lvlText w:val="•"/>
      <w:lvlJc w:val="left"/>
      <w:pPr>
        <w:tabs>
          <w:tab w:val="num" w:pos="6108"/>
        </w:tabs>
        <w:ind w:left="6108" w:hanging="360"/>
      </w:pPr>
      <w:rPr>
        <w:rFonts w:ascii="Times New Roman" w:hAnsi="Times New Roman" w:hint="default"/>
      </w:rPr>
    </w:lvl>
    <w:lvl w:ilvl="8" w:tplc="8F4AA292" w:tentative="1">
      <w:start w:val="1"/>
      <w:numFmt w:val="bullet"/>
      <w:lvlText w:val="•"/>
      <w:lvlJc w:val="left"/>
      <w:pPr>
        <w:tabs>
          <w:tab w:val="num" w:pos="6828"/>
        </w:tabs>
        <w:ind w:left="6828" w:hanging="360"/>
      </w:pPr>
      <w:rPr>
        <w:rFonts w:ascii="Times New Roman" w:hAnsi="Times New Roman" w:hint="default"/>
      </w:rPr>
    </w:lvl>
  </w:abstractNum>
  <w:abstractNum w:abstractNumId="9">
    <w:nsid w:val="60ED2659"/>
    <w:multiLevelType w:val="hybridMultilevel"/>
    <w:tmpl w:val="A426F192"/>
    <w:lvl w:ilvl="0" w:tplc="0A0AA2EC">
      <w:start w:val="1"/>
      <w:numFmt w:val="bullet"/>
      <w:lvlText w:val=""/>
      <w:lvlJc w:val="left"/>
      <w:pPr>
        <w:tabs>
          <w:tab w:val="num" w:pos="720"/>
        </w:tabs>
        <w:ind w:left="720" w:hanging="360"/>
      </w:pPr>
      <w:rPr>
        <w:rFonts w:ascii="Wingdings" w:hAnsi="Wingdings" w:hint="default"/>
      </w:rPr>
    </w:lvl>
    <w:lvl w:ilvl="1" w:tplc="A882F7C6" w:tentative="1">
      <w:start w:val="1"/>
      <w:numFmt w:val="bullet"/>
      <w:lvlText w:val=""/>
      <w:lvlJc w:val="left"/>
      <w:pPr>
        <w:tabs>
          <w:tab w:val="num" w:pos="1440"/>
        </w:tabs>
        <w:ind w:left="1440" w:hanging="360"/>
      </w:pPr>
      <w:rPr>
        <w:rFonts w:ascii="Wingdings" w:hAnsi="Wingdings" w:hint="default"/>
      </w:rPr>
    </w:lvl>
    <w:lvl w:ilvl="2" w:tplc="F20C3E88" w:tentative="1">
      <w:start w:val="1"/>
      <w:numFmt w:val="bullet"/>
      <w:lvlText w:val=""/>
      <w:lvlJc w:val="left"/>
      <w:pPr>
        <w:tabs>
          <w:tab w:val="num" w:pos="2160"/>
        </w:tabs>
        <w:ind w:left="2160" w:hanging="360"/>
      </w:pPr>
      <w:rPr>
        <w:rFonts w:ascii="Wingdings" w:hAnsi="Wingdings" w:hint="default"/>
      </w:rPr>
    </w:lvl>
    <w:lvl w:ilvl="3" w:tplc="392CA28A" w:tentative="1">
      <w:start w:val="1"/>
      <w:numFmt w:val="bullet"/>
      <w:lvlText w:val=""/>
      <w:lvlJc w:val="left"/>
      <w:pPr>
        <w:tabs>
          <w:tab w:val="num" w:pos="2880"/>
        </w:tabs>
        <w:ind w:left="2880" w:hanging="360"/>
      </w:pPr>
      <w:rPr>
        <w:rFonts w:ascii="Wingdings" w:hAnsi="Wingdings" w:hint="default"/>
      </w:rPr>
    </w:lvl>
    <w:lvl w:ilvl="4" w:tplc="F08A9A68" w:tentative="1">
      <w:start w:val="1"/>
      <w:numFmt w:val="bullet"/>
      <w:lvlText w:val=""/>
      <w:lvlJc w:val="left"/>
      <w:pPr>
        <w:tabs>
          <w:tab w:val="num" w:pos="3600"/>
        </w:tabs>
        <w:ind w:left="3600" w:hanging="360"/>
      </w:pPr>
      <w:rPr>
        <w:rFonts w:ascii="Wingdings" w:hAnsi="Wingdings" w:hint="default"/>
      </w:rPr>
    </w:lvl>
    <w:lvl w:ilvl="5" w:tplc="16EEF10E" w:tentative="1">
      <w:start w:val="1"/>
      <w:numFmt w:val="bullet"/>
      <w:lvlText w:val=""/>
      <w:lvlJc w:val="left"/>
      <w:pPr>
        <w:tabs>
          <w:tab w:val="num" w:pos="4320"/>
        </w:tabs>
        <w:ind w:left="4320" w:hanging="360"/>
      </w:pPr>
      <w:rPr>
        <w:rFonts w:ascii="Wingdings" w:hAnsi="Wingdings" w:hint="default"/>
      </w:rPr>
    </w:lvl>
    <w:lvl w:ilvl="6" w:tplc="4016ED06" w:tentative="1">
      <w:start w:val="1"/>
      <w:numFmt w:val="bullet"/>
      <w:lvlText w:val=""/>
      <w:lvlJc w:val="left"/>
      <w:pPr>
        <w:tabs>
          <w:tab w:val="num" w:pos="5040"/>
        </w:tabs>
        <w:ind w:left="5040" w:hanging="360"/>
      </w:pPr>
      <w:rPr>
        <w:rFonts w:ascii="Wingdings" w:hAnsi="Wingdings" w:hint="default"/>
      </w:rPr>
    </w:lvl>
    <w:lvl w:ilvl="7" w:tplc="894EDBA4" w:tentative="1">
      <w:start w:val="1"/>
      <w:numFmt w:val="bullet"/>
      <w:lvlText w:val=""/>
      <w:lvlJc w:val="left"/>
      <w:pPr>
        <w:tabs>
          <w:tab w:val="num" w:pos="5760"/>
        </w:tabs>
        <w:ind w:left="5760" w:hanging="360"/>
      </w:pPr>
      <w:rPr>
        <w:rFonts w:ascii="Wingdings" w:hAnsi="Wingdings" w:hint="default"/>
      </w:rPr>
    </w:lvl>
    <w:lvl w:ilvl="8" w:tplc="BE3C81CA" w:tentative="1">
      <w:start w:val="1"/>
      <w:numFmt w:val="bullet"/>
      <w:lvlText w:val=""/>
      <w:lvlJc w:val="left"/>
      <w:pPr>
        <w:tabs>
          <w:tab w:val="num" w:pos="6480"/>
        </w:tabs>
        <w:ind w:left="6480" w:hanging="360"/>
      </w:pPr>
      <w:rPr>
        <w:rFonts w:ascii="Wingdings" w:hAnsi="Wingdings" w:hint="default"/>
      </w:rPr>
    </w:lvl>
  </w:abstractNum>
  <w:abstractNum w:abstractNumId="10">
    <w:nsid w:val="70D61457"/>
    <w:multiLevelType w:val="multilevel"/>
    <w:tmpl w:val="E5CC75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2F3C18"/>
    <w:multiLevelType w:val="multilevel"/>
    <w:tmpl w:val="703AC9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EC13F5"/>
    <w:multiLevelType w:val="multilevel"/>
    <w:tmpl w:val="98A22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2"/>
  </w:num>
  <w:num w:numId="3">
    <w:abstractNumId w:val="11"/>
  </w:num>
  <w:num w:numId="4">
    <w:abstractNumId w:val="6"/>
  </w:num>
  <w:num w:numId="5">
    <w:abstractNumId w:val="1"/>
  </w:num>
  <w:num w:numId="6">
    <w:abstractNumId w:val="5"/>
  </w:num>
  <w:num w:numId="7">
    <w:abstractNumId w:val="2"/>
  </w:num>
  <w:num w:numId="8">
    <w:abstractNumId w:val="3"/>
  </w:num>
  <w:num w:numId="9">
    <w:abstractNumId w:val="7"/>
  </w:num>
  <w:num w:numId="10">
    <w:abstractNumId w:val="8"/>
  </w:num>
  <w:num w:numId="11">
    <w:abstractNumId w:val="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690A"/>
    <w:rsid w:val="0001750B"/>
    <w:rsid w:val="00036864"/>
    <w:rsid w:val="00075819"/>
    <w:rsid w:val="000761AD"/>
    <w:rsid w:val="000A3B24"/>
    <w:rsid w:val="000E02A3"/>
    <w:rsid w:val="000E45F5"/>
    <w:rsid w:val="00121A12"/>
    <w:rsid w:val="00145D1A"/>
    <w:rsid w:val="0015429D"/>
    <w:rsid w:val="00172C01"/>
    <w:rsid w:val="00192B36"/>
    <w:rsid w:val="001A16C6"/>
    <w:rsid w:val="001A2FAF"/>
    <w:rsid w:val="0020659C"/>
    <w:rsid w:val="00220D6F"/>
    <w:rsid w:val="00245E56"/>
    <w:rsid w:val="00262DF7"/>
    <w:rsid w:val="0028690A"/>
    <w:rsid w:val="002876A5"/>
    <w:rsid w:val="002A1B98"/>
    <w:rsid w:val="002A4A8D"/>
    <w:rsid w:val="002D4E00"/>
    <w:rsid w:val="00307909"/>
    <w:rsid w:val="00366363"/>
    <w:rsid w:val="003B32B6"/>
    <w:rsid w:val="003B5D96"/>
    <w:rsid w:val="003F601E"/>
    <w:rsid w:val="003F6252"/>
    <w:rsid w:val="004562B0"/>
    <w:rsid w:val="0046116A"/>
    <w:rsid w:val="00481022"/>
    <w:rsid w:val="004A5CA1"/>
    <w:rsid w:val="004B12A8"/>
    <w:rsid w:val="004D32C6"/>
    <w:rsid w:val="004E063A"/>
    <w:rsid w:val="004F6C48"/>
    <w:rsid w:val="00524BA5"/>
    <w:rsid w:val="0057373F"/>
    <w:rsid w:val="005B47ED"/>
    <w:rsid w:val="005D6879"/>
    <w:rsid w:val="006164BB"/>
    <w:rsid w:val="006174B0"/>
    <w:rsid w:val="00626ADE"/>
    <w:rsid w:val="00650E0E"/>
    <w:rsid w:val="0069433C"/>
    <w:rsid w:val="006A5E02"/>
    <w:rsid w:val="006B10AD"/>
    <w:rsid w:val="006C5E49"/>
    <w:rsid w:val="006D49F9"/>
    <w:rsid w:val="006E0D35"/>
    <w:rsid w:val="007363BA"/>
    <w:rsid w:val="007F3EA8"/>
    <w:rsid w:val="00800DF3"/>
    <w:rsid w:val="00872D4E"/>
    <w:rsid w:val="00884D81"/>
    <w:rsid w:val="00892711"/>
    <w:rsid w:val="008E0AF1"/>
    <w:rsid w:val="008F28DE"/>
    <w:rsid w:val="00991384"/>
    <w:rsid w:val="009A5028"/>
    <w:rsid w:val="009C21A7"/>
    <w:rsid w:val="009E54D8"/>
    <w:rsid w:val="009F1C12"/>
    <w:rsid w:val="00A16536"/>
    <w:rsid w:val="00A32D37"/>
    <w:rsid w:val="00AB51DD"/>
    <w:rsid w:val="00B50ED7"/>
    <w:rsid w:val="00B74AD5"/>
    <w:rsid w:val="00BD71C6"/>
    <w:rsid w:val="00C12C41"/>
    <w:rsid w:val="00CB28A3"/>
    <w:rsid w:val="00D27381"/>
    <w:rsid w:val="00D50D94"/>
    <w:rsid w:val="00D66688"/>
    <w:rsid w:val="00DA5E11"/>
    <w:rsid w:val="00E551BF"/>
    <w:rsid w:val="00E70A09"/>
    <w:rsid w:val="00E750BB"/>
    <w:rsid w:val="00EA36AC"/>
    <w:rsid w:val="00EB0ADE"/>
    <w:rsid w:val="00EC0B32"/>
    <w:rsid w:val="00EC5566"/>
    <w:rsid w:val="00EF2E60"/>
    <w:rsid w:val="00F04734"/>
    <w:rsid w:val="00F049F2"/>
    <w:rsid w:val="00F062F9"/>
    <w:rsid w:val="00F87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CA9769-6FE0-4A5C-8387-11C15DD1E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3B5D96"/>
    <w:pPr>
      <w:keepNext/>
      <w:ind w:firstLine="561"/>
      <w:outlineLvl w:val="0"/>
    </w:pPr>
    <w:rPr>
      <w:b/>
      <w:bCs/>
      <w:i/>
      <w:iCs/>
      <w:sz w:val="28"/>
      <w:szCs w:val="24"/>
    </w:rPr>
  </w:style>
  <w:style w:type="paragraph" w:styleId="2">
    <w:name w:val="heading 2"/>
    <w:basedOn w:val="a"/>
    <w:next w:val="a"/>
    <w:link w:val="20"/>
    <w:qFormat/>
    <w:rsid w:val="003B5D96"/>
    <w:pPr>
      <w:keepNext/>
      <w:ind w:left="708"/>
      <w:outlineLvl w:val="1"/>
    </w:pPr>
    <w:rPr>
      <w:b/>
      <w:bCs/>
      <w:i/>
      <w:iCs/>
      <w:sz w:val="28"/>
      <w:szCs w:val="24"/>
    </w:rPr>
  </w:style>
  <w:style w:type="paragraph" w:styleId="4">
    <w:name w:val="heading 4"/>
    <w:basedOn w:val="a"/>
    <w:next w:val="a"/>
    <w:link w:val="40"/>
    <w:qFormat/>
    <w:rsid w:val="003B5D9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00FF"/>
      <w:u w:val="single"/>
    </w:rPr>
  </w:style>
  <w:style w:type="table" w:styleId="a4">
    <w:name w:val="Table Grid"/>
    <w:basedOn w:val="a1"/>
    <w:rsid w:val="0069433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3B5D96"/>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3B5D96"/>
    <w:rPr>
      <w:b/>
      <w:bCs/>
      <w:i/>
      <w:iCs/>
      <w:sz w:val="28"/>
      <w:szCs w:val="24"/>
    </w:rPr>
  </w:style>
  <w:style w:type="character" w:customStyle="1" w:styleId="20">
    <w:name w:val="Заголовок 2 Знак"/>
    <w:basedOn w:val="a0"/>
    <w:link w:val="2"/>
    <w:rsid w:val="003B5D96"/>
    <w:rPr>
      <w:b/>
      <w:bCs/>
      <w:i/>
      <w:iCs/>
      <w:sz w:val="28"/>
      <w:szCs w:val="24"/>
    </w:rPr>
  </w:style>
  <w:style w:type="character" w:customStyle="1" w:styleId="40">
    <w:name w:val="Заголовок 4 Знак"/>
    <w:basedOn w:val="a0"/>
    <w:link w:val="4"/>
    <w:rsid w:val="003B5D96"/>
    <w:rPr>
      <w:b/>
      <w:bCs/>
      <w:sz w:val="28"/>
      <w:szCs w:val="28"/>
    </w:rPr>
  </w:style>
  <w:style w:type="paragraph" w:customStyle="1" w:styleId="a7">
    <w:name w:val="a7"/>
    <w:basedOn w:val="a"/>
    <w:rsid w:val="003B5D96"/>
    <w:pPr>
      <w:spacing w:before="100" w:beforeAutospacing="1" w:after="100" w:afterAutospacing="1"/>
      <w:ind w:left="75" w:right="75"/>
      <w:jc w:val="both"/>
    </w:pPr>
    <w:rPr>
      <w:sz w:val="24"/>
      <w:szCs w:val="24"/>
    </w:rPr>
  </w:style>
  <w:style w:type="paragraph" w:customStyle="1" w:styleId="a5">
    <w:name w:val="Знак"/>
    <w:basedOn w:val="a"/>
    <w:rsid w:val="003B5D96"/>
    <w:pPr>
      <w:spacing w:after="160" w:line="240" w:lineRule="exact"/>
    </w:pPr>
    <w:rPr>
      <w:rFonts w:ascii="Verdana" w:hAnsi="Verdana" w:cs="Verdana"/>
      <w:lang w:val="en-US" w:eastAsia="en-US"/>
    </w:rPr>
  </w:style>
  <w:style w:type="paragraph" w:styleId="a6">
    <w:name w:val="Title"/>
    <w:basedOn w:val="a"/>
    <w:link w:val="a8"/>
    <w:qFormat/>
    <w:rsid w:val="003B5D96"/>
    <w:pPr>
      <w:ind w:firstLine="561"/>
      <w:jc w:val="center"/>
    </w:pPr>
    <w:rPr>
      <w:b/>
      <w:bCs/>
      <w:sz w:val="28"/>
      <w:szCs w:val="24"/>
    </w:rPr>
  </w:style>
  <w:style w:type="character" w:customStyle="1" w:styleId="a8">
    <w:name w:val="Назва Знак"/>
    <w:basedOn w:val="a0"/>
    <w:link w:val="a6"/>
    <w:rsid w:val="003B5D96"/>
    <w:rPr>
      <w:b/>
      <w:bCs/>
      <w:sz w:val="28"/>
      <w:szCs w:val="24"/>
    </w:rPr>
  </w:style>
  <w:style w:type="paragraph" w:styleId="a9">
    <w:name w:val="Body Text"/>
    <w:basedOn w:val="a"/>
    <w:link w:val="aa"/>
    <w:rsid w:val="003B5D96"/>
    <w:pPr>
      <w:jc w:val="both"/>
    </w:pPr>
    <w:rPr>
      <w:sz w:val="24"/>
      <w:szCs w:val="24"/>
    </w:rPr>
  </w:style>
  <w:style w:type="character" w:customStyle="1" w:styleId="aa">
    <w:name w:val="Основний текст Знак"/>
    <w:basedOn w:val="a0"/>
    <w:link w:val="a9"/>
    <w:rsid w:val="003B5D96"/>
    <w:rPr>
      <w:sz w:val="24"/>
      <w:szCs w:val="24"/>
    </w:rPr>
  </w:style>
  <w:style w:type="paragraph" w:styleId="ab">
    <w:name w:val="Body Text Indent"/>
    <w:basedOn w:val="a"/>
    <w:link w:val="ac"/>
    <w:rsid w:val="003B5D96"/>
    <w:pPr>
      <w:spacing w:after="120"/>
      <w:ind w:left="283"/>
    </w:pPr>
    <w:rPr>
      <w:sz w:val="24"/>
      <w:szCs w:val="24"/>
    </w:rPr>
  </w:style>
  <w:style w:type="character" w:customStyle="1" w:styleId="ac">
    <w:name w:val="Основний текст з відступом Знак"/>
    <w:basedOn w:val="a0"/>
    <w:link w:val="ab"/>
    <w:rsid w:val="003B5D96"/>
    <w:rPr>
      <w:sz w:val="24"/>
      <w:szCs w:val="24"/>
    </w:rPr>
  </w:style>
  <w:style w:type="paragraph" w:styleId="3">
    <w:name w:val="Body Text 3"/>
    <w:basedOn w:val="a"/>
    <w:link w:val="30"/>
    <w:rsid w:val="003B5D96"/>
    <w:pPr>
      <w:spacing w:after="120"/>
    </w:pPr>
    <w:rPr>
      <w:sz w:val="16"/>
      <w:szCs w:val="16"/>
    </w:rPr>
  </w:style>
  <w:style w:type="character" w:customStyle="1" w:styleId="30">
    <w:name w:val="Основний текст 3 Знак"/>
    <w:basedOn w:val="a0"/>
    <w:link w:val="3"/>
    <w:rsid w:val="003B5D96"/>
    <w:rPr>
      <w:sz w:val="16"/>
      <w:szCs w:val="16"/>
    </w:rPr>
  </w:style>
  <w:style w:type="paragraph" w:customStyle="1" w:styleId="11">
    <w:name w:val="Стиль1"/>
    <w:basedOn w:val="a"/>
    <w:rsid w:val="003B5D96"/>
    <w:pPr>
      <w:spacing w:line="360" w:lineRule="auto"/>
      <w:ind w:firstLine="709"/>
      <w:jc w:val="both"/>
    </w:pPr>
    <w:rPr>
      <w:sz w:val="28"/>
      <w:szCs w:val="28"/>
    </w:rPr>
  </w:style>
  <w:style w:type="paragraph" w:customStyle="1" w:styleId="ConsNormal">
    <w:name w:val="ConsNormal"/>
    <w:rsid w:val="003B5D96"/>
    <w:pPr>
      <w:widowControl w:val="0"/>
      <w:autoSpaceDE w:val="0"/>
      <w:autoSpaceDN w:val="0"/>
      <w:adjustRightInd w:val="0"/>
      <w:ind w:right="19772" w:firstLine="720"/>
    </w:pPr>
    <w:rPr>
      <w:rFonts w:ascii="Arial" w:hAnsi="Arial" w:cs="Arial"/>
    </w:rPr>
  </w:style>
  <w:style w:type="paragraph" w:styleId="ad">
    <w:name w:val="List Paragraph"/>
    <w:basedOn w:val="a"/>
    <w:qFormat/>
    <w:rsid w:val="003B5D96"/>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3B5D96"/>
    <w:pPr>
      <w:widowControl w:val="0"/>
      <w:autoSpaceDE w:val="0"/>
      <w:autoSpaceDN w:val="0"/>
      <w:adjustRightInd w:val="0"/>
      <w:ind w:firstLine="720"/>
    </w:pPr>
    <w:rPr>
      <w:rFonts w:ascii="Arial" w:hAnsi="Arial" w:cs="Arial"/>
    </w:rPr>
  </w:style>
  <w:style w:type="paragraph" w:customStyle="1" w:styleId="ConsPlusNonformat">
    <w:name w:val="ConsPlusNonformat"/>
    <w:rsid w:val="003B5D96"/>
    <w:pPr>
      <w:widowControl w:val="0"/>
      <w:autoSpaceDE w:val="0"/>
      <w:autoSpaceDN w:val="0"/>
      <w:adjustRightInd w:val="0"/>
    </w:pPr>
    <w:rPr>
      <w:rFonts w:ascii="Courier New" w:hAnsi="Courier New" w:cs="Courier New"/>
    </w:rPr>
  </w:style>
  <w:style w:type="paragraph" w:customStyle="1" w:styleId="ae">
    <w:name w:val="Стиль"/>
    <w:rsid w:val="003B5D96"/>
    <w:pPr>
      <w:widowControl w:val="0"/>
      <w:autoSpaceDE w:val="0"/>
      <w:autoSpaceDN w:val="0"/>
      <w:adjustRightInd w:val="0"/>
    </w:pPr>
    <w:rPr>
      <w:sz w:val="24"/>
      <w:szCs w:val="24"/>
    </w:rPr>
  </w:style>
  <w:style w:type="paragraph" w:styleId="21">
    <w:name w:val="Body Text 2"/>
    <w:basedOn w:val="a"/>
    <w:link w:val="22"/>
    <w:rsid w:val="003B5D96"/>
    <w:pPr>
      <w:widowControl w:val="0"/>
      <w:snapToGrid w:val="0"/>
      <w:spacing w:after="120" w:line="480" w:lineRule="auto"/>
      <w:jc w:val="center"/>
    </w:pPr>
    <w:rPr>
      <w:sz w:val="18"/>
      <w:szCs w:val="18"/>
    </w:rPr>
  </w:style>
  <w:style w:type="character" w:customStyle="1" w:styleId="22">
    <w:name w:val="Основний текст 2 Знак"/>
    <w:basedOn w:val="a0"/>
    <w:link w:val="21"/>
    <w:rsid w:val="003B5D9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1052;&#1086;&#1080;%20&#1076;&#1086;&#1082;&#1091;&#1084;&#1077;&#1085;&#1090;&#1099;\&#1080;&#1089;&#1093;&#1086;&#1076;&#1103;&#1097;&#1080;&#1077;\2008\&#1041;&#1083;&#1072;&#1085;&#1082;%20&#1054;&#1052;&#1057;-&#1085;&#1086;&#1074;&#1099;&#1081;.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Бланк ОМС-новый.dot</Template>
  <TotalTime>0</TotalTime>
  <Pages>1</Pages>
  <Words>19131</Words>
  <Characters>109051</Characters>
  <Application>Microsoft Office Word</Application>
  <DocSecurity>0</DocSecurity>
  <Lines>908</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Administratia</Company>
  <LinksUpToDate>false</LinksUpToDate>
  <CharactersWithSpaces>127927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Васильевна</dc:creator>
  <cp:keywords/>
  <dc:description/>
  <cp:lastModifiedBy>Irina</cp:lastModifiedBy>
  <cp:revision>2</cp:revision>
  <cp:lastPrinted>2010-04-22T08:26:00Z</cp:lastPrinted>
  <dcterms:created xsi:type="dcterms:W3CDTF">2014-08-01T13:19:00Z</dcterms:created>
  <dcterms:modified xsi:type="dcterms:W3CDTF">2014-08-01T13:19:00Z</dcterms:modified>
</cp:coreProperties>
</file>