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D4" w:rsidRPr="00EA518F" w:rsidRDefault="007B6CD4" w:rsidP="00EA518F">
      <w:pPr>
        <w:keepNext/>
        <w:widowControl w:val="0"/>
        <w:spacing w:line="360" w:lineRule="auto"/>
        <w:ind w:firstLine="709"/>
        <w:jc w:val="center"/>
        <w:rPr>
          <w:caps/>
        </w:rPr>
      </w:pPr>
      <w:r w:rsidRPr="00EA518F">
        <w:rPr>
          <w:caps/>
        </w:rPr>
        <w:t>Международный</w:t>
      </w:r>
      <w:r w:rsidR="00EA518F">
        <w:rPr>
          <w:caps/>
        </w:rPr>
        <w:t xml:space="preserve"> </w:t>
      </w:r>
      <w:r w:rsidRPr="00EA518F">
        <w:rPr>
          <w:caps/>
        </w:rPr>
        <w:t>институт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jc w:val="center"/>
        <w:rPr>
          <w:caps/>
        </w:rPr>
      </w:pPr>
      <w:r w:rsidRPr="00EA518F">
        <w:rPr>
          <w:caps/>
        </w:rPr>
        <w:t>экономики</w:t>
      </w:r>
      <w:r w:rsidR="00EA518F">
        <w:rPr>
          <w:caps/>
        </w:rPr>
        <w:t xml:space="preserve"> </w:t>
      </w:r>
      <w:r w:rsidRPr="00EA518F">
        <w:rPr>
          <w:caps/>
        </w:rPr>
        <w:t>и</w:t>
      </w:r>
      <w:r w:rsidR="00EA518F">
        <w:rPr>
          <w:caps/>
        </w:rPr>
        <w:t xml:space="preserve"> </w:t>
      </w:r>
      <w:r w:rsidRPr="00EA518F">
        <w:rPr>
          <w:caps/>
        </w:rPr>
        <w:t>права</w:t>
      </w:r>
    </w:p>
    <w:p w:rsidR="007B6CD4" w:rsidRDefault="007B6CD4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EA518F" w:rsidRPr="00EA518F" w:rsidRDefault="00EA518F" w:rsidP="00EA518F">
      <w:pPr>
        <w:keepNext/>
        <w:widowControl w:val="0"/>
        <w:spacing w:line="360" w:lineRule="auto"/>
        <w:ind w:firstLine="709"/>
        <w:rPr>
          <w:caps/>
        </w:rPr>
      </w:pPr>
    </w:p>
    <w:p w:rsidR="007B6CD4" w:rsidRPr="00EA518F" w:rsidRDefault="007B6CD4" w:rsidP="00EA518F">
      <w:pPr>
        <w:pStyle w:val="afe"/>
        <w:widowControl w:val="0"/>
        <w:spacing w:before="0" w:line="360" w:lineRule="auto"/>
        <w:ind w:firstLine="709"/>
        <w:rPr>
          <w:sz w:val="28"/>
        </w:rPr>
      </w:pPr>
      <w:r w:rsidRPr="00EA518F">
        <w:rPr>
          <w:sz w:val="28"/>
        </w:rPr>
        <w:t>МАТЕМАТИЧЕСКИЕ</w:t>
      </w:r>
      <w:r w:rsidR="00EA518F">
        <w:rPr>
          <w:sz w:val="28"/>
        </w:rPr>
        <w:t xml:space="preserve"> </w:t>
      </w:r>
      <w:r w:rsidRPr="00EA518F">
        <w:rPr>
          <w:sz w:val="28"/>
        </w:rPr>
        <w:t>МЕТОДЫ</w:t>
      </w:r>
      <w:r w:rsidR="00EA518F">
        <w:rPr>
          <w:sz w:val="28"/>
        </w:rPr>
        <w:t xml:space="preserve"> </w:t>
      </w:r>
      <w:r w:rsidRPr="00EA518F">
        <w:rPr>
          <w:sz w:val="28"/>
        </w:rPr>
        <w:t>ЭКОНОМИЧЕСКИХ</w:t>
      </w:r>
      <w:r w:rsidR="00EA518F">
        <w:rPr>
          <w:sz w:val="28"/>
        </w:rPr>
        <w:t xml:space="preserve"> </w:t>
      </w:r>
      <w:r w:rsidRPr="00EA518F">
        <w:rPr>
          <w:sz w:val="28"/>
        </w:rPr>
        <w:t>ИССЛЕДОВАНИЙ</w:t>
      </w:r>
    </w:p>
    <w:p w:rsidR="007B6CD4" w:rsidRPr="00EA518F" w:rsidRDefault="00B44129" w:rsidP="00EA518F">
      <w:pPr>
        <w:pStyle w:val="aff"/>
        <w:keepNext/>
        <w:widowControl w:val="0"/>
        <w:spacing w:before="0" w:line="360" w:lineRule="auto"/>
        <w:ind w:firstLine="709"/>
        <w:jc w:val="center"/>
        <w:rPr>
          <w:b/>
          <w:sz w:val="28"/>
        </w:rPr>
      </w:pPr>
      <w:r w:rsidRPr="00EA518F">
        <w:rPr>
          <w:b/>
          <w:sz w:val="28"/>
        </w:rPr>
        <w:t>Контрольная</w:t>
      </w:r>
      <w:r w:rsidR="00EA518F">
        <w:rPr>
          <w:b/>
          <w:sz w:val="28"/>
        </w:rPr>
        <w:t xml:space="preserve"> </w:t>
      </w:r>
      <w:r w:rsidRPr="00EA518F">
        <w:rPr>
          <w:b/>
          <w:sz w:val="28"/>
        </w:rPr>
        <w:t>работа</w:t>
      </w:r>
    </w:p>
    <w:p w:rsidR="007B6CD4" w:rsidRPr="00EA518F" w:rsidRDefault="00EA518F" w:rsidP="00EA518F">
      <w:pPr>
        <w:pStyle w:val="aff"/>
        <w:keepNext/>
        <w:widowControl w:val="0"/>
        <w:spacing w:before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0" w:name="_Toc413639597"/>
      <w:r w:rsidR="007B6CD4" w:rsidRPr="00EA518F">
        <w:rPr>
          <w:b/>
          <w:sz w:val="28"/>
        </w:rPr>
        <w:t>Тема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1.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Системы,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системный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подход,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системный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анализ.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Основные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термины,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определения,</w:t>
      </w:r>
      <w:r>
        <w:rPr>
          <w:b/>
          <w:sz w:val="28"/>
        </w:rPr>
        <w:t xml:space="preserve"> </w:t>
      </w:r>
      <w:r w:rsidR="007B6CD4" w:rsidRPr="00EA518F">
        <w:rPr>
          <w:b/>
          <w:sz w:val="28"/>
        </w:rPr>
        <w:t>технологии</w:t>
      </w:r>
      <w:bookmarkEnd w:id="0"/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Системный</w:t>
      </w:r>
      <w:r w:rsidR="00EA518F">
        <w:t xml:space="preserve"> </w:t>
      </w:r>
      <w:r w:rsidRPr="00EA518F">
        <w:t>подход,</w:t>
      </w:r>
      <w:r w:rsidR="00EA518F">
        <w:t xml:space="preserve"> </w:t>
      </w:r>
      <w:r w:rsidRPr="00EA518F">
        <w:t>принципы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подхода.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Системный</w:t>
      </w:r>
      <w:r w:rsidR="00EA518F">
        <w:t xml:space="preserve"> </w:t>
      </w:r>
      <w:r w:rsidRPr="00EA518F">
        <w:t>анализ: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задачи,</w:t>
      </w:r>
      <w:r w:rsidR="00EA518F">
        <w:t xml:space="preserve"> </w:t>
      </w:r>
      <w:r w:rsidRPr="00EA518F">
        <w:t>декомпозиция,</w:t>
      </w:r>
      <w:r w:rsidR="00EA518F">
        <w:t xml:space="preserve"> </w:t>
      </w:r>
      <w:r w:rsidRPr="00EA518F">
        <w:t>композиция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исследование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4.</w:t>
      </w:r>
      <w:r w:rsidR="00EA518F">
        <w:t xml:space="preserve"> </w:t>
      </w:r>
      <w:r w:rsidRPr="00EA518F">
        <w:t>Структура</w:t>
      </w:r>
      <w:r w:rsidR="00EA518F">
        <w:t xml:space="preserve"> </w:t>
      </w:r>
      <w:r w:rsidRPr="00EA518F">
        <w:t>системы.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Вообще</w:t>
      </w:r>
      <w:r w:rsidR="00EA518F">
        <w:t xml:space="preserve"> </w:t>
      </w:r>
      <w:r w:rsidRPr="00EA518F">
        <w:t>строго</w:t>
      </w:r>
      <w:r w:rsidR="00EA518F">
        <w:t xml:space="preserve"> </w:t>
      </w:r>
      <w:r w:rsidRPr="00EA518F">
        <w:t>определенного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настоящее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существует.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целей</w:t>
      </w:r>
      <w:r w:rsidR="00EA518F">
        <w:t xml:space="preserve"> </w:t>
      </w:r>
      <w:r w:rsidRPr="00EA518F">
        <w:t>экономического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приемлемым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следующее</w:t>
      </w:r>
      <w:r w:rsidR="00EA518F">
        <w:t xml:space="preserve"> </w:t>
      </w:r>
      <w:r w:rsidRPr="00EA518F">
        <w:t>определение: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Система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целостная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любого</w:t>
      </w:r>
      <w:r w:rsidR="00EA518F">
        <w:t xml:space="preserve"> </w:t>
      </w:r>
      <w:r w:rsidRPr="00EA518F">
        <w:t>типа,</w:t>
      </w:r>
      <w:r w:rsidR="00EA518F">
        <w:t xml:space="preserve"> </w:t>
      </w:r>
      <w:r w:rsidRPr="00EA518F">
        <w:t>взаимосвязанных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собой,</w:t>
      </w:r>
      <w:r w:rsidR="00EA518F">
        <w:t xml:space="preserve"> </w:t>
      </w:r>
      <w:r w:rsidRPr="00EA518F">
        <w:t>взаимодействие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обеспечивает</w:t>
      </w:r>
      <w:r w:rsidR="00EA518F">
        <w:t xml:space="preserve"> </w:t>
      </w:r>
      <w:r w:rsidRPr="00EA518F">
        <w:t>достижение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цели.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характерно</w:t>
      </w:r>
      <w:r w:rsidR="00EA518F">
        <w:t xml:space="preserve"> </w:t>
      </w:r>
      <w:r w:rsidRPr="00EA518F">
        <w:t>наличие: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совокупности</w:t>
      </w:r>
      <w:r w:rsidR="00EA518F">
        <w:t xml:space="preserve"> </w:t>
      </w:r>
      <w:r w:rsidRPr="00EA518F">
        <w:t>элементов;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взаимосвязи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структуру;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взаимодействия;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целенаправленности.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Элемент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структурная</w:t>
      </w:r>
      <w:r w:rsidR="00EA518F">
        <w:t xml:space="preserve"> </w:t>
      </w:r>
      <w:r w:rsidRPr="00EA518F">
        <w:t>единица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подлежащая</w:t>
      </w:r>
      <w:r w:rsidR="00EA518F">
        <w:t xml:space="preserve"> </w:t>
      </w:r>
      <w:r w:rsidRPr="00EA518F">
        <w:t>делению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данных</w:t>
      </w:r>
      <w:r w:rsidR="00EA518F">
        <w:t xml:space="preserve"> </w:t>
      </w:r>
      <w:r w:rsidRPr="00EA518F">
        <w:t>условиях</w:t>
      </w:r>
      <w:r w:rsidR="00EA518F">
        <w:t xml:space="preserve"> </w:t>
      </w:r>
      <w:r w:rsidRPr="00EA518F">
        <w:t>рассмотрения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Основным</w:t>
      </w:r>
      <w:r w:rsidR="00EA518F">
        <w:t xml:space="preserve"> </w:t>
      </w:r>
      <w:r w:rsidRPr="00EA518F">
        <w:t>свойством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обладает</w:t>
      </w:r>
      <w:r w:rsidR="00EA518F">
        <w:t xml:space="preserve"> </w:t>
      </w:r>
      <w:r w:rsidRPr="00EA518F">
        <w:t>характеристиками,</w:t>
      </w:r>
      <w:r w:rsidR="00EA518F">
        <w:t xml:space="preserve"> </w:t>
      </w:r>
      <w:r w:rsidRPr="00EA518F">
        <w:t>принципиально</w:t>
      </w:r>
      <w:r w:rsidR="00EA518F">
        <w:t xml:space="preserve"> </w:t>
      </w:r>
      <w:r w:rsidRPr="00EA518F">
        <w:t>отличными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составляющих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элементов.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интегративное</w:t>
      </w:r>
      <w:r w:rsidR="00EA518F">
        <w:t xml:space="preserve"> </w:t>
      </w:r>
      <w:r w:rsidRPr="00EA518F">
        <w:t>взаимодействие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достигнуть</w:t>
      </w:r>
      <w:r w:rsidR="00EA518F">
        <w:t xml:space="preserve"> </w:t>
      </w:r>
      <w:r w:rsidRPr="00EA518F">
        <w:t>уникальных</w:t>
      </w:r>
      <w:r w:rsidR="00EA518F">
        <w:t xml:space="preserve"> </w:t>
      </w:r>
      <w:r w:rsidRPr="00EA518F">
        <w:t>свойств.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Системный</w:t>
      </w:r>
      <w:r w:rsidR="00EA518F">
        <w:t xml:space="preserve"> </w:t>
      </w:r>
      <w:r w:rsidRPr="00EA518F">
        <w:t>подход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конкретно-научный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диалектической</w:t>
      </w:r>
      <w:r w:rsidR="00EA518F">
        <w:t xml:space="preserve"> </w:t>
      </w:r>
      <w:r w:rsidRPr="00EA518F">
        <w:t>методологии,</w:t>
      </w:r>
      <w:r w:rsidR="00EA518F">
        <w:t xml:space="preserve"> </w:t>
      </w:r>
      <w:r w:rsidRPr="00EA518F">
        <w:t>имеющей</w:t>
      </w:r>
      <w:r w:rsidR="00EA518F">
        <w:t xml:space="preserve"> </w:t>
      </w:r>
      <w:r w:rsidRPr="00EA518F">
        <w:t>общенаучное</w:t>
      </w:r>
      <w:r w:rsidR="00EA518F">
        <w:t xml:space="preserve"> </w:t>
      </w:r>
      <w:r w:rsidRPr="00EA518F">
        <w:t>значение.</w:t>
      </w:r>
      <w:r w:rsidR="00EA518F">
        <w:t xml:space="preserve"> </w:t>
      </w:r>
      <w:r w:rsidRPr="00EA518F">
        <w:t>Методология</w:t>
      </w:r>
      <w:r w:rsidR="00EA518F">
        <w:t xml:space="preserve"> </w:t>
      </w:r>
      <w:r w:rsidRPr="00EA518F">
        <w:t>изучения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единого</w:t>
      </w:r>
      <w:r w:rsidR="00EA518F">
        <w:t xml:space="preserve"> </w:t>
      </w:r>
      <w:r w:rsidRPr="00EA518F">
        <w:t>целого,</w:t>
      </w:r>
      <w:r w:rsidR="00EA518F">
        <w:t xml:space="preserve"> </w:t>
      </w:r>
      <w:r w:rsidRPr="00EA518F">
        <w:t>состоящего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частей,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точек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формализации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сформулировать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принципы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подхода.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конечной</w:t>
      </w:r>
      <w:r w:rsidR="00EA518F">
        <w:t xml:space="preserve"> </w:t>
      </w:r>
      <w:r w:rsidRPr="00EA518F">
        <w:t>цели:</w:t>
      </w:r>
      <w:r w:rsidR="00EA518F">
        <w:t xml:space="preserve"> </w:t>
      </w:r>
      <w:r w:rsidRPr="00EA518F">
        <w:t>абсолютный</w:t>
      </w:r>
      <w:r w:rsidR="00EA518F">
        <w:t xml:space="preserve"> </w:t>
      </w:r>
      <w:r w:rsidRPr="00EA518F">
        <w:t>приоритет</w:t>
      </w:r>
      <w:r w:rsidR="00EA518F">
        <w:t xml:space="preserve"> </w:t>
      </w:r>
      <w:r w:rsidRPr="00EA518F">
        <w:t>конечной</w:t>
      </w:r>
      <w:r w:rsidR="00EA518F">
        <w:t xml:space="preserve"> </w:t>
      </w:r>
      <w:r w:rsidRPr="00EA518F">
        <w:t>(глобальной</w:t>
      </w:r>
      <w:r w:rsidR="00EA518F">
        <w:t xml:space="preserve"> </w:t>
      </w:r>
      <w:r w:rsidRPr="00EA518F">
        <w:t>)</w:t>
      </w:r>
      <w:r w:rsidR="00EA518F">
        <w:t xml:space="preserve"> </w:t>
      </w:r>
      <w:r w:rsidRPr="00EA518F">
        <w:t>цели.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единства:</w:t>
      </w:r>
      <w:r w:rsidR="00EA518F">
        <w:t xml:space="preserve"> </w:t>
      </w:r>
      <w:r w:rsidRPr="00EA518F">
        <w:t>совместное</w:t>
      </w:r>
      <w:r w:rsidR="00EA518F">
        <w:t xml:space="preserve"> </w:t>
      </w:r>
      <w:r w:rsidRPr="00EA518F">
        <w:t>рассмотрение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целого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совокупности</w:t>
      </w:r>
      <w:r w:rsidR="00EA518F">
        <w:t xml:space="preserve"> </w:t>
      </w:r>
      <w:r w:rsidRPr="00EA518F">
        <w:t>частей</w:t>
      </w:r>
      <w:r w:rsidR="00EA518F">
        <w:t xml:space="preserve"> </w:t>
      </w:r>
      <w:r w:rsidRPr="00EA518F">
        <w:t>(элементов).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связности:</w:t>
      </w:r>
      <w:r w:rsidR="00EA518F">
        <w:t xml:space="preserve"> </w:t>
      </w:r>
      <w:r w:rsidRPr="00EA518F">
        <w:t>рассмотрение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совместно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связями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окружением.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модульного</w:t>
      </w:r>
      <w:r w:rsidR="00EA518F">
        <w:t xml:space="preserve"> </w:t>
      </w:r>
      <w:r w:rsidRPr="00EA518F">
        <w:t>построения:</w:t>
      </w:r>
      <w:r w:rsidR="00EA518F">
        <w:t xml:space="preserve"> </w:t>
      </w:r>
      <w:r w:rsidRPr="00EA518F">
        <w:t>выделение</w:t>
      </w:r>
      <w:r w:rsidR="00EA518F">
        <w:t xml:space="preserve"> </w:t>
      </w:r>
      <w:r w:rsidRPr="00EA518F">
        <w:t>модулей</w:t>
      </w:r>
      <w:r w:rsidR="00EA518F">
        <w:t xml:space="preserve"> </w:t>
      </w:r>
      <w:r w:rsidRPr="00EA518F">
        <w:t>(подсистем)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рассмотрение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подсистем.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иерархии:</w:t>
      </w:r>
      <w:r w:rsidR="00EA518F">
        <w:t xml:space="preserve"> </w:t>
      </w:r>
      <w:r w:rsidRPr="00EA518F">
        <w:t>выделение</w:t>
      </w:r>
      <w:r w:rsidR="00EA518F">
        <w:t xml:space="preserve"> </w:t>
      </w:r>
      <w:r w:rsidRPr="00EA518F">
        <w:t>иерархии</w:t>
      </w:r>
      <w:r w:rsidR="00EA518F">
        <w:t xml:space="preserve"> </w:t>
      </w:r>
      <w:r w:rsidRPr="00EA518F">
        <w:t>частей</w:t>
      </w:r>
      <w:r w:rsidR="00EA518F">
        <w:t xml:space="preserve"> </w:t>
      </w:r>
      <w:r w:rsidRPr="00EA518F">
        <w:t>(элементов)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(или)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ранжирование.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функциональности:</w:t>
      </w:r>
      <w:r w:rsidR="00EA518F">
        <w:t xml:space="preserve"> </w:t>
      </w:r>
      <w:r w:rsidRPr="00EA518F">
        <w:t>совместное</w:t>
      </w:r>
      <w:r w:rsidR="00EA518F">
        <w:t xml:space="preserve"> </w:t>
      </w:r>
      <w:r w:rsidRPr="00EA518F">
        <w:t>рассмотрение</w:t>
      </w:r>
      <w:r w:rsidR="00EA518F">
        <w:t xml:space="preserve"> </w:t>
      </w:r>
      <w:r w:rsidRPr="00EA518F">
        <w:t>структуры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функций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приоритетом</w:t>
      </w:r>
      <w:r w:rsidR="00EA518F">
        <w:t xml:space="preserve"> </w:t>
      </w:r>
      <w:r w:rsidRPr="00EA518F">
        <w:t>функций</w:t>
      </w:r>
      <w:r w:rsidR="00EA518F">
        <w:t xml:space="preserve"> </w:t>
      </w:r>
      <w:r w:rsidRPr="00EA518F">
        <w:t>над</w:t>
      </w:r>
      <w:r w:rsidR="00EA518F">
        <w:t xml:space="preserve"> </w:t>
      </w:r>
      <w:r w:rsidRPr="00EA518F">
        <w:t>структурой.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развития:</w:t>
      </w:r>
      <w:r w:rsidR="00EA518F">
        <w:t xml:space="preserve"> </w:t>
      </w:r>
      <w:r w:rsidRPr="00EA518F">
        <w:t>учет</w:t>
      </w:r>
      <w:r w:rsidR="00EA518F">
        <w:t xml:space="preserve"> </w:t>
      </w:r>
      <w:r w:rsidRPr="00EA518F">
        <w:t>изменяемости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способности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развитию,</w:t>
      </w:r>
      <w:r w:rsidR="00EA518F">
        <w:t xml:space="preserve"> </w:t>
      </w:r>
      <w:r w:rsidRPr="00EA518F">
        <w:t>расширению,</w:t>
      </w:r>
      <w:r w:rsidR="00EA518F">
        <w:t xml:space="preserve"> </w:t>
      </w:r>
      <w:r w:rsidRPr="00EA518F">
        <w:t>замене</w:t>
      </w:r>
      <w:r w:rsidR="00EA518F">
        <w:t xml:space="preserve"> </w:t>
      </w:r>
      <w:r w:rsidRPr="00EA518F">
        <w:t>частей,</w:t>
      </w:r>
      <w:r w:rsidR="00EA518F">
        <w:t xml:space="preserve"> </w:t>
      </w:r>
      <w:r w:rsidRPr="00EA518F">
        <w:t>накапливанию</w:t>
      </w:r>
      <w:r w:rsidR="00EA518F">
        <w:t xml:space="preserve"> </w:t>
      </w:r>
      <w:r w:rsidRPr="00EA518F">
        <w:t>информации.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децентрализации:</w:t>
      </w:r>
      <w:r w:rsidR="00EA518F">
        <w:t xml:space="preserve"> </w:t>
      </w:r>
      <w:r w:rsidRPr="00EA518F">
        <w:t>сочетание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принимаемых</w:t>
      </w:r>
      <w:r w:rsidR="00EA518F">
        <w:t xml:space="preserve"> </w:t>
      </w:r>
      <w:r w:rsidRPr="00EA518F">
        <w:t>решениях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централизации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децентрализации.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</w:t>
      </w:r>
      <w:r w:rsidR="00EA518F">
        <w:t xml:space="preserve"> </w:t>
      </w:r>
      <w:r w:rsidRPr="00EA518F">
        <w:t>неопределенности:</w:t>
      </w:r>
      <w:r w:rsidR="00EA518F">
        <w:t xml:space="preserve"> </w:t>
      </w:r>
      <w:r w:rsidRPr="00EA518F">
        <w:t>учет</w:t>
      </w:r>
      <w:r w:rsidR="00EA518F">
        <w:t xml:space="preserve"> </w:t>
      </w:r>
      <w:r w:rsidRPr="00EA518F">
        <w:t>неопределенностей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случайностей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системе.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Совокупность</w:t>
      </w:r>
      <w:r w:rsidR="00EA518F">
        <w:t xml:space="preserve"> </w:t>
      </w:r>
      <w:r w:rsidRPr="00EA518F">
        <w:t>приемов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изучения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собой</w:t>
      </w:r>
      <w:r w:rsidR="00EA518F">
        <w:t xml:space="preserve"> </w:t>
      </w:r>
      <w:r w:rsidRPr="00EA518F">
        <w:t>системный</w:t>
      </w:r>
      <w:r w:rsidR="00EA518F">
        <w:t xml:space="preserve"> </w:t>
      </w:r>
      <w:r w:rsidRPr="00EA518F">
        <w:t>анализ.</w:t>
      </w:r>
      <w:r w:rsidR="00EA518F">
        <w:t xml:space="preserve"> </w:t>
      </w:r>
      <w:r w:rsidRPr="00EA518F">
        <w:t>Системный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средство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технология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подхода.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анализа.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включает: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определение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исследования;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постановку</w:t>
      </w:r>
      <w:r w:rsidR="00EA518F">
        <w:t xml:space="preserve"> </w:t>
      </w:r>
      <w:r w:rsidRPr="00EA518F">
        <w:t>целей;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задание</w:t>
      </w:r>
      <w:r w:rsidR="00EA518F">
        <w:t xml:space="preserve"> </w:t>
      </w:r>
      <w:r w:rsidRPr="00EA518F">
        <w:t>критериев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изучения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им.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Этап</w:t>
      </w:r>
      <w:r w:rsidR="00EA518F">
        <w:t xml:space="preserve"> </w:t>
      </w:r>
      <w:r w:rsidRPr="00EA518F">
        <w:t>слабоформализуем.</w:t>
      </w:r>
      <w:r w:rsidR="00EA518F">
        <w:t xml:space="preserve"> </w:t>
      </w:r>
      <w:r w:rsidRPr="00EA518F">
        <w:t>Успех</w:t>
      </w:r>
      <w:r w:rsidR="00EA518F">
        <w:t xml:space="preserve"> </w:t>
      </w:r>
      <w:r w:rsidRPr="00EA518F">
        <w:t>постановки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основном</w:t>
      </w:r>
      <w:r w:rsidR="00EA518F">
        <w:t xml:space="preserve"> </w:t>
      </w:r>
      <w:r w:rsidRPr="00EA518F">
        <w:t>искусством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опытом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аналитика,</w:t>
      </w:r>
      <w:r w:rsidR="00EA518F">
        <w:t xml:space="preserve"> </w:t>
      </w:r>
      <w:r w:rsidRPr="00EA518F">
        <w:t>глубиной</w:t>
      </w:r>
      <w:r w:rsidR="00EA518F">
        <w:t xml:space="preserve"> </w:t>
      </w:r>
      <w:r w:rsidRPr="00EA518F">
        <w:t>понимания</w:t>
      </w:r>
      <w:r w:rsidR="00EA518F">
        <w:t xml:space="preserve"> </w:t>
      </w:r>
      <w:r w:rsidRPr="00EA518F">
        <w:t>им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проблемы.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Структуризация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очертание</w:t>
      </w:r>
      <w:r w:rsidR="00EA518F">
        <w:t xml:space="preserve"> </w:t>
      </w:r>
      <w:r w:rsidRPr="00EA518F">
        <w:t>границ</w:t>
      </w:r>
      <w:r w:rsidR="00EA518F">
        <w:t xml:space="preserve"> </w:t>
      </w:r>
      <w:r w:rsidRPr="00EA518F">
        <w:t>(декомпозиция)</w:t>
      </w:r>
      <w:r w:rsidR="00EA518F">
        <w:t xml:space="preserve"> </w:t>
      </w:r>
      <w:r w:rsidRPr="00EA518F">
        <w:t>изучаемой</w:t>
      </w:r>
      <w:r w:rsidR="00EA518F">
        <w:t xml:space="preserve"> </w:t>
      </w:r>
      <w:r w:rsidRPr="00EA518F">
        <w:t>системы.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включает: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разбиение</w:t>
      </w:r>
      <w:r w:rsidR="00EA518F">
        <w:t xml:space="preserve"> </w:t>
      </w:r>
      <w:r w:rsidRPr="00EA518F">
        <w:t>совокупности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объектов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процессов,</w:t>
      </w:r>
      <w:r w:rsidR="00EA518F">
        <w:t xml:space="preserve"> </w:t>
      </w:r>
      <w:r w:rsidRPr="00EA518F">
        <w:t>отвечающих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цели,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два</w:t>
      </w:r>
      <w:r w:rsidR="00EA518F">
        <w:t xml:space="preserve"> </w:t>
      </w:r>
      <w:r w:rsidRPr="00EA518F">
        <w:t>класса:</w:t>
      </w:r>
      <w:r w:rsidR="00EA518F">
        <w:t xml:space="preserve"> </w:t>
      </w:r>
      <w:r w:rsidRPr="00EA518F">
        <w:t>собственно</w:t>
      </w:r>
      <w:r w:rsidR="00EA518F">
        <w:t xml:space="preserve"> </w:t>
      </w:r>
      <w:r w:rsidRPr="00EA518F">
        <w:t>исследуемую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внешнюю</w:t>
      </w:r>
      <w:r w:rsidR="00EA518F">
        <w:t xml:space="preserve"> </w:t>
      </w:r>
      <w:r w:rsidRPr="00EA518F">
        <w:t>среду;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изучение</w:t>
      </w:r>
      <w:r w:rsidR="00EA518F">
        <w:t xml:space="preserve"> </w:t>
      </w:r>
      <w:r w:rsidRPr="00EA518F">
        <w:t>процессов</w:t>
      </w:r>
      <w:r w:rsidR="00EA518F">
        <w:t xml:space="preserve"> </w:t>
      </w:r>
      <w:r w:rsidRPr="00EA518F">
        <w:t>взаимодействия</w:t>
      </w:r>
      <w:r w:rsidR="00EA518F">
        <w:t xml:space="preserve"> </w:t>
      </w:r>
      <w:r w:rsidRPr="00EA518F">
        <w:t>объектов</w:t>
      </w:r>
      <w:r w:rsidR="00EA518F">
        <w:t xml:space="preserve"> </w:t>
      </w:r>
      <w:r w:rsidRPr="00EA518F">
        <w:t>(элементов)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внешней</w:t>
      </w:r>
      <w:r w:rsidR="00EA518F">
        <w:t xml:space="preserve"> </w:t>
      </w:r>
      <w:r w:rsidRPr="00EA518F">
        <w:t>среды.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Этап</w:t>
      </w:r>
      <w:r w:rsidR="00EA518F">
        <w:t xml:space="preserve"> </w:t>
      </w:r>
      <w:r w:rsidRPr="00EA518F">
        <w:t>слабоформализуем.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основан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искусстве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опыте</w:t>
      </w:r>
      <w:r w:rsidR="00EA518F">
        <w:t xml:space="preserve"> </w:t>
      </w:r>
      <w:r w:rsidRPr="00EA518F">
        <w:t>проводящих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этап</w:t>
      </w:r>
      <w:r w:rsidR="00EA518F">
        <w:t xml:space="preserve"> </w:t>
      </w:r>
      <w:r w:rsidRPr="00EA518F">
        <w:t>специалистов.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Разбиение</w:t>
      </w:r>
      <w:r w:rsidR="00EA518F">
        <w:t xml:space="preserve"> </w:t>
      </w:r>
      <w:r w:rsidRPr="00EA518F">
        <w:t>объектов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процессов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последовательного</w:t>
      </w:r>
      <w:r w:rsidR="00EA518F">
        <w:t xml:space="preserve"> </w:t>
      </w:r>
      <w:r w:rsidRPr="00EA518F">
        <w:t>перебора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включения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объектов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процессов,</w:t>
      </w:r>
      <w:r w:rsidR="00EA518F">
        <w:t xml:space="preserve"> </w:t>
      </w:r>
      <w:r w:rsidRPr="00EA518F">
        <w:t>оказывающих</w:t>
      </w:r>
      <w:r w:rsidR="00EA518F">
        <w:t xml:space="preserve"> </w:t>
      </w:r>
      <w:r w:rsidRPr="00EA518F">
        <w:t>заметное</w:t>
      </w:r>
      <w:r w:rsidR="00EA518F">
        <w:t xml:space="preserve"> </w:t>
      </w:r>
      <w:r w:rsidRPr="00EA518F">
        <w:t>влияние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достижения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цели.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Составление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изучаемой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(как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математической).</w:t>
      </w:r>
      <w:r w:rsidR="00EA518F">
        <w:t xml:space="preserve"> 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Параметризация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этап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процесса.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описание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элементарных</w:t>
      </w:r>
      <w:r w:rsidR="00EA518F">
        <w:t xml:space="preserve"> </w:t>
      </w:r>
      <w:r w:rsidRPr="00EA518F">
        <w:t>воздействий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иных</w:t>
      </w:r>
      <w:r w:rsidR="00EA518F">
        <w:t xml:space="preserve"> </w:t>
      </w:r>
      <w:r w:rsidRPr="00EA518F">
        <w:t>параметров.</w:t>
      </w:r>
      <w:r w:rsidR="00EA518F">
        <w:t xml:space="preserve"> </w:t>
      </w:r>
      <w:r w:rsidRPr="00EA518F">
        <w:t>Параметры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принимать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непрерывные,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дискретные</w:t>
      </w:r>
      <w:r w:rsidR="00EA518F">
        <w:t xml:space="preserve"> </w:t>
      </w:r>
      <w:r w:rsidRPr="00EA518F">
        <w:t>числовые</w:t>
      </w:r>
      <w:r w:rsidR="00EA518F">
        <w:t xml:space="preserve"> </w:t>
      </w:r>
      <w:r w:rsidRPr="00EA518F">
        <w:t>значения,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признаков,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охарактеризованы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обычных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параметров,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различаются</w:t>
      </w:r>
      <w:r w:rsidR="00EA518F">
        <w:t xml:space="preserve"> </w:t>
      </w:r>
      <w:r w:rsidRPr="00EA518F">
        <w:t>качественно</w:t>
      </w:r>
      <w:r w:rsidR="00EA518F">
        <w:t xml:space="preserve"> </w:t>
      </w:r>
      <w:r w:rsidRPr="00EA518F">
        <w:t>(например:</w:t>
      </w:r>
      <w:r w:rsidR="00EA518F">
        <w:t xml:space="preserve"> </w:t>
      </w:r>
      <w:r w:rsidRPr="00EA518F">
        <w:t>теплый,</w:t>
      </w:r>
      <w:r w:rsidR="00EA518F">
        <w:t xml:space="preserve"> </w:t>
      </w:r>
      <w:r w:rsidRPr="00EA518F">
        <w:t>холодный,</w:t>
      </w:r>
      <w:r w:rsidR="00EA518F">
        <w:t xml:space="preserve"> </w:t>
      </w:r>
      <w:r w:rsidRPr="00EA518F">
        <w:t>плохой,</w:t>
      </w:r>
      <w:r w:rsidR="00EA518F">
        <w:t xml:space="preserve"> </w:t>
      </w:r>
      <w:r w:rsidRPr="00EA518F">
        <w:t>хороший).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Установление</w:t>
      </w:r>
      <w:r w:rsidR="00EA518F">
        <w:t xml:space="preserve"> </w:t>
      </w:r>
      <w:r w:rsidRPr="00EA518F">
        <w:t>различного</w:t>
      </w:r>
      <w:r w:rsidR="00EA518F">
        <w:t xml:space="preserve"> </w:t>
      </w:r>
      <w:r w:rsidRPr="00EA518F">
        <w:t>рода</w:t>
      </w:r>
      <w:r w:rsidR="00EA518F">
        <w:t xml:space="preserve"> </w:t>
      </w:r>
      <w:r w:rsidRPr="00EA518F">
        <w:t>зависимостей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введенными</w:t>
      </w:r>
      <w:r w:rsidR="00EA518F">
        <w:t xml:space="preserve"> </w:t>
      </w:r>
      <w:r w:rsidRPr="00EA518F">
        <w:t>параметрами.</w:t>
      </w:r>
      <w:r w:rsidR="00EA518F">
        <w:t xml:space="preserve"> </w:t>
      </w:r>
      <w:r w:rsidRPr="00EA518F">
        <w:t>Характер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зависимостей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любым.</w:t>
      </w:r>
      <w:r w:rsidR="00EA518F">
        <w:t xml:space="preserve"> </w:t>
      </w:r>
      <w:r w:rsidRPr="00EA518F">
        <w:t>Количественные</w:t>
      </w:r>
      <w:r w:rsidR="00EA518F">
        <w:t xml:space="preserve"> </w:t>
      </w:r>
      <w:r w:rsidRPr="00EA518F">
        <w:t>(числовые)</w:t>
      </w:r>
      <w:r w:rsidR="00EA518F">
        <w:t xml:space="preserve"> </w:t>
      </w:r>
      <w:r w:rsidRPr="00EA518F">
        <w:t>параметры</w:t>
      </w:r>
      <w:r w:rsidR="00EA518F">
        <w:t xml:space="preserve"> </w:t>
      </w:r>
      <w:r w:rsidRPr="00EA518F">
        <w:t>связываются</w:t>
      </w:r>
      <w:r w:rsidR="00EA518F">
        <w:t xml:space="preserve"> </w:t>
      </w:r>
      <w:r w:rsidRPr="00EA518F">
        <w:t>зависимостями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уравнений</w:t>
      </w:r>
      <w:r w:rsidR="00EA518F">
        <w:t xml:space="preserve"> </w:t>
      </w:r>
      <w:r w:rsidRPr="00EA518F">
        <w:t>(обыкновенных</w:t>
      </w:r>
      <w:r w:rsidR="00EA518F">
        <w:t xml:space="preserve"> </w:t>
      </w:r>
      <w:r w:rsidRPr="00EA518F">
        <w:t>алгебраических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дифференциальных).</w:t>
      </w:r>
      <w:r w:rsidR="00EA518F">
        <w:t xml:space="preserve"> </w:t>
      </w:r>
      <w:r w:rsidRPr="00EA518F">
        <w:t>Качественные</w:t>
      </w:r>
      <w:r w:rsidR="00EA518F">
        <w:t xml:space="preserve"> </w:t>
      </w:r>
      <w:r w:rsidRPr="00EA518F">
        <w:t>параметры</w:t>
      </w:r>
      <w:r w:rsidR="00EA518F">
        <w:t xml:space="preserve"> </w:t>
      </w:r>
      <w:r w:rsidRPr="00EA518F">
        <w:t>связываются</w:t>
      </w:r>
      <w:r w:rsidR="00EA518F">
        <w:t xml:space="preserve"> </w:t>
      </w:r>
      <w:r w:rsidRPr="00EA518F">
        <w:t>зависимостями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таблиц.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встречаться</w:t>
      </w:r>
      <w:r w:rsidR="00EA518F">
        <w:t xml:space="preserve"> </w:t>
      </w:r>
      <w:r w:rsidRPr="00EA518F">
        <w:t>комбинации</w:t>
      </w:r>
      <w:r w:rsidR="00EA518F">
        <w:t xml:space="preserve"> </w:t>
      </w:r>
      <w:r w:rsidRPr="00EA518F">
        <w:t>зависимостей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типов.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Зависимости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параметрами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системах</w:t>
      </w:r>
      <w:r w:rsidR="00EA518F">
        <w:t xml:space="preserve"> </w:t>
      </w:r>
      <w:r w:rsidRPr="00EA518F">
        <w:t>задаются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простыми</w:t>
      </w:r>
      <w:r w:rsidR="00EA518F">
        <w:t xml:space="preserve"> </w:t>
      </w:r>
      <w:r w:rsidRPr="00EA518F">
        <w:t>формулами,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произвольными</w:t>
      </w:r>
      <w:r w:rsidR="00EA518F">
        <w:t xml:space="preserve"> </w:t>
      </w:r>
      <w:r w:rsidRPr="00EA518F">
        <w:t>алгоритмами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использованием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количественных,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описательных.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Выделение</w:t>
      </w:r>
      <w:r w:rsidR="00EA518F">
        <w:t xml:space="preserve"> </w:t>
      </w:r>
      <w:r w:rsidRPr="00EA518F">
        <w:t>подсистем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установление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иерархии</w:t>
      </w:r>
      <w:r w:rsidR="00EA518F">
        <w:t xml:space="preserve"> </w:t>
      </w:r>
      <w:r w:rsidRPr="00EA518F">
        <w:t>преследует</w:t>
      </w:r>
      <w:r w:rsidR="00EA518F">
        <w:t xml:space="preserve"> </w:t>
      </w:r>
      <w:r w:rsidRPr="00EA518F">
        <w:t>цель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упрощения</w:t>
      </w:r>
      <w:r w:rsidR="00EA518F">
        <w:t xml:space="preserve"> </w:t>
      </w:r>
      <w:r w:rsidRPr="00EA518F">
        <w:t>описания</w:t>
      </w:r>
      <w:r w:rsidR="00EA518F">
        <w:t xml:space="preserve"> </w:t>
      </w:r>
      <w:r w:rsidRPr="00EA518F">
        <w:t>системы.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осуществлять</w:t>
      </w:r>
      <w:r w:rsidR="00EA518F">
        <w:t xml:space="preserve"> </w:t>
      </w:r>
      <w:r w:rsidRPr="00EA518F">
        <w:t>уточнение</w:t>
      </w:r>
      <w:r w:rsidR="00EA518F">
        <w:t xml:space="preserve"> </w:t>
      </w:r>
      <w:r w:rsidRPr="00EA518F">
        <w:t>первоначальной</w:t>
      </w:r>
      <w:r w:rsidR="00EA518F">
        <w:t xml:space="preserve"> </w:t>
      </w:r>
      <w:r w:rsidRPr="00EA518F">
        <w:t>структуризации</w:t>
      </w:r>
      <w:r w:rsidR="00EA518F">
        <w:t xml:space="preserve"> </w:t>
      </w:r>
      <w:r w:rsidRPr="00EA518F">
        <w:t>(разбиения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элементы)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параметризации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Результатом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этапа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законченная</w:t>
      </w:r>
      <w:r w:rsidR="00EA518F">
        <w:t xml:space="preserve"> </w:t>
      </w:r>
      <w:r w:rsidRPr="00EA518F">
        <w:t>математическая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описанная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формальном</w:t>
      </w:r>
      <w:r w:rsidR="00EA518F">
        <w:t xml:space="preserve"> </w:t>
      </w:r>
      <w:r w:rsidRPr="00EA518F">
        <w:t>языке.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4.</w:t>
      </w:r>
      <w:r w:rsidR="00EA518F">
        <w:t xml:space="preserve"> </w:t>
      </w:r>
      <w:r w:rsidRPr="00EA518F">
        <w:t>Исследование</w:t>
      </w:r>
      <w:r w:rsidR="00EA518F">
        <w:t xml:space="preserve"> </w:t>
      </w:r>
      <w:r w:rsidRPr="00EA518F">
        <w:t>полученной</w:t>
      </w:r>
      <w:r w:rsidR="00EA518F">
        <w:t xml:space="preserve"> </w:t>
      </w:r>
      <w:r w:rsidRPr="00EA518F">
        <w:t>(построенной)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четвертый</w:t>
      </w:r>
      <w:r w:rsidR="00EA518F">
        <w:t xml:space="preserve"> </w:t>
      </w:r>
      <w:r w:rsidRPr="00EA518F">
        <w:t>этап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анализа.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Первая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этапа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прогноз</w:t>
      </w:r>
      <w:r w:rsidR="00EA518F">
        <w:t xml:space="preserve"> </w:t>
      </w:r>
      <w:r w:rsidRPr="00EA518F">
        <w:t>развития</w:t>
      </w:r>
      <w:r w:rsidR="00EA518F">
        <w:t xml:space="preserve"> </w:t>
      </w:r>
      <w:r w:rsidRPr="00EA518F">
        <w:t>изучаемой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задают</w:t>
      </w:r>
      <w:r w:rsidR="00EA518F">
        <w:t xml:space="preserve"> </w:t>
      </w:r>
      <w:r w:rsidRPr="00EA518F">
        <w:t>различные</w:t>
      </w:r>
      <w:r w:rsidR="00EA518F">
        <w:t xml:space="preserve"> </w:t>
      </w:r>
      <w:r w:rsidRPr="00EA518F">
        <w:t>предположения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внешних</w:t>
      </w:r>
      <w:r w:rsidR="00EA518F">
        <w:t xml:space="preserve"> </w:t>
      </w:r>
      <w:r w:rsidRPr="00EA518F">
        <w:t>воздействиях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рассматриваемого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распределение</w:t>
      </w:r>
      <w:r w:rsidR="00EA518F">
        <w:t xml:space="preserve"> </w:t>
      </w:r>
      <w:r w:rsidRPr="00EA518F">
        <w:t>значений,</w:t>
      </w:r>
      <w:r w:rsidR="00EA518F">
        <w:t xml:space="preserve"> </w:t>
      </w:r>
      <w:r w:rsidRPr="00EA518F">
        <w:t>характеризующих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фиксированных</w:t>
      </w:r>
      <w:r w:rsidR="00EA518F">
        <w:t xml:space="preserve"> </w:t>
      </w:r>
      <w:r w:rsidRPr="00EA518F">
        <w:t>моментов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Термин</w:t>
      </w:r>
      <w:r w:rsidR="00EA518F">
        <w:t xml:space="preserve"> </w:t>
      </w:r>
      <w:r w:rsidRPr="00EA518F">
        <w:t>“прогноз</w:t>
      </w:r>
      <w:r w:rsidR="00EA518F">
        <w:t xml:space="preserve"> </w:t>
      </w:r>
      <w:r w:rsidRPr="00EA518F">
        <w:t>развития”</w:t>
      </w:r>
      <w:r w:rsidR="00EA518F">
        <w:t xml:space="preserve"> </w:t>
      </w:r>
      <w:r w:rsidRPr="00EA518F">
        <w:t>подчеркивает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обстоятельство,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нельзя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единственную</w:t>
      </w:r>
      <w:r w:rsidR="00EA518F">
        <w:t xml:space="preserve"> </w:t>
      </w:r>
      <w:r w:rsidRPr="00EA518F">
        <w:t>траекторию</w:t>
      </w:r>
      <w:r w:rsidR="00EA518F">
        <w:t xml:space="preserve"> </w:t>
      </w:r>
      <w:r w:rsidRPr="00EA518F">
        <w:t>развития,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лишь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траекторий.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каждая</w:t>
      </w:r>
      <w:r w:rsidR="00EA518F">
        <w:t xml:space="preserve"> </w:t>
      </w:r>
      <w:r w:rsidRPr="00EA518F">
        <w:t>траектория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реализоваться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действительности</w:t>
      </w:r>
      <w:r w:rsidR="00EA518F">
        <w:t xml:space="preserve"> </w:t>
      </w:r>
      <w:r w:rsidRPr="00EA518F">
        <w:t>лишь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иной</w:t>
      </w:r>
      <w:r w:rsidR="00EA518F">
        <w:t xml:space="preserve"> </w:t>
      </w:r>
      <w:r w:rsidRPr="00EA518F">
        <w:t>степенью</w:t>
      </w:r>
      <w:r w:rsidR="00EA518F">
        <w:t xml:space="preserve"> </w:t>
      </w:r>
      <w:r w:rsidRPr="00EA518F">
        <w:t>вероятности.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Получив</w:t>
      </w:r>
      <w:r w:rsidR="00EA518F">
        <w:t xml:space="preserve"> </w:t>
      </w:r>
      <w:r w:rsidRPr="00EA518F">
        <w:t>прогноз</w:t>
      </w:r>
      <w:r w:rsidR="00EA518F">
        <w:t xml:space="preserve"> </w:t>
      </w:r>
      <w:r w:rsidRPr="00EA518F">
        <w:t>развития</w:t>
      </w:r>
      <w:r w:rsidR="00EA518F">
        <w:t xml:space="preserve"> </w:t>
      </w:r>
      <w:r w:rsidRPr="00EA518F">
        <w:t>изучаемой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производят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соответствие</w:t>
      </w:r>
      <w:r w:rsidR="00EA518F">
        <w:t xml:space="preserve"> </w:t>
      </w:r>
      <w:r w:rsidRPr="00EA518F">
        <w:t>заданным</w:t>
      </w:r>
      <w:r w:rsidR="00EA518F">
        <w:t xml:space="preserve"> </w:t>
      </w:r>
      <w:r w:rsidRPr="00EA518F">
        <w:t>целям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критериям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вырабатывают</w:t>
      </w:r>
      <w:r w:rsidR="00EA518F">
        <w:t xml:space="preserve"> </w:t>
      </w:r>
      <w:r w:rsidRPr="00EA518F">
        <w:t>предложения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улучшению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получится</w:t>
      </w:r>
      <w:r w:rsidR="00EA518F">
        <w:t xml:space="preserve"> </w:t>
      </w:r>
      <w:r w:rsidRPr="00EA518F">
        <w:t>удовлетворяющий</w:t>
      </w:r>
      <w:r w:rsidR="00EA518F">
        <w:t xml:space="preserve"> </w:t>
      </w:r>
      <w:r w:rsidRPr="00EA518F">
        <w:t>результат.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Под</w:t>
      </w:r>
      <w:r w:rsidR="00EA518F">
        <w:t xml:space="preserve"> </w:t>
      </w:r>
      <w:r w:rsidRPr="00EA518F">
        <w:t>структурой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понимается</w:t>
      </w:r>
      <w:r w:rsidR="00EA518F">
        <w:t xml:space="preserve"> </w:t>
      </w:r>
      <w:r w:rsidRPr="00EA518F">
        <w:t>организация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взаимосвязями,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определяются</w:t>
      </w:r>
      <w:r w:rsidR="00EA518F">
        <w:t xml:space="preserve"> </w:t>
      </w:r>
      <w:r w:rsidRPr="00EA518F">
        <w:t>распределением</w:t>
      </w:r>
      <w:r w:rsidR="00EA518F">
        <w:t xml:space="preserve"> </w:t>
      </w:r>
      <w:r w:rsidRPr="00EA518F">
        <w:t>функций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целей,</w:t>
      </w:r>
      <w:r w:rsidR="00EA518F">
        <w:t xml:space="preserve"> </w:t>
      </w:r>
      <w:r w:rsidRPr="00EA518F">
        <w:t>выполняемых</w:t>
      </w:r>
      <w:r w:rsidR="00EA518F">
        <w:t xml:space="preserve"> </w:t>
      </w:r>
      <w:r w:rsidRPr="00EA518F">
        <w:t>системой.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Структура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целого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составных</w:t>
      </w:r>
      <w:r w:rsidR="00EA518F">
        <w:t xml:space="preserve"> </w:t>
      </w:r>
      <w:r w:rsidRPr="00EA518F">
        <w:t>частей</w:t>
      </w:r>
      <w:r w:rsidR="00EA518F">
        <w:t xml:space="preserve"> </w:t>
      </w:r>
      <w:r w:rsidRPr="00EA518F">
        <w:t>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Эффективность</w:t>
      </w:r>
      <w:r w:rsidR="00EA518F">
        <w:t xml:space="preserve"> </w:t>
      </w:r>
      <w:r w:rsidRPr="00EA518F">
        <w:t>структуры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качеством,</w:t>
      </w:r>
      <w:r w:rsidR="00EA518F">
        <w:t xml:space="preserve"> </w:t>
      </w:r>
      <w:r w:rsidRPr="00EA518F">
        <w:t>значением,</w:t>
      </w:r>
      <w:r w:rsidR="00EA518F">
        <w:t xml:space="preserve"> </w:t>
      </w:r>
      <w:r w:rsidRPr="00EA518F">
        <w:t>формой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содержанием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составных</w:t>
      </w:r>
      <w:r w:rsidR="00EA518F">
        <w:t xml:space="preserve"> </w:t>
      </w:r>
      <w:r w:rsidRPr="00EA518F">
        <w:t>частей,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местом,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занимают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существующими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ними</w:t>
      </w:r>
      <w:r w:rsidR="00EA518F">
        <w:t xml:space="preserve"> </w:t>
      </w:r>
      <w:r w:rsidRPr="00EA518F">
        <w:t>отношениями.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</w:t>
      </w:r>
      <w:r w:rsidR="00EA518F">
        <w:t xml:space="preserve"> </w:t>
      </w:r>
      <w:r w:rsidRPr="00EA518F">
        <w:t>принципам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подчиненности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структуры</w:t>
      </w:r>
      <w:r w:rsidR="00EA518F">
        <w:t xml:space="preserve"> </w:t>
      </w:r>
      <w:r w:rsidRPr="00EA518F">
        <w:t>(системы):</w:t>
      </w:r>
      <w:r w:rsidR="00EA518F">
        <w:t xml:space="preserve"> </w:t>
      </w:r>
      <w:r w:rsidRPr="00EA518F">
        <w:t>централизованные,</w:t>
      </w:r>
      <w:r w:rsidR="00EA518F">
        <w:t xml:space="preserve"> </w:t>
      </w:r>
      <w:r w:rsidRPr="00EA518F">
        <w:t>децентрализованные,</w:t>
      </w:r>
      <w:r w:rsidR="00EA518F">
        <w:t xml:space="preserve"> </w:t>
      </w:r>
      <w:r w:rsidRPr="00EA518F">
        <w:t>смешанные.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Централизованная</w:t>
      </w:r>
      <w:r w:rsidR="00EA518F">
        <w:t xml:space="preserve"> </w:t>
      </w:r>
      <w:r w:rsidRPr="00EA518F">
        <w:t>система:</w:t>
      </w:r>
      <w:r w:rsidR="00EA518F">
        <w:t xml:space="preserve"> </w:t>
      </w:r>
      <w:r w:rsidRPr="00EA518F">
        <w:t>задания</w:t>
      </w:r>
      <w:r w:rsidR="00EA518F">
        <w:t xml:space="preserve"> </w:t>
      </w:r>
      <w:r w:rsidRPr="00EA518F">
        <w:t>отдельным</w:t>
      </w:r>
      <w:r w:rsidR="00EA518F">
        <w:t xml:space="preserve"> </w:t>
      </w:r>
      <w:r w:rsidRPr="00EA518F">
        <w:t>элементам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выдаются</w:t>
      </w:r>
      <w:r w:rsidR="00EA518F">
        <w:t xml:space="preserve"> </w:t>
      </w:r>
      <w:r w:rsidRPr="00EA518F">
        <w:t>лишь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элементом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высокого</w:t>
      </w:r>
      <w:r w:rsidR="00EA518F">
        <w:t xml:space="preserve"> </w:t>
      </w:r>
      <w:r w:rsidRPr="00EA518F">
        <w:t>уровня.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Децентрализованная</w:t>
      </w:r>
      <w:r w:rsidR="00EA518F">
        <w:t xml:space="preserve"> </w:t>
      </w:r>
      <w:r w:rsidRPr="00EA518F">
        <w:t>система: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отдельными</w:t>
      </w:r>
      <w:r w:rsidR="00EA518F">
        <w:t xml:space="preserve"> </w:t>
      </w:r>
      <w:r w:rsidRPr="00EA518F">
        <w:t>элементами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принимаются</w:t>
      </w:r>
      <w:r w:rsidR="00EA518F">
        <w:t xml:space="preserve"> </w:t>
      </w:r>
      <w:r w:rsidRPr="00EA518F">
        <w:t>независимо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корректируются</w:t>
      </w:r>
      <w:r w:rsidR="00EA518F">
        <w:t xml:space="preserve"> </w:t>
      </w:r>
      <w:r w:rsidRPr="00EA518F">
        <w:t>системой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высокого</w:t>
      </w:r>
      <w:r w:rsidR="00EA518F">
        <w:t xml:space="preserve"> </w:t>
      </w:r>
      <w:r w:rsidRPr="00EA518F">
        <w:t>уровня.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смешанной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некоторые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выполняются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централизованной</w:t>
      </w:r>
      <w:r w:rsidR="00EA518F">
        <w:t xml:space="preserve"> </w:t>
      </w:r>
      <w:r w:rsidRPr="00EA518F">
        <w:t>системе,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другие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децентрализованной.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</w:t>
      </w:r>
      <w:r w:rsidR="00EA518F">
        <w:t xml:space="preserve"> </w:t>
      </w:r>
      <w:r w:rsidRPr="00EA518F">
        <w:t>числу</w:t>
      </w:r>
      <w:r w:rsidR="00EA518F">
        <w:t xml:space="preserve"> </w:t>
      </w:r>
      <w:r w:rsidRPr="00EA518F">
        <w:t>уровней</w:t>
      </w:r>
      <w:r w:rsidR="00EA518F">
        <w:t xml:space="preserve"> </w:t>
      </w:r>
      <w:r w:rsidRPr="00EA518F">
        <w:t>иерархии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системы:</w:t>
      </w:r>
      <w:r w:rsidR="00EA518F">
        <w:t xml:space="preserve"> </w:t>
      </w:r>
      <w:r w:rsidRPr="00EA518F">
        <w:t>одноуровневые,</w:t>
      </w:r>
      <w:r w:rsidR="00EA518F">
        <w:t xml:space="preserve"> </w:t>
      </w:r>
      <w:r w:rsidRPr="00EA518F">
        <w:t>многоуровневые.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Многоуровневые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однородными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неоднородными.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</w:t>
      </w:r>
      <w:r w:rsidR="00EA518F">
        <w:t xml:space="preserve"> </w:t>
      </w:r>
      <w:r w:rsidRPr="00EA518F">
        <w:t>выполняемым</w:t>
      </w:r>
      <w:r w:rsidR="00EA518F">
        <w:t xml:space="preserve"> </w:t>
      </w:r>
      <w:r w:rsidRPr="00EA518F">
        <w:t>функциям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целевому</w:t>
      </w:r>
      <w:r w:rsidR="00EA518F">
        <w:t xml:space="preserve"> </w:t>
      </w:r>
      <w:r w:rsidRPr="00EA518F">
        <w:t>назначению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системы:</w:t>
      </w:r>
      <w:r w:rsidR="00EA518F">
        <w:t xml:space="preserve"> </w:t>
      </w:r>
      <w:r w:rsidRPr="00EA518F">
        <w:t>физические,</w:t>
      </w:r>
      <w:r w:rsidR="00EA518F">
        <w:t xml:space="preserve"> </w:t>
      </w:r>
      <w:r w:rsidRPr="00EA518F">
        <w:t>экономические,</w:t>
      </w:r>
      <w:r w:rsidR="00EA518F">
        <w:t xml:space="preserve"> </w:t>
      </w:r>
      <w:r w:rsidRPr="00EA518F">
        <w:t>биологические,</w:t>
      </w:r>
      <w:r w:rsidR="00EA518F">
        <w:t xml:space="preserve"> </w:t>
      </w:r>
      <w:r w:rsidRPr="00EA518F">
        <w:t>общественные,</w:t>
      </w:r>
      <w:r w:rsidR="00EA518F">
        <w:t xml:space="preserve"> </w:t>
      </w:r>
      <w:r w:rsidRPr="00EA518F">
        <w:t>информационные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связей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ними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фиксированной</w:t>
      </w:r>
      <w:r w:rsidR="00EA518F">
        <w:t xml:space="preserve"> </w:t>
      </w:r>
      <w:r w:rsidRPr="00EA518F">
        <w:t>(жесткой)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изменяемой</w:t>
      </w:r>
      <w:r w:rsidR="00EA518F">
        <w:t xml:space="preserve"> </w:t>
      </w:r>
      <w:r w:rsidRPr="00EA518F">
        <w:t>(управляемой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переменной)</w:t>
      </w:r>
      <w:r w:rsidR="00EA518F">
        <w:t xml:space="preserve"> </w:t>
      </w:r>
      <w:r w:rsidRPr="00EA518F">
        <w:t>структуры.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</w:t>
      </w:r>
      <w:r w:rsidR="00EA518F">
        <w:t xml:space="preserve"> </w:t>
      </w:r>
      <w:r w:rsidRPr="00EA518F">
        <w:t>принципам</w:t>
      </w:r>
      <w:r w:rsidR="00EA518F">
        <w:t xml:space="preserve"> </w:t>
      </w:r>
      <w:r w:rsidRPr="00EA518F">
        <w:t>разбиения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подсистемы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структуры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элементы</w:t>
      </w:r>
      <w:r w:rsidR="00EA518F">
        <w:t xml:space="preserve"> </w:t>
      </w:r>
      <w:r w:rsidRPr="00EA518F">
        <w:t>объединяются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функциональному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(или)</w:t>
      </w:r>
      <w:r w:rsidR="00EA518F">
        <w:t xml:space="preserve"> </w:t>
      </w:r>
      <w:r w:rsidRPr="00EA518F">
        <w:t>объектному</w:t>
      </w:r>
      <w:r w:rsidR="00EA518F">
        <w:t xml:space="preserve"> </w:t>
      </w:r>
      <w:r w:rsidRPr="00EA518F">
        <w:t>принципам.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объектном</w:t>
      </w:r>
      <w:r w:rsidR="00EA518F">
        <w:t xml:space="preserve"> </w:t>
      </w:r>
      <w:r w:rsidRPr="00EA518F">
        <w:t>разбиении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структуры</w:t>
      </w:r>
      <w:r w:rsidR="00EA518F">
        <w:t xml:space="preserve"> </w:t>
      </w:r>
      <w:r w:rsidRPr="00EA518F">
        <w:t>отраслевых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региональных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территориальных</w:t>
      </w:r>
      <w:r w:rsidR="00EA518F">
        <w:t xml:space="preserve"> </w:t>
      </w:r>
      <w:r w:rsidRPr="00EA518F">
        <w:t>систем.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1" w:name="_Toc413639598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2.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Экономико-математические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методы.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Состав,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структура,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направленность,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классификация</w:t>
      </w:r>
      <w:bookmarkEnd w:id="1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математической</w:t>
      </w:r>
      <w:r w:rsidR="00EA518F">
        <w:t xml:space="preserve"> </w:t>
      </w:r>
      <w:r w:rsidRPr="00EA518F">
        <w:t>статистики.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операций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оптимизации.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Кибернетические</w:t>
      </w:r>
      <w:r w:rsidR="00EA518F">
        <w:t xml:space="preserve"> </w:t>
      </w:r>
      <w:r w:rsidRPr="00EA518F">
        <w:t>методы.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4.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Основой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протекающих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процессов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экономико-математические</w:t>
      </w:r>
      <w:r w:rsidR="00EA518F">
        <w:t xml:space="preserve"> </w:t>
      </w:r>
      <w:r w:rsidRPr="00EA518F">
        <w:t>методы.</w:t>
      </w:r>
      <w:r w:rsidR="00EA518F">
        <w:t xml:space="preserve"> </w:t>
      </w:r>
      <w:r w:rsidRPr="00EA518F">
        <w:t>Рассмотрим</w:t>
      </w:r>
      <w:r w:rsidR="00EA518F">
        <w:t xml:space="preserve"> </w:t>
      </w:r>
      <w:r w:rsidRPr="00EA518F">
        <w:t>состав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структуру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методов,</w:t>
      </w:r>
      <w:r w:rsidR="00EA518F">
        <w:t xml:space="preserve"> </w:t>
      </w:r>
      <w:r w:rsidRPr="00EA518F">
        <w:t>применяемых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современной</w:t>
      </w:r>
      <w:r w:rsidR="00EA518F">
        <w:t xml:space="preserve"> </w:t>
      </w:r>
      <w:r w:rsidRPr="00EA518F">
        <w:t>экономической</w:t>
      </w:r>
      <w:r w:rsidR="00EA518F">
        <w:t xml:space="preserve"> </w:t>
      </w:r>
      <w:r w:rsidRPr="00EA518F">
        <w:t>науке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практике.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</w:t>
      </w:r>
      <w:r w:rsidR="00EA518F">
        <w:t xml:space="preserve"> </w:t>
      </w:r>
      <w:r w:rsidRPr="00EA518F">
        <w:t>старейшим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используемым</w:t>
      </w:r>
      <w:r w:rsidR="00EA518F">
        <w:t xml:space="preserve"> </w:t>
      </w:r>
      <w:r w:rsidRPr="00EA518F">
        <w:t>классам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относятся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математической</w:t>
      </w:r>
      <w:r w:rsidR="00EA518F">
        <w:t xml:space="preserve"> </w:t>
      </w:r>
      <w:r w:rsidRPr="00EA518F">
        <w:t>статистики.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используются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деятельности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включают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направления: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расчет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интерпретация</w:t>
      </w:r>
      <w:r w:rsidR="00EA518F">
        <w:t xml:space="preserve"> </w:t>
      </w:r>
      <w:r w:rsidRPr="00EA518F">
        <w:t>статистических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процессов;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регрессионный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корреляционный</w:t>
      </w:r>
      <w:r w:rsidR="00EA518F">
        <w:t xml:space="preserve"> </w:t>
      </w:r>
      <w:r w:rsidRPr="00EA518F">
        <w:t>анализ;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планирование</w:t>
      </w:r>
      <w:r w:rsidR="00EA518F">
        <w:t xml:space="preserve"> </w:t>
      </w:r>
      <w:r w:rsidRPr="00EA518F">
        <w:t>эксперимента.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Следующим</w:t>
      </w:r>
      <w:r w:rsidR="00EA518F">
        <w:t xml:space="preserve"> </w:t>
      </w:r>
      <w:r w:rsidRPr="00EA518F">
        <w:t>классом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операций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оптимизации.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разработанная</w:t>
      </w:r>
      <w:r w:rsidR="00EA518F">
        <w:t xml:space="preserve"> </w:t>
      </w:r>
      <w:r w:rsidRPr="00EA518F">
        <w:t>группа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методов,</w:t>
      </w:r>
      <w:r w:rsidR="00EA518F">
        <w:t xml:space="preserve"> </w:t>
      </w:r>
      <w:r w:rsidRPr="00EA518F">
        <w:t>позволяющих</w:t>
      </w:r>
      <w:r w:rsidR="00EA518F">
        <w:t xml:space="preserve"> </w:t>
      </w:r>
      <w:r w:rsidRPr="00EA518F">
        <w:t>осуществить</w:t>
      </w:r>
      <w:r w:rsidR="00EA518F">
        <w:t xml:space="preserve"> </w:t>
      </w:r>
      <w:r w:rsidRPr="00EA518F">
        <w:t>формализованный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процессов.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Среди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операций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направления: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математического</w:t>
      </w:r>
      <w:r w:rsidR="00EA518F">
        <w:t xml:space="preserve"> </w:t>
      </w:r>
      <w:r w:rsidRPr="00EA518F">
        <w:t>программирования;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теорию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расписаний;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сетевые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планирования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управления;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теорию</w:t>
      </w:r>
      <w:r w:rsidR="00EA518F">
        <w:t xml:space="preserve"> </w:t>
      </w:r>
      <w:r w:rsidRPr="00EA518F">
        <w:t>игр;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эвристики.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Основными</w:t>
      </w:r>
      <w:r w:rsidR="00EA518F">
        <w:t xml:space="preserve"> </w:t>
      </w:r>
      <w:r w:rsidRPr="00EA518F">
        <w:t>направлениями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кибернетики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экономике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следующие: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распознавания</w:t>
      </w:r>
      <w:r w:rsidR="00EA518F">
        <w:t xml:space="preserve"> </w:t>
      </w:r>
      <w:r w:rsidRPr="00EA518F">
        <w:t>образов;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классификации;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АСУ;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методы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автоматического</w:t>
      </w:r>
      <w:r w:rsidR="00EA518F">
        <w:t xml:space="preserve"> </w:t>
      </w:r>
      <w:r w:rsidRPr="00EA518F">
        <w:t>регулирования;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имитационное</w:t>
      </w:r>
      <w:r w:rsidR="00EA518F">
        <w:t xml:space="preserve"> </w:t>
      </w:r>
      <w:r w:rsidRPr="00EA518F">
        <w:t>моделирование.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Наконец,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направлений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используются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слабоформализуемых</w:t>
      </w:r>
      <w:r w:rsidR="00EA518F">
        <w:t xml:space="preserve"> </w:t>
      </w:r>
      <w:r w:rsidRPr="00EA518F">
        <w:t>систем.</w:t>
      </w:r>
      <w:r w:rsidR="00EA518F">
        <w:t xml:space="preserve"> </w:t>
      </w:r>
      <w:r w:rsidRPr="00EA518F">
        <w:t>Появление</w:t>
      </w:r>
      <w:r w:rsidR="00EA518F">
        <w:t xml:space="preserve"> </w:t>
      </w:r>
      <w:r w:rsidRPr="00EA518F">
        <w:t>мощных</w:t>
      </w:r>
      <w:r w:rsidR="00EA518F">
        <w:t xml:space="preserve"> </w:t>
      </w:r>
      <w:r w:rsidRPr="00EA518F">
        <w:t>программно-математических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оболочек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надеяться,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недалеком</w:t>
      </w:r>
      <w:r w:rsidR="00EA518F">
        <w:t xml:space="preserve"> </w:t>
      </w:r>
      <w:r w:rsidRPr="00EA518F">
        <w:t>будущем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станет</w:t>
      </w:r>
      <w:r w:rsidR="00EA518F">
        <w:t xml:space="preserve"> </w:t>
      </w:r>
      <w:r w:rsidRPr="00EA518F">
        <w:t>преобладающим,</w:t>
      </w:r>
      <w:r w:rsidR="00EA518F">
        <w:t xml:space="preserve"> </w:t>
      </w:r>
      <w:r w:rsidRPr="00EA518F">
        <w:t>вобрав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лучшие</w:t>
      </w:r>
      <w:r w:rsidR="00EA518F">
        <w:t xml:space="preserve"> </w:t>
      </w:r>
      <w:r w:rsidRPr="00EA518F">
        <w:t>качества</w:t>
      </w:r>
      <w:r w:rsidR="00EA518F">
        <w:t xml:space="preserve"> </w:t>
      </w:r>
      <w:r w:rsidRPr="00EA518F">
        <w:t>других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методов,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основная</w:t>
      </w:r>
      <w:r w:rsidR="00EA518F">
        <w:t xml:space="preserve"> </w:t>
      </w:r>
      <w:r w:rsidRPr="00EA518F">
        <w:t>цель</w:t>
      </w:r>
      <w:r w:rsidR="00EA518F">
        <w:t xml:space="preserve"> </w:t>
      </w:r>
      <w:r w:rsidRPr="00EA518F">
        <w:t>практически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исследований</w:t>
      </w:r>
      <w:r w:rsidR="00EA518F">
        <w:t xml:space="preserve"> </w:t>
      </w:r>
      <w:r w:rsidRPr="00EA518F">
        <w:t>сводится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оценке</w:t>
      </w:r>
      <w:r w:rsidR="00EA518F">
        <w:t xml:space="preserve"> </w:t>
      </w:r>
      <w:r w:rsidRPr="00EA518F">
        <w:t>текущего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исследуемого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(процесса)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выдаче</w:t>
      </w:r>
      <w:r w:rsidR="00EA518F">
        <w:t xml:space="preserve"> </w:t>
      </w:r>
      <w:r w:rsidRPr="00EA518F">
        <w:t>прогнозов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дальнейшему</w:t>
      </w:r>
      <w:r w:rsidR="00EA518F">
        <w:t xml:space="preserve"> </w:t>
      </w:r>
      <w:r w:rsidRPr="00EA518F">
        <w:t>развитию.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2" w:name="_Toc413639599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3.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Межотраслевой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баланс.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Состав,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структура,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схема</w:t>
      </w:r>
      <w:bookmarkEnd w:id="2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1.</w:t>
      </w:r>
      <w:r w:rsidR="00EA518F">
        <w:t xml:space="preserve"> </w:t>
      </w:r>
      <w:r w:rsidRPr="00EA518F">
        <w:t>Состав,</w:t>
      </w:r>
      <w:r w:rsidR="00EA518F">
        <w:t xml:space="preserve"> </w:t>
      </w:r>
      <w:r w:rsidRPr="00EA518F">
        <w:t>структура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схема</w:t>
      </w:r>
      <w:r w:rsidR="00EA518F">
        <w:t xml:space="preserve"> </w:t>
      </w:r>
      <w:r w:rsidRPr="00EA518F">
        <w:t>межотраслевого</w:t>
      </w:r>
      <w:r w:rsidR="00EA518F">
        <w:t xml:space="preserve"> </w:t>
      </w:r>
      <w:r w:rsidRPr="00EA518F">
        <w:t>баланса.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2.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матрица</w:t>
      </w:r>
      <w:r w:rsidR="00EA518F">
        <w:t xml:space="preserve"> </w:t>
      </w:r>
      <w:r w:rsidRPr="00EA518F">
        <w:t>Леонтьева.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Идея</w:t>
      </w:r>
      <w:r w:rsidR="00EA518F">
        <w:t xml:space="preserve"> </w:t>
      </w:r>
      <w:r w:rsidRPr="00EA518F">
        <w:t>сбалансированности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основой</w:t>
      </w:r>
      <w:r w:rsidR="00EA518F">
        <w:t xml:space="preserve"> </w:t>
      </w:r>
      <w:r w:rsidRPr="00EA518F">
        <w:t>всякого</w:t>
      </w:r>
      <w:r w:rsidR="00EA518F">
        <w:t xml:space="preserve"> </w:t>
      </w:r>
      <w:r w:rsidRPr="00EA518F">
        <w:t>рационального</w:t>
      </w:r>
      <w:r w:rsidR="00EA518F">
        <w:t xml:space="preserve"> </w:t>
      </w:r>
      <w:r w:rsidRPr="00EA518F">
        <w:t>хозяйствования.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схему</w:t>
      </w:r>
      <w:r w:rsidR="00EA518F">
        <w:t xml:space="preserve"> </w:t>
      </w:r>
      <w:r w:rsidRPr="00EA518F">
        <w:t>народного</w:t>
      </w:r>
      <w:r w:rsidR="00EA518F">
        <w:t xml:space="preserve"> </w:t>
      </w:r>
      <w:r w:rsidRPr="00EA518F">
        <w:t>хозяйства,</w:t>
      </w:r>
      <w:r w:rsidR="00EA518F">
        <w:t xml:space="preserve"> </w:t>
      </w:r>
      <w:r w:rsidRPr="00EA518F">
        <w:t>состоящую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отраслей,</w:t>
      </w:r>
      <w:r w:rsidR="00EA518F">
        <w:t xml:space="preserve"> </w:t>
      </w:r>
      <w:r w:rsidRPr="00EA518F">
        <w:t>каждая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выпускает</w:t>
      </w:r>
      <w:r w:rsidR="00EA518F">
        <w:t xml:space="preserve"> </w:t>
      </w:r>
      <w:r w:rsidRPr="00EA518F">
        <w:t>свой</w:t>
      </w:r>
      <w:r w:rsidR="00EA518F">
        <w:t xml:space="preserve"> </w:t>
      </w:r>
      <w:r w:rsidRPr="00EA518F">
        <w:t>продукт.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народнохозяйственном</w:t>
      </w:r>
      <w:r w:rsidR="00EA518F">
        <w:t xml:space="preserve"> </w:t>
      </w:r>
      <w:r w:rsidRPr="00EA518F">
        <w:t>механизме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связаны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собой.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часть</w:t>
      </w:r>
      <w:r w:rsidR="00EA518F">
        <w:t xml:space="preserve"> </w:t>
      </w:r>
      <w:r w:rsidRPr="00EA518F">
        <w:t>продукции,</w:t>
      </w:r>
      <w:r w:rsidR="00EA518F">
        <w:t xml:space="preserve"> </w:t>
      </w:r>
      <w:r w:rsidRPr="00EA518F">
        <w:t>произведенной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отраслью,</w:t>
      </w:r>
      <w:r w:rsidR="00EA518F">
        <w:t xml:space="preserve"> </w:t>
      </w:r>
      <w:r w:rsidRPr="00EA518F">
        <w:t>потребляется</w:t>
      </w:r>
      <w:r w:rsidR="00EA518F">
        <w:t xml:space="preserve"> </w:t>
      </w:r>
      <w:r w:rsidRPr="00EA518F">
        <w:t>(затрачивается)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функционировании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отраслью.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xij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отрасли,</w:t>
      </w:r>
      <w:r w:rsidR="00EA518F">
        <w:t xml:space="preserve"> </w:t>
      </w:r>
      <w:r w:rsidRPr="00EA518F">
        <w:t>затрачиваемой</w:t>
      </w:r>
      <w:r w:rsidR="00EA518F">
        <w:t xml:space="preserve"> </w:t>
      </w:r>
      <w:r w:rsidRPr="00EA518F">
        <w:t>(используемой)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отраслью.</w:t>
      </w:r>
      <w:r w:rsidR="00EA518F">
        <w:t xml:space="preserve"> </w:t>
      </w:r>
      <w:r w:rsidRPr="00EA518F">
        <w:t>Кроме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потребителями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население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непроизводственные</w:t>
      </w:r>
      <w:r w:rsidR="00EA518F">
        <w:t xml:space="preserve"> </w:t>
      </w:r>
      <w:r w:rsidRPr="00EA518F">
        <w:t>сферы</w:t>
      </w:r>
      <w:r w:rsidR="00EA518F">
        <w:t xml:space="preserve"> </w:t>
      </w:r>
      <w:r w:rsidRPr="00EA518F">
        <w:t>(коммунальные</w:t>
      </w:r>
      <w:r w:rsidR="00EA518F">
        <w:t xml:space="preserve"> </w:t>
      </w:r>
      <w:r w:rsidRPr="00EA518F">
        <w:t>хозяйства,</w:t>
      </w:r>
      <w:r w:rsidR="00EA518F">
        <w:t xml:space="preserve"> </w:t>
      </w:r>
      <w:r w:rsidRPr="00EA518F">
        <w:t>культурно-просветительные</w:t>
      </w:r>
      <w:r w:rsidR="00EA518F">
        <w:t xml:space="preserve"> </w:t>
      </w:r>
      <w:r w:rsidRPr="00EA518F">
        <w:t>учреждения,</w:t>
      </w:r>
      <w:r w:rsidR="00EA518F">
        <w:t xml:space="preserve"> </w:t>
      </w:r>
      <w:r w:rsidRPr="00EA518F">
        <w:t>сфера</w:t>
      </w:r>
      <w:r w:rsidR="00EA518F">
        <w:t xml:space="preserve"> </w:t>
      </w:r>
      <w:r w:rsidRPr="00EA518F">
        <w:t>услуг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далее,</w:t>
      </w:r>
      <w:r w:rsidR="00EA518F">
        <w:t xml:space="preserve"> </w:t>
      </w:r>
      <w:r w:rsidRPr="00EA518F">
        <w:t>vj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объем</w:t>
      </w:r>
      <w:r w:rsidR="00EA518F">
        <w:t xml:space="preserve"> </w:t>
      </w:r>
      <w:r w:rsidRPr="00EA518F">
        <w:t>конечного</w:t>
      </w:r>
      <w:r w:rsidR="00EA518F">
        <w:t xml:space="preserve"> </w:t>
      </w:r>
      <w:r w:rsidRPr="00EA518F">
        <w:t>продукта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отрасли.</w:t>
      </w:r>
      <w:r w:rsidR="00EA518F">
        <w:t xml:space="preserve"> </w:t>
      </w:r>
      <w:r w:rsidRPr="00EA518F">
        <w:t>Очевидно,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включает</w:t>
      </w:r>
      <w:r w:rsidR="00EA518F">
        <w:t xml:space="preserve"> </w:t>
      </w:r>
      <w:r w:rsidRPr="00EA518F">
        <w:t>dj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непроизводственное</w:t>
      </w:r>
      <w:r w:rsidR="00EA518F">
        <w:t xml:space="preserve"> </w:t>
      </w:r>
      <w:r w:rsidRPr="00EA518F">
        <w:t>потребление</w:t>
      </w:r>
      <w:r w:rsidR="00EA518F">
        <w:t xml:space="preserve"> </w:t>
      </w:r>
      <w:r w:rsidRPr="00EA518F">
        <w:t>(включая</w:t>
      </w:r>
      <w:r w:rsidR="00EA518F">
        <w:t xml:space="preserve"> </w:t>
      </w:r>
      <w:r w:rsidRPr="00EA518F">
        <w:t>вложения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непроизводственные</w:t>
      </w:r>
      <w:r w:rsidR="00EA518F">
        <w:t xml:space="preserve"> </w:t>
      </w:r>
      <w:r w:rsidRPr="00EA518F">
        <w:t>фонды)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bj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накопления</w:t>
      </w:r>
      <w:r w:rsidR="00EA518F">
        <w:t xml:space="preserve"> </w:t>
      </w:r>
      <w:r w:rsidRPr="00EA518F">
        <w:t>производственных</w:t>
      </w:r>
      <w:r w:rsidR="00EA518F">
        <w:t xml:space="preserve"> </w:t>
      </w:r>
      <w:r w:rsidRPr="00EA518F">
        <w:t>фондов.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далее,</w:t>
      </w:r>
      <w:r w:rsidR="00EA518F">
        <w:t xml:space="preserve"> </w:t>
      </w:r>
      <w:r w:rsidRPr="00EA518F">
        <w:t>wj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общий</w:t>
      </w:r>
      <w:r w:rsidR="00EA518F">
        <w:t xml:space="preserve"> </w:t>
      </w:r>
      <w:r w:rsidRPr="00EA518F">
        <w:t>объем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отрасли,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соотношения:</w:t>
      </w:r>
    </w:p>
    <w:p w:rsidR="00EA518F" w:rsidRDefault="00EA518F" w:rsidP="00EA518F">
      <w:pPr>
        <w:pStyle w:val="afc"/>
        <w:keepNext/>
        <w:widowControl w:val="0"/>
        <w:tabs>
          <w:tab w:val="clear" w:pos="8789"/>
          <w:tab w:val="right" w:pos="8788"/>
        </w:tabs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tabs>
          <w:tab w:val="clear" w:pos="8789"/>
          <w:tab w:val="right" w:pos="8788"/>
        </w:tabs>
        <w:spacing w:before="0" w:after="0" w:line="360" w:lineRule="auto"/>
        <w:ind w:left="0"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21.75pt">
            <v:imagedata r:id="rId7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j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n,</w:t>
      </w:r>
      <w:r w:rsidR="00EA518F">
        <w:t xml:space="preserve"> </w:t>
      </w:r>
      <w:r w:rsidR="007B6CD4" w:rsidRPr="00EA518F">
        <w:tab/>
        <w:t>(3.1)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="00E8503A">
        <w:pict>
          <v:shape id="_x0000_i1026" type="#_x0000_t75" style="width:62.25pt;height:48pt">
            <v:imagedata r:id="rId8" o:title=""/>
          </v:shape>
        </w:pict>
      </w:r>
      <w:r w:rsidRPr="00EA518F">
        <w:t>–</w:t>
      </w:r>
      <w:r w:rsidR="00EA518F">
        <w:t xml:space="preserve"> </w:t>
      </w:r>
      <w:r w:rsidRPr="00EA518F">
        <w:t>общее</w:t>
      </w:r>
      <w:r w:rsidR="00EA518F">
        <w:t xml:space="preserve"> </w:t>
      </w:r>
      <w:r w:rsidRPr="00EA518F">
        <w:t>промышленное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производственное</w:t>
      </w:r>
      <w:r w:rsidR="00EA518F">
        <w:t xml:space="preserve"> </w:t>
      </w:r>
      <w:r w:rsidRPr="00EA518F">
        <w:t>потребление,</w:t>
      </w:r>
      <w:r w:rsidR="00EA518F">
        <w:t xml:space="preserve"> </w:t>
      </w:r>
      <w:r w:rsidRPr="00EA518F">
        <w:t>далее: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E8503A">
        <w:pict>
          <v:shape id="_x0000_i1027" type="#_x0000_t75" style="width:69.75pt;height:21.75pt">
            <v:imagedata r:id="rId9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vj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непроизводственное</w:t>
      </w:r>
      <w:r w:rsidR="00EA518F">
        <w:t xml:space="preserve"> </w:t>
      </w:r>
      <w:r w:rsidRPr="00EA518F">
        <w:t>потребление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накопление.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принципе</w:t>
      </w:r>
      <w:r w:rsidR="00EA518F">
        <w:t xml:space="preserve"> </w:t>
      </w:r>
      <w:r w:rsidRPr="00EA518F">
        <w:t>формула</w:t>
      </w:r>
      <w:r w:rsidR="00EA518F">
        <w:t xml:space="preserve"> </w:t>
      </w:r>
      <w:r w:rsidRPr="00EA518F">
        <w:t>(3.1)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математическую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межотраслевого</w:t>
      </w:r>
      <w:r w:rsidR="00EA518F">
        <w:t xml:space="preserve"> </w:t>
      </w:r>
      <w:r w:rsidRPr="00EA518F">
        <w:t>баланса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сфере</w:t>
      </w:r>
      <w:r w:rsidR="00EA518F">
        <w:t xml:space="preserve"> </w:t>
      </w:r>
      <w:r w:rsidRPr="00EA518F">
        <w:t>потребления.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Отрасль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анализировать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распределения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продукции,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производство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данной</w:t>
      </w:r>
      <w:r w:rsidR="00EA518F">
        <w:t xml:space="preserve"> </w:t>
      </w:r>
      <w:r w:rsidRPr="00EA518F">
        <w:t>отрасли.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имеются</w:t>
      </w:r>
      <w:r w:rsidR="00EA518F">
        <w:t xml:space="preserve"> </w:t>
      </w:r>
      <w:r w:rsidRPr="00EA518F">
        <w:t>затраты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заработную</w:t>
      </w:r>
      <w:r w:rsidR="00EA518F">
        <w:t xml:space="preserve"> </w:t>
      </w:r>
      <w:r w:rsidRPr="00EA518F">
        <w:t>плату</w:t>
      </w:r>
      <w:r w:rsidR="00EA518F">
        <w:t xml:space="preserve"> </w:t>
      </w:r>
      <w:r w:rsidRPr="00EA518F">
        <w:t>zi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кроме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балансе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предусмотреть</w:t>
      </w:r>
      <w:r w:rsidR="00EA518F">
        <w:t xml:space="preserve"> </w:t>
      </w:r>
      <w:r w:rsidRPr="00EA518F">
        <w:t>доход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Pr="00EA518F">
        <w:t>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n).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баланс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затратам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следующий</w:t>
      </w:r>
      <w:r w:rsidR="00EA518F">
        <w:t xml:space="preserve"> </w:t>
      </w:r>
      <w:r w:rsidRPr="00EA518F">
        <w:t>вид: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28" type="#_x0000_t75" style="width:120pt;height:48pt">
            <v:imagedata r:id="rId10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т.е.</w:t>
      </w:r>
      <w:r w:rsidR="00EA518F">
        <w:t xml:space="preserve"> </w:t>
      </w:r>
      <w:r w:rsidRPr="00EA518F">
        <w:t>стоимость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равна</w:t>
      </w:r>
      <w:r w:rsidR="00EA518F">
        <w:t xml:space="preserve"> </w:t>
      </w:r>
      <w:r w:rsidRPr="00EA518F">
        <w:t>стоимости</w:t>
      </w:r>
      <w:r w:rsidR="00EA518F">
        <w:t xml:space="preserve"> </w:t>
      </w:r>
      <w:r w:rsidRPr="00EA518F">
        <w:t>продукции,</w:t>
      </w:r>
      <w:r w:rsidR="00EA518F">
        <w:t xml:space="preserve"> </w:t>
      </w:r>
      <w:r w:rsidRPr="00EA518F">
        <w:t>затраченной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отраслей,</w:t>
      </w:r>
      <w:r w:rsidR="00EA518F">
        <w:t xml:space="preserve"> </w:t>
      </w:r>
      <w:r w:rsidRPr="00EA518F">
        <w:t>плюс</w:t>
      </w:r>
      <w:r w:rsidR="00EA518F">
        <w:t xml:space="preserve"> </w:t>
      </w:r>
      <w:r w:rsidRPr="00EA518F">
        <w:t>заработная</w:t>
      </w:r>
      <w:r w:rsidR="00EA518F">
        <w:t xml:space="preserve"> </w:t>
      </w:r>
      <w:r w:rsidRPr="00EA518F">
        <w:t>плата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доход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реализации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отрасли.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Введем</w:t>
      </w:r>
      <w:r w:rsidR="00EA518F">
        <w:t xml:space="preserve"> </w:t>
      </w:r>
      <w:r w:rsidRPr="00EA518F">
        <w:t>определение</w:t>
      </w:r>
      <w:r w:rsidR="00EA518F">
        <w:t xml:space="preserve"> </w:t>
      </w:r>
      <w:r w:rsidRPr="00EA518F">
        <w:t>коэффициента</w:t>
      </w:r>
      <w:r w:rsidR="00EA518F">
        <w:t xml:space="preserve"> </w:t>
      </w:r>
      <w:r w:rsidRPr="00EA518F">
        <w:t>прямых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соотношения: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29" type="#_x0000_t75" style="width:51.75pt;height:42.75pt">
            <v:imagedata r:id="rId11" o:title=""/>
          </v:shape>
        </w:pict>
      </w:r>
      <w:r w:rsidR="00EA518F">
        <w:t xml:space="preserve"> </w:t>
      </w:r>
      <w:r w:rsidR="007B6CD4" w:rsidRPr="00EA518F">
        <w:t>,</w:t>
      </w:r>
      <w:r w:rsidR="00EA518F">
        <w:t xml:space="preserve"> </w:t>
      </w:r>
      <w:r w:rsidR="007B6CD4" w:rsidRPr="00EA518F">
        <w:t>или</w:t>
      </w:r>
      <w:r w:rsidR="00EA518F">
        <w:t xml:space="preserve"> </w:t>
      </w:r>
      <w:r>
        <w:pict>
          <v:shape id="_x0000_i1030" type="#_x0000_t75" style="width:62.25pt;height:21.75pt">
            <v:imagedata r:id="rId12" o:title=""/>
          </v:shape>
        </w:pict>
      </w:r>
      <w:r w:rsidR="00EA518F">
        <w:t xml:space="preserve"> </w: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Подставляя</w:t>
      </w:r>
      <w:r w:rsidR="00EA518F">
        <w:t xml:space="preserve"> </w:t>
      </w:r>
      <w:r w:rsidRPr="00EA518F">
        <w:t>последнее</w:t>
      </w:r>
      <w:r w:rsidR="00EA518F">
        <w:t xml:space="preserve"> </w:t>
      </w:r>
      <w:r w:rsidRPr="00EA518F">
        <w:t>соотношение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(3.1),</w:t>
      </w:r>
      <w:r w:rsidR="00EA518F">
        <w:t xml:space="preserve"> </w:t>
      </w:r>
      <w:r w:rsidRPr="00EA518F">
        <w:t>получим: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31" type="#_x0000_t75" style="width:117pt;height:48pt">
            <v:imagedata r:id="rId13" o:title=""/>
          </v:shape>
        </w:pict>
      </w:r>
      <w:r w:rsidR="007B6CD4" w:rsidRPr="00EA518F">
        <w:t>,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7B6CD4" w:rsidRPr="00EA518F">
        <w:t>или</w:t>
      </w:r>
      <w:r>
        <w:t xml:space="preserve"> </w:t>
      </w:r>
      <w:r w:rsidR="007B6CD4" w:rsidRPr="00EA518F">
        <w:t>в</w:t>
      </w:r>
      <w:r>
        <w:t xml:space="preserve"> </w:t>
      </w:r>
      <w:r w:rsidR="007B6CD4" w:rsidRPr="00EA518F">
        <w:t>векторной</w:t>
      </w:r>
      <w:r>
        <w:t xml:space="preserve"> </w:t>
      </w:r>
      <w:r w:rsidR="007B6CD4" w:rsidRPr="00EA518F">
        <w:t>форме: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w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Aw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v.</w:t>
      </w:r>
      <w:r w:rsidR="00EA518F">
        <w:t xml:space="preserve"> </w:t>
      </w:r>
      <w:r w:rsidRPr="00EA518F">
        <w:tab/>
        <w:t>(3.2)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себестоимость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единицы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равна</w:t>
      </w:r>
      <w:r w:rsidR="00EA518F">
        <w:t xml:space="preserve"> </w:t>
      </w:r>
      <w:r w:rsidRPr="00EA518F">
        <w:t>cj</w:t>
      </w:r>
      <w:r w:rsidR="00EA518F">
        <w:t xml:space="preserve"> </w:t>
      </w:r>
      <w:r w:rsidRPr="00EA518F">
        <w:t>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общие</w:t>
      </w:r>
      <w:r w:rsidR="00EA518F">
        <w:t xml:space="preserve"> </w:t>
      </w:r>
      <w:r w:rsidRPr="00EA518F">
        <w:t>народнохозяйственные</w:t>
      </w:r>
      <w:r w:rsidR="00EA518F">
        <w:t xml:space="preserve"> </w:t>
      </w:r>
      <w:r w:rsidRPr="00EA518F">
        <w:t>расходы</w:t>
      </w:r>
      <w:r w:rsidR="00EA518F">
        <w:t xml:space="preserve"> </w:t>
      </w:r>
      <w:r w:rsidRPr="00EA518F">
        <w:t>выражаются</w:t>
      </w:r>
      <w:r w:rsidR="00EA518F">
        <w:t xml:space="preserve"> </w:t>
      </w:r>
      <w:r w:rsidRPr="00EA518F">
        <w:t>соотношением: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32" type="#_x0000_t75" style="width:72.75pt;height:51pt">
            <v:imagedata r:id="rId1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Ставится</w:t>
      </w:r>
      <w:r w:rsidR="00EA518F">
        <w:t xml:space="preserve"> </w:t>
      </w:r>
      <w:r w:rsidRPr="00EA518F">
        <w:t>следующая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плана</w:t>
      </w:r>
      <w:r w:rsidR="00EA518F">
        <w:t xml:space="preserve"> </w:t>
      </w:r>
      <w:r w:rsidR="00E8503A">
        <w:pict>
          <v:shape id="_x0000_i1033" type="#_x0000_t75" style="width:39.75pt;height:15pt">
            <v:imagedata r:id="rId15" o:title=""/>
          </v:shape>
        </w:pict>
      </w:r>
      <w:r w:rsidRPr="00EA518F">
        <w:t>,</w:t>
      </w:r>
      <w:r w:rsidR="00EA518F">
        <w:t xml:space="preserve"> </w:t>
      </w:r>
      <w:r w:rsidRPr="00EA518F">
        <w:t>когда: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34" type="#_x0000_t75" style="width:77.25pt;height:21pt">
            <v:imagedata r:id="rId16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а</w:t>
      </w:r>
      <w:r w:rsidR="00EA518F">
        <w:t xml:space="preserve"> </w:t>
      </w:r>
      <w:r w:rsidRPr="00EA518F">
        <w:t>линейная</w:t>
      </w:r>
      <w:r w:rsidR="00EA518F">
        <w:t xml:space="preserve"> </w:t>
      </w:r>
      <w:r w:rsidRPr="00EA518F">
        <w:t>форма</w:t>
      </w:r>
      <w:r w:rsidR="00EA518F">
        <w:t xml:space="preserve"> </w:t>
      </w:r>
      <w:r w:rsidRPr="00EA518F">
        <w:t>L</w:t>
      </w:r>
      <w:r w:rsidR="00EA518F">
        <w:t xml:space="preserve"> </w:t>
      </w:r>
      <w:r w:rsidRPr="00EA518F">
        <w:t>обращается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минимум.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приходим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называемой</w:t>
      </w:r>
      <w:r w:rsidR="00EA518F">
        <w:t xml:space="preserve"> </w:t>
      </w:r>
      <w:r w:rsidRPr="00EA518F">
        <w:t>статической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межотраслевого</w:t>
      </w:r>
      <w:r w:rsidR="00EA518F">
        <w:t xml:space="preserve"> </w:t>
      </w:r>
      <w:r w:rsidRPr="00EA518F">
        <w:t>баланса.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Очевидно,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условиям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удовлетворять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наборов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xi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n).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набор</w:t>
      </w:r>
      <w:r w:rsidR="00EA518F">
        <w:t xml:space="preserve"> </w:t>
      </w:r>
      <w:r w:rsidRPr="00EA518F">
        <w:t>носит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допустимого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(стратегии,</w:t>
      </w:r>
      <w:r w:rsidR="00EA518F">
        <w:t xml:space="preserve"> </w:t>
      </w:r>
      <w:r w:rsidRPr="00EA518F">
        <w:t>управления,</w:t>
      </w:r>
      <w:r w:rsidR="00EA518F">
        <w:t xml:space="preserve"> </w:t>
      </w:r>
      <w:r w:rsidRPr="00EA518F">
        <w:t>плана).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доставляет</w:t>
      </w:r>
      <w:r w:rsidR="00EA518F">
        <w:t xml:space="preserve"> </w:t>
      </w:r>
      <w:r w:rsidRPr="00EA518F">
        <w:t>минимум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(линейной</w:t>
      </w:r>
      <w:r w:rsidR="00EA518F">
        <w:t xml:space="preserve"> </w:t>
      </w:r>
      <w:r w:rsidRPr="00EA518F">
        <w:t>форме</w:t>
      </w:r>
      <w:r w:rsidR="00EA518F">
        <w:t xml:space="preserve"> </w:t>
      </w:r>
      <w:r w:rsidRPr="00EA518F">
        <w:t>L)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оптимальным.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Поиск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межотраслевого</w:t>
      </w:r>
      <w:r w:rsidR="00EA518F">
        <w:t xml:space="preserve"> </w:t>
      </w:r>
      <w:r w:rsidRPr="00EA518F">
        <w:t>баланса</w:t>
      </w:r>
      <w:r w:rsidR="00EA518F">
        <w:t xml:space="preserve"> </w:t>
      </w:r>
      <w:r w:rsidRPr="00EA518F">
        <w:t>путем</w:t>
      </w:r>
      <w:r w:rsidR="00EA518F">
        <w:t xml:space="preserve"> </w:t>
      </w:r>
      <w:r w:rsidRPr="00EA518F">
        <w:t>обращения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A)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аспектах</w:t>
      </w:r>
      <w:r w:rsidR="00EA518F">
        <w:t xml:space="preserve"> </w:t>
      </w:r>
      <w:r w:rsidRPr="00EA518F">
        <w:t>был</w:t>
      </w:r>
      <w:r w:rsidR="00EA518F">
        <w:t xml:space="preserve"> </w:t>
      </w:r>
      <w:r w:rsidRPr="00EA518F">
        <w:t>предложен</w:t>
      </w:r>
      <w:r w:rsidR="00EA518F">
        <w:t xml:space="preserve"> </w:t>
      </w:r>
      <w:r w:rsidRPr="00EA518F">
        <w:t>Леонтьевым</w:t>
      </w:r>
      <w:r w:rsidR="00EA518F">
        <w:t xml:space="preserve"> </w:t>
      </w:r>
      <w:r w:rsidRPr="00EA518F">
        <w:t>В.,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научных</w:t>
      </w:r>
      <w:r w:rsidR="00EA518F">
        <w:t xml:space="preserve"> </w:t>
      </w:r>
      <w:r w:rsidRPr="00EA518F">
        <w:t>кругах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матрицей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A)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задачей</w:t>
      </w:r>
      <w:r w:rsidR="00EA518F">
        <w:t xml:space="preserve"> </w:t>
      </w:r>
      <w:r w:rsidRPr="00EA518F">
        <w:t>Леонтьева.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Матрица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получила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Pr="00EA518F">
        <w:t>Леонтьева.</w:t>
      </w:r>
      <w:r w:rsidR="00EA518F">
        <w:t xml:space="preserve"> </w:t>
      </w:r>
      <w:r w:rsidRPr="00EA518F">
        <w:t>Матрица</w:t>
      </w:r>
      <w:r w:rsidR="00EA518F">
        <w:t xml:space="preserve"> </w:t>
      </w:r>
      <w:r w:rsidRPr="00EA518F">
        <w:t>(I-A)</w:t>
      </w:r>
      <w:r w:rsidRPr="00EA518F">
        <w:rPr>
          <w:vertAlign w:val="superscript"/>
        </w:rPr>
        <w:t>-1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матрицей</w:t>
      </w:r>
      <w:r w:rsidR="00EA518F">
        <w:t xml:space="preserve"> </w:t>
      </w:r>
      <w:r w:rsidRPr="00EA518F">
        <w:t>коэффициентов</w:t>
      </w:r>
      <w:r w:rsidR="00EA518F">
        <w:t xml:space="preserve"> </w:t>
      </w:r>
      <w:r w:rsidRPr="00EA518F">
        <w:t>полных</w:t>
      </w:r>
      <w:r w:rsidR="00EA518F">
        <w:t xml:space="preserve"> </w:t>
      </w:r>
      <w:r w:rsidRPr="00EA518F">
        <w:t>затрат.</w:t>
      </w:r>
      <w:r w:rsidR="00EA518F">
        <w:t xml:space="preserve"> </w:t>
      </w:r>
      <w:r w:rsidRPr="00EA518F">
        <w:t>Основной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межотраслевого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сформулирован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матричного</w:t>
      </w:r>
      <w:r w:rsidR="00EA518F">
        <w:t xml:space="preserve"> </w:t>
      </w:r>
      <w:r w:rsidRPr="00EA518F">
        <w:t>равенства: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w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A)</w:t>
      </w:r>
      <w:r w:rsidRPr="00EA518F">
        <w:rPr>
          <w:vertAlign w:val="superscript"/>
        </w:rPr>
        <w:t>-1</w:t>
      </w:r>
      <w:r w:rsidR="00EA518F">
        <w:t xml:space="preserve"> </w:t>
      </w:r>
      <w:r w:rsidRPr="00EA518F">
        <w:t>v</w:t>
      </w:r>
      <w:r w:rsidR="00EA518F">
        <w:t xml:space="preserve"> </w:t>
      </w:r>
      <w:r w:rsidRPr="00EA518F">
        <w:t>.</w:t>
      </w:r>
      <w:r w:rsidR="00EA518F">
        <w:t xml:space="preserve"> </w:t>
      </w:r>
      <w:r w:rsidRPr="00EA518F">
        <w:tab/>
        <w:t>(3.3)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Матрица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продуктивной,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матрица</w:t>
      </w:r>
      <w:r w:rsidR="00EA518F">
        <w:t xml:space="preserve"> </w:t>
      </w:r>
      <w:r w:rsidR="00E8503A">
        <w:pict>
          <v:shape id="_x0000_i1035" type="#_x0000_t75" style="width:77.25pt;height:24.75pt">
            <v:imagedata r:id="rId17" o:title=""/>
          </v:shape>
        </w:pict>
      </w:r>
      <w:r w:rsidR="00EA518F">
        <w:t xml:space="preserve"> </w:t>
      </w:r>
      <w:r w:rsidRPr="00EA518F">
        <w:t>(положительная).</w:t>
      </w:r>
      <w:r w:rsidR="00EA518F">
        <w:t xml:space="preserve"> </w:t>
      </w:r>
      <w:r w:rsidRPr="00EA518F">
        <w:t>Нормой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назовем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сумм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столбцов.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обозначается</w:t>
      </w:r>
      <w:r w:rsidR="00EA518F">
        <w:t xml:space="preserve"> </w:t>
      </w:r>
      <w:r w:rsidRPr="00EA518F">
        <w:t>||A||.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доказать,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положительная</w:t>
      </w:r>
      <w:r w:rsidR="00EA518F">
        <w:t xml:space="preserve"> </w:t>
      </w:r>
      <w:r w:rsidRPr="00EA518F">
        <w:t>матрица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="00E8503A">
        <w:pict>
          <v:shape id="_x0000_i1036" type="#_x0000_t75" style="width:39pt;height:21pt">
            <v:imagedata r:id="rId18" o:title=""/>
          </v:shape>
        </w:pict>
      </w:r>
      <w:r w:rsidRPr="00EA518F">
        <w:t>,</w:t>
      </w:r>
      <w:r w:rsidR="00EA518F">
        <w:t xml:space="preserve"> </w:t>
      </w:r>
      <w:r w:rsidRPr="00EA518F">
        <w:t>причем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столбца</w:t>
      </w:r>
      <w:r w:rsidR="00EA518F">
        <w:t xml:space="preserve"> </w:t>
      </w:r>
      <w:r w:rsidRPr="00EA518F">
        <w:t>сумма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строго</w:t>
      </w:r>
      <w:r w:rsidR="00EA518F">
        <w:t xml:space="preserve"> </w:t>
      </w:r>
      <w:r w:rsidRPr="00EA518F">
        <w:t>меньше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продуктивной</w:t>
      </w:r>
      <w:r w:rsidR="00EA518F">
        <w:t xml:space="preserve"> </w:t>
      </w:r>
      <w:r w:rsidRPr="00EA518F">
        <w:t>матрицей.</w:t>
      </w:r>
      <w:r w:rsidR="00EA518F">
        <w:t xml:space="preserve"> 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3" w:name="_Toc413639600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4.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Задачи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на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смеси</w:t>
      </w:r>
      <w:bookmarkEnd w:id="3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смеси.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Графический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решения.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Общий</w:t>
      </w:r>
      <w:r w:rsidR="00EA518F">
        <w:t xml:space="preserve"> </w:t>
      </w:r>
      <w:r w:rsidRPr="00EA518F">
        <w:t>алгоритм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смеси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показательных</w:t>
      </w:r>
      <w:r w:rsidR="00EA518F">
        <w:t xml:space="preserve"> </w:t>
      </w:r>
      <w:r w:rsidRPr="00EA518F">
        <w:t>классов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линейному</w:t>
      </w:r>
      <w:r w:rsidR="00EA518F">
        <w:t xml:space="preserve"> </w:t>
      </w:r>
      <w:r w:rsidRPr="00EA518F">
        <w:t>программированию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планово-экономических</w:t>
      </w:r>
      <w:r w:rsidR="00EA518F">
        <w:t xml:space="preserve"> </w:t>
      </w:r>
      <w:r w:rsidRPr="00EA518F">
        <w:t>исследований.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примере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рассмотрены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крупных</w:t>
      </w:r>
      <w:r w:rsidR="00EA518F">
        <w:t xml:space="preserve"> </w:t>
      </w:r>
      <w:r w:rsidRPr="00EA518F">
        <w:t>разделов</w:t>
      </w:r>
      <w:r w:rsidR="00EA518F">
        <w:t xml:space="preserve"> </w:t>
      </w:r>
      <w:r w:rsidRPr="00EA518F">
        <w:t>математических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исследований.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Классическая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смеси</w:t>
      </w:r>
      <w:r w:rsidR="00EA518F">
        <w:t xml:space="preserve"> </w:t>
      </w:r>
      <w:r w:rsidRPr="00EA518F">
        <w:t>ставится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образом.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видов</w:t>
      </w:r>
      <w:r w:rsidR="00EA518F">
        <w:t xml:space="preserve"> </w:t>
      </w:r>
      <w:r w:rsidRPr="00EA518F">
        <w:t>сырья</w:t>
      </w:r>
      <w:r w:rsidR="00EA518F">
        <w:t xml:space="preserve"> </w:t>
      </w:r>
      <w:r w:rsidRPr="00EA518F">
        <w:t>объемом</w:t>
      </w:r>
      <w:r w:rsidR="00EA518F">
        <w:t xml:space="preserve"> </w:t>
      </w:r>
      <w:r w:rsidRPr="00EA518F">
        <w:t>соответственно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m-1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m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изготовить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видов</w:t>
      </w:r>
      <w:r w:rsidR="00EA518F">
        <w:t xml:space="preserve"> </w:t>
      </w:r>
      <w:r w:rsidRPr="00EA518F">
        <w:t>продукции.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цена</w:t>
      </w:r>
      <w:r w:rsidR="00EA518F">
        <w:t xml:space="preserve"> </w:t>
      </w:r>
      <w:r w:rsidRPr="00EA518F">
        <w:t>единицы</w:t>
      </w:r>
      <w:r w:rsidR="00EA518F">
        <w:t xml:space="preserve"> </w:t>
      </w:r>
      <w:r w:rsidRPr="00EA518F">
        <w:t>j-го</w:t>
      </w:r>
      <w:r w:rsidR="00EA518F">
        <w:t xml:space="preserve"> </w:t>
      </w:r>
      <w:r w:rsidRPr="00EA518F">
        <w:t>вида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c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изготовления</w:t>
      </w:r>
      <w:r w:rsidR="00EA518F">
        <w:t xml:space="preserve"> </w:t>
      </w:r>
      <w:r w:rsidRPr="00EA518F">
        <w:t>единицы</w:t>
      </w:r>
      <w:r w:rsidR="00EA518F">
        <w:t xml:space="preserve"> </w:t>
      </w:r>
      <w:r w:rsidRPr="00EA518F">
        <w:t>j-го</w:t>
      </w:r>
      <w:r w:rsidR="00EA518F">
        <w:t xml:space="preserve"> </w:t>
      </w:r>
      <w:r w:rsidRPr="00EA518F">
        <w:t>продукта</w:t>
      </w:r>
      <w:r w:rsidR="00EA518F">
        <w:t xml:space="preserve"> </w:t>
      </w:r>
      <w:r w:rsidRPr="00EA518F">
        <w:t>требуется</w:t>
      </w:r>
      <w:r w:rsidR="00EA518F">
        <w:t xml:space="preserve"> </w:t>
      </w:r>
      <w:r w:rsidRPr="00EA518F">
        <w:t>затратить</w:t>
      </w:r>
      <w:r w:rsidR="00EA518F">
        <w:t xml:space="preserve"> </w:t>
      </w:r>
      <w:r w:rsidRPr="00EA518F">
        <w:t>i-ый</w:t>
      </w:r>
      <w:r w:rsidR="00EA518F">
        <w:t xml:space="preserve"> </w:t>
      </w:r>
      <w:r w:rsidRPr="00EA518F">
        <w:t>вид</w:t>
      </w:r>
      <w:r w:rsidR="00EA518F">
        <w:t xml:space="preserve"> </w:t>
      </w:r>
      <w:r w:rsidRPr="00EA518F">
        <w:t>сырья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количестве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ij</w:t>
      </w:r>
      <w:r w:rsidR="00EA518F">
        <w:t xml:space="preserve"> </w:t>
      </w:r>
      <w:r w:rsidRPr="00EA518F">
        <w:t>единиц.</w:t>
      </w:r>
      <w:r w:rsidR="00EA518F">
        <w:t xml:space="preserve"> </w:t>
      </w:r>
      <w:r w:rsidRPr="00EA518F">
        <w:t>Возникает</w:t>
      </w:r>
      <w:r w:rsidR="00EA518F">
        <w:t xml:space="preserve"> </w:t>
      </w:r>
      <w:r w:rsidRPr="00EA518F">
        <w:t>вопрос,</w:t>
      </w:r>
      <w:r w:rsidR="00EA518F">
        <w:t xml:space="preserve"> </w:t>
      </w:r>
      <w:r w:rsidRPr="00EA518F">
        <w:t>какие</w:t>
      </w:r>
      <w:r w:rsidR="00EA518F">
        <w:t xml:space="preserve"> </w:t>
      </w:r>
      <w:r w:rsidRPr="00EA518F">
        <w:t>виды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каком</w:t>
      </w:r>
      <w:r w:rsidR="00EA518F">
        <w:t xml:space="preserve"> </w:t>
      </w:r>
      <w:r w:rsidRPr="00EA518F">
        <w:t>количестве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производить,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получить</w:t>
      </w:r>
      <w:r w:rsidR="00EA518F">
        <w:t xml:space="preserve"> </w:t>
      </w:r>
      <w:r w:rsidRPr="00EA518F">
        <w:t>наибольшую</w:t>
      </w:r>
      <w:r w:rsidR="00EA518F">
        <w:t xml:space="preserve"> </w:t>
      </w:r>
      <w:r w:rsidRPr="00EA518F">
        <w:t>выручку?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производимой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ограниченных</w:t>
      </w:r>
      <w:r w:rsidR="00EA518F">
        <w:t xml:space="preserve"> </w:t>
      </w:r>
      <w:r w:rsidRPr="00EA518F">
        <w:t>ресурсах,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произведенной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должна</w:t>
      </w:r>
      <w:r w:rsidR="00EA518F">
        <w:t xml:space="preserve"> </w:t>
      </w:r>
      <w:r w:rsidRPr="00EA518F">
        <w:t>дать</w:t>
      </w:r>
      <w:r w:rsidR="00EA518F">
        <w:t xml:space="preserve"> </w:t>
      </w:r>
      <w:r w:rsidRPr="00EA518F">
        <w:t>максимальную</w:t>
      </w:r>
      <w:r w:rsidR="00EA518F">
        <w:t xml:space="preserve"> </w:t>
      </w:r>
      <w:r w:rsidRPr="00EA518F">
        <w:t>выручку.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Математически</w:t>
      </w:r>
      <w:r w:rsidR="00EA518F">
        <w:t xml:space="preserve"> </w:t>
      </w:r>
      <w:r w:rsidRPr="00EA518F">
        <w:t>описанную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представить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="00E8503A">
        <w:pict>
          <v:shape id="_x0000_i1037" type="#_x0000_t75" style="width:17.25pt;height:21.75pt">
            <v:imagedata r:id="rId19" o:title=""/>
          </v:shape>
        </w:pic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j-ой</w:t>
      </w:r>
      <w:r w:rsidR="00EA518F">
        <w:t xml:space="preserve"> </w:t>
      </w:r>
      <w:r w:rsidRPr="00EA518F">
        <w:t>продукции,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стоимость</w:t>
      </w:r>
      <w:r w:rsidR="00EA518F">
        <w:t xml:space="preserve"> </w:t>
      </w:r>
      <w:r w:rsidRPr="00EA518F">
        <w:t>всей</w:t>
      </w:r>
      <w:r w:rsidR="00EA518F">
        <w:t xml:space="preserve"> </w:t>
      </w:r>
      <w:r w:rsidRPr="00EA518F">
        <w:t>произведенной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выразить</w:t>
      </w:r>
      <w:r w:rsidR="00EA518F">
        <w:t xml:space="preserve"> </w:t>
      </w:r>
      <w:r w:rsidRPr="00EA518F">
        <w:t>функцией:</w:t>
      </w:r>
    </w:p>
    <w:p w:rsidR="007B6CD4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E8503A">
        <w:pict>
          <v:shape id="_x0000_i1038" type="#_x0000_t75" style="width:72.75pt;height:51pt">
            <v:imagedata r:id="rId20" o:title=""/>
          </v:shape>
        </w:pict>
      </w:r>
      <w:r>
        <w:t xml:space="preserve"> </w:t>
      </w:r>
      <w:r w:rsidR="007B6CD4" w:rsidRPr="00EA518F">
        <w:noBreakHyphen/>
      </w:r>
      <w:r>
        <w:t xml:space="preserve"> </w:t>
      </w:r>
      <w:r w:rsidR="007B6CD4" w:rsidRPr="00EA518F">
        <w:t>целевая</w:t>
      </w:r>
      <w:r>
        <w:t xml:space="preserve"> </w:t>
      </w:r>
      <w:r w:rsidR="007B6CD4" w:rsidRPr="00EA518F">
        <w:t>функция.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Следовательно,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задаче</w:t>
      </w:r>
      <w:r w:rsidR="00EA518F">
        <w:t xml:space="preserve"> </w:t>
      </w:r>
      <w:r w:rsidRPr="00EA518F">
        <w:t>идет</w:t>
      </w:r>
      <w:r w:rsidR="00EA518F">
        <w:t xml:space="preserve"> </w:t>
      </w:r>
      <w:r w:rsidRPr="00EA518F">
        <w:t>речь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достижении</w:t>
      </w:r>
      <w:r w:rsidR="00EA518F">
        <w:t xml:space="preserve"> </w:t>
      </w:r>
      <w:r w:rsidRPr="00EA518F">
        <w:t>максимума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L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множестве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="00E8503A">
        <w:pict>
          <v:shape id="_x0000_i1039" type="#_x0000_t75" style="width:17.25pt;height:21.75pt">
            <v:imagedata r:id="rId21" o:title=""/>
          </v:shape>
        </w:pict>
      </w:r>
      <w:r w:rsidRPr="00EA518F">
        <w:t>.</w:t>
      </w:r>
      <w:r w:rsidR="00EA518F">
        <w:t xml:space="preserve"> </w:t>
      </w:r>
      <w:r w:rsidRPr="00EA518F">
        <w:t>Другими</w:t>
      </w:r>
      <w:r w:rsidR="00EA518F">
        <w:t xml:space="preserve"> </w:t>
      </w:r>
      <w:r w:rsidRPr="00EA518F">
        <w:t>словами,</w:t>
      </w:r>
      <w:r w:rsidR="00EA518F">
        <w:t xml:space="preserve"> </w:t>
      </w:r>
      <w:r w:rsidRPr="00EA518F">
        <w:t>критерием</w:t>
      </w:r>
      <w:r w:rsidR="00EA518F">
        <w:t xml:space="preserve"> </w:t>
      </w:r>
      <w:r w:rsidRPr="00EA518F">
        <w:t>оптимальности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является:</w:t>
      </w:r>
      <w:r w:rsidR="00EA518F">
        <w:t xml:space="preserve"> </w:t>
      </w:r>
      <w:r w:rsidR="00E8503A">
        <w:pict>
          <v:shape id="_x0000_i1040" type="#_x0000_t75" style="width:41.25pt;height:36.75pt">
            <v:imagedata r:id="rId22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Очевидно,</w:t>
      </w:r>
      <w:r w:rsidR="00EA518F">
        <w:t xml:space="preserve"> </w:t>
      </w:r>
      <w:r w:rsidRPr="00EA518F">
        <w:t>далее,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="00E8503A">
        <w:pict>
          <v:shape id="_x0000_i1041" type="#_x0000_t75" style="width:17.25pt;height:21.75pt">
            <v:imagedata r:id="rId21" o:title=""/>
          </v:shape>
        </w:pic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2,...,</w:t>
      </w:r>
      <w:r w:rsidR="00EA518F">
        <w:t xml:space="preserve"> </w:t>
      </w:r>
      <w:r w:rsidRPr="00EA518F">
        <w:t>n.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произведенной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отрицательным.</w:t>
      </w:r>
      <w:r w:rsidR="00EA518F">
        <w:t xml:space="preserve"> </w:t>
      </w:r>
      <w:r w:rsidRPr="00EA518F">
        <w:t>Далее,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единицу</w:t>
      </w:r>
      <w:r w:rsidR="00EA518F">
        <w:t xml:space="preserve"> </w:t>
      </w:r>
      <w:r w:rsidRPr="00EA518F">
        <w:t>j-го</w:t>
      </w:r>
      <w:r w:rsidR="00EA518F">
        <w:t xml:space="preserve"> </w:t>
      </w:r>
      <w:r w:rsidRPr="00EA518F">
        <w:t>вида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требуется</w:t>
      </w:r>
      <w:r w:rsidR="00EA518F">
        <w:t xml:space="preserve"> </w:t>
      </w:r>
      <w:r w:rsidR="00E8503A">
        <w:pict>
          <v:shape id="_x0000_i1042" type="#_x0000_t75" style="width:18pt;height:21.75pt">
            <v:imagedata r:id="rId23" o:title=""/>
          </v:shape>
        </w:pic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сырья,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изготовления</w:t>
      </w:r>
      <w:r w:rsidR="00EA518F">
        <w:t xml:space="preserve"> </w:t>
      </w:r>
      <w:r w:rsidR="00E8503A">
        <w:pict>
          <v:shape id="_x0000_i1043" type="#_x0000_t75" style="width:17.25pt;height:21.75pt">
            <v:imagedata r:id="rId21" o:title=""/>
          </v:shape>
        </w:pic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j-го</w:t>
      </w:r>
      <w:r w:rsidR="00EA518F">
        <w:t xml:space="preserve"> </w:t>
      </w:r>
      <w:r w:rsidRPr="00EA518F">
        <w:t>продукта</w:t>
      </w:r>
      <w:r w:rsidR="00EA518F">
        <w:t xml:space="preserve"> </w:t>
      </w:r>
      <w:r w:rsidRPr="00EA518F">
        <w:t>потребуется</w:t>
      </w:r>
      <w:r w:rsidR="00EA518F">
        <w:t xml:space="preserve"> </w:t>
      </w:r>
      <w:r w:rsidR="00E8503A">
        <w:pict>
          <v:shape id="_x0000_i1044" type="#_x0000_t75" style="width:32.25pt;height:21.75pt">
            <v:imagedata r:id="rId24" o:title=""/>
          </v:shape>
        </w:pic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сырья.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тот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вид</w:t>
      </w:r>
      <w:r w:rsidR="00EA518F">
        <w:t xml:space="preserve"> </w:t>
      </w:r>
      <w:r w:rsidRPr="00EA518F">
        <w:t>сырья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использоваться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любого</w:t>
      </w:r>
      <w:r w:rsidR="00EA518F">
        <w:t xml:space="preserve"> </w:t>
      </w:r>
      <w:r w:rsidRPr="00EA518F">
        <w:t>j-го</w:t>
      </w:r>
      <w:r w:rsidR="00EA518F">
        <w:t xml:space="preserve"> </w:t>
      </w:r>
      <w:r w:rsidRPr="00EA518F">
        <w:t>продукта,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суммарные</w:t>
      </w:r>
      <w:r w:rsidR="00EA518F">
        <w:t xml:space="preserve"> </w:t>
      </w:r>
      <w:r w:rsidRPr="00EA518F">
        <w:t>потребности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сырья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j-ые</w:t>
      </w:r>
      <w:r w:rsidR="00EA518F">
        <w:t xml:space="preserve"> </w:t>
      </w:r>
      <w:r w:rsidRPr="00EA518F">
        <w:t>продукты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должны</w:t>
      </w:r>
      <w:r w:rsidR="00EA518F">
        <w:t xml:space="preserve"> </w:t>
      </w:r>
      <w:r w:rsidRPr="00EA518F">
        <w:t>превышать</w:t>
      </w:r>
      <w:r w:rsidR="00EA518F">
        <w:t xml:space="preserve"> </w:t>
      </w:r>
      <w:r w:rsidRPr="00EA518F">
        <w:t>имеющихся</w:t>
      </w:r>
      <w:r w:rsidR="00EA518F">
        <w:t xml:space="preserve"> </w:t>
      </w:r>
      <w:r w:rsidRPr="00EA518F">
        <w:t>ресурсов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m</w:t>
      </w:r>
      <w:r w:rsidR="00EA518F">
        <w:t xml:space="preserve"> </w:t>
      </w:r>
      <w:r w:rsidRPr="00EA518F">
        <w:t>сырья,</w:t>
      </w:r>
      <w:r w:rsidR="00EA518F">
        <w:t xml:space="preserve"> </w:t>
      </w:r>
      <w:r w:rsidRPr="00EA518F">
        <w:t>т.е.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45" type="#_x0000_t75" style="width:159pt;height:45pt" fillcolor="window">
            <v:imagedata r:id="rId25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приходим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следующей</w:t>
      </w:r>
      <w:r w:rsidR="00EA518F">
        <w:t xml:space="preserve"> </w:t>
      </w:r>
      <w:r w:rsidRPr="00EA518F">
        <w:t>математической</w:t>
      </w:r>
      <w:r w:rsidR="00EA518F">
        <w:t xml:space="preserve"> </w:t>
      </w:r>
      <w:r w:rsidRPr="00EA518F">
        <w:t>задаче.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Найти:</w:t>
      </w:r>
      <w:r w:rsidR="00EA518F">
        <w:t xml:space="preserve"> </w:t>
      </w:r>
      <w:r w:rsidR="00E8503A">
        <w:pict>
          <v:shape id="_x0000_i1046" type="#_x0000_t75" style="width:75pt;height:51pt">
            <v:imagedata r:id="rId26" o:title=""/>
          </v:shape>
        </w:pic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условии,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="00E8503A">
        <w:pict>
          <v:shape id="_x0000_i1047" type="#_x0000_t75" style="width:123pt;height:21pt" fillcolor="window">
            <v:imagedata r:id="rId27" o:title=""/>
          </v:shape>
        </w:pict>
      </w:r>
      <w:r w:rsidR="00EA518F">
        <w:t xml:space="preserve"> </w:t>
      </w:r>
      <w:r w:rsidRPr="00EA518F">
        <w:t>и</w:t>
      </w:r>
      <w:r w:rsidR="00EA518F">
        <w:t xml:space="preserve"> </w:t>
      </w:r>
      <w:r w:rsidR="00E8503A">
        <w:pict>
          <v:shape id="_x0000_i1048" type="#_x0000_t75" style="width:152.25pt;height:45pt" fillcolor="window">
            <v:imagedata r:id="rId28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Очевидно,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условиям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удовлетворить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наборов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j</w:t>
      </w:r>
      <w:r w:rsidRPr="00EA518F">
        <w:t>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n.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наборов</w:t>
      </w:r>
      <w:r w:rsidR="00EA518F">
        <w:t xml:space="preserve"> </w:t>
      </w:r>
      <w:r w:rsidRPr="00EA518F">
        <w:t>носит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допустимого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(стратегии,</w:t>
      </w:r>
      <w:r w:rsidR="00EA518F">
        <w:t xml:space="preserve"> </w:t>
      </w:r>
      <w:r w:rsidRPr="00EA518F">
        <w:t>управления,</w:t>
      </w:r>
      <w:r w:rsidR="00EA518F">
        <w:t xml:space="preserve"> </w:t>
      </w:r>
      <w:r w:rsidRPr="00EA518F">
        <w:t>плана).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max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функции,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оптимальным.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Графический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смеси</w:t>
      </w:r>
      <w:r w:rsidR="00EA518F">
        <w:t xml:space="preserve"> </w:t>
      </w:r>
      <w:r w:rsidRPr="00EA518F">
        <w:t>вытекает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следующих</w:t>
      </w:r>
      <w:r w:rsidR="00EA518F">
        <w:t xml:space="preserve"> </w:t>
      </w:r>
      <w:r w:rsidRPr="00EA518F">
        <w:t>основных</w:t>
      </w:r>
      <w:r w:rsidR="00EA518F">
        <w:t xml:space="preserve"> </w:t>
      </w:r>
      <w:r w:rsidRPr="00EA518F">
        <w:t>свойств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существует</w:t>
      </w:r>
      <w:r w:rsidR="00EA518F">
        <w:t xml:space="preserve"> </w:t>
      </w:r>
      <w:r w:rsidRPr="00EA518F">
        <w:t>выпуклый</w:t>
      </w:r>
      <w:r w:rsidR="00EA518F">
        <w:t xml:space="preserve"> </w:t>
      </w:r>
      <w:r w:rsidRPr="00EA518F">
        <w:t>многоугольник</w:t>
      </w:r>
      <w:r w:rsidR="00EA518F">
        <w:t xml:space="preserve"> </w:t>
      </w:r>
      <w:r w:rsidRPr="00EA518F">
        <w:t>(многогранник)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оптимальное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вершин</w:t>
      </w:r>
      <w:r w:rsidR="00EA518F">
        <w:t xml:space="preserve"> </w:t>
      </w:r>
      <w:r w:rsidRPr="00EA518F">
        <w:t>многоугольника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Следовательно,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построить</w:t>
      </w:r>
      <w:r w:rsidR="00EA518F">
        <w:t xml:space="preserve"> </w:t>
      </w:r>
      <w:r w:rsidRPr="00EA518F">
        <w:t>гиперплоскость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(критерия)</w:t>
      </w:r>
      <w:r w:rsidR="00EA518F">
        <w:t xml:space="preserve"> </w:t>
      </w:r>
      <w:r w:rsidRPr="00EA518F">
        <w:t>нулевого</w:t>
      </w:r>
      <w:r w:rsidR="00EA518F">
        <w:t xml:space="preserve"> </w:t>
      </w:r>
      <w:r w:rsidRPr="00EA518F">
        <w:t>уровня,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передвигая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сторону</w:t>
      </w:r>
      <w:r w:rsidR="00EA518F">
        <w:t xml:space="preserve"> </w:t>
      </w:r>
      <w:r w:rsidRPr="00EA518F">
        <w:t>возрастания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переменных,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последнюю</w:t>
      </w:r>
      <w:r w:rsidR="00EA518F">
        <w:t xml:space="preserve"> </w:t>
      </w:r>
      <w:r w:rsidRPr="00EA518F">
        <w:t>вершину</w:t>
      </w:r>
      <w:r w:rsidR="00EA518F">
        <w:t xml:space="preserve"> </w:t>
      </w:r>
      <w:r w:rsidRPr="00EA518F">
        <w:t>многоугольника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задачи,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передвигаемая</w:t>
      </w:r>
      <w:r w:rsidR="00EA518F">
        <w:t xml:space="preserve"> </w:t>
      </w:r>
      <w:r w:rsidRPr="00EA518F">
        <w:t>гиперплоскость</w:t>
      </w:r>
      <w:r w:rsidR="00EA518F">
        <w:t xml:space="preserve"> </w:t>
      </w:r>
      <w:r w:rsidRPr="00EA518F">
        <w:t>впервые</w:t>
      </w:r>
      <w:r w:rsidR="00EA518F">
        <w:t xml:space="preserve"> </w:t>
      </w:r>
      <w:r w:rsidRPr="00EA518F">
        <w:t>встречается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покидает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многоугольника.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частном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гиперплоскость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представлять</w:t>
      </w:r>
      <w:r w:rsidR="00EA518F">
        <w:t xml:space="preserve"> </w:t>
      </w:r>
      <w:r w:rsidRPr="00EA518F">
        <w:t>прямую</w:t>
      </w:r>
      <w:r w:rsidR="00EA518F">
        <w:t xml:space="preserve"> </w:t>
      </w:r>
      <w:r w:rsidRPr="00EA518F">
        <w:t>линию.</w:t>
      </w:r>
      <w:r w:rsidR="00EA518F">
        <w:t xml:space="preserve"> </w:t>
      </w:r>
      <w:r w:rsidRPr="00EA518F">
        <w:t>Соответственно</w:t>
      </w:r>
      <w:r w:rsidR="00EA518F">
        <w:t xml:space="preserve"> </w:t>
      </w:r>
      <w:r w:rsidRPr="00EA518F">
        <w:t>первая</w:t>
      </w:r>
      <w:r w:rsidR="00EA518F">
        <w:t xml:space="preserve"> </w:t>
      </w:r>
      <w:r w:rsidRPr="00EA518F">
        <w:t>вершина</w:t>
      </w:r>
      <w:r w:rsidR="00EA518F">
        <w:t xml:space="preserve"> </w:t>
      </w:r>
      <w:r w:rsidRPr="00EA518F">
        <w:t>встречи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определять</w:t>
      </w:r>
      <w:r w:rsidR="00EA518F">
        <w:t xml:space="preserve"> </w:t>
      </w:r>
      <w:r w:rsidRPr="00EA518F">
        <w:t>минимальное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последняя</w:t>
      </w:r>
      <w:r w:rsidR="00EA518F">
        <w:t xml:space="preserve"> </w:t>
      </w:r>
      <w:r w:rsidRPr="00EA518F">
        <w:t>вершина</w:t>
      </w:r>
      <w:r w:rsidR="00EA518F">
        <w:t xml:space="preserve"> </w:t>
      </w:r>
      <w:r w:rsidRPr="00EA518F">
        <w:t>встречи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максимальное.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Общий</w:t>
      </w:r>
      <w:r w:rsidR="00EA518F">
        <w:rPr>
          <w:b w:val="0"/>
        </w:rPr>
        <w:t xml:space="preserve"> </w:t>
      </w:r>
      <w:r w:rsidRPr="00EA518F">
        <w:rPr>
          <w:b w:val="0"/>
        </w:rPr>
        <w:t>алгоритм</w:t>
      </w:r>
      <w:r w:rsidR="00EA518F">
        <w:rPr>
          <w:b w:val="0"/>
        </w:rPr>
        <w:t xml:space="preserve"> </w:t>
      </w:r>
      <w:r w:rsidRPr="00EA518F">
        <w:rPr>
          <w:b w:val="0"/>
        </w:rPr>
        <w:t>решения</w:t>
      </w:r>
      <w:r w:rsidR="00EA518F">
        <w:rPr>
          <w:b w:val="0"/>
        </w:rPr>
        <w:t xml:space="preserve"> </w:t>
      </w:r>
      <w:r w:rsidRPr="00EA518F">
        <w:rPr>
          <w:b w:val="0"/>
        </w:rPr>
        <w:t>задач</w:t>
      </w:r>
      <w:r w:rsidR="00EA518F">
        <w:rPr>
          <w:b w:val="0"/>
        </w:rPr>
        <w:t xml:space="preserve"> </w:t>
      </w:r>
      <w:r w:rsidRPr="00EA518F">
        <w:rPr>
          <w:b w:val="0"/>
        </w:rPr>
        <w:t>линейного</w:t>
      </w:r>
      <w:r w:rsidR="00EA518F">
        <w:rPr>
          <w:b w:val="0"/>
        </w:rPr>
        <w:t xml:space="preserve"> </w:t>
      </w:r>
      <w:r w:rsidRPr="00EA518F">
        <w:rPr>
          <w:b w:val="0"/>
        </w:rPr>
        <w:t>программирования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Без</w:t>
      </w:r>
      <w:r w:rsidR="00EA518F">
        <w:t xml:space="preserve"> </w:t>
      </w:r>
      <w:r w:rsidRPr="00EA518F">
        <w:t>ограничения</w:t>
      </w:r>
      <w:r w:rsidR="00EA518F">
        <w:t xml:space="preserve"> </w:t>
      </w:r>
      <w:r w:rsidRPr="00EA518F">
        <w:t>общности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следующую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49" type="#_x0000_t75" style="width:273.75pt;height:45pt" fillcolor="window">
            <v:imagedata r:id="rId29" o:title=""/>
          </v:shape>
        </w:pict>
      </w:r>
      <w:r w:rsidR="007B6CD4" w:rsidRPr="00EA518F">
        <w:t>,</w:t>
      </w:r>
      <w:r w:rsidR="007B6CD4" w:rsidRPr="00EA518F">
        <w:tab/>
      </w:r>
      <w:r w:rsidR="00EA518F">
        <w:t xml:space="preserve"> </w:t>
      </w:r>
      <w:r w:rsidR="007B6CD4" w:rsidRPr="00EA518F">
        <w:t>(4.1)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50" type="#_x0000_t75" style="width:72.75pt;height:51pt">
            <v:imagedata r:id="rId30" o:title=""/>
          </v:shape>
        </w:pict>
      </w:r>
      <w:r w:rsidR="007B6CD4" w:rsidRPr="00EA518F">
        <w:t>.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Найти</w:t>
      </w:r>
      <w:r w:rsidR="00EA518F">
        <w:t xml:space="preserve"> </w:t>
      </w:r>
      <w:r w:rsidRPr="00EA518F">
        <w:t>среди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="00E8503A">
        <w:pict>
          <v:shape id="_x0000_i1051" type="#_x0000_t75" style="width:39pt;height:21.75pt">
            <v:imagedata r:id="rId31" o:title=""/>
          </v:shape>
        </w:pict>
      </w:r>
      <w:r w:rsidRPr="00EA518F">
        <w:t>,</w:t>
      </w:r>
      <w:r w:rsidR="00EA518F">
        <w:t xml:space="preserve"> </w:t>
      </w:r>
      <w:r w:rsidRPr="00EA518F">
        <w:rPr>
          <w:lang w:val="en-US"/>
        </w:rPr>
        <w:t>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rPr>
          <w:lang w:val="en-US"/>
        </w:rPr>
        <w:t>n</w:t>
      </w:r>
      <w:r w:rsidRPr="00EA518F">
        <w:t>,</w:t>
      </w:r>
      <w:r w:rsidR="00EA518F">
        <w:t xml:space="preserve"> </w:t>
      </w:r>
      <w:r w:rsidRPr="00EA518F">
        <w:t>такие,</w:t>
      </w:r>
      <w:r w:rsidR="00EA518F">
        <w:t xml:space="preserve"> </w:t>
      </w:r>
      <w:r w:rsidRPr="00EA518F">
        <w:t>что: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E8503A">
        <w:rPr>
          <w:lang w:val="en-US"/>
        </w:rPr>
        <w:pict>
          <v:shape id="_x0000_i1052" type="#_x0000_t75" style="width:66pt;height:33pt">
            <v:imagedata r:id="rId32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Основные</w:t>
      </w:r>
      <w:r w:rsidR="00EA518F">
        <w:t xml:space="preserve"> </w:t>
      </w:r>
      <w:r w:rsidRPr="00EA518F">
        <w:t>шаги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сформулированной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следующие.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неотрицательных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="00E8503A">
        <w:pict>
          <v:shape id="_x0000_i1053" type="#_x0000_t75" style="width:17.25pt;height:21.75pt">
            <v:imagedata r:id="rId21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Подставляем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полученное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чего</w:t>
      </w:r>
      <w:r w:rsidR="00EA518F">
        <w:t xml:space="preserve"> </w:t>
      </w:r>
      <w:r w:rsidRPr="00EA518F">
        <w:t>получаем</w:t>
      </w:r>
      <w:r w:rsidR="00EA518F">
        <w:t xml:space="preserve"> </w:t>
      </w:r>
      <w:r w:rsidRPr="00EA518F">
        <w:t>новую</w:t>
      </w:r>
      <w:r w:rsidR="00EA518F">
        <w:t xml:space="preserve"> </w:t>
      </w:r>
      <w:r w:rsidRPr="00EA518F">
        <w:t>систему,</w:t>
      </w:r>
      <w:r w:rsidR="00EA518F">
        <w:t xml:space="preserve"> </w:t>
      </w:r>
      <w:r w:rsidRPr="00EA518F">
        <w:t>эквивалентную</w:t>
      </w:r>
      <w:r w:rsidR="00EA518F">
        <w:t xml:space="preserve"> </w:t>
      </w:r>
      <w:r w:rsidRPr="00EA518F">
        <w:t>исходной:</w:t>
      </w:r>
    </w:p>
    <w:p w:rsidR="00EA518F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54" type="#_x0000_t75" style="width:321.75pt;height:47.25pt" fillcolor="window">
            <v:imagedata r:id="rId33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Подставляем</w:t>
      </w:r>
      <w:r w:rsidR="00EA518F">
        <w:t xml:space="preserve"> </w:t>
      </w:r>
      <w:r w:rsidRPr="00EA518F">
        <w:t>выражения</w:t>
      </w:r>
      <w:r w:rsidR="00EA518F">
        <w:t xml:space="preserve"> </w:t>
      </w:r>
      <w:r w:rsidRPr="00EA518F">
        <w:t>основных</w:t>
      </w:r>
      <w:r w:rsidR="00EA518F">
        <w:t xml:space="preserve"> </w:t>
      </w:r>
      <w:r w:rsidRPr="00EA518F">
        <w:t>переменных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rPr>
          <w:lang w:val="en-US"/>
        </w:rPr>
        <w:t>L</w:t>
      </w:r>
      <w:r w:rsidRPr="00EA518F">
        <w:t>:</w:t>
      </w:r>
    </w:p>
    <w:p w:rsidR="00EA518F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55" type="#_x0000_t75" style="width:143.25pt;height:54.75pt">
            <v:imagedata r:id="rId3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  <w:rPr>
          <w:snapToGrid w:val="0"/>
        </w:rPr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4.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Применяем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последовательность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тождественных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полученной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линейной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форме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до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тех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пор,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пока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исчезнут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положительные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коэффициенты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линейной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форме,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т.е.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нарушатся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условия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ее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существования.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После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конечного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числа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указанных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шагов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(если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зацикливания)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находится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оптимальное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решение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поставленной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задачи.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этом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заключается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суть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симплекс-метода.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Возникает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вопрос.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Как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найти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хотя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бы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одно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неотрицательное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решение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(4.1)?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Сводим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исходную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систему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(4.1)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виду: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56" type="#_x0000_t75" style="width:110.25pt;height:56.25pt">
            <v:imagedata r:id="rId35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rPr>
          <w:lang w:val="en-US"/>
        </w:rPr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rPr>
          <w:lang w:val="en-US"/>
        </w:rPr>
        <w:t>m</w:t>
      </w:r>
      <w:r w:rsidR="007B6CD4" w:rsidRPr="00EA518F">
        <w:t>.</w:t>
      </w:r>
      <w:r w:rsidR="007B6CD4" w:rsidRPr="00EA518F">
        <w:tab/>
        <w:t>(4.2)</w:t>
      </w:r>
    </w:p>
    <w:p w:rsidR="00EA518F" w:rsidRDefault="00EA518F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  <w:rPr>
          <w:snapToGrid w:val="0"/>
        </w:rPr>
      </w:pP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Если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этой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имеется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переменная,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входящая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только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одно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уравнение,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коэффициент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имеет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знак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«+»,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можно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разрешить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относительно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этой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Считаем,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что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(4.2)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разрешены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относительно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всех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таких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переменных,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тогда,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сделав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перенумерацию,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имеем: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57" type="#_x0000_t75" style="width:132pt;height:135.75pt">
            <v:imagedata r:id="rId36" o:title=""/>
          </v:shape>
        </w:pict>
      </w:r>
      <w:r w:rsidR="007B6CD4" w:rsidRPr="00EA518F">
        <w:tab/>
        <w:t>(4.3)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rPr>
          <w:lang w:val="en-US"/>
        </w:rPr>
        <w:t>l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rPr>
          <w:lang w:val="en-US"/>
        </w:rPr>
        <w:t>l</w:t>
      </w:r>
      <w:r w:rsidRPr="00EA518F">
        <w:rPr>
          <w:vertAlign w:val="subscript"/>
        </w:rPr>
        <w:t>0</w:t>
      </w:r>
      <w:r w:rsidRPr="00EA518F">
        <w:t>;</w:t>
      </w:r>
      <w:r w:rsidR="00EA518F">
        <w:t xml:space="preserve"> </w:t>
      </w:r>
      <w:r w:rsidRPr="00EA518F">
        <w:rPr>
          <w:lang w:val="en-US"/>
        </w:rPr>
        <w:t>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rPr>
          <w:lang w:val="en-US"/>
        </w:rPr>
        <w:t></w:t>
      </w:r>
      <w:r w:rsidRPr="00EA518F">
        <w:rPr>
          <w:vertAlign w:val="subscript"/>
        </w:rPr>
        <w:t>0</w:t>
      </w:r>
      <w:r w:rsidRPr="00EA518F">
        <w:t>;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rPr>
          <w:lang w:val="en-US"/>
        </w:rPr>
        <w:t>l</w:t>
      </w:r>
      <w:r w:rsidRPr="00EA518F">
        <w:rPr>
          <w:vertAlign w:val="subscript"/>
        </w:rPr>
        <w:t>0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rPr>
          <w:lang w:val="en-US"/>
        </w:rPr>
        <w:t></w:t>
      </w:r>
      <w:r w:rsidRPr="00EA518F">
        <w:rPr>
          <w:vertAlign w:val="subscript"/>
        </w:rPr>
        <w:t>0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rPr>
          <w:lang w:val="en-US"/>
        </w:rPr>
        <w:t>m</w:t>
      </w:r>
      <w:r w:rsidRPr="00EA518F">
        <w:t>;</w:t>
      </w:r>
      <w:r w:rsidR="00EA518F">
        <w:t xml:space="preserve"> </w:t>
      </w:r>
      <w:r w:rsidRPr="00EA518F">
        <w:rPr>
          <w:lang w:val="en-US"/>
        </w:rPr>
        <w:t>l</w:t>
      </w:r>
      <w:r w:rsidRPr="00EA518F">
        <w:rPr>
          <w:vertAlign w:val="subscript"/>
        </w:rPr>
        <w:t>0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rPr>
          <w:lang w:val="en-US"/>
        </w:rPr>
        <w:t>k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rPr>
          <w:lang w:val="en-US"/>
        </w:rPr>
        <w:t>n</w:t>
      </w:r>
      <w:r w:rsidRPr="00EA518F">
        <w:t>;</w:t>
      </w:r>
      <w:r w:rsidR="00EA518F">
        <w:t xml:space="preserve"> </w:t>
      </w:r>
      <w:r w:rsidR="00E8503A">
        <w:rPr>
          <w:lang w:val="en-US"/>
        </w:rPr>
        <w:pict>
          <v:shape id="_x0000_i1058" type="#_x0000_t75" style="width:81pt;height:21.75pt">
            <v:imagedata r:id="rId37" o:title=""/>
          </v:shape>
        </w:pict>
      </w:r>
      <w:r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  <w:rPr>
          <w:snapToGrid w:val="0"/>
        </w:rPr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Любое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(4.3),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неразрешенное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относительно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какой-либо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переменной,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будем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называть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0-уравнением.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Для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(4.3)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неотрицательное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решение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отыскивается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последовательными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тождественными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преобразованиями,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удовлетворяющими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следующим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условиям: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1.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Отыскиваем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0-уравнение,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которого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свободный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член</w:t>
      </w:r>
      <w:r w:rsidR="00EA518F">
        <w:rPr>
          <w:snapToGrid w:val="0"/>
        </w:rPr>
        <w:t xml:space="preserve"> </w:t>
      </w:r>
      <w:r w:rsidR="00E8503A">
        <w:rPr>
          <w:snapToGrid w:val="0"/>
          <w:lang w:val="en-US"/>
        </w:rPr>
        <w:pict>
          <v:shape id="_x0000_i1059" type="#_x0000_t75" style="width:38.25pt;height:21pt" fillcolor="window">
            <v:imagedata r:id="rId38" o:title=""/>
          </v:shape>
        </w:pic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(если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такого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свободного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члена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нет,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значения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переменных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xl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=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bl</w:t>
      </w:r>
      <w:r w:rsidRPr="00EA518F">
        <w:rPr>
          <w:snapToGrid w:val="0"/>
        </w:rPr>
        <w:t>,</w:t>
      </w:r>
      <w:r w:rsidR="00EA518F">
        <w:rPr>
          <w:snapToGrid w:val="0"/>
        </w:rPr>
        <w:t xml:space="preserve"> </w:t>
      </w:r>
      <w:r w:rsidR="00E8503A">
        <w:rPr>
          <w:snapToGrid w:val="0"/>
          <w:lang w:val="en-US"/>
        </w:rPr>
        <w:pict>
          <v:shape id="_x0000_i1060" type="#_x0000_t75" style="width:39pt;height:21pt" fillcolor="window">
            <v:imagedata r:id="rId39" o:title=""/>
          </v:shape>
        </w:pict>
      </w:r>
      <w:r w:rsidRPr="00EA518F">
        <w:rPr>
          <w:snapToGrid w:val="0"/>
        </w:rPr>
        <w:t>,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l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=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1,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2,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...,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l</w:t>
      </w:r>
      <w:r w:rsidRPr="00EA518F">
        <w:rPr>
          <w:snapToGrid w:val="0"/>
        </w:rPr>
        <w:t>0;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j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=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1,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2,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...,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k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образуют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неотрицательное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решение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(4.3)).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Пусть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это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будет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i</w:t>
      </w:r>
      <w:r w:rsidRPr="00EA518F">
        <w:rPr>
          <w:snapToGrid w:val="0"/>
        </w:rPr>
        <w:t>-ое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2.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Отмечаем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i</w:t>
      </w:r>
      <w:r w:rsidRPr="00EA518F">
        <w:rPr>
          <w:snapToGrid w:val="0"/>
        </w:rPr>
        <w:t>-ом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положительный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коэффициент</w:t>
      </w:r>
      <w:r w:rsidR="00EA518F">
        <w:rPr>
          <w:snapToGrid w:val="0"/>
        </w:rPr>
        <w:t xml:space="preserve"> </w:t>
      </w:r>
      <w:r w:rsidR="00E8503A">
        <w:rPr>
          <w:snapToGrid w:val="0"/>
          <w:lang w:val="en-US"/>
        </w:rPr>
        <w:pict>
          <v:shape id="_x0000_i1061" type="#_x0000_t75" style="width:17.25pt;height:21pt" fillcolor="window">
            <v:imagedata r:id="rId40" o:title=""/>
          </v:shape>
        </w:pict>
      </w:r>
      <w:r w:rsidRPr="00EA518F">
        <w:rPr>
          <w:snapToGrid w:val="0"/>
        </w:rPr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3.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Находим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разрешающий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элемент</w:t>
      </w:r>
      <w:r w:rsidR="00EA518F">
        <w:rPr>
          <w:snapToGrid w:val="0"/>
        </w:rPr>
        <w:t xml:space="preserve"> </w:t>
      </w:r>
      <w:r w:rsidR="00E8503A">
        <w:rPr>
          <w:snapToGrid w:val="0"/>
          <w:lang w:val="en-US"/>
        </w:rPr>
        <w:pict>
          <v:shape id="_x0000_i1062" type="#_x0000_t75" style="width:22.5pt;height:21pt" fillcolor="window">
            <v:imagedata r:id="rId41" o:title=""/>
          </v:shape>
        </w:pic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производим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торжествен</w:t>
      </w:r>
      <w:r w:rsidRPr="00EA518F">
        <w:rPr>
          <w:snapToGrid w:val="0"/>
        </w:rPr>
        <w:softHyphen/>
        <w:t>ное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(4.3).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4.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i</w:t>
      </w:r>
      <w:r w:rsidRPr="00EA518F">
        <w:rPr>
          <w:snapToGrid w:val="0"/>
        </w:rPr>
        <w:t>-ое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используется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до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тех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пор,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пока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либо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его,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либо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придем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несовместимости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системы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(4.3).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5.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После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разрешения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i</w:t>
      </w:r>
      <w:r w:rsidRPr="00EA518F">
        <w:rPr>
          <w:snapToGrid w:val="0"/>
        </w:rPr>
        <w:t>-го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отыскиваем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следующее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положительным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свободным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членом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производим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ним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аналогичные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действия.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6.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Процесс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продолжается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до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тех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пор,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пока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освободимся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всех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результате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можем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получить: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а)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после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конечного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числа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тождественных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освободится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0-уравнений.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Тогда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будет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совместимой.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Совокупность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значений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переменных,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получаемых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приравниванием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неосновных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переменных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нулю,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основных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-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свободным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членам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системе,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содержащей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0-уравнений,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является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неотрицательным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решением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исходной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системы;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б)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После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конечного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числа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тождественных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обнаружится,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что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используемое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превращается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уравнение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вида:</w:t>
      </w:r>
      <w:r w:rsidR="00EA518F">
        <w:rPr>
          <w:snapToGrid w:val="0"/>
        </w:rPr>
        <w:t xml:space="preserve"> </w:t>
      </w:r>
    </w:p>
    <w:p w:rsidR="00EA518F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063" type="#_x0000_t75" style="width:116.25pt;height:23.25pt" fillcolor="window">
            <v:imagedata r:id="rId42" o:title=""/>
          </v:shape>
        </w:pict>
      </w:r>
      <w:r w:rsidR="007B6CD4" w:rsidRPr="00EA518F">
        <w:t>,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  <w:rPr>
          <w:snapToGrid w:val="0"/>
        </w:rPr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где</w:t>
      </w:r>
      <w:r w:rsidR="00EA518F">
        <w:rPr>
          <w:snapToGrid w:val="0"/>
        </w:rPr>
        <w:t xml:space="preserve"> </w:t>
      </w:r>
      <w:r w:rsidR="00E8503A">
        <w:rPr>
          <w:snapToGrid w:val="0"/>
          <w:lang w:val="en-US"/>
        </w:rPr>
        <w:pict>
          <v:shape id="_x0000_i1064" type="#_x0000_t75" style="width:84.75pt;height:21pt" fillcolor="window">
            <v:imagedata r:id="rId43" o:title=""/>
          </v:shape>
        </w:pict>
      </w:r>
      <w:r w:rsidRPr="00EA518F">
        <w:rPr>
          <w:snapToGrid w:val="0"/>
        </w:rPr>
        <w:t>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т.е.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для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всех</w:t>
      </w:r>
      <w:r w:rsidR="00EA518F">
        <w:rPr>
          <w:snapToGrid w:val="0"/>
        </w:rPr>
        <w:t xml:space="preserve"> </w:t>
      </w:r>
      <w:r w:rsidRPr="00EA518F">
        <w:rPr>
          <w:snapToGrid w:val="0"/>
          <w:lang w:val="en-US"/>
        </w:rPr>
        <w:t>j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-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несовместна;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  <w:rPr>
          <w:snapToGrid w:val="0"/>
        </w:rPr>
      </w:pPr>
      <w:r w:rsidRPr="00EA518F">
        <w:rPr>
          <w:snapToGrid w:val="0"/>
        </w:rPr>
        <w:t>в)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система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освобождается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полностью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0-уравнений,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условия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тождественных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преобразований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нарушаются.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Число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0-уравнений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увеличивается,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а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некоторые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из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них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имеют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крайней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мере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один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положительный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коэффициент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в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правой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части,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но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разрешающий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элемент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ему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не</w:t>
      </w:r>
      <w:r w:rsidR="00EA518F">
        <w:rPr>
          <w:snapToGrid w:val="0"/>
        </w:rPr>
        <w:t xml:space="preserve"> </w:t>
      </w:r>
      <w:r w:rsidRPr="00EA518F">
        <w:rPr>
          <w:snapToGrid w:val="0"/>
        </w:rPr>
        <w:t>принадлежит.</w:t>
      </w:r>
    </w:p>
    <w:p w:rsidR="007B6CD4" w:rsidRPr="00EA518F" w:rsidRDefault="007B6CD4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4" w:name="_Toc413639601"/>
      <w:r w:rsidRPr="00EA518F">
        <w:rPr>
          <w:shadow w:val="0"/>
          <w:sz w:val="28"/>
        </w:rPr>
        <w:t>Тема</w:t>
      </w:r>
      <w:r w:rsidR="00EA518F">
        <w:rPr>
          <w:shadow w:val="0"/>
          <w:sz w:val="28"/>
        </w:rPr>
        <w:t xml:space="preserve"> </w:t>
      </w:r>
      <w:r w:rsidRPr="00EA518F">
        <w:rPr>
          <w:shadow w:val="0"/>
          <w:sz w:val="28"/>
        </w:rPr>
        <w:t>5.</w:t>
      </w:r>
      <w:r w:rsidR="00EA518F">
        <w:rPr>
          <w:shadow w:val="0"/>
          <w:sz w:val="28"/>
        </w:rPr>
        <w:t xml:space="preserve"> </w:t>
      </w:r>
      <w:r w:rsidRPr="00EA518F">
        <w:rPr>
          <w:shadow w:val="0"/>
          <w:sz w:val="28"/>
        </w:rPr>
        <w:t>Транспортная</w:t>
      </w:r>
      <w:r w:rsidR="00EA518F">
        <w:rPr>
          <w:shadow w:val="0"/>
          <w:sz w:val="28"/>
        </w:rPr>
        <w:t xml:space="preserve"> </w:t>
      </w:r>
      <w:r w:rsidRPr="00EA518F">
        <w:rPr>
          <w:shadow w:val="0"/>
          <w:sz w:val="28"/>
        </w:rPr>
        <w:t>задача</w:t>
      </w:r>
      <w:bookmarkEnd w:id="4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0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транспортной</w:t>
      </w:r>
      <w:r w:rsidR="00EA518F">
        <w:t xml:space="preserve"> </w:t>
      </w:r>
      <w:r w:rsidRPr="00EA518F">
        <w:t>задачи.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Общий</w:t>
      </w:r>
      <w:r w:rsidR="00EA518F">
        <w:t xml:space="preserve"> </w:t>
      </w:r>
      <w:r w:rsidRPr="00EA518F">
        <w:t>подход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транспортной</w:t>
      </w:r>
      <w:r w:rsidR="00EA518F">
        <w:t xml:space="preserve"> </w:t>
      </w:r>
      <w:r w:rsidRPr="00EA518F">
        <w:t>задачи.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Среди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выделяется</w:t>
      </w:r>
      <w:r w:rsidR="00EA518F">
        <w:t xml:space="preserve"> </w:t>
      </w:r>
      <w:r w:rsidRPr="00EA518F">
        <w:t>класс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условия</w:t>
      </w:r>
      <w:r w:rsidR="00EA518F">
        <w:t xml:space="preserve"> </w:t>
      </w:r>
      <w:r w:rsidRPr="00EA518F">
        <w:t>постановки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определенной</w:t>
      </w:r>
      <w:r w:rsidR="00EA518F">
        <w:t xml:space="preserve"> </w:t>
      </w:r>
      <w:r w:rsidRPr="00EA518F">
        <w:t>степени</w:t>
      </w:r>
      <w:r w:rsidR="00EA518F">
        <w:t xml:space="preserve"> </w:t>
      </w:r>
      <w:r w:rsidRPr="00EA518F">
        <w:t>позволяют</w:t>
      </w:r>
      <w:r w:rsidR="00EA518F">
        <w:t xml:space="preserve"> </w:t>
      </w:r>
      <w:r w:rsidRPr="00EA518F">
        <w:t>упростить</w:t>
      </w:r>
      <w:r w:rsidR="00EA518F">
        <w:t xml:space="preserve"> </w:t>
      </w:r>
      <w:r w:rsidRPr="00EA518F">
        <w:t>процедуру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специфические</w:t>
      </w:r>
      <w:r w:rsidR="00EA518F">
        <w:t xml:space="preserve"> </w:t>
      </w:r>
      <w:r w:rsidRPr="00EA518F">
        <w:t>алгоритмы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решений.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класс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получил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"Транспортные</w:t>
      </w:r>
      <w:r w:rsidR="00EA518F">
        <w:t xml:space="preserve"> </w:t>
      </w:r>
      <w:r w:rsidRPr="00EA518F">
        <w:t>задачи".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постановку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задач.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предприятий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m</w:t>
      </w:r>
      <w:r w:rsidRPr="00EA518F">
        <w:t>,</w:t>
      </w:r>
      <w:r w:rsidR="00EA518F">
        <w:t xml:space="preserve"> </w:t>
      </w:r>
      <w:r w:rsidRPr="00EA518F">
        <w:t>производящих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тот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продукт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количествах</w:t>
      </w:r>
      <w:r w:rsidR="00EA518F">
        <w:t xml:space="preserve"> </w:t>
      </w:r>
      <w:r w:rsidRPr="00EA518F">
        <w:t>соответственно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m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Пусть,</w:t>
      </w:r>
      <w:r w:rsidR="00EA518F">
        <w:t xml:space="preserve"> </w:t>
      </w:r>
      <w:r w:rsidRPr="00EA518F">
        <w:t>далее,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потребителей</w:t>
      </w:r>
      <w:r w:rsidR="00EA518F">
        <w:t xml:space="preserve"> </w:t>
      </w:r>
      <w:r w:rsidRPr="00EA518F">
        <w:t>(складов)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n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потребностями</w:t>
      </w:r>
      <w:r w:rsidR="00EA518F">
        <w:t xml:space="preserve"> </w:t>
      </w:r>
      <w:r w:rsidRPr="00EA518F">
        <w:t>(вместимостями)</w:t>
      </w:r>
      <w:r w:rsidR="00EA518F">
        <w:t xml:space="preserve"> </w:t>
      </w:r>
      <w:r w:rsidRPr="00EA518F">
        <w:t>соответственно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n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весь</w:t>
      </w:r>
      <w:r w:rsidR="00EA518F">
        <w:t xml:space="preserve"> </w:t>
      </w:r>
      <w:r w:rsidRPr="00EA518F">
        <w:t>произведенный</w:t>
      </w:r>
      <w:r w:rsidR="00EA518F">
        <w:t xml:space="preserve"> </w:t>
      </w:r>
      <w:r w:rsidRPr="00EA518F">
        <w:t>продукт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размещен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складах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2</w:t>
      </w:r>
      <w:r w:rsidRPr="00EA518F">
        <w:t>,...,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n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полном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заполнении.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Пусть,</w:t>
      </w:r>
      <w:r w:rsidR="00EA518F">
        <w:t xml:space="preserve"> </w:t>
      </w:r>
      <w:r w:rsidRPr="00EA518F">
        <w:t>наконец,</w:t>
      </w:r>
      <w:r w:rsidR="00EA518F">
        <w:t xml:space="preserve"> </w:t>
      </w:r>
      <w:r w:rsidRPr="00EA518F">
        <w:t>перевозка</w:t>
      </w:r>
      <w:r w:rsidR="00EA518F">
        <w:t xml:space="preserve"> </w:t>
      </w:r>
      <w:r w:rsidRPr="00EA518F">
        <w:t>единицы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пункта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пункт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t>оценивается</w:t>
      </w:r>
      <w:r w:rsidR="00EA518F">
        <w:t xml:space="preserve"> </w:t>
      </w:r>
      <w:r w:rsidRPr="00EA518F">
        <w:t>величиной</w:t>
      </w:r>
      <w:r w:rsidR="00EA518F">
        <w:t xml:space="preserve"> </w:t>
      </w:r>
      <w:r w:rsidRPr="00EA518F">
        <w:t>c</w:t>
      </w:r>
      <w:r w:rsidRPr="00EA518F">
        <w:rPr>
          <w:vertAlign w:val="subscript"/>
        </w:rPr>
        <w:t>ij</w:t>
      </w:r>
      <w:r w:rsidR="00EA518F">
        <w:t xml:space="preserve"> </w:t>
      </w:r>
      <w:r w:rsidRPr="00EA518F">
        <w:t>(c</w:t>
      </w:r>
      <w:r w:rsidRPr="00EA518F">
        <w:rPr>
          <w:vertAlign w:val="subscript"/>
        </w:rPr>
        <w:t>ij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заданы).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Необходимо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наилучший</w:t>
      </w:r>
      <w:r w:rsidR="00EA518F">
        <w:t xml:space="preserve"> </w:t>
      </w:r>
      <w:r w:rsidRPr="00EA518F">
        <w:t>план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стоимости,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план,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давал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минимальную</w:t>
      </w:r>
      <w:r w:rsidR="00EA518F">
        <w:t xml:space="preserve"> </w:t>
      </w:r>
      <w:r w:rsidRPr="00EA518F">
        <w:t>стоимость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всей</w:t>
      </w:r>
      <w:r w:rsidR="00EA518F">
        <w:t xml:space="preserve"> </w:t>
      </w:r>
      <w:r w:rsidRPr="00EA518F">
        <w:t>произведенной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Строим</w:t>
      </w:r>
      <w:r w:rsidR="00EA518F">
        <w:t xml:space="preserve"> </w:t>
      </w:r>
      <w:r w:rsidRPr="00EA518F">
        <w:t>математическую</w:t>
      </w:r>
      <w:r w:rsidR="00EA518F">
        <w:t xml:space="preserve"> </w:t>
      </w:r>
      <w:r w:rsidRPr="00EA518F">
        <w:t>модель.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ij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продукта,</w:t>
      </w:r>
      <w:r w:rsidR="00EA518F">
        <w:t xml:space="preserve"> </w:t>
      </w:r>
      <w:r w:rsidRPr="00EA518F">
        <w:t>перевозимого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пункта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i</w:t>
      </w:r>
      <w:r w:rsidR="00EA518F">
        <w:rPr>
          <w:vertAlign w:val="subscript"/>
        </w:rPr>
        <w:t xml:space="preserve"> </w:t>
      </w:r>
      <w:r w:rsidRPr="00EA518F">
        <w:t>в</w:t>
      </w:r>
      <w:r w:rsidR="00EA518F">
        <w:t xml:space="preserve"> </w:t>
      </w:r>
      <w:r w:rsidRPr="00EA518F">
        <w:t>пункт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j</w:t>
      </w:r>
      <w:r w:rsidRPr="00EA518F">
        <w:t>.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постановки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очевидно,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вмещает: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65" type="#_x0000_t75" style="width:146.25pt;height:42.75pt" fillcolor="window">
            <v:imagedata r:id="rId44" o:title=""/>
          </v:shape>
        </w:pict>
      </w:r>
      <w:r w:rsidR="007B6CD4" w:rsidRPr="00EA518F">
        <w:t>.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7B6CD4" w:rsidRPr="00EA518F">
        <w:t>А</w:t>
      </w:r>
      <w:r>
        <w:t xml:space="preserve"> </w:t>
      </w:r>
      <w:r w:rsidR="007B6CD4" w:rsidRPr="00EA518F">
        <w:t>так</w:t>
      </w:r>
      <w:r>
        <w:t xml:space="preserve"> </w:t>
      </w:r>
      <w:r w:rsidR="007B6CD4" w:rsidRPr="00EA518F">
        <w:t>как</w:t>
      </w:r>
      <w:r>
        <w:t xml:space="preserve"> </w:t>
      </w:r>
      <w:r w:rsidR="007B6CD4" w:rsidRPr="00EA518F">
        <w:t>производится</w:t>
      </w:r>
      <w:r>
        <w:t xml:space="preserve"> </w:t>
      </w:r>
      <w:r w:rsidR="007B6CD4" w:rsidRPr="00EA518F">
        <w:t>столько</w:t>
      </w:r>
      <w:r>
        <w:t xml:space="preserve"> </w:t>
      </w:r>
      <w:r w:rsidR="007B6CD4" w:rsidRPr="00EA518F">
        <w:t>продукции,</w:t>
      </w:r>
      <w:r>
        <w:t xml:space="preserve"> </w:t>
      </w:r>
      <w:r w:rsidR="007B6CD4" w:rsidRPr="00EA518F">
        <w:t>сколько</w:t>
      </w:r>
      <w:r>
        <w:t xml:space="preserve"> </w:t>
      </w:r>
      <w:r w:rsidR="007B6CD4" w:rsidRPr="00EA518F">
        <w:t>ее</w:t>
      </w:r>
      <w:r>
        <w:t xml:space="preserve"> </w:t>
      </w:r>
      <w:r w:rsidR="007B6CD4" w:rsidRPr="00EA518F">
        <w:t>потребляется</w:t>
      </w:r>
      <w:r>
        <w:t xml:space="preserve"> </w:t>
      </w:r>
      <w:r w:rsidR="007B6CD4" w:rsidRPr="00EA518F">
        <w:t>(складируется),</w:t>
      </w:r>
      <w:r>
        <w:t xml:space="preserve"> </w:t>
      </w:r>
      <w:r w:rsidR="007B6CD4" w:rsidRPr="00EA518F">
        <w:t>то: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66" type="#_x0000_t75" style="width:149.25pt;height:45pt" fillcolor="window">
            <v:imagedata r:id="rId45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(продукт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предприятия</w:t>
      </w:r>
      <w:r w:rsidR="00EA518F">
        <w:t xml:space="preserve"> </w:t>
      </w:r>
      <w:r w:rsidRPr="00EA518F">
        <w:t>вывозится</w:t>
      </w:r>
      <w:r w:rsidR="00EA518F">
        <w:t xml:space="preserve"> </w:t>
      </w:r>
      <w:r w:rsidRPr="00EA518F">
        <w:t>полностью).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Далее,</w:t>
      </w:r>
      <w:r w:rsidR="00EA518F">
        <w:t xml:space="preserve"> </w:t>
      </w:r>
      <w:r w:rsidRPr="00EA518F">
        <w:t>очевидным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перевозимой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предприятия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продукции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отрицательным,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="00E8503A">
        <w:pict>
          <v:shape id="_x0000_i1067" type="#_x0000_t75" style="width:45.75pt;height:21pt" fillcolor="window">
            <v:imagedata r:id="rId46" o:title=""/>
          </v:shape>
        </w:pic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m;</w:t>
      </w:r>
      <w:r w:rsidR="00EA518F">
        <w:t xml:space="preserve"> </w:t>
      </w:r>
      <w:r w:rsidRPr="00EA518F">
        <w:t>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n).</w:t>
      </w:r>
    </w:p>
    <w:p w:rsid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наилучший</w:t>
      </w:r>
      <w:r w:rsidR="00EA518F">
        <w:t xml:space="preserve"> </w:t>
      </w:r>
      <w:r w:rsidRPr="00EA518F">
        <w:t>план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стоимости,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строим</w:t>
      </w:r>
      <w:r w:rsidR="00EA518F">
        <w:t xml:space="preserve"> </w:t>
      </w:r>
      <w:r w:rsidRPr="00EA518F">
        <w:t>целевую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суммарных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перевозки.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должна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минимизирована.</w:t>
      </w:r>
      <w:r w:rsidR="00EA518F">
        <w:t xml:space="preserve"> </w:t>
      </w:r>
      <w:r w:rsidRPr="00EA518F">
        <w:t>Такая</w:t>
      </w:r>
      <w:r w:rsidR="00EA518F">
        <w:t xml:space="preserve"> </w:t>
      </w:r>
      <w:r w:rsidRPr="00EA518F">
        <w:t>целевая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вид: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068" type="#_x0000_t75" style="width:87pt;height:45pt" fillcolor="window">
            <v:imagedata r:id="rId47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следующую</w:t>
      </w:r>
      <w:r w:rsidR="00EA518F">
        <w:t xml:space="preserve"> </w:t>
      </w:r>
      <w:r w:rsidRPr="00EA518F">
        <w:t>математическую</w:t>
      </w:r>
      <w:r w:rsidR="00EA518F">
        <w:t xml:space="preserve"> </w:t>
      </w:r>
      <w:r w:rsidRPr="00EA518F">
        <w:t>постановку</w:t>
      </w:r>
      <w:r w:rsidR="00EA518F">
        <w:t xml:space="preserve"> </w:t>
      </w:r>
      <w:r w:rsidRPr="00EA518F">
        <w:t>задачи.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ij</w:t>
      </w:r>
      <w:r w:rsidRPr="00EA518F">
        <w:t>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доставляют</w:t>
      </w:r>
      <w:r w:rsidR="00EA518F">
        <w:t xml:space="preserve"> </w:t>
      </w:r>
      <w:r w:rsidRPr="00EA518F">
        <w:t>минимум</w:t>
      </w:r>
      <w:r w:rsidR="00EA518F">
        <w:t xml:space="preserve"> </w:t>
      </w:r>
      <w:r w:rsidRPr="00EA518F">
        <w:t>линейной</w:t>
      </w:r>
      <w:r w:rsidR="00EA518F">
        <w:t xml:space="preserve"> </w:t>
      </w:r>
      <w:r w:rsidRPr="00EA518F">
        <w:t>форме</w:t>
      </w:r>
      <w:r w:rsidR="00EA518F">
        <w:t xml:space="preserve"> </w:t>
      </w:r>
      <w:r w:rsidRPr="00EA518F">
        <w:t>L,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="00E8503A">
        <w:pict>
          <v:shape id="_x0000_i1069" type="#_x0000_t75" style="width:102pt;height:50.25pt" fillcolor="window">
            <v:imagedata r:id="rId48" o:title=""/>
          </v:shape>
        </w:pic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удовлетворяют</w:t>
      </w:r>
      <w:r w:rsidR="00EA518F">
        <w:t xml:space="preserve"> </w:t>
      </w:r>
      <w:r w:rsidRPr="00EA518F">
        <w:t>условиям: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70" type="#_x0000_t75" style="width:146.25pt;height:42.75pt" fillcolor="window">
            <v:imagedata r:id="rId49" o:title=""/>
          </v:shape>
        </w:pict>
      </w:r>
      <w:r w:rsidR="007B6CD4" w:rsidRPr="00EA518F">
        <w:tab/>
        <w:t>(1)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71" type="#_x0000_t75" style="width:144.75pt;height:45pt" fillcolor="window">
            <v:imagedata r:id="rId50" o:title=""/>
          </v:shape>
        </w:pict>
      </w:r>
      <w:r w:rsidR="007B6CD4" w:rsidRPr="00EA518F">
        <w:tab/>
        <w:t>(2)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72" type="#_x0000_t75" style="width:203.25pt;height:21pt" fillcolor="window">
            <v:imagedata r:id="rId51" o:title=""/>
          </v:shape>
        </w:pict>
      </w:r>
      <w:r w:rsidR="007B6CD4" w:rsidRPr="00EA518F">
        <w:tab/>
        <w:t>(3)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(Из</w:t>
      </w:r>
      <w:r w:rsidR="00EA518F">
        <w:t xml:space="preserve"> </w:t>
      </w:r>
      <w:r w:rsidRPr="00EA518F">
        <w:t>(1)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(2)</w:t>
      </w:r>
      <w:r w:rsidR="00EA518F">
        <w:t xml:space="preserve"> </w:t>
      </w:r>
      <w:r w:rsidRPr="00EA518F">
        <w:t>следует,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="00E8503A">
        <w:pict>
          <v:shape id="_x0000_i1073" type="#_x0000_t75" style="width:89.25pt;height:47.25pt" fillcolor="window">
            <v:imagedata r:id="rId52" o:title=""/>
          </v:shape>
        </w:pict>
      </w:r>
      <w:r w:rsidRPr="00EA518F">
        <w:t>.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соотношении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основная</w:t>
      </w:r>
      <w:r w:rsidR="00EA518F">
        <w:t xml:space="preserve"> </w:t>
      </w:r>
      <w:r w:rsidRPr="00EA518F">
        <w:t>специфика</w:t>
      </w:r>
      <w:r w:rsidR="00EA518F">
        <w:t xml:space="preserve"> </w:t>
      </w:r>
      <w:r w:rsidRPr="00EA518F">
        <w:t>выделенного</w:t>
      </w:r>
      <w:r w:rsidR="00EA518F">
        <w:t xml:space="preserve"> </w:t>
      </w:r>
      <w:r w:rsidRPr="00EA518F">
        <w:t>класса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соотношение</w:t>
      </w:r>
      <w:r w:rsidR="00EA518F">
        <w:t xml:space="preserve"> </w:t>
      </w:r>
      <w:r w:rsidRPr="00EA518F">
        <w:t>определяет</w:t>
      </w:r>
      <w:r w:rsidR="00EA518F">
        <w:t xml:space="preserve"> </w:t>
      </w:r>
      <w:r w:rsidRPr="00EA518F">
        <w:t>дополнительное</w:t>
      </w:r>
      <w:r w:rsidR="00EA518F">
        <w:t xml:space="preserve"> </w:t>
      </w:r>
      <w:r w:rsidRPr="00EA518F">
        <w:t>условие</w:t>
      </w:r>
      <w:r w:rsidR="00EA518F">
        <w:t xml:space="preserve"> </w:t>
      </w:r>
      <w:r w:rsidRPr="00EA518F">
        <w:t>(как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скрытое),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произвольным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распорядиться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переменных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ij</w:t>
      </w:r>
      <w:r w:rsidRPr="00EA518F">
        <w:t>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тем</w:t>
      </w:r>
      <w:r w:rsidR="00EA518F">
        <w:t xml:space="preserve"> </w:t>
      </w:r>
      <w:r w:rsidRPr="00EA518F">
        <w:t>самым</w:t>
      </w:r>
      <w:r w:rsidR="00EA518F">
        <w:t xml:space="preserve"> </w:t>
      </w:r>
      <w:r w:rsidRPr="00EA518F">
        <w:t>упростить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задачи).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теперь</w:t>
      </w:r>
      <w:r w:rsidR="00EA518F">
        <w:t xml:space="preserve"> </w:t>
      </w:r>
      <w:r w:rsidRPr="00EA518F">
        <w:t>подходы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транспортной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виде,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размерности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n.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Введем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понятия: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прямоугольная</w:t>
      </w:r>
      <w:r w:rsidR="00EA518F">
        <w:t xml:space="preserve"> </w:t>
      </w:r>
      <w:r w:rsidRPr="00EA518F">
        <w:t>цепь;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независимые</w:t>
      </w:r>
      <w:r w:rsidR="00EA518F">
        <w:t xml:space="preserve"> </w:t>
      </w:r>
      <w:r w:rsidRPr="00EA518F">
        <w:t>расположения;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подходящие</w:t>
      </w:r>
      <w:r w:rsidR="00EA518F">
        <w:t xml:space="preserve"> </w:t>
      </w:r>
      <w:r w:rsidRPr="00EA518F">
        <w:t>решения.</w:t>
      </w:r>
    </w:p>
    <w:p w:rsidR="007B6CD4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Понятие</w:t>
      </w:r>
      <w:r w:rsidR="00EA518F">
        <w:t xml:space="preserve"> </w:t>
      </w:r>
      <w:r w:rsidRPr="00EA518F">
        <w:t>прямоугольной</w:t>
      </w:r>
      <w:r w:rsidR="00EA518F">
        <w:t xml:space="preserve"> </w:t>
      </w:r>
      <w:r w:rsidRPr="00EA518F">
        <w:t>цепи</w:t>
      </w:r>
      <w:r w:rsidR="00EA518F">
        <w:t xml:space="preserve"> </w:t>
      </w:r>
      <w:r w:rsidRPr="00EA518F">
        <w:t>исходит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следующих</w:t>
      </w:r>
      <w:r w:rsidR="00EA518F">
        <w:t xml:space="preserve"> </w:t>
      </w:r>
      <w:r w:rsidRPr="00EA518F">
        <w:t>соображений.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задачи,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оптимизирует</w:t>
      </w:r>
      <w:r w:rsidR="00EA518F">
        <w:t xml:space="preserve"> </w:t>
      </w:r>
      <w:r w:rsidRPr="00EA518F">
        <w:t>решение.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изменить.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изменение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компоненты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(количества</w:t>
      </w:r>
      <w:r w:rsidR="00EA518F">
        <w:t xml:space="preserve"> </w:t>
      </w:r>
      <w:r w:rsidRPr="00EA518F">
        <w:t>продукции,</w:t>
      </w:r>
      <w:r w:rsidR="00EA518F">
        <w:t xml:space="preserve"> </w:t>
      </w:r>
      <w:r w:rsidRPr="00EA518F">
        <w:t>перевозимой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одному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путей)</w:t>
      </w:r>
      <w:r w:rsidR="00EA518F">
        <w:t xml:space="preserve"> </w:t>
      </w:r>
      <w:r w:rsidRPr="00EA518F">
        <w:t>приводит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изменению</w:t>
      </w:r>
      <w:r w:rsidR="00EA518F">
        <w:t xml:space="preserve"> </w:t>
      </w:r>
      <w:r w:rsidRPr="00EA518F">
        <w:t>общей</w:t>
      </w:r>
      <w:r w:rsidR="00EA518F">
        <w:t xml:space="preserve"> </w:t>
      </w:r>
      <w:r w:rsidRPr="00EA518F">
        <w:t>суммы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соответствующей</w:t>
      </w:r>
      <w:r w:rsidR="00EA518F">
        <w:t xml:space="preserve"> </w:t>
      </w:r>
      <w:r w:rsidRPr="00EA518F">
        <w:t>строке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столбце</w:t>
      </w:r>
      <w:r w:rsidR="00EA518F">
        <w:t xml:space="preserve"> </w:t>
      </w:r>
      <w:r w:rsidRPr="00EA518F">
        <w:t>таблицы</w:t>
      </w:r>
      <w:r w:rsidR="00EA518F">
        <w:t xml:space="preserve"> </w:t>
      </w:r>
      <w:r w:rsidRPr="00EA518F">
        <w:t>решений.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свою</w:t>
      </w:r>
      <w:r w:rsidR="00EA518F">
        <w:t xml:space="preserve"> </w:t>
      </w:r>
      <w:r w:rsidRPr="00EA518F">
        <w:t>очередь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изменить</w:t>
      </w:r>
      <w:r w:rsidR="00EA518F">
        <w:t xml:space="preserve"> </w:t>
      </w:r>
      <w:r w:rsidRPr="00EA518F">
        <w:t>другие</w:t>
      </w:r>
      <w:r w:rsidR="00EA518F">
        <w:t xml:space="preserve"> </w:t>
      </w:r>
      <w:r w:rsidRPr="00EA518F">
        <w:t>компоненты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были</w:t>
      </w:r>
      <w:r w:rsidR="00EA518F">
        <w:t xml:space="preserve"> </w:t>
      </w:r>
      <w:r w:rsidRPr="00EA518F">
        <w:t>"восстановлены"</w:t>
      </w:r>
      <w:r w:rsidR="00EA518F">
        <w:t xml:space="preserve"> </w:t>
      </w:r>
      <w:r w:rsidRPr="00EA518F">
        <w:t>первоначальные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указанных</w:t>
      </w:r>
      <w:r w:rsidR="00EA518F">
        <w:t xml:space="preserve"> </w:t>
      </w:r>
      <w:r w:rsidRPr="00EA518F">
        <w:t>сумм.</w:t>
      </w:r>
      <w:r w:rsidR="00EA518F">
        <w:t xml:space="preserve"> </w:t>
      </w:r>
      <w:r w:rsidRPr="00EA518F">
        <w:t>Схематически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"восстановление"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наглядно</w:t>
      </w:r>
      <w:r w:rsidR="00EA518F">
        <w:t xml:space="preserve"> </w:t>
      </w:r>
      <w:r w:rsidRPr="00EA518F">
        <w:t>изображено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прямоугольной</w:t>
      </w:r>
      <w:r w:rsidR="00EA518F">
        <w:t xml:space="preserve"> </w:t>
      </w:r>
      <w:r w:rsidRPr="00EA518F">
        <w:t>диаграммы</w:t>
      </w:r>
      <w:r w:rsidR="00EA518F">
        <w:t xml:space="preserve"> </w:t>
      </w:r>
      <w:r w:rsidRPr="00EA518F">
        <w:t>или,</w:t>
      </w:r>
      <w:r w:rsidR="00EA518F">
        <w:t xml:space="preserve"> </w:t>
      </w:r>
      <w:r w:rsidRPr="00EA518F">
        <w:t>иначе,</w:t>
      </w:r>
      <w:r w:rsidR="00EA518F">
        <w:t xml:space="preserve"> </w:t>
      </w:r>
      <w:r w:rsidRPr="00EA518F">
        <w:t>цепи,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связывает</w:t>
      </w:r>
      <w:r w:rsidR="00EA518F">
        <w:t xml:space="preserve"> </w:t>
      </w:r>
      <w:r w:rsidRPr="00EA518F">
        <w:t>четыре</w:t>
      </w:r>
      <w:r w:rsidR="00EA518F">
        <w:t xml:space="preserve"> </w:t>
      </w:r>
      <w:r w:rsidRPr="00EA518F">
        <w:t>клетки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таблице</w:t>
      </w:r>
      <w:r w:rsidR="00EA518F">
        <w:t xml:space="preserve"> </w:t>
      </w:r>
      <w:r w:rsidRPr="00EA518F">
        <w:t>перевозок.</w:t>
      </w:r>
      <w:r w:rsidR="00EA518F">
        <w:t xml:space="preserve"> </w:t>
      </w:r>
      <w:r w:rsidRPr="00EA518F">
        <w:t>Например:</w:t>
      </w:r>
    </w:p>
    <w:p w:rsidR="00EA518F" w:rsidRPr="00EA518F" w:rsidRDefault="00EA518F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t xml:space="preserve"> </w:t>
      </w:r>
      <w:r w:rsidR="00E8503A">
        <w:pict>
          <v:shape id="_x0000_i1074" type="#_x0000_t75" style="width:312.75pt;height:108pt" fillcolor="window">
            <v:imagedata r:id="rId53" o:title=""/>
          </v:shape>
        </w:pic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Очевидно,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любое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изменений</w:t>
      </w:r>
      <w:r w:rsidR="00EA518F">
        <w:t xml:space="preserve"> </w:t>
      </w:r>
      <w:r w:rsidRPr="00EA518F">
        <w:t>плана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изменений,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сохраняют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сумм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столбцам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строкам)</w:t>
      </w:r>
      <w:r w:rsidR="00EA518F">
        <w:t xml:space="preserve"> </w:t>
      </w:r>
      <w:r w:rsidRPr="00EA518F">
        <w:t>должно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эквивалентно</w:t>
      </w:r>
      <w:r w:rsidR="00EA518F">
        <w:t xml:space="preserve"> </w:t>
      </w:r>
      <w:r w:rsidRPr="00EA518F">
        <w:t>серии</w:t>
      </w:r>
      <w:r w:rsidR="00EA518F">
        <w:t xml:space="preserve"> </w:t>
      </w:r>
      <w:r w:rsidRPr="00EA518F">
        <w:t>прямоугольных</w:t>
      </w:r>
      <w:r w:rsidR="00EA518F">
        <w:t xml:space="preserve"> </w:t>
      </w:r>
      <w:r w:rsidRPr="00EA518F">
        <w:t>цепей.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Будем</w:t>
      </w:r>
      <w:r w:rsidR="00EA518F">
        <w:t xml:space="preserve"> </w:t>
      </w:r>
      <w:r w:rsidRPr="00EA518F">
        <w:t>говорить,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клетки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Pr="00EA518F">
        <w:t>перевозок,</w:t>
      </w:r>
      <w:r w:rsidR="00EA518F">
        <w:t xml:space="preserve"> </w:t>
      </w:r>
      <w:r w:rsidRPr="00EA518F">
        <w:t>определяющей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расположены</w:t>
      </w:r>
      <w:r w:rsidR="00EA518F">
        <w:t xml:space="preserve"> </w:t>
      </w:r>
      <w:r w:rsidRPr="00EA518F">
        <w:t>независимо,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прямоугольная</w:t>
      </w:r>
      <w:r w:rsidR="00EA518F">
        <w:t xml:space="preserve"> </w:t>
      </w:r>
      <w:r w:rsidRPr="00EA518F">
        <w:t>цепь,</w:t>
      </w:r>
      <w:r w:rsidR="00EA518F">
        <w:t xml:space="preserve"> </w:t>
      </w:r>
      <w:r w:rsidRPr="00EA518F">
        <w:t>содержащая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клетки</w:t>
      </w:r>
      <w:r w:rsidR="00EA518F">
        <w:t xml:space="preserve"> </w:t>
      </w:r>
      <w:r w:rsidRPr="00EA518F">
        <w:t>матрицы,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одну</w:t>
      </w:r>
      <w:r w:rsidR="00EA518F">
        <w:t xml:space="preserve"> </w:t>
      </w:r>
      <w:r w:rsidRPr="00EA518F">
        <w:t>нулевую</w:t>
      </w:r>
      <w:r w:rsidR="00EA518F">
        <w:t xml:space="preserve"> </w:t>
      </w:r>
      <w:r w:rsidRPr="00EA518F">
        <w:t>клетку.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Подходящие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последовательность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удовлетворяющих</w:t>
      </w:r>
      <w:r w:rsidR="00EA518F">
        <w:t xml:space="preserve"> </w:t>
      </w:r>
      <w:r w:rsidRPr="00EA518F">
        <w:t>условиям: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матрица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содержит</w:t>
      </w:r>
      <w:r w:rsidR="00EA518F">
        <w:t xml:space="preserve"> </w:t>
      </w:r>
      <w:r w:rsidRPr="00EA518F">
        <w:t>ровно</w:t>
      </w:r>
      <w:r w:rsidR="00EA518F">
        <w:t xml:space="preserve"> </w:t>
      </w:r>
      <w:r w:rsidRPr="00EA518F">
        <w:t>(m+n-1)</w:t>
      </w:r>
      <w:r w:rsidR="00EA518F">
        <w:t xml:space="preserve"> </w:t>
      </w:r>
      <w:r w:rsidRPr="00EA518F">
        <w:t>ненулевых</w:t>
      </w:r>
      <w:r w:rsidR="00EA518F">
        <w:t xml:space="preserve"> </w:t>
      </w:r>
      <w:r w:rsidRPr="00EA518F">
        <w:t>клеток;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клетки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Pr="00EA518F">
        <w:t>перевозок</w:t>
      </w:r>
      <w:r w:rsidR="00EA518F">
        <w:t xml:space="preserve"> </w:t>
      </w:r>
      <w:r w:rsidRPr="00EA518F">
        <w:t>независимо</w:t>
      </w:r>
      <w:r w:rsidR="00EA518F">
        <w:t xml:space="preserve"> </w:t>
      </w:r>
      <w:r w:rsidRPr="00EA518F">
        <w:t>расположены.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Можно</w:t>
      </w:r>
      <w:r w:rsidR="00EA518F">
        <w:t xml:space="preserve"> </w:t>
      </w:r>
      <w:r w:rsidRPr="00EA518F">
        <w:t>указать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последовательности</w:t>
      </w:r>
      <w:r w:rsidR="00EA518F">
        <w:t xml:space="preserve"> </w:t>
      </w:r>
      <w:r w:rsidRPr="00EA518F">
        <w:t>подходящих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транспортные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будут</w:t>
      </w:r>
      <w:r w:rsidR="00EA518F">
        <w:t xml:space="preserve"> </w:t>
      </w:r>
      <w:r w:rsidRPr="00EA518F">
        <w:t>постоянно</w:t>
      </w:r>
      <w:r w:rsidR="00EA518F">
        <w:t xml:space="preserve"> </w:t>
      </w:r>
      <w:r w:rsidRPr="00EA518F">
        <w:t>уменьшаться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достигнуто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минимальными</w:t>
      </w:r>
      <w:r w:rsidR="00EA518F">
        <w:t xml:space="preserve"> </w:t>
      </w:r>
      <w:r w:rsidRPr="00EA518F">
        <w:t>затратами.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Существуют</w:t>
      </w:r>
      <w:r w:rsidR="00EA518F">
        <w:t xml:space="preserve"> </w:t>
      </w:r>
      <w:r w:rsidRPr="00EA518F">
        <w:t>разные</w:t>
      </w:r>
      <w:r w:rsidR="00EA518F">
        <w:t xml:space="preserve"> </w:t>
      </w:r>
      <w:r w:rsidRPr="00EA518F">
        <w:t>методы,</w:t>
      </w:r>
      <w:r w:rsidR="00EA518F">
        <w:t xml:space="preserve"> </w:t>
      </w:r>
      <w:r w:rsidRPr="00EA518F">
        <w:t>упрощающие</w:t>
      </w:r>
      <w:r w:rsidR="00EA518F">
        <w:t xml:space="preserve"> </w:t>
      </w:r>
      <w:r w:rsidRPr="00EA518F">
        <w:t>процедуру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изменений</w:t>
      </w:r>
      <w:r w:rsidR="00EA518F">
        <w:t xml:space="preserve"> </w:t>
      </w:r>
      <w:r w:rsidRPr="00EA518F">
        <w:t>размещения</w:t>
      </w:r>
      <w:r w:rsidR="00EA518F">
        <w:t xml:space="preserve"> </w:t>
      </w:r>
      <w:r w:rsidRPr="00EA518F">
        <w:t>грузов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позволяющие</w:t>
      </w:r>
      <w:r w:rsidR="00EA518F">
        <w:t xml:space="preserve"> </w:t>
      </w:r>
      <w:r w:rsidRPr="00EA518F">
        <w:t>быстро</w:t>
      </w:r>
      <w:r w:rsidR="00EA518F">
        <w:t xml:space="preserve"> </w:t>
      </w:r>
      <w:r w:rsidRPr="00EA518F">
        <w:t>находить</w:t>
      </w:r>
      <w:r w:rsidR="00EA518F">
        <w:t xml:space="preserve"> </w:t>
      </w:r>
      <w:r w:rsidRPr="00EA518F">
        <w:t>нужные</w:t>
      </w:r>
      <w:r w:rsidR="00EA518F">
        <w:t xml:space="preserve"> </w:t>
      </w:r>
      <w:r w:rsidRPr="00EA518F">
        <w:t>решения.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теневых</w:t>
      </w:r>
      <w:r w:rsidR="00EA518F">
        <w:t xml:space="preserve"> </w:t>
      </w:r>
      <w:r w:rsidRPr="00EA518F">
        <w:t>затрат.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5" w:name="_Toc413639602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6.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динамического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программирования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(ДП)</w:t>
      </w:r>
      <w:bookmarkEnd w:id="5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ДП.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2.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ДП.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3.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распределения</w:t>
      </w:r>
      <w:r w:rsidR="00EA518F">
        <w:t xml:space="preserve"> </w:t>
      </w:r>
      <w:r w:rsidRPr="00EA518F">
        <w:t>ресурсов.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4.</w:t>
      </w:r>
      <w:r w:rsidR="00EA518F">
        <w:t xml:space="preserve"> </w:t>
      </w:r>
      <w:r w:rsidRPr="00EA518F">
        <w:t>Практические</w:t>
      </w:r>
      <w:r w:rsidR="00EA518F">
        <w:t xml:space="preserve"> </w:t>
      </w:r>
      <w:r w:rsidRPr="00EA518F">
        <w:t>рекомендации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постановке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ДП.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Общее</w:t>
      </w:r>
      <w:r w:rsidR="00EA518F">
        <w:rPr>
          <w:b w:val="0"/>
        </w:rPr>
        <w:t xml:space="preserve"> </w:t>
      </w:r>
      <w:r w:rsidRPr="00EA518F">
        <w:rPr>
          <w:b w:val="0"/>
        </w:rPr>
        <w:t>понятие</w:t>
      </w:r>
      <w:r w:rsidR="00EA518F">
        <w:rPr>
          <w:b w:val="0"/>
        </w:rPr>
        <w:t xml:space="preserve"> </w:t>
      </w:r>
      <w:r w:rsidRPr="00EA518F">
        <w:rPr>
          <w:b w:val="0"/>
        </w:rPr>
        <w:t>метода</w:t>
      </w:r>
      <w:r w:rsidR="00EA518F">
        <w:rPr>
          <w:b w:val="0"/>
        </w:rPr>
        <w:t xml:space="preserve"> </w:t>
      </w:r>
      <w:r w:rsidRPr="00EA518F">
        <w:rPr>
          <w:b w:val="0"/>
        </w:rPr>
        <w:t>ДП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Динамическое</w:t>
      </w:r>
      <w:r w:rsidR="00EA518F">
        <w:t xml:space="preserve"> </w:t>
      </w:r>
      <w:r w:rsidRPr="00EA518F">
        <w:t>программирование</w:t>
      </w:r>
      <w:r w:rsidR="00EA518F">
        <w:t xml:space="preserve"> </w:t>
      </w:r>
      <w:r w:rsidRPr="00EA518F">
        <w:t>(или</w:t>
      </w:r>
      <w:r w:rsidR="00EA518F">
        <w:t xml:space="preserve"> </w:t>
      </w:r>
      <w:r w:rsidRPr="00EA518F">
        <w:t>"динамическое</w:t>
      </w:r>
      <w:r w:rsidR="00EA518F">
        <w:t xml:space="preserve"> </w:t>
      </w:r>
      <w:r w:rsidRPr="00EA518F">
        <w:t>планирование")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называемых</w:t>
      </w:r>
      <w:r w:rsidR="00EA518F">
        <w:t xml:space="preserve"> </w:t>
      </w:r>
      <w:r w:rsidRPr="00EA518F">
        <w:t>многошаговых</w:t>
      </w:r>
      <w:r w:rsidR="00EA518F">
        <w:t xml:space="preserve"> </w:t>
      </w:r>
      <w:r w:rsidRPr="00EA518F">
        <w:t>(многоэтапных)</w:t>
      </w:r>
      <w:r w:rsidR="00EA518F">
        <w:t xml:space="preserve"> </w:t>
      </w:r>
      <w:r w:rsidRPr="00EA518F">
        <w:t>операций</w:t>
      </w:r>
      <w:r w:rsidR="00EA518F">
        <w:t xml:space="preserve"> </w:t>
      </w:r>
      <w:r w:rsidRPr="00EA518F">
        <w:t>(задач).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G,</w:t>
      </w:r>
      <w:r w:rsidR="00EA518F">
        <w:t xml:space="preserve"> </w:t>
      </w:r>
      <w:r w:rsidRPr="00EA518F">
        <w:t>распадающуюся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последовательных</w:t>
      </w:r>
      <w:r w:rsidR="00EA518F">
        <w:t xml:space="preserve"> </w:t>
      </w:r>
      <w:r w:rsidRPr="00EA518F">
        <w:t>шагов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этапов,</w:t>
      </w:r>
      <w:r w:rsidR="00EA518F">
        <w:t xml:space="preserve"> </w:t>
      </w:r>
      <w:r w:rsidRPr="00EA518F">
        <w:t>например,</w:t>
      </w:r>
      <w:r w:rsidR="00EA518F">
        <w:t xml:space="preserve"> </w:t>
      </w:r>
      <w:r w:rsidRPr="00EA518F">
        <w:t>деятельность</w:t>
      </w:r>
      <w:r w:rsidR="00EA518F">
        <w:t xml:space="preserve"> </w:t>
      </w:r>
      <w:r w:rsidRPr="00EA518F">
        <w:t>отрасли</w:t>
      </w:r>
      <w:r w:rsidR="00EA518F">
        <w:t xml:space="preserve"> </w:t>
      </w:r>
      <w:r w:rsidRPr="00EA518F">
        <w:t>промышленности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хозяйственных</w:t>
      </w:r>
      <w:r w:rsidR="00EA518F">
        <w:t xml:space="preserve"> </w:t>
      </w:r>
      <w:r w:rsidRPr="00EA518F">
        <w:t>лет</w:t>
      </w:r>
      <w:r w:rsidR="00EA518F">
        <w:t xml:space="preserve"> </w:t>
      </w:r>
      <w:r w:rsidRPr="00EA518F">
        <w:t>(m</w:t>
      </w:r>
      <w:r w:rsidR="00EA518F">
        <w:t xml:space="preserve"> </w:t>
      </w:r>
      <w:r w:rsidRPr="00EA518F">
        <w:t>-лет).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эффективность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(операции)</w:t>
      </w:r>
      <w:r w:rsidR="00EA518F">
        <w:t xml:space="preserve"> </w:t>
      </w:r>
      <w:r w:rsidRPr="00EA518F">
        <w:t>описывается</w:t>
      </w:r>
      <w:r w:rsidR="00EA518F">
        <w:t xml:space="preserve"> </w:t>
      </w:r>
      <w:r w:rsidRPr="00EA518F">
        <w:t>показателем</w:t>
      </w:r>
      <w:r w:rsidR="00EA518F">
        <w:t xml:space="preserve"> </w:t>
      </w:r>
      <w:r w:rsidRPr="00EA518F">
        <w:t>W</w:t>
      </w:r>
      <w:r w:rsidR="00EA518F">
        <w:t xml:space="preserve"> </w:t>
      </w:r>
      <w:r w:rsidRPr="00EA518F">
        <w:t>(назовем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"выигрыш")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складывается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выигрышей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шагах,</w:t>
      </w:r>
      <w:r w:rsidR="00EA518F">
        <w:t xml:space="preserve"> </w:t>
      </w:r>
      <w:r w:rsidRPr="00EA518F">
        <w:t>т.е.:</w:t>
      </w:r>
      <w:r w:rsidR="00EA518F">
        <w:t xml:space="preserve"> </w:t>
      </w:r>
      <w:r w:rsidR="00E8503A">
        <w:pict>
          <v:shape id="_x0000_i1075" type="#_x0000_t75" style="width:75pt;height:45pt" fillcolor="window">
            <v:imagedata r:id="rId54" o:title=""/>
          </v:shape>
        </w:pic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аддитивный</w:t>
      </w:r>
      <w:r w:rsidR="00EA518F">
        <w:t xml:space="preserve"> </w:t>
      </w:r>
      <w:r w:rsidRPr="00EA518F">
        <w:t>критерий.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(задача)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управляемой,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выбираются</w:t>
      </w:r>
      <w:r w:rsidR="00EA518F">
        <w:t xml:space="preserve"> </w:t>
      </w:r>
      <w:r w:rsidRPr="00EA518F">
        <w:t>какие-то</w:t>
      </w:r>
      <w:r w:rsidR="00EA518F">
        <w:t xml:space="preserve"> </w:t>
      </w:r>
      <w:r w:rsidRPr="00EA518F">
        <w:t>параметры,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влияют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ход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исход.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выбирается</w:t>
      </w:r>
      <w:r w:rsidR="00EA518F">
        <w:t xml:space="preserve"> </w:t>
      </w:r>
      <w:r w:rsidRPr="00EA518F">
        <w:t>какое-то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зависит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данном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целом,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шаговое</w:t>
      </w:r>
      <w:r w:rsidR="00EA518F">
        <w:t xml:space="preserve"> </w:t>
      </w:r>
      <w:r w:rsidRPr="00EA518F">
        <w:t>управление.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шаговых</w:t>
      </w:r>
      <w:r w:rsidR="00EA518F">
        <w:t xml:space="preserve"> </w:t>
      </w:r>
      <w:r w:rsidRPr="00EA518F">
        <w:t>управлений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операцией</w:t>
      </w:r>
      <w:r w:rsidR="00EA518F">
        <w:t xml:space="preserve"> </w:t>
      </w:r>
      <w:r w:rsidRPr="00EA518F">
        <w:t>(задачей)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целом.</w:t>
      </w:r>
      <w:r w:rsidR="00EA518F">
        <w:t xml:space="preserve"> </w:t>
      </w:r>
      <w:r w:rsidRPr="00EA518F">
        <w:t>Обозначив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Х,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шаговое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m</w:t>
      </w:r>
      <w:r w:rsidRPr="00EA518F">
        <w:t>,</w:t>
      </w:r>
      <w:r w:rsidR="00EA518F">
        <w:t xml:space="preserve"> </w:t>
      </w:r>
      <w:r w:rsidRPr="00EA518F">
        <w:t>имеем:</w:t>
      </w: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076" type="#_x0000_t75" style="width:126pt;height:21pt" fillcolor="window">
            <v:imagedata r:id="rId55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х</w:t>
      </w:r>
      <w:r w:rsidR="007B6CD4" w:rsidRPr="00EA518F">
        <w:rPr>
          <w:vertAlign w:val="subscript"/>
        </w:rPr>
        <w:t>i</w:t>
      </w:r>
      <w:r w:rsidR="00EA518F">
        <w:t xml:space="preserve"> </w:t>
      </w:r>
      <w:r w:rsidR="007B6CD4" w:rsidRPr="00EA518F">
        <w:t>-</w:t>
      </w:r>
      <w:r w:rsidR="00EA518F">
        <w:t xml:space="preserve"> </w:t>
      </w:r>
      <w:r w:rsidR="007B6CD4" w:rsidRPr="00EA518F">
        <w:t>может</w:t>
      </w:r>
      <w:r w:rsidR="00EA518F">
        <w:t xml:space="preserve"> </w:t>
      </w:r>
      <w:r w:rsidR="007B6CD4" w:rsidRPr="00EA518F">
        <w:t>принимать</w:t>
      </w:r>
      <w:r w:rsidR="00EA518F">
        <w:t xml:space="preserve"> </w:t>
      </w:r>
      <w:r w:rsidR="007B6CD4" w:rsidRPr="00EA518F">
        <w:t>любые</w:t>
      </w:r>
      <w:r w:rsidR="00EA518F">
        <w:t xml:space="preserve"> </w:t>
      </w:r>
      <w:r w:rsidR="007B6CD4" w:rsidRPr="00EA518F">
        <w:t>значения</w:t>
      </w:r>
      <w:r w:rsidR="00EA518F">
        <w:t xml:space="preserve"> </w:t>
      </w:r>
      <w:r w:rsidR="007B6CD4" w:rsidRPr="00EA518F">
        <w:t>(числа,</w:t>
      </w:r>
      <w:r w:rsidR="00EA518F">
        <w:t xml:space="preserve"> </w:t>
      </w:r>
      <w:r w:rsidR="007B6CD4" w:rsidRPr="00EA518F">
        <w:t>векторы,</w:t>
      </w:r>
      <w:r w:rsidR="00EA518F">
        <w:t xml:space="preserve"> </w:t>
      </w:r>
      <w:r w:rsidR="007B6CD4" w:rsidRPr="00EA518F">
        <w:t>функции</w:t>
      </w:r>
      <w:r w:rsidR="00EA518F">
        <w:t xml:space="preserve"> </w:t>
      </w:r>
      <w:r w:rsidR="007B6CD4" w:rsidRPr="00EA518F">
        <w:t>и</w:t>
      </w:r>
      <w:r w:rsidR="00EA518F">
        <w:t xml:space="preserve"> </w:t>
      </w:r>
      <w:r w:rsidR="007B6CD4" w:rsidRPr="00EA518F">
        <w:t>т.д.).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Требуется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Х,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W</w:t>
      </w:r>
      <w:r w:rsidR="00EA518F">
        <w:t xml:space="preserve"> </w:t>
      </w:r>
      <w:r w:rsidRPr="00EA518F">
        <w:t>обращается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максимум:</w:t>
      </w:r>
      <w:r w:rsidR="00EA518F">
        <w:t xml:space="preserve"> </w:t>
      </w:r>
      <w:r w:rsidR="00E8503A">
        <w:pict>
          <v:shape id="_x0000_i1077" type="#_x0000_t75" style="width:125.25pt;height:45pt" fillcolor="window">
            <v:imagedata r:id="rId56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x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*,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случается,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оптимальным</w:t>
      </w:r>
      <w:r w:rsidR="00EA518F">
        <w:t xml:space="preserve"> </w:t>
      </w:r>
      <w:r w:rsidRPr="00EA518F">
        <w:t>управлением:</w:t>
      </w:r>
      <w:r w:rsidR="00EA518F">
        <w:t xml:space="preserve"> </w:t>
      </w:r>
      <w:r w:rsidR="00E8503A">
        <w:pict>
          <v:shape id="_x0000_i1078" type="#_x0000_t75" style="width:152.25pt;height:21pt" fillcolor="window">
            <v:imagedata r:id="rId57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="00E8503A">
        <w:pict>
          <v:shape id="_x0000_i1079" type="#_x0000_t75" style="width:104.25pt;height:26.25pt" fillcolor="window">
            <v:imagedata r:id="rId58" o:title=""/>
          </v:shape>
        </w:pict>
      </w:r>
      <w:r w:rsidRPr="00EA518F">
        <w:t>,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берется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управлениям</w:t>
      </w:r>
      <w:r w:rsidR="00EA518F">
        <w:t xml:space="preserve"> </w:t>
      </w:r>
      <w:r w:rsidRPr="00EA518F">
        <w:t>х,</w:t>
      </w:r>
      <w:r w:rsidR="00EA518F">
        <w:t xml:space="preserve"> </w:t>
      </w:r>
      <w:r w:rsidRPr="00EA518F">
        <w:t>(возможным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данных</w:t>
      </w:r>
      <w:r w:rsidR="00EA518F">
        <w:t xml:space="preserve"> </w:t>
      </w:r>
      <w:r w:rsidRPr="00EA518F">
        <w:t>условиях),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возможна</w:t>
      </w:r>
      <w:r w:rsidR="00EA518F">
        <w:t xml:space="preserve"> </w:t>
      </w:r>
      <w:r w:rsidRPr="00EA518F">
        <w:t>запись:</w:t>
      </w:r>
      <w:r w:rsidR="00EA518F">
        <w:t xml:space="preserve"> </w:t>
      </w:r>
      <w:r w:rsidR="00E8503A">
        <w:pict>
          <v:shape id="_x0000_i1080" type="#_x0000_t75" style="width:104.25pt;height:26.25pt" fillcolor="window">
            <v:imagedata r:id="rId59" o:title=""/>
          </v:shape>
        </w:pict>
      </w:r>
      <w:r w:rsidRPr="00EA518F">
        <w:t>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Принцип</w:t>
      </w:r>
      <w:r w:rsidR="00EA518F">
        <w:rPr>
          <w:b w:val="0"/>
        </w:rPr>
        <w:t xml:space="preserve"> </w:t>
      </w:r>
      <w:r w:rsidRPr="00EA518F">
        <w:rPr>
          <w:b w:val="0"/>
        </w:rPr>
        <w:t>решения</w:t>
      </w:r>
      <w:r w:rsidR="00EA518F">
        <w:rPr>
          <w:b w:val="0"/>
        </w:rPr>
        <w:t xml:space="preserve"> </w:t>
      </w:r>
      <w:r w:rsidRPr="00EA518F">
        <w:rPr>
          <w:b w:val="0"/>
        </w:rPr>
        <w:t>задачи</w:t>
      </w:r>
      <w:r w:rsidR="00EA518F">
        <w:rPr>
          <w:b w:val="0"/>
        </w:rPr>
        <w:t xml:space="preserve"> </w:t>
      </w:r>
      <w:r w:rsidRPr="00EA518F">
        <w:rPr>
          <w:b w:val="0"/>
        </w:rPr>
        <w:t>ДП.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Метод</w:t>
      </w:r>
      <w:r w:rsidR="00EA518F">
        <w:t xml:space="preserve"> </w:t>
      </w:r>
      <w:r w:rsidRPr="00EA518F">
        <w:t>ДП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предполагает,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оптимизируется</w:t>
      </w:r>
      <w:r w:rsidR="00EA518F">
        <w:t xml:space="preserve"> </w:t>
      </w:r>
      <w:r w:rsidRPr="00EA518F">
        <w:t>отдельно,</w:t>
      </w:r>
      <w:r w:rsidR="00EA518F">
        <w:t xml:space="preserve"> </w:t>
      </w:r>
      <w:r w:rsidRPr="00EA518F">
        <w:t>независимо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других.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Пусть,</w:t>
      </w:r>
      <w:r w:rsidR="00EA518F">
        <w:t xml:space="preserve"> </w:t>
      </w:r>
      <w:r w:rsidRPr="00EA518F">
        <w:t>например,</w:t>
      </w:r>
      <w:r w:rsidR="00EA518F">
        <w:t xml:space="preserve"> </w:t>
      </w:r>
      <w:r w:rsidRPr="00EA518F">
        <w:t>планируется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группы</w:t>
      </w:r>
      <w:r w:rsidR="00EA518F">
        <w:t xml:space="preserve"> </w:t>
      </w:r>
      <w:r w:rsidRPr="00EA518F">
        <w:t>предприятий,</w:t>
      </w:r>
      <w:r w:rsidR="00EA518F">
        <w:t xml:space="preserve"> </w:t>
      </w:r>
      <w:r w:rsidRPr="00EA518F">
        <w:t>часть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выпускает</w:t>
      </w:r>
      <w:r w:rsidR="00EA518F">
        <w:t xml:space="preserve"> </w:t>
      </w:r>
      <w:r w:rsidRPr="00EA518F">
        <w:t>предметы</w:t>
      </w:r>
      <w:r w:rsidR="00EA518F">
        <w:t xml:space="preserve"> </w:t>
      </w:r>
      <w:r w:rsidRPr="00EA518F">
        <w:t>потребления,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остальные</w:t>
      </w:r>
      <w:r w:rsidR="00EA518F">
        <w:t xml:space="preserve"> </w:t>
      </w:r>
      <w:r w:rsidRPr="00EA518F">
        <w:t>производят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машины.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лет</w:t>
      </w:r>
      <w:r w:rsidR="00EA518F">
        <w:t xml:space="preserve"> </w:t>
      </w:r>
      <w:r w:rsidRPr="00EA518F">
        <w:t>получить</w:t>
      </w:r>
      <w:r w:rsidR="00EA518F">
        <w:t xml:space="preserve"> </w:t>
      </w:r>
      <w:r w:rsidRPr="00EA518F">
        <w:t>максимальный</w:t>
      </w:r>
      <w:r w:rsidR="00EA518F">
        <w:t xml:space="preserve"> </w:t>
      </w:r>
      <w:r w:rsidRPr="00EA518F">
        <w:t>объем</w:t>
      </w:r>
      <w:r w:rsidR="00EA518F">
        <w:t xml:space="preserve"> </w:t>
      </w:r>
      <w:r w:rsidRPr="00EA518F">
        <w:t>предметов</w:t>
      </w:r>
      <w:r w:rsidR="00EA518F">
        <w:t xml:space="preserve"> </w:t>
      </w:r>
      <w:r w:rsidRPr="00EA518F">
        <w:t>потребления.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планируются</w:t>
      </w:r>
      <w:r w:rsidR="00EA518F">
        <w:t xml:space="preserve"> </w:t>
      </w:r>
      <w:r w:rsidRPr="00EA518F">
        <w:t>инвестиции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год.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исходить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узких</w:t>
      </w:r>
      <w:r w:rsidR="00EA518F">
        <w:t xml:space="preserve"> </w:t>
      </w:r>
      <w:r w:rsidRPr="00EA518F">
        <w:t>интересов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(года),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было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вложить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наличные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производство</w:t>
      </w:r>
      <w:r w:rsidR="00EA518F">
        <w:t xml:space="preserve"> </w:t>
      </w:r>
      <w:r w:rsidRPr="00EA518F">
        <w:t>предметов</w:t>
      </w:r>
      <w:r w:rsidR="00EA518F">
        <w:t xml:space="preserve"> </w:t>
      </w:r>
      <w:r w:rsidRPr="00EA518F">
        <w:t>потребления.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было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правильным</w:t>
      </w:r>
      <w:r w:rsidR="00EA518F">
        <w:t xml:space="preserve"> </w:t>
      </w:r>
      <w:r w:rsidRPr="00EA518F">
        <w:t>(эффективным)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целом.</w:t>
      </w:r>
      <w:r w:rsidR="00EA518F">
        <w:t xml:space="preserve"> </w:t>
      </w:r>
      <w:r w:rsidRPr="00EA518F">
        <w:t>Конечно,</w:t>
      </w:r>
      <w:r w:rsidR="00EA518F">
        <w:t xml:space="preserve"> </w:t>
      </w:r>
      <w:r w:rsidRPr="00EA518F">
        <w:t>вкладывая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производство</w:t>
      </w:r>
      <w:r w:rsidR="00EA518F">
        <w:t xml:space="preserve"> </w:t>
      </w:r>
      <w:r w:rsidRPr="00EA518F">
        <w:t>машин,</w:t>
      </w:r>
      <w:r w:rsidR="00EA518F">
        <w:t xml:space="preserve"> </w:t>
      </w:r>
      <w:r w:rsidRPr="00EA518F">
        <w:t>мы</w:t>
      </w:r>
      <w:r w:rsidR="00EA518F">
        <w:t xml:space="preserve"> </w:t>
      </w:r>
      <w:r w:rsidRPr="00EA518F">
        <w:t>сокращаем</w:t>
      </w:r>
      <w:r w:rsidR="00EA518F">
        <w:t xml:space="preserve"> </w:t>
      </w:r>
      <w:r w:rsidRPr="00EA518F">
        <w:t>объем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предметов</w:t>
      </w:r>
      <w:r w:rsidR="00EA518F">
        <w:t xml:space="preserve"> </w:t>
      </w:r>
      <w:r w:rsidRPr="00EA518F">
        <w:t>потребления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данном</w:t>
      </w:r>
      <w:r w:rsidR="00EA518F">
        <w:t xml:space="preserve"> </w:t>
      </w:r>
      <w:r w:rsidRPr="00EA518F">
        <w:t>году,</w:t>
      </w:r>
      <w:r w:rsidR="00EA518F">
        <w:t xml:space="preserve"> </w:t>
      </w:r>
      <w:r w:rsidRPr="00EA518F">
        <w:t>но,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вместе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создаются</w:t>
      </w:r>
      <w:r w:rsidR="00EA518F">
        <w:t xml:space="preserve"> </w:t>
      </w:r>
      <w:r w:rsidRPr="00EA518F">
        <w:t>условия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увеличения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последующие</w:t>
      </w:r>
      <w:r w:rsidR="00EA518F">
        <w:t xml:space="preserve"> </w:t>
      </w:r>
      <w:r w:rsidRPr="00EA518F">
        <w:t>годы.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планируя</w:t>
      </w:r>
      <w:r w:rsidR="00EA518F">
        <w:t xml:space="preserve"> </w:t>
      </w:r>
      <w:r w:rsidRPr="00EA518F">
        <w:t>многошаговую</w:t>
      </w:r>
      <w:r w:rsidR="00EA518F">
        <w:t xml:space="preserve"> </w:t>
      </w:r>
      <w:r w:rsidRPr="00EA518F">
        <w:t>задачу,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выбирать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шагу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учетом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будущих</w:t>
      </w:r>
      <w:r w:rsidR="00EA518F">
        <w:t xml:space="preserve"> </w:t>
      </w:r>
      <w:r w:rsidRPr="00EA518F">
        <w:t>последствий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еще</w:t>
      </w:r>
      <w:r w:rsidR="00EA518F">
        <w:t xml:space="preserve"> </w:t>
      </w:r>
      <w:r w:rsidRPr="00EA518F">
        <w:t>предстоящих</w:t>
      </w:r>
      <w:r w:rsidR="00EA518F">
        <w:t xml:space="preserve"> </w:t>
      </w:r>
      <w:r w:rsidRPr="00EA518F">
        <w:t>шагах.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i-том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выбирается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максимальной</w:t>
      </w:r>
      <w:r w:rsidR="00EA518F">
        <w:t xml:space="preserve"> </w:t>
      </w:r>
      <w:r w:rsidRPr="00EA518F">
        <w:t>сумма</w:t>
      </w:r>
      <w:r w:rsidR="00EA518F">
        <w:t xml:space="preserve"> </w:t>
      </w:r>
      <w:r w:rsidRPr="00EA518F">
        <w:t>выигрышей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оставшихся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</w:t>
      </w:r>
      <w:r w:rsidR="00EA518F">
        <w:t xml:space="preserve"> </w:t>
      </w:r>
      <w:r w:rsidRPr="00EA518F">
        <w:t>шагах</w:t>
      </w:r>
      <w:r w:rsidR="00EA518F">
        <w:t xml:space="preserve"> </w:t>
      </w:r>
      <w:r w:rsidRPr="00EA518F">
        <w:t>плюс</w:t>
      </w:r>
      <w:r w:rsidR="00EA518F">
        <w:t xml:space="preserve"> </w:t>
      </w:r>
      <w:r w:rsidRPr="00EA518F">
        <w:t>данный.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Однако,</w:t>
      </w:r>
      <w:r w:rsidR="00EA518F">
        <w:t xml:space="preserve"> </w:t>
      </w:r>
      <w:r w:rsidRPr="00EA518F">
        <w:t>последний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исключением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правила.</w:t>
      </w:r>
      <w:r w:rsidR="00EA518F">
        <w:t xml:space="preserve"> </w:t>
      </w:r>
      <w:r w:rsidRPr="00EA518F">
        <w:t>Здесь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планировать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сам,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таковой,</w:t>
      </w:r>
      <w:r w:rsidR="00EA518F">
        <w:t xml:space="preserve"> </w:t>
      </w:r>
      <w:r w:rsidRPr="00EA518F">
        <w:t>принес</w:t>
      </w:r>
      <w:r w:rsidR="00EA518F">
        <w:t xml:space="preserve"> </w:t>
      </w:r>
      <w:r w:rsidRPr="00EA518F">
        <w:t>наибольшую</w:t>
      </w:r>
      <w:r w:rsidR="00EA518F">
        <w:t xml:space="preserve"> </w:t>
      </w:r>
      <w:r w:rsidRPr="00EA518F">
        <w:t>выгоду.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Следовательно,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ДП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разворачивается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конца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началу,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сначала</w:t>
      </w:r>
      <w:r w:rsidR="00EA518F">
        <w:t xml:space="preserve"> </w:t>
      </w:r>
      <w:r w:rsidRPr="00EA518F">
        <w:t>планируется</w:t>
      </w:r>
      <w:r w:rsidR="00EA518F">
        <w:t xml:space="preserve"> </w:t>
      </w:r>
      <w:r w:rsidRPr="00EA518F">
        <w:t>m-й</w:t>
      </w:r>
      <w:r w:rsidR="00EA518F">
        <w:t xml:space="preserve"> </w:t>
      </w:r>
      <w:r w:rsidRPr="00EA518F">
        <w:t>шаг.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спланировать,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знаем,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кончается</w:t>
      </w:r>
      <w:r w:rsidR="00EA518F">
        <w:t xml:space="preserve"> </w:t>
      </w:r>
      <w:r w:rsidRPr="00EA518F">
        <w:t>предпоследний</w:t>
      </w:r>
      <w:r w:rsidR="00EA518F">
        <w:t xml:space="preserve"> </w:t>
      </w:r>
      <w:r w:rsidRPr="00EA518F">
        <w:t>шаг.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быть?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Планируя</w:t>
      </w:r>
      <w:r w:rsidR="00EA518F">
        <w:t xml:space="preserve"> </w:t>
      </w:r>
      <w:r w:rsidRPr="00EA518F">
        <w:t>последний</w:t>
      </w:r>
      <w:r w:rsidR="00EA518F">
        <w:t xml:space="preserve"> </w:t>
      </w:r>
      <w:r w:rsidRPr="00EA518F">
        <w:t>шаг,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Pr="00EA518F">
        <w:t>разные</w:t>
      </w:r>
      <w:r w:rsidR="00EA518F">
        <w:t xml:space="preserve"> </w:t>
      </w:r>
      <w:r w:rsidRPr="00EA518F">
        <w:t>предположения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кончится</w:t>
      </w:r>
      <w:r w:rsidR="00EA518F">
        <w:t xml:space="preserve"> </w:t>
      </w:r>
      <w:r w:rsidRPr="00EA518F">
        <w:t>предпоследний</w:t>
      </w:r>
      <w:r w:rsidR="00EA518F">
        <w:t xml:space="preserve"> </w:t>
      </w:r>
      <w:r w:rsidRPr="00EA518F">
        <w:t>(m-1)-й</w:t>
      </w:r>
      <w:r w:rsidR="00EA518F">
        <w:t xml:space="preserve"> </w:t>
      </w:r>
      <w:r w:rsidRPr="00EA518F">
        <w:t>шаг,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предположений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m-ом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[условное,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оно</w:t>
      </w:r>
      <w:r w:rsidR="00EA518F">
        <w:t xml:space="preserve"> </w:t>
      </w:r>
      <w:r w:rsidRPr="00EA518F">
        <w:t>выбирается,</w:t>
      </w:r>
      <w:r w:rsidR="00EA518F">
        <w:t xml:space="preserve"> </w:t>
      </w:r>
      <w:r w:rsidRPr="00EA518F">
        <w:t>исходя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условия,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предпоследний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кончился</w:t>
      </w:r>
      <w:r w:rsidR="00EA518F">
        <w:t xml:space="preserve"> </w:t>
      </w:r>
      <w:r w:rsidRPr="00EA518F">
        <w:t>так-то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так-то</w:t>
      </w:r>
      <w:r w:rsidR="00EA518F">
        <w:t xml:space="preserve"> </w:t>
      </w:r>
      <w:r w:rsidRPr="00EA518F">
        <w:t>(каким-то</w:t>
      </w:r>
      <w:r w:rsidR="00EA518F">
        <w:t xml:space="preserve"> </w:t>
      </w:r>
      <w:r w:rsidRPr="00EA518F">
        <w:t>образом)].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Предположим,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сделано,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возможных</w:t>
      </w:r>
      <w:r w:rsidR="00EA518F">
        <w:t xml:space="preserve"> </w:t>
      </w:r>
      <w:r w:rsidRPr="00EA518F">
        <w:t>исходов</w:t>
      </w:r>
      <w:r w:rsidR="00EA518F">
        <w:t xml:space="preserve"> </w:t>
      </w:r>
      <w:r w:rsidRPr="00EA518F">
        <w:t>предпоследнего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известно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соответствующий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ом</w:t>
      </w:r>
      <w:r w:rsidR="00EA518F">
        <w:t xml:space="preserve"> </w:t>
      </w:r>
      <w:r w:rsidRPr="00EA518F">
        <w:t>шаге.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Теперь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оптимизировать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предпоследнем</w:t>
      </w:r>
      <w:r w:rsidR="00EA518F">
        <w:t xml:space="preserve"> </w:t>
      </w:r>
      <w:r w:rsidRPr="00EA518F">
        <w:t>(m-1)-ом</w:t>
      </w:r>
      <w:r w:rsidR="00EA518F">
        <w:t xml:space="preserve"> </w:t>
      </w:r>
      <w:r w:rsidRPr="00EA518F">
        <w:t>шаге.</w:t>
      </w:r>
      <w:r w:rsidR="00EA518F">
        <w:t xml:space="preserve"> </w:t>
      </w:r>
      <w:r w:rsidRPr="00EA518F">
        <w:t>Снова</w:t>
      </w:r>
      <w:r w:rsidR="00EA518F">
        <w:t xml:space="preserve"> </w:t>
      </w:r>
      <w:r w:rsidRPr="00EA518F">
        <w:t>делаем</w:t>
      </w:r>
      <w:r w:rsidR="00EA518F">
        <w:t xml:space="preserve"> </w:t>
      </w:r>
      <w:r w:rsidRPr="00EA518F">
        <w:t>возможные</w:t>
      </w:r>
      <w:r w:rsidR="00EA518F">
        <w:t xml:space="preserve"> </w:t>
      </w:r>
      <w:r w:rsidRPr="00EA518F">
        <w:t>предположения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кончиться</w:t>
      </w:r>
      <w:r w:rsidR="00EA518F">
        <w:t xml:space="preserve"> </w:t>
      </w:r>
      <w:r w:rsidRPr="00EA518F">
        <w:t>предыдущий</w:t>
      </w:r>
      <w:r w:rsidR="00EA518F">
        <w:t xml:space="preserve"> </w:t>
      </w:r>
      <w:r w:rsidRPr="00EA518F">
        <w:t>(m-2)-й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предположений</w:t>
      </w:r>
      <w:r w:rsidR="00EA518F">
        <w:t xml:space="preserve"> </w:t>
      </w:r>
      <w:r w:rsidRPr="00EA518F">
        <w:t>находим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(m-1)-ом</w:t>
      </w:r>
      <w:r w:rsidR="00EA518F">
        <w:t xml:space="preserve"> </w:t>
      </w:r>
      <w:r w:rsidRPr="00EA518F">
        <w:t>шаге,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последние</w:t>
      </w:r>
      <w:r w:rsidR="00EA518F">
        <w:t xml:space="preserve"> </w:t>
      </w:r>
      <w:r w:rsidRPr="00EA518F">
        <w:t>два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(</w:t>
      </w:r>
      <w:r w:rsidR="00EA518F">
        <w:t xml:space="preserve"> </w:t>
      </w:r>
      <w:r w:rsidRPr="00EA518F">
        <w:t>m-й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оптимизирован)</w:t>
      </w:r>
      <w:r w:rsidR="00EA518F">
        <w:t xml:space="preserve"> </w:t>
      </w:r>
      <w:r w:rsidRPr="00EA518F">
        <w:t>максимален.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находятся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исхода</w:t>
      </w:r>
      <w:r w:rsidR="00EA518F">
        <w:t xml:space="preserve"> </w:t>
      </w:r>
      <w:r w:rsidRPr="00EA518F">
        <w:t>(m-2)-го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(m-1)-м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последних</w:t>
      </w:r>
      <w:r w:rsidR="00EA518F">
        <w:t xml:space="preserve"> </w:t>
      </w:r>
      <w:r w:rsidRPr="00EA518F">
        <w:t>шагах.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"пятясь</w:t>
      </w:r>
      <w:r w:rsidR="00EA518F">
        <w:t xml:space="preserve"> </w:t>
      </w:r>
      <w:r w:rsidRPr="00EA518F">
        <w:t>назад",</w:t>
      </w:r>
      <w:r w:rsidR="00EA518F">
        <w:t xml:space="preserve"> </w:t>
      </w:r>
      <w:r w:rsidRPr="00EA518F">
        <w:t>оптимизируем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(m-2)-м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дойдем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первого.</w:t>
      </w:r>
      <w:r w:rsidR="00EA518F">
        <w:t xml:space="preserve"> </w:t>
      </w:r>
      <w:r w:rsidRPr="00EA518F">
        <w:t>Предположим,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условные</w:t>
      </w:r>
      <w:r w:rsidR="00EA518F">
        <w:t xml:space="preserve"> </w:t>
      </w:r>
      <w:r w:rsidRPr="00EA518F">
        <w:t>оптимальные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выигрыши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весь"</w:t>
      </w:r>
      <w:r w:rsidR="00EA518F">
        <w:t xml:space="preserve"> </w:t>
      </w:r>
      <w:r w:rsidRPr="00EA518F">
        <w:t>хвост"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(на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шагах,</w:t>
      </w:r>
      <w:r w:rsidR="00EA518F">
        <w:t xml:space="preserve"> </w:t>
      </w:r>
      <w:r w:rsidRPr="00EA518F">
        <w:t>начиная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данного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конца)</w:t>
      </w:r>
      <w:r w:rsidR="00EA518F">
        <w:t xml:space="preserve"> </w:t>
      </w:r>
      <w:r w:rsidRPr="00EA518F">
        <w:t>известны.</w:t>
      </w:r>
      <w:r w:rsidR="00EA518F">
        <w:t xml:space="preserve"> </w:t>
      </w:r>
      <w:r w:rsidRPr="00EA518F">
        <w:t>Теперь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условные</w:t>
      </w:r>
      <w:r w:rsidR="00EA518F">
        <w:t xml:space="preserve"> </w:t>
      </w:r>
      <w:r w:rsidRPr="00EA518F">
        <w:t>оптимальные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x*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w*.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Действительно,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известно,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каком-то</w:t>
      </w:r>
      <w:r w:rsidR="00EA518F">
        <w:t xml:space="preserve"> </w:t>
      </w:r>
      <w:r w:rsidRPr="00EA518F">
        <w:t>состоянии</w:t>
      </w:r>
      <w:r w:rsidR="00EA518F">
        <w:t xml:space="preserve"> </w:t>
      </w:r>
      <w:r w:rsidRPr="00EA518F">
        <w:t>S</w:t>
      </w:r>
      <w:r w:rsidRPr="00EA518F">
        <w:rPr>
          <w:vertAlign w:val="subscript"/>
        </w:rPr>
        <w:t>0</w:t>
      </w:r>
      <w:r w:rsidR="00EA518F">
        <w:t xml:space="preserve"> </w:t>
      </w:r>
      <w:r w:rsidRPr="00EA518F">
        <w:t>управляемая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(объект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S)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шага.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1</w:t>
      </w:r>
      <w:r w:rsidRPr="00EA518F">
        <w:t>*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шаге.</w:t>
      </w:r>
      <w:r w:rsidR="00EA518F">
        <w:t xml:space="preserve"> </w:t>
      </w:r>
      <w:r w:rsidRPr="00EA518F">
        <w:t>Применив</w:t>
      </w:r>
      <w:r w:rsidR="00EA518F">
        <w:t xml:space="preserve"> </w:t>
      </w:r>
      <w:r w:rsidRPr="00EA518F">
        <w:t>его,</w:t>
      </w:r>
      <w:r w:rsidR="00EA518F">
        <w:t xml:space="preserve"> </w:t>
      </w:r>
      <w:r w:rsidRPr="00EA518F">
        <w:t>меняем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новое</w:t>
      </w:r>
      <w:r w:rsidR="00EA518F">
        <w:t xml:space="preserve"> </w:t>
      </w:r>
      <w:r w:rsidRPr="00EA518F">
        <w:t>S</w:t>
      </w:r>
      <w:r w:rsidRPr="00EA518F">
        <w:rPr>
          <w:vertAlign w:val="subscript"/>
        </w:rPr>
        <w:t>1</w:t>
      </w:r>
      <w:r w:rsidRPr="00EA518F">
        <w:rPr>
          <w:vertAlign w:val="superscript"/>
        </w:rPr>
        <w:t>*</w:t>
      </w:r>
      <w:r w:rsidRPr="00EA518F">
        <w:t>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состоянии</w:t>
      </w:r>
      <w:r w:rsidR="00EA518F">
        <w:t xml:space="preserve"> </w:t>
      </w:r>
      <w:r w:rsidRPr="00EA518F">
        <w:t>подходим</w:t>
      </w:r>
      <w:r w:rsidR="00EA518F">
        <w:t xml:space="preserve"> </w:t>
      </w:r>
      <w:r w:rsidRPr="00EA518F">
        <w:t>ко</w:t>
      </w:r>
      <w:r w:rsidR="00EA518F">
        <w:t xml:space="preserve"> </w:t>
      </w:r>
      <w:r w:rsidRPr="00EA518F">
        <w:t>второму</w:t>
      </w:r>
      <w:r w:rsidR="00EA518F">
        <w:t xml:space="preserve"> </w:t>
      </w:r>
      <w:r w:rsidRPr="00EA518F">
        <w:t>шагу.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тоже</w:t>
      </w:r>
      <w:r w:rsidR="00EA518F">
        <w:t xml:space="preserve"> </w:t>
      </w:r>
      <w:r w:rsidRPr="00EA518F">
        <w:t>известно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rPr>
          <w:vertAlign w:val="superscript"/>
        </w:rPr>
        <w:t>*</w:t>
      </w:r>
      <w:r w:rsidRPr="00EA518F">
        <w:t>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концу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переводит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S</w:t>
      </w:r>
      <w:r w:rsidRPr="00EA518F">
        <w:rPr>
          <w:vertAlign w:val="subscript"/>
        </w:rPr>
        <w:t>2</w:t>
      </w:r>
      <w:r w:rsidRPr="00EA518F">
        <w:rPr>
          <w:vertAlign w:val="superscript"/>
        </w:rPr>
        <w:t>*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w*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всю</w:t>
      </w:r>
      <w:r w:rsidR="00EA518F">
        <w:t xml:space="preserve"> </w:t>
      </w:r>
      <w:r w:rsidRPr="00EA518F">
        <w:t>операцию</w:t>
      </w:r>
      <w:r w:rsidR="00EA518F">
        <w:t xml:space="preserve"> </w:t>
      </w:r>
      <w:r w:rsidRPr="00EA518F">
        <w:t>известен,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максимальности</w:t>
      </w:r>
      <w:r w:rsidR="00EA518F">
        <w:t xml:space="preserve"> </w:t>
      </w:r>
      <w:r w:rsidRPr="00EA518F">
        <w:t>выбиралось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шаге.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ДП</w:t>
      </w:r>
      <w:r w:rsidR="00EA518F">
        <w:t xml:space="preserve"> </w:t>
      </w:r>
      <w:r w:rsidRPr="00EA518F">
        <w:t>многошаговый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"проходится"</w:t>
      </w:r>
      <w:r w:rsidR="00EA518F">
        <w:t xml:space="preserve"> </w:t>
      </w:r>
      <w:r w:rsidRPr="00EA518F">
        <w:t>дважды: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от</w:t>
      </w:r>
      <w:r w:rsidR="00EA518F">
        <w:t xml:space="preserve"> </w:t>
      </w:r>
      <w:r w:rsidRPr="00EA518F">
        <w:t>конца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началу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поиск</w:t>
      </w:r>
      <w:r w:rsidR="00EA518F">
        <w:t xml:space="preserve"> </w:t>
      </w:r>
      <w:r w:rsidRPr="00EA518F">
        <w:t>условных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управлений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выигрышей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оставшийся</w:t>
      </w:r>
      <w:r w:rsidR="00EA518F">
        <w:t xml:space="preserve"> </w:t>
      </w:r>
      <w:r w:rsidRPr="00EA518F">
        <w:t>"хвост"</w:t>
      </w:r>
      <w:r w:rsidR="00EA518F">
        <w:t xml:space="preserve"> </w:t>
      </w:r>
      <w:r w:rsidRPr="00EA518F">
        <w:t>процесса;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от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концу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"чтение"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готовых</w:t>
      </w:r>
      <w:r w:rsidR="00EA518F">
        <w:t xml:space="preserve"> </w:t>
      </w:r>
      <w:r w:rsidRPr="00EA518F">
        <w:t>рекомендаций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поиск</w:t>
      </w:r>
      <w:r w:rsidR="00EA518F">
        <w:t xml:space="preserve"> </w:t>
      </w:r>
      <w:r w:rsidRPr="00EA518F">
        <w:t>безусловного</w:t>
      </w:r>
      <w:r w:rsidR="00EA518F">
        <w:t xml:space="preserve"> </w:t>
      </w:r>
      <w:r w:rsidRPr="00EA518F">
        <w:t>оптимального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x*,</w:t>
      </w:r>
      <w:r w:rsidR="00EA518F">
        <w:t xml:space="preserve"> </w:t>
      </w:r>
      <w:r w:rsidRPr="00EA518F">
        <w:t>состоящего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шаговых</w:t>
      </w:r>
      <w:r w:rsidR="00EA518F">
        <w:t xml:space="preserve"> </w:t>
      </w:r>
      <w:r w:rsidRPr="00EA518F">
        <w:t>управлений</w:t>
      </w:r>
      <w:r w:rsidR="00EA518F">
        <w:t xml:space="preserve"> </w:t>
      </w:r>
      <w:r w:rsidRPr="00EA518F">
        <w:t>x1*,</w:t>
      </w:r>
      <w:r w:rsidR="00EA518F">
        <w:t xml:space="preserve"> </w:t>
      </w:r>
      <w:r w:rsidRPr="00EA518F">
        <w:t>x2*,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xm*.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Задача</w:t>
      </w:r>
      <w:r w:rsidR="00EA518F">
        <w:rPr>
          <w:b w:val="0"/>
        </w:rPr>
        <w:t xml:space="preserve"> </w:t>
      </w:r>
      <w:r w:rsidRPr="00EA518F">
        <w:rPr>
          <w:b w:val="0"/>
        </w:rPr>
        <w:t>о</w:t>
      </w:r>
      <w:r w:rsidR="00EA518F">
        <w:rPr>
          <w:b w:val="0"/>
        </w:rPr>
        <w:t xml:space="preserve"> </w:t>
      </w:r>
      <w:r w:rsidRPr="00EA518F">
        <w:rPr>
          <w:b w:val="0"/>
        </w:rPr>
        <w:t>распределении</w:t>
      </w:r>
      <w:r w:rsidR="00EA518F">
        <w:rPr>
          <w:b w:val="0"/>
        </w:rPr>
        <w:t xml:space="preserve"> </w:t>
      </w:r>
      <w:r w:rsidRPr="00EA518F">
        <w:rPr>
          <w:b w:val="0"/>
        </w:rPr>
        <w:t>ресурсов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Имеется</w:t>
      </w:r>
      <w:r w:rsidR="00EA518F">
        <w:t xml:space="preserve"> </w:t>
      </w:r>
      <w:r w:rsidRPr="00EA518F">
        <w:t>некий</w:t>
      </w:r>
      <w:r w:rsidR="00EA518F">
        <w:t xml:space="preserve"> </w:t>
      </w:r>
      <w:r w:rsidRPr="00EA518F">
        <w:t>запас</w:t>
      </w:r>
      <w:r w:rsidR="00EA518F">
        <w:t xml:space="preserve"> </w:t>
      </w:r>
      <w:r w:rsidRPr="00EA518F">
        <w:t>ресурсов</w:t>
      </w:r>
      <w:r w:rsidR="00EA518F">
        <w:t xml:space="preserve"> </w:t>
      </w:r>
      <w:r w:rsidRPr="00EA518F">
        <w:t>(средств)</w:t>
      </w:r>
      <w:r w:rsidR="00EA518F">
        <w:t xml:space="preserve"> </w:t>
      </w:r>
      <w:r w:rsidRPr="00EA518F">
        <w:t>К,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распределить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предприятиями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m</w:t>
      </w:r>
      <w:r w:rsidRPr="00EA518F">
        <w:t>.</w:t>
      </w:r>
      <w:r w:rsidR="00EA518F">
        <w:t xml:space="preserve"> </w:t>
      </w:r>
      <w:r w:rsidRPr="00EA518F">
        <w:t>Каждое</w:t>
      </w:r>
      <w:r w:rsidR="00EA518F">
        <w:t xml:space="preserve"> </w:t>
      </w:r>
      <w:r w:rsidRPr="00EA518F">
        <w:t>i-ое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вложении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него</w:t>
      </w:r>
      <w:r w:rsidR="00EA518F">
        <w:t xml:space="preserve"> </w:t>
      </w:r>
      <w:r w:rsidRPr="00EA518F">
        <w:t>каких-то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приносит</w:t>
      </w:r>
      <w:r w:rsidR="00EA518F">
        <w:t xml:space="preserve"> </w:t>
      </w:r>
      <w:r w:rsidRPr="00EA518F">
        <w:t>доход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="00E8503A">
        <w:pict>
          <v:shape id="_x0000_i1081" type="#_x0000_t75" style="width:123.75pt;height:21pt" fillcolor="window">
            <v:imagedata r:id="rId60" o:title=""/>
          </v:shape>
        </w:pict>
      </w:r>
      <w:r w:rsidRPr="00EA518F">
        <w:t>.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="00E8503A">
        <w:pict>
          <v:shape id="_x0000_i1082" type="#_x0000_t75" style="width:36.75pt;height:18.75pt" fillcolor="window">
            <v:imagedata r:id="rId61" o:title=""/>
          </v:shape>
        </w:pict>
      </w:r>
      <w:r w:rsidR="00EA518F">
        <w:t xml:space="preserve"> </w:t>
      </w:r>
      <w:r w:rsidRPr="00EA518F">
        <w:t>заданы</w:t>
      </w:r>
      <w:r w:rsidR="00EA518F">
        <w:t xml:space="preserve"> </w:t>
      </w:r>
      <w:r w:rsidRPr="00EA518F">
        <w:t>(пусть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неубывающие).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распределить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A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=1,2,...,m),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сумме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дали</w:t>
      </w:r>
      <w:r w:rsidR="00EA518F">
        <w:t xml:space="preserve"> </w:t>
      </w:r>
      <w:r w:rsidRPr="00EA518F">
        <w:t>максимальный</w:t>
      </w:r>
      <w:r w:rsidR="00EA518F">
        <w:t xml:space="preserve"> </w:t>
      </w:r>
      <w:r w:rsidRPr="00EA518F">
        <w:t>доход?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Здесь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параметра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операцию</w:t>
      </w:r>
      <w:r w:rsidR="00EA518F">
        <w:t xml:space="preserve"> </w:t>
      </w:r>
      <w:r w:rsidRPr="00EA518F">
        <w:t>распределения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мысленно</w:t>
      </w:r>
      <w:r w:rsidR="00EA518F">
        <w:t xml:space="preserve"> </w:t>
      </w:r>
      <w:r w:rsidRPr="00EA518F">
        <w:t>развернуть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какой-то</w:t>
      </w:r>
      <w:r w:rsidR="00EA518F">
        <w:t xml:space="preserve"> </w:t>
      </w:r>
      <w:r w:rsidRPr="00EA518F">
        <w:t>последовательности,</w:t>
      </w:r>
      <w:r w:rsidR="00EA518F">
        <w:t xml:space="preserve"> </w:t>
      </w:r>
      <w:r w:rsidRPr="00EA518F">
        <w:t>считая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вложение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второй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вложение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Управляемая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ресурсы</w:t>
      </w:r>
      <w:r w:rsidR="00EA518F">
        <w:t xml:space="preserve"> </w:t>
      </w:r>
      <w:r w:rsidRPr="00EA518F">
        <w:t>(средства).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перед</w:t>
      </w:r>
      <w:r w:rsidR="00EA518F">
        <w:t xml:space="preserve"> </w:t>
      </w:r>
      <w:r w:rsidRPr="00EA518F">
        <w:t>каждым</w:t>
      </w:r>
      <w:r w:rsidR="00EA518F">
        <w:t xml:space="preserve"> </w:t>
      </w:r>
      <w:r w:rsidRPr="00EA518F">
        <w:t>шагом</w:t>
      </w:r>
      <w:r w:rsidR="00EA518F">
        <w:t xml:space="preserve"> </w:t>
      </w:r>
      <w:r w:rsidRPr="00EA518F">
        <w:t>характеризуется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числом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-наличным</w:t>
      </w:r>
      <w:r w:rsidR="00EA518F">
        <w:t xml:space="preserve"> </w:t>
      </w:r>
      <w:r w:rsidRPr="00EA518F">
        <w:t>запасом</w:t>
      </w:r>
      <w:r w:rsidR="00EA518F">
        <w:t xml:space="preserve"> </w:t>
      </w:r>
      <w:r w:rsidRPr="00EA518F">
        <w:t>еще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вложенных</w:t>
      </w:r>
      <w:r w:rsidR="00EA518F">
        <w:t xml:space="preserve"> </w:t>
      </w:r>
      <w:r w:rsidRPr="00EA518F">
        <w:t>средств.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Шаговыми</w:t>
      </w:r>
      <w:r w:rsidR="00EA518F">
        <w:t xml:space="preserve"> </w:t>
      </w:r>
      <w:r w:rsidRPr="00EA518F">
        <w:t>управлениями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m</w:t>
      </w:r>
      <w:r w:rsidRPr="00EA518F">
        <w:t>,</w:t>
      </w:r>
      <w:r w:rsidR="00EA518F">
        <w:t xml:space="preserve"> </w:t>
      </w:r>
      <w:r w:rsidRPr="00EA518F">
        <w:t>выделяемые</w:t>
      </w:r>
      <w:r w:rsidR="00EA518F">
        <w:t xml:space="preserve"> </w:t>
      </w:r>
      <w:r w:rsidRPr="00EA518F">
        <w:t>конкретным</w:t>
      </w:r>
      <w:r w:rsidR="00EA518F">
        <w:t xml:space="preserve"> </w:t>
      </w:r>
      <w:r w:rsidRPr="00EA518F">
        <w:t>предприятиям.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Требуется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m</w:t>
      </w:r>
      <w:r w:rsidRPr="00EA518F">
        <w:t>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суммарный</w:t>
      </w:r>
      <w:r w:rsidR="00EA518F">
        <w:t xml:space="preserve"> </w:t>
      </w:r>
      <w:r w:rsidRPr="00EA518F">
        <w:t>доход</w:t>
      </w:r>
      <w:r w:rsidR="00EA518F">
        <w:t xml:space="preserve"> </w:t>
      </w:r>
      <w:r w:rsidRPr="00EA518F">
        <w:t>максимален:</w:t>
      </w:r>
      <w:r w:rsidR="00EA518F">
        <w:t xml:space="preserve"> 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3" type="#_x0000_t75" style="width:155.25pt;height:45pt" fillcolor="window">
            <v:imagedata r:id="rId62" o:title=""/>
          </v:shape>
        </w:pict>
      </w:r>
      <w:r w:rsidR="007B6CD4" w:rsidRPr="00EA518F">
        <w:t>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Решение</w:t>
      </w:r>
      <w:r w:rsidR="00EA518F">
        <w:rPr>
          <w:b w:val="0"/>
        </w:rPr>
        <w:t xml:space="preserve"> </w:t>
      </w:r>
      <w:r w:rsidRPr="00EA518F">
        <w:rPr>
          <w:b w:val="0"/>
        </w:rPr>
        <w:t>в</w:t>
      </w:r>
      <w:r w:rsidR="00EA518F">
        <w:rPr>
          <w:b w:val="0"/>
        </w:rPr>
        <w:t xml:space="preserve"> </w:t>
      </w:r>
      <w:r w:rsidRPr="00EA518F">
        <w:rPr>
          <w:b w:val="0"/>
        </w:rPr>
        <w:t>общем</w:t>
      </w:r>
      <w:r w:rsidR="00EA518F">
        <w:rPr>
          <w:b w:val="0"/>
        </w:rPr>
        <w:t xml:space="preserve"> </w:t>
      </w:r>
      <w:r w:rsidRPr="00EA518F">
        <w:rPr>
          <w:b w:val="0"/>
        </w:rPr>
        <w:t>виде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Находим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(от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конца),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данному</w:t>
      </w:r>
      <w:r w:rsidR="00EA518F">
        <w:t xml:space="preserve"> </w:t>
      </w:r>
      <w:r w:rsidRPr="00EA518F">
        <w:t>шагу</w:t>
      </w:r>
      <w:r w:rsidR="00EA518F">
        <w:t xml:space="preserve"> </w:t>
      </w:r>
      <w:r w:rsidRPr="00EA518F">
        <w:t>подошли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запасом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S.</w:t>
      </w:r>
      <w:r w:rsidR="00EA518F">
        <w:t xml:space="preserve"> </w:t>
      </w:r>
      <w:r w:rsidRPr="00EA518F">
        <w:t>Обозначаем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wi(S),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соответствующее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средства,</w:t>
      </w:r>
      <w:r w:rsidR="00EA518F">
        <w:t xml:space="preserve"> </w:t>
      </w:r>
      <w:r w:rsidRPr="00EA518F">
        <w:t>вкладываемые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i-е</w:t>
      </w:r>
      <w:r w:rsidR="00EA518F">
        <w:t xml:space="preserve"> </w:t>
      </w:r>
      <w:r w:rsidRPr="00EA518F">
        <w:t>предприятие,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xi(S).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Начинаем</w:t>
      </w:r>
      <w:r w:rsidR="00EA518F">
        <w:t xml:space="preserve"> </w:t>
      </w:r>
      <w:r w:rsidRPr="00EA518F">
        <w:t>оптимизацию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последнего</w:t>
      </w:r>
      <w:r w:rsidR="00EA518F">
        <w:t xml:space="preserve"> </w:t>
      </w:r>
      <w:r w:rsidRPr="00EA518F">
        <w:t>m-го</w:t>
      </w:r>
      <w:r w:rsidR="00EA518F">
        <w:t xml:space="preserve"> </w:t>
      </w:r>
      <w:r w:rsidRPr="00EA518F">
        <w:t>шага.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подошли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этому</w:t>
      </w:r>
      <w:r w:rsidR="00EA518F">
        <w:t xml:space="preserve"> </w:t>
      </w:r>
      <w:r w:rsidRPr="00EA518F">
        <w:t>шагу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остатком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S.</w:t>
      </w:r>
      <w:r w:rsidR="00EA518F">
        <w:t xml:space="preserve"> </w:t>
      </w:r>
      <w:r w:rsidRPr="00EA518F">
        <w:t>Вкладываем</w:t>
      </w:r>
      <w:r w:rsidR="00EA518F">
        <w:t xml:space="preserve"> </w:t>
      </w:r>
      <w:r w:rsidRPr="00EA518F">
        <w:t>всю</w:t>
      </w:r>
      <w:r w:rsidR="00EA518F">
        <w:t xml:space="preserve"> </w:t>
      </w:r>
      <w:r w:rsidRPr="00EA518F">
        <w:t>сумму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целиком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Аm.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m-ом</w:t>
      </w:r>
      <w:r w:rsidR="00EA518F">
        <w:t xml:space="preserve"> </w:t>
      </w:r>
      <w:r w:rsidRPr="00EA518F">
        <w:t>шаге:</w:t>
      </w:r>
      <w:r w:rsidR="00EA518F">
        <w:t xml:space="preserve"> </w:t>
      </w:r>
      <w:r w:rsidRPr="00EA518F">
        <w:t>отдать</w:t>
      </w:r>
      <w:r w:rsidR="00EA518F">
        <w:t xml:space="preserve"> </w:t>
      </w:r>
      <w:r w:rsidRPr="00EA518F">
        <w:t>последнему</w:t>
      </w:r>
      <w:r w:rsidR="00EA518F">
        <w:t xml:space="preserve"> </w:t>
      </w:r>
      <w:r w:rsidRPr="00EA518F">
        <w:t>предприятию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имеющиеся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S: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4" type="#_x0000_t75" style="width:60.75pt;height:21pt">
            <v:imagedata r:id="rId63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а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5" type="#_x0000_t75" style="width:90.75pt;height:21pt">
            <v:imagedata r:id="rId64" o:title=""/>
          </v:shape>
        </w:pict>
      </w:r>
      <w:r w:rsidR="007B6CD4" w:rsidRPr="00EA518F">
        <w:t>.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Задаваясь</w:t>
      </w:r>
      <w:r w:rsidR="00EA518F">
        <w:t xml:space="preserve"> </w:t>
      </w:r>
      <w:r w:rsidRPr="00EA518F">
        <w:t>последовательностью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(располагая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тесно),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знать</w:t>
      </w:r>
      <w:r w:rsidR="00EA518F">
        <w:t xml:space="preserve"> </w:t>
      </w:r>
      <w:r w:rsidRPr="00EA518F">
        <w:t>xm(S)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wm(S).</w:t>
      </w:r>
      <w:r w:rsidR="00EA518F">
        <w:t xml:space="preserve"> </w:t>
      </w:r>
      <w:r w:rsidRPr="00EA518F">
        <w:t>Последний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оптимизирован.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Переходим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предпоследнему</w:t>
      </w:r>
      <w:r w:rsidR="00EA518F">
        <w:t xml:space="preserve"> </w:t>
      </w:r>
      <w:r w:rsidRPr="00EA518F">
        <w:t>(m-1)-му</w:t>
      </w:r>
      <w:r w:rsidR="00EA518F">
        <w:t xml:space="preserve"> </w:t>
      </w:r>
      <w:r w:rsidRPr="00EA518F">
        <w:t>шагу.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подошли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нему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запасом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S.</w:t>
      </w:r>
      <w:r w:rsidR="00EA518F">
        <w:t xml:space="preserve"> </w:t>
      </w:r>
      <w:r w:rsidRPr="00EA518F">
        <w:t>Обозначим</w:t>
      </w:r>
      <w:r w:rsidR="00EA518F">
        <w:t xml:space="preserve"> </w:t>
      </w:r>
      <w:r w:rsidRPr="00EA518F">
        <w:t>wm-1(S)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последних</w:t>
      </w:r>
      <w:r w:rsidR="00EA518F">
        <w:t xml:space="preserve"> </w:t>
      </w:r>
      <w:r w:rsidRPr="00EA518F">
        <w:t>шагах:</w:t>
      </w:r>
      <w:r w:rsidR="00EA518F">
        <w:t xml:space="preserve"> </w:t>
      </w:r>
      <w:r w:rsidRPr="00EA518F">
        <w:t>(m-1)-ом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m-ом</w:t>
      </w:r>
      <w:r w:rsidR="00EA518F">
        <w:t xml:space="preserve"> </w:t>
      </w:r>
      <w:r w:rsidRPr="00EA518F">
        <w:t>(последний</w:t>
      </w:r>
      <w:r w:rsidR="00EA518F">
        <w:t xml:space="preserve"> </w:t>
      </w:r>
      <w:r w:rsidRPr="00EA518F">
        <w:t>оптимизирован).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(m-1)-ом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(m-1)-му</w:t>
      </w:r>
      <w:r w:rsidR="00EA518F">
        <w:t xml:space="preserve"> </w:t>
      </w:r>
      <w:r w:rsidRPr="00EA518F">
        <w:t>предприятию</w:t>
      </w:r>
      <w:r w:rsidR="00EA518F">
        <w:t xml:space="preserve"> </w:t>
      </w:r>
      <w:r w:rsidRPr="00EA518F">
        <w:t>выделим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последний</w:t>
      </w:r>
      <w:r w:rsidR="00EA518F">
        <w:t xml:space="preserve"> </w:t>
      </w:r>
      <w:r w:rsidRPr="00EA518F">
        <w:t>останется</w:t>
      </w:r>
      <w:r w:rsidR="00EA518F">
        <w:t xml:space="preserve"> </w:t>
      </w:r>
      <w:r w:rsidRPr="00EA518F">
        <w:t>S-x.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последних</w:t>
      </w:r>
      <w:r w:rsidR="00EA518F">
        <w:t xml:space="preserve"> </w:t>
      </w:r>
      <w:r w:rsidRPr="00EA518F">
        <w:t>шагах</w:t>
      </w:r>
      <w:r w:rsidR="00EA518F">
        <w:t xml:space="preserve"> </w:t>
      </w:r>
      <w:r w:rsidRPr="00EA518F">
        <w:t>будет: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6" type="#_x0000_t75" style="width:122.25pt;height:21pt">
            <v:imagedata r:id="rId65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максимален: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7" type="#_x0000_t75" style="width:216.75pt;height:26.25pt" fillcolor="window">
            <v:imagedata r:id="rId66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Знак</w:t>
      </w:r>
      <w:r w:rsidR="00EA518F">
        <w:t xml:space="preserve"> </w:t>
      </w:r>
      <w:r w:rsidRPr="00EA518F">
        <w:t>max</w:t>
      </w:r>
      <w:r w:rsidR="00EA518F">
        <w:t xml:space="preserve"> </w:t>
      </w:r>
      <w:r w:rsidRPr="00EA518F">
        <w:t>означает,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берется</w:t>
      </w:r>
      <w:r w:rsidR="00EA518F">
        <w:t xml:space="preserve"> </w:t>
      </w:r>
      <w:r w:rsidRPr="00EA518F">
        <w:t>максимальное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какие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возможны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sym w:font="Symbol" w:char="F0A3"/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(вложить</w:t>
      </w:r>
      <w:r w:rsidR="00EA518F">
        <w:t xml:space="preserve"> </w:t>
      </w:r>
      <w:r w:rsidRPr="00EA518F">
        <w:t>больше,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нельзя)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выражения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{</w:t>
      </w:r>
      <w:r w:rsidR="00EA518F">
        <w:t xml:space="preserve"> </w:t>
      </w:r>
      <w:r w:rsidRPr="00EA518F">
        <w:t>}.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два</w:t>
      </w:r>
      <w:r w:rsidR="00EA518F">
        <w:t xml:space="preserve"> </w:t>
      </w:r>
      <w:r w:rsidRPr="00EA518F">
        <w:t>последних</w:t>
      </w:r>
      <w:r w:rsidR="00EA518F">
        <w:t xml:space="preserve"> </w:t>
      </w:r>
      <w:r w:rsidRPr="00EA518F">
        <w:t>шага,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max</w:t>
      </w:r>
      <w:r w:rsidR="00EA518F">
        <w:t xml:space="preserve"> </w:t>
      </w:r>
      <w:r w:rsidRPr="00EA518F">
        <w:t>достигается,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(m-1)-ом</w:t>
      </w:r>
      <w:r w:rsidR="00EA518F">
        <w:t xml:space="preserve"> </w:t>
      </w:r>
      <w:r w:rsidRPr="00EA518F">
        <w:t>шаге.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Далее</w:t>
      </w:r>
      <w:r w:rsidR="00EA518F">
        <w:t xml:space="preserve"> </w:t>
      </w:r>
      <w:r w:rsidRPr="00EA518F">
        <w:t>оптимизируем</w:t>
      </w:r>
      <w:r w:rsidR="00EA518F">
        <w:t xml:space="preserve"> </w:t>
      </w:r>
      <w:r w:rsidRPr="00EA518F">
        <w:t>(m-2)-й,</w:t>
      </w:r>
      <w:r w:rsidR="00EA518F">
        <w:t xml:space="preserve"> </w:t>
      </w:r>
      <w:r w:rsidRPr="00EA518F">
        <w:t>(m-3)-й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  <w:r w:rsidR="00EA518F">
        <w:t xml:space="preserve"> </w:t>
      </w:r>
      <w:r w:rsidRPr="00EA518F">
        <w:t>шаги.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любого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шаги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</w:t>
      </w:r>
      <w:r w:rsidR="00EA518F">
        <w:t xml:space="preserve"> </w:t>
      </w:r>
      <w:r w:rsidRPr="00EA518F">
        <w:t>находятся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8" type="#_x0000_t75" style="width:192pt;height:26.25pt" fillcolor="window">
            <v:imagedata r:id="rId67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</w:t>
      </w:r>
      <w:r w:rsidR="00EA518F">
        <w:t xml:space="preserve"> </w:t>
      </w:r>
      <w:r w:rsidRPr="00EA518F">
        <w:t>соответствующее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xi(S)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достигается.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Продолжая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процесс,</w:t>
      </w:r>
      <w:r w:rsidR="00EA518F">
        <w:t xml:space="preserve"> </w:t>
      </w:r>
      <w:r w:rsidRPr="00EA518F">
        <w:t>доходим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предприятия</w:t>
      </w:r>
      <w:r w:rsidR="00EA518F">
        <w:t xml:space="preserve"> </w:t>
      </w:r>
      <w:r w:rsidRPr="00EA518F">
        <w:t>А1.</w:t>
      </w:r>
      <w:r w:rsidR="00EA518F">
        <w:t xml:space="preserve"> </w:t>
      </w:r>
      <w:r w:rsidRPr="00EA518F">
        <w:t>Варьировать</w:t>
      </w:r>
      <w:r w:rsidR="00EA518F">
        <w:t xml:space="preserve"> </w:t>
      </w:r>
      <w:r w:rsidRPr="00EA518F">
        <w:t>значениями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нужды,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знаем,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запас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перед</w:t>
      </w:r>
      <w:r w:rsidR="00EA518F">
        <w:t xml:space="preserve"> </w:t>
      </w:r>
      <w:r w:rsidRPr="00EA518F">
        <w:t>первым</w:t>
      </w:r>
      <w:r w:rsidR="00EA518F">
        <w:t xml:space="preserve"> </w:t>
      </w:r>
      <w:r w:rsidRPr="00EA518F">
        <w:t>шагом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K,</w:t>
      </w:r>
      <w:r w:rsidR="00EA518F">
        <w:t xml:space="preserve"> </w:t>
      </w:r>
      <w:r w:rsidRPr="00EA518F">
        <w:t>т.е.: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89" type="#_x0000_t75" style="width:222.75pt;height:29.25pt" fillcolor="window">
            <v:imagedata r:id="rId68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максимальный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(доход)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предприятий</w:t>
      </w:r>
      <w:r w:rsidR="00EA518F">
        <w:t xml:space="preserve"> </w:t>
      </w:r>
      <w:r w:rsidRPr="00EA518F">
        <w:t>найден.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x,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max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последнем</w:t>
      </w:r>
      <w:r w:rsidR="00EA518F">
        <w:t xml:space="preserve"> </w:t>
      </w:r>
      <w:r w:rsidRPr="00EA518F">
        <w:t>соотношении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="00E8503A">
        <w:pict>
          <v:shape id="_x0000_i1090" type="#_x0000_t75" style="width:17.25pt;height:24pt">
            <v:imagedata r:id="rId69" o:title=""/>
          </v:shape>
        </w:pic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шаге.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После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вложены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первое</w:t>
      </w:r>
      <w:r w:rsidR="00EA518F">
        <w:t xml:space="preserve"> </w:t>
      </w:r>
      <w:r w:rsidRPr="00EA518F">
        <w:t>предприятие,</w:t>
      </w:r>
      <w:r w:rsidR="00EA518F">
        <w:t xml:space="preserve"> </w:t>
      </w:r>
      <w:r w:rsidRPr="00EA518F">
        <w:t>остается</w:t>
      </w:r>
      <w:r w:rsidR="00EA518F">
        <w:t xml:space="preserve"> </w:t>
      </w:r>
      <w:r w:rsidR="00E8503A">
        <w:pict>
          <v:shape id="_x0000_i1091" type="#_x0000_t75" style="width:41.25pt;height:24pt">
            <v:imagedata r:id="rId70" o:title=""/>
          </v:shape>
        </w:pict>
      </w:r>
      <w:r w:rsidRPr="00EA518F">
        <w:t>.</w:t>
      </w:r>
      <w:r w:rsidR="00EA518F">
        <w:t xml:space="preserve"> </w:t>
      </w:r>
      <w:r w:rsidRPr="00EA518F">
        <w:t>Читая</w:t>
      </w:r>
      <w:r w:rsidR="00EA518F">
        <w:t xml:space="preserve"> </w:t>
      </w:r>
      <w:r w:rsidRPr="00EA518F">
        <w:t>рекомендацию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S,</w:t>
      </w:r>
      <w:r w:rsidR="00EA518F">
        <w:t xml:space="preserve"> </w:t>
      </w:r>
      <w:r w:rsidRPr="00EA518F">
        <w:t>выделяем</w:t>
      </w:r>
      <w:r w:rsidR="00EA518F">
        <w:t xml:space="preserve"> </w:t>
      </w:r>
      <w:r w:rsidRPr="00EA518F">
        <w:t>второму</w:t>
      </w:r>
      <w:r w:rsidR="00EA518F">
        <w:t xml:space="preserve"> </w:t>
      </w:r>
      <w:r w:rsidRPr="00EA518F">
        <w:t>предприятию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средств: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2" type="#_x0000_t75" style="width:107.25pt;height:21.75pt" fillcolor="window">
            <v:imagedata r:id="rId71" o:title=""/>
          </v:shape>
        </w:pict>
      </w:r>
      <w:r w:rsidR="00EA518F">
        <w:t xml:space="preserve"> </w:t>
      </w:r>
      <w:r w:rsidR="007B6CD4" w:rsidRPr="00EA518F">
        <w:t>и</w:t>
      </w:r>
      <w:r w:rsidR="00EA518F">
        <w:t xml:space="preserve"> </w:t>
      </w:r>
      <w:r w:rsidR="007B6CD4" w:rsidRPr="00EA518F">
        <w:t>т.д.</w:t>
      </w:r>
      <w:r w:rsidR="00EA518F">
        <w:t xml:space="preserve"> </w:t>
      </w:r>
      <w:r w:rsidR="007B6CD4" w:rsidRPr="00EA518F">
        <w:t>до</w:t>
      </w:r>
      <w:r w:rsidR="00EA518F">
        <w:t xml:space="preserve"> </w:t>
      </w:r>
      <w:r w:rsidR="007B6CD4" w:rsidRPr="00EA518F">
        <w:t>конца.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Практические</w:t>
      </w:r>
      <w:r w:rsidR="00EA518F">
        <w:rPr>
          <w:b w:val="0"/>
        </w:rPr>
        <w:t xml:space="preserve"> </w:t>
      </w:r>
      <w:r w:rsidRPr="00EA518F">
        <w:rPr>
          <w:b w:val="0"/>
        </w:rPr>
        <w:t>рекомендации</w:t>
      </w:r>
      <w:r w:rsidR="00EA518F">
        <w:rPr>
          <w:b w:val="0"/>
        </w:rPr>
        <w:t xml:space="preserve"> </w:t>
      </w:r>
      <w:r w:rsidRPr="00EA518F">
        <w:rPr>
          <w:b w:val="0"/>
        </w:rPr>
        <w:t>по</w:t>
      </w:r>
      <w:r w:rsidR="00EA518F">
        <w:rPr>
          <w:b w:val="0"/>
        </w:rPr>
        <w:t xml:space="preserve"> </w:t>
      </w:r>
      <w:r w:rsidRPr="00EA518F">
        <w:rPr>
          <w:b w:val="0"/>
        </w:rPr>
        <w:t>постановке</w:t>
      </w:r>
      <w:r w:rsidR="00EA518F">
        <w:rPr>
          <w:b w:val="0"/>
        </w:rPr>
        <w:t xml:space="preserve"> </w:t>
      </w:r>
      <w:r w:rsidRPr="00EA518F">
        <w:rPr>
          <w:b w:val="0"/>
        </w:rPr>
        <w:t>задач</w:t>
      </w:r>
      <w:r w:rsidR="00EA518F">
        <w:rPr>
          <w:b w:val="0"/>
        </w:rPr>
        <w:t xml:space="preserve"> </w:t>
      </w:r>
      <w:r w:rsidRPr="00EA518F">
        <w:rPr>
          <w:b w:val="0"/>
        </w:rPr>
        <w:t>ДП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параметры</w:t>
      </w:r>
      <w:r w:rsidR="00EA518F">
        <w:t xml:space="preserve"> </w:t>
      </w:r>
      <w:r w:rsidRPr="00EA518F">
        <w:t>(фазовые</w:t>
      </w:r>
      <w:r w:rsidR="00EA518F">
        <w:t xml:space="preserve"> </w:t>
      </w:r>
      <w:r w:rsidRPr="00EA518F">
        <w:t>координаты),</w:t>
      </w:r>
      <w:r w:rsidR="00EA518F">
        <w:t xml:space="preserve"> </w:t>
      </w:r>
      <w:r w:rsidRPr="00EA518F">
        <w:t>характеризующие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управляемой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перед</w:t>
      </w:r>
      <w:r w:rsidR="00EA518F">
        <w:t xml:space="preserve"> </w:t>
      </w:r>
      <w:r w:rsidRPr="00EA518F">
        <w:t>каждым</w:t>
      </w:r>
      <w:r w:rsidR="00EA518F">
        <w:t xml:space="preserve"> </w:t>
      </w:r>
      <w:r w:rsidRPr="00EA518F">
        <w:t>шагом.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Расчленить</w:t>
      </w:r>
      <w:r w:rsidR="00EA518F">
        <w:t xml:space="preserve"> </w:t>
      </w:r>
      <w:r w:rsidRPr="00EA518F">
        <w:t>операцию</w:t>
      </w:r>
      <w:r w:rsidR="00EA518F">
        <w:t xml:space="preserve"> </w:t>
      </w:r>
      <w:r w:rsidRPr="00EA518F">
        <w:t>(задачу)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(шаги).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Выяснить</w:t>
      </w:r>
      <w:r w:rsidR="00EA518F">
        <w:t xml:space="preserve"> </w:t>
      </w:r>
      <w:r w:rsidRPr="00EA518F">
        <w:t>набор</w:t>
      </w:r>
      <w:r w:rsidR="00EA518F">
        <w:t xml:space="preserve"> </w:t>
      </w:r>
      <w:r w:rsidRPr="00EA518F">
        <w:t>шаговых</w:t>
      </w:r>
      <w:r w:rsidR="00EA518F">
        <w:t xml:space="preserve"> </w:t>
      </w:r>
      <w:r w:rsidRPr="00EA518F">
        <w:t>управлений</w:t>
      </w:r>
      <w:r w:rsidR="00EA518F">
        <w:t xml:space="preserve"> </w:t>
      </w:r>
      <w:r w:rsidRPr="00EA518F">
        <w:t>xi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налагаемые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ограничения.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4.</w:t>
      </w:r>
      <w:r w:rsidR="00EA518F">
        <w:t xml:space="preserve"> </w:t>
      </w:r>
      <w:r w:rsidRPr="00EA518F">
        <w:t>Определить,</w:t>
      </w:r>
      <w:r w:rsidR="00EA518F">
        <w:t xml:space="preserve"> </w:t>
      </w:r>
      <w:r w:rsidRPr="00EA518F">
        <w:t>какой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приносит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i-ом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xi,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перед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состоянии</w:t>
      </w:r>
      <w:r w:rsidR="00EA518F">
        <w:t xml:space="preserve"> </w:t>
      </w:r>
      <w:r w:rsidRPr="00EA518F">
        <w:t>S,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записать</w:t>
      </w:r>
      <w:r w:rsidR="00EA518F">
        <w:t xml:space="preserve"> </w:t>
      </w:r>
      <w:r w:rsidRPr="00EA518F">
        <w:t>"функции</w:t>
      </w:r>
      <w:r w:rsidR="00EA518F">
        <w:t xml:space="preserve"> </w:t>
      </w:r>
      <w:r w:rsidRPr="00EA518F">
        <w:t>выигрыша":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3" type="#_x0000_t75" style="width:84.75pt;height:18.75pt" fillcolor="window">
            <v:imagedata r:id="rId72" o:title=""/>
          </v:shape>
        </w:pict>
      </w:r>
      <w:r w:rsidR="007B6CD4" w:rsidRPr="00EA518F">
        <w:t>.</w:t>
      </w:r>
      <w:r w:rsidR="007B6CD4" w:rsidRPr="00EA518F">
        <w:tab/>
        <w:t>(6.1)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5.</w:t>
      </w:r>
      <w:r w:rsidR="00EA518F">
        <w:t xml:space="preserve"> </w:t>
      </w:r>
      <w:r w:rsidRPr="00EA518F">
        <w:t>Определить,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изменяется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под</w:t>
      </w:r>
      <w:r w:rsidR="00EA518F">
        <w:t xml:space="preserve"> </w:t>
      </w:r>
      <w:r w:rsidRPr="00EA518F">
        <w:t>влиянием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xi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i-м</w:t>
      </w:r>
      <w:r w:rsidR="00EA518F">
        <w:t xml:space="preserve"> </w:t>
      </w:r>
      <w:r w:rsidRPr="00EA518F">
        <w:t>шаге;</w:t>
      </w:r>
      <w:r w:rsidR="00EA518F">
        <w:t xml:space="preserve"> </w:t>
      </w:r>
      <w:r w:rsidRPr="00EA518F">
        <w:t>оно</w:t>
      </w:r>
      <w:r w:rsidR="00EA518F">
        <w:t xml:space="preserve"> </w:t>
      </w:r>
      <w:r w:rsidRPr="00EA518F">
        <w:t>переходит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новое</w:t>
      </w:r>
      <w:r w:rsidR="00EA518F">
        <w:t xml:space="preserve"> </w:t>
      </w:r>
      <w:r w:rsidRPr="00EA518F">
        <w:t>состояние: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4" type="#_x0000_t75" style="width:83.25pt;height:18.75pt" fillcolor="window">
            <v:imagedata r:id="rId73" o:title=""/>
          </v:shape>
        </w:pict>
      </w:r>
      <w:r w:rsidR="007B6CD4" w:rsidRPr="00EA518F">
        <w:t>.</w:t>
      </w:r>
      <w:r w:rsidR="007B6CD4" w:rsidRPr="00EA518F">
        <w:tab/>
      </w:r>
      <w:r w:rsidR="00EA518F">
        <w:t xml:space="preserve"> </w:t>
      </w:r>
      <w:r w:rsidR="007B6CD4" w:rsidRPr="00EA518F">
        <w:t>(6.2)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Эти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тоже</w:t>
      </w:r>
      <w:r w:rsidR="00EA518F">
        <w:t xml:space="preserve"> </w:t>
      </w:r>
      <w:r w:rsidRPr="00EA518F">
        <w:t>должны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записаны.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6.</w:t>
      </w:r>
      <w:r w:rsidR="00EA518F">
        <w:t xml:space="preserve"> </w:t>
      </w:r>
      <w:r w:rsidRPr="00EA518F">
        <w:t>Записать</w:t>
      </w:r>
      <w:r w:rsidR="00EA518F">
        <w:t xml:space="preserve"> </w:t>
      </w:r>
      <w:r w:rsidRPr="00EA518F">
        <w:t>основное</w:t>
      </w:r>
      <w:r w:rsidR="00EA518F">
        <w:t xml:space="preserve"> </w:t>
      </w:r>
      <w:r w:rsidRPr="00EA518F">
        <w:t>рекурентное</w:t>
      </w:r>
      <w:r w:rsidR="00EA518F">
        <w:t xml:space="preserve"> </w:t>
      </w:r>
      <w:r w:rsidRPr="00EA518F">
        <w:t>уравнение</w:t>
      </w:r>
      <w:r w:rsidR="00EA518F">
        <w:t xml:space="preserve"> </w:t>
      </w:r>
      <w:r w:rsidRPr="00EA518F">
        <w:t>ДП,</w:t>
      </w:r>
      <w:r w:rsidR="00EA518F">
        <w:t xml:space="preserve"> </w:t>
      </w:r>
      <w:r w:rsidRPr="00EA518F">
        <w:t>выражающее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wi(S)</w:t>
      </w:r>
      <w:r w:rsidR="00EA518F">
        <w:t xml:space="preserve"> </w:t>
      </w:r>
      <w:r w:rsidRPr="00EA518F">
        <w:t>(начиная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i-го</w:t>
      </w:r>
      <w:r w:rsidR="00EA518F">
        <w:t xml:space="preserve"> </w:t>
      </w:r>
      <w:r w:rsidRPr="00EA518F">
        <w:t>шага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конца)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известную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wi+1(S):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5" type="#_x0000_t75" style="width:230.25pt;height:33pt">
            <v:imagedata r:id="rId74" o:title=""/>
          </v:shape>
        </w:pict>
      </w:r>
      <w:r w:rsidR="007B6CD4" w:rsidRPr="00EA518F">
        <w:t>.</w:t>
      </w:r>
      <w:r w:rsidR="00EA518F">
        <w:t xml:space="preserve"> </w:t>
      </w:r>
      <w:r w:rsidR="007B6CD4" w:rsidRPr="00EA518F">
        <w:tab/>
        <w:t>(6.3)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Этому</w:t>
      </w:r>
      <w:r w:rsidR="00EA518F">
        <w:t xml:space="preserve"> </w:t>
      </w:r>
      <w:r w:rsidRPr="00EA518F">
        <w:t>выигрышу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i-м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xi(S)</w:t>
      </w:r>
      <w:r w:rsidR="00EA518F">
        <w:t xml:space="preserve"> </w:t>
      </w:r>
      <w:r w:rsidRPr="00EA518F">
        <w:t>(в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известную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wi+1(S)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вместо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подставить</w:t>
      </w:r>
      <w:r w:rsidR="00EA518F">
        <w:t xml:space="preserve"> </w:t>
      </w:r>
      <w:r w:rsidRPr="00EA518F">
        <w:t>измененное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S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sym w:font="Symbol" w:char="F06A"/>
      </w:r>
      <w:r w:rsidRPr="00EA518F">
        <w:t>i(S,xi)</w:t>
      </w:r>
      <w:r w:rsidR="00EA518F">
        <w:t xml:space="preserve"> </w:t>
      </w:r>
      <w:r w:rsidRPr="00EA518F">
        <w:t>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7.</w:t>
      </w:r>
      <w:r w:rsidR="00EA518F">
        <w:t xml:space="preserve"> </w:t>
      </w:r>
      <w:r w:rsidRPr="00EA518F">
        <w:t>Произвести</w:t>
      </w:r>
      <w:r w:rsidR="00EA518F">
        <w:t xml:space="preserve"> </w:t>
      </w:r>
      <w:r w:rsidRPr="00EA518F">
        <w:t>условную</w:t>
      </w:r>
      <w:r w:rsidR="00EA518F">
        <w:t xml:space="preserve"> </w:t>
      </w:r>
      <w:r w:rsidRPr="00EA518F">
        <w:t>оптимизацию</w:t>
      </w:r>
      <w:r w:rsidR="00EA518F">
        <w:t xml:space="preserve"> </w:t>
      </w:r>
      <w:r w:rsidRPr="00EA518F">
        <w:t>последнего</w:t>
      </w:r>
      <w:r w:rsidR="00EA518F">
        <w:t xml:space="preserve"> </w:t>
      </w:r>
      <w:r w:rsidRPr="00EA518F">
        <w:t>m-го</w:t>
      </w:r>
      <w:r w:rsidR="00EA518F">
        <w:t xml:space="preserve"> </w:t>
      </w:r>
      <w:r w:rsidRPr="00EA518F">
        <w:t>шага,</w:t>
      </w:r>
      <w:r w:rsidR="00EA518F">
        <w:t xml:space="preserve"> </w:t>
      </w:r>
      <w:r w:rsidRPr="00EA518F">
        <w:t>задаваясь</w:t>
      </w:r>
      <w:r w:rsidR="00EA518F">
        <w:t xml:space="preserve"> </w:t>
      </w:r>
      <w:r w:rsidRPr="00EA518F">
        <w:t>гаммой</w:t>
      </w:r>
      <w:r w:rsidR="00EA518F">
        <w:t xml:space="preserve"> </w:t>
      </w:r>
      <w:r w:rsidRPr="00EA518F">
        <w:t>состояний</w:t>
      </w:r>
      <w:r w:rsidR="00EA518F">
        <w:t xml:space="preserve"> </w:t>
      </w:r>
      <w:r w:rsidRPr="00EA518F">
        <w:t>S,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дойти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конечного</w:t>
      </w:r>
      <w:r w:rsidR="00EA518F">
        <w:t xml:space="preserve"> </w:t>
      </w:r>
      <w:r w:rsidRPr="00EA518F">
        <w:t>состояния,</w:t>
      </w:r>
      <w:r w:rsidR="00EA518F">
        <w:t xml:space="preserve"> </w:t>
      </w:r>
      <w:r w:rsidRPr="00EA518F">
        <w:t>вычисляя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6" type="#_x0000_t75" style="width:153pt;height:27.75pt" fillcolor="window">
            <v:imagedata r:id="rId75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</w:t>
      </w:r>
      <w:r w:rsidR="00EA518F">
        <w:t xml:space="preserve"> </w:t>
      </w:r>
      <w:r w:rsidRPr="00EA518F">
        <w:t>находя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xm(S)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достигается.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8.</w:t>
      </w:r>
      <w:r w:rsidR="00EA518F">
        <w:t xml:space="preserve"> </w:t>
      </w:r>
      <w:r w:rsidRPr="00EA518F">
        <w:t>Провести</w:t>
      </w:r>
      <w:r w:rsidR="00EA518F">
        <w:t xml:space="preserve"> </w:t>
      </w:r>
      <w:r w:rsidRPr="00EA518F">
        <w:t>условную</w:t>
      </w:r>
      <w:r w:rsidR="00EA518F">
        <w:t xml:space="preserve"> </w:t>
      </w:r>
      <w:r w:rsidRPr="00EA518F">
        <w:t>оптимизацию</w:t>
      </w:r>
      <w:r w:rsidR="00EA518F">
        <w:t xml:space="preserve"> </w:t>
      </w:r>
      <w:r w:rsidRPr="00EA518F">
        <w:t>(m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1)-го,</w:t>
      </w:r>
      <w:r w:rsidR="00EA518F">
        <w:t xml:space="preserve"> </w:t>
      </w:r>
      <w:r w:rsidRPr="00EA518F">
        <w:t>(m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2)-го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  <w:r w:rsidR="00EA518F">
        <w:t xml:space="preserve"> </w:t>
      </w:r>
      <w:r w:rsidRPr="00EA518F">
        <w:t>шагов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</w:t>
      </w:r>
      <w:r w:rsidR="00EA518F">
        <w:t xml:space="preserve"> </w:t>
      </w:r>
      <w:r w:rsidRPr="00EA518F">
        <w:t>(6.3),</w:t>
      </w:r>
      <w:r w:rsidR="00EA518F">
        <w:t xml:space="preserve"> </w:t>
      </w:r>
      <w:r w:rsidRPr="00EA518F">
        <w:t>полагая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ней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1),</w:t>
      </w:r>
      <w:r w:rsidR="00EA518F">
        <w:t xml:space="preserve"> </w:t>
      </w:r>
      <w:r w:rsidRPr="00EA518F">
        <w:t>(m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2),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шагов</w:t>
      </w:r>
      <w:r w:rsidR="00EA518F">
        <w:t xml:space="preserve"> </w:t>
      </w:r>
      <w:r w:rsidRPr="00EA518F">
        <w:t>указать</w:t>
      </w:r>
      <w:r w:rsidR="00EA518F">
        <w:t xml:space="preserve"> </w:t>
      </w:r>
      <w:r w:rsidRPr="00EA518F">
        <w:t>условное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xi(S),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максимум.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начальный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известно</w:t>
      </w:r>
      <w:r w:rsidR="00EA518F">
        <w:t xml:space="preserve"> </w:t>
      </w:r>
      <w:r w:rsidRPr="00EA518F">
        <w:t>(что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обычным),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варьировать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сразу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данного</w:t>
      </w:r>
      <w:r w:rsidR="00EA518F">
        <w:t xml:space="preserve"> </w:t>
      </w:r>
      <w:r w:rsidRPr="00EA518F">
        <w:t>начального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S</w:t>
      </w:r>
      <w:r w:rsidRPr="00EA518F">
        <w:rPr>
          <w:vertAlign w:val="subscript"/>
        </w:rPr>
        <w:t>0</w:t>
      </w:r>
      <w:r w:rsidRPr="00EA518F">
        <w:t>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всю</w:t>
      </w:r>
      <w:r w:rsidR="00EA518F">
        <w:t xml:space="preserve"> </w:t>
      </w:r>
      <w:r w:rsidRPr="00EA518F">
        <w:t>операцию: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097" type="#_x0000_t75" style="width:66.75pt;height:24.75pt">
            <v:imagedata r:id="rId76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9.</w:t>
      </w:r>
      <w:r w:rsidR="00EA518F">
        <w:t xml:space="preserve"> </w:t>
      </w:r>
      <w:r w:rsidRPr="00EA518F">
        <w:t>Провести</w:t>
      </w:r>
      <w:r w:rsidR="00EA518F">
        <w:t xml:space="preserve"> </w:t>
      </w:r>
      <w:r w:rsidRPr="00EA518F">
        <w:t>безусловную</w:t>
      </w:r>
      <w:r w:rsidR="00EA518F">
        <w:t xml:space="preserve"> </w:t>
      </w:r>
      <w:r w:rsidRPr="00EA518F">
        <w:t>оптимизацию</w:t>
      </w:r>
      <w:r w:rsidR="00EA518F">
        <w:t xml:space="preserve"> </w:t>
      </w:r>
      <w:r w:rsidRPr="00EA518F">
        <w:t>управления,</w:t>
      </w:r>
      <w:r w:rsidR="00EA518F">
        <w:t xml:space="preserve"> </w:t>
      </w:r>
      <w:r w:rsidRPr="00EA518F">
        <w:t>"читая"</w:t>
      </w:r>
      <w:r w:rsidR="00EA518F">
        <w:t xml:space="preserve"> </w:t>
      </w:r>
      <w:r w:rsidRPr="00EA518F">
        <w:t>соответствующие</w:t>
      </w:r>
      <w:r w:rsidR="00EA518F">
        <w:t xml:space="preserve"> </w:t>
      </w:r>
      <w:r w:rsidRPr="00EA518F">
        <w:t>рекомендации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шаге.</w:t>
      </w:r>
      <w:r w:rsidR="00EA518F">
        <w:t xml:space="preserve"> </w:t>
      </w:r>
      <w:r w:rsidRPr="00EA518F">
        <w:t>Взять</w:t>
      </w:r>
      <w:r w:rsidR="00EA518F">
        <w:t xml:space="preserve"> </w:t>
      </w:r>
      <w:r w:rsidRPr="00EA518F">
        <w:t>найденное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="00E8503A">
        <w:pict>
          <v:shape id="_x0000_i1098" type="#_x0000_t75" style="width:74.25pt;height:21.75pt" fillcolor="window">
            <v:imagedata r:id="rId77" o:title=""/>
          </v:shape>
        </w:pict>
      </w:r>
      <w:r w:rsidRPr="00EA518F">
        <w:t>,</w:t>
      </w:r>
      <w:r w:rsidR="00EA518F">
        <w:t xml:space="preserve"> </w:t>
      </w:r>
      <w:r w:rsidRPr="00EA518F">
        <w:t>изменить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</w:t>
      </w:r>
      <w:r w:rsidR="00EA518F">
        <w:t xml:space="preserve"> </w:t>
      </w:r>
      <w:r w:rsidRPr="00EA518F">
        <w:t>(6.2),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вновь</w:t>
      </w:r>
      <w:r w:rsidR="00EA518F">
        <w:t xml:space="preserve"> </w:t>
      </w:r>
      <w:r w:rsidRPr="00EA518F">
        <w:t>найденного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оптимальное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втором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="00E8503A">
        <w:pict>
          <v:shape id="_x0000_i1099" type="#_x0000_t75" style="width:17.25pt;height:24pt">
            <v:imagedata r:id="rId78" o:title=""/>
          </v:shape>
        </w:pic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конца.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6" w:name="_Toc413639603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7.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Сетевые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методы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планирования</w:t>
      </w:r>
      <w:bookmarkEnd w:id="6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методов.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2.</w:t>
      </w:r>
      <w:r w:rsidR="00EA518F">
        <w:t xml:space="preserve"> </w:t>
      </w:r>
      <w:r w:rsidRPr="00EA518F">
        <w:t>Разработка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графиков.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3.</w:t>
      </w:r>
      <w:r w:rsidR="00EA518F">
        <w:t xml:space="preserve"> </w:t>
      </w:r>
      <w:r w:rsidRPr="00EA518F">
        <w:t>Параметры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графиков.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4.</w:t>
      </w:r>
      <w:r w:rsidR="00EA518F">
        <w:t xml:space="preserve"> </w:t>
      </w:r>
      <w:r w:rsidRPr="00EA518F">
        <w:t>Расчет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моделей.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последние</w:t>
      </w:r>
      <w:r w:rsidR="00EA518F">
        <w:t xml:space="preserve"> </w:t>
      </w:r>
      <w:r w:rsidRPr="00EA518F">
        <w:t>годы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планировании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управлении</w:t>
      </w:r>
      <w:r w:rsidR="00EA518F">
        <w:t xml:space="preserve"> </w:t>
      </w:r>
      <w:r w:rsidRPr="00EA518F">
        <w:t>различными</w:t>
      </w:r>
      <w:r w:rsidR="00EA518F">
        <w:t xml:space="preserve"> </w:t>
      </w:r>
      <w:r w:rsidRPr="00EA518F">
        <w:t>экономическими</w:t>
      </w:r>
      <w:r w:rsidR="00EA518F">
        <w:t xml:space="preserve"> </w:t>
      </w:r>
      <w:r w:rsidRPr="00EA518F">
        <w:t>объектами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чаще</w:t>
      </w:r>
      <w:r w:rsidR="00EA518F">
        <w:t xml:space="preserve"> </w:t>
      </w:r>
      <w:r w:rsidRPr="00EA518F">
        <w:t>применяются</w:t>
      </w:r>
      <w:r w:rsidR="00EA518F">
        <w:t xml:space="preserve"> </w:t>
      </w:r>
      <w:r w:rsidRPr="00EA518F">
        <w:t>сетевые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или,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иначе</w:t>
      </w:r>
      <w:r w:rsidR="00EA518F">
        <w:t xml:space="preserve"> </w:t>
      </w:r>
      <w:r w:rsidRPr="00EA518F">
        <w:t>называют,</w:t>
      </w:r>
      <w:r w:rsidR="00EA518F">
        <w:t xml:space="preserve"> </w:t>
      </w:r>
      <w:r w:rsidRPr="00EA518F">
        <w:t>сетевые</w:t>
      </w:r>
      <w:r w:rsidR="00EA518F">
        <w:t xml:space="preserve"> </w:t>
      </w:r>
      <w:r w:rsidRPr="00EA518F">
        <w:t>графики.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Эти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далеко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универсальны,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многие</w:t>
      </w:r>
      <w:r w:rsidR="00EA518F">
        <w:t xml:space="preserve"> </w:t>
      </w:r>
      <w:r w:rsidRPr="00EA518F">
        <w:t>вопросы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решены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помощью,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своем</w:t>
      </w:r>
      <w:r w:rsidR="00EA518F">
        <w:t xml:space="preserve"> </w:t>
      </w:r>
      <w:r w:rsidRPr="00EA518F">
        <w:t>месте,</w:t>
      </w:r>
      <w:r w:rsidR="00EA518F">
        <w:t xml:space="preserve"> </w:t>
      </w:r>
      <w:r w:rsidRPr="00EA518F">
        <w:t>там,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применение</w:t>
      </w:r>
      <w:r w:rsidR="00EA518F">
        <w:t xml:space="preserve"> </w:t>
      </w:r>
      <w:r w:rsidRPr="00EA518F">
        <w:t>целесообразно,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весьма</w:t>
      </w:r>
      <w:r w:rsidR="00EA518F">
        <w:t xml:space="preserve"> </w:t>
      </w:r>
      <w:r w:rsidRPr="00EA518F">
        <w:t>эффективны.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Первое,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подлежит</w:t>
      </w:r>
      <w:r w:rsidR="00EA518F">
        <w:t xml:space="preserve"> </w:t>
      </w:r>
      <w:r w:rsidRPr="00EA518F">
        <w:t>сделать,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составить</w:t>
      </w:r>
      <w:r w:rsidR="00EA518F">
        <w:t xml:space="preserve"> </w:t>
      </w:r>
      <w:r w:rsidRPr="00EA518F">
        <w:t>список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совершать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вплоть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завершения.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Существенную</w:t>
      </w:r>
      <w:r w:rsidR="00EA518F">
        <w:t xml:space="preserve"> </w:t>
      </w:r>
      <w:r w:rsidRPr="00EA518F">
        <w:t>роль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выборе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выполнения.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подразделение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продолжительности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близки,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той</w:t>
      </w:r>
      <w:r w:rsidR="00EA518F">
        <w:t xml:space="preserve"> </w:t>
      </w:r>
      <w:r w:rsidRPr="00EA518F">
        <w:t>степенью</w:t>
      </w:r>
      <w:r w:rsidR="00EA518F">
        <w:t xml:space="preserve"> </w:t>
      </w:r>
      <w:r w:rsidRPr="00EA518F">
        <w:t>детализации,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достаточна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желаемой</w:t>
      </w:r>
      <w:r w:rsidR="00EA518F">
        <w:t xml:space="preserve"> </w:t>
      </w:r>
      <w:r w:rsidRPr="00EA518F">
        <w:t>точности.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принципе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список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включать</w:t>
      </w:r>
      <w:r w:rsidR="00EA518F">
        <w:t xml:space="preserve"> </w:t>
      </w:r>
      <w:r w:rsidRPr="00EA518F">
        <w:t>многие</w:t>
      </w:r>
      <w:r w:rsidR="00EA518F">
        <w:t xml:space="preserve"> </w:t>
      </w:r>
      <w:r w:rsidRPr="00EA518F">
        <w:t>сотни</w:t>
      </w:r>
      <w:r w:rsidR="00EA518F">
        <w:t xml:space="preserve"> </w:t>
      </w:r>
      <w:r w:rsidRPr="00EA518F">
        <w:t>работ.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Все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списке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естественным</w:t>
      </w:r>
      <w:r w:rsidR="00EA518F">
        <w:t xml:space="preserve"> </w:t>
      </w:r>
      <w:r w:rsidRPr="00EA518F">
        <w:t>способом</w:t>
      </w:r>
      <w:r w:rsidR="00EA518F">
        <w:t xml:space="preserve"> </w:t>
      </w:r>
      <w:r w:rsidRPr="00EA518F">
        <w:t>упорядочены,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сказать,</w:t>
      </w:r>
      <w:r w:rsidR="00EA518F">
        <w:t xml:space="preserve"> </w:t>
      </w:r>
      <w:r w:rsidRPr="00EA518F">
        <w:t>какая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должна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выполнена</w:t>
      </w:r>
      <w:r w:rsidR="00EA518F">
        <w:t xml:space="preserve"> </w:t>
      </w:r>
      <w:r w:rsidRPr="00EA518F">
        <w:t>сначала,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какая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ней.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указать,</w:t>
      </w:r>
      <w:r w:rsidR="00EA518F">
        <w:t xml:space="preserve"> </w:t>
      </w:r>
      <w:r w:rsidRPr="00EA518F">
        <w:t>какие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будут</w:t>
      </w:r>
      <w:r w:rsidR="00EA518F">
        <w:t xml:space="preserve"> </w:t>
      </w:r>
      <w:r w:rsidRPr="00EA518F">
        <w:t>выполняться</w:t>
      </w:r>
      <w:r w:rsidR="00EA518F">
        <w:t xml:space="preserve"> </w:t>
      </w:r>
      <w:r w:rsidRPr="00EA518F">
        <w:t>одновременно.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Процесс</w:t>
      </w:r>
      <w:r w:rsidR="00EA518F">
        <w:t xml:space="preserve"> </w:t>
      </w:r>
      <w:r w:rsidRPr="00EA518F">
        <w:t>упорядочения</w:t>
      </w:r>
      <w:r w:rsidR="00EA518F">
        <w:t xml:space="preserve"> </w:t>
      </w:r>
      <w:r w:rsidRPr="00EA518F">
        <w:t>списка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существенной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трудоемкой</w:t>
      </w:r>
      <w:r w:rsidR="00EA518F">
        <w:t xml:space="preserve"> </w:t>
      </w:r>
      <w:r w:rsidRPr="00EA518F">
        <w:t>частью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исследования.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сделано,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приступать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созданию</w:t>
      </w:r>
      <w:r w:rsidR="00EA518F">
        <w:t xml:space="preserve"> </w:t>
      </w:r>
      <w:r w:rsidRPr="00EA518F">
        <w:t>сетевой</w:t>
      </w:r>
      <w:r w:rsidR="00EA518F">
        <w:t xml:space="preserve"> </w:t>
      </w:r>
      <w:r w:rsidRPr="00EA518F">
        <w:t>модели.</w:t>
      </w: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Результаты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изображать</w:t>
      </w:r>
      <w:r w:rsidR="00EA518F">
        <w:t xml:space="preserve"> </w:t>
      </w:r>
      <w:r w:rsidRPr="00EA518F">
        <w:t>кружком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соответствующим</w:t>
      </w:r>
      <w:r w:rsidR="00EA518F">
        <w:t xml:space="preserve"> </w:t>
      </w:r>
      <w:r w:rsidRPr="00EA518F">
        <w:t>номером</w:t>
      </w:r>
      <w:r w:rsidR="00EA518F">
        <w:t xml:space="preserve"> </w:t>
      </w:r>
      <w:r w:rsidRPr="00EA518F">
        <w:t>внутри.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предшествует</w:t>
      </w:r>
      <w:r w:rsidR="00EA518F">
        <w:t xml:space="preserve"> </w:t>
      </w:r>
      <w:r w:rsidRPr="00EA518F">
        <w:t>работе</w:t>
      </w:r>
      <w:r w:rsidR="00EA518F">
        <w:t xml:space="preserve"> </w:t>
      </w:r>
      <w:r w:rsidRPr="00EA518F">
        <w:t>j,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изображать</w:t>
      </w:r>
      <w:r w:rsidR="00EA518F">
        <w:t xml:space="preserve"> </w:t>
      </w:r>
      <w:r w:rsidRPr="00EA518F">
        <w:t>так:</w:t>
      </w:r>
    </w:p>
    <w:p w:rsidR="00EA518F" w:rsidRP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00" type="#_x0000_t75" style="width:140.25pt;height:36pt" fillcolor="window">
            <v:imagedata r:id="rId79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tij</w:t>
      </w:r>
      <w:r w:rsidR="00EA518F">
        <w:t xml:space="preserve"> </w:t>
      </w:r>
      <w:r w:rsidRPr="00EA518F">
        <w:t>означает,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j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завершена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tij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окончания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i.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считать,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величины</w:t>
      </w:r>
      <w:r w:rsidR="00EA518F">
        <w:t xml:space="preserve"> </w:t>
      </w:r>
      <w:r w:rsidRPr="00EA518F">
        <w:t>tij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списка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известны.</w:t>
      </w:r>
      <w:r w:rsidR="00EA518F">
        <w:t xml:space="preserve"> </w:t>
      </w:r>
      <w:r w:rsidRPr="00EA518F">
        <w:t>Стрелка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обозначает</w:t>
      </w:r>
      <w:r w:rsidR="00EA518F">
        <w:t xml:space="preserve"> </w:t>
      </w:r>
      <w:r w:rsidRPr="00EA518F">
        <w:t>собственно</w:t>
      </w:r>
      <w:r w:rsidR="00EA518F">
        <w:t xml:space="preserve"> </w:t>
      </w:r>
      <w:r w:rsidRPr="00EA518F">
        <w:t>работу,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кружки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результат.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Эту</w:t>
      </w:r>
      <w:r w:rsidR="00EA518F">
        <w:t xml:space="preserve"> </w:t>
      </w:r>
      <w:r w:rsidRPr="00EA518F">
        <w:t>простую</w:t>
      </w:r>
      <w:r w:rsidR="00EA518F">
        <w:t xml:space="preserve"> </w:t>
      </w:r>
      <w:r w:rsidRPr="00EA518F">
        <w:t>схему</w:t>
      </w:r>
      <w:r w:rsidR="00EA518F">
        <w:t xml:space="preserve"> </w:t>
      </w:r>
      <w:r w:rsidRPr="00EA518F">
        <w:t>применим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спектра</w:t>
      </w:r>
      <w:r w:rsidR="00EA518F">
        <w:t xml:space="preserve"> </w:t>
      </w:r>
      <w:r w:rsidRPr="00EA518F">
        <w:t>работ.</w:t>
      </w: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получим</w:t>
      </w:r>
      <w:r w:rsidR="00EA518F">
        <w:t xml:space="preserve"> </w:t>
      </w:r>
      <w:r w:rsidRPr="00EA518F">
        <w:t>следующую</w:t>
      </w:r>
      <w:r w:rsidR="00EA518F">
        <w:t xml:space="preserve"> </w:t>
      </w:r>
      <w:r w:rsidRPr="00EA518F">
        <w:t>схему,</w:t>
      </w:r>
      <w:r w:rsidR="00EA518F">
        <w:t xml:space="preserve"> </w:t>
      </w:r>
      <w:r w:rsidRPr="00EA518F">
        <w:t>изображенную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графика:</w:t>
      </w:r>
    </w:p>
    <w:p w:rsidR="00EA518F" w:rsidRP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01" type="#_x0000_t75" style="width:284.25pt;height:194.25pt" fillcolor="window">
            <v:imagedata r:id="rId80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Модель</w:t>
      </w:r>
      <w:r w:rsidR="00EA518F">
        <w:t xml:space="preserve"> </w:t>
      </w:r>
      <w:r w:rsidRPr="00EA518F">
        <w:t>готова.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польза?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ответить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вопрос,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какое</w:t>
      </w:r>
      <w:r w:rsidR="00EA518F">
        <w:t xml:space="preserve"> </w:t>
      </w:r>
      <w:r w:rsidRPr="00EA518F">
        <w:t>наименьшее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завершен</w:t>
      </w:r>
      <w:r w:rsidR="00EA518F">
        <w:t xml:space="preserve"> </w:t>
      </w:r>
      <w:r w:rsidRPr="00EA518F">
        <w:t>весь</w:t>
      </w:r>
      <w:r w:rsidR="00EA518F">
        <w:t xml:space="preserve"> </w:t>
      </w:r>
      <w:r w:rsidRPr="00EA518F">
        <w:t>процесс.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выделим</w:t>
      </w:r>
      <w:r w:rsidR="00EA518F">
        <w:t xml:space="preserve"> </w:t>
      </w:r>
      <w:r w:rsidRPr="00EA518F">
        <w:t>две</w:t>
      </w:r>
      <w:r w:rsidR="00EA518F">
        <w:t xml:space="preserve"> </w:t>
      </w:r>
      <w:r w:rsidRPr="00EA518F">
        <w:t>особо</w:t>
      </w:r>
      <w:r w:rsidR="00EA518F">
        <w:t xml:space="preserve"> </w:t>
      </w:r>
      <w:r w:rsidRPr="00EA518F">
        <w:t>значимые</w:t>
      </w:r>
      <w:r w:rsidR="00EA518F">
        <w:t xml:space="preserve"> </w:t>
      </w:r>
      <w:r w:rsidRPr="00EA518F">
        <w:t>работы.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нее</w:t>
      </w:r>
      <w:r w:rsidR="00EA518F">
        <w:t xml:space="preserve"> </w:t>
      </w:r>
      <w:r w:rsidRPr="00EA518F">
        <w:t>начинается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последнюю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ею</w:t>
      </w:r>
      <w:r w:rsidR="00EA518F">
        <w:t xml:space="preserve"> </w:t>
      </w:r>
      <w:r w:rsidRPr="00EA518F">
        <w:t>заканчивается</w:t>
      </w:r>
      <w:r w:rsidR="00EA518F">
        <w:t xml:space="preserve"> </w:t>
      </w:r>
      <w:r w:rsidRPr="00EA518F">
        <w:t>процесс.</w:t>
      </w:r>
      <w:r w:rsidR="00EA518F">
        <w:t xml:space="preserve"> </w:t>
      </w:r>
      <w:r w:rsidRPr="00EA518F">
        <w:t>Ясно,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завершения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меньше</w:t>
      </w:r>
      <w:r w:rsidR="00EA518F">
        <w:t xml:space="preserve"> </w:t>
      </w:r>
      <w:r w:rsidRPr="00EA518F">
        <w:t>суммы</w:t>
      </w:r>
      <w:r w:rsidR="00EA518F">
        <w:t xml:space="preserve"> </w:t>
      </w:r>
      <w:r w:rsidRPr="00EA518F">
        <w:t>длительностей</w:t>
      </w:r>
      <w:r w:rsidR="00EA518F">
        <w:t xml:space="preserve"> </w:t>
      </w:r>
      <w:r w:rsidRPr="00EA518F">
        <w:t>(времени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)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операций,</w:t>
      </w:r>
      <w:r w:rsidR="00EA518F">
        <w:t xml:space="preserve"> </w:t>
      </w:r>
      <w:r w:rsidRPr="00EA518F">
        <w:t>взятых</w:t>
      </w:r>
      <w:r w:rsidR="00EA518F">
        <w:t xml:space="preserve"> </w:t>
      </w:r>
      <w:r w:rsidRPr="00EA518F">
        <w:t>вдоль</w:t>
      </w:r>
      <w:r w:rsidR="00EA518F">
        <w:t xml:space="preserve"> </w:t>
      </w:r>
      <w:r w:rsidRPr="00EA518F">
        <w:t>самого</w:t>
      </w:r>
      <w:r w:rsidR="00EA518F">
        <w:t xml:space="preserve"> </w:t>
      </w:r>
      <w:r w:rsidRPr="00EA518F">
        <w:t>неблагоприятного,</w:t>
      </w:r>
      <w:r w:rsidR="00EA518F">
        <w:t xml:space="preserve"> </w:t>
      </w:r>
      <w:r w:rsidRPr="00EA518F">
        <w:t>самого</w:t>
      </w:r>
      <w:r w:rsidR="00EA518F">
        <w:t xml:space="preserve"> </w:t>
      </w:r>
      <w:r w:rsidRPr="00EA518F">
        <w:t>длинного</w:t>
      </w:r>
      <w:r w:rsidR="00EA518F">
        <w:t xml:space="preserve"> </w:t>
      </w:r>
      <w:r w:rsidRPr="00EA518F">
        <w:t>пути,</w:t>
      </w:r>
      <w:r w:rsidR="00EA518F">
        <w:t xml:space="preserve"> </w:t>
      </w:r>
      <w:r w:rsidRPr="00EA518F">
        <w:t>соединяющего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последнюю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построенном</w:t>
      </w:r>
      <w:r w:rsidR="00EA518F">
        <w:t xml:space="preserve"> </w:t>
      </w:r>
      <w:r w:rsidRPr="00EA518F">
        <w:t>графике.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путь,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путь,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наибольшее</w:t>
      </w:r>
      <w:r w:rsidR="00EA518F">
        <w:t xml:space="preserve"> </w:t>
      </w:r>
      <w:r w:rsidRPr="00EA518F">
        <w:t>возможное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окончания</w:t>
      </w:r>
      <w:r w:rsidR="00EA518F">
        <w:t xml:space="preserve"> </w:t>
      </w:r>
      <w:r w:rsidRPr="00EA518F">
        <w:t>процесса,</w:t>
      </w:r>
      <w:r w:rsidR="00EA518F">
        <w:t xml:space="preserve"> </w:t>
      </w:r>
      <w:r w:rsidRPr="00EA518F">
        <w:t>носит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пути.</w:t>
      </w:r>
      <w:r w:rsidR="00EA518F">
        <w:t xml:space="preserve"> </w:t>
      </w:r>
      <w:r w:rsidRPr="00EA518F">
        <w:t>Те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проходит</w:t>
      </w:r>
      <w:r w:rsidR="00EA518F">
        <w:t xml:space="preserve"> </w:t>
      </w:r>
      <w:r w:rsidRPr="00EA518F">
        <w:t>критический</w:t>
      </w:r>
      <w:r w:rsidR="00EA518F">
        <w:t xml:space="preserve"> </w:t>
      </w:r>
      <w:r w:rsidRPr="00EA518F">
        <w:t>путь,</w:t>
      </w:r>
      <w:r w:rsidR="00EA518F">
        <w:t xml:space="preserve"> </w:t>
      </w:r>
      <w:r w:rsidRPr="00EA518F">
        <w:t>называются</w:t>
      </w:r>
      <w:r w:rsidR="00EA518F">
        <w:t xml:space="preserve"> </w:t>
      </w:r>
      <w:r w:rsidRPr="00EA518F">
        <w:t>критическими.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следует</w:t>
      </w:r>
      <w:r w:rsidR="00EA518F">
        <w:t xml:space="preserve"> </w:t>
      </w:r>
      <w:r w:rsidRPr="00EA518F">
        <w:t>выполнять,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возможным.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задержаться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выполнением</w:t>
      </w:r>
      <w:r w:rsidR="00EA518F">
        <w:t xml:space="preserve"> </w:t>
      </w:r>
      <w:r w:rsidRPr="00EA518F">
        <w:t>критической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заведомо</w:t>
      </w:r>
      <w:r w:rsidR="00EA518F">
        <w:t xml:space="preserve"> </w:t>
      </w:r>
      <w:r w:rsidRPr="00EA518F">
        <w:t>отодвигается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окончания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процесса.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некритической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некоторый</w:t>
      </w:r>
      <w:r w:rsidR="00EA518F">
        <w:t xml:space="preserve"> </w:t>
      </w:r>
      <w:r w:rsidRPr="00EA518F">
        <w:t>интервал</w:t>
      </w:r>
      <w:r w:rsidR="00EA518F">
        <w:t xml:space="preserve"> </w:t>
      </w:r>
      <w:r w:rsidRPr="00EA518F">
        <w:t>свободы,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выполнена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ущерба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завершения</w:t>
      </w:r>
      <w:r w:rsidR="00EA518F">
        <w:t xml:space="preserve"> </w:t>
      </w:r>
      <w:r w:rsidRPr="00EA518F">
        <w:t>срока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процесса.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Сетевая</w:t>
      </w:r>
      <w:r w:rsidR="00EA518F">
        <w:t xml:space="preserve"> </w:t>
      </w:r>
      <w:r w:rsidRPr="00EA518F">
        <w:t>модель,</w:t>
      </w:r>
      <w:r w:rsidR="00EA518F">
        <w:t xml:space="preserve"> </w:t>
      </w:r>
      <w:r w:rsidRPr="00EA518F">
        <w:t>отображающая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направленных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достижение</w:t>
      </w:r>
      <w:r w:rsidR="00EA518F">
        <w:t xml:space="preserve"> </w:t>
      </w:r>
      <w:r w:rsidRPr="00EA518F">
        <w:t>единой</w:t>
      </w:r>
      <w:r w:rsidR="00EA518F">
        <w:t xml:space="preserve"> </w:t>
      </w:r>
      <w:r w:rsidRPr="00EA518F">
        <w:t>цели,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изображена</w:t>
      </w:r>
      <w:r w:rsidR="00EA518F">
        <w:t xml:space="preserve"> </w:t>
      </w:r>
      <w:r w:rsidRPr="00EA518F">
        <w:t>либо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(см.</w:t>
      </w:r>
      <w:r w:rsidR="00EA518F">
        <w:t xml:space="preserve"> </w:t>
      </w:r>
      <w:r w:rsidRPr="00EA518F">
        <w:t>выше),</w:t>
      </w:r>
      <w:r w:rsidR="00EA518F">
        <w:t xml:space="preserve"> </w:t>
      </w:r>
      <w:r w:rsidRPr="00EA518F">
        <w:t>либо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таблицы: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tbl>
      <w:tblPr>
        <w:tblW w:w="0" w:type="auto"/>
        <w:tblInd w:w="6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3"/>
        <w:gridCol w:w="828"/>
        <w:gridCol w:w="3078"/>
        <w:gridCol w:w="3081"/>
      </w:tblGrid>
      <w:tr w:rsidR="007B6CD4" w:rsidRPr="00EA518F">
        <w:trPr>
          <w:gridAfter w:val="2"/>
          <w:wAfter w:w="6159" w:type="dxa"/>
          <w:cantSplit/>
        </w:trPr>
        <w:tc>
          <w:tcPr>
            <w:tcW w:w="1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Шифр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работ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i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j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Продолжительность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работ,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tij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Количество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исполнителей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2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10</w:t>
            </w:r>
          </w:p>
        </w:tc>
        <w:tc>
          <w:tcPr>
            <w:tcW w:w="3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7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11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16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8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7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3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3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5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2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3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2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  <w:r w:rsidR="00EA518F">
              <w:rPr>
                <w:sz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10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14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7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7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5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7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8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9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6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8</w:t>
            </w:r>
            <w:r w:rsidR="00EA518F">
              <w:rPr>
                <w:sz w:val="20"/>
              </w:rPr>
              <w:t xml:space="preserve">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10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7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9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3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4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20</w:t>
            </w:r>
          </w:p>
        </w:tc>
      </w:tr>
      <w:tr w:rsidR="007B6CD4" w:rsidRPr="00EA518F">
        <w:trPr>
          <w:cantSplit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9</w:t>
            </w:r>
          </w:p>
        </w:tc>
        <w:tc>
          <w:tcPr>
            <w:tcW w:w="3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10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-</w:t>
            </w:r>
            <w:r w:rsid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12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4</w:t>
            </w:r>
          </w:p>
        </w:tc>
      </w:tr>
    </w:tbl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таком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расчета</w:t>
      </w:r>
      <w:r w:rsidR="00EA518F">
        <w:t xml:space="preserve"> </w:t>
      </w:r>
      <w:r w:rsidRPr="00EA518F">
        <w:t>вручную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ввода</w:t>
      </w:r>
      <w:r w:rsidR="00EA518F">
        <w:t xml:space="preserve"> </w:t>
      </w:r>
      <w:r w:rsidRPr="00EA518F">
        <w:t>данных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ЭВМ.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Работа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(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важнейшие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моделей.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Работой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сетевом</w:t>
      </w:r>
      <w:r w:rsidR="00EA518F">
        <w:t xml:space="preserve"> </w:t>
      </w:r>
      <w:r w:rsidRPr="00EA518F">
        <w:t>графике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производственный</w:t>
      </w:r>
      <w:r w:rsidR="00EA518F">
        <w:t xml:space="preserve"> </w:t>
      </w:r>
      <w:r w:rsidRPr="00EA518F">
        <w:t>процесс,</w:t>
      </w:r>
      <w:r w:rsidR="00EA518F">
        <w:t xml:space="preserve"> </w:t>
      </w:r>
      <w:r w:rsidRPr="00EA518F">
        <w:t>событием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нескольких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производственного</w:t>
      </w:r>
      <w:r w:rsidR="00EA518F">
        <w:t xml:space="preserve"> </w:t>
      </w:r>
      <w:r w:rsidRPr="00EA518F">
        <w:t>процесса.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сетевом</w:t>
      </w:r>
      <w:r w:rsidR="00EA518F">
        <w:t xml:space="preserve"> </w:t>
      </w:r>
      <w:r w:rsidRPr="00EA518F">
        <w:t>графике</w:t>
      </w:r>
      <w:r w:rsidR="00EA518F">
        <w:t xml:space="preserve"> </w:t>
      </w:r>
      <w:r w:rsidRPr="00EA518F">
        <w:t>встречается</w:t>
      </w:r>
      <w:r w:rsidR="00EA518F">
        <w:t xml:space="preserve"> </w:t>
      </w:r>
      <w:r w:rsidRPr="00EA518F">
        <w:t>несколько</w:t>
      </w:r>
      <w:r w:rsidR="00EA518F">
        <w:t xml:space="preserve"> </w:t>
      </w:r>
      <w:r w:rsidRPr="00EA518F">
        <w:t>типов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событий.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Это</w:t>
      </w:r>
      <w:r w:rsidR="00EA518F">
        <w:t xml:space="preserve"> </w:t>
      </w:r>
      <w:r w:rsidRPr="00EA518F">
        <w:t>прежде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реальные</w:t>
      </w:r>
      <w:r w:rsidR="00EA518F">
        <w:t xml:space="preserve"> </w:t>
      </w:r>
      <w:r w:rsidRPr="00EA518F">
        <w:t>хозяйственные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технологические</w:t>
      </w:r>
      <w:r w:rsidR="00EA518F">
        <w:t xml:space="preserve"> </w:t>
      </w:r>
      <w:r w:rsidRPr="00EA518F">
        <w:t>процессы,</w:t>
      </w:r>
      <w:r w:rsidR="00EA518F">
        <w:t xml:space="preserve"> </w:t>
      </w:r>
      <w:r w:rsidRPr="00EA518F">
        <w:t>требующие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ресурсов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осуществления.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обозначаются</w:t>
      </w:r>
      <w:r w:rsidR="00EA518F">
        <w:t xml:space="preserve"> </w:t>
      </w:r>
      <w:r w:rsidRPr="00EA518F">
        <w:t>сплошными</w:t>
      </w:r>
      <w:r w:rsidR="00EA518F">
        <w:t xml:space="preserve"> </w:t>
      </w:r>
      <w:r w:rsidRPr="00EA518F">
        <w:t>стрелками.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работой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процессы,</w:t>
      </w:r>
      <w:r w:rsidR="00EA518F">
        <w:t xml:space="preserve"> </w:t>
      </w:r>
      <w:r w:rsidRPr="00EA518F">
        <w:t>требующие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Например:</w:t>
      </w:r>
      <w:r w:rsidR="00EA518F">
        <w:t xml:space="preserve"> </w:t>
      </w:r>
      <w:r w:rsidRPr="00EA518F">
        <w:t>ожидание</w:t>
      </w:r>
      <w:r w:rsidR="00EA518F">
        <w:t xml:space="preserve"> </w:t>
      </w:r>
      <w:r w:rsidRPr="00EA518F">
        <w:t>результата</w:t>
      </w:r>
      <w:r w:rsidR="00EA518F">
        <w:t xml:space="preserve"> </w:t>
      </w:r>
      <w:r w:rsidRPr="00EA518F">
        <w:t>какого-нибудь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(естественная</w:t>
      </w:r>
      <w:r w:rsidR="00EA518F">
        <w:t xml:space="preserve"> </w:t>
      </w:r>
      <w:r w:rsidRPr="00EA518F">
        <w:t>сушка</w:t>
      </w:r>
      <w:r w:rsidR="00EA518F">
        <w:t xml:space="preserve"> </w:t>
      </w:r>
      <w:r w:rsidRPr="00EA518F">
        <w:t>материалов),</w:t>
      </w:r>
      <w:r w:rsidR="00EA518F">
        <w:t xml:space="preserve"> </w:t>
      </w:r>
      <w:r w:rsidRPr="00EA518F">
        <w:t>ожидание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данных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нуждаются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затратах</w:t>
      </w:r>
      <w:r w:rsidR="00EA518F">
        <w:t xml:space="preserve"> </w:t>
      </w:r>
      <w:r w:rsidRPr="00EA518F">
        <w:t>ресурсов.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называются</w:t>
      </w:r>
      <w:r w:rsidR="00EA518F">
        <w:t xml:space="preserve"> </w:t>
      </w:r>
      <w:r w:rsidRPr="00EA518F">
        <w:t>ожиданиями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обозначаются</w:t>
      </w:r>
      <w:r w:rsidR="00EA518F">
        <w:t xml:space="preserve"> </w:t>
      </w:r>
      <w:r w:rsidRPr="00EA518F">
        <w:t>штрих-</w:t>
      </w:r>
      <w:r w:rsidR="00EA518F">
        <w:t xml:space="preserve"> </w:t>
      </w:r>
      <w:r w:rsidRPr="00EA518F">
        <w:t>пунктирной</w:t>
      </w:r>
      <w:r w:rsidR="00EA518F">
        <w:t xml:space="preserve"> </w:t>
      </w:r>
      <w:r w:rsidRPr="00EA518F">
        <w:t>линией.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Третий</w:t>
      </w:r>
      <w:r w:rsidR="00EA518F">
        <w:t xml:space="preserve"> </w:t>
      </w:r>
      <w:r w:rsidRPr="00EA518F">
        <w:t>тип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называемые</w:t>
      </w:r>
      <w:r w:rsidR="00EA518F">
        <w:t xml:space="preserve"> </w:t>
      </w:r>
      <w:r w:rsidRPr="00EA518F">
        <w:t>фиктивные</w:t>
      </w:r>
      <w:r w:rsidR="00EA518F">
        <w:t xml:space="preserve"> </w:t>
      </w:r>
      <w:r w:rsidRPr="00EA518F">
        <w:t>работы.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требуют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ни</w:t>
      </w:r>
      <w:r w:rsidR="00EA518F">
        <w:t xml:space="preserve"> </w:t>
      </w:r>
      <w:r w:rsidRPr="00EA518F">
        <w:t>материальных</w:t>
      </w:r>
      <w:r w:rsidR="00EA518F">
        <w:t xml:space="preserve"> </w:t>
      </w:r>
      <w:r w:rsidRPr="00EA518F">
        <w:t>ресурсов,</w:t>
      </w:r>
      <w:r w:rsidR="00EA518F">
        <w:t xml:space="preserve"> </w:t>
      </w:r>
      <w:r w:rsidRPr="00EA518F">
        <w:t>ни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показывают</w:t>
      </w:r>
      <w:r w:rsidR="00EA518F">
        <w:t xml:space="preserve"> </w:t>
      </w:r>
      <w:r w:rsidRPr="00EA518F">
        <w:t>зависимость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события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другого.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графиках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показываются</w:t>
      </w:r>
      <w:r w:rsidR="00EA518F">
        <w:t xml:space="preserve"> </w:t>
      </w:r>
      <w:r w:rsidRPr="00EA518F">
        <w:t>пунктирными</w:t>
      </w:r>
      <w:r w:rsidR="00EA518F">
        <w:t xml:space="preserve"> </w:t>
      </w:r>
      <w:r w:rsidRPr="00EA518F">
        <w:t>стрелками.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Традиционно</w:t>
      </w:r>
      <w:r w:rsidR="00EA518F">
        <w:t xml:space="preserve"> </w:t>
      </w:r>
      <w:r w:rsidRPr="00EA518F">
        <w:t>планы</w:t>
      </w:r>
      <w:r w:rsidR="00EA518F">
        <w:t xml:space="preserve"> </w:t>
      </w:r>
      <w:r w:rsidRPr="00EA518F">
        <w:t>базируются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работах,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(события)</w:t>
      </w:r>
      <w:r w:rsidR="00EA518F">
        <w:t xml:space="preserve"> </w:t>
      </w:r>
      <w:r w:rsidRPr="00EA518F">
        <w:t>подразумеваются.</w:t>
      </w:r>
      <w:r w:rsidR="00EA518F">
        <w:t xml:space="preserve"> </w:t>
      </w:r>
      <w:r w:rsidRPr="00EA518F">
        <w:t>Введение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сетевые</w:t>
      </w:r>
      <w:r w:rsidR="00EA518F">
        <w:t xml:space="preserve"> </w:t>
      </w:r>
      <w:r w:rsidRPr="00EA518F">
        <w:t>графики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"событие"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четко</w:t>
      </w:r>
      <w:r w:rsidR="00EA518F">
        <w:t xml:space="preserve"> </w:t>
      </w:r>
      <w:r w:rsidRPr="00EA518F">
        <w:t>вести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управления,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язык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допускает</w:t>
      </w:r>
      <w:r w:rsidR="00EA518F">
        <w:t xml:space="preserve"> </w:t>
      </w:r>
      <w:r w:rsidRPr="00EA518F">
        <w:t>двусмысленности.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Событие</w:t>
      </w:r>
      <w:r w:rsidR="00EA518F">
        <w:t xml:space="preserve"> </w:t>
      </w:r>
      <w:r w:rsidRPr="00EA518F">
        <w:t>наступает</w:t>
      </w:r>
      <w:r w:rsidR="00EA518F">
        <w:t xml:space="preserve"> </w:t>
      </w:r>
      <w:r w:rsidRPr="00EA518F">
        <w:t>или,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говорят,</w:t>
      </w:r>
      <w:r w:rsidR="00EA518F">
        <w:t xml:space="preserve"> </w:t>
      </w:r>
      <w:r w:rsidRPr="00EA518F">
        <w:t>свершается</w:t>
      </w:r>
      <w:r w:rsidR="00EA518F">
        <w:t xml:space="preserve"> </w:t>
      </w:r>
      <w:r w:rsidRPr="00EA518F">
        <w:t>тогда,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закончены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предшествующие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работы.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Совершение</w:t>
      </w:r>
      <w:r w:rsidR="00EA518F">
        <w:t xml:space="preserve"> </w:t>
      </w:r>
      <w:r w:rsidRPr="00EA518F">
        <w:t>события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предпосылка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следующих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ним</w:t>
      </w:r>
      <w:r w:rsidR="00EA518F">
        <w:t xml:space="preserve"> </w:t>
      </w:r>
      <w:r w:rsidRPr="00EA518F">
        <w:t>работ.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продолжительности.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связи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формулировке</w:t>
      </w:r>
      <w:r w:rsidR="00EA518F">
        <w:t xml:space="preserve"> </w:t>
      </w:r>
      <w:r w:rsidRPr="00EA518F">
        <w:t>предъявляются</w:t>
      </w:r>
      <w:r w:rsidR="00EA518F">
        <w:t xml:space="preserve"> </w:t>
      </w:r>
      <w:r w:rsidRPr="00EA518F">
        <w:t>особые</w:t>
      </w:r>
      <w:r w:rsidR="00EA518F">
        <w:t xml:space="preserve"> </w:t>
      </w:r>
      <w:r w:rsidRPr="00EA518F">
        <w:t>требования.</w:t>
      </w:r>
      <w:r w:rsidR="00EA518F">
        <w:t xml:space="preserve"> </w:t>
      </w:r>
      <w:r w:rsidRPr="00EA518F">
        <w:t>Каждое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должно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полно,</w:t>
      </w:r>
      <w:r w:rsidR="00EA518F">
        <w:t xml:space="preserve"> </w:t>
      </w:r>
      <w:r w:rsidRPr="00EA518F">
        <w:t>точно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всесторонне</w:t>
      </w:r>
      <w:r w:rsidR="00EA518F">
        <w:t xml:space="preserve"> </w:t>
      </w:r>
      <w:r w:rsidRPr="00EA518F">
        <w:t>определено,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формулировка</w:t>
      </w:r>
      <w:r w:rsidR="00EA518F">
        <w:t xml:space="preserve"> </w:t>
      </w:r>
      <w:r w:rsidRPr="00EA518F">
        <w:t>должна</w:t>
      </w:r>
      <w:r w:rsidR="00EA518F">
        <w:t xml:space="preserve"> </w:t>
      </w:r>
      <w:r w:rsidRPr="00EA518F">
        <w:t>включать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непосредственно</w:t>
      </w:r>
      <w:r w:rsidR="00EA518F">
        <w:t xml:space="preserve"> </w:t>
      </w:r>
      <w:r w:rsidRPr="00EA518F">
        <w:t>предшествующих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необходимый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последующих</w:t>
      </w:r>
      <w:r w:rsidR="00EA518F">
        <w:t xml:space="preserve"> </w:t>
      </w:r>
      <w:r w:rsidRPr="00EA518F">
        <w:t>работ.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начинается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исходного</w:t>
      </w:r>
      <w:r w:rsidR="00EA518F">
        <w:t xml:space="preserve"> </w:t>
      </w:r>
      <w:r w:rsidRPr="00EA518F">
        <w:t>события.</w:t>
      </w:r>
      <w:r w:rsidR="00EA518F">
        <w:t xml:space="preserve"> </w:t>
      </w:r>
      <w:r w:rsidRPr="00EA518F">
        <w:t>Предполагается,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свершения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нужны</w:t>
      </w:r>
      <w:r w:rsidR="00EA518F">
        <w:t xml:space="preserve"> </w:t>
      </w:r>
      <w:r w:rsidRPr="00EA518F">
        <w:t>какие-либо</w:t>
      </w:r>
      <w:r w:rsidR="00EA518F">
        <w:t xml:space="preserve"> </w:t>
      </w:r>
      <w:r w:rsidRPr="00EA518F">
        <w:t>предшествующие</w:t>
      </w:r>
      <w:r w:rsidR="00EA518F">
        <w:t xml:space="preserve"> </w:t>
      </w:r>
      <w:r w:rsidRPr="00EA518F">
        <w:t>работы.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Обычно</w:t>
      </w:r>
      <w:r w:rsidR="00EA518F">
        <w:t xml:space="preserve"> </w:t>
      </w:r>
      <w:r w:rsidRPr="00EA518F">
        <w:t>исходное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принятое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(комплекса</w:t>
      </w:r>
      <w:r w:rsidR="00EA518F">
        <w:t xml:space="preserve"> </w:t>
      </w:r>
      <w:r w:rsidRPr="00EA518F">
        <w:t>работ).</w:t>
      </w:r>
      <w:r w:rsidR="00EA518F">
        <w:t xml:space="preserve"> </w:t>
      </w:r>
      <w:r w:rsidRPr="00EA518F">
        <w:t>Например:</w:t>
      </w:r>
      <w:r w:rsidR="00EA518F">
        <w:t xml:space="preserve"> </w:t>
      </w:r>
      <w:r w:rsidRPr="00EA518F">
        <w:t>7.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Завершающее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конечный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работ.</w:t>
      </w:r>
      <w:r w:rsidR="00EA518F">
        <w:t xml:space="preserve"> </w:t>
      </w:r>
      <w:r w:rsidRPr="00EA518F">
        <w:t>Например:</w:t>
      </w:r>
      <w:r w:rsidR="00EA518F">
        <w:t xml:space="preserve"> </w:t>
      </w:r>
      <w:r w:rsidRPr="00EA518F">
        <w:t>9.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Есть</w:t>
      </w:r>
      <w:r w:rsidR="00EA518F">
        <w:t xml:space="preserve"> </w:t>
      </w:r>
      <w:r w:rsidRPr="00EA518F">
        <w:t>еще</w:t>
      </w:r>
      <w:r w:rsidR="00EA518F">
        <w:t xml:space="preserve"> </w:t>
      </w:r>
      <w:r w:rsidRPr="00EA518F">
        <w:t>несколько</w:t>
      </w:r>
      <w:r w:rsidR="00EA518F">
        <w:t xml:space="preserve"> </w:t>
      </w:r>
      <w:r w:rsidRPr="00EA518F">
        <w:t>типов</w:t>
      </w:r>
      <w:r w:rsidR="00EA518F">
        <w:t xml:space="preserve"> </w:t>
      </w:r>
      <w:r w:rsidRPr="00EA518F">
        <w:t>событий.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Начальное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событие,</w:t>
      </w:r>
      <w:r w:rsidR="00EA518F">
        <w:t xml:space="preserve"> </w:t>
      </w:r>
      <w:r w:rsidRPr="00EA518F">
        <w:t>непосредственно</w:t>
      </w:r>
      <w:r w:rsidR="00EA518F">
        <w:t xml:space="preserve"> </w:t>
      </w:r>
      <w:r w:rsidRPr="00EA518F">
        <w:t>предшествующее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работе.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Конечное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событие,</w:t>
      </w:r>
      <w:r w:rsidR="00EA518F">
        <w:t xml:space="preserve"> </w:t>
      </w:r>
      <w:r w:rsidRPr="00EA518F">
        <w:t>которым</w:t>
      </w:r>
      <w:r w:rsidR="00EA518F">
        <w:t xml:space="preserve"> </w:t>
      </w:r>
      <w:r w:rsidRPr="00EA518F">
        <w:t>оканчивается</w:t>
      </w:r>
      <w:r w:rsidR="00EA518F">
        <w:t xml:space="preserve"> </w:t>
      </w:r>
      <w:r w:rsidRPr="00EA518F">
        <w:t>какая-либо</w:t>
      </w:r>
      <w:r w:rsidR="00EA518F">
        <w:t xml:space="preserve"> </w:t>
      </w:r>
      <w:r w:rsidRPr="00EA518F">
        <w:t>работа.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Например: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предыдущем</w:t>
      </w:r>
      <w:r w:rsidR="00EA518F">
        <w:t xml:space="preserve"> </w:t>
      </w:r>
      <w:r w:rsidRPr="00EA518F">
        <w:t>графике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2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3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2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начальное,</w:t>
      </w:r>
      <w:r w:rsidR="00EA518F">
        <w:t xml:space="preserve"> </w:t>
      </w:r>
      <w:r w:rsidRPr="00EA518F">
        <w:t>3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конечное.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Граничными</w:t>
      </w:r>
      <w:r w:rsidR="00EA518F">
        <w:t xml:space="preserve"> </w:t>
      </w:r>
      <w:r w:rsidRPr="00EA518F">
        <w:t>событиями</w:t>
      </w:r>
      <w:r w:rsidR="00EA518F">
        <w:t xml:space="preserve"> </w:t>
      </w:r>
      <w:r w:rsidRPr="00EA518F">
        <w:t>называются</w:t>
      </w:r>
      <w:r w:rsidR="00EA518F">
        <w:t xml:space="preserve"> </w:t>
      </w:r>
      <w:r w:rsidRPr="00EA518F">
        <w:t>события,</w:t>
      </w:r>
      <w:r w:rsidR="00EA518F">
        <w:t xml:space="preserve"> </w:t>
      </w:r>
      <w:r w:rsidRPr="00EA518F">
        <w:t>фиксирующие</w:t>
      </w:r>
      <w:r w:rsidR="00EA518F">
        <w:t xml:space="preserve"> </w:t>
      </w:r>
      <w:r w:rsidRPr="00EA518F">
        <w:t>окончание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исполнителя</w:t>
      </w:r>
      <w:r w:rsidR="00EA518F">
        <w:t xml:space="preserve"> </w:t>
      </w:r>
      <w:r w:rsidRPr="00EA518F">
        <w:t>(организации).</w:t>
      </w:r>
      <w:r w:rsidR="00EA518F">
        <w:t xml:space="preserve"> </w:t>
      </w:r>
      <w:r w:rsidRPr="00EA518F">
        <w:t>Например:</w:t>
      </w:r>
      <w:r w:rsidR="00EA518F">
        <w:t xml:space="preserve"> </w:t>
      </w:r>
      <w:r w:rsidRPr="00EA518F">
        <w:t>факт</w:t>
      </w:r>
      <w:r w:rsidR="00EA518F">
        <w:t xml:space="preserve"> </w:t>
      </w:r>
      <w:r w:rsidRPr="00EA518F">
        <w:t>передачи</w:t>
      </w:r>
      <w:r w:rsidR="00EA518F">
        <w:t xml:space="preserve"> </w:t>
      </w:r>
      <w:r w:rsidRPr="00EA518F">
        <w:t>исходных</w:t>
      </w:r>
      <w:r w:rsidR="00EA518F">
        <w:t xml:space="preserve"> </w:t>
      </w:r>
      <w:r w:rsidRPr="00EA518F">
        <w:t>данных,</w:t>
      </w:r>
      <w:r w:rsidR="00EA518F">
        <w:t xml:space="preserve"> </w:t>
      </w:r>
      <w:r w:rsidRPr="00EA518F">
        <w:t>выпуск</w:t>
      </w:r>
      <w:r w:rsidR="00EA518F">
        <w:t xml:space="preserve"> </w:t>
      </w:r>
      <w:r w:rsidRPr="00EA518F">
        <w:t>чертежей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содержит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исходное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завершающее</w:t>
      </w:r>
      <w:r w:rsidR="00EA518F">
        <w:t xml:space="preserve"> </w:t>
      </w:r>
      <w:r w:rsidRPr="00EA518F">
        <w:t>события.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завершающих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несколько,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многоцелевым.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Сетевые</w:t>
      </w:r>
      <w:r w:rsidR="00EA518F">
        <w:t xml:space="preserve"> </w:t>
      </w:r>
      <w:r w:rsidRPr="00EA518F">
        <w:t>графики</w:t>
      </w:r>
      <w:r w:rsidR="00EA518F">
        <w:t xml:space="preserve"> </w:t>
      </w:r>
      <w:r w:rsidRPr="00EA518F">
        <w:t>обладают</w:t>
      </w:r>
      <w:r w:rsidR="00EA518F">
        <w:t xml:space="preserve"> </w:t>
      </w:r>
      <w:r w:rsidRPr="00EA518F">
        <w:t>важным</w:t>
      </w:r>
      <w:r w:rsidR="00EA518F">
        <w:t xml:space="preserve"> </w:t>
      </w:r>
      <w:r w:rsidRPr="00EA518F">
        <w:t>свойством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наглядностью.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Отображение</w:t>
      </w:r>
      <w:r w:rsidR="00EA518F">
        <w:t xml:space="preserve"> </w:t>
      </w:r>
      <w:r w:rsidRPr="00EA518F">
        <w:t>логической</w:t>
      </w:r>
      <w:r w:rsidR="00EA518F">
        <w:t xml:space="preserve"> </w:t>
      </w:r>
      <w:r w:rsidRPr="00EA518F">
        <w:t>последовательности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четкость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взаимосвязей</w:t>
      </w:r>
      <w:r w:rsidR="00EA518F">
        <w:t xml:space="preserve"> </w:t>
      </w:r>
      <w:r w:rsidRPr="00EA518F">
        <w:t>дают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анализировать</w:t>
      </w:r>
      <w:r w:rsidR="00EA518F">
        <w:t xml:space="preserve"> </w:t>
      </w:r>
      <w:r w:rsidRPr="00EA518F">
        <w:t>состав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порядок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предстоящего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организующее</w:t>
      </w:r>
      <w:r w:rsidR="00EA518F">
        <w:t xml:space="preserve"> </w:t>
      </w:r>
      <w:r w:rsidRPr="00EA518F">
        <w:t>воздействие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ход.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Графическое</w:t>
      </w:r>
      <w:r w:rsidR="00EA518F">
        <w:t xml:space="preserve"> </w:t>
      </w:r>
      <w:r w:rsidRPr="00EA518F">
        <w:t>представление</w:t>
      </w:r>
      <w:r w:rsidR="00EA518F">
        <w:t xml:space="preserve"> </w:t>
      </w:r>
      <w:r w:rsidRPr="00EA518F">
        <w:t>сетевой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значительно</w:t>
      </w:r>
      <w:r w:rsidR="00EA518F">
        <w:t xml:space="preserve"> </w:t>
      </w:r>
      <w:r w:rsidRPr="00EA518F">
        <w:t>упрощает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составление,</w:t>
      </w:r>
      <w:r w:rsidR="00EA518F">
        <w:t xml:space="preserve"> </w:t>
      </w:r>
      <w:r w:rsidRPr="00EA518F">
        <w:t>расчет,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изучение.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график,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производственного</w:t>
      </w:r>
      <w:r w:rsidR="00EA518F">
        <w:t xml:space="preserve"> </w:t>
      </w:r>
      <w:r w:rsidRPr="00EA518F">
        <w:t>процесса.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Важной</w:t>
      </w:r>
      <w:r w:rsidR="00EA518F">
        <w:t xml:space="preserve"> </w:t>
      </w:r>
      <w:r w:rsidRPr="00EA518F">
        <w:t>особенностью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предстоящих</w:t>
      </w:r>
      <w:r w:rsidR="00EA518F">
        <w:t xml:space="preserve"> </w:t>
      </w:r>
      <w:r w:rsidRPr="00EA518F">
        <w:t>работ.</w:t>
      </w:r>
      <w:r w:rsidR="00EA518F">
        <w:t xml:space="preserve"> </w:t>
      </w:r>
      <w:r w:rsidRPr="00EA518F">
        <w:t>Оценку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либо</w:t>
      </w:r>
      <w:r w:rsidR="00EA518F">
        <w:t xml:space="preserve"> </w:t>
      </w:r>
      <w:r w:rsidRPr="00EA518F">
        <w:t>непосредственный</w:t>
      </w:r>
      <w:r w:rsidR="00EA518F">
        <w:t xml:space="preserve"> </w:t>
      </w:r>
      <w:r w:rsidRPr="00EA518F">
        <w:t>исполнитель,</w:t>
      </w:r>
      <w:r w:rsidR="00EA518F">
        <w:t xml:space="preserve"> </w:t>
      </w:r>
      <w:r w:rsidRPr="00EA518F">
        <w:t>либо</w:t>
      </w:r>
      <w:r w:rsidR="00EA518F">
        <w:t xml:space="preserve"> </w:t>
      </w:r>
      <w:r w:rsidRPr="00EA518F">
        <w:t>эксперт,</w:t>
      </w:r>
      <w:r w:rsidR="00EA518F">
        <w:t xml:space="preserve"> </w:t>
      </w:r>
      <w:r w:rsidRPr="00EA518F">
        <w:t>имеющий</w:t>
      </w:r>
      <w:r w:rsidR="00EA518F">
        <w:t xml:space="preserve"> </w:t>
      </w:r>
      <w:r w:rsidRPr="00EA518F">
        <w:t>большой</w:t>
      </w:r>
      <w:r w:rsidR="00EA518F">
        <w:t xml:space="preserve"> </w:t>
      </w:r>
      <w:r w:rsidRPr="00EA518F">
        <w:t>опыт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соответствующей</w:t>
      </w:r>
      <w:r w:rsidR="00EA518F">
        <w:t xml:space="preserve"> </w:t>
      </w:r>
      <w:r w:rsidRPr="00EA518F">
        <w:t>области.</w:t>
      </w:r>
      <w:r w:rsidR="00EA518F">
        <w:t xml:space="preserve"> </w:t>
      </w:r>
      <w:r w:rsidRPr="00EA518F">
        <w:t>Каждая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оценивается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Часто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временными</w:t>
      </w:r>
      <w:r w:rsidR="00EA518F">
        <w:t xml:space="preserve"> </w:t>
      </w:r>
      <w:r w:rsidRPr="00EA518F">
        <w:t>характеристиками</w:t>
      </w:r>
      <w:r w:rsidR="00EA518F">
        <w:t xml:space="preserve"> </w:t>
      </w:r>
      <w:r w:rsidRPr="00EA518F">
        <w:t>даются</w:t>
      </w:r>
      <w:r w:rsidR="00EA518F">
        <w:t xml:space="preserve"> </w:t>
      </w:r>
      <w:r w:rsidRPr="00EA518F">
        <w:t>оценки: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количества</w:t>
      </w:r>
      <w:r w:rsidR="00EA518F">
        <w:t xml:space="preserve"> </w:t>
      </w:r>
      <w:r w:rsidRPr="00EA518F">
        <w:t>исполнителей;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трудоемкости;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стоимости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Одним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важнейших</w:t>
      </w:r>
      <w:r w:rsidR="00EA518F">
        <w:t xml:space="preserve"> </w:t>
      </w:r>
      <w:r w:rsidRPr="00EA518F">
        <w:t>понятий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пути.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расчете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(сетевой</w:t>
      </w:r>
      <w:r w:rsidR="00EA518F">
        <w:t xml:space="preserve"> </w:t>
      </w:r>
      <w:r w:rsidRPr="00EA518F">
        <w:t>модели).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Критическим</w:t>
      </w:r>
      <w:r w:rsidR="00EA518F">
        <w:t xml:space="preserve"> </w:t>
      </w:r>
      <w:r w:rsidRPr="00EA518F">
        <w:t>путем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такая</w:t>
      </w:r>
      <w:r w:rsidR="00EA518F">
        <w:t xml:space="preserve"> </w:t>
      </w:r>
      <w:r w:rsidRPr="00EA518F">
        <w:t>последовательность</w:t>
      </w:r>
      <w:r w:rsidR="00EA518F">
        <w:t xml:space="preserve"> </w:t>
      </w:r>
      <w:r w:rsidRPr="00EA518F">
        <w:t>взаимосвязанных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событий,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наибольшую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Продолжительность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характеризует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Понятие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основой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планов,</w:t>
      </w:r>
      <w:r w:rsidR="00EA518F">
        <w:t xml:space="preserve"> </w:t>
      </w:r>
      <w:r w:rsidRPr="00EA518F">
        <w:t>координации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контроля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работ.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Критический</w:t>
      </w:r>
      <w:r w:rsidR="00EA518F">
        <w:t xml:space="preserve"> </w:t>
      </w:r>
      <w:r w:rsidRPr="00EA518F">
        <w:t>путь</w:t>
      </w:r>
      <w:r w:rsidR="00EA518F">
        <w:t xml:space="preserve"> </w:t>
      </w:r>
      <w:r w:rsidRPr="00EA518F">
        <w:t>указывает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важные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зависят</w:t>
      </w:r>
      <w:r w:rsidR="00EA518F">
        <w:t xml:space="preserve"> </w:t>
      </w:r>
      <w:r w:rsidRPr="00EA518F">
        <w:t>сроки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показывает</w:t>
      </w:r>
      <w:r w:rsidR="00EA518F">
        <w:t xml:space="preserve"> </w:t>
      </w:r>
      <w:r w:rsidRPr="00EA518F">
        <w:t>опыт,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событий,</w:t>
      </w:r>
      <w:r w:rsidR="00EA518F">
        <w:t xml:space="preserve"> </w:t>
      </w:r>
      <w:r w:rsidRPr="00EA518F">
        <w:t>входящих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критический</w:t>
      </w:r>
      <w:r w:rsidR="00EA518F">
        <w:t xml:space="preserve"> </w:t>
      </w:r>
      <w:r w:rsidRPr="00EA518F">
        <w:t>путь,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превышает</w:t>
      </w:r>
      <w:r w:rsidR="00EA518F">
        <w:t xml:space="preserve"> </w:t>
      </w:r>
      <w:r w:rsidRPr="00EA518F">
        <w:t>10%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исключить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поля</w:t>
      </w:r>
      <w:r w:rsidR="00EA518F">
        <w:t xml:space="preserve"> </w:t>
      </w:r>
      <w:r w:rsidRPr="00EA518F">
        <w:t>усиленного</w:t>
      </w:r>
      <w:r w:rsidR="00EA518F">
        <w:t xml:space="preserve"> </w:t>
      </w:r>
      <w:r w:rsidRPr="00EA518F">
        <w:t>контроля</w:t>
      </w:r>
      <w:r w:rsidR="00EA518F">
        <w:t xml:space="preserve"> </w:t>
      </w:r>
      <w:r w:rsidRPr="00EA518F">
        <w:t>те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данный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влияют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своевременное</w:t>
      </w:r>
      <w:r w:rsidR="00EA518F">
        <w:t xml:space="preserve"> </w:t>
      </w:r>
      <w:r w:rsidRPr="00EA518F">
        <w:t>достижение</w:t>
      </w:r>
      <w:r w:rsidR="00EA518F">
        <w:t xml:space="preserve"> </w:t>
      </w:r>
      <w:r w:rsidRPr="00EA518F">
        <w:t>цели</w:t>
      </w:r>
      <w:r w:rsidR="00EA518F">
        <w:t xml:space="preserve"> </w:t>
      </w:r>
      <w:r w:rsidRPr="00EA518F">
        <w:t>(а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большинство).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выделить</w:t>
      </w:r>
      <w:r w:rsidR="00EA518F">
        <w:t xml:space="preserve"> </w:t>
      </w:r>
      <w:r w:rsidRPr="00EA518F">
        <w:t>главное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работе.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Кроме</w:t>
      </w:r>
      <w:r w:rsidR="00EA518F">
        <w:t xml:space="preserve"> </w:t>
      </w:r>
      <w:r w:rsidRPr="00EA518F">
        <w:t>выявления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пути,</w:t>
      </w:r>
      <w:r w:rsidR="00EA518F">
        <w:t xml:space="preserve"> </w:t>
      </w:r>
      <w:r w:rsidRPr="00EA518F">
        <w:t>расчет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получить</w:t>
      </w:r>
      <w:r w:rsidR="00EA518F">
        <w:t xml:space="preserve"> </w:t>
      </w:r>
      <w:r w:rsidRPr="00EA518F">
        <w:t>целый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других</w:t>
      </w:r>
      <w:r w:rsidR="00EA518F">
        <w:t xml:space="preserve"> </w:t>
      </w:r>
      <w:r w:rsidRPr="00EA518F">
        <w:t>показателей: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ранние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поздние</w:t>
      </w:r>
      <w:r w:rsidR="00EA518F">
        <w:t xml:space="preserve"> </w:t>
      </w:r>
      <w:r w:rsidRPr="00EA518F">
        <w:t>сроки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окончания</w:t>
      </w:r>
      <w:r w:rsidR="00EA518F">
        <w:t xml:space="preserve"> </w:t>
      </w:r>
      <w:r w:rsidRPr="00EA518F">
        <w:t>работ;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резерв</w:t>
      </w:r>
      <w:r w:rsidR="00EA518F">
        <w:t xml:space="preserve"> </w:t>
      </w:r>
      <w:r w:rsidRPr="00EA518F">
        <w:t>времени;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вероятность</w:t>
      </w:r>
      <w:r w:rsidR="00EA518F">
        <w:t xml:space="preserve"> </w:t>
      </w:r>
      <w:r w:rsidRPr="00EA518F">
        <w:t>наступления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Эти</w:t>
      </w:r>
      <w:r w:rsidR="00EA518F">
        <w:t xml:space="preserve"> </w:t>
      </w:r>
      <w:r w:rsidRPr="00EA518F">
        <w:t>показатели</w:t>
      </w:r>
      <w:r w:rsidR="00EA518F">
        <w:t xml:space="preserve"> </w:t>
      </w:r>
      <w:r w:rsidRPr="00EA518F">
        <w:t>применяются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оптимизации</w:t>
      </w:r>
      <w:r w:rsidR="00EA518F">
        <w:t xml:space="preserve"> </w:t>
      </w:r>
      <w:r w:rsidRPr="00EA518F">
        <w:t>плана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принятия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рациональной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Сетевые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включают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процедур,</w:t>
      </w:r>
      <w:r w:rsidR="00EA518F">
        <w:t xml:space="preserve"> </w:t>
      </w:r>
      <w:r w:rsidRPr="00EA518F">
        <w:t>обеспечивающих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протяжении</w:t>
      </w:r>
      <w:r w:rsidR="00EA518F">
        <w:t xml:space="preserve"> </w:t>
      </w:r>
      <w:r w:rsidRPr="00EA518F">
        <w:t>производственного</w:t>
      </w:r>
      <w:r w:rsidR="00EA518F">
        <w:t xml:space="preserve"> </w:t>
      </w:r>
      <w:r w:rsidRPr="00EA518F">
        <w:t>процесса.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процедуры</w:t>
      </w:r>
      <w:r w:rsidR="00EA518F">
        <w:t xml:space="preserve"> </w:t>
      </w:r>
      <w:r w:rsidRPr="00EA518F">
        <w:t>предусматривают</w:t>
      </w:r>
      <w:r w:rsidR="00EA518F">
        <w:t xml:space="preserve"> </w:t>
      </w:r>
      <w:r w:rsidRPr="00EA518F">
        <w:t>поступление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исполнителей</w:t>
      </w:r>
      <w:r w:rsidR="00EA518F">
        <w:t xml:space="preserve"> </w:t>
      </w:r>
      <w:r w:rsidRPr="00EA518F">
        <w:t>информации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ходе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возможных</w:t>
      </w:r>
      <w:r w:rsidR="00EA518F">
        <w:t xml:space="preserve"> </w:t>
      </w:r>
      <w:r w:rsidRPr="00EA518F">
        <w:t>изменениях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содержания.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соответствии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информацией</w:t>
      </w:r>
      <w:r w:rsidR="00EA518F">
        <w:t xml:space="preserve"> </w:t>
      </w:r>
      <w:r w:rsidRPr="00EA518F">
        <w:t>сетевой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(модель)</w:t>
      </w:r>
      <w:r w:rsidR="00EA518F">
        <w:t xml:space="preserve"> </w:t>
      </w:r>
      <w:r w:rsidRPr="00EA518F">
        <w:t>периодически</w:t>
      </w:r>
      <w:r w:rsidR="00EA518F">
        <w:t xml:space="preserve"> </w:t>
      </w:r>
      <w:r w:rsidRPr="00EA518F">
        <w:t>уточняется.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сетевые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сводятся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использованию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целей</w:t>
      </w:r>
      <w:r w:rsidR="00EA518F">
        <w:t xml:space="preserve"> </w:t>
      </w:r>
      <w:r w:rsidRPr="00EA518F">
        <w:t>управления: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сетевой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комплекса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математическим</w:t>
      </w:r>
      <w:r w:rsidR="00EA518F">
        <w:t xml:space="preserve"> </w:t>
      </w:r>
      <w:r w:rsidRPr="00EA518F">
        <w:t>описанием</w:t>
      </w:r>
      <w:r w:rsidR="00EA518F">
        <w:t xml:space="preserve"> </w:t>
      </w:r>
      <w:r w:rsidRPr="00EA518F">
        <w:t>какого-либо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показывает</w:t>
      </w:r>
      <w:r w:rsidR="00EA518F">
        <w:t xml:space="preserve"> </w:t>
      </w:r>
      <w:r w:rsidRPr="00EA518F">
        <w:t>состав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взаимосвязи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зависимость</w:t>
      </w:r>
      <w:r w:rsidR="00EA518F">
        <w:t xml:space="preserve"> </w:t>
      </w:r>
      <w:r w:rsidRPr="00EA518F">
        <w:t>друг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друга,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содержит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работ;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наглядного</w:t>
      </w:r>
      <w:r w:rsidR="00EA518F">
        <w:t xml:space="preserve"> </w:t>
      </w:r>
      <w:r w:rsidRPr="00EA518F">
        <w:t>отображения</w:t>
      </w:r>
      <w:r w:rsidR="00EA518F">
        <w:t xml:space="preserve"> </w:t>
      </w:r>
      <w:r w:rsidRPr="00EA518F">
        <w:t>сетевой</w:t>
      </w:r>
      <w:r w:rsidR="00EA518F">
        <w:t xml:space="preserve"> </w:t>
      </w:r>
      <w:r w:rsidRPr="00EA518F">
        <w:t>модели;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специальных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расчета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графиков,</w:t>
      </w:r>
      <w:r w:rsidR="00EA518F">
        <w:t xml:space="preserve"> </w:t>
      </w:r>
      <w:r w:rsidRPr="00EA518F">
        <w:t>позволяющих</w:t>
      </w:r>
      <w:r w:rsidR="00EA518F">
        <w:t xml:space="preserve"> </w:t>
      </w:r>
      <w:r w:rsidRPr="00EA518F">
        <w:t>определять</w:t>
      </w:r>
      <w:r w:rsidR="00EA518F">
        <w:t xml:space="preserve"> </w:t>
      </w:r>
      <w:r w:rsidRPr="00EA518F">
        <w:t>критический</w:t>
      </w:r>
      <w:r w:rsidR="00EA518F">
        <w:t xml:space="preserve"> </w:t>
      </w:r>
      <w:r w:rsidRPr="00EA518F">
        <w:t>путь,</w:t>
      </w:r>
      <w:r w:rsidR="00EA518F">
        <w:t xml:space="preserve"> </w:t>
      </w:r>
      <w:r w:rsidRPr="00EA518F">
        <w:t>резервы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другие</w:t>
      </w:r>
      <w:r w:rsidR="00EA518F">
        <w:t xml:space="preserve"> </w:t>
      </w:r>
      <w:r w:rsidRPr="00EA518F">
        <w:t>параметры,</w:t>
      </w:r>
      <w:r w:rsidR="00EA518F">
        <w:t xml:space="preserve"> </w:t>
      </w:r>
      <w:r w:rsidRPr="00EA518F">
        <w:t>используемые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планирования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координации</w:t>
      </w:r>
      <w:r w:rsidR="00EA518F">
        <w:t xml:space="preserve"> </w:t>
      </w:r>
      <w:r w:rsidRPr="00EA518F">
        <w:t>работ;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специальных</w:t>
      </w:r>
      <w:r w:rsidR="00EA518F">
        <w:t xml:space="preserve"> </w:t>
      </w:r>
      <w:r w:rsidRPr="00EA518F">
        <w:t>процедур</w:t>
      </w:r>
      <w:r w:rsidR="00EA518F">
        <w:t xml:space="preserve"> </w:t>
      </w:r>
      <w:r w:rsidRPr="00EA518F">
        <w:t>сбора,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подготовки</w:t>
      </w:r>
      <w:r w:rsidR="00EA518F">
        <w:t xml:space="preserve"> </w:t>
      </w:r>
      <w:r w:rsidRPr="00EA518F">
        <w:t>информации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принятия</w:t>
      </w:r>
      <w:r w:rsidR="00EA518F">
        <w:t xml:space="preserve"> </w:t>
      </w:r>
      <w:r w:rsidRPr="00EA518F">
        <w:t>решений.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Следовательно,</w:t>
      </w:r>
      <w:r w:rsidR="00EA518F">
        <w:t xml:space="preserve"> </w:t>
      </w:r>
      <w:r w:rsidRPr="00EA518F">
        <w:t>сетевые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приемов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способов,</w:t>
      </w:r>
      <w:r w:rsidR="00EA518F">
        <w:t xml:space="preserve"> </w:t>
      </w:r>
      <w:r w:rsidRPr="00EA518F">
        <w:t>позволяющих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применения</w:t>
      </w:r>
      <w:r w:rsidR="00EA518F">
        <w:t xml:space="preserve"> </w:t>
      </w:r>
      <w:r w:rsidRPr="00EA518F">
        <w:t>сетевых</w:t>
      </w:r>
      <w:r w:rsidR="00EA518F">
        <w:t xml:space="preserve"> </w:t>
      </w:r>
      <w:r w:rsidRPr="00EA518F">
        <w:t>графиков</w:t>
      </w:r>
      <w:r w:rsidR="00EA518F">
        <w:t xml:space="preserve"> </w:t>
      </w:r>
      <w:r w:rsidRPr="00EA518F">
        <w:t>(моделей)</w:t>
      </w:r>
      <w:r w:rsidR="00EA518F">
        <w:t xml:space="preserve"> </w:t>
      </w:r>
      <w:r w:rsidRPr="00EA518F">
        <w:t>рационально</w:t>
      </w:r>
      <w:r w:rsidR="00EA518F">
        <w:t xml:space="preserve"> </w:t>
      </w:r>
      <w:r w:rsidRPr="00EA518F">
        <w:t>осуществлять</w:t>
      </w:r>
      <w:r w:rsidR="00EA518F">
        <w:t xml:space="preserve"> </w:t>
      </w:r>
      <w:r w:rsidRPr="00EA518F">
        <w:t>управленческий</w:t>
      </w:r>
      <w:r w:rsidR="00EA518F">
        <w:t xml:space="preserve"> </w:t>
      </w:r>
      <w:r w:rsidRPr="00EA518F">
        <w:t>процесс:</w:t>
      </w:r>
      <w:r w:rsidR="00EA518F">
        <w:t xml:space="preserve"> </w:t>
      </w:r>
      <w:r w:rsidRPr="00EA518F">
        <w:t>планировать,</w:t>
      </w:r>
      <w:r w:rsidR="00EA518F">
        <w:t xml:space="preserve"> </w:t>
      </w:r>
      <w:r w:rsidRPr="00EA518F">
        <w:t>организовывать,</w:t>
      </w:r>
      <w:r w:rsidR="00EA518F">
        <w:t xml:space="preserve"> </w:t>
      </w:r>
      <w:r w:rsidRPr="00EA518F">
        <w:t>координировать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контролировать</w:t>
      </w:r>
      <w:r w:rsidR="00EA518F">
        <w:t xml:space="preserve"> </w:t>
      </w:r>
      <w:r w:rsidRPr="00EA518F">
        <w:t>любую</w:t>
      </w:r>
      <w:r w:rsidR="00EA518F">
        <w:t xml:space="preserve"> </w:t>
      </w:r>
      <w:r w:rsidRPr="00EA518F">
        <w:t>сложную</w:t>
      </w:r>
      <w:r w:rsidR="00EA518F">
        <w:t xml:space="preserve"> </w:t>
      </w:r>
      <w:r w:rsidRPr="00EA518F">
        <w:t>работу.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способы</w:t>
      </w:r>
      <w:r w:rsidR="00EA518F">
        <w:t xml:space="preserve"> </w:t>
      </w:r>
      <w:r w:rsidRPr="00EA518F">
        <w:t>определения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конкретного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tij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измеряется,</w:t>
      </w:r>
      <w:r w:rsidR="00EA518F">
        <w:t xml:space="preserve"> </w:t>
      </w:r>
      <w:r w:rsidRPr="00EA518F">
        <w:t>например,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днях.</w:t>
      </w:r>
      <w:r w:rsidR="00EA518F">
        <w:t xml:space="preserve"> </w:t>
      </w:r>
      <w:r w:rsidRPr="00EA518F">
        <w:t>Индексы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j</w:t>
      </w:r>
      <w:r w:rsidR="00EA518F">
        <w:t xml:space="preserve"> </w:t>
      </w:r>
      <w:r w:rsidRPr="00EA518F">
        <w:t>указывают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начальное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конечное</w:t>
      </w:r>
      <w:r w:rsidR="00EA518F">
        <w:t xml:space="preserve"> </w:t>
      </w:r>
      <w:r w:rsidRPr="00EA518F">
        <w:t>события</w:t>
      </w:r>
      <w:r w:rsidR="00EA518F">
        <w:t xml:space="preserve"> </w:t>
      </w:r>
      <w:r w:rsidRPr="00EA518F">
        <w:t>работы.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расчета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(модели)</w:t>
      </w:r>
      <w:r w:rsidR="00EA518F">
        <w:t xml:space="preserve"> </w:t>
      </w:r>
      <w:r w:rsidRPr="00EA518F">
        <w:t>определяются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анализируются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параметры: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t</w:t>
      </w:r>
      <w:r w:rsidR="00EA518F">
        <w:t xml:space="preserve"> </w:t>
      </w:r>
      <w:r w:rsidRPr="00EA518F">
        <w:t>(L)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L;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t</w:t>
      </w:r>
      <w:r w:rsidR="00EA518F">
        <w:t xml:space="preserve"> </w:t>
      </w:r>
      <w:r w:rsidRPr="00EA518F">
        <w:t>кр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Lкр;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ti(p)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ti(п)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ранний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поздний</w:t>
      </w:r>
      <w:r w:rsidR="00EA518F">
        <w:t xml:space="preserve"> </w:t>
      </w:r>
      <w:r w:rsidRPr="00EA518F">
        <w:t>сроки</w:t>
      </w:r>
      <w:r w:rsidR="00EA518F">
        <w:t xml:space="preserve"> </w:t>
      </w:r>
      <w:r w:rsidRPr="00EA518F">
        <w:t>совершения</w:t>
      </w:r>
      <w:r w:rsidR="00EA518F">
        <w:t xml:space="preserve"> </w:t>
      </w:r>
      <w:r w:rsidRPr="00EA518F">
        <w:t>событий;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tij(pн)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tij(пн)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ранний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поздний</w:t>
      </w:r>
      <w:r w:rsidR="00EA518F">
        <w:t xml:space="preserve"> </w:t>
      </w:r>
      <w:r w:rsidRPr="00EA518F">
        <w:t>сроки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работы;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tij(ро)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tij(по)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ранний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поздний</w:t>
      </w:r>
      <w:r w:rsidR="00EA518F">
        <w:t xml:space="preserve"> </w:t>
      </w:r>
      <w:r w:rsidRPr="00EA518F">
        <w:t>сроки</w:t>
      </w:r>
      <w:r w:rsidR="00EA518F">
        <w:t xml:space="preserve"> </w:t>
      </w:r>
      <w:r w:rsidRPr="00EA518F">
        <w:t>окончания</w:t>
      </w:r>
      <w:r w:rsidR="00EA518F">
        <w:t xml:space="preserve"> </w:t>
      </w:r>
      <w:r w:rsidRPr="00EA518F">
        <w:t>работы;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R(L)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полный</w:t>
      </w:r>
      <w:r w:rsidR="00EA518F">
        <w:t xml:space="preserve"> </w:t>
      </w:r>
      <w:r w:rsidRPr="00EA518F">
        <w:t>резерв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пути;</w:t>
      </w:r>
    </w:p>
    <w:p w:rsidR="007B6CD4" w:rsidRPr="00EA518F" w:rsidRDefault="007B6CD4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 w:rsidRPr="00EA518F">
        <w:t>Rij(п)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>полный</w:t>
      </w:r>
      <w:r w:rsidR="00EA518F">
        <w:t xml:space="preserve"> </w:t>
      </w:r>
      <w:r w:rsidRPr="00EA518F">
        <w:t>резерв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работы;</w:t>
      </w:r>
    </w:p>
    <w:p w:rsidR="007B6CD4" w:rsidRPr="00EA518F" w:rsidRDefault="00E8503A" w:rsidP="00EA518F">
      <w:pPr>
        <w:keepNext/>
        <w:widowControl w:val="0"/>
        <w:tabs>
          <w:tab w:val="right" w:pos="2552"/>
        </w:tabs>
        <w:spacing w:line="360" w:lineRule="auto"/>
        <w:ind w:firstLine="709"/>
      </w:pPr>
      <w:r>
        <w:pict>
          <v:shape id="_x0000_i1102" type="#_x0000_t75" style="width:48.75pt;height:27pt">
            <v:imagedata r:id="rId81" o:title=""/>
          </v:shape>
        </w:pict>
      </w:r>
      <w:r w:rsidR="007B6CD4" w:rsidRPr="00EA518F">
        <w:tab/>
        <w:t>-</w:t>
      </w:r>
      <w:r w:rsidR="00EA518F">
        <w:t xml:space="preserve"> </w:t>
      </w:r>
      <w:r w:rsidR="007B6CD4" w:rsidRPr="00EA518F">
        <w:t>частные</w:t>
      </w:r>
      <w:r w:rsidR="00EA518F">
        <w:t xml:space="preserve"> </w:t>
      </w:r>
      <w:r w:rsidR="007B6CD4" w:rsidRPr="00EA518F">
        <w:t>резервы</w:t>
      </w:r>
      <w:r w:rsidR="00EA518F">
        <w:t xml:space="preserve"> </w:t>
      </w:r>
      <w:r w:rsidR="007B6CD4"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Путем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сетевом</w:t>
      </w:r>
      <w:r w:rsidR="00EA518F">
        <w:t xml:space="preserve"> </w:t>
      </w:r>
      <w:r w:rsidRPr="00EA518F">
        <w:t>графике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любая</w:t>
      </w:r>
      <w:r w:rsidR="00EA518F">
        <w:t xml:space="preserve"> </w:t>
      </w:r>
      <w:r w:rsidRPr="00EA518F">
        <w:t>непрерывная</w:t>
      </w:r>
      <w:r w:rsidR="00EA518F">
        <w:t xml:space="preserve"> </w:t>
      </w:r>
      <w:r w:rsidRPr="00EA518F">
        <w:t>последовательность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направленная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завершающему</w:t>
      </w:r>
      <w:r w:rsidR="00EA518F">
        <w:t xml:space="preserve"> </w:t>
      </w:r>
      <w:r w:rsidRPr="00EA518F">
        <w:t>событию.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Продолжительность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t(L)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сумма</w:t>
      </w:r>
      <w:r w:rsidR="00EA518F">
        <w:t xml:space="preserve"> </w:t>
      </w:r>
      <w:r w:rsidRPr="00EA518F">
        <w:t>продолжительности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составляющих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путь.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простых</w:t>
      </w:r>
      <w:r w:rsidR="00EA518F">
        <w:t xml:space="preserve"> </w:t>
      </w:r>
      <w:r w:rsidRPr="00EA518F">
        <w:t>графиков</w:t>
      </w:r>
      <w:r w:rsidR="00EA518F">
        <w:t xml:space="preserve"> </w:t>
      </w:r>
      <w:r w:rsidRPr="00EA518F">
        <w:t>расчет</w:t>
      </w:r>
      <w:r w:rsidR="00EA518F">
        <w:t xml:space="preserve"> </w:t>
      </w:r>
      <w:r w:rsidRPr="00EA518F">
        <w:t>продолжительности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“глазок”.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графиков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целей</w:t>
      </w:r>
      <w:r w:rsidR="00EA518F">
        <w:t xml:space="preserve"> </w:t>
      </w:r>
      <w:r w:rsidRPr="00EA518F">
        <w:t>служат</w:t>
      </w:r>
      <w:r w:rsidR="00EA518F">
        <w:t xml:space="preserve"> </w:t>
      </w:r>
      <w:r w:rsidRPr="00EA518F">
        <w:t>математические</w:t>
      </w:r>
      <w:r w:rsidR="00EA518F">
        <w:t xml:space="preserve"> </w:t>
      </w:r>
      <w:r w:rsidRPr="00EA518F">
        <w:t>методы.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Введем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дополнительных</w:t>
      </w:r>
      <w:r w:rsidR="00EA518F">
        <w:t xml:space="preserve"> </w:t>
      </w:r>
      <w:r w:rsidRPr="00EA518F">
        <w:t>условий.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сетевой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содержит</w:t>
      </w:r>
      <w:r w:rsidR="00EA518F">
        <w:t xml:space="preserve"> </w:t>
      </w:r>
      <w:r w:rsidRPr="00EA518F">
        <w:t>отрезка,</w:t>
      </w:r>
      <w:r w:rsidR="00EA518F">
        <w:t xml:space="preserve"> </w:t>
      </w:r>
      <w:r w:rsidRPr="00EA518F">
        <w:t>соединяющего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j,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считаем</w:t>
      </w:r>
      <w:r w:rsidR="00EA518F">
        <w:t xml:space="preserve"> </w:t>
      </w:r>
      <w:r w:rsidRPr="00EA518F">
        <w:t>tij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rPr>
          <w:szCs w:val="28"/>
        </w:rPr>
        <w:sym w:font="Symbol" w:char="F06D"/>
      </w:r>
      <w:r w:rsidRPr="00EA518F">
        <w:t>.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положим</w:t>
      </w:r>
      <w:r w:rsidR="00EA518F">
        <w:t xml:space="preserve"> </w:t>
      </w:r>
      <w:r w:rsidRPr="00EA518F">
        <w:t>tii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0.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математической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следующем: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путь</w:t>
      </w:r>
      <w:r w:rsidR="00EA518F">
        <w:t xml:space="preserve"> </w:t>
      </w:r>
      <w:r w:rsidR="00E8503A">
        <w:pict>
          <v:shape id="_x0000_i1103" type="#_x0000_t75" style="width:162.75pt;height:18.75pt" fillcolor="window">
            <v:imagedata r:id="rId82" o:title=""/>
          </v:shape>
        </w:pict>
      </w:r>
      <w:r w:rsidRPr="00EA518F">
        <w:t>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Еj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работы,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="00E8503A">
        <w:pict>
          <v:shape id="_x0000_i1104" type="#_x0000_t75" style="width:114.75pt;height:21pt">
            <v:imagedata r:id="rId83" o:title=""/>
          </v:shape>
        </w:pict>
      </w:r>
      <w:r w:rsidR="00EA518F">
        <w:t xml:space="preserve"> </w:t>
      </w:r>
      <w:r w:rsidRPr="00EA518F">
        <w:t>достигает</w:t>
      </w:r>
      <w:r w:rsidR="00EA518F">
        <w:t xml:space="preserve"> </w:t>
      </w:r>
      <w:r w:rsidRPr="00EA518F">
        <w:t>максимума.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лежит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динамического</w:t>
      </w:r>
      <w:r w:rsidR="00EA518F">
        <w:t xml:space="preserve"> </w:t>
      </w:r>
      <w:r w:rsidRPr="00EA518F">
        <w:t>программирования.</w:t>
      </w:r>
      <w:r w:rsidR="00EA518F">
        <w:t xml:space="preserve"> </w:t>
      </w:r>
      <w:r w:rsidRPr="00EA518F">
        <w:t>Обозначим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vi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n-1)</w:t>
      </w:r>
      <w:r w:rsidR="00EA518F">
        <w:t xml:space="preserve"> </w:t>
      </w:r>
      <w:r w:rsidRPr="00EA518F">
        <w:t>величину</w:t>
      </w:r>
      <w:r w:rsidR="00EA518F">
        <w:t xml:space="preserve"> </w:t>
      </w:r>
      <w:r w:rsidRPr="00EA518F">
        <w:t>максимального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вершины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конечной</w:t>
      </w:r>
      <w:r w:rsidR="00EA518F">
        <w:t xml:space="preserve"> </w:t>
      </w:r>
      <w:r w:rsidRPr="00EA518F">
        <w:t>вершины.</w:t>
      </w:r>
      <w:r w:rsidR="00EA518F">
        <w:t xml:space="preserve"> </w:t>
      </w:r>
      <w:r w:rsidRPr="00EA518F">
        <w:t>(Предполагается,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вершины</w:t>
      </w:r>
      <w:r w:rsidR="00EA518F">
        <w:t xml:space="preserve"> </w:t>
      </w:r>
      <w:r w:rsidRPr="00EA518F">
        <w:t>занумерованы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начальная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номер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последняя,</w:t>
      </w:r>
      <w:r w:rsidR="00EA518F">
        <w:t xml:space="preserve"> </w:t>
      </w:r>
      <w:r w:rsidRPr="00EA518F">
        <w:t>завершающая,</w:t>
      </w:r>
      <w:r w:rsidR="00EA518F">
        <w:t xml:space="preserve"> </w:t>
      </w:r>
      <w:r w:rsidRPr="00EA518F">
        <w:noBreakHyphen/>
      </w:r>
      <w:r w:rsidR="00EA518F">
        <w:t xml:space="preserve"> </w:t>
      </w:r>
      <w:r w:rsidRPr="00EA518F">
        <w:t>номер</w:t>
      </w:r>
      <w:r w:rsidR="00EA518F">
        <w:t xml:space="preserve"> </w:t>
      </w:r>
      <w:r w:rsidRPr="00EA518F">
        <w:t>n).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Поиск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несколько</w:t>
      </w:r>
      <w:r w:rsidR="00EA518F">
        <w:t xml:space="preserve"> </w:t>
      </w:r>
      <w:r w:rsidRPr="00EA518F">
        <w:t>этапов.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</w:t>
      </w:r>
      <w:r w:rsidR="00EA518F">
        <w:t xml:space="preserve"> </w:t>
      </w:r>
      <w:r w:rsidRPr="00EA518F">
        <w:t>первом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определяем</w:t>
      </w:r>
      <w:r w:rsidR="00EA518F">
        <w:t xml:space="preserve"> </w:t>
      </w:r>
      <w:r w:rsidRPr="00EA518F">
        <w:t>величины:</w:t>
      </w:r>
    </w:p>
    <w:p w:rsidR="00EA518F" w:rsidRDefault="00EA518F" w:rsidP="00EA518F">
      <w:pPr>
        <w:pStyle w:val="afc"/>
        <w:keepNext/>
        <w:widowControl w:val="0"/>
        <w:tabs>
          <w:tab w:val="clear" w:pos="4536"/>
          <w:tab w:val="clear" w:pos="8789"/>
        </w:tabs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tabs>
          <w:tab w:val="clear" w:pos="4536"/>
          <w:tab w:val="clear" w:pos="8789"/>
        </w:tabs>
        <w:spacing w:before="0" w:after="0" w:line="360" w:lineRule="auto"/>
        <w:ind w:left="0" w:firstLine="709"/>
        <w:jc w:val="both"/>
      </w:pPr>
      <w:r>
        <w:pict>
          <v:shape id="_x0000_i1105" type="#_x0000_t75" style="width:53.25pt;height:27pt">
            <v:imagedata r:id="rId84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n-1;</w:t>
      </w:r>
    </w:p>
    <w:p w:rsidR="007B6CD4" w:rsidRPr="00EA518F" w:rsidRDefault="00E8503A" w:rsidP="00EA518F">
      <w:pPr>
        <w:pStyle w:val="afc"/>
        <w:keepNext/>
        <w:widowControl w:val="0"/>
        <w:tabs>
          <w:tab w:val="clear" w:pos="4536"/>
          <w:tab w:val="clear" w:pos="8789"/>
        </w:tabs>
        <w:spacing w:before="0" w:after="0" w:line="360" w:lineRule="auto"/>
        <w:ind w:left="0" w:firstLine="709"/>
        <w:jc w:val="both"/>
      </w:pPr>
      <w:r>
        <w:pict>
          <v:shape id="_x0000_i1106" type="#_x0000_t75" style="width:45.75pt;height:24.75pt">
            <v:imagedata r:id="rId85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n-1.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Ясно,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выражают</w:t>
      </w:r>
      <w:r w:rsidR="00EA518F">
        <w:t xml:space="preserve"> </w:t>
      </w:r>
      <w:r w:rsidRPr="00EA518F">
        <w:t>продолжительности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необходимого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достичь</w:t>
      </w:r>
      <w:r w:rsidR="00EA518F">
        <w:t xml:space="preserve"> </w:t>
      </w:r>
      <w:r w:rsidRPr="00EA518F">
        <w:t>вершины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i-ой</w:t>
      </w:r>
      <w:r w:rsidR="00EA518F">
        <w:t xml:space="preserve"> </w:t>
      </w:r>
      <w:r w:rsidRPr="00EA518F">
        <w:t>вершины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шаг.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Далее</w:t>
      </w:r>
      <w:r w:rsidR="00EA518F">
        <w:t xml:space="preserve"> </w:t>
      </w:r>
      <w:r w:rsidRPr="00EA518F">
        <w:t>переходим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вычислению: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07" type="#_x0000_t75" style="width:126pt;height:38.25pt">
            <v:imagedata r:id="rId86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n-1;</w:t>
      </w:r>
      <w:r w:rsidR="00EA518F">
        <w:t xml:space="preserve"> </w:t>
      </w:r>
      <w:r>
        <w:pict>
          <v:shape id="_x0000_i1108" type="#_x0000_t75" style="width:47.25pt;height:24.75pt">
            <v:imagedata r:id="rId87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j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n,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выражающих</w:t>
      </w:r>
      <w:r w:rsidR="00EA518F">
        <w:t xml:space="preserve"> </w:t>
      </w:r>
      <w:r w:rsidRPr="00EA518F">
        <w:t>величины</w:t>
      </w:r>
      <w:r w:rsidR="00EA518F">
        <w:t xml:space="preserve"> </w:t>
      </w:r>
      <w:r w:rsidRPr="00EA518F">
        <w:t>максимальных</w:t>
      </w:r>
      <w:r w:rsidR="00EA518F">
        <w:t xml:space="preserve"> </w:t>
      </w:r>
      <w:r w:rsidRPr="00EA518F">
        <w:t>путей,</w:t>
      </w:r>
      <w:r w:rsidR="00EA518F">
        <w:t xml:space="preserve"> </w:t>
      </w:r>
      <w:r w:rsidRPr="00EA518F">
        <w:t>соединяющих</w:t>
      </w:r>
      <w:r w:rsidR="00EA518F">
        <w:t xml:space="preserve"> </w:t>
      </w:r>
      <w:r w:rsidRPr="00EA518F">
        <w:t>вершины</w:t>
      </w:r>
      <w:r w:rsidR="00EA518F">
        <w:t xml:space="preserve"> </w:t>
      </w:r>
      <w:r w:rsidRPr="00EA518F">
        <w:t>сетевого</w:t>
      </w:r>
      <w:r w:rsidR="00EA518F">
        <w:t xml:space="preserve"> </w:t>
      </w:r>
      <w:r w:rsidRPr="00EA518F">
        <w:t>графика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вершиной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состоящих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звеньев.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Рассуждая</w:t>
      </w:r>
      <w:r w:rsidR="00EA518F">
        <w:t xml:space="preserve"> </w:t>
      </w:r>
      <w:r w:rsidRPr="00EA518F">
        <w:t>аналогично,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шагом,</w:t>
      </w:r>
      <w:r w:rsidR="00EA518F">
        <w:t xml:space="preserve"> </w:t>
      </w:r>
      <w:r w:rsidRPr="00EA518F">
        <w:t>вычисляем: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09" type="#_x0000_t75" style="width:141pt;height:38.25pt">
            <v:imagedata r:id="rId88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n-1,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10" type="#_x0000_t75" style="width:48pt;height:24.75pt">
            <v:imagedata r:id="rId89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j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n,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окажется,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выполнены</w:t>
      </w:r>
      <w:r w:rsidR="00EA518F">
        <w:t xml:space="preserve"> </w:t>
      </w:r>
      <w:r w:rsidRPr="00EA518F">
        <w:t>условия: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11" type="#_x0000_t75" style="width:75pt;height:27pt">
            <v:imagedata r:id="rId90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n.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Найденное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vi</w:t>
      </w:r>
      <w:r w:rsidRPr="00EA518F">
        <w:rPr>
          <w:vertAlign w:val="superscript"/>
        </w:rPr>
        <w:t>(k)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выражать</w:t>
      </w:r>
      <w:r w:rsidR="00EA518F">
        <w:t xml:space="preserve"> </w:t>
      </w:r>
      <w:r w:rsidRPr="00EA518F">
        <w:t>величину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пути,</w:t>
      </w:r>
      <w:r w:rsidR="00EA518F">
        <w:t xml:space="preserve"> </w:t>
      </w:r>
      <w:r w:rsidRPr="00EA518F">
        <w:t>соединяющего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n-ую</w:t>
      </w:r>
      <w:r w:rsidR="00EA518F">
        <w:t xml:space="preserve"> </w:t>
      </w:r>
      <w:r w:rsidRPr="00EA518F">
        <w:t>вершины,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k</w:t>
      </w:r>
      <w:r w:rsidR="00EA518F">
        <w:t xml:space="preserve"> </w:t>
      </w:r>
      <w:r w:rsidRPr="00EA518F">
        <w:t>укажет,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скольких</w:t>
      </w:r>
      <w:r w:rsidR="00EA518F">
        <w:t xml:space="preserve"> </w:t>
      </w:r>
      <w:r w:rsidRPr="00EA518F">
        <w:t>звеньев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путь</w:t>
      </w:r>
      <w:r w:rsidR="00EA518F">
        <w:t xml:space="preserve"> </w:t>
      </w:r>
      <w:r w:rsidRPr="00EA518F">
        <w:t>состоит.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указать,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вершин,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критического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n-2</w:t>
      </w:r>
      <w:r w:rsidR="00EA518F">
        <w:t xml:space="preserve"> </w:t>
      </w:r>
      <w:r w:rsidRPr="00EA518F">
        <w:t>этапа</w:t>
      </w:r>
      <w:r w:rsidR="00EA518F">
        <w:t xml:space="preserve"> </w:t>
      </w:r>
      <w:r w:rsidRPr="00EA518F">
        <w:t>последовательных</w:t>
      </w:r>
      <w:r w:rsidR="00EA518F">
        <w:t xml:space="preserve"> </w:t>
      </w:r>
      <w:r w:rsidRPr="00EA518F">
        <w:t>вычислений.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7" w:name="_Toc413639604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8.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Методы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теории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игр</w:t>
      </w:r>
      <w:bookmarkEnd w:id="7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игр.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Подход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игр.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Методы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игр</w:t>
      </w:r>
      <w:r w:rsidR="00EA518F">
        <w:t xml:space="preserve"> </w:t>
      </w:r>
      <w:r w:rsidRPr="00EA518F">
        <w:t>применяются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конфликтных</w:t>
      </w:r>
      <w:r w:rsidR="00EA518F">
        <w:t xml:space="preserve"> </w:t>
      </w:r>
      <w:r w:rsidRPr="00EA518F">
        <w:t>ситуациях,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налицо</w:t>
      </w:r>
      <w:r w:rsidR="00EA518F">
        <w:t xml:space="preserve"> </w:t>
      </w:r>
      <w:r w:rsidRPr="00EA518F">
        <w:t>две</w:t>
      </w:r>
      <w:r w:rsidR="00EA518F">
        <w:t xml:space="preserve"> </w:t>
      </w:r>
      <w:r w:rsidRPr="00EA518F">
        <w:t>стороны,</w:t>
      </w:r>
      <w:r w:rsidR="00EA518F">
        <w:t xml:space="preserve"> </w:t>
      </w:r>
      <w:r w:rsidRPr="00EA518F">
        <w:t>преследующие</w:t>
      </w:r>
      <w:r w:rsidR="00EA518F">
        <w:t xml:space="preserve"> </w:t>
      </w:r>
      <w:r w:rsidRPr="00EA518F">
        <w:t>противоположные</w:t>
      </w:r>
      <w:r w:rsidR="00EA518F">
        <w:t xml:space="preserve"> </w:t>
      </w:r>
      <w:r w:rsidRPr="00EA518F">
        <w:t>цели.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Типичным</w:t>
      </w:r>
      <w:r w:rsidR="00EA518F">
        <w:t xml:space="preserve"> </w:t>
      </w:r>
      <w:r w:rsidRPr="00EA518F">
        <w:t>примером</w:t>
      </w:r>
      <w:r w:rsidR="00EA518F">
        <w:t xml:space="preserve"> </w:t>
      </w:r>
      <w:r w:rsidRPr="00EA518F">
        <w:t>конфликтных</w:t>
      </w:r>
      <w:r w:rsidR="00EA518F">
        <w:t xml:space="preserve"> </w:t>
      </w:r>
      <w:r w:rsidRPr="00EA518F">
        <w:t>ситуаций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экономической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конкурентная</w:t>
      </w:r>
      <w:r w:rsidR="00EA518F">
        <w:t xml:space="preserve"> </w:t>
      </w:r>
      <w:r w:rsidRPr="00EA518F">
        <w:t>борьба,</w:t>
      </w:r>
      <w:r w:rsidR="00EA518F">
        <w:t xml:space="preserve"> </w:t>
      </w:r>
      <w:r w:rsidRPr="00EA518F">
        <w:t>например</w:t>
      </w:r>
      <w:r w:rsidR="00EA518F">
        <w:t xml:space="preserve"> </w:t>
      </w:r>
      <w:r w:rsidRPr="00EA518F">
        <w:t>борьба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рынок.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Результат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исход</w:t>
      </w:r>
      <w:r w:rsidR="00EA518F">
        <w:t xml:space="preserve"> </w:t>
      </w:r>
      <w:r w:rsidRPr="00EA518F">
        <w:t>игры,</w:t>
      </w:r>
      <w:r w:rsidR="00EA518F">
        <w:t xml:space="preserve"> </w:t>
      </w:r>
      <w:r w:rsidRPr="00EA518F">
        <w:t>даже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</w:t>
      </w:r>
      <w:r w:rsidR="00EA518F">
        <w:t xml:space="preserve"> </w:t>
      </w:r>
      <w:r w:rsidRPr="00EA518F">
        <w:t>случае,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прямой</w:t>
      </w:r>
      <w:r w:rsidR="00EA518F">
        <w:t xml:space="preserve"> </w:t>
      </w:r>
      <w:r w:rsidRPr="00EA518F">
        <w:t>количественной</w:t>
      </w:r>
      <w:r w:rsidR="00EA518F">
        <w:t xml:space="preserve"> </w:t>
      </w:r>
      <w:r w:rsidRPr="00EA518F">
        <w:t>оценки,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характеризуется</w:t>
      </w:r>
      <w:r w:rsidR="00EA518F">
        <w:t xml:space="preserve"> </w:t>
      </w:r>
      <w:r w:rsidRPr="00EA518F">
        <w:t>некоторым</w:t>
      </w:r>
      <w:r w:rsidR="00EA518F">
        <w:t xml:space="preserve"> </w:t>
      </w:r>
      <w:r w:rsidRPr="00EA518F">
        <w:t>числом,</w:t>
      </w:r>
      <w:r w:rsidR="00EA518F">
        <w:t xml:space="preserve"> </w:t>
      </w:r>
      <w:r w:rsidRPr="00EA518F">
        <w:t>например: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+1,</w:t>
      </w:r>
      <w:r w:rsidR="00EA518F">
        <w:t xml:space="preserve"> </w:t>
      </w:r>
      <w:r w:rsidRPr="00EA518F">
        <w:t>проигрыш</w:t>
      </w:r>
      <w:r w:rsidR="00EA518F">
        <w:t xml:space="preserve"> </w:t>
      </w:r>
      <w:r w:rsidRPr="00EA518F">
        <w:t>–</w:t>
      </w:r>
      <w:r w:rsidR="00EA518F">
        <w:t xml:space="preserve"> </w:t>
      </w:r>
      <w:r w:rsidRPr="00EA518F">
        <w:t>-1,</w:t>
      </w:r>
      <w:r w:rsidR="00EA518F">
        <w:t xml:space="preserve"> </w:t>
      </w:r>
      <w:r w:rsidRPr="00EA518F">
        <w:t>ничья</w:t>
      </w:r>
      <w:r w:rsidR="00EA518F">
        <w:t xml:space="preserve"> </w:t>
      </w:r>
      <w:r w:rsidRPr="00EA518F">
        <w:t>–</w:t>
      </w:r>
      <w:r w:rsidR="00EA518F">
        <w:t xml:space="preserve"> </w:t>
      </w:r>
      <w:r w:rsidRPr="00EA518F">
        <w:t>0.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Игра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парной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множественной</w:t>
      </w:r>
      <w:r w:rsidR="00EA518F">
        <w:t xml:space="preserve"> </w:t>
      </w:r>
      <w:r w:rsidRPr="00EA518F">
        <w:t>(многие</w:t>
      </w:r>
      <w:r w:rsidR="00EA518F">
        <w:t xml:space="preserve"> </w:t>
      </w:r>
      <w:r w:rsidRPr="00EA518F">
        <w:t>участники).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Наиболее</w:t>
      </w:r>
      <w:r w:rsidR="00EA518F">
        <w:t xml:space="preserve"> </w:t>
      </w:r>
      <w:r w:rsidRPr="00EA518F">
        <w:t>полно</w:t>
      </w:r>
      <w:r w:rsidR="00EA518F">
        <w:t xml:space="preserve"> </w:t>
      </w:r>
      <w:r w:rsidRPr="00EA518F">
        <w:t>разработана</w:t>
      </w:r>
      <w:r w:rsidR="00EA518F">
        <w:t xml:space="preserve"> </w:t>
      </w:r>
      <w:r w:rsidRPr="00EA518F">
        <w:t>теория</w:t>
      </w:r>
      <w:r w:rsidR="00EA518F">
        <w:t xml:space="preserve"> </w:t>
      </w:r>
      <w:r w:rsidRPr="00EA518F">
        <w:t>парных</w:t>
      </w:r>
      <w:r w:rsidR="00EA518F">
        <w:t xml:space="preserve"> </w:t>
      </w:r>
      <w:r w:rsidRPr="00EA518F">
        <w:t>игр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нулевой</w:t>
      </w:r>
      <w:r w:rsidR="00EA518F">
        <w:t xml:space="preserve"> </w:t>
      </w:r>
      <w:r w:rsidRPr="00EA518F">
        <w:t>суммой,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игр,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сторона</w:t>
      </w:r>
      <w:r w:rsidR="00EA518F">
        <w:t xml:space="preserve"> </w:t>
      </w:r>
      <w:r w:rsidRPr="00EA518F">
        <w:t>выигрывает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проигрывает</w:t>
      </w:r>
      <w:r w:rsidR="00EA518F">
        <w:t xml:space="preserve"> </w:t>
      </w:r>
      <w:r w:rsidRPr="00EA518F">
        <w:t>другая.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Процесс</w:t>
      </w:r>
      <w:r w:rsidR="00EA518F">
        <w:t xml:space="preserve"> </w:t>
      </w:r>
      <w:r w:rsidRPr="00EA518F">
        <w:t>(развитие)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происходит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последовательного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иных</w:t>
      </w:r>
      <w:r w:rsidR="00EA518F">
        <w:t xml:space="preserve"> </w:t>
      </w:r>
      <w:r w:rsidRPr="00EA518F">
        <w:t>ходов.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Стратегией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правил,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которым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анализирует</w:t>
      </w:r>
      <w:r w:rsidR="00EA518F">
        <w:t xml:space="preserve"> </w:t>
      </w:r>
      <w:r w:rsidRPr="00EA518F">
        <w:t>ситуацию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делает</w:t>
      </w:r>
      <w:r w:rsidR="00EA518F">
        <w:t xml:space="preserve"> </w:t>
      </w:r>
      <w:r w:rsidRPr="00EA518F">
        <w:t>ходы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завершения.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Задание</w:t>
      </w:r>
      <w:r w:rsidR="00EA518F">
        <w:t xml:space="preserve"> </w:t>
      </w:r>
      <w:r w:rsidRPr="00EA518F">
        <w:t>пары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(А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В)</w:t>
      </w:r>
      <w:r w:rsidR="00EA518F">
        <w:t xml:space="preserve"> </w:t>
      </w:r>
      <w:r w:rsidRPr="00EA518F">
        <w:t>(своей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противника)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парной</w:t>
      </w:r>
      <w:r w:rsidR="00EA518F">
        <w:t xml:space="preserve"> </w:t>
      </w:r>
      <w:r w:rsidRPr="00EA518F">
        <w:t>игре</w:t>
      </w:r>
      <w:r w:rsidR="00EA518F">
        <w:t xml:space="preserve"> </w:t>
      </w:r>
      <w:r w:rsidRPr="00EA518F">
        <w:t>полностью</w:t>
      </w:r>
      <w:r w:rsidR="00EA518F">
        <w:t xml:space="preserve"> </w:t>
      </w:r>
      <w:r w:rsidRPr="00EA518F">
        <w:t>определяет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исход,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проигрыш</w:t>
      </w:r>
      <w:r w:rsidR="00EA518F">
        <w:t xml:space="preserve"> </w:t>
      </w:r>
      <w:r w:rsidRPr="00EA518F">
        <w:t>другого</w:t>
      </w:r>
      <w:r w:rsidR="00EA518F">
        <w:t xml:space="preserve"> </w:t>
      </w:r>
      <w:r w:rsidRPr="00EA518F">
        <w:t>(при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ходах</w:t>
      </w:r>
      <w:r w:rsidR="00EA518F">
        <w:t xml:space="preserve"> </w:t>
      </w:r>
      <w:r w:rsidRPr="00EA518F">
        <w:t>определяются</w:t>
      </w:r>
      <w:r w:rsidR="00EA518F">
        <w:t xml:space="preserve"> </w:t>
      </w:r>
      <w:r w:rsidRPr="00EA518F">
        <w:t>математические</w:t>
      </w:r>
      <w:r w:rsidR="00EA518F">
        <w:t xml:space="preserve"> </w:t>
      </w:r>
      <w:r w:rsidRPr="00EA518F">
        <w:t>ожидания</w:t>
      </w:r>
      <w:r w:rsidR="00EA518F">
        <w:t xml:space="preserve"> </w:t>
      </w:r>
      <w:r w:rsidRPr="00EA518F">
        <w:t>выигрыша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проигрыша).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Игра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конечной,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у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лишь</w:t>
      </w:r>
      <w:r w:rsidR="00EA518F">
        <w:t xml:space="preserve"> </w:t>
      </w:r>
      <w:r w:rsidRPr="00EA518F">
        <w:t>конечное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стратегий.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Результаты</w:t>
      </w:r>
      <w:r w:rsidR="00EA518F">
        <w:t xml:space="preserve"> </w:t>
      </w:r>
      <w:r w:rsidRPr="00EA518F">
        <w:t>конечной</w:t>
      </w:r>
      <w:r w:rsidR="00EA518F">
        <w:t xml:space="preserve"> </w:t>
      </w:r>
      <w:r w:rsidRPr="00EA518F">
        <w:t>парной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нулевой</w:t>
      </w:r>
      <w:r w:rsidR="00EA518F">
        <w:t xml:space="preserve"> </w:t>
      </w:r>
      <w:r w:rsidRPr="00EA518F">
        <w:t>суммой</w:t>
      </w:r>
      <w:r w:rsidR="00EA518F">
        <w:t xml:space="preserve"> </w:t>
      </w:r>
      <w:r w:rsidRPr="00EA518F">
        <w:t>(КПИНС),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задать</w:t>
      </w:r>
      <w:r w:rsidR="00EA518F">
        <w:t xml:space="preserve"> </w:t>
      </w:r>
      <w:r w:rsidRPr="00EA518F">
        <w:t>матрицей,</w:t>
      </w:r>
      <w:r w:rsidR="00EA518F">
        <w:t xml:space="preserve"> </w:t>
      </w:r>
      <w:r w:rsidRPr="00EA518F">
        <w:t>строки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столбцы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соответствуют</w:t>
      </w:r>
      <w:r w:rsidR="00EA518F">
        <w:t xml:space="preserve"> </w:t>
      </w:r>
      <w:r w:rsidRPr="00EA518F">
        <w:t>различным</w:t>
      </w:r>
      <w:r w:rsidR="00EA518F">
        <w:t xml:space="preserve"> </w:t>
      </w:r>
      <w:r w:rsidRPr="00EA518F">
        <w:t>стратегиям,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элементы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соответствующие</w:t>
      </w:r>
      <w:r w:rsidR="00EA518F">
        <w:t xml:space="preserve"> </w:t>
      </w:r>
      <w:r w:rsidRPr="00EA518F">
        <w:t>выигрыши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стороны</w:t>
      </w:r>
      <w:r w:rsidR="00EA518F">
        <w:t xml:space="preserve"> </w:t>
      </w:r>
      <w:r w:rsidRPr="00EA518F">
        <w:t>(равные</w:t>
      </w:r>
      <w:r w:rsidR="00EA518F">
        <w:t xml:space="preserve"> </w:t>
      </w:r>
      <w:r w:rsidRPr="00EA518F">
        <w:t>проигрышам</w:t>
      </w:r>
      <w:r w:rsidR="00EA518F">
        <w:t xml:space="preserve"> </w:t>
      </w:r>
      <w:r w:rsidRPr="00EA518F">
        <w:t>другой).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матрица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платежной</w:t>
      </w:r>
      <w:r w:rsidR="00EA518F">
        <w:t xml:space="preserve"> </w:t>
      </w:r>
      <w:r w:rsidRPr="00EA518F">
        <w:t>матрицей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матрицей</w:t>
      </w:r>
      <w:r w:rsidR="00EA518F">
        <w:t xml:space="preserve"> </w:t>
      </w:r>
      <w:r w:rsidRPr="00EA518F">
        <w:t>игры.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удобно</w:t>
      </w:r>
      <w:r w:rsidR="00EA518F">
        <w:t xml:space="preserve"> </w:t>
      </w:r>
      <w:r w:rsidRPr="00EA518F">
        <w:t>проигрыш</w:t>
      </w:r>
      <w:r w:rsidR="00EA518F">
        <w:t xml:space="preserve"> </w:t>
      </w:r>
      <w:r w:rsidRPr="00EA518F">
        <w:t>первой</w:t>
      </w:r>
      <w:r w:rsidR="00EA518F">
        <w:t xml:space="preserve"> </w:t>
      </w:r>
      <w:r w:rsidRPr="00EA518F">
        <w:t>стороны</w:t>
      </w:r>
      <w:r w:rsidR="00EA518F">
        <w:t xml:space="preserve"> </w:t>
      </w:r>
      <w:r w:rsidRPr="00EA518F">
        <w:t>рассматривать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отрицательный</w:t>
      </w:r>
      <w:r w:rsidR="00EA518F">
        <w:t xml:space="preserve"> </w:t>
      </w:r>
      <w:r w:rsidRPr="00EA518F">
        <w:t>выигрыш,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второй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отрицательный</w:t>
      </w:r>
      <w:r w:rsidR="00EA518F">
        <w:t xml:space="preserve"> </w:t>
      </w:r>
      <w:r w:rsidRPr="00EA518F">
        <w:t>проигрыш.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первая</w:t>
      </w:r>
      <w:r w:rsidR="00EA518F">
        <w:t xml:space="preserve"> </w:t>
      </w:r>
      <w:r w:rsidRPr="00EA518F">
        <w:t>сторона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стратегий,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вторая</w:t>
      </w:r>
      <w:r w:rsidR="00EA518F">
        <w:t xml:space="preserve"> </w:t>
      </w:r>
      <w:r w:rsidRPr="00EA518F">
        <w:t>–</w:t>
      </w:r>
      <w:r w:rsidR="00EA518F">
        <w:t xml:space="preserve"> </w:t>
      </w:r>
      <w:r w:rsidRPr="00EA518F">
        <w:t>n,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дело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игрой</w:t>
      </w:r>
      <w:r w:rsidR="00EA518F">
        <w:t xml:space="preserve"> </w:t>
      </w:r>
      <w:r w:rsidRPr="00EA518F">
        <w:t>m</w:t>
      </w:r>
      <w:r w:rsidRPr="00EA518F">
        <w:rPr>
          <w:szCs w:val="28"/>
        </w:rPr>
        <w:sym w:font="Symbol" w:char="F0B4"/>
      </w:r>
      <w:r w:rsidRPr="00EA518F">
        <w:t>n.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игру</w:t>
      </w:r>
      <w:r w:rsidR="00EA518F">
        <w:t xml:space="preserve"> </w:t>
      </w:r>
      <w:r w:rsidRPr="00EA518F">
        <w:t>m</w:t>
      </w:r>
      <w:r w:rsidRPr="00EA518F">
        <w:rPr>
          <w:szCs w:val="28"/>
        </w:rPr>
        <w:sym w:font="Symbol" w:char="F0B4"/>
      </w:r>
      <w:r w:rsidRPr="00EA518F">
        <w:t>n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следующей</w:t>
      </w:r>
      <w:r w:rsidR="00EA518F">
        <w:t xml:space="preserve"> </w:t>
      </w:r>
      <w:r w:rsidRPr="00EA518F">
        <w:t>матрицей: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275"/>
        <w:gridCol w:w="1275"/>
        <w:gridCol w:w="1275"/>
        <w:gridCol w:w="1275"/>
        <w:gridCol w:w="1275"/>
        <w:gridCol w:w="1275"/>
      </w:tblGrid>
      <w:tr w:rsidR="007B6CD4" w:rsidRPr="00EA518F">
        <w:tc>
          <w:tcPr>
            <w:tcW w:w="1275" w:type="dxa"/>
            <w:tcBorders>
              <w:bottom w:val="single" w:sz="6" w:space="0" w:color="auto"/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B</w:t>
            </w:r>
            <w:r w:rsidRPr="00EA518F">
              <w:rPr>
                <w:sz w:val="20"/>
                <w:vertAlign w:val="subscript"/>
              </w:rPr>
              <w:t>1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B</w:t>
            </w:r>
            <w:r w:rsidRPr="00EA518F">
              <w:rPr>
                <w:sz w:val="20"/>
                <w:vertAlign w:val="subscript"/>
              </w:rPr>
              <w:t>2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B</w:t>
            </w:r>
            <w:r w:rsidRPr="00EA518F">
              <w:rPr>
                <w:sz w:val="20"/>
                <w:vertAlign w:val="subscript"/>
              </w:rPr>
              <w:t>j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B</w:t>
            </w:r>
            <w:r w:rsidRPr="00EA518F">
              <w:rPr>
                <w:sz w:val="20"/>
                <w:vertAlign w:val="subscript"/>
              </w:rPr>
              <w:t>n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1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11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12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1j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1n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2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21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22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2j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2n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i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i1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i2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ij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in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</w:tr>
      <w:tr w:rsidR="007B6CD4" w:rsidRPr="00EA518F">
        <w:tc>
          <w:tcPr>
            <w:tcW w:w="1275" w:type="dxa"/>
            <w:tcBorders>
              <w:right w:val="single" w:sz="6" w:space="0" w:color="auto"/>
            </w:tcBorders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m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m1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m2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...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mj</w:t>
            </w: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a</w:t>
            </w:r>
            <w:r w:rsidRPr="00EA518F">
              <w:rPr>
                <w:sz w:val="20"/>
                <w:vertAlign w:val="subscript"/>
              </w:rPr>
              <w:t>mn</w:t>
            </w:r>
          </w:p>
        </w:tc>
      </w:tr>
    </w:tbl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Ai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m)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игрока,</w:t>
      </w:r>
      <w:r w:rsidR="00EA518F">
        <w:t xml:space="preserve"> </w:t>
      </w:r>
      <w:r w:rsidRPr="00EA518F">
        <w:t>Bj</w:t>
      </w:r>
      <w:r w:rsidR="00EA518F">
        <w:t xml:space="preserve"> </w:t>
      </w:r>
      <w:r w:rsidRPr="00EA518F">
        <w:t>(j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n)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игрока,</w:t>
      </w:r>
      <w:r w:rsidR="00EA518F">
        <w:t xml:space="preserve"> </w:t>
      </w:r>
      <w:r w:rsidRPr="00EA518F">
        <w:t>аij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плата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сеансе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стратегиями</w:t>
      </w:r>
      <w:r w:rsidR="00EA518F">
        <w:t xml:space="preserve"> </w:t>
      </w:r>
      <w:r w:rsidRPr="00EA518F">
        <w:t>Ai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Bj.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игрок</w:t>
      </w:r>
      <w:r w:rsidR="00EA518F">
        <w:t xml:space="preserve"> </w:t>
      </w:r>
      <w:r w:rsidRPr="00EA518F">
        <w:t>применяет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i</w:t>
      </w:r>
      <w:r w:rsidRPr="00EA518F">
        <w:t>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стремиться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тому,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выбором</w:t>
      </w:r>
      <w:r w:rsidR="00EA518F">
        <w:t xml:space="preserve"> </w:t>
      </w:r>
      <w:r w:rsidRPr="00EA518F">
        <w:t>соответствующей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свести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минимуму.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"арсенала"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набора</w:t>
      </w:r>
      <w:r w:rsidR="00EA518F">
        <w:t xml:space="preserve"> </w:t>
      </w:r>
      <w:r w:rsidRPr="00EA518F">
        <w:t>своих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второй</w:t>
      </w:r>
      <w:r w:rsidR="00EA518F">
        <w:t xml:space="preserve"> </w:t>
      </w:r>
      <w:r w:rsidRPr="00EA518F">
        <w:t>выбирает</w:t>
      </w:r>
      <w:r w:rsidR="00EA518F">
        <w:t xml:space="preserve"> </w:t>
      </w:r>
      <w:r w:rsidRPr="00EA518F">
        <w:t>такую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В</w:t>
      </w:r>
      <w:r w:rsidRPr="00EA518F">
        <w:rPr>
          <w:vertAlign w:val="subscript"/>
        </w:rPr>
        <w:t>j</w:t>
      </w:r>
      <w:r w:rsidRPr="00EA518F">
        <w:t>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а</w:t>
      </w:r>
      <w:r w:rsidRPr="00EA518F">
        <w:rPr>
          <w:vertAlign w:val="subscript"/>
        </w:rPr>
        <w:t>ij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минимальной,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rPr>
          <w:lang w:val="en-US"/>
        </w:rPr>
        <w:t>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минимума,</w:t>
      </w:r>
      <w:r w:rsidR="00EA518F">
        <w:t xml:space="preserve"> </w:t>
      </w:r>
      <w:r w:rsidRPr="00EA518F">
        <w:t>то: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12" type="#_x0000_t75" style="width:66.75pt;height:29.25pt" fillcolor="window">
            <v:imagedata r:id="rId91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C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(при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ответах</w:t>
      </w:r>
      <w:r w:rsidR="00EA518F">
        <w:t xml:space="preserve"> </w:t>
      </w:r>
      <w:r w:rsidRPr="00EA518F">
        <w:t>противника)</w:t>
      </w:r>
      <w:r w:rsidR="00EA518F">
        <w:t xml:space="preserve"> </w:t>
      </w:r>
      <w:r w:rsidRPr="00EA518F">
        <w:t>целесообразно</w:t>
      </w:r>
      <w:r w:rsidR="00EA518F">
        <w:t xml:space="preserve"> </w:t>
      </w:r>
      <w:r w:rsidRPr="00EA518F">
        <w:t>стремиться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такую</w:t>
      </w:r>
      <w:r w:rsidR="00EA518F">
        <w:t xml:space="preserve"> </w:t>
      </w:r>
      <w:r w:rsidRPr="00EA518F">
        <w:t>стратегию,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rPr>
          <w:vertAlign w:val="subscript"/>
        </w:rPr>
        <w:t xml:space="preserve"> 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обращаться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максимум.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равен</w:t>
      </w:r>
      <w:r w:rsidR="00EA518F">
        <w:t xml:space="preserve"> </w:t>
      </w:r>
      <w:r w:rsidRPr="00EA518F">
        <w:rPr>
          <w:lang w:val="en-US"/>
        </w:rPr>
        <w:t></w:t>
      </w:r>
      <w:r w:rsidRPr="00EA518F">
        <w:t>.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нижней</w:t>
      </w:r>
      <w:r w:rsidR="00EA518F">
        <w:t xml:space="preserve"> </w:t>
      </w:r>
      <w:r w:rsidRPr="00EA518F">
        <w:t>ценой</w:t>
      </w:r>
      <w:r w:rsidR="00EA518F">
        <w:t xml:space="preserve"> </w:t>
      </w:r>
      <w:r w:rsidRPr="00EA518F">
        <w:t>игры.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t xml:space="preserve"> </w:t>
      </w:r>
      <w:r w:rsidRPr="00EA518F">
        <w:t>вычисляется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  <w:r w:rsidR="00EA518F">
        <w:t xml:space="preserve"> </w:t>
      </w:r>
      <w:r w:rsidR="00E8503A">
        <w:pict>
          <v:shape id="_x0000_i1113" type="#_x0000_t75" style="width:62.25pt;height:26.25pt" fillcolor="window">
            <v:imagedata r:id="rId92" o:title=""/>
          </v:shape>
        </w:pict>
      </w:r>
      <w:r w:rsidR="00EA518F">
        <w:t xml:space="preserve"> </w:t>
      </w:r>
      <w:r w:rsidRPr="00EA518F">
        <w:t>или</w:t>
      </w:r>
      <w:r w:rsidR="00EA518F">
        <w:t xml:space="preserve"> </w:t>
      </w:r>
      <w:r w:rsidR="00E8503A">
        <w:pict>
          <v:shape id="_x0000_i1114" type="#_x0000_t75" style="width:89.25pt;height:27.75pt" fillcolor="window">
            <v:imagedata r:id="rId93" o:title=""/>
          </v:shape>
        </w:pict>
      </w:r>
      <w:r w:rsidRPr="00EA518F">
        <w:t>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называют</w:t>
      </w:r>
      <w:r w:rsidR="00EA518F">
        <w:t xml:space="preserve"> </w:t>
      </w:r>
      <w:r w:rsidRPr="00EA518F">
        <w:t>максимином.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максиминная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(их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несколько),</w:t>
      </w:r>
      <w:r w:rsidR="00EA518F">
        <w:t xml:space="preserve"> </w:t>
      </w:r>
      <w:r w:rsidRPr="00EA518F">
        <w:t>придерживаясь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игрок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стратегиях</w:t>
      </w:r>
      <w:r w:rsidR="00EA518F">
        <w:t xml:space="preserve"> </w:t>
      </w:r>
      <w:r w:rsidRPr="00EA518F">
        <w:t>противника</w:t>
      </w:r>
      <w:r w:rsidR="00EA518F">
        <w:t xml:space="preserve"> </w:t>
      </w:r>
      <w:r w:rsidRPr="00EA518F">
        <w:t>обеспечит</w:t>
      </w:r>
      <w:r w:rsidR="00EA518F">
        <w:t xml:space="preserve"> </w:t>
      </w:r>
      <w:r w:rsidRPr="00EA518F">
        <w:t>себе</w:t>
      </w:r>
      <w:r w:rsidR="00EA518F">
        <w:t xml:space="preserve"> </w:t>
      </w:r>
      <w:r w:rsidRPr="00EA518F">
        <w:t>выигрыш,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меньший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t xml:space="preserve"> </w:t>
      </w:r>
      <w:r w:rsidRPr="00EA518F">
        <w:t>(в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знака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проигрыш,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окажется</w:t>
      </w:r>
      <w:r w:rsidR="00EA518F">
        <w:t xml:space="preserve"> </w:t>
      </w:r>
      <w:r w:rsidRPr="00EA518F">
        <w:t>минимальным).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Аналогичным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минимальный</w:t>
      </w:r>
      <w:r w:rsidR="00EA518F">
        <w:t xml:space="preserve"> </w:t>
      </w:r>
      <w:r w:rsidRPr="00EA518F">
        <w:t>проигрыш</w:t>
      </w:r>
      <w:r w:rsidR="00EA518F">
        <w:t xml:space="preserve"> </w:t>
      </w:r>
      <w:r w:rsidRPr="00EA518F">
        <w:t>(который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действительности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выигрышем)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игрока: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15" type="#_x0000_t75" style="width:104.25pt;height:30pt" fillcolor="window">
            <v:imagedata r:id="rId9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Величина</w:t>
      </w:r>
      <w:r w:rsidR="00EA518F">
        <w:t xml:space="preserve"> </w:t>
      </w:r>
      <w:r w:rsidRPr="00EA518F">
        <w:rPr>
          <w:lang w:val="en-US"/>
        </w:rPr>
        <w:t>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верхней</w:t>
      </w:r>
      <w:r w:rsidR="00EA518F">
        <w:t xml:space="preserve"> </w:t>
      </w:r>
      <w:r w:rsidRPr="00EA518F">
        <w:t>ценой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минимаксом.</w:t>
      </w:r>
      <w:r w:rsidR="00EA518F">
        <w:t xml:space="preserve"> </w:t>
      </w:r>
      <w:r w:rsidRPr="00EA518F">
        <w:t>Ей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минимаксная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игрока.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Имеет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неравенство:</w:t>
      </w:r>
      <w:r w:rsidR="00EA518F">
        <w:t xml:space="preserve"> </w:t>
      </w:r>
      <w:r w:rsidR="00E8503A">
        <w:rPr>
          <w:lang w:val="en-US"/>
        </w:rPr>
        <w:pict>
          <v:shape id="_x0000_i1116" type="#_x0000_t75" style="width:38.25pt;height:18pt" fillcolor="window">
            <v:imagedata r:id="rId95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t xml:space="preserve"> </w:t>
      </w:r>
      <w:r w:rsidRPr="00EA518F">
        <w:t>&lt;</w:t>
      </w:r>
      <w:r w:rsidR="00EA518F">
        <w:t xml:space="preserve"> </w:t>
      </w:r>
      <w:r w:rsidRPr="00EA518F">
        <w:rPr>
          <w:lang w:val="en-US"/>
        </w:rPr>
        <w:t>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игрок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существенно</w:t>
      </w:r>
      <w:r w:rsidR="00EA518F">
        <w:t xml:space="preserve"> </w:t>
      </w:r>
      <w:r w:rsidRPr="00EA518F">
        <w:t>увеличить</w:t>
      </w:r>
      <w:r w:rsidR="00EA518F">
        <w:t xml:space="preserve"> </w:t>
      </w:r>
      <w:r w:rsidRPr="00EA518F">
        <w:t>свой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сравнению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rPr>
          <w:lang w:val="en-US"/>
        </w:rPr>
        <w:t></w:t>
      </w:r>
      <w:r w:rsidRPr="00EA518F">
        <w:t>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пользоваться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чистой</w:t>
      </w:r>
      <w:r w:rsidR="00EA518F">
        <w:t xml:space="preserve"> </w:t>
      </w:r>
      <w:r w:rsidRPr="00EA518F">
        <w:t>(одной</w:t>
      </w:r>
      <w:r w:rsidR="00EA518F">
        <w:t xml:space="preserve"> </w:t>
      </w:r>
      <w:r w:rsidRPr="00EA518F">
        <w:t>единственной</w:t>
      </w:r>
      <w:r w:rsidR="00EA518F">
        <w:t xml:space="preserve"> </w:t>
      </w:r>
      <w:r w:rsidRPr="00EA518F">
        <w:t>стратегией),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называемой</w:t>
      </w:r>
      <w:r w:rsidR="00EA518F">
        <w:t xml:space="preserve"> </w:t>
      </w:r>
      <w:r w:rsidRPr="00EA518F">
        <w:t>смешанной</w:t>
      </w:r>
      <w:r w:rsidR="00EA518F">
        <w:t xml:space="preserve"> </w:t>
      </w:r>
      <w:r w:rsidRPr="00EA518F">
        <w:t>стратегией.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Смешанная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повторении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происходит</w:t>
      </w:r>
      <w:r w:rsidR="00EA518F">
        <w:t xml:space="preserve"> </w:t>
      </w:r>
      <w:r w:rsidRPr="00EA518F">
        <w:t>случайный</w:t>
      </w:r>
      <w:r w:rsidR="00EA518F">
        <w:t xml:space="preserve"> </w:t>
      </w:r>
      <w:r w:rsidRPr="00EA518F">
        <w:t>выбор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некоторого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смешиваемых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смешиваемой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указывается</w:t>
      </w:r>
      <w:r w:rsidR="00EA518F">
        <w:t xml:space="preserve"> </w:t>
      </w:r>
      <w:r w:rsidRPr="00EA518F">
        <w:t>вероятность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выбора.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Известно,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КПИНС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пара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(вообще</w:t>
      </w:r>
      <w:r w:rsidR="00EA518F">
        <w:t xml:space="preserve"> </w:t>
      </w:r>
      <w:r w:rsidRPr="00EA518F">
        <w:t>говоря</w:t>
      </w:r>
      <w:r w:rsidR="00EA518F">
        <w:t xml:space="preserve"> </w:t>
      </w:r>
      <w:r w:rsidRPr="00EA518F">
        <w:t>смешанных).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Свойство</w:t>
      </w:r>
      <w:r w:rsidR="00EA518F">
        <w:t xml:space="preserve"> </w:t>
      </w:r>
      <w:r w:rsidRPr="00EA518F">
        <w:t>оптимальности</w:t>
      </w:r>
      <w:r w:rsidR="00EA518F">
        <w:t xml:space="preserve"> </w:t>
      </w:r>
      <w:r w:rsidRPr="00EA518F">
        <w:t>означает,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любое</w:t>
      </w:r>
      <w:r w:rsidR="00EA518F">
        <w:t xml:space="preserve"> </w:t>
      </w:r>
      <w:r w:rsidRPr="00EA518F">
        <w:t>отступление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игроков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(при</w:t>
      </w:r>
      <w:r w:rsidR="00EA518F">
        <w:t xml:space="preserve"> </w:t>
      </w:r>
      <w:r w:rsidRPr="00EA518F">
        <w:t>условии,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второй</w:t>
      </w:r>
      <w:r w:rsidR="00EA518F">
        <w:t xml:space="preserve"> </w:t>
      </w:r>
      <w:r w:rsidRPr="00EA518F">
        <w:t>игрок</w:t>
      </w:r>
      <w:r w:rsidR="00EA518F">
        <w:t xml:space="preserve"> </w:t>
      </w:r>
      <w:r w:rsidRPr="00EA518F">
        <w:t>продолжает</w:t>
      </w:r>
      <w:r w:rsidR="00EA518F">
        <w:t xml:space="preserve"> </w:t>
      </w:r>
      <w:r w:rsidRPr="00EA518F">
        <w:t>придерживаться</w:t>
      </w:r>
      <w:r w:rsidR="00EA518F">
        <w:t xml:space="preserve"> </w:t>
      </w:r>
      <w:r w:rsidRPr="00EA518F">
        <w:t>своей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стратегии)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многократном</w:t>
      </w:r>
      <w:r w:rsidR="00EA518F">
        <w:t xml:space="preserve"> </w:t>
      </w:r>
      <w:r w:rsidRPr="00EA518F">
        <w:t>повторении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уменьшать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(увеличить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проигрыш).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Величина</w:t>
      </w:r>
      <w:r w:rsidR="00EA518F">
        <w:t xml:space="preserve"> </w:t>
      </w:r>
      <w:r w:rsidRPr="00EA518F">
        <w:t>выигрыша</w:t>
      </w:r>
      <w:r w:rsidR="00EA518F">
        <w:t xml:space="preserve"> </w:t>
      </w:r>
      <w:r w:rsidRPr="00EA518F">
        <w:t>(может</w:t>
      </w:r>
      <w:r w:rsidR="00EA518F">
        <w:t xml:space="preserve"> </w:t>
      </w:r>
      <w:r w:rsidRPr="00EA518F">
        <w:t>быть,</w:t>
      </w:r>
      <w:r w:rsidR="00EA518F">
        <w:t xml:space="preserve"> </w:t>
      </w:r>
      <w:r w:rsidRPr="00EA518F">
        <w:t>отрицательного)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пользовании</w:t>
      </w:r>
      <w:r w:rsidR="00EA518F">
        <w:t xml:space="preserve"> </w:t>
      </w:r>
      <w:r w:rsidRPr="00EA518F">
        <w:t>парой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ценой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обозначается</w:t>
      </w:r>
      <w:r w:rsidR="00EA518F">
        <w:t xml:space="preserve"> </w:t>
      </w:r>
      <w:r w:rsidRPr="00EA518F">
        <w:rPr>
          <w:lang w:val="en-US"/>
        </w:rPr>
        <w:t>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Цена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заключена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нижней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верхней</w:t>
      </w:r>
      <w:r w:rsidR="00EA518F">
        <w:t xml:space="preserve"> </w:t>
      </w:r>
      <w:r w:rsidRPr="00EA518F">
        <w:t>ценой</w:t>
      </w:r>
      <w:r w:rsidR="00EA518F">
        <w:t xml:space="preserve"> </w:t>
      </w:r>
      <w:r w:rsidRPr="00EA518F">
        <w:t>игры:</w:t>
      </w:r>
    </w:p>
    <w:p w:rsidR="00EA518F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rPr>
          <w:lang w:val="en-US"/>
        </w:rPr>
        <w:pict>
          <v:shape id="_x0000_i1117" type="#_x0000_t75" style="width:60pt;height:18pt" fillcolor="window">
            <v:imagedata r:id="rId96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Стратегии,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смешиваются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получения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стратегии,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называть</w:t>
      </w:r>
      <w:r w:rsidR="00EA518F">
        <w:t xml:space="preserve"> </w:t>
      </w:r>
      <w:r w:rsidRPr="00EA518F">
        <w:t>полезными.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Решить</w:t>
      </w:r>
      <w:r w:rsidR="00EA518F">
        <w:t xml:space="preserve"> </w:t>
      </w:r>
      <w:r w:rsidRPr="00EA518F">
        <w:t>игру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значит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пару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цену</w:t>
      </w:r>
      <w:r w:rsidR="00EA518F">
        <w:t xml:space="preserve"> </w:t>
      </w:r>
      <w:r w:rsidRPr="00EA518F">
        <w:t>игры.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обладает</w:t>
      </w:r>
      <w:r w:rsidR="00EA518F">
        <w:t xml:space="preserve"> </w:t>
      </w:r>
      <w:r w:rsidRPr="00EA518F">
        <w:t>одним</w:t>
      </w:r>
      <w:r w:rsidR="00EA518F">
        <w:t xml:space="preserve"> </w:t>
      </w:r>
      <w:r w:rsidRPr="00EA518F">
        <w:t>важным</w:t>
      </w:r>
      <w:r w:rsidR="00EA518F">
        <w:t xml:space="preserve"> </w:t>
      </w:r>
      <w:r w:rsidRPr="00EA518F">
        <w:t>свойством: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игроков</w:t>
      </w:r>
      <w:r w:rsidR="00EA518F">
        <w:t xml:space="preserve"> </w:t>
      </w:r>
      <w:r w:rsidRPr="00EA518F">
        <w:t>использует</w:t>
      </w:r>
      <w:r w:rsidR="00EA518F">
        <w:t xml:space="preserve"> </w:t>
      </w:r>
      <w:r w:rsidRPr="00EA518F">
        <w:t>свою</w:t>
      </w:r>
      <w:r w:rsidR="00EA518F">
        <w:t xml:space="preserve"> </w:t>
      </w:r>
      <w:r w:rsidRPr="00EA518F">
        <w:t>оптимальную</w:t>
      </w:r>
      <w:r w:rsidR="00EA518F">
        <w:t xml:space="preserve"> </w:t>
      </w:r>
      <w:r w:rsidRPr="00EA518F">
        <w:t>стратегию,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смешивает</w:t>
      </w:r>
      <w:r w:rsidR="00EA518F">
        <w:t xml:space="preserve"> </w:t>
      </w:r>
      <w:r w:rsidRPr="00EA518F">
        <w:t>свои</w:t>
      </w:r>
      <w:r w:rsidR="00EA518F">
        <w:t xml:space="preserve"> </w:t>
      </w:r>
      <w:r w:rsidRPr="00EA518F">
        <w:t>полезные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пропорциях</w:t>
      </w:r>
      <w:r w:rsidR="00EA518F">
        <w:t xml:space="preserve"> </w:t>
      </w:r>
      <w:r w:rsidRPr="00EA518F">
        <w:t>(не</w:t>
      </w:r>
      <w:r w:rsidR="00EA518F">
        <w:t xml:space="preserve"> </w:t>
      </w:r>
      <w:r w:rsidRPr="00EA518F">
        <w:t>обязательно</w:t>
      </w:r>
      <w:r w:rsidR="00EA518F">
        <w:t xml:space="preserve"> </w:t>
      </w:r>
      <w:r w:rsidRPr="00EA518F">
        <w:t>оптимальных),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продолжает</w:t>
      </w:r>
      <w:r w:rsidR="00EA518F">
        <w:t xml:space="preserve"> </w:t>
      </w:r>
      <w:r w:rsidRPr="00EA518F">
        <w:t>оставаться</w:t>
      </w:r>
      <w:r w:rsidR="00EA518F">
        <w:t xml:space="preserve"> </w:t>
      </w:r>
      <w:r w:rsidRPr="00EA518F">
        <w:t>равным</w:t>
      </w:r>
      <w:r w:rsidR="00EA518F">
        <w:t xml:space="preserve"> </w:t>
      </w:r>
      <w:r w:rsidRPr="00EA518F">
        <w:t>цене</w:t>
      </w:r>
      <w:r w:rsidR="00EA518F">
        <w:t xml:space="preserve"> </w:t>
      </w:r>
      <w:r w:rsidRPr="00EA518F">
        <w:t>игры.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этом,</w:t>
      </w:r>
      <w:r w:rsidR="00EA518F">
        <w:t xml:space="preserve"> </w:t>
      </w:r>
      <w:r w:rsidRPr="00EA518F">
        <w:t>правда,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отступлениях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стратегии,</w:t>
      </w:r>
      <w:r w:rsidR="00EA518F">
        <w:t xml:space="preserve"> </w:t>
      </w:r>
      <w:r w:rsidRPr="00EA518F">
        <w:t>соответствующее</w:t>
      </w:r>
      <w:r w:rsidR="00EA518F">
        <w:t xml:space="preserve"> </w:t>
      </w:r>
      <w:r w:rsidRPr="00EA518F">
        <w:t>изменение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противником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привести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увеличению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среднего</w:t>
      </w:r>
      <w:r w:rsidR="00EA518F">
        <w:t xml:space="preserve"> </w:t>
      </w:r>
      <w:r w:rsidRPr="00EA518F">
        <w:t>выигрыша.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Известно,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у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m</w:t>
      </w:r>
      <w:r w:rsidRPr="00EA518F">
        <w:rPr>
          <w:szCs w:val="28"/>
        </w:rPr>
        <w:sym w:font="Symbol" w:char="F0B4"/>
      </w:r>
      <w:r w:rsidRPr="00EA518F">
        <w:t>n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полезных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стороны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превосходит</w:t>
      </w:r>
      <w:r w:rsidR="00EA518F">
        <w:t xml:space="preserve"> </w:t>
      </w:r>
      <w:r w:rsidRPr="00EA518F">
        <w:t>минимального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чисел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n.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чистых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получено</w:t>
      </w:r>
      <w:r w:rsidR="00EA518F">
        <w:t xml:space="preserve"> </w:t>
      </w:r>
      <w:r w:rsidRPr="00EA518F">
        <w:t>непосредственно.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искать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смешанных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="00E8503A">
        <w:pict>
          <v:shape id="_x0000_i1118" type="#_x0000_t75" style="width:45.75pt;height:21pt">
            <v:imagedata r:id="rId97" o:title=""/>
          </v:shape>
        </w:pict>
      </w:r>
      <w:r w:rsidRPr="00EA518F">
        <w:t>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m</w:t>
      </w:r>
      <w:r w:rsidRPr="00EA518F">
        <w:rPr>
          <w:szCs w:val="28"/>
        </w:rPr>
        <w:sym w:font="Symbol" w:char="F0B4"/>
      </w:r>
      <w:r w:rsidRPr="00EA518F">
        <w:t>n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="00E8503A">
        <w:pict>
          <v:shape id="_x0000_i1119" type="#_x0000_t75" style="width:26.25pt;height:27pt">
            <v:imagedata r:id="rId98" o:title=""/>
          </v:shape>
        </w:pict>
      </w:r>
      <w:r w:rsidR="00EA518F">
        <w:rPr>
          <w:vertAlign w:val="superscript"/>
        </w:rPr>
        <w:t xml:space="preserve"> </w:t>
      </w:r>
      <w:r w:rsidRPr="00EA518F">
        <w:t>применяется</w:t>
      </w:r>
      <w:r w:rsidR="00EA518F">
        <w:t xml:space="preserve"> </w:t>
      </w:r>
      <w:r w:rsidRPr="00EA518F">
        <w:t>следующий</w:t>
      </w:r>
      <w:r w:rsidR="00EA518F">
        <w:t xml:space="preserve"> </w:t>
      </w:r>
      <w:r w:rsidRPr="00EA518F">
        <w:t>прием.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Считая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полезными,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вероятность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применения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смешанной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(если</w:t>
      </w:r>
      <w:r w:rsidR="00EA518F">
        <w:t xml:space="preserve"> </w:t>
      </w:r>
      <w:r w:rsidRPr="00EA518F">
        <w:t>какая-то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действительности</w:t>
      </w:r>
      <w:r w:rsidR="00EA518F">
        <w:t xml:space="preserve"> </w:t>
      </w:r>
      <w:r w:rsidRPr="00EA518F">
        <w:t>бесполезна,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соответствующая</w:t>
      </w:r>
      <w:r w:rsidR="00EA518F">
        <w:t xml:space="preserve"> </w:t>
      </w:r>
      <w:r w:rsidRPr="00EA518F">
        <w:t>вероятность</w:t>
      </w:r>
      <w:r w:rsidR="00EA518F">
        <w:t xml:space="preserve"> </w:t>
      </w:r>
      <w:r w:rsidRPr="00EA518F">
        <w:t>обратится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нуль).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искомые</w:t>
      </w:r>
      <w:r w:rsidR="00EA518F">
        <w:t xml:space="preserve"> </w:t>
      </w:r>
      <w:r w:rsidRPr="00EA518F">
        <w:t>вероятности</w:t>
      </w:r>
      <w:r w:rsidR="00EA518F">
        <w:t xml:space="preserve"> </w:t>
      </w:r>
      <w:r w:rsidRPr="00EA518F">
        <w:t>обозначаются</w:t>
      </w:r>
      <w:r w:rsidR="00EA518F">
        <w:t xml:space="preserve"> </w:t>
      </w:r>
      <w:r w:rsidR="00E8503A">
        <w:pict>
          <v:shape id="_x0000_i1120" type="#_x0000_t75" style="width:75pt;height:18.75pt">
            <v:imagedata r:id="rId99" o:title=""/>
          </v:shape>
        </w:pict>
      </w:r>
      <w:r w:rsidRPr="00EA518F">
        <w:t>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цена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(пока</w:t>
      </w:r>
      <w:r w:rsidR="00EA518F">
        <w:t xml:space="preserve"> </w:t>
      </w:r>
      <w:r w:rsidRPr="00EA518F">
        <w:t>неизвестная)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rPr>
          <w:lang w:val="en-US"/>
        </w:rPr>
        <w:t>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выигрыш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меньше</w:t>
      </w:r>
      <w:r w:rsidR="00EA518F">
        <w:t xml:space="preserve"> </w:t>
      </w:r>
      <w:r w:rsidRPr="00EA518F">
        <w:rPr>
          <w:lang w:val="en-US"/>
        </w:rPr>
        <w:t></w:t>
      </w:r>
      <w:r w:rsidRPr="00EA518F">
        <w:rPr>
          <w:lang w:val="en-US"/>
        </w:rPr>
        <w:t></w:t>
      </w:r>
      <w:r w:rsidRPr="00EA518F">
        <w:t>при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противника,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ищем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неравенств: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21" type="#_x0000_t75" style="width:186pt;height:104.25pt" fillcolor="window">
            <v:imagedata r:id="rId100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Вводим</w:t>
      </w:r>
      <w:r w:rsidR="00EA518F">
        <w:t xml:space="preserve"> </w:t>
      </w:r>
      <w:r w:rsidRPr="00EA518F">
        <w:t>новые</w:t>
      </w:r>
      <w:r w:rsidR="00EA518F">
        <w:t xml:space="preserve"> </w:t>
      </w:r>
      <w:r w:rsidRPr="00EA518F">
        <w:t>неизвестные: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22" type="#_x0000_t75" style="width:168.75pt;height:38.25pt">
            <v:imagedata r:id="rId101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Чтобы</w:t>
      </w:r>
      <w:r w:rsidR="00EA518F">
        <w:t xml:space="preserve"> </w:t>
      </w:r>
      <w:r w:rsidRPr="00EA518F">
        <w:t>исключить</w:t>
      </w:r>
      <w:r w:rsidR="00EA518F">
        <w:t xml:space="preserve"> </w:t>
      </w:r>
      <w:r w:rsidRPr="00EA518F">
        <w:t>деление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нуль,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всегда</w:t>
      </w:r>
      <w:r w:rsidR="00EA518F">
        <w:t xml:space="preserve"> </w:t>
      </w:r>
      <w:r w:rsidRPr="00EA518F">
        <w:t>добиться</w:t>
      </w:r>
      <w:r w:rsidR="00EA518F">
        <w:t xml:space="preserve"> </w:t>
      </w:r>
      <w:r w:rsidR="00E8503A">
        <w:pict>
          <v:shape id="_x0000_i1123" type="#_x0000_t75" style="width:32.25pt;height:18pt">
            <v:imagedata r:id="rId102" o:title=""/>
          </v:shape>
        </w:pict>
      </w:r>
      <w:r w:rsidRPr="00EA518F">
        <w:t>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цели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ко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элементам</w:t>
      </w:r>
      <w:r w:rsidR="00EA518F">
        <w:t xml:space="preserve"> </w:t>
      </w:r>
      <w:r w:rsidRPr="00EA518F">
        <w:t>матрицы</w:t>
      </w:r>
      <w:r w:rsidR="00EA518F">
        <w:t xml:space="preserve"> </w:t>
      </w:r>
      <w:r w:rsidR="00E8503A">
        <w:pict>
          <v:shape id="_x0000_i1124" type="#_x0000_t75" style="width:26.25pt;height:27pt">
            <v:imagedata r:id="rId98" o:title=""/>
          </v:shape>
        </w:pict>
      </w:r>
      <w:r w:rsidR="00EA518F">
        <w:t xml:space="preserve"> </w:t>
      </w:r>
      <w:r w:rsidRPr="00EA518F">
        <w:t>прибавить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тоже</w:t>
      </w:r>
      <w:r w:rsidR="00EA518F">
        <w:t xml:space="preserve"> </w:t>
      </w:r>
      <w:r w:rsidRPr="00EA518F">
        <w:t>положительное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элементы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Pr="00EA518F">
        <w:t>положительными.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увеличит</w:t>
      </w:r>
      <w:r w:rsidR="00EA518F">
        <w:t xml:space="preserve"> </w:t>
      </w:r>
      <w:r w:rsidRPr="00EA518F">
        <w:t>цену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изменит</w:t>
      </w:r>
      <w:r w:rsidR="00EA518F">
        <w:t xml:space="preserve"> </w:t>
      </w:r>
      <w:r w:rsidRPr="00EA518F">
        <w:t>искомых</w:t>
      </w:r>
      <w:r w:rsidR="00EA518F">
        <w:t xml:space="preserve"> </w:t>
      </w:r>
      <w:r w:rsidRPr="00EA518F">
        <w:t>оптимальных</w:t>
      </w:r>
      <w:r w:rsidR="00EA518F">
        <w:t xml:space="preserve"> </w:t>
      </w:r>
      <w:r w:rsidRPr="00EA518F">
        <w:t>стратегий.</w:t>
      </w:r>
    </w:p>
    <w:p w:rsid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как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25" type="#_x0000_t75" style="width:33.75pt;height:48pt">
            <v:imagedata r:id="rId103" o:title=""/>
          </v:shape>
        </w:pic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то</w:t>
      </w:r>
      <w:r w:rsidR="00EA518F">
        <w:t xml:space="preserve"> </w:t>
      </w:r>
      <w:r>
        <w:pict>
          <v:shape id="_x0000_i1126" type="#_x0000_t75" style="width:57.75pt;height:48pt">
            <v:imagedata r:id="rId10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неравенств:</w:t>
      </w:r>
    </w:p>
    <w:p w:rsidR="007B6CD4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E8503A">
        <w:pict>
          <v:shape id="_x0000_i1127" type="#_x0000_t75" style="width:176.25pt;height:126pt">
            <v:imagedata r:id="rId105" o:title=""/>
          </v:shape>
        </w:pict>
      </w:r>
      <w:r>
        <w:t xml:space="preserve"> </w:t>
      </w:r>
      <w:r w:rsidR="007B6CD4" w:rsidRPr="00EA518F">
        <w:t>,</w:t>
      </w:r>
      <w:r w:rsidR="007B6CD4" w:rsidRPr="00EA518F">
        <w:tab/>
        <w:t>(8.1)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="00E8503A">
        <w:pict>
          <v:shape id="_x0000_i1128" type="#_x0000_t75" style="width:36pt;height:18.75pt">
            <v:imagedata r:id="rId106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цель</w:t>
      </w:r>
      <w:r w:rsidR="00EA518F">
        <w:t xml:space="preserve"> </w:t>
      </w:r>
      <w:r w:rsidRPr="00EA518F">
        <w:t>оптимальной</w:t>
      </w:r>
      <w:r w:rsidR="00EA518F">
        <w:t xml:space="preserve"> </w:t>
      </w:r>
      <w:r w:rsidRPr="00EA518F">
        <w:t>стратегии</w:t>
      </w:r>
      <w:r w:rsidR="00EA518F">
        <w:t xml:space="preserve"> </w:t>
      </w:r>
      <w:r w:rsidRPr="00EA518F">
        <w:t>–</w:t>
      </w:r>
      <w:r w:rsidR="00EA518F">
        <w:t xml:space="preserve"> </w:t>
      </w:r>
      <w:r w:rsidRPr="00EA518F">
        <w:t>максимизация</w:t>
      </w:r>
      <w:r w:rsidR="00EA518F">
        <w:t xml:space="preserve"> </w:t>
      </w:r>
      <w:r w:rsidRPr="00EA518F">
        <w:t>выигрыша,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достижении</w:t>
      </w:r>
      <w:r w:rsidR="00EA518F">
        <w:t xml:space="preserve"> </w:t>
      </w:r>
      <w:r w:rsidRPr="00EA518F">
        <w:t>линейная</w:t>
      </w:r>
      <w:r w:rsidR="00EA518F">
        <w:t xml:space="preserve"> </w:t>
      </w:r>
      <w:r w:rsidRPr="00EA518F">
        <w:t>функция: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29" type="#_x0000_t75" style="width:81.75pt;height:48pt">
            <v:imagedata r:id="rId107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должна</w:t>
      </w:r>
      <w:r w:rsidR="00EA518F">
        <w:t xml:space="preserve"> </w:t>
      </w:r>
      <w:r w:rsidRPr="00EA518F">
        <w:t>обратиться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минимум.</w:t>
      </w:r>
      <w:r w:rsidR="00EA518F">
        <w:t xml:space="preserve"> </w:t>
      </w:r>
      <w:r w:rsidRPr="00EA518F">
        <w:t>Итак,</w:t>
      </w:r>
      <w:r w:rsidR="00EA518F">
        <w:t xml:space="preserve"> </w:t>
      </w:r>
      <w:r w:rsidRPr="00EA518F">
        <w:t>оптимальная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набор</w:t>
      </w:r>
      <w:r w:rsidR="00EA518F">
        <w:t xml:space="preserve"> </w:t>
      </w:r>
      <w:r w:rsidRPr="00EA518F">
        <w:t>вероятностей</w:t>
      </w:r>
      <w:r w:rsidR="00EA518F">
        <w:t xml:space="preserve"> </w:t>
      </w:r>
      <w:r w:rsidR="00E8503A">
        <w:pict>
          <v:shape id="_x0000_i1130" type="#_x0000_t75" style="width:45.75pt;height:18.75pt">
            <v:imagedata r:id="rId108" o:title=""/>
          </v:shape>
        </w:pict>
      </w:r>
      <w:r w:rsidRPr="00EA518F">
        <w:t>)</w:t>
      </w:r>
      <w:r w:rsidR="00EA518F">
        <w:t xml:space="preserve"> </w:t>
      </w:r>
      <w:r w:rsidRPr="00EA518F">
        <w:t>находятся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минимизации</w:t>
      </w:r>
      <w:r w:rsidR="00EA518F">
        <w:t xml:space="preserve"> </w:t>
      </w:r>
      <w:r w:rsidRPr="00EA518F">
        <w:t>функции: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31" type="#_x0000_t75" style="width:57pt;height:48pt">
            <v:imagedata r:id="rId109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="00E8503A">
        <w:pict>
          <v:shape id="_x0000_i1132" type="#_x0000_t75" style="width:36pt;height:18.75pt">
            <v:imagedata r:id="rId106" o:title=""/>
          </v:shape>
        </w:pict>
      </w:r>
      <w:r w:rsidRPr="00EA518F">
        <w:t>,</w:t>
      </w:r>
      <w:r w:rsidR="00EA518F">
        <w:t xml:space="preserve"> </w:t>
      </w:r>
      <w:r w:rsidRPr="00EA518F">
        <w:t>удовлетворяющих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неравенств</w:t>
      </w:r>
      <w:r w:rsidR="00EA518F">
        <w:t xml:space="preserve"> </w:t>
      </w:r>
      <w:r w:rsidRPr="00EA518F">
        <w:t>(8.1).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получили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программирования.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известны.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находим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оптимальную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цену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="00E8503A">
        <w:pict>
          <v:shape id="_x0000_i1133" type="#_x0000_t75" style="width:12pt;height:15pt">
            <v:imagedata r:id="rId110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Зная</w:t>
      </w:r>
      <w:r w:rsidR="00EA518F">
        <w:t xml:space="preserve"> </w:t>
      </w:r>
      <w:r w:rsidRPr="00EA518F">
        <w:t>цену</w:t>
      </w:r>
      <w:r w:rsidR="00EA518F">
        <w:t xml:space="preserve"> </w:t>
      </w:r>
      <w:r w:rsidRPr="00EA518F">
        <w:t>игры,</w:t>
      </w:r>
      <w:r w:rsidR="00EA518F">
        <w:t xml:space="preserve"> </w:t>
      </w:r>
      <w:r w:rsidRPr="00EA518F">
        <w:t>оптимальную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(а1,</w:t>
      </w:r>
      <w:r w:rsidR="00EA518F">
        <w:t xml:space="preserve"> </w:t>
      </w:r>
      <w:r w:rsidRPr="00EA518F">
        <w:t>а2,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аn)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находить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(хотя</w:t>
      </w:r>
      <w:r w:rsidR="00EA518F">
        <w:t xml:space="preserve"> </w:t>
      </w:r>
      <w:r w:rsidRPr="00EA518F">
        <w:t>оптимальную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второго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находить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задачи,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поменять</w:t>
      </w:r>
      <w:r w:rsidR="00EA518F">
        <w:t xml:space="preserve"> </w:t>
      </w:r>
      <w:r w:rsidRPr="00EA518F">
        <w:t>игроков</w:t>
      </w:r>
      <w:r w:rsidR="00EA518F">
        <w:t xml:space="preserve"> </w:t>
      </w:r>
      <w:r w:rsidRPr="00EA518F">
        <w:t>местами).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выбирается</w:t>
      </w:r>
      <w:r w:rsidR="00EA518F">
        <w:t xml:space="preserve"> </w:t>
      </w:r>
      <w:r w:rsidRPr="00EA518F">
        <w:t>n-1</w:t>
      </w:r>
      <w:r w:rsidR="00EA518F">
        <w:t xml:space="preserve"> </w:t>
      </w:r>
      <w:r w:rsidRPr="00EA518F">
        <w:t>полезных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(имея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менять</w:t>
      </w:r>
      <w:r w:rsidR="00EA518F">
        <w:t xml:space="preserve"> </w:t>
      </w:r>
      <w:r w:rsidRPr="00EA518F">
        <w:t>местами</w:t>
      </w:r>
      <w:r w:rsidR="00EA518F">
        <w:t xml:space="preserve"> </w:t>
      </w:r>
      <w:r w:rsidRPr="00EA518F">
        <w:t>игроков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считать,</w:t>
      </w:r>
      <w:r w:rsidR="00EA518F">
        <w:t xml:space="preserve"> </w:t>
      </w:r>
      <w:r w:rsidRPr="00EA518F">
        <w:t>что</w:t>
      </w:r>
      <w:r w:rsidR="00E8503A">
        <w:pict>
          <v:shape id="_x0000_i1134" type="#_x0000_t75" style="width:33.75pt;height:12.75pt">
            <v:imagedata r:id="rId111" o:title=""/>
          </v:shape>
        </w:pict>
      </w:r>
      <w:r w:rsidRPr="00EA518F">
        <w:t>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записывается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выигрыш,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должен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обязательно</w:t>
      </w:r>
      <w:r w:rsidR="00EA518F">
        <w:t xml:space="preserve"> </w:t>
      </w:r>
      <w:r w:rsidRPr="00EA518F">
        <w:t>равен</w:t>
      </w:r>
      <w:r w:rsidR="00EA518F">
        <w:t xml:space="preserve"> </w:t>
      </w:r>
      <w:r w:rsidRPr="00EA518F">
        <w:t>цене</w:t>
      </w:r>
      <w:r w:rsidR="00EA518F">
        <w:t xml:space="preserve"> </w:t>
      </w:r>
      <w:r w:rsidRPr="00EA518F">
        <w:t>игры</w:t>
      </w:r>
      <w:r w:rsidR="00EA518F">
        <w:t xml:space="preserve"> </w:t>
      </w:r>
      <w:r w:rsidR="00E8503A">
        <w:pict>
          <v:shape id="_x0000_i1135" type="#_x0000_t75" style="width:12pt;height:15pt">
            <v:imagedata r:id="rId110" o:title=""/>
          </v:shape>
        </w:pict>
      </w:r>
      <w:r w:rsidRPr="00EA518F">
        <w:t>.</w:t>
      </w:r>
      <w:r w:rsidR="00EA518F">
        <w:t xml:space="preserve"> </w:t>
      </w:r>
      <w:r w:rsidRPr="00EA518F">
        <w:t>Например,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игрока</w:t>
      </w:r>
      <w:r w:rsidR="00EA518F">
        <w:t xml:space="preserve"> </w:t>
      </w:r>
      <w:r w:rsidRPr="00EA518F">
        <w:t>полезна</w:t>
      </w:r>
      <w:r w:rsidR="00EA518F">
        <w:t xml:space="preserve"> </w:t>
      </w:r>
      <w:r w:rsidRPr="00EA518F">
        <w:t>стратегия</w:t>
      </w:r>
      <w:r w:rsidR="00EA518F">
        <w:t xml:space="preserve"> </w:t>
      </w:r>
      <w:r w:rsidRPr="00EA518F">
        <w:t>Аi,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ей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уравнение: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36" type="#_x0000_t75" style="width:159.75pt;height:18.75pt">
            <v:imagedata r:id="rId112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Кроме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еще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уравнение: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37" type="#_x0000_t75" style="width:53.25pt;height:48pt">
            <v:imagedata r:id="rId113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Всего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уравнений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величин</w:t>
      </w:r>
      <w:r w:rsidR="00EA518F">
        <w:t xml:space="preserve"> </w:t>
      </w:r>
      <w:r w:rsidRPr="00EA518F">
        <w:t>q1,</w:t>
      </w:r>
      <w:r w:rsidR="00EA518F">
        <w:t xml:space="preserve"> </w:t>
      </w:r>
      <w:r w:rsidRPr="00EA518F">
        <w:t>q2,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q</w:t>
      </w:r>
      <w:r w:rsidRPr="00EA518F">
        <w:rPr>
          <w:vertAlign w:val="subscript"/>
          <w:lang w:val="en-US"/>
        </w:rPr>
        <w:t>n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Игровые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применяться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изучения</w:t>
      </w:r>
      <w:r w:rsidR="00EA518F">
        <w:t xml:space="preserve"> </w:t>
      </w:r>
      <w:r w:rsidRPr="00EA518F">
        <w:t>ситуаций,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строгом</w:t>
      </w:r>
      <w:r w:rsidR="00EA518F">
        <w:t xml:space="preserve"> </w:t>
      </w:r>
      <w:r w:rsidRPr="00EA518F">
        <w:t>смысле</w:t>
      </w:r>
      <w:r w:rsidR="00EA518F">
        <w:t xml:space="preserve"> </w:t>
      </w:r>
      <w:r w:rsidRPr="00EA518F">
        <w:t>слова</w:t>
      </w:r>
      <w:r w:rsidR="00EA518F">
        <w:t xml:space="preserve"> </w:t>
      </w:r>
      <w:r w:rsidRPr="00EA518F">
        <w:t>конструктивными.</w:t>
      </w:r>
      <w:r w:rsidR="00EA518F">
        <w:t xml:space="preserve"> </w:t>
      </w:r>
      <w:r w:rsidRPr="00EA518F">
        <w:t>Например,</w:t>
      </w:r>
      <w:r w:rsidR="00EA518F">
        <w:t xml:space="preserve"> </w:t>
      </w:r>
      <w:r w:rsidRPr="00EA518F">
        <w:t>ситуации,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вторым</w:t>
      </w:r>
      <w:r w:rsidR="00EA518F">
        <w:t xml:space="preserve"> </w:t>
      </w:r>
      <w:r w:rsidRPr="00EA518F">
        <w:t>игроком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природа.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8" w:name="_Toc413639605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9.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Имитационное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моделирование</w:t>
      </w:r>
      <w:bookmarkEnd w:id="8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имитационного</w:t>
      </w:r>
      <w:r w:rsidR="00EA518F">
        <w:t xml:space="preserve"> </w:t>
      </w:r>
      <w:r w:rsidRPr="00EA518F">
        <w:t>моделирования.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Общая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имитационного</w:t>
      </w:r>
      <w:r w:rsidR="00EA518F">
        <w:t xml:space="preserve"> </w:t>
      </w:r>
      <w:r w:rsidRPr="00EA518F">
        <w:t>моделирования.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Монте-Карло.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</w:t>
      </w:r>
      <w:r w:rsidR="00EA518F">
        <w:t xml:space="preserve"> </w:t>
      </w:r>
      <w:r w:rsidRPr="00EA518F">
        <w:t>сих</w:t>
      </w:r>
      <w:r w:rsidR="00EA518F">
        <w:t xml:space="preserve"> </w:t>
      </w:r>
      <w:r w:rsidRPr="00EA518F">
        <w:t>пор</w:t>
      </w:r>
      <w:r w:rsidR="00EA518F">
        <w:t xml:space="preserve"> </w:t>
      </w:r>
      <w:r w:rsidRPr="00EA518F">
        <w:t>рассматривались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известна</w:t>
      </w:r>
      <w:r w:rsidR="00EA518F">
        <w:t xml:space="preserve"> </w:t>
      </w:r>
      <w:r w:rsidRPr="00EA518F">
        <w:t>цель</w:t>
      </w:r>
      <w:r w:rsidR="00EA518F">
        <w:t xml:space="preserve"> </w:t>
      </w:r>
      <w:r w:rsidRPr="00EA518F">
        <w:t>(или</w:t>
      </w:r>
      <w:r w:rsidR="00EA518F">
        <w:t xml:space="preserve"> </w:t>
      </w:r>
      <w:r w:rsidRPr="00EA518F">
        <w:t>несколько</w:t>
      </w:r>
      <w:r w:rsidR="00EA518F">
        <w:t xml:space="preserve"> </w:t>
      </w:r>
      <w:r w:rsidRPr="00EA518F">
        <w:t>целей),</w:t>
      </w:r>
      <w:r w:rsidR="00EA518F">
        <w:t xml:space="preserve"> </w:t>
      </w:r>
      <w:r w:rsidRPr="00EA518F">
        <w:t>достижение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(которых)</w:t>
      </w:r>
      <w:r w:rsidR="00EA518F">
        <w:t xml:space="preserve"> </w:t>
      </w:r>
      <w:r w:rsidRPr="00EA518F">
        <w:t>считалось</w:t>
      </w:r>
      <w:r w:rsidR="00EA518F">
        <w:t xml:space="preserve"> </w:t>
      </w:r>
      <w:r w:rsidRPr="00EA518F">
        <w:t>желательным.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далеко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ситуации</w:t>
      </w:r>
      <w:r w:rsidR="00EA518F">
        <w:t xml:space="preserve"> </w:t>
      </w:r>
      <w:r w:rsidRPr="00EA518F">
        <w:t>таковы.</w:t>
      </w:r>
      <w:r w:rsidR="00EA518F">
        <w:t xml:space="preserve"> </w:t>
      </w:r>
      <w:r w:rsidRPr="00EA518F">
        <w:t>Особенно</w:t>
      </w:r>
      <w:r w:rsidR="00EA518F">
        <w:t xml:space="preserve"> </w:t>
      </w:r>
      <w:r w:rsidRPr="00EA518F">
        <w:t>ими</w:t>
      </w:r>
      <w:r w:rsidR="00EA518F">
        <w:t xml:space="preserve"> </w:t>
      </w:r>
      <w:r w:rsidRPr="00EA518F">
        <w:t>изобилует</w:t>
      </w:r>
      <w:r w:rsidR="00EA518F">
        <w:t xml:space="preserve"> </w:t>
      </w:r>
      <w:r w:rsidRPr="00EA518F">
        <w:t>современный</w:t>
      </w:r>
      <w:r w:rsidR="00EA518F">
        <w:t xml:space="preserve"> </w:t>
      </w:r>
      <w:r w:rsidRPr="00EA518F">
        <w:t>этап</w:t>
      </w:r>
      <w:r w:rsidR="00EA518F">
        <w:t xml:space="preserve"> </w:t>
      </w:r>
      <w:r w:rsidRPr="00EA518F">
        <w:t>прикладных</w:t>
      </w:r>
      <w:r w:rsidR="00EA518F">
        <w:t xml:space="preserve"> </w:t>
      </w:r>
      <w:r w:rsidRPr="00EA518F">
        <w:t>исследований,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приходится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дело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сложными</w:t>
      </w:r>
      <w:r w:rsidR="00EA518F">
        <w:t xml:space="preserve"> </w:t>
      </w:r>
      <w:r w:rsidRPr="00EA518F">
        <w:t>системами,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наличествует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целевых</w:t>
      </w:r>
      <w:r w:rsidR="00EA518F">
        <w:t xml:space="preserve"> </w:t>
      </w:r>
      <w:r w:rsidRPr="00EA518F">
        <w:t>функций,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далеко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ясно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количественным</w:t>
      </w:r>
      <w:r w:rsidR="00EA518F">
        <w:t xml:space="preserve"> </w:t>
      </w:r>
      <w:r w:rsidRPr="00EA518F">
        <w:t>выражением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функций.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речь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идти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столько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решении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иных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(хотя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присутствует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здесь),</w:t>
      </w:r>
      <w:r w:rsidR="00EA518F">
        <w:t xml:space="preserve"> </w:t>
      </w:r>
      <w:r w:rsidRPr="00EA518F">
        <w:t>сколько</w:t>
      </w:r>
      <w:r w:rsidR="00EA518F">
        <w:t xml:space="preserve"> </w:t>
      </w:r>
      <w:r w:rsidRPr="00EA518F">
        <w:t>об</w:t>
      </w:r>
      <w:r w:rsidR="00EA518F">
        <w:t xml:space="preserve"> </w:t>
      </w:r>
      <w:r w:rsidRPr="00EA518F">
        <w:t>исследовании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прогнозировании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будущих</w:t>
      </w:r>
      <w:r w:rsidR="00EA518F">
        <w:t xml:space="preserve"> </w:t>
      </w:r>
      <w:r w:rsidRPr="00EA518F">
        <w:t>состояний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выбираемых</w:t>
      </w:r>
      <w:r w:rsidR="00EA518F">
        <w:t xml:space="preserve"> </w:t>
      </w:r>
      <w:r w:rsidRPr="00EA518F">
        <w:t>стратегий</w:t>
      </w:r>
      <w:r w:rsidR="00EA518F">
        <w:t xml:space="preserve"> </w:t>
      </w:r>
      <w:r w:rsidRPr="00EA518F">
        <w:t>управления.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практике</w:t>
      </w:r>
      <w:r w:rsidR="00EA518F">
        <w:t xml:space="preserve"> </w:t>
      </w:r>
      <w:r w:rsidRPr="00EA518F">
        <w:t>потребовался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появился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имитационное</w:t>
      </w:r>
      <w:r w:rsidR="00EA518F">
        <w:t xml:space="preserve"> </w:t>
      </w:r>
      <w:r w:rsidRPr="00EA518F">
        <w:t>моделирование</w:t>
      </w:r>
      <w:r w:rsidR="00EA518F">
        <w:t xml:space="preserve"> </w:t>
      </w:r>
      <w:r w:rsidRPr="00EA518F">
        <w:t>("simulation</w:t>
      </w:r>
      <w:r w:rsidR="00EA518F">
        <w:t xml:space="preserve"> </w:t>
      </w:r>
      <w:r w:rsidRPr="00EA518F">
        <w:t>modeling").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Поскольку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многие</w:t>
      </w:r>
      <w:r w:rsidR="00EA518F">
        <w:t xml:space="preserve"> </w:t>
      </w:r>
      <w:r w:rsidRPr="00EA518F">
        <w:t>функции,</w:t>
      </w:r>
      <w:r w:rsidR="00EA518F">
        <w:t xml:space="preserve"> </w:t>
      </w:r>
      <w:r w:rsidRPr="00EA518F">
        <w:t>параметры,</w:t>
      </w:r>
      <w:r w:rsidR="00EA518F">
        <w:t xml:space="preserve"> </w:t>
      </w:r>
      <w:r w:rsidRPr="00EA518F">
        <w:t>характеристики</w:t>
      </w:r>
      <w:r w:rsidR="00EA518F">
        <w:t xml:space="preserve"> </w:t>
      </w:r>
      <w:r w:rsidRPr="00EA518F">
        <w:t>носят</w:t>
      </w:r>
      <w:r w:rsidR="00EA518F">
        <w:t xml:space="preserve"> </w:t>
      </w:r>
      <w:r w:rsidRPr="00EA518F">
        <w:t>случайный</w:t>
      </w:r>
      <w:r w:rsidR="00EA518F">
        <w:t xml:space="preserve"> </w:t>
      </w:r>
      <w:r w:rsidRPr="00EA518F">
        <w:t>характер,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атрибутов,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аппарат</w:t>
      </w:r>
      <w:r w:rsidR="00EA518F">
        <w:t xml:space="preserve"> </w:t>
      </w:r>
      <w:r w:rsidRPr="00EA518F">
        <w:t>статистических</w:t>
      </w:r>
      <w:r w:rsidR="00EA518F">
        <w:t xml:space="preserve"> </w:t>
      </w:r>
      <w:r w:rsidRPr="00EA518F">
        <w:t>оценок,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сам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имитационного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иногда</w:t>
      </w:r>
      <w:r w:rsidR="00EA518F">
        <w:t xml:space="preserve"> </w:t>
      </w:r>
      <w:r w:rsidRPr="00EA518F">
        <w:t>называют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статистических</w:t>
      </w:r>
      <w:r w:rsidR="00EA518F">
        <w:t xml:space="preserve"> </w:t>
      </w:r>
      <w:r w:rsidRPr="00EA518F">
        <w:t>испытаний.</w:t>
      </w:r>
      <w:r w:rsidR="00EA518F">
        <w:t xml:space="preserve"> </w:t>
      </w:r>
      <w:r w:rsidRPr="00EA518F">
        <w:t>Другими</w:t>
      </w:r>
      <w:r w:rsidR="00EA518F">
        <w:t xml:space="preserve"> </w:t>
      </w:r>
      <w:r w:rsidRPr="00EA518F">
        <w:t>словами,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вероятностных</w:t>
      </w:r>
      <w:r w:rsidR="00EA518F">
        <w:t xml:space="preserve"> </w:t>
      </w:r>
      <w:r w:rsidRPr="00EA518F">
        <w:t>оценок,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отсюда,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аналогии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игровыми</w:t>
      </w:r>
      <w:r w:rsidR="00EA518F">
        <w:t xml:space="preserve"> </w:t>
      </w:r>
      <w:r w:rsidRPr="00EA518F">
        <w:t>ситуациями</w:t>
      </w:r>
      <w:r w:rsidR="00EA518F">
        <w:t xml:space="preserve"> </w:t>
      </w:r>
      <w:r w:rsidRPr="00EA518F">
        <w:t>Монте-Карло,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называют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Монте-Карло.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Идея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чрезвычайно</w:t>
      </w:r>
      <w:r w:rsidR="00EA518F">
        <w:t xml:space="preserve"> </w:t>
      </w:r>
      <w:r w:rsidRPr="00EA518F">
        <w:t>проста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следующем.</w:t>
      </w:r>
      <w:r w:rsidR="00EA518F">
        <w:t xml:space="preserve"> </w:t>
      </w:r>
      <w:r w:rsidRPr="00EA518F">
        <w:t>Вместо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описывать</w:t>
      </w:r>
      <w:r w:rsidR="00EA518F">
        <w:t xml:space="preserve"> </w:t>
      </w:r>
      <w:r w:rsidRPr="00EA518F">
        <w:t>исследуемый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(как</w:t>
      </w:r>
      <w:r w:rsidR="00EA518F">
        <w:t xml:space="preserve"> </w:t>
      </w:r>
      <w:r w:rsidRPr="00EA518F">
        <w:t>правило</w:t>
      </w:r>
      <w:r w:rsidR="00EA518F">
        <w:t xml:space="preserve"> </w:t>
      </w:r>
      <w:r w:rsidRPr="00EA518F">
        <w:t>случайный)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аналитического</w:t>
      </w:r>
      <w:r w:rsidR="00EA518F">
        <w:t xml:space="preserve"> </w:t>
      </w:r>
      <w:r w:rsidRPr="00EA518F">
        <w:t>аппарата,</w:t>
      </w:r>
      <w:r w:rsidR="00EA518F">
        <w:t xml:space="preserve"> </w:t>
      </w:r>
      <w:r w:rsidRPr="00EA518F">
        <w:t>производится</w:t>
      </w:r>
      <w:r w:rsidR="00EA518F">
        <w:t xml:space="preserve"> </w:t>
      </w:r>
      <w:r w:rsidRPr="00EA518F">
        <w:t>"розыгрыш"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(явления)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какой-либо</w:t>
      </w:r>
      <w:r w:rsidR="00EA518F">
        <w:t xml:space="preserve"> </w:t>
      </w:r>
      <w:r w:rsidRPr="00EA518F">
        <w:t>процедуры,</w:t>
      </w:r>
      <w:r w:rsidR="00EA518F">
        <w:t xml:space="preserve"> </w:t>
      </w:r>
      <w:r w:rsidRPr="00EA518F">
        <w:t>дающей</w:t>
      </w:r>
      <w:r w:rsidR="00EA518F">
        <w:t xml:space="preserve"> </w:t>
      </w:r>
      <w:r w:rsidRPr="00EA518F">
        <w:t>случайный</w:t>
      </w:r>
      <w:r w:rsidR="00EA518F">
        <w:t xml:space="preserve"> </w:t>
      </w:r>
      <w:r w:rsidRPr="00EA518F">
        <w:t>результат.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реальности</w:t>
      </w:r>
      <w:r w:rsidR="00EA518F">
        <w:t xml:space="preserve"> </w:t>
      </w:r>
      <w:r w:rsidRPr="00EA518F">
        <w:t>конкретное</w:t>
      </w:r>
      <w:r w:rsidR="00EA518F">
        <w:t xml:space="preserve"> </w:t>
      </w:r>
      <w:r w:rsidRPr="00EA518F">
        <w:t>осуществление</w:t>
      </w:r>
      <w:r w:rsidR="00EA518F">
        <w:t xml:space="preserve"> </w:t>
      </w:r>
      <w:r w:rsidRPr="00EA518F">
        <w:t>(реализация)</w:t>
      </w:r>
      <w:r w:rsidR="00EA518F">
        <w:t xml:space="preserve"> </w:t>
      </w:r>
      <w:r w:rsidRPr="00EA518F">
        <w:t>случайного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складывается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раз</w:t>
      </w:r>
      <w:r w:rsidR="00EA518F">
        <w:t xml:space="preserve"> </w:t>
      </w:r>
      <w:r w:rsidRPr="00EA518F">
        <w:t>по-разному,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результате</w:t>
      </w:r>
      <w:r w:rsidR="00EA518F">
        <w:t xml:space="preserve"> </w:t>
      </w:r>
      <w:r w:rsidRPr="00EA518F">
        <w:t>статистического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(розыгрыша)</w:t>
      </w:r>
      <w:r w:rsidR="00EA518F">
        <w:t xml:space="preserve"> </w:t>
      </w:r>
      <w:r w:rsidRPr="00EA518F">
        <w:t>получаем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раз</w:t>
      </w:r>
      <w:r w:rsidR="00EA518F">
        <w:t xml:space="preserve"> </w:t>
      </w:r>
      <w:r w:rsidRPr="00EA518F">
        <w:t>новую,</w:t>
      </w:r>
      <w:r w:rsidR="00EA518F">
        <w:t xml:space="preserve"> </w:t>
      </w:r>
      <w:r w:rsidRPr="00EA518F">
        <w:t>отличную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других,</w:t>
      </w:r>
      <w:r w:rsidR="00EA518F">
        <w:t xml:space="preserve"> </w:t>
      </w:r>
      <w:r w:rsidRPr="00EA518F">
        <w:t>искусственную</w:t>
      </w:r>
      <w:r w:rsidR="00EA518F">
        <w:t xml:space="preserve"> </w:t>
      </w:r>
      <w:r w:rsidRPr="00EA518F">
        <w:t>реализацию</w:t>
      </w:r>
      <w:r w:rsidR="00EA518F">
        <w:t xml:space="preserve"> </w:t>
      </w:r>
      <w:r w:rsidRPr="00EA518F">
        <w:t>процесса.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получаемых</w:t>
      </w:r>
      <w:r w:rsidR="00EA518F">
        <w:t xml:space="preserve"> </w:t>
      </w:r>
      <w:r w:rsidRPr="00EA518F">
        <w:t>таким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реализаций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обрабатывается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статистический</w:t>
      </w:r>
      <w:r w:rsidR="00EA518F">
        <w:t xml:space="preserve"> </w:t>
      </w:r>
      <w:r w:rsidRPr="00EA518F">
        <w:t>материал,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него</w:t>
      </w:r>
      <w:r w:rsidR="00EA518F">
        <w:t xml:space="preserve"> </w:t>
      </w:r>
      <w:r w:rsidRPr="00EA518F">
        <w:t>получаются</w:t>
      </w:r>
      <w:r w:rsidR="00EA518F">
        <w:t xml:space="preserve"> </w:t>
      </w:r>
      <w:r w:rsidRPr="00EA518F">
        <w:t>нужные</w:t>
      </w:r>
      <w:r w:rsidR="00EA518F">
        <w:t xml:space="preserve"> </w:t>
      </w:r>
      <w:r w:rsidRPr="00EA518F">
        <w:t>вероятностные</w:t>
      </w:r>
      <w:r w:rsidR="00EA518F">
        <w:t xml:space="preserve"> </w:t>
      </w:r>
      <w:r w:rsidRPr="00EA518F">
        <w:t>характеристики</w:t>
      </w:r>
      <w:r w:rsidR="00EA518F">
        <w:t xml:space="preserve"> </w:t>
      </w:r>
      <w:r w:rsidRPr="00EA518F">
        <w:t>требуемого</w:t>
      </w:r>
      <w:r w:rsidR="00EA518F">
        <w:t xml:space="preserve"> </w:t>
      </w:r>
      <w:r w:rsidRPr="00EA518F">
        <w:t>результата.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t>получении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реализаций</w:t>
      </w:r>
      <w:r w:rsidR="00EA518F">
        <w:t xml:space="preserve"> </w:t>
      </w:r>
      <w:r w:rsidRPr="00EA518F">
        <w:t>мы</w:t>
      </w:r>
      <w:r w:rsidR="00EA518F">
        <w:t xml:space="preserve"> </w:t>
      </w:r>
      <w:r w:rsidRPr="00EA518F">
        <w:t>пользуемся</w:t>
      </w:r>
      <w:r w:rsidR="00EA518F">
        <w:t xml:space="preserve"> </w:t>
      </w:r>
      <w:r w:rsidRPr="00EA518F">
        <w:t>случайностью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аппаратом</w:t>
      </w:r>
      <w:r w:rsidR="00EA518F">
        <w:t xml:space="preserve"> </w:t>
      </w:r>
      <w:r w:rsidRPr="00EA518F">
        <w:t>исследования,</w:t>
      </w:r>
      <w:r w:rsidR="00EA518F">
        <w:t xml:space="preserve"> </w:t>
      </w:r>
      <w:r w:rsidRPr="00EA518F">
        <w:t>заставляя</w:t>
      </w:r>
      <w:r w:rsidR="00EA518F">
        <w:t xml:space="preserve"> </w:t>
      </w:r>
      <w:r w:rsidRPr="00EA518F">
        <w:t>случайность</w:t>
      </w:r>
      <w:r w:rsidR="00EA518F">
        <w:t xml:space="preserve"> </w:t>
      </w:r>
      <w:r w:rsidRPr="00EA518F">
        <w:t>работать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себя.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Метод</w:t>
      </w:r>
      <w:r w:rsidR="00EA518F">
        <w:t xml:space="preserve"> </w:t>
      </w:r>
      <w:r w:rsidRPr="00EA518F">
        <w:t>имитационного</w:t>
      </w:r>
      <w:r w:rsidR="00EA518F">
        <w:t xml:space="preserve"> </w:t>
      </w:r>
      <w:r w:rsidRPr="00EA518F">
        <w:t>моделирования,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функционирования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систем,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возникают</w:t>
      </w:r>
      <w:r w:rsidR="00EA518F">
        <w:t xml:space="preserve"> </w:t>
      </w:r>
      <w:r w:rsidRPr="00EA518F">
        <w:t>непреодолимые</w:t>
      </w:r>
      <w:r w:rsidR="00EA518F">
        <w:t xml:space="preserve"> </w:t>
      </w:r>
      <w:r w:rsidRPr="00EA518F">
        <w:t>сложности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попытке</w:t>
      </w:r>
      <w:r w:rsidR="00EA518F">
        <w:t xml:space="preserve"> </w:t>
      </w:r>
      <w:r w:rsidRPr="00EA518F">
        <w:t>построить</w:t>
      </w:r>
      <w:r w:rsidR="00EA518F">
        <w:t xml:space="preserve"> </w:t>
      </w:r>
      <w:r w:rsidRPr="00EA518F">
        <w:t>"строгую"</w:t>
      </w:r>
      <w:r w:rsidR="00EA518F">
        <w:t xml:space="preserve"> </w:t>
      </w:r>
      <w:r w:rsidRPr="00EA518F">
        <w:t>математическую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изучаемого</w:t>
      </w:r>
      <w:r w:rsidR="00EA518F">
        <w:t xml:space="preserve"> </w:t>
      </w:r>
      <w:r w:rsidRPr="00EA518F">
        <w:t>объекта,</w:t>
      </w:r>
      <w:r w:rsidR="00EA518F">
        <w:t xml:space="preserve"> </w:t>
      </w:r>
      <w:r w:rsidRPr="00EA518F">
        <w:t>содержащего</w:t>
      </w:r>
      <w:r w:rsidR="00EA518F">
        <w:t xml:space="preserve"> </w:t>
      </w:r>
      <w:r w:rsidRPr="00EA518F">
        <w:t>много</w:t>
      </w:r>
      <w:r w:rsidR="00EA518F">
        <w:t xml:space="preserve"> </w:t>
      </w:r>
      <w:r w:rsidRPr="00EA518F">
        <w:t>связей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элементами,</w:t>
      </w:r>
      <w:r w:rsidR="00EA518F">
        <w:t xml:space="preserve"> </w:t>
      </w:r>
      <w:r w:rsidRPr="00EA518F">
        <w:t>разнообразные</w:t>
      </w:r>
      <w:r w:rsidR="00EA518F">
        <w:t xml:space="preserve"> </w:t>
      </w:r>
      <w:r w:rsidRPr="00EA518F">
        <w:t>нелинейные</w:t>
      </w:r>
      <w:r w:rsidR="00EA518F">
        <w:t xml:space="preserve"> </w:t>
      </w:r>
      <w:r w:rsidRPr="00EA518F">
        <w:t>ограничения,</w:t>
      </w:r>
      <w:r w:rsidR="00EA518F">
        <w:t xml:space="preserve"> </w:t>
      </w:r>
      <w:r w:rsidRPr="00EA518F">
        <w:t>огромное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</w:t>
      </w:r>
      <w:r w:rsidR="00EA518F">
        <w:t xml:space="preserve"> </w:t>
      </w:r>
      <w:r w:rsidRPr="00EA518F">
        <w:t>Иногда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построить</w:t>
      </w:r>
      <w:r w:rsidR="00EA518F">
        <w:t xml:space="preserve"> </w:t>
      </w:r>
      <w:r w:rsidRPr="00EA518F">
        <w:t>такую</w:t>
      </w:r>
      <w:r w:rsidR="00EA518F">
        <w:t xml:space="preserve"> </w:t>
      </w:r>
      <w:r w:rsidRPr="00EA518F">
        <w:t>модель,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использовать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из-за</w:t>
      </w:r>
      <w:r w:rsidR="00EA518F">
        <w:t xml:space="preserve"> </w:t>
      </w:r>
      <w:r w:rsidRPr="00EA518F">
        <w:t>отсутствия</w:t>
      </w:r>
      <w:r w:rsidR="00EA518F">
        <w:t xml:space="preserve"> </w:t>
      </w:r>
      <w:r w:rsidRPr="00EA518F">
        <w:t>математического</w:t>
      </w:r>
      <w:r w:rsidR="00EA518F">
        <w:t xml:space="preserve"> </w:t>
      </w:r>
      <w:r w:rsidRPr="00EA518F">
        <w:t>аппарата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представляется</w:t>
      </w:r>
      <w:r w:rsidR="00EA518F">
        <w:t xml:space="preserve"> </w:t>
      </w:r>
      <w:r w:rsidRPr="00EA518F">
        <w:t>возможным.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некоторых</w:t>
      </w:r>
      <w:r w:rsidR="00EA518F">
        <w:t xml:space="preserve"> </w:t>
      </w:r>
      <w:r w:rsidRPr="00EA518F">
        <w:t>случаях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исследуемой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стройной</w:t>
      </w:r>
      <w:r w:rsidR="00EA518F">
        <w:t xml:space="preserve"> </w:t>
      </w:r>
      <w:r w:rsidRPr="00EA518F">
        <w:t>теории,</w:t>
      </w:r>
      <w:r w:rsidR="00EA518F">
        <w:t xml:space="preserve"> </w:t>
      </w:r>
      <w:r w:rsidRPr="00EA518F">
        <w:t>объясняющей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аспекты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функционирования,</w:t>
      </w:r>
      <w:r w:rsidR="00EA518F">
        <w:t xml:space="preserve"> </w:t>
      </w:r>
      <w:r w:rsidRPr="00EA518F">
        <w:t>а,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представляется</w:t>
      </w:r>
      <w:r w:rsidR="00EA518F">
        <w:t xml:space="preserve"> </w:t>
      </w:r>
      <w:r w:rsidRPr="00EA518F">
        <w:t>затруднительным</w:t>
      </w:r>
      <w:r w:rsidR="00EA518F">
        <w:t xml:space="preserve"> </w:t>
      </w:r>
      <w:r w:rsidRPr="00EA518F">
        <w:t>формулирование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иных</w:t>
      </w:r>
      <w:r w:rsidR="00EA518F">
        <w:t xml:space="preserve"> </w:t>
      </w:r>
      <w:r w:rsidRPr="00EA518F">
        <w:t>правдоподобных</w:t>
      </w:r>
      <w:r w:rsidR="00EA518F">
        <w:t xml:space="preserve"> </w:t>
      </w:r>
      <w:r w:rsidRPr="00EA518F">
        <w:t>гипотез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поведения.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Далее,</w:t>
      </w:r>
      <w:r w:rsidR="00EA518F">
        <w:t xml:space="preserve"> </w:t>
      </w:r>
      <w:r w:rsidRPr="00EA518F">
        <w:t>реальные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подвержены</w:t>
      </w:r>
      <w:r w:rsidR="00EA518F">
        <w:t xml:space="preserve"> </w:t>
      </w:r>
      <w:r w:rsidRPr="00EA518F">
        <w:t>влиянию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факторов,</w:t>
      </w:r>
      <w:r w:rsidR="00EA518F">
        <w:t xml:space="preserve"> </w:t>
      </w:r>
      <w:r w:rsidRPr="00EA518F">
        <w:t>учет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аналитическим</w:t>
      </w:r>
      <w:r w:rsidR="00EA518F">
        <w:t xml:space="preserve"> </w:t>
      </w:r>
      <w:r w:rsidRPr="00EA518F">
        <w:t>путем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порой</w:t>
      </w:r>
      <w:r w:rsidR="00EA518F">
        <w:t xml:space="preserve"> </w:t>
      </w:r>
      <w:r w:rsidRPr="00EA518F">
        <w:t>непреодолимые</w:t>
      </w:r>
      <w:r w:rsidR="00EA518F">
        <w:t xml:space="preserve"> </w:t>
      </w:r>
      <w:r w:rsidRPr="00EA518F">
        <w:t>трудности.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стороны,</w:t>
      </w:r>
      <w:r w:rsidR="00EA518F">
        <w:t xml:space="preserve"> </w:t>
      </w:r>
      <w:r w:rsidRPr="00EA518F">
        <w:t>использование</w:t>
      </w:r>
      <w:r w:rsidR="00EA518F">
        <w:t xml:space="preserve"> </w:t>
      </w:r>
      <w:r w:rsidRPr="00EA518F">
        <w:t>математического</w:t>
      </w:r>
      <w:r w:rsidR="00EA518F">
        <w:t xml:space="preserve"> </w:t>
      </w:r>
      <w:r w:rsidRPr="00EA518F">
        <w:t>аппарата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сопоставить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оригинал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применения</w:t>
      </w:r>
      <w:r w:rsidR="00EA518F">
        <w:t xml:space="preserve"> </w:t>
      </w:r>
      <w:r w:rsidRPr="00EA518F">
        <w:t>соответствующего</w:t>
      </w:r>
      <w:r w:rsidR="00EA518F">
        <w:t xml:space="preserve"> </w:t>
      </w:r>
      <w:r w:rsidRPr="00EA518F">
        <w:t>аппарата,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затрудняет</w:t>
      </w:r>
      <w:r w:rsidR="00EA518F">
        <w:t xml:space="preserve"> </w:t>
      </w:r>
      <w:r w:rsidRPr="00EA518F">
        <w:t>верификацию</w:t>
      </w:r>
      <w:r w:rsidR="00EA518F">
        <w:t xml:space="preserve"> </w:t>
      </w:r>
      <w:r w:rsidRPr="00EA518F">
        <w:t>модели.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имитационного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лежит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максимального</w:t>
      </w:r>
      <w:r w:rsidR="00EA518F">
        <w:t xml:space="preserve"> </w:t>
      </w:r>
      <w:r w:rsidRPr="00EA518F">
        <w:t>использования</w:t>
      </w:r>
      <w:r w:rsidR="00EA518F">
        <w:t xml:space="preserve"> </w:t>
      </w:r>
      <w:r w:rsidRPr="00EA518F">
        <w:t>всей</w:t>
      </w:r>
      <w:r w:rsidR="00EA518F">
        <w:t xml:space="preserve"> </w:t>
      </w:r>
      <w:r w:rsidRPr="00EA518F">
        <w:t>имеющейся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распоряжении</w:t>
      </w:r>
      <w:r w:rsidR="00EA518F">
        <w:t xml:space="preserve"> </w:t>
      </w:r>
      <w:r w:rsidRPr="00EA518F">
        <w:t>исследователя</w:t>
      </w:r>
      <w:r w:rsidR="00EA518F">
        <w:t xml:space="preserve"> </w:t>
      </w:r>
      <w:r w:rsidRPr="00EA518F">
        <w:t>информации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тем,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получить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преодолеть</w:t>
      </w:r>
      <w:r w:rsidR="00EA518F">
        <w:t xml:space="preserve"> </w:t>
      </w:r>
      <w:r w:rsidRPr="00EA518F">
        <w:t>аналитические</w:t>
      </w:r>
      <w:r w:rsidR="00EA518F">
        <w:t xml:space="preserve"> </w:t>
      </w:r>
      <w:r w:rsidRPr="00EA518F">
        <w:t>трудности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ответы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поставленные</w:t>
      </w:r>
      <w:r w:rsidR="00EA518F">
        <w:t xml:space="preserve"> </w:t>
      </w:r>
      <w:r w:rsidRPr="00EA518F">
        <w:t>вопросы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поведении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Имитационное</w:t>
      </w:r>
      <w:r w:rsidR="00EA518F">
        <w:t xml:space="preserve"> </w:t>
      </w:r>
      <w:r w:rsidRPr="00EA518F">
        <w:t>моделирование,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сугубо</w:t>
      </w:r>
      <w:r w:rsidR="00EA518F">
        <w:t xml:space="preserve"> </w:t>
      </w:r>
      <w:r w:rsidRPr="00EA518F">
        <w:t>практических</w:t>
      </w:r>
      <w:r w:rsidR="00EA518F">
        <w:t xml:space="preserve"> </w:t>
      </w:r>
      <w:r w:rsidRPr="00EA518F">
        <w:t>целях.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Основными</w:t>
      </w:r>
      <w:r w:rsidR="00EA518F">
        <w:rPr>
          <w:b w:val="0"/>
        </w:rPr>
        <w:t xml:space="preserve"> </w:t>
      </w:r>
      <w:r w:rsidRPr="00EA518F">
        <w:rPr>
          <w:b w:val="0"/>
        </w:rPr>
        <w:t>этапами</w:t>
      </w:r>
      <w:r w:rsidR="00EA518F">
        <w:rPr>
          <w:b w:val="0"/>
        </w:rPr>
        <w:t xml:space="preserve"> </w:t>
      </w:r>
      <w:r w:rsidRPr="00EA518F">
        <w:rPr>
          <w:b w:val="0"/>
        </w:rPr>
        <w:t>метода</w:t>
      </w:r>
      <w:r w:rsidR="00EA518F">
        <w:rPr>
          <w:b w:val="0"/>
        </w:rPr>
        <w:t xml:space="preserve"> </w:t>
      </w:r>
      <w:r w:rsidRPr="00EA518F">
        <w:rPr>
          <w:b w:val="0"/>
        </w:rPr>
        <w:t>являются: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Формулировка</w:t>
      </w:r>
      <w:r w:rsidR="00EA518F">
        <w:t xml:space="preserve"> </w:t>
      </w:r>
      <w:r w:rsidRPr="00EA518F">
        <w:t>основных</w:t>
      </w:r>
      <w:r w:rsidR="00EA518F">
        <w:t xml:space="preserve"> </w:t>
      </w:r>
      <w:r w:rsidRPr="00EA518F">
        <w:t>вопросов</w:t>
      </w:r>
      <w:r w:rsidR="00EA518F">
        <w:t xml:space="preserve"> </w:t>
      </w:r>
      <w:r w:rsidRPr="00EA518F">
        <w:t>о</w:t>
      </w:r>
      <w:r w:rsidR="00EA518F">
        <w:t xml:space="preserve"> </w:t>
      </w:r>
      <w:r w:rsidRPr="00EA518F">
        <w:t>поведении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задание</w:t>
      </w:r>
      <w:r w:rsidR="00EA518F">
        <w:t xml:space="preserve"> </w:t>
      </w:r>
      <w:r w:rsidRPr="00EA518F">
        <w:t>параметров,</w:t>
      </w:r>
      <w:r w:rsidR="00EA518F">
        <w:t xml:space="preserve"> </w:t>
      </w:r>
      <w:r w:rsidRPr="00EA518F">
        <w:t>характеризующих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определение</w:t>
      </w:r>
      <w:r w:rsidR="00EA518F">
        <w:t xml:space="preserve"> </w:t>
      </w:r>
      <w:r w:rsidRPr="00EA518F">
        <w:t>вектора</w:t>
      </w:r>
      <w:r w:rsidR="00EA518F">
        <w:t xml:space="preserve"> </w:t>
      </w:r>
      <w:r w:rsidRPr="00EA518F">
        <w:t>состояния.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Декомпозиция</w:t>
      </w:r>
      <w:r w:rsidR="00EA518F">
        <w:t xml:space="preserve"> </w:t>
      </w:r>
      <w:r w:rsidRPr="00EA518F">
        <w:t>(разбиение)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простые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блоки.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блок</w:t>
      </w:r>
      <w:r w:rsidR="00EA518F">
        <w:t xml:space="preserve"> </w:t>
      </w:r>
      <w:r w:rsidRPr="00EA518F">
        <w:t>объединяются</w:t>
      </w:r>
      <w:r w:rsidR="00EA518F">
        <w:t xml:space="preserve"> </w:t>
      </w:r>
      <w:r w:rsidRPr="00EA518F">
        <w:t>"родственные",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преобразующиеся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близким</w:t>
      </w:r>
      <w:r w:rsidR="00EA518F">
        <w:t xml:space="preserve"> </w:t>
      </w:r>
      <w:r w:rsidRPr="00EA518F">
        <w:t>правилам,</w:t>
      </w:r>
      <w:r w:rsidR="00EA518F">
        <w:t xml:space="preserve"> </w:t>
      </w:r>
      <w:r w:rsidRPr="00EA518F">
        <w:t>компоненты</w:t>
      </w:r>
      <w:r w:rsidR="00EA518F">
        <w:t xml:space="preserve"> </w:t>
      </w:r>
      <w:r w:rsidRPr="00EA518F">
        <w:t>вектора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процессы,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преобразую</w:t>
      </w:r>
      <w:r w:rsidR="00EA518F">
        <w:t xml:space="preserve"> </w:t>
      </w:r>
      <w:r w:rsidRPr="00EA518F">
        <w:t>щие.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Формулируются</w:t>
      </w:r>
      <w:r w:rsidR="00EA518F">
        <w:t xml:space="preserve"> </w:t>
      </w:r>
      <w:r w:rsidRPr="00EA518F">
        <w:t>правила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"правдоподобные"</w:t>
      </w:r>
      <w:r w:rsidR="00EA518F">
        <w:t xml:space="preserve"> </w:t>
      </w:r>
      <w:r w:rsidRPr="00EA518F">
        <w:t>гипотезы</w:t>
      </w:r>
      <w:r w:rsidR="00EA518F">
        <w:t xml:space="preserve"> </w:t>
      </w:r>
      <w:r w:rsidRPr="00EA518F">
        <w:t>относительно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частей.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блоке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использоваться</w:t>
      </w:r>
      <w:r w:rsidR="00EA518F">
        <w:t xml:space="preserve"> </w:t>
      </w:r>
      <w:r w:rsidRPr="00EA518F">
        <w:t>свой</w:t>
      </w:r>
      <w:r w:rsidR="00EA518F">
        <w:t xml:space="preserve"> </w:t>
      </w:r>
      <w:r w:rsidRPr="00EA518F">
        <w:t>математический</w:t>
      </w:r>
      <w:r w:rsidR="00EA518F">
        <w:t xml:space="preserve"> </w:t>
      </w:r>
      <w:r w:rsidRPr="00EA518F">
        <w:t>аппарат</w:t>
      </w:r>
      <w:r w:rsidR="00EA518F">
        <w:t xml:space="preserve"> </w:t>
      </w:r>
      <w:r w:rsidRPr="00EA518F">
        <w:t>(алгебраические</w:t>
      </w:r>
      <w:r w:rsidR="00EA518F">
        <w:t xml:space="preserve"> </w:t>
      </w:r>
      <w:r w:rsidRPr="00EA518F">
        <w:t>дифференциальные</w:t>
      </w:r>
      <w:r w:rsidR="00EA518F">
        <w:t xml:space="preserve"> </w:t>
      </w:r>
      <w:r w:rsidRPr="00EA518F">
        <w:t>уравнения,</w:t>
      </w:r>
      <w:r w:rsidR="00EA518F">
        <w:t xml:space="preserve"> </w:t>
      </w:r>
      <w:r w:rsidRPr="00EA518F">
        <w:t>математическое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динамическое</w:t>
      </w:r>
      <w:r w:rsidR="00EA518F">
        <w:t xml:space="preserve"> </w:t>
      </w:r>
      <w:r w:rsidRPr="00EA518F">
        <w:t>программирование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т.п.).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это,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блочный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(принцип),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установить</w:t>
      </w:r>
      <w:r w:rsidR="00EA518F">
        <w:t xml:space="preserve"> </w:t>
      </w:r>
      <w:r w:rsidRPr="00EA518F">
        <w:t>необходимые</w:t>
      </w:r>
      <w:r w:rsidR="00EA518F">
        <w:t xml:space="preserve"> </w:t>
      </w:r>
      <w:r w:rsidRPr="00EA518F">
        <w:t>пропорции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точностью</w:t>
      </w:r>
      <w:r w:rsidR="00EA518F">
        <w:t xml:space="preserve"> </w:t>
      </w:r>
      <w:r w:rsidRPr="00EA518F">
        <w:t>описания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блока,</w:t>
      </w:r>
      <w:r w:rsidR="00EA518F">
        <w:t xml:space="preserve"> </w:t>
      </w:r>
      <w:r w:rsidRPr="00EA518F">
        <w:t>обеспеченностью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информацией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необходимостью</w:t>
      </w:r>
      <w:r w:rsidR="00EA518F">
        <w:t xml:space="preserve"> </w:t>
      </w:r>
      <w:r w:rsidRPr="00EA518F">
        <w:t>достижения</w:t>
      </w:r>
      <w:r w:rsidR="00EA518F">
        <w:t xml:space="preserve"> </w:t>
      </w:r>
      <w:r w:rsidRPr="00EA518F">
        <w:t>цели</w:t>
      </w:r>
      <w:r w:rsidR="00EA518F">
        <w:t xml:space="preserve"> </w:t>
      </w:r>
      <w:r w:rsidRPr="00EA518F">
        <w:t>моделирования.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4.</w:t>
      </w:r>
      <w:r w:rsidR="00EA518F">
        <w:t xml:space="preserve"> </w:t>
      </w:r>
      <w:r w:rsidRPr="00EA518F">
        <w:t>Вводится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называемое</w:t>
      </w:r>
      <w:r w:rsidR="00EA518F">
        <w:t xml:space="preserve"> </w:t>
      </w:r>
      <w:r w:rsidRPr="00EA518F">
        <w:t>системное</w:t>
      </w:r>
      <w:r w:rsidR="00EA518F">
        <w:t xml:space="preserve"> </w:t>
      </w:r>
      <w:r w:rsidRPr="00EA518F">
        <w:t>время,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моделирует</w:t>
      </w:r>
      <w:r w:rsidR="00EA518F">
        <w:t xml:space="preserve"> </w:t>
      </w:r>
      <w:r w:rsidRPr="00EA518F">
        <w:t>ход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реальной</w:t>
      </w:r>
      <w:r w:rsidR="00EA518F">
        <w:t xml:space="preserve"> </w:t>
      </w:r>
      <w:r w:rsidRPr="00EA518F">
        <w:t>системе.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5.</w:t>
      </w:r>
      <w:r w:rsidR="00EA518F">
        <w:t xml:space="preserve"> </w:t>
      </w:r>
      <w:r w:rsidRPr="00EA518F">
        <w:t>Формализованным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задаются</w:t>
      </w:r>
      <w:r w:rsidR="00EA518F">
        <w:t xml:space="preserve"> </w:t>
      </w:r>
      <w:r w:rsidRPr="00EA518F">
        <w:t>необходимые</w:t>
      </w:r>
      <w:r w:rsidR="00EA518F">
        <w:t xml:space="preserve"> </w:t>
      </w:r>
      <w:r w:rsidRPr="00EA518F">
        <w:t>феноменологические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частей.</w:t>
      </w:r>
      <w:r w:rsidR="00EA518F">
        <w:t xml:space="preserve"> </w:t>
      </w:r>
      <w:r w:rsidRPr="00EA518F">
        <w:t>(Часто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обоснованы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современном</w:t>
      </w:r>
      <w:r w:rsidR="00EA518F">
        <w:t xml:space="preserve"> </w:t>
      </w:r>
      <w:r w:rsidRPr="00EA518F">
        <w:t>уровне</w:t>
      </w:r>
      <w:r w:rsidR="00EA518F">
        <w:t xml:space="preserve"> </w:t>
      </w:r>
      <w:r w:rsidRPr="00EA518F">
        <w:t>знаний,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опираются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опыт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длительное</w:t>
      </w:r>
      <w:r w:rsidR="00EA518F">
        <w:t xml:space="preserve"> </w:t>
      </w:r>
      <w:r w:rsidRPr="00EA518F">
        <w:t>наблюдение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поведением</w:t>
      </w:r>
      <w:r w:rsidR="00EA518F">
        <w:t xml:space="preserve"> </w:t>
      </w:r>
      <w:r w:rsidRPr="00EA518F">
        <w:t>системы).</w:t>
      </w:r>
      <w:r w:rsidR="00EA518F">
        <w:t xml:space="preserve"> </w:t>
      </w:r>
      <w:r w:rsidRPr="00EA518F">
        <w:t>Иногда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свойство</w:t>
      </w:r>
      <w:r w:rsidR="00EA518F">
        <w:t xml:space="preserve"> </w:t>
      </w:r>
      <w:r w:rsidRPr="00EA518F">
        <w:t>оказывается</w:t>
      </w:r>
      <w:r w:rsidR="00EA518F">
        <w:t xml:space="preserve"> </w:t>
      </w:r>
      <w:r w:rsidRPr="00EA518F">
        <w:t>эквивалентным</w:t>
      </w:r>
      <w:r w:rsidR="00EA518F">
        <w:t xml:space="preserve"> </w:t>
      </w:r>
      <w:r w:rsidRPr="00EA518F">
        <w:t>множеству</w:t>
      </w:r>
      <w:r w:rsidR="00EA518F">
        <w:t xml:space="preserve"> </w:t>
      </w:r>
      <w:r w:rsidRPr="00EA518F">
        <w:t>сложных</w:t>
      </w:r>
      <w:r w:rsidR="00EA518F">
        <w:t xml:space="preserve"> </w:t>
      </w:r>
      <w:r w:rsidRPr="00EA518F">
        <w:t>математических</w:t>
      </w:r>
      <w:r w:rsidR="00EA518F">
        <w:t xml:space="preserve"> </w:t>
      </w:r>
      <w:r w:rsidRPr="00EA518F">
        <w:t>соотношений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успехом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заменяет,</w:t>
      </w:r>
      <w:r w:rsidR="00EA518F">
        <w:t xml:space="preserve"> </w:t>
      </w:r>
      <w:r w:rsidRPr="00EA518F">
        <w:t>что,</w:t>
      </w:r>
      <w:r w:rsidR="00EA518F">
        <w:t xml:space="preserve"> </w:t>
      </w:r>
      <w:r w:rsidRPr="00EA518F">
        <w:t>конечно,</w:t>
      </w:r>
      <w:r w:rsidR="00EA518F">
        <w:t xml:space="preserve"> </w:t>
      </w:r>
      <w:r w:rsidRPr="00EA518F">
        <w:t>требует</w:t>
      </w:r>
      <w:r w:rsidR="00EA518F">
        <w:t xml:space="preserve"> </w:t>
      </w:r>
      <w:r w:rsidRPr="00EA518F">
        <w:t>глубокого</w:t>
      </w:r>
      <w:r w:rsidR="00EA518F">
        <w:t xml:space="preserve"> </w:t>
      </w:r>
      <w:r w:rsidRPr="00EA518F">
        <w:t>знания</w:t>
      </w:r>
      <w:r w:rsidR="00EA518F">
        <w:t xml:space="preserve"> </w:t>
      </w:r>
      <w:r w:rsidRPr="00EA518F">
        <w:t>системы.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6.</w:t>
      </w:r>
      <w:r w:rsidR="00EA518F">
        <w:t xml:space="preserve"> </w:t>
      </w:r>
      <w:r w:rsidRPr="00EA518F">
        <w:t>Случайным</w:t>
      </w:r>
      <w:r w:rsidR="00EA518F">
        <w:t xml:space="preserve"> </w:t>
      </w:r>
      <w:r w:rsidRPr="00EA518F">
        <w:t>параметрам,</w:t>
      </w:r>
      <w:r w:rsidR="00EA518F">
        <w:t xml:space="preserve"> </w:t>
      </w:r>
      <w:r w:rsidRPr="00EA518F">
        <w:t>фигурирующим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модели,</w:t>
      </w:r>
      <w:r w:rsidR="00EA518F">
        <w:t xml:space="preserve"> </w:t>
      </w:r>
      <w:r w:rsidRPr="00EA518F">
        <w:t>сопоставляются</w:t>
      </w:r>
      <w:r w:rsidR="00EA518F">
        <w:t xml:space="preserve"> </w:t>
      </w:r>
      <w:r w:rsidRPr="00EA518F">
        <w:t>некоторые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реализации,</w:t>
      </w:r>
      <w:r w:rsidR="00EA518F">
        <w:t xml:space="preserve"> </w:t>
      </w:r>
      <w:r w:rsidRPr="00EA518F">
        <w:t>сохраняющиеся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нескольких</w:t>
      </w:r>
      <w:r w:rsidR="00EA518F">
        <w:t xml:space="preserve"> </w:t>
      </w:r>
      <w:r w:rsidRPr="00EA518F">
        <w:t>тактов</w:t>
      </w:r>
      <w:r w:rsidR="00EA518F">
        <w:t xml:space="preserve"> </w:t>
      </w:r>
      <w:r w:rsidRPr="00EA518F">
        <w:t>системного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отыскиваются</w:t>
      </w:r>
      <w:r w:rsidR="00EA518F">
        <w:t xml:space="preserve"> </w:t>
      </w:r>
      <w:r w:rsidRPr="00EA518F">
        <w:t>новые</w:t>
      </w:r>
      <w:r w:rsidR="00EA518F">
        <w:t xml:space="preserve"> </w:t>
      </w:r>
      <w:r w:rsidRPr="00EA518F">
        <w:t>реализации.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пятый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шестой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просто</w:t>
      </w:r>
      <w:r w:rsidR="00EA518F">
        <w:t xml:space="preserve"> </w:t>
      </w:r>
      <w:r w:rsidRPr="00EA518F">
        <w:t>осуществимы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ЭВМ,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имитационные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реализуются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использованием</w:t>
      </w:r>
      <w:r w:rsidR="00EA518F">
        <w:t xml:space="preserve"> </w:t>
      </w:r>
      <w:r w:rsidRPr="00EA518F">
        <w:t>специализированных</w:t>
      </w:r>
      <w:r w:rsidR="00EA518F">
        <w:t xml:space="preserve"> </w:t>
      </w:r>
      <w:r w:rsidRPr="00EA518F">
        <w:t>программ,</w:t>
      </w:r>
      <w:r w:rsidR="00EA518F">
        <w:t xml:space="preserve"> </w:t>
      </w:r>
      <w:r w:rsidRPr="00EA518F">
        <w:t>описывающих</w:t>
      </w:r>
      <w:r w:rsidR="00EA518F">
        <w:t xml:space="preserve"> </w:t>
      </w:r>
      <w:r w:rsidRPr="00EA518F">
        <w:t>функционирование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блоков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правила</w:t>
      </w:r>
      <w:r w:rsidR="00EA518F">
        <w:t xml:space="preserve"> </w:t>
      </w:r>
      <w:r w:rsidRPr="00EA518F">
        <w:t>взаимодействия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ними.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Использование</w:t>
      </w:r>
      <w:r w:rsidR="00EA518F">
        <w:t xml:space="preserve"> </w:t>
      </w:r>
      <w:r w:rsidRPr="00EA518F">
        <w:t>реализаций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величин</w:t>
      </w:r>
      <w:r w:rsidR="00EA518F">
        <w:t xml:space="preserve"> </w:t>
      </w:r>
      <w:r w:rsidRPr="00EA518F">
        <w:t>требует</w:t>
      </w:r>
      <w:r w:rsidR="00EA518F">
        <w:t xml:space="preserve"> </w:t>
      </w:r>
      <w:r w:rsidRPr="00EA518F">
        <w:t>многократного</w:t>
      </w:r>
      <w:r w:rsidR="00EA518F">
        <w:t xml:space="preserve"> </w:t>
      </w:r>
      <w:r w:rsidRPr="00EA518F">
        <w:t>повторения</w:t>
      </w:r>
      <w:r w:rsidR="00EA518F">
        <w:t xml:space="preserve"> </w:t>
      </w:r>
      <w:r w:rsidRPr="00EA518F">
        <w:t>экспериментов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моделью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последующим</w:t>
      </w:r>
      <w:r w:rsidR="00EA518F">
        <w:t xml:space="preserve"> </w:t>
      </w:r>
      <w:r w:rsidRPr="00EA518F">
        <w:t>статистическим</w:t>
      </w:r>
      <w:r w:rsidR="00EA518F">
        <w:t xml:space="preserve"> </w:t>
      </w:r>
      <w:r w:rsidRPr="00EA518F">
        <w:t>анализом</w:t>
      </w:r>
      <w:r w:rsidR="00EA518F">
        <w:t xml:space="preserve"> </w:t>
      </w:r>
      <w:r w:rsidRPr="00EA518F">
        <w:t>полученных</w:t>
      </w:r>
      <w:r w:rsidR="00EA518F">
        <w:t xml:space="preserve"> </w:t>
      </w:r>
      <w:r w:rsidRPr="00EA518F">
        <w:t>результатов.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Общая</w:t>
      </w:r>
      <w:r w:rsidR="00EA518F">
        <w:rPr>
          <w:b w:val="0"/>
        </w:rPr>
        <w:t xml:space="preserve"> </w:t>
      </w:r>
      <w:r w:rsidRPr="00EA518F">
        <w:rPr>
          <w:b w:val="0"/>
        </w:rPr>
        <w:t>постановка</w:t>
      </w:r>
      <w:r w:rsidR="00EA518F">
        <w:rPr>
          <w:b w:val="0"/>
        </w:rPr>
        <w:t xml:space="preserve"> </w:t>
      </w:r>
      <w:r w:rsidRPr="00EA518F">
        <w:rPr>
          <w:b w:val="0"/>
        </w:rPr>
        <w:t>задачи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Под</w:t>
      </w:r>
      <w:r w:rsidR="00EA518F">
        <w:t xml:space="preserve"> </w:t>
      </w:r>
      <w:r w:rsidRPr="00EA518F">
        <w:t>имитационным</w:t>
      </w:r>
      <w:r w:rsidR="00EA518F">
        <w:t xml:space="preserve"> </w:t>
      </w:r>
      <w:r w:rsidRPr="00EA518F">
        <w:t>моделированием</w:t>
      </w:r>
      <w:r w:rsidR="00EA518F">
        <w:t xml:space="preserve"> </w:t>
      </w:r>
      <w:r w:rsidRPr="00EA518F">
        <w:t>будем</w:t>
      </w:r>
      <w:r w:rsidR="00EA518F">
        <w:t xml:space="preserve"> </w:t>
      </w:r>
      <w:r w:rsidRPr="00EA518F">
        <w:t>понимать</w:t>
      </w:r>
      <w:r w:rsidR="00EA518F">
        <w:t xml:space="preserve"> </w:t>
      </w:r>
      <w:r w:rsidRPr="00EA518F">
        <w:t>пошаговое</w:t>
      </w:r>
      <w:r w:rsidR="00EA518F">
        <w:t xml:space="preserve"> </w:t>
      </w:r>
      <w:r w:rsidRPr="00EA518F">
        <w:t>моделирование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ЭВМ.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означает,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фиксируются</w:t>
      </w:r>
      <w:r w:rsidR="00EA518F">
        <w:t xml:space="preserve"> </w:t>
      </w:r>
      <w:r w:rsidRPr="00EA518F">
        <w:t>определенные</w:t>
      </w:r>
      <w:r w:rsidR="00EA518F">
        <w:t xml:space="preserve"> </w:t>
      </w:r>
      <w:r w:rsidRPr="00EA518F">
        <w:t>моменты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t</w:t>
      </w:r>
      <w:r w:rsidRPr="00EA518F">
        <w:rPr>
          <w:vertAlign w:val="subscript"/>
        </w:rPr>
        <w:t>1</w:t>
      </w:r>
      <w:r w:rsidRPr="00EA518F">
        <w:t>,t</w:t>
      </w:r>
      <w:r w:rsidRPr="00EA518F">
        <w:rPr>
          <w:vertAlign w:val="subscript"/>
        </w:rPr>
        <w:t>2</w:t>
      </w:r>
      <w:r w:rsidRPr="00EA518F">
        <w:t>,...,t</w:t>
      </w:r>
      <w:r w:rsidRPr="00EA518F">
        <w:rPr>
          <w:vertAlign w:val="subscript"/>
        </w:rPr>
        <w:t>n</w:t>
      </w:r>
      <w:r w:rsidRPr="00EA518F">
        <w:t>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(вычисляется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ЭВМ)</w:t>
      </w:r>
      <w:r w:rsidR="00EA518F">
        <w:t xml:space="preserve"> </w:t>
      </w:r>
      <w:r w:rsidRPr="00EA518F">
        <w:t>последовательно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моментов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реализации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задать</w:t>
      </w:r>
      <w:r w:rsidR="00EA518F">
        <w:t xml:space="preserve"> </w:t>
      </w:r>
      <w:r w:rsidRPr="00EA518F">
        <w:t>правило</w:t>
      </w:r>
      <w:r w:rsidR="00EA518F">
        <w:t xml:space="preserve"> </w:t>
      </w:r>
      <w:r w:rsidRPr="00EA518F">
        <w:t>(алгоритм)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следующее,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преобразование:</w:t>
      </w:r>
      <w:r w:rsidR="00EA518F">
        <w:t xml:space="preserve"> </w:t>
      </w:r>
      <w:r w:rsidR="00E8503A">
        <w:pict>
          <v:shape id="_x0000_i1138" type="#_x0000_t75" style="width:72.75pt;height:18.75pt" fillcolor="window">
            <v:imagedata r:id="rId114" o:title=""/>
          </v:shape>
        </w:pict>
      </w:r>
      <w:r w:rsidRPr="00EA518F">
        <w:t>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Y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i-й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обычно,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вектором:</w:t>
      </w:r>
      <w:r w:rsidR="00EA518F">
        <w:t xml:space="preserve"> </w:t>
      </w:r>
      <w:r w:rsidR="00E8503A">
        <w:pict>
          <v:shape id="_x0000_i1139" type="#_x0000_t75" style="width:111.75pt;height:18.75pt" fillcolor="window">
            <v:imagedata r:id="rId115" o:title=""/>
          </v:shape>
        </w:pict>
      </w:r>
      <w:r w:rsidRPr="00EA518F">
        <w:t>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числами,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среды</w:t>
      </w:r>
      <w:r w:rsidR="00EA518F">
        <w:t xml:space="preserve"> </w:t>
      </w:r>
      <w:r w:rsidRPr="00EA518F">
        <w:t>вектором:</w:t>
      </w:r>
      <w:r w:rsidR="00EA518F">
        <w:t xml:space="preserve"> </w:t>
      </w:r>
      <w:r w:rsidR="00E8503A">
        <w:pict>
          <v:shape id="_x0000_i1140" type="#_x0000_t75" style="width:108.75pt;height:18.75pt" fillcolor="window">
            <v:imagedata r:id="rId116" o:title=""/>
          </v:shape>
        </w:pict>
      </w:r>
      <w:r w:rsidRPr="00EA518F">
        <w:t>,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числами,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вектором:</w:t>
      </w:r>
      <w:r w:rsidR="00EA518F">
        <w:t xml:space="preserve"> </w:t>
      </w:r>
      <w:r w:rsidR="00E8503A">
        <w:pict>
          <v:shape id="_x0000_i1141" type="#_x0000_t75" style="width:108.75pt;height:21pt" fillcolor="window">
            <v:imagedata r:id="rId117" o:title=""/>
          </v:shape>
        </w:pict>
      </w:r>
      <w:r w:rsidRPr="00EA518F">
        <w:t>,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числами.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Тогда</w:t>
      </w:r>
      <w:r w:rsidR="00EA518F">
        <w:t xml:space="preserve"> </w:t>
      </w:r>
      <w:r w:rsidRPr="00EA518F">
        <w:t>имитационная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оператором</w:t>
      </w:r>
      <w:r w:rsidR="00EA518F">
        <w:t xml:space="preserve"> </w:t>
      </w:r>
      <w:r w:rsidRPr="00EA518F">
        <w:t>F,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последующий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вектор</w:t>
      </w:r>
      <w:r w:rsidR="00EA518F">
        <w:t xml:space="preserve"> </w:t>
      </w:r>
      <w:r w:rsidRPr="00EA518F">
        <w:t>Y</w:t>
      </w:r>
      <w:r w:rsidRPr="00EA518F">
        <w:rPr>
          <w:vertAlign w:val="subscript"/>
        </w:rPr>
        <w:t>i+1</w:t>
      </w:r>
      <w:r w:rsidRPr="00EA518F">
        <w:t>,</w:t>
      </w:r>
      <w:r w:rsidR="00EA518F">
        <w:t xml:space="preserve"> </w:t>
      </w:r>
      <w:r w:rsidRPr="00EA518F">
        <w:t>зная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предыдущий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Y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Х</w:t>
      </w:r>
      <w:r w:rsidRPr="00EA518F">
        <w:rPr>
          <w:vertAlign w:val="subscript"/>
        </w:rPr>
        <w:t>i+1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U</w:t>
      </w:r>
      <w:r w:rsidRPr="00EA518F">
        <w:rPr>
          <w:vertAlign w:val="subscript"/>
        </w:rPr>
        <w:t>i+1</w:t>
      </w:r>
      <w:r w:rsidRPr="00EA518F">
        <w:t>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="00E8503A">
        <w:pict>
          <v:shape id="_x0000_i1142" type="#_x0000_t75" style="width:2in;height:33pt" fillcolor="window">
            <v:imagedata r:id="rId118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имитационной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рекуррентно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каждом</w:t>
      </w:r>
      <w:r w:rsidR="00EA518F">
        <w:t xml:space="preserve"> </w:t>
      </w:r>
      <w:r w:rsidRPr="00EA518F">
        <w:t>шаге,</w:t>
      </w:r>
      <w:r w:rsidR="00EA518F">
        <w:t xml:space="preserve"> </w:t>
      </w:r>
      <w:r w:rsidRPr="00EA518F">
        <w:t>исходя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предыдущего</w:t>
      </w:r>
      <w:r w:rsidR="00EA518F">
        <w:t xml:space="preserve"> </w:t>
      </w:r>
      <w:r w:rsidRPr="00EA518F">
        <w:t>шага.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алгоритм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записать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рекуррентной</w:t>
      </w:r>
      <w:r w:rsidR="00EA518F">
        <w:t xml:space="preserve"> </w:t>
      </w:r>
      <w:r w:rsidRPr="00EA518F">
        <w:t>формулы: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43" type="#_x0000_t75" style="width:161.25pt;height:21pt" fillcolor="window">
            <v:imagedata r:id="rId119" o:title=""/>
          </v:shape>
        </w:pict>
      </w:r>
      <w:r w:rsidR="007B6CD4" w:rsidRPr="00EA518F">
        <w:t>,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оператор</w:t>
      </w:r>
      <w:r w:rsidR="00EA518F">
        <w:t xml:space="preserve"> </w:t>
      </w:r>
      <w:r w:rsidRPr="00EA518F">
        <w:t>имитаций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состояния</w:t>
      </w:r>
      <w:r w:rsidR="00EA518F">
        <w:t xml:space="preserve"> </w:t>
      </w:r>
      <w:r w:rsidRPr="00EA518F">
        <w:t>модели.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определяет</w:t>
      </w:r>
      <w:r w:rsidR="00EA518F">
        <w:t xml:space="preserve"> </w:t>
      </w:r>
      <w:r w:rsidRPr="00EA518F">
        <w:t>имитационную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объекта.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Можно</w:t>
      </w:r>
      <w:r w:rsidR="00EA518F">
        <w:t xml:space="preserve"> </w:t>
      </w:r>
      <w:r w:rsidRPr="00EA518F">
        <w:t>рассмотреть</w:t>
      </w:r>
      <w:r w:rsidR="00EA518F">
        <w:t xml:space="preserve"> </w:t>
      </w:r>
      <w:r w:rsidRPr="00EA518F">
        <w:t>частный</w:t>
      </w:r>
      <w:r w:rsidR="00EA518F">
        <w:t xml:space="preserve"> </w:t>
      </w:r>
      <w:r w:rsidRPr="00EA518F">
        <w:t>случай</w:t>
      </w:r>
      <w:r w:rsidR="00EA518F">
        <w:t xml:space="preserve"> </w:t>
      </w:r>
      <w:r w:rsidRPr="00EA518F">
        <w:t>имитационной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под</w:t>
      </w:r>
      <w:r w:rsidR="00EA518F">
        <w:t xml:space="preserve"> </w:t>
      </w:r>
      <w:r w:rsidRPr="00EA518F">
        <w:t>воздействием</w:t>
      </w:r>
      <w:r w:rsidR="00EA518F">
        <w:t xml:space="preserve"> </w:t>
      </w:r>
      <w:r w:rsidRPr="00EA518F">
        <w:t>окружающей</w:t>
      </w:r>
      <w:r w:rsidR="00EA518F">
        <w:t xml:space="preserve"> </w:t>
      </w:r>
      <w:r w:rsidRPr="00EA518F">
        <w:t>среды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44" type="#_x0000_t75" style="width:125.25pt;height:21pt" fillcolor="window">
            <v:imagedata r:id="rId120" o:title=""/>
          </v:shape>
        </w:pict>
      </w:r>
      <w:r w:rsidR="007B6CD4" w:rsidRPr="00EA518F">
        <w:t>.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Но</w:t>
      </w:r>
      <w:r w:rsidR="00EA518F">
        <w:t xml:space="preserve"> </w:t>
      </w:r>
      <w:r w:rsidRPr="00EA518F">
        <w:t>имитационное</w:t>
      </w:r>
      <w:r w:rsidR="00EA518F">
        <w:t xml:space="preserve"> </w:t>
      </w:r>
      <w:r w:rsidRPr="00EA518F">
        <w:t>моделирование</w:t>
      </w:r>
      <w:r w:rsidR="00EA518F">
        <w:t xml:space="preserve"> </w:t>
      </w:r>
      <w:r w:rsidRPr="00EA518F">
        <w:t>(или</w:t>
      </w:r>
      <w:r w:rsidR="00EA518F">
        <w:t xml:space="preserve"> </w:t>
      </w:r>
      <w:r w:rsidRPr="00EA518F">
        <w:t>модели)</w:t>
      </w:r>
      <w:r w:rsidR="00EA518F">
        <w:t xml:space="preserve"> </w:t>
      </w:r>
      <w:r w:rsidRPr="00EA518F">
        <w:t>тем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хорошо,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учитывать</w:t>
      </w:r>
      <w:r w:rsidR="00EA518F">
        <w:t xml:space="preserve"> </w:t>
      </w:r>
      <w:r w:rsidRPr="00EA518F">
        <w:t>неконтролируемые</w:t>
      </w:r>
      <w:r w:rsidR="00EA518F">
        <w:t xml:space="preserve"> </w:t>
      </w:r>
      <w:r w:rsidRPr="00EA518F">
        <w:t>факторы</w:t>
      </w:r>
      <w:r w:rsidR="00EA518F">
        <w:t xml:space="preserve"> </w:t>
      </w:r>
      <w:r w:rsidRPr="00EA518F">
        <w:t>Е</w:t>
      </w:r>
      <w:r w:rsidR="00EA518F">
        <w:t xml:space="preserve"> </w:t>
      </w:r>
      <w:r w:rsidRPr="00EA518F">
        <w:t>объекта,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стохастичность,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представить</w:t>
      </w:r>
      <w:r w:rsidR="00EA518F">
        <w:t xml:space="preserve"> </w:t>
      </w:r>
      <w:r w:rsidRPr="00EA518F">
        <w:t>рекуррентным</w:t>
      </w:r>
      <w:r w:rsidR="00EA518F">
        <w:t xml:space="preserve"> </w:t>
      </w:r>
      <w:r w:rsidRPr="00EA518F">
        <w:t>соотношением</w:t>
      </w:r>
      <w:r w:rsidR="00EA518F">
        <w:t xml:space="preserve"> </w:t>
      </w:r>
      <w:r w:rsidRPr="00EA518F">
        <w:t>вида: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45" type="#_x0000_t75" style="width:165.75pt;height:18.75pt" fillcolor="window">
            <v:imagedata r:id="rId121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1,...,N,</w:t>
      </w:r>
      <w:r w:rsidR="00EA518F">
        <w:t xml:space="preserve"> </w:t>
      </w:r>
      <w:r w:rsidR="007B6CD4" w:rsidRPr="00EA518F">
        <w:tab/>
        <w:t>(9.1)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знать,</w:t>
      </w:r>
      <w:r w:rsidR="00EA518F">
        <w:t xml:space="preserve"> </w:t>
      </w:r>
      <w:r w:rsidRPr="00EA518F">
        <w:t>каким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фактор</w:t>
      </w:r>
      <w:r w:rsidR="00EA518F">
        <w:t xml:space="preserve"> </w:t>
      </w:r>
      <w:r w:rsidRPr="00EA518F">
        <w:t>Е</w:t>
      </w:r>
      <w:r w:rsidR="00EA518F">
        <w:t xml:space="preserve"> </w:t>
      </w:r>
      <w:r w:rsidRPr="00EA518F">
        <w:t>влияет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состояние</w:t>
      </w:r>
      <w:r w:rsidR="00EA518F">
        <w:t xml:space="preserve"> </w:t>
      </w:r>
      <w:r w:rsidRPr="00EA518F">
        <w:t>Y</w:t>
      </w:r>
      <w:r w:rsidR="00EA518F">
        <w:t xml:space="preserve"> </w:t>
      </w:r>
      <w:r w:rsidRPr="00EA518F">
        <w:t>объекта,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следует</w:t>
      </w:r>
      <w:r w:rsidR="00EA518F">
        <w:t xml:space="preserve"> </w:t>
      </w:r>
      <w:r w:rsidRPr="00EA518F">
        <w:t>хорошо</w:t>
      </w:r>
      <w:r w:rsidR="00EA518F">
        <w:t xml:space="preserve"> </w:t>
      </w:r>
      <w:r w:rsidRPr="00EA518F">
        <w:t>разобраться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объекте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указать</w:t>
      </w:r>
      <w:r w:rsidR="00EA518F">
        <w:t xml:space="preserve"> </w:t>
      </w:r>
      <w:r w:rsidRPr="00EA518F">
        <w:t>точно,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входит</w:t>
      </w:r>
      <w:r w:rsidR="00EA518F">
        <w:t xml:space="preserve"> </w:t>
      </w:r>
      <w:r w:rsidRPr="00EA518F">
        <w:t>неконтролируемый</w:t>
      </w:r>
      <w:r w:rsidR="00EA518F">
        <w:t xml:space="preserve"> </w:t>
      </w:r>
      <w:r w:rsidRPr="00EA518F">
        <w:t>фактор</w:t>
      </w:r>
      <w:r w:rsidR="00EA518F">
        <w:t xml:space="preserve"> </w:t>
      </w:r>
      <w:r w:rsidRPr="00EA518F">
        <w:t>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оператор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тем,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данные</w:t>
      </w:r>
      <w:r w:rsidR="00EA518F">
        <w:t xml:space="preserve"> </w:t>
      </w:r>
      <w:r w:rsidRPr="00EA518F">
        <w:t>отразить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операторе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объекта.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моделью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знать</w:t>
      </w:r>
      <w:r w:rsidR="00EA518F">
        <w:t xml:space="preserve"> </w:t>
      </w:r>
      <w:r w:rsidRPr="00EA518F">
        <w:t>конкретные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фактора</w:t>
      </w:r>
      <w:r w:rsidR="00EA518F">
        <w:t xml:space="preserve"> </w:t>
      </w:r>
      <w:r w:rsidRPr="00EA518F">
        <w:t>E,</w:t>
      </w:r>
      <w:r w:rsidR="00EA518F">
        <w:t xml:space="preserve"> </w:t>
      </w:r>
      <w:r w:rsidRPr="00EA518F">
        <w:t>который,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известно,</w:t>
      </w:r>
      <w:r w:rsidR="00EA518F">
        <w:t xml:space="preserve"> </w:t>
      </w:r>
      <w:r w:rsidRPr="00EA518F">
        <w:t>ненаблюдаем.</w:t>
      </w:r>
      <w:r w:rsidR="00EA518F">
        <w:t xml:space="preserve"> </w:t>
      </w:r>
      <w:r w:rsidRPr="00EA518F">
        <w:t>Возникает</w:t>
      </w:r>
      <w:r w:rsidR="00EA518F">
        <w:t xml:space="preserve"> </w:t>
      </w:r>
      <w:r w:rsidRPr="00EA518F">
        <w:t>противоречие,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решает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называемый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Монте-Карло.</w:t>
      </w:r>
      <w:r w:rsidR="00EA518F">
        <w:t xml:space="preserve"> </w:t>
      </w:r>
      <w:r w:rsidRPr="00EA518F">
        <w:t>Собственно,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основным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имитации.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реализации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знать</w:t>
      </w:r>
      <w:r w:rsidR="00EA518F">
        <w:t xml:space="preserve"> </w:t>
      </w:r>
      <w:r w:rsidRPr="00EA518F">
        <w:t>некоторые</w:t>
      </w:r>
      <w:r w:rsidR="00EA518F">
        <w:t xml:space="preserve"> </w:t>
      </w:r>
      <w:r w:rsidRPr="00EA518F">
        <w:t>статистические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фактора</w:t>
      </w:r>
      <w:r w:rsidR="00EA518F">
        <w:t xml:space="preserve"> </w:t>
      </w:r>
      <w:r w:rsidRPr="00EA518F">
        <w:t>Е</w:t>
      </w:r>
      <w:r w:rsidR="00EA518F">
        <w:t xml:space="preserve"> </w:t>
      </w:r>
      <w:r w:rsidRPr="00EA518F">
        <w:t>(например,</w:t>
      </w:r>
      <w:r w:rsidR="00EA518F">
        <w:t xml:space="preserve"> </w:t>
      </w:r>
      <w:r w:rsidRPr="00EA518F">
        <w:t>закон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распределения).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свойства,</w:t>
      </w:r>
      <w:r w:rsidR="00EA518F">
        <w:t xml:space="preserve"> </w:t>
      </w:r>
      <w:r w:rsidRPr="00EA518F">
        <w:t>вообще</w:t>
      </w:r>
      <w:r w:rsidR="00EA518F">
        <w:t xml:space="preserve"> </w:t>
      </w:r>
      <w:r w:rsidRPr="00EA518F">
        <w:t>говоря,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зависеть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Y,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U.</w:t>
      </w:r>
      <w:r w:rsidR="00EA518F">
        <w:t xml:space="preserve"> </w:t>
      </w:r>
      <w:r w:rsidRPr="00EA518F">
        <w:t>Располагая</w:t>
      </w:r>
      <w:r w:rsidR="00EA518F">
        <w:t xml:space="preserve"> </w:t>
      </w:r>
      <w:r w:rsidRPr="00EA518F">
        <w:t>этими</w:t>
      </w:r>
      <w:r w:rsidR="00EA518F">
        <w:t xml:space="preserve"> </w:t>
      </w:r>
      <w:r w:rsidRPr="00EA518F">
        <w:t>сведениями,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моделировать</w:t>
      </w:r>
      <w:r w:rsidR="00EA518F">
        <w:t xml:space="preserve"> </w:t>
      </w:r>
      <w:r w:rsidRPr="00EA518F">
        <w:t>ненаблюдаемый</w:t>
      </w:r>
      <w:r w:rsidR="00EA518F">
        <w:t xml:space="preserve"> </w:t>
      </w:r>
      <w:r w:rsidRPr="00EA518F">
        <w:t>фактор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рядов: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46" type="#_x0000_t75" style="width:98.25pt;height:27pt" fillcolor="window">
            <v:imagedata r:id="rId122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j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индекс</w:t>
      </w:r>
      <w:r w:rsidR="00EA518F">
        <w:t xml:space="preserve"> </w:t>
      </w:r>
      <w:r w:rsidRPr="00EA518F">
        <w:t>внизу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дискретному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верхний</w:t>
      </w:r>
      <w:r w:rsidR="00EA518F">
        <w:t xml:space="preserve"> </w:t>
      </w:r>
      <w:r w:rsidRPr="00EA518F">
        <w:noBreakHyphen/>
      </w:r>
      <w:r w:rsidR="00EA518F">
        <w:t xml:space="preserve"> </w:t>
      </w:r>
      <w:r w:rsidRPr="00EA518F">
        <w:t>номеру</w:t>
      </w:r>
      <w:r w:rsidR="00EA518F">
        <w:t xml:space="preserve"> </w:t>
      </w:r>
      <w:r w:rsidRPr="00EA518F">
        <w:t>моделируемого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(всего</w:t>
      </w:r>
      <w:r w:rsidR="00EA518F">
        <w:t xml:space="preserve"> </w:t>
      </w:r>
      <w:r w:rsidRPr="00EA518F">
        <w:t>моделируется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статистически</w:t>
      </w:r>
      <w:r w:rsidR="00EA518F">
        <w:t xml:space="preserve"> </w:t>
      </w:r>
      <w:r w:rsidRPr="00EA518F">
        <w:t>эквивалентных</w:t>
      </w:r>
      <w:r w:rsidR="00EA518F">
        <w:t xml:space="preserve"> </w:t>
      </w:r>
      <w:r w:rsidRPr="00EA518F">
        <w:t>рядов).</w:t>
      </w:r>
      <w:r w:rsidR="00EA518F">
        <w:t xml:space="preserve"> </w:t>
      </w:r>
      <w:r w:rsidRPr="00EA518F">
        <w:t>Естественно,</w:t>
      </w:r>
      <w:r w:rsidR="00EA518F">
        <w:t xml:space="preserve"> </w:t>
      </w:r>
      <w:r w:rsidRPr="00EA518F">
        <w:t>ни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рядов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точной</w:t>
      </w:r>
      <w:r w:rsidR="00EA518F">
        <w:t xml:space="preserve"> </w:t>
      </w:r>
      <w:r w:rsidRPr="00EA518F">
        <w:t>реализацией</w:t>
      </w:r>
      <w:r w:rsidR="00EA518F">
        <w:t xml:space="preserve"> </w:t>
      </w:r>
      <w:r w:rsidRPr="00EA518F">
        <w:t>действительности,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статистические</w:t>
      </w:r>
      <w:r w:rsidR="00EA518F">
        <w:t xml:space="preserve"> </w:t>
      </w:r>
      <w:r w:rsidRPr="00EA518F">
        <w:t>свойства,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реальный.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ряды</w:t>
      </w:r>
      <w:r w:rsidR="00EA518F">
        <w:t xml:space="preserve"> </w:t>
      </w:r>
      <w:r w:rsidR="00E8503A">
        <w:pict>
          <v:shape id="_x0000_i1147" type="#_x0000_t75" style="width:21.75pt;height:24pt" fillcolor="window">
            <v:imagedata r:id="rId123" o:title=""/>
          </v:shape>
        </w:pict>
      </w:r>
      <w:r w:rsidR="00EA518F">
        <w:t xml:space="preserve"> </w:t>
      </w:r>
      <w:r w:rsidRPr="00EA518F">
        <w:t>позволяют</w:t>
      </w:r>
      <w:r w:rsidR="00EA518F">
        <w:t xml:space="preserve"> </w:t>
      </w:r>
      <w:r w:rsidRPr="00EA518F">
        <w:t>исследовать</w:t>
      </w:r>
      <w:r w:rsidR="00EA518F">
        <w:t xml:space="preserve"> </w:t>
      </w:r>
      <w:r w:rsidRPr="00EA518F">
        <w:t>статистические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(9.1).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</w:t>
      </w:r>
      <w:r w:rsidR="00EA518F">
        <w:t xml:space="preserve"> </w:t>
      </w:r>
      <w:r w:rsidRPr="00EA518F">
        <w:t>поведение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"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среднем"</w:t>
      </w:r>
      <w:r w:rsidR="00EA518F">
        <w:t xml:space="preserve"> </w:t>
      </w:r>
      <w:r w:rsidRPr="00EA518F">
        <w:t>описывается</w:t>
      </w:r>
      <w:r w:rsidR="00EA518F">
        <w:t xml:space="preserve"> </w:t>
      </w:r>
      <w:r w:rsidRPr="00EA518F">
        <w:t>как: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48" type="#_x0000_t75" style="width:75pt;height:45pt" fillcolor="window">
            <v:imagedata r:id="rId124" o:title=""/>
          </v:shape>
        </w:pict>
      </w:r>
      <w:r w:rsidR="007B6CD4" w:rsidRPr="00EA518F">
        <w:t>,</w:t>
      </w:r>
      <w:r w:rsidR="00EA518F">
        <w:t xml:space="preserve"> </w:t>
      </w:r>
      <w:r>
        <w:pict>
          <v:shape id="_x0000_i1149" type="#_x0000_t75" style="width:84pt;height:18pt" fillcolor="window">
            <v:imagedata r:id="rId125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Y</w:t>
      </w:r>
      <w:r w:rsidRPr="00EA518F">
        <w:rPr>
          <w:vertAlign w:val="subscript"/>
        </w:rPr>
        <w:t>i</w:t>
      </w:r>
      <w:r w:rsidRPr="00EA518F">
        <w:rPr>
          <w:vertAlign w:val="superscript"/>
        </w:rPr>
        <w:t>j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j-я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i-ый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50" type="#_x0000_t75" style="width:147pt;height:24pt" fillcolor="window">
            <v:imagedata r:id="rId126" o:title=""/>
          </v:shape>
        </w:pict>
      </w:r>
      <w:r w:rsidR="00EA518F">
        <w:t xml:space="preserve"> </w:t>
      </w:r>
      <w:r w:rsidR="007B6CD4" w:rsidRPr="00EA518F">
        <w:t>i=1,2,....,N.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Дисперсия</w:t>
      </w:r>
      <w:r w:rsidR="00EA518F">
        <w:t xml:space="preserve"> </w:t>
      </w:r>
      <w:r w:rsidRPr="00EA518F">
        <w:t>выхода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вычисляется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E8503A">
        <w:pict>
          <v:shape id="_x0000_i1151" type="#_x0000_t75" style="width:173.25pt;height:45pt" fillcolor="window">
            <v:imagedata r:id="rId127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позволяет</w:t>
      </w:r>
      <w:r w:rsidR="00EA518F">
        <w:t xml:space="preserve"> </w:t>
      </w:r>
      <w:r w:rsidRPr="00EA518F">
        <w:t>оценить</w:t>
      </w:r>
      <w:r w:rsidR="00EA518F">
        <w:t xml:space="preserve"> </w:t>
      </w:r>
      <w:r w:rsidRPr="00EA518F">
        <w:t>статистические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путем</w:t>
      </w:r>
      <w:r w:rsidR="00EA518F">
        <w:t xml:space="preserve"> </w:t>
      </w:r>
      <w:r w:rsidRPr="00EA518F">
        <w:t>вероятностного</w:t>
      </w:r>
      <w:r w:rsidR="00EA518F">
        <w:t xml:space="preserve"> </w:t>
      </w:r>
      <w:r w:rsidRPr="00EA518F">
        <w:t>"разыгрывания"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модели,</w:t>
      </w:r>
      <w:r w:rsidR="00EA518F">
        <w:t xml:space="preserve"> </w:t>
      </w:r>
      <w:r w:rsidRPr="00EA518F">
        <w:t>причем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поведения</w:t>
      </w:r>
      <w:r w:rsidR="00EA518F">
        <w:t xml:space="preserve"> </w:t>
      </w:r>
      <w:r w:rsidRPr="00EA518F">
        <w:t>отличается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различными</w:t>
      </w:r>
      <w:r w:rsidR="00EA518F">
        <w:t xml:space="preserve"> </w:t>
      </w:r>
      <w:r w:rsidRPr="00EA518F">
        <w:t>значениями</w:t>
      </w:r>
      <w:r w:rsidR="00EA518F">
        <w:t xml:space="preserve"> </w:t>
      </w:r>
      <w:r w:rsidRPr="00EA518F">
        <w:t>ненаблюдаемого</w:t>
      </w:r>
      <w:r w:rsidR="00EA518F">
        <w:t xml:space="preserve"> </w:t>
      </w:r>
      <w:r w:rsidRPr="00EA518F">
        <w:t>фактора</w:t>
      </w:r>
      <w:r w:rsidR="00EA518F">
        <w:t xml:space="preserve"> </w:t>
      </w:r>
      <w:r w:rsidRPr="00EA518F">
        <w:t>Е.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сущности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решена</w:t>
      </w:r>
      <w:r w:rsidR="00EA518F">
        <w:t xml:space="preserve"> </w:t>
      </w:r>
      <w:r w:rsidRPr="00EA518F">
        <w:t>любая</w:t>
      </w:r>
      <w:r w:rsidR="00EA518F">
        <w:t xml:space="preserve"> </w:t>
      </w:r>
      <w:r w:rsidRPr="00EA518F">
        <w:t>вероятностная</w:t>
      </w:r>
      <w:r w:rsidR="00EA518F">
        <w:t xml:space="preserve"> </w:t>
      </w:r>
      <w:r w:rsidRPr="00EA518F">
        <w:t>задача,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оправданным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становится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тогда,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процедура</w:t>
      </w:r>
      <w:r w:rsidR="00EA518F">
        <w:t xml:space="preserve"> </w:t>
      </w:r>
      <w:r w:rsidRPr="00EA518F">
        <w:t>розыгрыша</w:t>
      </w:r>
      <w:r w:rsidR="00EA518F">
        <w:t xml:space="preserve"> </w:t>
      </w:r>
      <w:r w:rsidRPr="00EA518F">
        <w:t>проще,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сложнее</w:t>
      </w:r>
      <w:r w:rsidR="00EA518F">
        <w:t xml:space="preserve"> </w:t>
      </w:r>
      <w:r w:rsidRPr="00EA518F">
        <w:t>аналитического</w:t>
      </w:r>
      <w:r w:rsidR="00EA518F">
        <w:t xml:space="preserve"> </w:t>
      </w:r>
      <w:r w:rsidRPr="00EA518F">
        <w:t>расчета.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задачах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операций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применяется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трех</w:t>
      </w:r>
      <w:r w:rsidR="00EA518F">
        <w:t xml:space="preserve"> </w:t>
      </w:r>
      <w:r w:rsidRPr="00EA518F">
        <w:t>основных</w:t>
      </w:r>
      <w:r w:rsidR="00EA518F">
        <w:t xml:space="preserve"> </w:t>
      </w:r>
      <w:r w:rsidRPr="00EA518F">
        <w:t>ролях: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Моделирование</w:t>
      </w:r>
      <w:r w:rsidR="00EA518F">
        <w:t xml:space="preserve"> </w:t>
      </w:r>
      <w:r w:rsidRPr="00EA518F">
        <w:t>сложных,</w:t>
      </w:r>
      <w:r w:rsidR="00EA518F">
        <w:t xml:space="preserve"> </w:t>
      </w:r>
      <w:r w:rsidRPr="00EA518F">
        <w:t>комплексных</w:t>
      </w:r>
      <w:r w:rsidR="00EA518F">
        <w:t xml:space="preserve"> </w:t>
      </w:r>
      <w:r w:rsidRPr="00EA518F">
        <w:t>объектов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операций,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присутствует</w:t>
      </w:r>
      <w:r w:rsidR="00EA518F">
        <w:t xml:space="preserve"> </w:t>
      </w:r>
      <w:r w:rsidRPr="00EA518F">
        <w:t>много</w:t>
      </w:r>
      <w:r w:rsidR="00EA518F">
        <w:t xml:space="preserve"> </w:t>
      </w:r>
      <w:r w:rsidRPr="00EA518F">
        <w:t>взаимодействующих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факторов.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Проверка</w:t>
      </w:r>
      <w:r w:rsidR="00EA518F">
        <w:t xml:space="preserve"> </w:t>
      </w:r>
      <w:r w:rsidRPr="00EA518F">
        <w:t>применимости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простых</w:t>
      </w:r>
      <w:r w:rsidR="00EA518F">
        <w:t xml:space="preserve"> </w:t>
      </w:r>
      <w:r w:rsidRPr="00EA518F">
        <w:t>аналитических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выяснений</w:t>
      </w:r>
      <w:r w:rsidR="00EA518F">
        <w:t xml:space="preserve"> </w:t>
      </w:r>
      <w:r w:rsidRPr="00EA518F">
        <w:t>условий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применимости.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целях</w:t>
      </w:r>
      <w:r w:rsidR="00EA518F">
        <w:t xml:space="preserve"> </w:t>
      </w:r>
      <w:r w:rsidRPr="00EA518F">
        <w:t>выработки</w:t>
      </w:r>
      <w:r w:rsidR="00EA518F">
        <w:t xml:space="preserve"> </w:t>
      </w:r>
      <w:r w:rsidRPr="00EA518F">
        <w:t>поправок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аналитическим</w:t>
      </w:r>
      <w:r w:rsidR="00EA518F">
        <w:t xml:space="preserve"> </w:t>
      </w:r>
      <w:r w:rsidRPr="00EA518F">
        <w:t>формулам</w:t>
      </w:r>
      <w:r w:rsidR="00EA518F">
        <w:t xml:space="preserve"> </w:t>
      </w:r>
      <w:r w:rsidRPr="00EA518F">
        <w:t>"типа</w:t>
      </w:r>
      <w:r w:rsidR="00EA518F">
        <w:t xml:space="preserve"> </w:t>
      </w:r>
      <w:r w:rsidRPr="00EA518F">
        <w:t>эмпирических</w:t>
      </w:r>
      <w:r w:rsidR="00EA518F">
        <w:t xml:space="preserve"> </w:t>
      </w:r>
      <w:r w:rsidRPr="00EA518F">
        <w:t>формул"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технике.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своеобразным</w:t>
      </w:r>
      <w:r w:rsidR="00EA518F">
        <w:t xml:space="preserve"> </w:t>
      </w:r>
      <w:r w:rsidRPr="00EA518F">
        <w:t>ОТК</w:t>
      </w:r>
      <w:r w:rsidR="00EA518F">
        <w:t xml:space="preserve"> </w:t>
      </w:r>
      <w:r w:rsidRPr="00EA518F">
        <w:t>математических</w:t>
      </w:r>
      <w:r w:rsidR="00EA518F">
        <w:t xml:space="preserve"> </w:t>
      </w:r>
      <w:r w:rsidRPr="00EA518F">
        <w:t>методов.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статистические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требуют</w:t>
      </w:r>
      <w:r w:rsidR="00EA518F">
        <w:t xml:space="preserve"> </w:t>
      </w:r>
      <w:r w:rsidRPr="00EA518F">
        <w:t>серьезных</w:t>
      </w:r>
      <w:r w:rsidR="00EA518F">
        <w:t xml:space="preserve"> </w:t>
      </w:r>
      <w:r w:rsidRPr="00EA518F">
        <w:t>допущений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упрощений.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такую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вписывается</w:t>
      </w:r>
      <w:r w:rsidR="00EA518F">
        <w:t xml:space="preserve"> </w:t>
      </w:r>
      <w:r w:rsidRPr="00EA518F">
        <w:t>все,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угодно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любые</w:t>
      </w:r>
      <w:r w:rsidR="00EA518F">
        <w:t xml:space="preserve"> </w:t>
      </w:r>
      <w:r w:rsidRPr="00EA518F">
        <w:t>законы</w:t>
      </w:r>
      <w:r w:rsidR="00EA518F">
        <w:t xml:space="preserve"> </w:t>
      </w:r>
      <w:r w:rsidRPr="00EA518F">
        <w:t>распределения,</w:t>
      </w:r>
      <w:r w:rsidR="00EA518F">
        <w:t xml:space="preserve"> </w:t>
      </w:r>
      <w:r w:rsidRPr="00EA518F">
        <w:t>любая</w:t>
      </w:r>
      <w:r w:rsidR="00EA518F">
        <w:t xml:space="preserve"> </w:t>
      </w:r>
      <w:r w:rsidRPr="00EA518F">
        <w:t>сложность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множественность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состояний.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Главный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недостаток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моделей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громоздкость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трудоемкость.</w:t>
      </w:r>
      <w:r w:rsidR="00EA518F">
        <w:t xml:space="preserve"> </w:t>
      </w:r>
      <w:r w:rsidRPr="00EA518F">
        <w:t>Огромное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реализаций,</w:t>
      </w:r>
      <w:r w:rsidR="00EA518F">
        <w:t xml:space="preserve"> </w:t>
      </w:r>
      <w:r w:rsidRPr="00EA518F">
        <w:t>необходимое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искомых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приемлемой</w:t>
      </w:r>
      <w:r w:rsidR="00EA518F">
        <w:t xml:space="preserve"> </w:t>
      </w:r>
      <w:r w:rsidRPr="00EA518F">
        <w:t>точностью,</w:t>
      </w:r>
      <w:r w:rsidR="00EA518F">
        <w:t xml:space="preserve"> </w:t>
      </w:r>
      <w:r w:rsidRPr="00EA518F">
        <w:t>требует</w:t>
      </w:r>
      <w:r w:rsidR="00EA518F">
        <w:t xml:space="preserve"> </w:t>
      </w:r>
      <w:r w:rsidRPr="00EA518F">
        <w:t>большого</w:t>
      </w:r>
      <w:r w:rsidR="00EA518F">
        <w:t xml:space="preserve"> </w:t>
      </w:r>
      <w:r w:rsidRPr="00EA518F">
        <w:t>расхода</w:t>
      </w:r>
      <w:r w:rsidR="00EA518F">
        <w:t xml:space="preserve"> </w:t>
      </w:r>
      <w:r w:rsidRPr="00EA518F">
        <w:t>машинного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Кроме</w:t>
      </w:r>
      <w:r w:rsidR="00EA518F">
        <w:t xml:space="preserve"> </w:t>
      </w:r>
      <w:r w:rsidRPr="00EA518F">
        <w:t>этого,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такого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труднее</w:t>
      </w:r>
      <w:r w:rsidR="00EA518F">
        <w:t xml:space="preserve"> </w:t>
      </w:r>
      <w:r w:rsidRPr="00EA518F">
        <w:t>осмыслить,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расчеты</w:t>
      </w:r>
      <w:r w:rsidR="00EA518F">
        <w:t xml:space="preserve"> </w:t>
      </w:r>
      <w:r w:rsidRPr="00EA518F">
        <w:t>аналитическими</w:t>
      </w:r>
      <w:r w:rsidR="00EA518F">
        <w:t xml:space="preserve"> </w:t>
      </w:r>
      <w:r w:rsidRPr="00EA518F">
        <w:t>методами</w:t>
      </w:r>
      <w:r w:rsidR="00EA518F">
        <w:t xml:space="preserve"> </w:t>
      </w:r>
      <w:r w:rsidRPr="00EA518F">
        <w:t>и,</w:t>
      </w:r>
      <w:r w:rsidR="00EA518F">
        <w:t xml:space="preserve"> </w:t>
      </w:r>
      <w:r w:rsidRPr="00EA518F">
        <w:t>соответственно,</w:t>
      </w:r>
      <w:r w:rsidR="00EA518F">
        <w:t xml:space="preserve"> </w:t>
      </w:r>
      <w:r w:rsidRPr="00EA518F">
        <w:t>труднее</w:t>
      </w:r>
      <w:r w:rsidR="00EA518F">
        <w:t xml:space="preserve"> </w:t>
      </w:r>
      <w:r w:rsidRPr="00EA518F">
        <w:t>оптимизировать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(в</w:t>
      </w:r>
      <w:r w:rsidR="00EA518F">
        <w:t xml:space="preserve"> </w:t>
      </w:r>
      <w:r w:rsidRPr="00EA518F">
        <w:t>основном,</w:t>
      </w:r>
      <w:r w:rsidR="00EA518F">
        <w:t xml:space="preserve"> </w:t>
      </w:r>
      <w:r w:rsidRPr="00EA518F">
        <w:t>наощупь).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целесообразным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сочетание</w:t>
      </w:r>
      <w:r w:rsidR="00EA518F">
        <w:t xml:space="preserve"> </w:t>
      </w:r>
      <w:r w:rsidRPr="00EA518F">
        <w:t>аналитических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имитационных</w:t>
      </w:r>
      <w:r w:rsidR="00EA518F">
        <w:t xml:space="preserve"> </w:t>
      </w:r>
      <w:r w:rsidRPr="00EA518F">
        <w:t>методов.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аналитическими</w:t>
      </w:r>
      <w:r w:rsidR="00EA518F">
        <w:t xml:space="preserve"> </w:t>
      </w:r>
      <w:r w:rsidRPr="00EA518F">
        <w:t>методами</w:t>
      </w:r>
      <w:r w:rsidR="00EA518F">
        <w:t xml:space="preserve"> </w:t>
      </w:r>
      <w:r w:rsidRPr="00EA518F">
        <w:t>рассчитываются</w:t>
      </w:r>
      <w:r w:rsidR="00EA518F">
        <w:t xml:space="preserve"> </w:t>
      </w:r>
      <w:r w:rsidRPr="00EA518F">
        <w:t>отдельные</w:t>
      </w:r>
      <w:r w:rsidR="00EA518F">
        <w:t xml:space="preserve"> </w:t>
      </w:r>
      <w:r w:rsidRPr="00EA518F">
        <w:t>элементы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блоки</w:t>
      </w:r>
      <w:r w:rsidR="00EA518F">
        <w:t xml:space="preserve"> </w:t>
      </w:r>
      <w:r w:rsidRPr="00EA518F">
        <w:t>сложной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затем,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"кирпичиков",</w:t>
      </w:r>
      <w:r w:rsidR="00EA518F">
        <w:t xml:space="preserve"> </w:t>
      </w:r>
      <w:r w:rsidRPr="00EA518F">
        <w:t>строится</w:t>
      </w:r>
      <w:r w:rsidR="00EA518F">
        <w:t xml:space="preserve"> </w:t>
      </w:r>
      <w:r w:rsidRPr="00EA518F">
        <w:t>большая</w:t>
      </w:r>
      <w:r w:rsidR="00EA518F">
        <w:t xml:space="preserve"> </w:t>
      </w:r>
      <w:r w:rsidRPr="00EA518F">
        <w:t>сложная</w:t>
      </w:r>
      <w:r w:rsidR="00EA518F">
        <w:t xml:space="preserve"> </w:t>
      </w:r>
      <w:r w:rsidRPr="00EA518F">
        <w:t>имитационная</w:t>
      </w:r>
      <w:r w:rsidR="00EA518F">
        <w:t xml:space="preserve"> </w:t>
      </w:r>
      <w:r w:rsidRPr="00EA518F">
        <w:t>модель.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Основным</w:t>
      </w:r>
      <w:r w:rsidR="00EA518F">
        <w:t xml:space="preserve"> </w:t>
      </w:r>
      <w:r w:rsidRPr="00EA518F">
        <w:t>элементом,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совокупности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складывается</w:t>
      </w:r>
      <w:r w:rsidR="00EA518F">
        <w:t xml:space="preserve"> </w:t>
      </w:r>
      <w:r w:rsidRPr="00EA518F">
        <w:t>статистическая</w:t>
      </w:r>
      <w:r w:rsidR="00EA518F">
        <w:t xml:space="preserve"> </w:t>
      </w:r>
      <w:r w:rsidRPr="00EA518F">
        <w:t>модель,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случайная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моделируемого</w:t>
      </w:r>
      <w:r w:rsidR="00EA518F">
        <w:t xml:space="preserve"> </w:t>
      </w:r>
      <w:r w:rsidRPr="00EA518F">
        <w:t>явления.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Реализация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экземпляр</w:t>
      </w:r>
      <w:r w:rsidR="00EA518F">
        <w:t xml:space="preserve"> </w:t>
      </w:r>
      <w:r w:rsidRPr="00EA518F">
        <w:t>случайного</w:t>
      </w:r>
      <w:r w:rsidR="00EA518F">
        <w:t xml:space="preserve"> </w:t>
      </w:r>
      <w:r w:rsidRPr="00EA518F">
        <w:t>явления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всеми</w:t>
      </w:r>
      <w:r w:rsidR="00EA518F">
        <w:t xml:space="preserve"> </w:t>
      </w:r>
      <w:r w:rsidRPr="00EA518F">
        <w:t>присущими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случайностями.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реализации</w:t>
      </w:r>
      <w:r w:rsidR="00EA518F">
        <w:t xml:space="preserve"> </w:t>
      </w:r>
      <w:r w:rsidRPr="00EA518F">
        <w:t>отличаются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другой.</w:t>
      </w:r>
      <w:r w:rsidR="00EA518F">
        <w:t xml:space="preserve"> </w:t>
      </w:r>
      <w:r w:rsidRPr="00EA518F">
        <w:t>Отдельная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разыгрывается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специально</w:t>
      </w:r>
      <w:r w:rsidR="00EA518F">
        <w:t xml:space="preserve"> </w:t>
      </w:r>
      <w:r w:rsidRPr="00EA518F">
        <w:t>разработанной</w:t>
      </w:r>
      <w:r w:rsidR="00EA518F">
        <w:t xml:space="preserve"> </w:t>
      </w:r>
      <w:r w:rsidRPr="00EA518F">
        <w:t>процедуры</w:t>
      </w:r>
      <w:r w:rsidR="00EA518F">
        <w:t xml:space="preserve"> </w:t>
      </w:r>
      <w:r w:rsidRPr="00EA518F">
        <w:t>(алгоритма),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основную</w:t>
      </w:r>
      <w:r w:rsidR="00EA518F">
        <w:t xml:space="preserve"> </w:t>
      </w:r>
      <w:r w:rsidRPr="00EA518F">
        <w:t>роль</w:t>
      </w:r>
      <w:r w:rsidR="00EA518F">
        <w:t xml:space="preserve"> </w:t>
      </w:r>
      <w:r w:rsidRPr="00EA518F">
        <w:t>играет</w:t>
      </w:r>
      <w:r w:rsidR="00EA518F">
        <w:t xml:space="preserve"> </w:t>
      </w:r>
      <w:r w:rsidRPr="00EA518F">
        <w:t>"жребий"</w:t>
      </w:r>
      <w:r w:rsidR="00EA518F">
        <w:t xml:space="preserve"> </w:t>
      </w:r>
      <w:r w:rsidRPr="00EA518F">
        <w:t>или,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говорят,</w:t>
      </w:r>
      <w:r w:rsidR="00EA518F">
        <w:t xml:space="preserve"> </w:t>
      </w:r>
      <w:r w:rsidRPr="00EA518F">
        <w:t>"бросание</w:t>
      </w:r>
      <w:r w:rsidR="00EA518F">
        <w:t xml:space="preserve"> </w:t>
      </w:r>
      <w:r w:rsidRPr="00EA518F">
        <w:t>жребия".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раз,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ход</w:t>
      </w:r>
      <w:r w:rsidR="00EA518F">
        <w:t xml:space="preserve"> </w:t>
      </w:r>
      <w:r w:rsidRPr="00EA518F">
        <w:t>явления</w:t>
      </w:r>
      <w:r w:rsidR="00EA518F">
        <w:t xml:space="preserve"> </w:t>
      </w:r>
      <w:r w:rsidRPr="00EA518F">
        <w:t>вмешивается</w:t>
      </w:r>
      <w:r w:rsidR="00EA518F">
        <w:t xml:space="preserve"> </w:t>
      </w:r>
      <w:r w:rsidRPr="00EA518F">
        <w:t>случай,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влияние</w:t>
      </w:r>
      <w:r w:rsidR="00EA518F">
        <w:t xml:space="preserve"> </w:t>
      </w:r>
      <w:r w:rsidRPr="00EA518F">
        <w:t>учитывается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расчетом,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жребием.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Понятие</w:t>
      </w:r>
      <w:r w:rsidR="00EA518F">
        <w:t xml:space="preserve"> </w:t>
      </w:r>
      <w:r w:rsidRPr="00EA518F">
        <w:t>"жребия".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ходе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наступил</w:t>
      </w:r>
      <w:r w:rsidR="00EA518F">
        <w:t xml:space="preserve"> </w:t>
      </w:r>
      <w:r w:rsidRPr="00EA518F">
        <w:t>момент,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дальнейшее</w:t>
      </w:r>
      <w:r w:rsidR="00EA518F">
        <w:t xml:space="preserve"> </w:t>
      </w:r>
      <w:r w:rsidRPr="00EA518F">
        <w:t>развитие</w:t>
      </w:r>
      <w:r w:rsidR="00EA518F">
        <w:t xml:space="preserve"> </w:t>
      </w:r>
      <w:r w:rsidRPr="00EA518F">
        <w:t>(а</w:t>
      </w:r>
      <w:r w:rsidR="00EA518F">
        <w:t xml:space="preserve"> </w:t>
      </w:r>
      <w:r w:rsidRPr="00EA518F">
        <w:t>значит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результат)</w:t>
      </w:r>
      <w:r w:rsidR="00EA518F">
        <w:t xml:space="preserve"> </w:t>
      </w:r>
      <w:r w:rsidRPr="00EA518F">
        <w:t>зависит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произошло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какое-то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А.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Тогда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"бросанием</w:t>
      </w:r>
      <w:r w:rsidR="00EA518F">
        <w:t xml:space="preserve"> </w:t>
      </w:r>
      <w:r w:rsidRPr="00EA518F">
        <w:t>жребия"</w:t>
      </w:r>
      <w:r w:rsidR="00EA518F">
        <w:t xml:space="preserve"> </w:t>
      </w:r>
      <w:r w:rsidRPr="00EA518F">
        <w:t>решить</w:t>
      </w:r>
      <w:r w:rsidR="00EA518F">
        <w:t xml:space="preserve"> </w:t>
      </w:r>
      <w:r w:rsidRPr="00EA518F">
        <w:t>вопрос:</w:t>
      </w:r>
      <w:r w:rsidR="00EA518F">
        <w:t xml:space="preserve"> </w:t>
      </w:r>
      <w:r w:rsidRPr="00EA518F">
        <w:t>произошло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нет?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осуществить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жребий?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привести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действие</w:t>
      </w:r>
      <w:r w:rsidR="00EA518F">
        <w:t xml:space="preserve"> </w:t>
      </w:r>
      <w:r w:rsidRPr="00EA518F">
        <w:t>какой-либо</w:t>
      </w:r>
      <w:r w:rsidR="00EA518F">
        <w:t xml:space="preserve"> </w:t>
      </w:r>
      <w:r w:rsidRPr="00EA518F">
        <w:t>механизм</w:t>
      </w:r>
      <w:r w:rsidR="00EA518F">
        <w:t xml:space="preserve"> </w:t>
      </w:r>
      <w:r w:rsidRPr="00EA518F">
        <w:t>случайного</w:t>
      </w:r>
      <w:r w:rsidR="00EA518F">
        <w:t xml:space="preserve"> </w:t>
      </w:r>
      <w:r w:rsidRPr="00EA518F">
        <w:t>выбора.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жребий</w:t>
      </w:r>
      <w:r w:rsidR="00EA518F">
        <w:t xml:space="preserve"> </w:t>
      </w:r>
      <w:r w:rsidRPr="00EA518F">
        <w:t>бросается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узнать,</w:t>
      </w:r>
      <w:r w:rsidR="00EA518F">
        <w:t xml:space="preserve"> </w:t>
      </w:r>
      <w:r w:rsidRPr="00EA518F">
        <w:t>произошло</w:t>
      </w:r>
      <w:r w:rsidR="00EA518F">
        <w:t xml:space="preserve"> </w:t>
      </w:r>
      <w:r w:rsidRPr="00EA518F">
        <w:t>ли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А,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организовать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розыгрыша</w:t>
      </w:r>
      <w:r w:rsidR="00EA518F">
        <w:t xml:space="preserve"> </w:t>
      </w:r>
      <w:r w:rsidRPr="00EA518F">
        <w:t>имел</w:t>
      </w:r>
      <w:r w:rsidR="00EA518F">
        <w:t xml:space="preserve"> </w:t>
      </w:r>
      <w:r w:rsidRPr="00EA518F">
        <w:t>ту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вероятность,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Кроме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ход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исход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влиять</w:t>
      </w:r>
      <w:r w:rsidR="00EA518F">
        <w:t xml:space="preserve"> </w:t>
      </w:r>
      <w:r w:rsidRPr="00EA518F">
        <w:t>различные</w:t>
      </w:r>
      <w:r w:rsidR="00EA518F">
        <w:t xml:space="preserve"> </w:t>
      </w:r>
      <w:r w:rsidRPr="00EA518F">
        <w:t>случайные</w:t>
      </w:r>
      <w:r w:rsidR="00EA518F">
        <w:t xml:space="preserve"> </w:t>
      </w:r>
      <w:r w:rsidRPr="00EA518F">
        <w:t>величины.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жребия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разыграть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случайной</w:t>
      </w:r>
      <w:r w:rsidR="00EA518F">
        <w:t xml:space="preserve"> </w:t>
      </w:r>
      <w:r w:rsidRPr="00EA518F">
        <w:t>величины,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совокупности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нескольких</w:t>
      </w:r>
      <w:r w:rsidR="00EA518F">
        <w:t xml:space="preserve"> </w:t>
      </w:r>
      <w:r w:rsidRPr="00EA518F">
        <w:t>величин.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Условимся</w:t>
      </w:r>
      <w:r w:rsidR="00EA518F">
        <w:t xml:space="preserve"> </w:t>
      </w:r>
      <w:r w:rsidRPr="00EA518F">
        <w:t>называть</w:t>
      </w:r>
      <w:r w:rsidR="00EA518F">
        <w:t xml:space="preserve"> </w:t>
      </w:r>
      <w:r w:rsidRPr="00EA518F">
        <w:t>"единичным</w:t>
      </w:r>
      <w:r w:rsidR="00EA518F">
        <w:t xml:space="preserve"> </w:t>
      </w:r>
      <w:r w:rsidRPr="00EA518F">
        <w:t>жребием"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опыт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случайным</w:t>
      </w:r>
      <w:r w:rsidR="00EA518F">
        <w:t xml:space="preserve"> </w:t>
      </w:r>
      <w:r w:rsidRPr="00EA518F">
        <w:t>исходом,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отвечает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следующих</w:t>
      </w:r>
      <w:r w:rsidR="00EA518F">
        <w:t xml:space="preserve"> </w:t>
      </w:r>
      <w:r w:rsidRPr="00EA518F">
        <w:t>вопросов: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Произошло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событие</w:t>
      </w:r>
      <w:r w:rsidR="00EA518F">
        <w:t xml:space="preserve"> </w:t>
      </w:r>
      <w:r w:rsidRPr="00EA518F">
        <w:t>А?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Какое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А1,</w:t>
      </w:r>
      <w:r w:rsidR="00EA518F">
        <w:t xml:space="preserve"> </w:t>
      </w:r>
      <w:r w:rsidRPr="00EA518F">
        <w:t>А2,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Аk</w:t>
      </w:r>
      <w:r w:rsidR="00EA518F">
        <w:t xml:space="preserve"> </w:t>
      </w:r>
      <w:r w:rsidRPr="00EA518F">
        <w:t>произошло?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Какое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приняла</w:t>
      </w:r>
      <w:r w:rsidR="00EA518F">
        <w:t xml:space="preserve"> </w:t>
      </w:r>
      <w:r w:rsidRPr="00EA518F">
        <w:t>случайная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Х?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4.</w:t>
      </w:r>
      <w:r w:rsidR="00EA518F">
        <w:t xml:space="preserve"> </w:t>
      </w:r>
      <w:r w:rsidRPr="00EA518F">
        <w:t>Какую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значений</w:t>
      </w:r>
      <w:r w:rsidR="00EA518F">
        <w:t xml:space="preserve"> </w:t>
      </w:r>
      <w:r w:rsidRPr="00EA518F">
        <w:t>приняла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случайных</w:t>
      </w:r>
      <w:r w:rsidR="00EA518F">
        <w:t xml:space="preserve"> </w:t>
      </w:r>
      <w:r w:rsidRPr="00EA518F">
        <w:t>величин</w:t>
      </w:r>
      <w:r w:rsidR="00EA518F">
        <w:t xml:space="preserve"> </w:t>
      </w:r>
      <w:r w:rsidRPr="00EA518F">
        <w:t>Х1,</w:t>
      </w:r>
      <w:r w:rsidR="00EA518F">
        <w:t xml:space="preserve"> </w:t>
      </w:r>
      <w:r w:rsidRPr="00EA518F">
        <w:t>Х2,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Хk?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Любая</w:t>
      </w:r>
      <w:r w:rsidR="00EA518F">
        <w:t xml:space="preserve"> </w:t>
      </w:r>
      <w:r w:rsidRPr="00EA518F">
        <w:t>реализация</w:t>
      </w:r>
      <w:r w:rsidR="00EA518F">
        <w:t xml:space="preserve"> </w:t>
      </w:r>
      <w:r w:rsidRPr="00EA518F">
        <w:t>случайного</w:t>
      </w:r>
      <w:r w:rsidR="00EA518F">
        <w:t xml:space="preserve"> </w:t>
      </w:r>
      <w:r w:rsidRPr="00EA518F">
        <w:t>явления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Монте-Карло</w:t>
      </w:r>
      <w:r w:rsidR="00EA518F">
        <w:t xml:space="preserve"> </w:t>
      </w:r>
      <w:r w:rsidRPr="00EA518F">
        <w:t>строится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цепочки</w:t>
      </w:r>
      <w:r w:rsidR="00EA518F">
        <w:t xml:space="preserve"> </w:t>
      </w:r>
      <w:r w:rsidRPr="00EA518F">
        <w:t>единичных</w:t>
      </w:r>
      <w:r w:rsidR="00EA518F">
        <w:t xml:space="preserve"> </w:t>
      </w:r>
      <w:r w:rsidRPr="00EA518F">
        <w:t>жребиев,</w:t>
      </w:r>
      <w:r w:rsidR="00EA518F">
        <w:t xml:space="preserve"> </w:t>
      </w:r>
      <w:r w:rsidRPr="00EA518F">
        <w:t>перемежающихся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обычными</w:t>
      </w:r>
      <w:r w:rsidR="00EA518F">
        <w:t xml:space="preserve"> </w:t>
      </w:r>
      <w:r w:rsidRPr="00EA518F">
        <w:t>расчетами.</w:t>
      </w:r>
      <w:r w:rsidR="00EA518F">
        <w:t xml:space="preserve"> </w:t>
      </w:r>
      <w:r w:rsidRPr="00EA518F">
        <w:t>Ими</w:t>
      </w:r>
      <w:r w:rsidR="00EA518F">
        <w:t xml:space="preserve"> </w:t>
      </w:r>
      <w:r w:rsidRPr="00EA518F">
        <w:t>учитывается</w:t>
      </w:r>
      <w:r w:rsidR="00EA518F">
        <w:t xml:space="preserve"> </w:t>
      </w:r>
      <w:r w:rsidRPr="00EA518F">
        <w:t>влияние</w:t>
      </w:r>
      <w:r w:rsidR="00EA518F">
        <w:t xml:space="preserve"> </w:t>
      </w:r>
      <w:r w:rsidRPr="00EA518F">
        <w:t>исхода</w:t>
      </w:r>
      <w:r w:rsidR="00EA518F">
        <w:t xml:space="preserve"> </w:t>
      </w:r>
      <w:r w:rsidRPr="00EA518F">
        <w:t>жребия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дальнейший</w:t>
      </w:r>
      <w:r w:rsidR="00EA518F">
        <w:t xml:space="preserve"> </w:t>
      </w:r>
      <w:r w:rsidRPr="00EA518F">
        <w:t>ход</w:t>
      </w:r>
      <w:r w:rsidR="00EA518F">
        <w:t xml:space="preserve"> </w:t>
      </w:r>
      <w:r w:rsidRPr="00EA518F">
        <w:t>событий</w:t>
      </w:r>
      <w:r w:rsidR="00EA518F">
        <w:t xml:space="preserve"> </w:t>
      </w:r>
      <w:r w:rsidRPr="00EA518F">
        <w:t>(в</w:t>
      </w:r>
      <w:r w:rsidR="00EA518F">
        <w:t xml:space="preserve"> </w:t>
      </w:r>
      <w:r w:rsidRPr="00EA518F">
        <w:t>частности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условия,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разыгран</w:t>
      </w:r>
      <w:r w:rsidR="00EA518F">
        <w:t xml:space="preserve"> </w:t>
      </w:r>
      <w:r w:rsidRPr="00EA518F">
        <w:t>следующий</w:t>
      </w:r>
      <w:r w:rsidR="00EA518F">
        <w:t xml:space="preserve"> </w:t>
      </w:r>
      <w:r w:rsidRPr="00EA518F">
        <w:t>жребий).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Единичный</w:t>
      </w:r>
      <w:r w:rsidR="00EA518F">
        <w:t xml:space="preserve"> </w:t>
      </w:r>
      <w:r w:rsidRPr="00EA518F">
        <w:t>жребий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разыгран</w:t>
      </w:r>
      <w:r w:rsidR="00EA518F">
        <w:t xml:space="preserve"> </w:t>
      </w:r>
      <w:r w:rsidRPr="00EA518F">
        <w:t>разными</w:t>
      </w:r>
      <w:r w:rsidR="00EA518F">
        <w:t xml:space="preserve"> </w:t>
      </w:r>
      <w:r w:rsidRPr="00EA518F">
        <w:t>способами,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стандартный</w:t>
      </w:r>
      <w:r w:rsidR="00EA518F">
        <w:t xml:space="preserve"> </w:t>
      </w:r>
      <w:r w:rsidRPr="00EA518F">
        <w:t>механизм,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осуществить</w:t>
      </w:r>
      <w:r w:rsidR="00EA518F">
        <w:t xml:space="preserve"> </w:t>
      </w:r>
      <w:r w:rsidRPr="00EA518F">
        <w:t>любую</w:t>
      </w:r>
      <w:r w:rsidR="00EA518F">
        <w:t xml:space="preserve"> </w:t>
      </w:r>
      <w:r w:rsidRPr="00EA518F">
        <w:t>разновидность</w:t>
      </w:r>
      <w:r w:rsidR="00EA518F">
        <w:t xml:space="preserve"> </w:t>
      </w:r>
      <w:r w:rsidRPr="00EA518F">
        <w:t>жребия.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именно,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уметь</w:t>
      </w:r>
      <w:r w:rsidR="00EA518F">
        <w:t xml:space="preserve"> </w:t>
      </w:r>
      <w:r w:rsidRPr="00EA518F">
        <w:t>получать</w:t>
      </w:r>
      <w:r w:rsidR="00EA518F">
        <w:t xml:space="preserve"> </w:t>
      </w:r>
      <w:r w:rsidRPr="00EA518F">
        <w:t>случайное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R,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1</w:t>
      </w:r>
      <w:r w:rsidR="00EA518F">
        <w:t xml:space="preserve"> </w:t>
      </w:r>
      <w:r w:rsidRPr="00EA518F">
        <w:t>равновероятны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обладают</w:t>
      </w:r>
      <w:r w:rsidR="00EA518F">
        <w:t xml:space="preserve"> </w:t>
      </w:r>
      <w:r w:rsidRPr="00EA518F">
        <w:t>одинаковой</w:t>
      </w:r>
      <w:r w:rsidR="00EA518F">
        <w:t xml:space="preserve"> </w:t>
      </w:r>
      <w:r w:rsidRPr="00EA518F">
        <w:t>плотностью</w:t>
      </w:r>
      <w:r w:rsidR="00EA518F">
        <w:t xml:space="preserve"> </w:t>
      </w:r>
      <w:r w:rsidRPr="00EA518F">
        <w:t>вероятности).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Условно</w:t>
      </w:r>
      <w:r w:rsidR="00EA518F">
        <w:t xml:space="preserve"> </w:t>
      </w:r>
      <w:r w:rsidRPr="00EA518F">
        <w:t>назовем</w:t>
      </w:r>
      <w:r w:rsidR="00EA518F">
        <w:t xml:space="preserve"> </w:t>
      </w:r>
      <w:r w:rsidRPr="00EA518F">
        <w:t>величиной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t>"случайное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1".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помощью</w:t>
      </w:r>
      <w:r w:rsidR="00EA518F">
        <w:t xml:space="preserve"> </w:t>
      </w:r>
      <w:r w:rsidRPr="00EA518F">
        <w:t>такого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разыграть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четырех</w:t>
      </w:r>
      <w:r w:rsidR="00EA518F">
        <w:t xml:space="preserve"> </w:t>
      </w:r>
      <w:r w:rsidRPr="00EA518F">
        <w:t>видов</w:t>
      </w:r>
      <w:r w:rsidR="00EA518F">
        <w:t xml:space="preserve"> </w:t>
      </w:r>
      <w:r w:rsidRPr="00EA518F">
        <w:t>единичного</w:t>
      </w:r>
      <w:r w:rsidR="00EA518F">
        <w:t xml:space="preserve"> </w:t>
      </w:r>
      <w:r w:rsidRPr="00EA518F">
        <w:t>жребия.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9" w:name="_Toc413639606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10.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Методы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теории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массового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обслуживания</w:t>
      </w:r>
      <w:bookmarkEnd w:id="9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очередей.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Подходы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очередей.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Практическая</w:t>
      </w:r>
      <w:r w:rsidR="00EA518F">
        <w:t xml:space="preserve"> </w:t>
      </w:r>
      <w:r w:rsidRPr="00EA518F">
        <w:t>деятельность</w:t>
      </w:r>
      <w:r w:rsidR="00EA518F">
        <w:t xml:space="preserve"> </w:t>
      </w:r>
      <w:r w:rsidRPr="00EA518F">
        <w:t>человека</w:t>
      </w:r>
      <w:r w:rsidR="00EA518F">
        <w:t xml:space="preserve"> </w:t>
      </w:r>
      <w:r w:rsidRPr="00EA518F">
        <w:t>тесно</w:t>
      </w:r>
      <w:r w:rsidR="00EA518F">
        <w:t xml:space="preserve"> </w:t>
      </w:r>
      <w:r w:rsidRPr="00EA518F">
        <w:t>связана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различного</w:t>
      </w:r>
      <w:r w:rsidR="00EA518F">
        <w:t xml:space="preserve"> </w:t>
      </w:r>
      <w:r w:rsidRPr="00EA518F">
        <w:t>рода</w:t>
      </w:r>
      <w:r w:rsidR="00EA518F">
        <w:t xml:space="preserve"> </w:t>
      </w:r>
      <w:r w:rsidRPr="00EA518F">
        <w:t>системами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экономики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банковское</w:t>
      </w:r>
      <w:r w:rsidR="00EA518F">
        <w:t xml:space="preserve"> </w:t>
      </w:r>
      <w:r w:rsidRPr="00EA518F">
        <w:t>обслуживание,</w:t>
      </w:r>
      <w:r w:rsidR="00EA518F">
        <w:t xml:space="preserve"> </w:t>
      </w:r>
      <w:r w:rsidRPr="00EA518F">
        <w:t>пользование</w:t>
      </w:r>
      <w:r w:rsidR="00EA518F">
        <w:t xml:space="preserve"> </w:t>
      </w:r>
      <w:r w:rsidRPr="00EA518F">
        <w:t>объектами</w:t>
      </w:r>
      <w:r w:rsidR="00EA518F">
        <w:t xml:space="preserve"> </w:t>
      </w:r>
      <w:r w:rsidRPr="00EA518F">
        <w:t>торговли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услугами</w:t>
      </w:r>
      <w:r w:rsidR="00EA518F">
        <w:t xml:space="preserve"> </w:t>
      </w:r>
      <w:r w:rsidRPr="00EA518F">
        <w:t>сферы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многие</w:t>
      </w:r>
      <w:r w:rsidR="00EA518F">
        <w:t xml:space="preserve"> </w:t>
      </w:r>
      <w:r w:rsidRPr="00EA518F">
        <w:t>другие</w:t>
      </w:r>
      <w:r w:rsidR="00EA518F">
        <w:t xml:space="preserve"> </w:t>
      </w:r>
      <w:r w:rsidRPr="00EA518F">
        <w:t>виды</w:t>
      </w:r>
      <w:r w:rsidR="00EA518F">
        <w:t xml:space="preserve"> </w:t>
      </w:r>
      <w:r w:rsidRPr="00EA518F">
        <w:t>экономической</w:t>
      </w:r>
      <w:r w:rsidR="00EA518F">
        <w:t xml:space="preserve"> </w:t>
      </w:r>
      <w:r w:rsidRPr="00EA518F">
        <w:t>деятельности.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Любая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включать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элементы: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Входящий</w:t>
      </w:r>
      <w:r w:rsidR="00EA518F">
        <w:t xml:space="preserve"> </w:t>
      </w:r>
      <w:r w:rsidRPr="00EA518F">
        <w:t>поток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заявок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элемент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основным.</w:t>
      </w:r>
      <w:r w:rsidR="00EA518F">
        <w:t xml:space="preserve"> </w:t>
      </w:r>
      <w:r w:rsidRPr="00EA518F">
        <w:t>Изучение</w:t>
      </w:r>
      <w:r w:rsidR="00EA518F">
        <w:t xml:space="preserve"> </w:t>
      </w:r>
      <w:r w:rsidRPr="00EA518F">
        <w:t>входящего</w:t>
      </w:r>
      <w:r w:rsidR="00EA518F">
        <w:t xml:space="preserve"> </w:t>
      </w:r>
      <w:r w:rsidRPr="00EA518F">
        <w:t>потока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описание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Очередь.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случаях,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поступающие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удовлетворены</w:t>
      </w:r>
      <w:r w:rsidR="00EA518F">
        <w:t xml:space="preserve"> </w:t>
      </w:r>
      <w:r w:rsidRPr="00EA518F">
        <w:t>немедленно,</w:t>
      </w:r>
      <w:r w:rsidR="00EA518F">
        <w:t xml:space="preserve"> </w:t>
      </w:r>
      <w:r w:rsidRPr="00EA518F">
        <w:t>возникает</w:t>
      </w:r>
      <w:r w:rsidR="00EA518F">
        <w:t xml:space="preserve"> </w:t>
      </w:r>
      <w:r w:rsidRPr="00EA518F">
        <w:t>очередь.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ситуации</w:t>
      </w:r>
      <w:r w:rsidR="00EA518F">
        <w:t xml:space="preserve"> </w:t>
      </w:r>
      <w:r w:rsidRPr="00EA518F">
        <w:t>интерес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представлять</w:t>
      </w:r>
      <w:r w:rsidR="00EA518F">
        <w:t xml:space="preserve"> </w:t>
      </w:r>
      <w:r w:rsidRPr="00EA518F">
        <w:t>длина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очереди,</w:t>
      </w:r>
      <w:r w:rsidR="00EA518F">
        <w:t xml:space="preserve"> </w:t>
      </w:r>
      <w:r w:rsidRPr="00EA518F">
        <w:t>порядок,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которому</w:t>
      </w:r>
      <w:r w:rsidR="00EA518F">
        <w:t xml:space="preserve"> </w:t>
      </w:r>
      <w:r w:rsidRPr="00EA518F">
        <w:t>ожидающие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направляются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(как</w:t>
      </w:r>
      <w:r w:rsidR="00EA518F">
        <w:t xml:space="preserve"> </w:t>
      </w:r>
      <w:r w:rsidRPr="00EA518F">
        <w:t>говорят,</w:t>
      </w:r>
      <w:r w:rsidR="00EA518F">
        <w:t xml:space="preserve"> </w:t>
      </w:r>
      <w:r w:rsidRPr="00EA518F">
        <w:t>дисциплина</w:t>
      </w:r>
      <w:r w:rsidR="00EA518F">
        <w:t xml:space="preserve"> </w:t>
      </w:r>
      <w:r w:rsidRPr="00EA518F">
        <w:t>очереди),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ожидания.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случаях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допускаются,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требование,</w:t>
      </w:r>
      <w:r w:rsidR="00EA518F">
        <w:t xml:space="preserve"> </w:t>
      </w:r>
      <w:r w:rsidRPr="00EA518F">
        <w:t>заставшее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занятой,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обслуживается</w:t>
      </w:r>
      <w:r w:rsidR="00EA518F">
        <w:t xml:space="preserve"> </w:t>
      </w:r>
      <w:r w:rsidRPr="00EA518F">
        <w:t>(получает</w:t>
      </w:r>
      <w:r w:rsidR="00EA518F">
        <w:t xml:space="preserve"> </w:t>
      </w:r>
      <w:r w:rsidRPr="00EA518F">
        <w:t>отказ).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Обслуживающее</w:t>
      </w:r>
      <w:r w:rsidR="00EA518F">
        <w:t xml:space="preserve"> </w:t>
      </w:r>
      <w:r w:rsidRPr="00EA518F">
        <w:t>устройство.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элемент</w:t>
      </w:r>
      <w:r w:rsidR="00EA518F">
        <w:t xml:space="preserve"> </w:t>
      </w:r>
      <w:r w:rsidRPr="00EA518F">
        <w:t>присутствует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обслуживания.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параметров,</w:t>
      </w:r>
      <w:r w:rsidR="00EA518F">
        <w:t xml:space="preserve"> </w:t>
      </w:r>
      <w:r w:rsidRPr="00EA518F">
        <w:t>способов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обслуживающего</w:t>
      </w:r>
      <w:r w:rsidR="00EA518F">
        <w:t xml:space="preserve"> </w:t>
      </w:r>
      <w:r w:rsidRPr="00EA518F">
        <w:t>устройства</w:t>
      </w:r>
      <w:r w:rsidR="00EA518F">
        <w:t xml:space="preserve"> </w:t>
      </w:r>
      <w:r w:rsidRPr="00EA518F">
        <w:t>зависят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время,</w:t>
      </w:r>
      <w:r w:rsidR="00EA518F">
        <w:t xml:space="preserve"> </w:t>
      </w:r>
      <w:r w:rsidRPr="00EA518F">
        <w:t>необходимое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требования,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длина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ожидания.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Выходящий</w:t>
      </w:r>
      <w:r w:rsidR="00EA518F">
        <w:t xml:space="preserve"> </w:t>
      </w:r>
      <w:r w:rsidRPr="00EA518F">
        <w:t>поток</w:t>
      </w:r>
      <w:r w:rsidR="00EA518F">
        <w:t xml:space="preserve"> </w:t>
      </w:r>
      <w:r w:rsidRPr="00EA518F">
        <w:t>обслуженных</w:t>
      </w:r>
      <w:r w:rsidR="00EA518F">
        <w:t xml:space="preserve"> </w:t>
      </w:r>
      <w:r w:rsidRPr="00EA518F">
        <w:t>требований.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элемент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оказаться</w:t>
      </w:r>
      <w:r w:rsidR="00EA518F">
        <w:t xml:space="preserve"> </w:t>
      </w:r>
      <w:r w:rsidRPr="00EA518F">
        <w:t>очень</w:t>
      </w:r>
      <w:r w:rsidR="00EA518F">
        <w:t xml:space="preserve"> </w:t>
      </w:r>
      <w:r w:rsidRPr="00EA518F">
        <w:t>важным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случаях,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выходящий</w:t>
      </w:r>
      <w:r w:rsidR="00EA518F">
        <w:t xml:space="preserve"> </w:t>
      </w:r>
      <w:r w:rsidRPr="00EA518F">
        <w:t>поток</w:t>
      </w:r>
      <w:r w:rsidR="00EA518F">
        <w:t xml:space="preserve"> </w:t>
      </w:r>
      <w:r w:rsidRPr="00EA518F">
        <w:t>обслуженных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входящим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входе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какой-либо</w:t>
      </w:r>
      <w:r w:rsidR="00EA518F">
        <w:t xml:space="preserve"> </w:t>
      </w:r>
      <w:r w:rsidRPr="00EA518F">
        <w:t>промежуток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случайными</w:t>
      </w:r>
      <w:r w:rsidR="00EA518F">
        <w:t xml:space="preserve"> </w:t>
      </w:r>
      <w:r w:rsidRPr="00EA518F">
        <w:t>величинами.</w:t>
      </w:r>
      <w:r w:rsidR="00EA518F">
        <w:t xml:space="preserve"> </w:t>
      </w:r>
      <w:r w:rsidRPr="00EA518F">
        <w:t>Функционирование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таком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собой</w:t>
      </w:r>
      <w:r w:rsidR="00EA518F">
        <w:t xml:space="preserve"> </w:t>
      </w:r>
      <w:r w:rsidRPr="00EA518F">
        <w:t>случайный</w:t>
      </w:r>
      <w:r w:rsidR="00EA518F">
        <w:t xml:space="preserve"> </w:t>
      </w:r>
      <w:r w:rsidRPr="00EA518F">
        <w:t>процесс,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используют</w:t>
      </w:r>
      <w:r w:rsidR="00EA518F">
        <w:t xml:space="preserve"> </w:t>
      </w:r>
      <w:r w:rsidRPr="00EA518F">
        <w:t>имитационное</w:t>
      </w:r>
      <w:r w:rsidR="00EA518F">
        <w:t xml:space="preserve"> </w:t>
      </w:r>
      <w:r w:rsidRPr="00EA518F">
        <w:t>моделирование.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понять</w:t>
      </w:r>
      <w:r w:rsidR="00EA518F">
        <w:t xml:space="preserve"> </w:t>
      </w:r>
      <w:r w:rsidRPr="00EA518F">
        <w:t>сущность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примерах</w:t>
      </w:r>
      <w:r w:rsidR="00EA518F">
        <w:t xml:space="preserve"> </w:t>
      </w:r>
      <w:r w:rsidRPr="00EA518F">
        <w:t>детерминированных</w:t>
      </w:r>
      <w:r w:rsidR="00EA518F">
        <w:t xml:space="preserve"> </w:t>
      </w:r>
      <w:r w:rsidRPr="00EA518F">
        <w:t>моделей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прежде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моделей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очередей.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Основными</w:t>
      </w:r>
      <w:r w:rsidR="00EA518F">
        <w:t xml:space="preserve"> </w:t>
      </w:r>
      <w:r w:rsidRPr="00EA518F">
        <w:t>компонентами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являются: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описание</w:t>
      </w:r>
      <w:r w:rsidR="00EA518F">
        <w:t xml:space="preserve"> </w:t>
      </w:r>
      <w:r w:rsidRPr="00EA518F">
        <w:t>входящего</w:t>
      </w:r>
      <w:r w:rsidR="00EA518F">
        <w:t xml:space="preserve"> </w:t>
      </w:r>
      <w:r w:rsidRPr="00EA518F">
        <w:t>потока</w:t>
      </w:r>
      <w:r w:rsidR="00EA518F">
        <w:t xml:space="preserve"> </w:t>
      </w:r>
      <w:r w:rsidRPr="00EA518F">
        <w:t>требований;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описание</w:t>
      </w:r>
      <w:r w:rsidR="00EA518F">
        <w:t xml:space="preserve"> </w:t>
      </w:r>
      <w:r w:rsidRPr="00EA518F">
        <w:t>способа,</w:t>
      </w:r>
      <w:r w:rsidR="00EA518F">
        <w:t xml:space="preserve"> </w:t>
      </w:r>
      <w:r w:rsidRPr="00EA518F">
        <w:t>которым</w:t>
      </w:r>
      <w:r w:rsidR="00EA518F">
        <w:t xml:space="preserve"> </w:t>
      </w:r>
      <w:r w:rsidRPr="00EA518F">
        <w:t>выполняется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описание</w:t>
      </w:r>
      <w:r w:rsidR="00EA518F">
        <w:t xml:space="preserve"> </w:t>
      </w:r>
      <w:r w:rsidRPr="00EA518F">
        <w:t>дисциплины</w:t>
      </w:r>
      <w:r w:rsidR="00EA518F">
        <w:t xml:space="preserve"> </w:t>
      </w:r>
      <w:r w:rsidRPr="00EA518F">
        <w:t>обслуживания);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описание</w:t>
      </w:r>
      <w:r w:rsidR="00EA518F">
        <w:t xml:space="preserve"> </w:t>
      </w:r>
      <w:r w:rsidRPr="00EA518F">
        <w:t>дисциплины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каким</w:t>
      </w:r>
      <w:r w:rsidR="00EA518F">
        <w:t xml:space="preserve"> </w:t>
      </w:r>
      <w:r w:rsidRPr="00EA518F">
        <w:t>образом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выбираются</w:t>
      </w:r>
      <w:r w:rsidR="00EA518F">
        <w:t xml:space="preserve"> </w:t>
      </w:r>
      <w:r w:rsidRPr="00EA518F">
        <w:t>клиенты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обслуживание:</w:t>
      </w:r>
      <w:r w:rsidR="00EA518F">
        <w:t xml:space="preserve"> </w:t>
      </w:r>
      <w:r w:rsidRPr="00EA518F">
        <w:t>“первый</w:t>
      </w:r>
      <w:r w:rsidR="00EA518F">
        <w:t xml:space="preserve"> </w:t>
      </w:r>
      <w:r w:rsidRPr="00EA518F">
        <w:t>пришел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обслужен”,</w:t>
      </w:r>
      <w:r w:rsidR="00EA518F">
        <w:t xml:space="preserve"> </w:t>
      </w:r>
      <w:r w:rsidRPr="00EA518F">
        <w:t>“последний</w:t>
      </w:r>
      <w:r w:rsidR="00EA518F">
        <w:t xml:space="preserve"> </w:t>
      </w:r>
      <w:r w:rsidRPr="00EA518F">
        <w:t>пришел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обслужен”,</w:t>
      </w:r>
      <w:r w:rsidR="00EA518F">
        <w:t xml:space="preserve"> </w:t>
      </w:r>
      <w:r w:rsidRPr="00EA518F">
        <w:t>“по</w:t>
      </w:r>
      <w:r w:rsidR="00EA518F">
        <w:t xml:space="preserve"> </w:t>
      </w:r>
      <w:r w:rsidRPr="00EA518F">
        <w:t>указанным</w:t>
      </w:r>
      <w:r w:rsidR="00EA518F">
        <w:t xml:space="preserve"> </w:t>
      </w:r>
      <w:r w:rsidRPr="00EA518F">
        <w:t>приоритетам”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t>конструировании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первоочередной</w:t>
      </w:r>
      <w:r w:rsidR="00EA518F">
        <w:t xml:space="preserve"> </w:t>
      </w:r>
      <w:r w:rsidRPr="00EA518F">
        <w:t>задачей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символическое</w:t>
      </w:r>
      <w:r w:rsidR="00EA518F">
        <w:t xml:space="preserve"> </w:t>
      </w:r>
      <w:r w:rsidRPr="00EA518F">
        <w:t>представление</w:t>
      </w:r>
      <w:r w:rsidR="00EA518F">
        <w:t xml:space="preserve"> </w:t>
      </w:r>
      <w:r w:rsidRPr="00EA518F">
        <w:t>основных</w:t>
      </w:r>
      <w:r w:rsidR="00EA518F">
        <w:t xml:space="preserve"> </w:t>
      </w:r>
      <w:r w:rsidRPr="00EA518F">
        <w:t>компонент,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чего</w:t>
      </w:r>
      <w:r w:rsidR="00EA518F">
        <w:t xml:space="preserve"> </w:t>
      </w:r>
      <w:r w:rsidRPr="00EA518F">
        <w:t>изучаются</w:t>
      </w:r>
      <w:r w:rsidR="00EA518F">
        <w:t xml:space="preserve"> </w:t>
      </w:r>
      <w:r w:rsidRPr="00EA518F">
        <w:t>соотношения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ними.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Принципиальными</w:t>
      </w:r>
      <w:r w:rsidR="00EA518F">
        <w:t xml:space="preserve"> </w:t>
      </w:r>
      <w:r w:rsidRPr="00EA518F">
        <w:t>характеристиками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являются: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длина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различные</w:t>
      </w:r>
      <w:r w:rsidR="00EA518F">
        <w:t xml:space="preserve"> </w:t>
      </w:r>
      <w:r w:rsidRPr="00EA518F">
        <w:t>моменты</w:t>
      </w:r>
      <w:r w:rsidR="00EA518F">
        <w:t xml:space="preserve"> </w:t>
      </w:r>
      <w:r w:rsidRPr="00EA518F">
        <w:t>времени;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общая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время,</w:t>
      </w:r>
      <w:r w:rsidR="00EA518F">
        <w:t xml:space="preserve"> </w:t>
      </w:r>
      <w:r w:rsidRPr="00EA518F">
        <w:t>потраченное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ожидание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очереди,</w:t>
      </w:r>
      <w:r w:rsidR="00EA518F">
        <w:t xml:space="preserve"> </w:t>
      </w:r>
      <w:r w:rsidRPr="00EA518F">
        <w:t>плюс</w:t>
      </w:r>
      <w:r w:rsidR="00EA518F">
        <w:t xml:space="preserve"> </w:t>
      </w:r>
      <w:r w:rsidRPr="00EA518F">
        <w:t>собственное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обслуживания);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время,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</w:t>
      </w:r>
      <w:r w:rsidR="00EA518F">
        <w:t xml:space="preserve"> </w:t>
      </w:r>
      <w:r w:rsidRPr="00EA518F">
        <w:t>было</w:t>
      </w:r>
      <w:r w:rsidR="00EA518F">
        <w:t xml:space="preserve"> </w:t>
      </w:r>
      <w:r w:rsidRPr="00EA518F">
        <w:t>свободно.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Основной</w:t>
      </w:r>
      <w:r w:rsidR="00EA518F">
        <w:t xml:space="preserve"> </w:t>
      </w:r>
      <w:r w:rsidRPr="00EA518F">
        <w:t>целью</w:t>
      </w:r>
      <w:r w:rsidR="00EA518F">
        <w:t xml:space="preserve"> </w:t>
      </w:r>
      <w:r w:rsidRPr="00EA518F">
        <w:t>исследования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установление</w:t>
      </w:r>
      <w:r w:rsidR="00EA518F">
        <w:t xml:space="preserve"> </w:t>
      </w:r>
      <w:r w:rsidRPr="00EA518F">
        <w:t>равновесия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допустимыми</w:t>
      </w:r>
      <w:r w:rsidR="00EA518F">
        <w:t xml:space="preserve"> </w:t>
      </w:r>
      <w:r w:rsidRPr="00EA518F">
        <w:t>нагрузками</w:t>
      </w:r>
      <w:r w:rsidR="00EA518F">
        <w:t xml:space="preserve"> </w:t>
      </w:r>
      <w:r w:rsidRPr="00EA518F">
        <w:t>обслуживающего</w:t>
      </w:r>
      <w:r w:rsidR="00EA518F">
        <w:t xml:space="preserve"> </w:t>
      </w:r>
      <w:r w:rsidRPr="00EA518F">
        <w:t>устройства,</w:t>
      </w:r>
      <w:r w:rsidR="00EA518F">
        <w:t xml:space="preserve"> </w:t>
      </w:r>
      <w:r w:rsidRPr="00EA518F">
        <w:t>ограниченной</w:t>
      </w:r>
      <w:r w:rsidR="00EA518F">
        <w:t xml:space="preserve"> </w:t>
      </w:r>
      <w:r w:rsidRPr="00EA518F">
        <w:t>пропускной</w:t>
      </w:r>
      <w:r w:rsidR="00EA518F">
        <w:t xml:space="preserve"> </w:t>
      </w:r>
      <w:r w:rsidRPr="00EA518F">
        <w:t>способностью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раздражением</w:t>
      </w:r>
      <w:r w:rsidR="00EA518F">
        <w:t xml:space="preserve"> </w:t>
      </w:r>
      <w:r w:rsidRPr="00EA518F">
        <w:t>клиента,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стороны,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допустимой</w:t>
      </w:r>
      <w:r w:rsidR="00EA518F">
        <w:t xml:space="preserve"> </w:t>
      </w:r>
      <w:r w:rsidRPr="00EA518F">
        <w:t>стоимостью</w:t>
      </w:r>
      <w:r w:rsidR="00EA518F">
        <w:t xml:space="preserve"> </w:t>
      </w:r>
      <w:r w:rsidRPr="00EA518F">
        <w:t>обслуживающих</w:t>
      </w:r>
      <w:r w:rsidR="00EA518F">
        <w:t xml:space="preserve"> </w:t>
      </w:r>
      <w:r w:rsidRPr="00EA518F">
        <w:t>точек,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другой.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обслуживания,</w:t>
      </w:r>
      <w:r w:rsidR="00EA518F">
        <w:t xml:space="preserve"> </w:t>
      </w:r>
      <w:r w:rsidRPr="00EA518F">
        <w:t>имеющую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источник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проходящих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единственное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имеют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предположения: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поступают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одинаковые</w:t>
      </w:r>
      <w:r w:rsidR="00EA518F">
        <w:t xml:space="preserve"> </w:t>
      </w:r>
      <w:r w:rsidRPr="00EA518F">
        <w:t>интервалы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интервал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длину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единиц.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обслуживаются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одинаковые</w:t>
      </w:r>
      <w:r w:rsidR="00EA518F">
        <w:t xml:space="preserve"> </w:t>
      </w:r>
      <w:r w:rsidRPr="00EA518F">
        <w:t>интервалы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интервал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длину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единиц.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закончится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требования,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</w:t>
      </w:r>
      <w:r w:rsidR="00EA518F">
        <w:t xml:space="preserve"> </w:t>
      </w:r>
      <w:r w:rsidRPr="00EA518F">
        <w:t>готово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обслуживанию</w:t>
      </w:r>
      <w:r w:rsidR="00EA518F">
        <w:t xml:space="preserve"> </w:t>
      </w:r>
      <w:r w:rsidRPr="00EA518F">
        <w:t>следующего</w:t>
      </w:r>
      <w:r w:rsidR="00EA518F">
        <w:t xml:space="preserve"> </w:t>
      </w:r>
      <w:r w:rsidRPr="00EA518F">
        <w:t>требования.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Дисциплина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устанавливается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правилу</w:t>
      </w:r>
      <w:r w:rsidR="00EA518F">
        <w:t xml:space="preserve"> </w:t>
      </w:r>
      <w:r w:rsidRPr="00EA518F">
        <w:t>“Первый</w:t>
      </w:r>
      <w:r w:rsidR="00EA518F">
        <w:t xml:space="preserve"> </w:t>
      </w:r>
      <w:r w:rsidRPr="00EA518F">
        <w:t>пришел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обслуживается”.</w:t>
      </w:r>
      <w:r w:rsidR="00EA518F">
        <w:t xml:space="preserve"> </w:t>
      </w:r>
      <w:r w:rsidRPr="00EA518F">
        <w:t>Другими</w:t>
      </w:r>
      <w:r w:rsidR="00EA518F">
        <w:t xml:space="preserve"> </w:t>
      </w:r>
      <w:r w:rsidRPr="00EA518F">
        <w:t>словами,</w:t>
      </w:r>
      <w:r w:rsidR="00EA518F">
        <w:t xml:space="preserve"> </w:t>
      </w:r>
      <w:r w:rsidRPr="00EA518F">
        <w:t>ожидающие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образуют</w:t>
      </w:r>
      <w:r w:rsidR="00EA518F">
        <w:t xml:space="preserve"> </w:t>
      </w:r>
      <w:r w:rsidRPr="00EA518F">
        <w:t>очередь,</w:t>
      </w:r>
      <w:r w:rsidR="00EA518F">
        <w:t xml:space="preserve"> </w:t>
      </w:r>
      <w:r w:rsidRPr="00EA518F">
        <w:t>и,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</w:t>
      </w:r>
      <w:r w:rsidR="00EA518F">
        <w:t xml:space="preserve"> </w:t>
      </w:r>
      <w:r w:rsidRPr="00EA518F">
        <w:t>освободится,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поступает</w:t>
      </w:r>
      <w:r w:rsidR="00EA518F">
        <w:t xml:space="preserve"> </w:t>
      </w:r>
      <w:r w:rsidRPr="00EA518F">
        <w:t>требование,</w:t>
      </w:r>
      <w:r w:rsidR="00EA518F">
        <w:t xml:space="preserve"> </w:t>
      </w:r>
      <w:r w:rsidRPr="00EA518F">
        <w:t>имеющее</w:t>
      </w:r>
      <w:r w:rsidR="00EA518F">
        <w:t xml:space="preserve"> </w:t>
      </w:r>
      <w:r w:rsidRPr="00EA518F">
        <w:t>большее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ожидания.</w:t>
      </w: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Определим</w:t>
      </w:r>
      <w:r w:rsidR="00EA518F">
        <w:t xml:space="preserve"> </w:t>
      </w:r>
      <w:r w:rsidRPr="00EA518F">
        <w:t>длину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общее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находящихся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ожидающих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очереди.</w:t>
      </w:r>
      <w:r w:rsidR="00EA518F">
        <w:t xml:space="preserve"> </w:t>
      </w:r>
      <w:r w:rsidRPr="00EA518F">
        <w:t>Представим</w:t>
      </w:r>
      <w:r w:rsidR="00EA518F">
        <w:t xml:space="preserve"> </w:t>
      </w:r>
      <w:r w:rsidRPr="00EA518F">
        <w:t>сформулированную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следующей</w:t>
      </w:r>
      <w:r w:rsidR="00EA518F">
        <w:t xml:space="preserve"> </w:t>
      </w:r>
      <w:r w:rsidRPr="00EA518F">
        <w:t>схемы:</w:t>
      </w:r>
      <w:r w:rsidR="00EA518F">
        <w:t xml:space="preserve"> 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E8503A">
        <w:pict>
          <v:shape id="_x0000_i1152" type="#_x0000_t75" style="width:390pt;height:111.75pt" fillcolor="window">
            <v:imagedata r:id="rId128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Поведение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зависит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связаны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собой</w:t>
      </w:r>
      <w:r w:rsidR="00EA518F">
        <w:t xml:space="preserve"> </w:t>
      </w:r>
      <w:r w:rsidRPr="00EA518F">
        <w:t>величины</w:t>
      </w:r>
      <w:r w:rsidR="00EA518F">
        <w:t xml:space="preserve"> </w:t>
      </w:r>
      <w:r w:rsidRPr="00EA518F">
        <w:t>a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b.</w:t>
      </w:r>
      <w:r w:rsidR="00EA518F">
        <w:t xml:space="preserve"> </w:t>
      </w:r>
      <w:r w:rsidRPr="00EA518F">
        <w:t>Возможны</w:t>
      </w:r>
      <w:r w:rsidR="00EA518F">
        <w:t xml:space="preserve"> </w:t>
      </w:r>
      <w:r w:rsidRPr="00EA518F">
        <w:t>три</w:t>
      </w:r>
      <w:r w:rsidR="00EA518F">
        <w:t xml:space="preserve"> </w:t>
      </w:r>
      <w:r w:rsidRPr="00EA518F">
        <w:t>случая:</w:t>
      </w:r>
      <w:r w:rsidR="00EA518F">
        <w:t xml:space="preserve"> </w:t>
      </w:r>
      <w:r w:rsidRPr="00EA518F">
        <w:t>1)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&gt;</w:t>
      </w:r>
      <w:r w:rsidR="00EA518F">
        <w:t xml:space="preserve"> </w:t>
      </w:r>
      <w:r w:rsidRPr="00EA518F">
        <w:t>a;</w:t>
      </w:r>
      <w:r w:rsidR="00EA518F">
        <w:t xml:space="preserve"> </w:t>
      </w:r>
      <w:r w:rsidRPr="00EA518F">
        <w:t>2)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a;</w:t>
      </w:r>
      <w:r w:rsidR="00EA518F">
        <w:t xml:space="preserve"> </w:t>
      </w:r>
      <w:r w:rsidRPr="00EA518F">
        <w:t>3)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&lt;</w:t>
      </w:r>
      <w:r w:rsidR="00EA518F">
        <w:t xml:space="preserve"> </w:t>
      </w:r>
      <w:r w:rsidRPr="00EA518F">
        <w:t>a.</w:t>
      </w:r>
      <w:r w:rsidR="00EA518F">
        <w:t xml:space="preserve"> </w:t>
      </w:r>
      <w:r w:rsidRPr="00EA518F">
        <w:t>Рассмотрим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случаев.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1)</w:t>
      </w:r>
      <w:r w:rsidR="00EA518F">
        <w:t xml:space="preserve"> </w:t>
      </w:r>
      <w:r w:rsidRPr="00EA518F">
        <w:t>Случай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&gt;</w:t>
      </w:r>
      <w:r w:rsidR="00EA518F">
        <w:t xml:space="preserve"> </w:t>
      </w:r>
      <w:r w:rsidRPr="00EA518F">
        <w:t>a.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значит,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скорость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1/b</w:t>
      </w:r>
      <w:r w:rsidR="00EA518F">
        <w:t xml:space="preserve"> </w:t>
      </w:r>
      <w:r w:rsidRPr="00EA518F">
        <w:t>меньше,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скорость</w:t>
      </w:r>
      <w:r w:rsidR="00EA518F">
        <w:t xml:space="preserve"> </w:t>
      </w:r>
      <w:r w:rsidRPr="00EA518F">
        <w:t>поступления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1/a,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обслуживаются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покидают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медленнее,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прибывают.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образовываться</w:t>
      </w:r>
      <w:r w:rsidR="00EA518F">
        <w:t xml:space="preserve"> </w:t>
      </w:r>
      <w:r w:rsidRPr="00EA518F">
        <w:t>очередь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постоянно</w:t>
      </w:r>
      <w:r w:rsidR="00EA518F">
        <w:t xml:space="preserve"> </w:t>
      </w:r>
      <w:r w:rsidRPr="00EA518F">
        <w:t>возрастать.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2)</w:t>
      </w:r>
      <w:r w:rsidR="00EA518F">
        <w:t xml:space="preserve"> </w:t>
      </w:r>
      <w:r w:rsidRPr="00EA518F">
        <w:t>Случай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a.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первое</w:t>
      </w:r>
      <w:r w:rsidR="00EA518F">
        <w:t xml:space="preserve"> </w:t>
      </w:r>
      <w:r w:rsidRPr="00EA518F">
        <w:t>поступившее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сразу</w:t>
      </w:r>
      <w:r w:rsidR="00EA518F">
        <w:t xml:space="preserve"> </w:t>
      </w:r>
      <w:r w:rsidRPr="00EA518F">
        <w:t>начнет</w:t>
      </w:r>
      <w:r w:rsidR="00EA518F">
        <w:t xml:space="preserve"> </w:t>
      </w:r>
      <w:r w:rsidRPr="00EA518F">
        <w:t>обслуживаться.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закончится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тот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самый</w:t>
      </w:r>
      <w:r w:rsidR="00EA518F">
        <w:t xml:space="preserve"> </w:t>
      </w:r>
      <w:r w:rsidRPr="00EA518F">
        <w:t>момент,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поступит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следующее</w:t>
      </w:r>
      <w:r w:rsidR="00EA518F">
        <w:t xml:space="preserve"> </w:t>
      </w:r>
      <w:r w:rsidRPr="00EA518F">
        <w:t>требование.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ожидающих</w:t>
      </w:r>
      <w:r w:rsidR="00EA518F">
        <w:t xml:space="preserve"> </w:t>
      </w:r>
      <w:r w:rsidRPr="00EA518F">
        <w:t>обслуживания,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будет.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первоначально</w:t>
      </w:r>
      <w:r w:rsidR="00EA518F">
        <w:t xml:space="preserve"> </w:t>
      </w:r>
      <w:r w:rsidRPr="00EA518F">
        <w:t>имеется</w:t>
      </w:r>
      <w:r w:rsidR="00EA518F">
        <w:t xml:space="preserve"> </w:t>
      </w:r>
      <w:r w:rsidRPr="00EA518F">
        <w:t>очередь,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длина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оставаться</w:t>
      </w:r>
      <w:r w:rsidR="00EA518F">
        <w:t xml:space="preserve"> </w:t>
      </w:r>
      <w:r w:rsidRPr="00EA518F">
        <w:t>постоянной.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3)</w:t>
      </w:r>
      <w:r w:rsidR="00EA518F">
        <w:t xml:space="preserve"> </w:t>
      </w:r>
      <w:r w:rsidRPr="00EA518F">
        <w:t>Случай</w:t>
      </w:r>
      <w:r w:rsidR="00EA518F">
        <w:t xml:space="preserve"> </w:t>
      </w:r>
      <w:r w:rsidRPr="00EA518F">
        <w:t>b</w:t>
      </w:r>
      <w:r w:rsidR="00EA518F">
        <w:t xml:space="preserve"> </w:t>
      </w:r>
      <w:r w:rsidRPr="00EA518F">
        <w:t>&lt;</w:t>
      </w:r>
      <w:r w:rsidR="00EA518F">
        <w:t xml:space="preserve"> </w:t>
      </w:r>
      <w:r w:rsidRPr="00EA518F">
        <w:t>a.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значит,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скорость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больше,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скорость</w:t>
      </w:r>
      <w:r w:rsidR="00EA518F">
        <w:t xml:space="preserve"> </w:t>
      </w:r>
      <w:r w:rsidRPr="00EA518F">
        <w:t>поступления</w:t>
      </w:r>
      <w:r w:rsidR="00EA518F">
        <w:t xml:space="preserve"> </w:t>
      </w:r>
      <w:r w:rsidRPr="00EA518F">
        <w:t>требований.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какое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ни</w:t>
      </w:r>
      <w:r w:rsidR="00EA518F">
        <w:t xml:space="preserve"> </w:t>
      </w:r>
      <w:r w:rsidRPr="00EA518F">
        <w:t>было</w:t>
      </w:r>
      <w:r w:rsidR="00EA518F">
        <w:t xml:space="preserve"> </w:t>
      </w:r>
      <w:r w:rsidRPr="00EA518F">
        <w:t>начальное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ожидающих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длина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сокращаться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1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0.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2</w:t>
      </w:r>
      <w:r w:rsidR="00EA518F">
        <w:t xml:space="preserve"> </w:t>
      </w:r>
      <w:r w:rsidRPr="00EA518F">
        <w:t>(если</w:t>
      </w:r>
      <w:r w:rsidR="00EA518F">
        <w:t xml:space="preserve"> </w:t>
      </w:r>
      <w:r w:rsidRPr="00EA518F">
        <w:t>первоначально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(r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1),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оно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обслужено</w:t>
      </w:r>
      <w:r w:rsidR="00EA518F">
        <w:t xml:space="preserve"> </w:t>
      </w:r>
      <w:r w:rsidRPr="00EA518F">
        <w:t>прежде,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поступят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требования,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очередь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пустой).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случае,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стоящих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перед</w:t>
      </w:r>
      <w:r w:rsidR="00EA518F">
        <w:t xml:space="preserve"> </w:t>
      </w:r>
      <w:r w:rsidRPr="00EA518F">
        <w:t>началом</w:t>
      </w:r>
      <w:r w:rsidR="00EA518F">
        <w:t xml:space="preserve"> </w:t>
      </w:r>
      <w:r w:rsidRPr="00EA518F">
        <w:t>обслуживания.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(N),</w:t>
      </w:r>
      <w:r w:rsidR="00EA518F">
        <w:t xml:space="preserve"> </w:t>
      </w:r>
      <w:r w:rsidRPr="00EA518F">
        <w:t>поступивших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начала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сохраняется</w:t>
      </w:r>
      <w:r w:rsidR="00EA518F">
        <w:t xml:space="preserve"> </w:t>
      </w:r>
      <w:r w:rsidRPr="00EA518F">
        <w:t>очередь,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53" type="#_x0000_t75" style="width:105pt;height:39pt" fillcolor="window">
            <v:imagedata r:id="rId129" o:title=""/>
          </v:shape>
        </w:pict>
      </w:r>
      <w:r w:rsidR="007B6CD4" w:rsidRPr="00EA518F">
        <w:t>,</w:t>
      </w:r>
      <w:r w:rsidR="007B6CD4" w:rsidRPr="00EA518F">
        <w:tab/>
      </w:r>
      <w:r w:rsidR="00EA518F">
        <w:t xml:space="preserve"> </w:t>
      </w:r>
      <w:r w:rsidR="007B6CD4" w:rsidRPr="00EA518F">
        <w:t>(10.1)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обозначение</w:t>
      </w:r>
      <w:r w:rsidR="00EA518F">
        <w:t xml:space="preserve"> </w:t>
      </w:r>
      <w:r w:rsidRPr="00EA518F">
        <w:t>[x]</w:t>
      </w:r>
      <w:r w:rsidR="00EA518F">
        <w:t xml:space="preserve"> </w:t>
      </w:r>
      <w:r w:rsidRPr="00EA518F">
        <w:t>означает</w:t>
      </w:r>
      <w:r w:rsidR="00EA518F">
        <w:t xml:space="preserve"> </w:t>
      </w:r>
      <w:r w:rsidRPr="00EA518F">
        <w:t>целую</w:t>
      </w:r>
      <w:r w:rsidR="00EA518F">
        <w:t xml:space="preserve"> </w:t>
      </w:r>
      <w:r w:rsidRPr="00EA518F">
        <w:t>часть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x.</w:t>
      </w:r>
      <w:r w:rsidR="00EA518F">
        <w:t xml:space="preserve"> </w:t>
      </w:r>
      <w:r w:rsidRPr="00EA518F">
        <w:t>Действительно,</w:t>
      </w:r>
      <w:r w:rsidR="00EA518F">
        <w:t xml:space="preserve"> </w:t>
      </w:r>
      <w:r w:rsidRPr="00EA518F">
        <w:t>очередь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отсутствовать,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</w:t>
      </w:r>
      <w:r w:rsidR="00EA518F">
        <w:t xml:space="preserve"> </w:t>
      </w:r>
      <w:r w:rsidRPr="00EA518F">
        <w:t>полностью</w:t>
      </w:r>
      <w:r w:rsidR="00EA518F">
        <w:t xml:space="preserve"> </w:t>
      </w:r>
      <w:r w:rsidRPr="00EA518F">
        <w:t>пройдет</w:t>
      </w:r>
      <w:r w:rsidR="00EA518F">
        <w:t xml:space="preserve"> </w:t>
      </w:r>
      <w:r w:rsidRPr="00EA518F">
        <w:t>N+r</w:t>
      </w:r>
      <w:r w:rsidR="00EA518F">
        <w:t xml:space="preserve"> </w:t>
      </w:r>
      <w:r w:rsidRPr="00EA518F">
        <w:t>требований.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потребуется</w:t>
      </w:r>
      <w:r w:rsidR="00EA518F">
        <w:t xml:space="preserve"> </w:t>
      </w:r>
      <w:r w:rsidRPr="00EA518F">
        <w:t>(N+r)b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времени.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поступит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поступлению</w:t>
      </w:r>
      <w:r w:rsidR="00EA518F">
        <w:t xml:space="preserve"> </w:t>
      </w:r>
      <w:r w:rsidRPr="00EA518F">
        <w:t>(N+1)-го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свободно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готово</w:t>
      </w:r>
      <w:r w:rsidR="00EA518F">
        <w:t xml:space="preserve"> </w:t>
      </w:r>
      <w:r w:rsidRPr="00EA518F">
        <w:t>обслужить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сразу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всякой</w:t>
      </w:r>
      <w:r w:rsidR="00EA518F">
        <w:t xml:space="preserve"> </w:t>
      </w:r>
      <w:r w:rsidRPr="00EA518F">
        <w:t>очереди.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(N+1)-е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поступит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(N+1)a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выполнено</w:t>
      </w:r>
      <w:r w:rsidR="00EA518F">
        <w:t xml:space="preserve"> </w:t>
      </w:r>
      <w:r w:rsidRPr="00EA518F">
        <w:t>соотношение: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54" type="#_x0000_t75" style="width:111pt;height:18pt" fillcolor="window">
            <v:imagedata r:id="rId130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Отсюда,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55" type="#_x0000_t75" style="width:63.75pt;height:35.25pt">
            <v:imagedata r:id="rId131" o:title=""/>
          </v:shape>
        </w:pict>
      </w:r>
      <w:r w:rsidR="007B6CD4" w:rsidRPr="00EA518F">
        <w:t>.</w:t>
      </w:r>
      <w:r w:rsidR="007B6CD4" w:rsidRPr="00EA518F">
        <w:tab/>
        <w:t>(10.2)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Докажем,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полученном</w:t>
      </w:r>
      <w:r w:rsidR="00EA518F">
        <w:t xml:space="preserve"> </w:t>
      </w:r>
      <w:r w:rsidRPr="00EA518F">
        <w:t>соотношении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больше</w:t>
      </w:r>
      <w:r w:rsidR="00EA518F">
        <w:t xml:space="preserve"> </w:t>
      </w:r>
      <w:r w:rsidRPr="00EA518F">
        <w:t>правой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1.</w:t>
      </w:r>
      <w:r w:rsidR="00EA518F">
        <w:t xml:space="preserve"> </w:t>
      </w:r>
      <w:r w:rsidRPr="00EA518F">
        <w:t>Действительно,</w:t>
      </w:r>
      <w:r w:rsidR="00EA518F">
        <w:t xml:space="preserve"> </w:t>
      </w:r>
      <w:r w:rsidRPr="00EA518F">
        <w:t>первое</w:t>
      </w:r>
      <w:r w:rsidR="00EA518F">
        <w:t xml:space="preserve"> </w:t>
      </w:r>
      <w:r w:rsidRPr="00EA518F">
        <w:t>стоящее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обслужено,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первое</w:t>
      </w:r>
      <w:r w:rsidR="00EA518F">
        <w:t xml:space="preserve"> </w:t>
      </w:r>
      <w:r w:rsidRPr="00EA518F">
        <w:t>вновь</w:t>
      </w:r>
      <w:r w:rsidR="00EA518F">
        <w:t xml:space="preserve"> </w:t>
      </w:r>
      <w:r w:rsidRPr="00EA518F">
        <w:t>поступающее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еще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появится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(a</w:t>
      </w:r>
      <w:r w:rsidR="00EA518F">
        <w:t xml:space="preserve"> </w:t>
      </w:r>
      <w:r w:rsidRPr="00EA518F">
        <w:t>&gt;</w:t>
      </w:r>
      <w:r w:rsidR="00EA518F">
        <w:t xml:space="preserve"> </w:t>
      </w:r>
      <w:r w:rsidRPr="00EA518F">
        <w:t>b).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справедливо</w:t>
      </w:r>
      <w:r w:rsidR="00EA518F">
        <w:t xml:space="preserve"> </w:t>
      </w:r>
      <w:r w:rsidRPr="00EA518F">
        <w:t>соотношение:</w:t>
      </w:r>
    </w:p>
    <w:p w:rsidR="007B6CD4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7B6CD4" w:rsidRPr="00EA518F">
        <w:t>aN</w:t>
      </w:r>
      <w:r>
        <w:t xml:space="preserve"> </w:t>
      </w:r>
      <w:r w:rsidR="00E8503A">
        <w:pict>
          <v:shape id="_x0000_i1156" type="#_x0000_t75" style="width:11.25pt;height:12.75pt" fillcolor="window">
            <v:imagedata r:id="rId132" o:title=""/>
          </v:shape>
        </w:pict>
      </w:r>
      <w:r>
        <w:t xml:space="preserve"> </w:t>
      </w:r>
      <w:r w:rsidR="007B6CD4" w:rsidRPr="00EA518F">
        <w:t>(N+r-1)b</w:t>
      </w:r>
      <w:r>
        <w:t xml:space="preserve"> </w:t>
      </w:r>
      <w:r w:rsidR="007B6CD4" w:rsidRPr="00EA518F">
        <w:t>или</w:t>
      </w:r>
      <w:r>
        <w:t xml:space="preserve"> </w:t>
      </w:r>
      <w:r w:rsidR="00E8503A">
        <w:pict>
          <v:shape id="_x0000_i1157" type="#_x0000_t75" style="width:66.75pt;height:35.25pt">
            <v:imagedata r:id="rId133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правой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соотношения</w:t>
      </w:r>
      <w:r w:rsidR="00EA518F">
        <w:t xml:space="preserve"> </w:t>
      </w:r>
      <w:r w:rsidR="00E8503A">
        <w:pict>
          <v:shape id="_x0000_i1158" type="#_x0000_t75" style="width:63.75pt;height:35.25pt">
            <v:imagedata r:id="rId131" o:title=""/>
          </v:shape>
        </w:pict>
      </w:r>
      <w:r w:rsidR="00EA518F">
        <w:t xml:space="preserve"> </w:t>
      </w:r>
      <w:r w:rsidRPr="00EA518F">
        <w:t>добавим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оно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тождественно</w:t>
      </w:r>
      <w:r w:rsidR="00EA518F">
        <w:t xml:space="preserve"> </w:t>
      </w:r>
      <w:r w:rsidRPr="00EA518F">
        <w:t>равно</w:t>
      </w:r>
      <w:r w:rsidR="00EA518F">
        <w:t xml:space="preserve"> </w:t>
      </w:r>
      <w:r w:rsidRPr="00EA518F">
        <w:t>правой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соотношения</w:t>
      </w:r>
      <w:r w:rsidR="00EA518F">
        <w:t xml:space="preserve"> </w:t>
      </w:r>
      <w:r w:rsidR="00E8503A">
        <w:pict>
          <v:shape id="_x0000_i1159" type="#_x0000_t75" style="width:66.75pt;height:35.25pt">
            <v:imagedata r:id="rId133" o:title=""/>
          </v:shape>
        </w:pict>
      </w:r>
      <w:r w:rsidRPr="00EA518F">
        <w:t>.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прибавление</w:t>
      </w:r>
      <w:r w:rsidR="00EA518F">
        <w:t xml:space="preserve"> </w:t>
      </w:r>
      <w:r w:rsidRPr="00EA518F">
        <w:t>1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правой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соотношения</w:t>
      </w:r>
      <w:r w:rsidR="00EA518F">
        <w:t xml:space="preserve"> </w:t>
      </w:r>
      <w:r w:rsidR="00E8503A">
        <w:pict>
          <v:shape id="_x0000_i1160" type="#_x0000_t75" style="width:63.75pt;height:35.25pt">
            <v:imagedata r:id="rId131" o:title=""/>
          </v:shape>
        </w:pict>
      </w:r>
      <w:r w:rsidR="00EA518F">
        <w:t xml:space="preserve"> </w:t>
      </w:r>
      <w:r w:rsidRPr="00EA518F">
        <w:t>приводит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соотношению</w:t>
      </w:r>
      <w:r w:rsidR="00EA518F">
        <w:t xml:space="preserve"> </w:t>
      </w:r>
      <w:r w:rsidR="00E8503A">
        <w:pict>
          <v:shape id="_x0000_i1161" type="#_x0000_t75" style="width:66.75pt;height:35.25pt">
            <v:imagedata r:id="rId133" o:title=""/>
          </v:shape>
        </w:pict>
      </w:r>
      <w:r w:rsidR="00EA518F">
        <w:t xml:space="preserve"> </w:t>
      </w:r>
      <w:r w:rsidRPr="00EA518F">
        <w:t>–</w:t>
      </w:r>
      <w:r w:rsidR="00EA518F">
        <w:t xml:space="preserve"> </w:t>
      </w:r>
      <w:r w:rsidRPr="00EA518F">
        <w:t>смысл</w:t>
      </w:r>
      <w:r w:rsidR="00EA518F">
        <w:t xml:space="preserve"> </w:t>
      </w:r>
      <w:r w:rsidRPr="00EA518F">
        <w:t>неравенства</w:t>
      </w:r>
      <w:r w:rsidR="00EA518F">
        <w:t xml:space="preserve"> </w:t>
      </w:r>
      <w:r w:rsidRPr="00EA518F">
        <w:t>меняется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противоположный.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требовалось</w:t>
      </w:r>
      <w:r w:rsidR="00EA518F">
        <w:t xml:space="preserve"> </w:t>
      </w:r>
      <w:r w:rsidRPr="00EA518F">
        <w:t>доказать.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Очевидным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целое</w:t>
      </w:r>
      <w:r w:rsidR="00EA518F">
        <w:t xml:space="preserve"> </w:t>
      </w:r>
      <w:r w:rsidRPr="00EA518F">
        <w:t>число.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правой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соотношении</w:t>
      </w:r>
      <w:r w:rsidR="00EA518F">
        <w:t xml:space="preserve"> </w:t>
      </w:r>
      <w:r w:rsidRPr="00EA518F">
        <w:t>(10.2)</w:t>
      </w:r>
      <w:r w:rsidR="00EA518F">
        <w:t xml:space="preserve"> </w:t>
      </w:r>
      <w:r w:rsidRPr="00EA518F">
        <w:t>взять</w:t>
      </w:r>
      <w:r w:rsidR="00EA518F">
        <w:t xml:space="preserve"> </w:t>
      </w:r>
      <w:r w:rsidRPr="00EA518F">
        <w:t>целую</w:t>
      </w:r>
      <w:r w:rsidR="00EA518F">
        <w:t xml:space="preserve"> </w:t>
      </w:r>
      <w:r w:rsidRPr="00EA518F">
        <w:t>часть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добавить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ней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исходя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предыдущих</w:t>
      </w:r>
      <w:r w:rsidR="00EA518F">
        <w:t xml:space="preserve"> </w:t>
      </w:r>
      <w:r w:rsidRPr="00EA518F">
        <w:t>рассуждений,</w:t>
      </w:r>
      <w:r w:rsidR="00EA518F">
        <w:t xml:space="preserve"> </w:t>
      </w:r>
      <w:r w:rsidRPr="00EA518F">
        <w:t>получим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вычисления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выражение</w:t>
      </w:r>
      <w:r w:rsidR="00EA518F">
        <w:t xml:space="preserve"> </w:t>
      </w:r>
      <w:r w:rsidRPr="00EA518F">
        <w:t>(10.1).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Аналогичными</w:t>
      </w:r>
      <w:r w:rsidR="00EA518F">
        <w:t xml:space="preserve"> </w:t>
      </w:r>
      <w:r w:rsidRPr="00EA518F">
        <w:t>рассуждениями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используя</w:t>
      </w:r>
      <w:r w:rsidR="00EA518F">
        <w:t xml:space="preserve"> </w:t>
      </w:r>
      <w:r w:rsidRPr="00EA518F">
        <w:t>(10.1)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найти,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вычисления</w:t>
      </w:r>
      <w:r w:rsidR="00EA518F">
        <w:t xml:space="preserve"> </w:t>
      </w:r>
      <w:r w:rsidRPr="00EA518F">
        <w:t>времени,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ожидающих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справедлива</w:t>
      </w:r>
      <w:r w:rsidR="00EA518F">
        <w:t xml:space="preserve"> </w:t>
      </w:r>
      <w:r w:rsidRPr="00EA518F">
        <w:t>формула: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62" type="#_x0000_t75" style="width:204pt;height:41.25pt" fillcolor="window">
            <v:imagedata r:id="rId134" o:title=""/>
          </v:shape>
        </w:pict>
      </w:r>
      <w:r w:rsidR="007B6CD4" w:rsidRPr="00EA518F">
        <w:t>.</w:t>
      </w:r>
      <w:r w:rsidR="00EA518F">
        <w:t xml:space="preserve"> </w:t>
      </w:r>
      <w:r w:rsidR="007B6CD4" w:rsidRPr="00EA518F">
        <w:tab/>
        <w:t>(10.3)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очередей</w:t>
      </w:r>
      <w:r w:rsidR="00EA518F">
        <w:t xml:space="preserve"> </w:t>
      </w:r>
      <w:r w:rsidRPr="00EA518F">
        <w:t>важной</w:t>
      </w:r>
      <w:r w:rsidR="00EA518F">
        <w:t xml:space="preserve"> </w:t>
      </w:r>
      <w:r w:rsidRPr="00EA518F">
        <w:t>функцией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ожидания</w:t>
      </w:r>
      <w:r w:rsidR="00EA518F">
        <w:t xml:space="preserve"> </w:t>
      </w:r>
      <w:r w:rsidRPr="00EA518F">
        <w:t>обслуживания.</w:t>
      </w:r>
      <w:r w:rsidR="00EA518F">
        <w:t xml:space="preserve"> </w:t>
      </w:r>
      <w:r w:rsidRPr="00EA518F">
        <w:t>Обозначим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W(t).</w:t>
      </w:r>
      <w:r w:rsidR="00EA518F">
        <w:t xml:space="preserve"> </w:t>
      </w:r>
      <w:r w:rsidRPr="00EA518F">
        <w:t>Определим</w:t>
      </w:r>
      <w:r w:rsidR="00EA518F">
        <w:t xml:space="preserve"> </w:t>
      </w:r>
      <w:r w:rsidRPr="00EA518F">
        <w:t>W(t)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время,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затратить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ожидание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требования,</w:t>
      </w:r>
      <w:r w:rsidR="00EA518F">
        <w:t xml:space="preserve"> </w:t>
      </w:r>
      <w:r w:rsidRPr="00EA518F">
        <w:t>поступившего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t</w:t>
      </w:r>
      <w:r w:rsidR="00EA518F">
        <w:t xml:space="preserve"> </w:t>
      </w:r>
      <w:r w:rsidRPr="00EA518F">
        <w:t>(считаем,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t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t>соответствует</w:t>
      </w:r>
      <w:r w:rsidR="00EA518F">
        <w:t xml:space="preserve"> </w:t>
      </w:r>
      <w:r w:rsidRPr="00EA518F">
        <w:t>началу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обслуживания).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Определим</w:t>
      </w:r>
      <w:r w:rsidR="00EA518F">
        <w:t xml:space="preserve"> </w:t>
      </w:r>
      <w:r w:rsidRPr="00EA518F">
        <w:t>формулу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W(t).</w:t>
      </w:r>
      <w:r w:rsidR="00EA518F">
        <w:t xml:space="preserve"> </w:t>
      </w:r>
      <w:r w:rsidRPr="00EA518F">
        <w:t>Легко</w:t>
      </w:r>
      <w:r w:rsidR="00EA518F">
        <w:t xml:space="preserve"> </w:t>
      </w:r>
      <w:r w:rsidRPr="00EA518F">
        <w:t>видеть,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требование,</w:t>
      </w:r>
      <w:r w:rsidR="00EA518F">
        <w:t xml:space="preserve"> </w:t>
      </w:r>
      <w:r w:rsidRPr="00EA518F">
        <w:t>поступившее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t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T-b</w:t>
      </w:r>
      <w:r w:rsidR="00EA518F">
        <w:t xml:space="preserve"> </w:t>
      </w:r>
      <w:r w:rsidRPr="00EA518F">
        <w:t>(величина</w:t>
      </w:r>
      <w:r w:rsidR="00EA518F">
        <w:t xml:space="preserve"> </w:t>
      </w:r>
      <w:r w:rsidRPr="00EA518F">
        <w:t>T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использованием</w:t>
      </w:r>
      <w:r w:rsidR="00EA518F">
        <w:t xml:space="preserve"> </w:t>
      </w:r>
      <w:r w:rsidRPr="00EA518F">
        <w:t>формулы</w:t>
      </w:r>
      <w:r w:rsidR="00EA518F">
        <w:t xml:space="preserve"> </w:t>
      </w:r>
      <w:r w:rsidRPr="00EA518F">
        <w:t>(10.3)),</w:t>
      </w:r>
      <w:r w:rsidR="00EA518F">
        <w:t xml:space="preserve"> </w:t>
      </w:r>
      <w:r w:rsidRPr="00EA518F">
        <w:t>найдет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пустой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освободившейся.</w:t>
      </w:r>
      <w:r w:rsidR="00EA518F">
        <w:t xml:space="preserve"> </w:t>
      </w:r>
      <w:r w:rsidRPr="00EA518F">
        <w:t>Такому</w:t>
      </w:r>
      <w:r w:rsidR="00EA518F">
        <w:t xml:space="preserve"> </w:t>
      </w:r>
      <w:r w:rsidRPr="00EA518F">
        <w:t>требованию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придется</w:t>
      </w:r>
      <w:r w:rsidR="00EA518F">
        <w:t xml:space="preserve"> </w:t>
      </w:r>
      <w:r w:rsidRPr="00EA518F">
        <w:t>стоять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очереди.</w:t>
      </w:r>
      <w:r w:rsidR="00EA518F">
        <w:t xml:space="preserve"> </w:t>
      </w:r>
      <w:r w:rsidRPr="00EA518F">
        <w:t>Требование,</w:t>
      </w:r>
      <w:r w:rsidR="00EA518F">
        <w:t xml:space="preserve"> </w:t>
      </w:r>
      <w:r w:rsidRPr="00EA518F">
        <w:t>поступившее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t</w:t>
      </w:r>
      <w:r w:rsidRPr="00EA518F">
        <w:rPr>
          <w:szCs w:val="28"/>
        </w:rPr>
        <w:sym w:font="Symbol" w:char="F0A3"/>
      </w:r>
      <w:r w:rsidRPr="00EA518F">
        <w:t>T-b,</w:t>
      </w:r>
      <w:r w:rsidR="00EA518F">
        <w:t xml:space="preserve"> </w:t>
      </w:r>
      <w:r w:rsidRPr="00EA518F">
        <w:t>найдет</w:t>
      </w:r>
      <w:r w:rsidR="00EA518F">
        <w:t xml:space="preserve"> </w:t>
      </w:r>
      <w:r w:rsidRPr="00EA518F">
        <w:t>впереди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="00E8503A">
        <w:pict>
          <v:shape id="_x0000_i1163" type="#_x0000_t75" style="width:99.75pt;height:38.25pt">
            <v:imagedata r:id="rId135" o:title=""/>
          </v:shape>
        </w:pic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стоящих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очереди,</w:t>
      </w:r>
      <w:r w:rsidR="00EA518F">
        <w:t xml:space="preserve"> </w:t>
      </w:r>
      <w:r w:rsidRPr="00EA518F">
        <w:t>причем</w:t>
      </w:r>
      <w:r w:rsidR="00EA518F">
        <w:t xml:space="preserve"> </w:t>
      </w:r>
      <w:r w:rsidRPr="00EA518F">
        <w:t>первое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поступит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обслуживающее</w:t>
      </w:r>
      <w:r w:rsidR="00EA518F">
        <w:t xml:space="preserve"> </w:t>
      </w:r>
      <w:r w:rsidRPr="00EA518F">
        <w:t>устройство.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получается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tabs>
          <w:tab w:val="center" w:pos="1134"/>
          <w:tab w:val="left" w:pos="1985"/>
          <w:tab w:val="center" w:pos="4111"/>
          <w:tab w:val="left" w:pos="6096"/>
          <w:tab w:val="center" w:pos="7513"/>
        </w:tabs>
        <w:spacing w:line="360" w:lineRule="auto"/>
        <w:ind w:firstLine="709"/>
      </w:pPr>
      <w:r w:rsidRPr="00EA518F">
        <w:tab/>
        <w:t>(начальная</w:t>
      </w:r>
      <w:r w:rsidR="00EA518F">
        <w:t xml:space="preserve"> </w:t>
      </w:r>
      <w:r w:rsidRPr="00EA518F">
        <w:tab/>
        <w:t>(число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обслужен-</w:t>
      </w:r>
      <w:r w:rsidRPr="00EA518F">
        <w:tab/>
      </w:r>
      <w:r w:rsidR="00EA518F">
        <w:t xml:space="preserve"> </w:t>
      </w:r>
      <w:r w:rsidRPr="00EA518F">
        <w:tab/>
        <w:t>(число</w:t>
      </w:r>
      <w:r w:rsidR="00EA518F">
        <w:t xml:space="preserve"> </w:t>
      </w:r>
      <w:r w:rsidRPr="00EA518F">
        <w:t>поступ-</w:t>
      </w:r>
    </w:p>
    <w:p w:rsidR="007B6CD4" w:rsidRPr="00EA518F" w:rsidRDefault="00EA518F" w:rsidP="00EA518F">
      <w:pPr>
        <w:keepNext/>
        <w:widowControl w:val="0"/>
        <w:tabs>
          <w:tab w:val="center" w:pos="1134"/>
          <w:tab w:val="left" w:pos="1985"/>
          <w:tab w:val="center" w:pos="4111"/>
          <w:tab w:val="left" w:pos="6096"/>
          <w:tab w:val="center" w:pos="7513"/>
        </w:tabs>
        <w:spacing w:line="360" w:lineRule="auto"/>
        <w:ind w:firstLine="709"/>
      </w:pPr>
      <w:r>
        <w:t xml:space="preserve"> </w:t>
      </w:r>
      <w:r w:rsidR="007B6CD4" w:rsidRPr="00EA518F">
        <w:tab/>
        <w:t>очередь)</w:t>
      </w:r>
      <w:r>
        <w:t xml:space="preserve"> </w:t>
      </w:r>
      <w:r w:rsidR="007B6CD4" w:rsidRPr="00EA518F">
        <w:tab/>
        <w:t>-</w:t>
      </w:r>
      <w:r>
        <w:t xml:space="preserve"> </w:t>
      </w:r>
      <w:r w:rsidR="007B6CD4" w:rsidRPr="00EA518F">
        <w:tab/>
        <w:t>ных</w:t>
      </w:r>
      <w:r>
        <w:t xml:space="preserve"> </w:t>
      </w:r>
      <w:r w:rsidR="007B6CD4" w:rsidRPr="00EA518F">
        <w:t>к</w:t>
      </w:r>
      <w:r>
        <w:t xml:space="preserve"> </w:t>
      </w:r>
      <w:r w:rsidR="007B6CD4" w:rsidRPr="00EA518F">
        <w:t>моменту</w:t>
      </w:r>
      <w:r>
        <w:t xml:space="preserve"> </w:t>
      </w:r>
      <w:r w:rsidR="007B6CD4" w:rsidRPr="00EA518F">
        <w:t>времени</w:t>
      </w:r>
      <w:r>
        <w:t xml:space="preserve"> </w:t>
      </w:r>
      <w:r w:rsidR="007B6CD4" w:rsidRPr="00EA518F">
        <w:t>t)</w:t>
      </w:r>
      <w:r>
        <w:t xml:space="preserve"> </w:t>
      </w:r>
      <w:r w:rsidR="007B6CD4" w:rsidRPr="00EA518F">
        <w:tab/>
        <w:t>+</w:t>
      </w:r>
      <w:r>
        <w:t xml:space="preserve"> </w:t>
      </w:r>
      <w:r w:rsidR="007B6CD4" w:rsidRPr="00EA518F">
        <w:tab/>
        <w:t>лений)</w:t>
      </w:r>
    </w:p>
    <w:p w:rsidR="007B6CD4" w:rsidRPr="00EA518F" w:rsidRDefault="007B6CD4" w:rsidP="00EA518F">
      <w:pPr>
        <w:keepNext/>
        <w:widowControl w:val="0"/>
        <w:tabs>
          <w:tab w:val="center" w:pos="1134"/>
          <w:tab w:val="left" w:pos="1985"/>
          <w:tab w:val="center" w:pos="4111"/>
          <w:tab w:val="left" w:pos="6096"/>
          <w:tab w:val="center" w:pos="7513"/>
        </w:tabs>
        <w:spacing w:line="360" w:lineRule="auto"/>
        <w:ind w:firstLine="709"/>
      </w:pPr>
      <w:r w:rsidRPr="00EA518F">
        <w:tab/>
        <w:t>r</w:t>
      </w:r>
      <w:r w:rsidR="00EA518F">
        <w:t xml:space="preserve"> </w:t>
      </w:r>
      <w:r w:rsidRPr="00EA518F">
        <w:tab/>
        <w:t>-</w:t>
      </w:r>
      <w:r w:rsidR="00EA518F">
        <w:t xml:space="preserve"> </w:t>
      </w:r>
      <w:r w:rsidRPr="00EA518F">
        <w:tab/>
      </w:r>
      <w:r w:rsidR="00E8503A">
        <w:pict>
          <v:shape id="_x0000_i1164" type="#_x0000_t75" style="width:12pt;height:35.25pt">
            <v:imagedata r:id="rId136" o:title=""/>
          </v:shape>
        </w:pict>
      </w:r>
      <w:r w:rsidR="00EA518F">
        <w:t xml:space="preserve"> </w:t>
      </w:r>
      <w:r w:rsidRPr="00EA518F">
        <w:tab/>
        <w:t>+</w:t>
      </w:r>
      <w:r w:rsidR="00EA518F">
        <w:t xml:space="preserve"> </w:t>
      </w:r>
      <w:r w:rsidRPr="00EA518F">
        <w:tab/>
      </w:r>
      <w:r w:rsidR="00E8503A">
        <w:pict>
          <v:shape id="_x0000_i1165" type="#_x0000_t75" style="width:45pt;height:38.25pt">
            <v:imagedata r:id="rId137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ожидания</w:t>
      </w:r>
      <w:r w:rsidR="00EA518F">
        <w:t xml:space="preserve"> </w:t>
      </w:r>
      <w:r w:rsidRPr="00EA518F">
        <w:t>W(t)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рассматриваемого</w:t>
      </w:r>
      <w:r w:rsidR="00EA518F">
        <w:t xml:space="preserve"> </w:t>
      </w:r>
      <w:r w:rsidRPr="00EA518F">
        <w:t>требования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выражено</w:t>
      </w:r>
      <w:r w:rsidR="00EA518F">
        <w:t xml:space="preserve"> </w:t>
      </w:r>
      <w:r w:rsidRPr="00EA518F">
        <w:t>формулой: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66" type="#_x0000_t75" style="width:261.75pt;height:39.75pt">
            <v:imagedata r:id="rId138" o:title=""/>
          </v:shape>
        </w:pict>
      </w:r>
      <w:r w:rsidR="007B6CD4" w:rsidRPr="00EA518F">
        <w:t>.</w:t>
      </w:r>
      <w:r w:rsidR="00EA518F">
        <w:t xml:space="preserve"> </w:t>
      </w:r>
      <w:r w:rsidR="007B6CD4" w:rsidRPr="00EA518F">
        <w:tab/>
        <w:t>(10.4)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i-е</w:t>
      </w:r>
      <w:r w:rsidR="00EA518F">
        <w:t xml:space="preserve"> </w:t>
      </w:r>
      <w:r w:rsidRPr="00EA518F">
        <w:t>требование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начальной</w:t>
      </w:r>
      <w:r w:rsidR="00EA518F">
        <w:t xml:space="preserve"> </w:t>
      </w:r>
      <w:r w:rsidRPr="00EA518F">
        <w:t>очереди</w:t>
      </w:r>
      <w:r w:rsidR="00EA518F">
        <w:t xml:space="preserve"> </w:t>
      </w:r>
      <w:r w:rsidRPr="00EA518F">
        <w:t>(0</w:t>
      </w:r>
      <w:r w:rsidR="00EA518F">
        <w:t xml:space="preserve"> </w:t>
      </w:r>
      <w:r w:rsidRPr="00EA518F">
        <w:t>&lt;i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r),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впереди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1)</w:t>
      </w:r>
      <w:r w:rsidR="00EA518F">
        <w:t xml:space="preserve"> </w:t>
      </w:r>
      <w:r w:rsidRPr="00EA518F">
        <w:t>требований,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потребуется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1)b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Обобщая</w:t>
      </w:r>
      <w:r w:rsidR="00EA518F">
        <w:t xml:space="preserve"> </w:t>
      </w:r>
      <w:r w:rsidRPr="00EA518F">
        <w:t>полученные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относительно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W(t),</w:t>
      </w:r>
      <w:r w:rsidR="00EA518F">
        <w:t xml:space="preserve"> </w:t>
      </w:r>
      <w:r w:rsidRPr="00EA518F">
        <w:t>получим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нее</w:t>
      </w:r>
      <w:r w:rsidR="00EA518F">
        <w:t xml:space="preserve"> </w:t>
      </w:r>
      <w:r w:rsidRPr="00EA518F">
        <w:t>следующее</w:t>
      </w:r>
      <w:r w:rsidR="00EA518F">
        <w:t xml:space="preserve"> </w:t>
      </w:r>
      <w:r w:rsidRPr="00EA518F">
        <w:t>выражение: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67" type="#_x0000_t75" style="width:267pt;height:83.25pt" fillcolor="window">
            <v:imagedata r:id="rId139" o:title=""/>
          </v:shape>
        </w:pict>
      </w:r>
      <w:r w:rsidR="007B6CD4" w:rsidRPr="00EA518F">
        <w:t>,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7B6CD4" w:rsidRPr="00EA518F">
        <w:t>где</w:t>
      </w:r>
      <w:r>
        <w:t xml:space="preserve"> </w:t>
      </w:r>
      <w:r w:rsidR="007B6CD4" w:rsidRPr="00EA518F">
        <w:t>i</w:t>
      </w:r>
      <w:r>
        <w:t xml:space="preserve"> </w:t>
      </w:r>
      <w:r w:rsidR="007B6CD4" w:rsidRPr="00EA518F">
        <w:t>-</w:t>
      </w:r>
      <w:r>
        <w:t xml:space="preserve"> </w:t>
      </w:r>
      <w:r w:rsidR="007B6CD4" w:rsidRPr="00EA518F">
        <w:t>номер</w:t>
      </w:r>
      <w:r>
        <w:t xml:space="preserve"> </w:t>
      </w:r>
      <w:r w:rsidR="007B6CD4" w:rsidRPr="00EA518F">
        <w:t>i-го</w:t>
      </w:r>
      <w:r>
        <w:t xml:space="preserve"> </w:t>
      </w:r>
      <w:r w:rsidR="007B6CD4" w:rsidRPr="00EA518F">
        <w:t>требования</w:t>
      </w:r>
      <w:r>
        <w:t xml:space="preserve"> </w:t>
      </w:r>
      <w:r w:rsidR="007B6CD4" w:rsidRPr="00EA518F">
        <w:t>в</w:t>
      </w:r>
      <w:r>
        <w:t xml:space="preserve"> </w:t>
      </w:r>
      <w:r w:rsidR="007B6CD4" w:rsidRPr="00EA518F">
        <w:t>начальной</w:t>
      </w:r>
      <w:r>
        <w:t xml:space="preserve"> </w:t>
      </w:r>
      <w:r w:rsidR="007B6CD4" w:rsidRPr="00EA518F">
        <w:t>очереди;</w:t>
      </w:r>
      <w:r>
        <w:t xml:space="preserve"> </w:t>
      </w:r>
      <w:r w:rsidR="007B6CD4" w:rsidRPr="00EA518F">
        <w:t>требования</w:t>
      </w:r>
      <w:r>
        <w:t xml:space="preserve"> </w:t>
      </w:r>
      <w:r w:rsidR="007B6CD4" w:rsidRPr="00EA518F">
        <w:t>поступают</w:t>
      </w:r>
      <w:r>
        <w:t xml:space="preserve"> </w:t>
      </w:r>
      <w:r w:rsidR="007B6CD4" w:rsidRPr="00EA518F">
        <w:t>в</w:t>
      </w:r>
      <w:r>
        <w:t xml:space="preserve"> </w:t>
      </w:r>
      <w:r w:rsidR="007B6CD4" w:rsidRPr="00EA518F">
        <w:t>моменты</w:t>
      </w:r>
      <w:r>
        <w:t xml:space="preserve"> </w:t>
      </w:r>
      <w:r w:rsidR="007B6CD4" w:rsidRPr="00EA518F">
        <w:t>времени</w:t>
      </w:r>
      <w:r>
        <w:t xml:space="preserve"> </w:t>
      </w:r>
      <w:r w:rsidR="007B6CD4" w:rsidRPr="00EA518F">
        <w:t>a,</w:t>
      </w:r>
      <w:r>
        <w:t xml:space="preserve"> </w:t>
      </w:r>
      <w:r w:rsidR="007B6CD4" w:rsidRPr="00EA518F">
        <w:t>2a,</w:t>
      </w:r>
      <w:r>
        <w:t xml:space="preserve"> </w:t>
      </w:r>
      <w:r w:rsidR="007B6CD4" w:rsidRPr="00EA518F">
        <w:t>...;</w:t>
      </w:r>
      <w:r>
        <w:t xml:space="preserve"> </w:t>
      </w:r>
      <w:r w:rsidR="007B6CD4" w:rsidRPr="00EA518F">
        <w:t>b</w:t>
      </w:r>
      <w:r>
        <w:t xml:space="preserve"> </w:t>
      </w:r>
      <w:r w:rsidR="007B6CD4" w:rsidRPr="00EA518F">
        <w:t>=</w:t>
      </w:r>
      <w:r>
        <w:t xml:space="preserve"> </w:t>
      </w:r>
      <w:r w:rsidR="007B6CD4" w:rsidRPr="00EA518F">
        <w:t>na</w:t>
      </w:r>
      <w:r>
        <w:t xml:space="preserve"> </w:t>
      </w:r>
      <w:r w:rsidR="007B6CD4" w:rsidRPr="00EA518F">
        <w:t>(n</w:t>
      </w:r>
      <w:r>
        <w:t xml:space="preserve"> </w:t>
      </w:r>
      <w:r w:rsidR="007B6CD4" w:rsidRPr="00EA518F">
        <w:t>=</w:t>
      </w:r>
      <w:r>
        <w:t xml:space="preserve"> </w:t>
      </w:r>
      <w:r w:rsidR="007B6CD4" w:rsidRPr="00EA518F">
        <w:t>1,</w:t>
      </w:r>
      <w:r>
        <w:t xml:space="preserve"> </w:t>
      </w:r>
      <w:r w:rsidR="007B6CD4" w:rsidRPr="00EA518F">
        <w:t>2,</w:t>
      </w:r>
      <w:r>
        <w:t xml:space="preserve"> </w:t>
      </w:r>
      <w:r w:rsidR="007B6CD4" w:rsidRPr="00EA518F">
        <w:t>...).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10" w:name="_Toc413639607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11.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Управление</w:t>
      </w:r>
      <w:r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запасами</w:t>
      </w:r>
      <w:bookmarkEnd w:id="10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Основная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запасами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условиях</w:t>
      </w:r>
      <w:r w:rsidR="00EA518F">
        <w:t xml:space="preserve"> </w:t>
      </w:r>
      <w:r w:rsidRPr="00EA518F">
        <w:t>производственных</w:t>
      </w:r>
      <w:r w:rsidR="00EA518F">
        <w:t xml:space="preserve"> </w:t>
      </w:r>
      <w:r w:rsidRPr="00EA518F">
        <w:t>поставок.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4.</w:t>
      </w:r>
      <w:r w:rsidR="00EA518F">
        <w:t xml:space="preserve"> </w:t>
      </w:r>
      <w:r w:rsidRPr="00EA518F">
        <w:t>Управление</w:t>
      </w:r>
      <w:r w:rsidR="00EA518F">
        <w:t xml:space="preserve"> </w:t>
      </w:r>
      <w:r w:rsidRPr="00EA518F">
        <w:t>запасами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условиях</w:t>
      </w:r>
      <w:r w:rsidR="00EA518F">
        <w:t xml:space="preserve"> </w:t>
      </w:r>
      <w:r w:rsidRPr="00EA518F">
        <w:t>дефицита.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Класс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управлению</w:t>
      </w:r>
      <w:r w:rsidR="00EA518F">
        <w:t xml:space="preserve"> </w:t>
      </w:r>
      <w:r w:rsidRPr="00EA518F">
        <w:t>запасами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специфичным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разнообразию</w:t>
      </w:r>
      <w:r w:rsidR="00EA518F">
        <w:t xml:space="preserve"> </w:t>
      </w:r>
      <w:r w:rsidRPr="00EA518F">
        <w:t>постановки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методам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решения.</w:t>
      </w:r>
      <w:r w:rsidR="00EA518F">
        <w:t xml:space="preserve"> </w:t>
      </w:r>
      <w:r w:rsidRPr="00EA518F">
        <w:t>Здесь</w:t>
      </w:r>
      <w:r w:rsidR="00EA518F">
        <w:t xml:space="preserve"> </w:t>
      </w:r>
      <w:r w:rsidRPr="00EA518F">
        <w:t>успешно</w:t>
      </w:r>
      <w:r w:rsidR="00EA518F">
        <w:t xml:space="preserve"> </w:t>
      </w:r>
      <w:r w:rsidRPr="00EA518F">
        <w:t>применяются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динамического</w:t>
      </w:r>
      <w:r w:rsidR="00EA518F">
        <w:t xml:space="preserve"> </w:t>
      </w:r>
      <w:r w:rsidRPr="00EA518F">
        <w:t>программирования,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массового</w:t>
      </w:r>
      <w:r w:rsidR="00EA518F">
        <w:t xml:space="preserve"> </w:t>
      </w:r>
      <w:r w:rsidRPr="00EA518F">
        <w:t>обслуживания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многие</w:t>
      </w:r>
      <w:r w:rsidR="00EA518F">
        <w:t xml:space="preserve"> </w:t>
      </w:r>
      <w:r w:rsidRPr="00EA518F">
        <w:t>другие.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данном</w:t>
      </w:r>
      <w:r w:rsidR="00EA518F">
        <w:t xml:space="preserve"> </w:t>
      </w:r>
      <w:r w:rsidRPr="00EA518F">
        <w:t>разделе</w:t>
      </w:r>
      <w:r w:rsidR="00EA518F">
        <w:t xml:space="preserve"> </w:t>
      </w:r>
      <w:r w:rsidRPr="00EA518F">
        <w:t>рассматриваются</w:t>
      </w:r>
      <w:r w:rsidR="00EA518F">
        <w:t xml:space="preserve"> </w:t>
      </w:r>
      <w:r w:rsidRPr="00EA518F">
        <w:t>простые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математического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Предприятия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своей</w:t>
      </w:r>
      <w:r w:rsidR="00EA518F">
        <w:t xml:space="preserve"> </w:t>
      </w:r>
      <w:r w:rsidRPr="00EA518F">
        <w:t>деятельности</w:t>
      </w:r>
      <w:r w:rsidR="00EA518F">
        <w:t xml:space="preserve"> </w:t>
      </w:r>
      <w:r w:rsidRPr="00EA518F">
        <w:t>делают</w:t>
      </w:r>
      <w:r w:rsidR="00EA518F">
        <w:t xml:space="preserve"> </w:t>
      </w:r>
      <w:r w:rsidRPr="00EA518F">
        <w:t>различные</w:t>
      </w:r>
      <w:r w:rsidR="00EA518F">
        <w:t xml:space="preserve"> </w:t>
      </w:r>
      <w:r w:rsidRPr="00EA518F">
        <w:t>запасы.</w:t>
      </w:r>
      <w:r w:rsidR="00EA518F">
        <w:t xml:space="preserve"> </w:t>
      </w:r>
      <w:r w:rsidRPr="00EA518F">
        <w:t>Запасы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совокупность</w:t>
      </w:r>
      <w:r w:rsidR="00EA518F">
        <w:t xml:space="preserve"> </w:t>
      </w:r>
      <w:r w:rsidRPr="00EA518F">
        <w:t>предметов</w:t>
      </w:r>
      <w:r w:rsidR="00EA518F">
        <w:t xml:space="preserve"> </w:t>
      </w:r>
      <w:r w:rsidRPr="00EA518F">
        <w:t>(товаров),</w:t>
      </w:r>
      <w:r w:rsidR="00EA518F">
        <w:t xml:space="preserve"> </w:t>
      </w:r>
      <w:r w:rsidRPr="00EA518F">
        <w:t>представляющих</w:t>
      </w:r>
      <w:r w:rsidR="00EA518F">
        <w:t xml:space="preserve"> </w:t>
      </w:r>
      <w:r w:rsidRPr="00EA518F">
        <w:t>собой</w:t>
      </w:r>
      <w:r w:rsidR="00EA518F">
        <w:t xml:space="preserve"> </w:t>
      </w:r>
      <w:r w:rsidRPr="00EA518F">
        <w:t>временно</w:t>
      </w:r>
      <w:r w:rsidR="00EA518F">
        <w:t xml:space="preserve"> </w:t>
      </w:r>
      <w:r w:rsidRPr="00EA518F">
        <w:t>неиспользуемые</w:t>
      </w:r>
      <w:r w:rsidR="00EA518F">
        <w:t xml:space="preserve"> </w:t>
      </w:r>
      <w:r w:rsidRPr="00EA518F">
        <w:t>экономические</w:t>
      </w:r>
      <w:r w:rsidR="00EA518F">
        <w:t xml:space="preserve"> </w:t>
      </w:r>
      <w:r w:rsidRPr="00EA518F">
        <w:t>ресурсы.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Причины</w:t>
      </w:r>
      <w:r w:rsidR="00EA518F">
        <w:t xml:space="preserve"> </w:t>
      </w:r>
      <w:r w:rsidRPr="00EA518F">
        <w:t>создания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различными.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нужный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необходимые</w:t>
      </w:r>
      <w:r w:rsidR="00EA518F">
        <w:t xml:space="preserve"> </w:t>
      </w:r>
      <w:r w:rsidRPr="00EA518F">
        <w:t>материалы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товары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поступают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поставщиков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нет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запасе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дефицит),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производства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задержаться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совсем</w:t>
      </w:r>
      <w:r w:rsidR="00EA518F">
        <w:t xml:space="preserve"> </w:t>
      </w:r>
      <w:r w:rsidRPr="00EA518F">
        <w:t>остановиться.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запасы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велики,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возрастает</w:t>
      </w:r>
      <w:r w:rsidR="00EA518F">
        <w:t xml:space="preserve"> </w:t>
      </w:r>
      <w:r w:rsidRPr="00EA518F">
        <w:t>плата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хранение.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возникает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компромиссное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созданию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выработать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Основные</w:t>
      </w:r>
      <w:r w:rsidR="00EA518F">
        <w:t xml:space="preserve"> </w:t>
      </w:r>
      <w:r w:rsidRPr="00EA518F">
        <w:t>типы</w:t>
      </w:r>
      <w:r w:rsidR="00EA518F">
        <w:t xml:space="preserve"> </w:t>
      </w:r>
      <w:r w:rsidRPr="00EA518F">
        <w:t>принимаемых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управлению</w:t>
      </w:r>
      <w:r w:rsidR="00EA518F">
        <w:t xml:space="preserve"> </w:t>
      </w:r>
      <w:r w:rsidRPr="00EA518F">
        <w:t>запасами</w:t>
      </w:r>
      <w:r w:rsidR="00EA518F">
        <w:t xml:space="preserve"> </w:t>
      </w:r>
      <w:r w:rsidRPr="00EA518F">
        <w:t>следующие: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какое,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должно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запасе.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Определить,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какое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производить</w:t>
      </w:r>
      <w:r w:rsidR="00EA518F">
        <w:t xml:space="preserve"> </w:t>
      </w:r>
      <w:r w:rsidRPr="00EA518F">
        <w:t>пополнение</w:t>
      </w:r>
      <w:r w:rsidR="00EA518F">
        <w:t xml:space="preserve"> </w:t>
      </w:r>
      <w:r w:rsidRPr="00EA518F">
        <w:t>запасов.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настоящее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подходов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подобного</w:t>
      </w:r>
      <w:r w:rsidR="00EA518F">
        <w:t xml:space="preserve"> </w:t>
      </w:r>
      <w:r w:rsidRPr="00EA518F">
        <w:t>рода</w:t>
      </w:r>
      <w:r w:rsidR="00EA518F">
        <w:t xml:space="preserve"> </w:t>
      </w:r>
      <w:r w:rsidRPr="00EA518F">
        <w:t>задач.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три</w:t>
      </w:r>
      <w:r w:rsidR="00EA518F">
        <w:t xml:space="preserve"> </w:t>
      </w:r>
      <w:r w:rsidRPr="00EA518F">
        <w:t>простейшие</w:t>
      </w:r>
      <w:r w:rsidR="00EA518F">
        <w:t xml:space="preserve"> </w:t>
      </w:r>
      <w:r w:rsidRPr="00EA518F">
        <w:t>математические</w:t>
      </w:r>
      <w:r w:rsidR="00EA518F">
        <w:t xml:space="preserve"> </w:t>
      </w:r>
      <w:r w:rsidRPr="00EA518F">
        <w:t>модели,</w:t>
      </w:r>
      <w:r w:rsidR="00EA518F">
        <w:t xml:space="preserve"> </w:t>
      </w:r>
      <w:r w:rsidRPr="00EA518F">
        <w:t>включающие: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а)</w:t>
      </w:r>
      <w:r w:rsidRPr="00EA518F">
        <w:tab/>
        <w:t>основную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определение</w:t>
      </w:r>
      <w:r w:rsidR="00EA518F">
        <w:t xml:space="preserve"> </w:t>
      </w:r>
      <w:r w:rsidRPr="00EA518F">
        <w:t>оптимального</w:t>
      </w:r>
      <w:r w:rsidR="00EA518F">
        <w:t xml:space="preserve"> </w:t>
      </w:r>
      <w:r w:rsidRPr="00EA518F">
        <w:t>размера</w:t>
      </w:r>
      <w:r w:rsidR="00EA518F">
        <w:t xml:space="preserve"> </w:t>
      </w:r>
      <w:r w:rsidRPr="00EA518F">
        <w:t>партии;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б)</w:t>
      </w:r>
      <w:r w:rsidRPr="00EA518F">
        <w:tab/>
        <w:t>модель</w:t>
      </w:r>
      <w:r w:rsidR="00EA518F">
        <w:t xml:space="preserve"> </w:t>
      </w:r>
      <w:r w:rsidRPr="00EA518F">
        <w:t>производственных</w:t>
      </w:r>
      <w:r w:rsidR="00EA518F">
        <w:t xml:space="preserve"> </w:t>
      </w:r>
      <w:r w:rsidRPr="00EA518F">
        <w:t>поставок;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в)</w:t>
      </w:r>
      <w:r w:rsidRPr="00EA518F">
        <w:tab/>
        <w:t>модель,</w:t>
      </w:r>
      <w:r w:rsidR="00EA518F">
        <w:t xml:space="preserve"> </w:t>
      </w:r>
      <w:r w:rsidRPr="00EA518F">
        <w:t>учитывающую</w:t>
      </w:r>
      <w:r w:rsidR="00EA518F">
        <w:t xml:space="preserve"> </w:t>
      </w:r>
      <w:r w:rsidRPr="00EA518F">
        <w:t>штрафы.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предмет</w:t>
      </w:r>
      <w:r w:rsidR="00EA518F">
        <w:t xml:space="preserve"> </w:t>
      </w:r>
      <w:r w:rsidRPr="00EA518F">
        <w:t>изучения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="00EA518F">
        <w:t xml:space="preserve"> </w:t>
      </w:r>
      <w:r w:rsidRPr="00EA518F">
        <w:t>запаса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t,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рассматривается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запас,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исследуется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f(t),</w:t>
      </w:r>
      <w:r w:rsidR="00EA518F">
        <w:t xml:space="preserve"> </w:t>
      </w:r>
      <w:r w:rsidRPr="00EA518F">
        <w:t>соответствующая</w:t>
      </w:r>
      <w:r w:rsidR="00EA518F">
        <w:t xml:space="preserve"> </w:t>
      </w:r>
      <w:r w:rsidRPr="00EA518F">
        <w:t>величине</w:t>
      </w:r>
      <w:r w:rsidR="00EA518F">
        <w:t xml:space="preserve"> </w:t>
      </w:r>
      <w:r w:rsidRPr="00EA518F">
        <w:t>запаса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t.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графиком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запаса.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68" type="#_x0000_t75" style="width:316.5pt;height:212.25pt" fillcolor="window">
            <v:imagedata r:id="rId140" o:title=""/>
          </v:shape>
        </w:pic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</w:t>
      </w:r>
      <w:r w:rsidR="00EA518F">
        <w:t xml:space="preserve"> </w:t>
      </w:r>
      <w:r w:rsidRPr="00EA518F">
        <w:t>поводу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сделаем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предположения: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</w:t>
      </w:r>
      <w:r w:rsidR="00EA518F">
        <w:t xml:space="preserve"> </w:t>
      </w:r>
      <w:r w:rsidRPr="00EA518F">
        <w:t>.При</w:t>
      </w:r>
      <w:r w:rsidR="00EA518F">
        <w:t xml:space="preserve"> </w:t>
      </w:r>
      <w:r w:rsidRPr="00EA518F">
        <w:t>наличии</w:t>
      </w:r>
      <w:r w:rsidR="00EA518F">
        <w:t xml:space="preserve"> </w:t>
      </w:r>
      <w:r w:rsidRPr="00EA518F">
        <w:t>заявки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товар,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отпускается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="00EA518F">
        <w:t xml:space="preserve"> </w:t>
      </w:r>
      <w:r w:rsidRPr="00EA518F">
        <w:t>уменьшается.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спроса</w:t>
      </w:r>
      <w:r w:rsidR="00EA518F">
        <w:t xml:space="preserve"> </w:t>
      </w:r>
      <w:r w:rsidRPr="00EA518F">
        <w:t>непрерывна</w:t>
      </w:r>
      <w:r w:rsidR="00EA518F">
        <w:t xml:space="preserve"> </w:t>
      </w:r>
      <w:r w:rsidRPr="00EA518F">
        <w:t>во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0,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дефицит</w:t>
      </w:r>
      <w:r w:rsidR="00EA518F">
        <w:t xml:space="preserve"> </w:t>
      </w:r>
      <w:r w:rsidRPr="00EA518F">
        <w:t>товара.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поступлении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(запасы</w:t>
      </w:r>
      <w:r w:rsidR="00EA518F">
        <w:t xml:space="preserve"> </w:t>
      </w:r>
      <w:r w:rsidRPr="00EA518F">
        <w:t>пополняются)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="00EA518F">
        <w:t xml:space="preserve"> </w:t>
      </w:r>
      <w:r w:rsidRPr="00EA518F">
        <w:t>увеличивается.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сначала</w:t>
      </w:r>
      <w:r w:rsidR="00EA518F">
        <w:t xml:space="preserve"> </w:t>
      </w:r>
      <w:r w:rsidRPr="00EA518F">
        <w:t>пополнение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мгновенным,</w:t>
      </w:r>
      <w:r w:rsidR="00EA518F">
        <w:t xml:space="preserve"> </w:t>
      </w:r>
      <w:r w:rsidRPr="00EA518F">
        <w:t>затем</w:t>
      </w:r>
      <w:r w:rsidR="00EA518F">
        <w:t xml:space="preserve"> </w:t>
      </w:r>
      <w:r w:rsidRPr="00EA518F">
        <w:t>допустим,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пополнение</w:t>
      </w:r>
      <w:r w:rsidR="00EA518F">
        <w:t xml:space="preserve"> </w:t>
      </w:r>
      <w:r w:rsidRPr="00EA518F">
        <w:t>идет</w:t>
      </w:r>
      <w:r w:rsidR="00EA518F">
        <w:t xml:space="preserve"> </w:t>
      </w:r>
      <w:r w:rsidRPr="00EA518F">
        <w:t>непрерывно,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некоторого</w:t>
      </w:r>
      <w:r w:rsidR="00EA518F">
        <w:t xml:space="preserve"> </w:t>
      </w:r>
      <w:r w:rsidRPr="00EA518F">
        <w:t>интервала</w:t>
      </w:r>
      <w:r w:rsidR="00EA518F">
        <w:t xml:space="preserve"> </w:t>
      </w:r>
      <w:r w:rsidRPr="00EA518F">
        <w:t>времени.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Издержки,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запасами,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представить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Организационные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расходы,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оформлением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доставкой</w:t>
      </w:r>
      <w:r w:rsidR="00EA518F">
        <w:t xml:space="preserve"> </w:t>
      </w:r>
      <w:r w:rsidRPr="00EA518F">
        <w:t>товаров,</w:t>
      </w:r>
      <w:r w:rsidR="00EA518F">
        <w:t xml:space="preserve"> </w:t>
      </w:r>
      <w:r w:rsidRPr="00EA518F">
        <w:t>необходимые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цикла</w:t>
      </w:r>
      <w:r w:rsidR="00EA518F">
        <w:t xml:space="preserve"> </w:t>
      </w:r>
      <w:r w:rsidRPr="00EA518F">
        <w:t>складирования.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подготовительно-заключительные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поступлении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подаче</w:t>
      </w:r>
      <w:r w:rsidR="00EA518F">
        <w:t xml:space="preserve"> </w:t>
      </w:r>
      <w:r w:rsidRPr="00EA518F">
        <w:t>заявок.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запасы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пополнить,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завозится</w:t>
      </w:r>
      <w:r w:rsidR="00EA518F">
        <w:t xml:space="preserve"> </w:t>
      </w:r>
      <w:r w:rsidRPr="00EA518F">
        <w:t>очередная</w:t>
      </w:r>
      <w:r w:rsidR="00EA518F">
        <w:t xml:space="preserve"> </w:t>
      </w:r>
      <w:r w:rsidRPr="00EA518F">
        <w:t>партия.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поставку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организационные</w:t>
      </w:r>
      <w:r w:rsidR="00EA518F">
        <w:t xml:space="preserve"> </w:t>
      </w:r>
      <w:r w:rsidRPr="00EA518F">
        <w:t>издержки.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Количество</w:t>
      </w:r>
      <w:r w:rsidR="00EA518F">
        <w:t xml:space="preserve"> </w:t>
      </w:r>
      <w:r w:rsidRPr="00EA518F">
        <w:t>товаров,</w:t>
      </w:r>
      <w:r w:rsidR="00EA518F">
        <w:t xml:space="preserve"> </w:t>
      </w:r>
      <w:r w:rsidRPr="00EA518F">
        <w:t>поставляемое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склад,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размер</w:t>
      </w:r>
      <w:r w:rsidR="00EA518F">
        <w:t xml:space="preserve"> </w:t>
      </w:r>
      <w:r w:rsidRPr="00EA518F">
        <w:t>партии</w:t>
      </w:r>
      <w:r w:rsidR="00EA518F">
        <w:t xml:space="preserve"> </w:t>
      </w:r>
      <w:r w:rsidRPr="00EA518F">
        <w:t>товаров.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Издержки</w:t>
      </w:r>
      <w:r w:rsidR="00EA518F">
        <w:t xml:space="preserve"> </w:t>
      </w:r>
      <w:r w:rsidRPr="00EA518F">
        <w:t>содержания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затраты,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хранением.</w:t>
      </w:r>
      <w:r w:rsidR="00EA518F">
        <w:t xml:space="preserve"> </w:t>
      </w:r>
      <w:r w:rsidRPr="00EA518F">
        <w:t>Расходы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рода</w:t>
      </w:r>
      <w:r w:rsidR="00EA518F">
        <w:t xml:space="preserve"> </w:t>
      </w:r>
      <w:r w:rsidRPr="00EA518F">
        <w:t>возникают</w:t>
      </w:r>
      <w:r w:rsidR="00EA518F">
        <w:t xml:space="preserve"> </w:t>
      </w:r>
      <w:r w:rsidRPr="00EA518F">
        <w:t>из-за</w:t>
      </w:r>
      <w:r w:rsidR="00EA518F">
        <w:t xml:space="preserve"> </w:t>
      </w:r>
      <w:r w:rsidRPr="00EA518F">
        <w:t>ренты</w:t>
      </w:r>
      <w:r w:rsidR="00EA518F">
        <w:t xml:space="preserve"> </w:t>
      </w:r>
      <w:r w:rsidRPr="00EA518F">
        <w:t>складирования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амортизации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хранения</w:t>
      </w:r>
      <w:r w:rsidR="00EA518F">
        <w:t xml:space="preserve"> </w:t>
      </w:r>
      <w:r w:rsidRPr="00EA518F">
        <w:t>(товары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портиться,</w:t>
      </w:r>
      <w:r w:rsidR="00EA518F">
        <w:t xml:space="preserve"> </w:t>
      </w:r>
      <w:r w:rsidRPr="00EA518F">
        <w:t>устаревать,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уменьшаться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Издержки,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дефицитом</w:t>
      </w:r>
      <w:r w:rsidR="00EA518F">
        <w:t xml:space="preserve"> </w:t>
      </w:r>
      <w:r w:rsidRPr="00EA518F">
        <w:t>(штрафы).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поставка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склада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выполнена,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возникают</w:t>
      </w:r>
      <w:r w:rsidR="00EA518F">
        <w:t xml:space="preserve"> </w:t>
      </w:r>
      <w:r w:rsidRPr="00EA518F">
        <w:t>дополнительные</w:t>
      </w:r>
      <w:r w:rsidR="00EA518F">
        <w:t xml:space="preserve"> </w:t>
      </w:r>
      <w:r w:rsidRPr="00EA518F">
        <w:t>издержки,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отказом.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реальный</w:t>
      </w:r>
      <w:r w:rsidR="00EA518F">
        <w:t xml:space="preserve"> </w:t>
      </w:r>
      <w:r w:rsidRPr="00EA518F">
        <w:t>денежный</w:t>
      </w:r>
      <w:r w:rsidR="00EA518F">
        <w:t xml:space="preserve"> </w:t>
      </w:r>
      <w:r w:rsidRPr="00EA518F">
        <w:t>штраф,</w:t>
      </w:r>
      <w:r w:rsidR="00EA518F">
        <w:t xml:space="preserve"> </w:t>
      </w:r>
      <w:r w:rsidRPr="00EA518F">
        <w:t>уплачиваемый</w:t>
      </w:r>
      <w:r w:rsidR="00EA518F">
        <w:t xml:space="preserve"> </w:t>
      </w:r>
      <w:r w:rsidRPr="00EA518F">
        <w:t>лицу,</w:t>
      </w:r>
      <w:r w:rsidR="00EA518F">
        <w:t xml:space="preserve"> </w:t>
      </w:r>
      <w:r w:rsidRPr="00EA518F">
        <w:t>делающему</w:t>
      </w:r>
      <w:r w:rsidR="00EA518F">
        <w:t xml:space="preserve"> </w:t>
      </w:r>
      <w:r w:rsidRPr="00EA518F">
        <w:t>заявку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товар,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ущерб,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осязаемый</w:t>
      </w:r>
      <w:r w:rsidR="00EA518F">
        <w:t xml:space="preserve"> </w:t>
      </w:r>
      <w:r w:rsidRPr="00EA518F">
        <w:t>непосредственно</w:t>
      </w:r>
      <w:r w:rsidR="00EA518F">
        <w:t xml:space="preserve"> </w:t>
      </w:r>
      <w:r w:rsidRPr="00EA518F">
        <w:t>(ухудшение</w:t>
      </w:r>
      <w:r w:rsidR="00EA518F">
        <w:t xml:space="preserve"> </w:t>
      </w:r>
      <w:r w:rsidRPr="00EA518F">
        <w:t>бизнеса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будущем,</w:t>
      </w:r>
      <w:r w:rsidR="00EA518F">
        <w:t xml:space="preserve"> </w:t>
      </w:r>
      <w:r w:rsidRPr="00EA518F">
        <w:t>потеря</w:t>
      </w:r>
      <w:r w:rsidR="00EA518F">
        <w:t xml:space="preserve"> </w:t>
      </w:r>
      <w:r w:rsidRPr="00EA518F">
        <w:t>потребителей).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Математическая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должна</w:t>
      </w:r>
      <w:r w:rsidR="00EA518F">
        <w:t xml:space="preserve"> </w:t>
      </w:r>
      <w:r w:rsidRPr="00EA518F">
        <w:t>учитывать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издержки,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цель</w:t>
      </w:r>
      <w:r w:rsidR="00EA518F">
        <w:t xml:space="preserve"> </w:t>
      </w:r>
      <w:r w:rsidRPr="00EA518F">
        <w:t>моделирования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такую</w:t>
      </w:r>
      <w:r w:rsidR="00EA518F">
        <w:t xml:space="preserve"> </w:t>
      </w:r>
      <w:r w:rsidRPr="00EA518F">
        <w:t>стратегию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запасами,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суммарные</w:t>
      </w:r>
      <w:r w:rsidR="00EA518F">
        <w:t xml:space="preserve"> </w:t>
      </w:r>
      <w:r w:rsidRPr="00EA518F">
        <w:t>издержки,</w:t>
      </w:r>
      <w:r w:rsidR="00EA518F">
        <w:t xml:space="preserve"> </w:t>
      </w:r>
      <w:r w:rsidRPr="00EA518F">
        <w:t>связанные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запасами,</w:t>
      </w:r>
      <w:r w:rsidR="00EA518F">
        <w:t xml:space="preserve"> </w:t>
      </w:r>
      <w:r w:rsidRPr="00EA518F">
        <w:t>сводились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минимальным.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Основная</w:t>
      </w:r>
      <w:r w:rsidR="00EA518F">
        <w:rPr>
          <w:b w:val="0"/>
        </w:rPr>
        <w:t xml:space="preserve"> </w:t>
      </w:r>
      <w:r w:rsidRPr="00EA518F">
        <w:rPr>
          <w:b w:val="0"/>
        </w:rPr>
        <w:t>задача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следующую</w:t>
      </w:r>
      <w:r w:rsidR="00EA518F">
        <w:t xml:space="preserve"> </w:t>
      </w:r>
      <w:r w:rsidRPr="00EA518F">
        <w:t>таблицу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предположения</w:t>
      </w:r>
      <w:r w:rsidR="00EA518F">
        <w:t xml:space="preserve"> </w:t>
      </w:r>
      <w:r w:rsidRPr="00EA518F">
        <w:t>(допущения)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изменению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величин.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1148"/>
        <w:gridCol w:w="1985"/>
        <w:gridCol w:w="3685"/>
      </w:tblGrid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Название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параметра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Обозначение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Единицы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измерения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Предположения</w:t>
            </w:r>
          </w:p>
        </w:tc>
      </w:tr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Интенсивность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спроса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d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Ед-цы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год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Спрос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постоянен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непрерывен.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Весь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спрос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удовлетворяется.</w:t>
            </w:r>
          </w:p>
        </w:tc>
      </w:tr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Организационные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издержки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s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$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одну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партию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Организационные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издержки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постоянны,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не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зависят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от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размера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партии</w:t>
            </w:r>
          </w:p>
        </w:tc>
      </w:tr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Стоимость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c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$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ед-цу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Цена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ед-цы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постоянна,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имеем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только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один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вид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</w:p>
        </w:tc>
      </w:tr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Издержки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содержания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запасов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h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$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ед-цу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год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Стоимость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хранения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ед-цы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течение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года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постоянна</w:t>
            </w:r>
          </w:p>
        </w:tc>
      </w:tr>
      <w:tr w:rsidR="007B6CD4" w:rsidRPr="00EA518F">
        <w:trPr>
          <w:cantSplit/>
        </w:trPr>
        <w:tc>
          <w:tcPr>
            <w:tcW w:w="2254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Размер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партии</w:t>
            </w:r>
          </w:p>
        </w:tc>
        <w:tc>
          <w:tcPr>
            <w:tcW w:w="1148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q</w:t>
            </w:r>
          </w:p>
        </w:tc>
        <w:tc>
          <w:tcPr>
            <w:tcW w:w="19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Ед-ца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товара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одной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партии</w:t>
            </w:r>
          </w:p>
        </w:tc>
        <w:tc>
          <w:tcPr>
            <w:tcW w:w="3685" w:type="dxa"/>
          </w:tcPr>
          <w:p w:rsidR="007B6CD4" w:rsidRPr="00EA518F" w:rsidRDefault="007B6CD4" w:rsidP="00EA518F">
            <w:pPr>
              <w:keepNext/>
              <w:widowControl w:val="0"/>
              <w:spacing w:line="360" w:lineRule="auto"/>
              <w:ind w:firstLine="0"/>
              <w:rPr>
                <w:sz w:val="20"/>
              </w:rPr>
            </w:pPr>
            <w:r w:rsidRPr="00EA518F">
              <w:rPr>
                <w:sz w:val="20"/>
              </w:rPr>
              <w:t>Постоянная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величина,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поступление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мгновенное,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как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только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уровень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запаса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становится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равным</w:t>
            </w:r>
            <w:r w:rsidR="00EA518F" w:rsidRPr="00EA518F">
              <w:rPr>
                <w:sz w:val="20"/>
              </w:rPr>
              <w:t xml:space="preserve"> </w:t>
            </w:r>
            <w:r w:rsidRPr="00EA518F">
              <w:rPr>
                <w:sz w:val="20"/>
              </w:rPr>
              <w:t>0.</w:t>
            </w:r>
          </w:p>
        </w:tc>
      </w:tr>
    </w:tbl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Задача</w:t>
      </w:r>
      <w:r w:rsidR="00EA518F">
        <w:t xml:space="preserve"> </w:t>
      </w:r>
      <w:r w:rsidRPr="00EA518F">
        <w:t>управления: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q,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минимизируются</w:t>
      </w:r>
      <w:r w:rsidR="00EA518F">
        <w:t xml:space="preserve"> </w:t>
      </w:r>
      <w:r w:rsidRPr="00EA518F">
        <w:t>годовые</w:t>
      </w:r>
      <w:r w:rsidR="00EA518F">
        <w:t xml:space="preserve"> </w:t>
      </w:r>
      <w:r w:rsidRPr="00EA518F">
        <w:t>затраты.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запасов.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соответствии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предположениями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график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вид: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69" type="#_x0000_t75" style="width:354.75pt;height:231.75pt" fillcolor="window">
            <v:imagedata r:id="rId141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Чтобы</w:t>
      </w:r>
      <w:r w:rsidR="00EA518F">
        <w:t xml:space="preserve"> </w:t>
      </w:r>
      <w:r w:rsidRPr="00EA518F">
        <w:t>полностью</w:t>
      </w:r>
      <w:r w:rsidR="00EA518F">
        <w:t xml:space="preserve"> </w:t>
      </w:r>
      <w:r w:rsidRPr="00EA518F">
        <w:t>удовлетворить</w:t>
      </w:r>
      <w:r w:rsidR="00EA518F">
        <w:t xml:space="preserve"> </w:t>
      </w:r>
      <w:r w:rsidRPr="00EA518F">
        <w:t>годовой</w:t>
      </w:r>
      <w:r w:rsidR="00EA518F">
        <w:t xml:space="preserve"> </w:t>
      </w:r>
      <w:r w:rsidRPr="00EA518F">
        <w:t>спрос</w:t>
      </w:r>
      <w:r w:rsidR="00EA518F">
        <w:t xml:space="preserve"> </w:t>
      </w:r>
      <w:r w:rsidRPr="00EA518F">
        <w:t>d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размере</w:t>
      </w:r>
      <w:r w:rsidR="00EA518F">
        <w:t xml:space="preserve"> </w:t>
      </w:r>
      <w:r w:rsidRPr="00EA518F">
        <w:t>поставки,</w:t>
      </w:r>
      <w:r w:rsidR="00EA518F">
        <w:t xml:space="preserve"> </w:t>
      </w:r>
      <w:r w:rsidRPr="00EA518F">
        <w:t>равном</w:t>
      </w:r>
      <w:r w:rsidR="00EA518F">
        <w:t xml:space="preserve"> </w:t>
      </w:r>
      <w:r w:rsidRPr="00EA518F">
        <w:t>q,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год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="00E8503A">
        <w:pict>
          <v:shape id="_x0000_i1170" type="#_x0000_t75" style="width:24.75pt;height:18.75pt">
            <v:imagedata r:id="rId142" o:title=""/>
          </v:shape>
        </w:pict>
      </w:r>
      <w:r w:rsidR="00EA518F">
        <w:t xml:space="preserve"> </w:t>
      </w:r>
      <w:r w:rsidRPr="00EA518F">
        <w:t>поставок.</w:t>
      </w:r>
      <w:r w:rsidR="00EA518F">
        <w:t xml:space="preserve"> </w:t>
      </w:r>
      <w:r w:rsidRPr="00EA518F">
        <w:t>Партия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поставка.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Средний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равен</w:t>
      </w:r>
      <w:r w:rsidR="00EA518F">
        <w:t xml:space="preserve"> </w:t>
      </w:r>
      <w:r w:rsidR="00E8503A">
        <w:pict>
          <v:shape id="_x0000_i1171" type="#_x0000_t75" style="width:24pt;height:18.75pt">
            <v:imagedata r:id="rId143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Составляем</w:t>
      </w:r>
      <w:r w:rsidR="00EA518F">
        <w:t xml:space="preserve"> </w:t>
      </w:r>
      <w:r w:rsidRPr="00EA518F">
        <w:t>уравнение</w:t>
      </w:r>
      <w:r w:rsidR="00EA518F">
        <w:t xml:space="preserve"> </w:t>
      </w:r>
      <w:r w:rsidRPr="00EA518F">
        <w:t>издержек.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будет: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72" type="#_x0000_t75" style="width:143.25pt;height:38.25pt">
            <v:imagedata r:id="rId14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Чтобы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минимум</w:t>
      </w:r>
      <w:r w:rsidR="00EA518F">
        <w:t xml:space="preserve"> </w:t>
      </w:r>
      <w:r w:rsidRPr="00EA518F">
        <w:t>С,</w:t>
      </w:r>
      <w:r w:rsidR="00EA518F">
        <w:t xml:space="preserve"> </w:t>
      </w:r>
      <w:r w:rsidRPr="00EA518F">
        <w:t>считаем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f(q)</w:t>
      </w:r>
      <w:r w:rsidR="00EA518F">
        <w:t xml:space="preserve"> </w:t>
      </w:r>
      <w:r w:rsidRPr="00EA518F">
        <w:t>дифференцируемой.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уравнения: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73" type="#_x0000_t75" style="width:42.75pt;height:38.25pt">
            <v:imagedata r:id="rId145" o:title=""/>
          </v:shape>
        </w:pict>
      </w:r>
      <w:r w:rsidR="00EA518F">
        <w:t xml:space="preserve"> </w:t>
      </w:r>
      <w:r w:rsidR="007B6CD4" w:rsidRPr="00EA518F">
        <w:t>или</w:t>
      </w:r>
      <w:r w:rsidR="00EA518F">
        <w:t xml:space="preserve"> </w:t>
      </w:r>
      <w:r>
        <w:pict>
          <v:shape id="_x0000_i1174" type="#_x0000_t75" style="width:65.25pt;height:41.25pt">
            <v:imagedata r:id="rId146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откуда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75" type="#_x0000_t75" style="width:68.25pt;height:38.25pt">
            <v:imagedata r:id="rId147" o:title=""/>
          </v:shape>
        </w:pict>
      </w:r>
      <w:r w:rsidR="007B6CD4" w:rsidRPr="00EA518F">
        <w:t>,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q*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оптимальный</w:t>
      </w:r>
      <w:r w:rsidR="00EA518F">
        <w:t xml:space="preserve"> </w:t>
      </w:r>
      <w:r w:rsidRPr="00EA518F">
        <w:t>размер</w:t>
      </w:r>
      <w:r w:rsidR="00EA518F">
        <w:t xml:space="preserve"> </w:t>
      </w:r>
      <w:r w:rsidRPr="00EA518F">
        <w:t>партии,</w:t>
      </w:r>
      <w:r w:rsidR="00EA518F">
        <w:t xml:space="preserve"> </w:t>
      </w:r>
      <w:r w:rsidRPr="00EA518F">
        <w:t>называемый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оптимальным</w:t>
      </w:r>
      <w:r w:rsidR="00EA518F">
        <w:t xml:space="preserve"> </w:t>
      </w:r>
      <w:r w:rsidRPr="00EA518F">
        <w:t>заказом.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Модель</w:t>
      </w:r>
      <w:r w:rsidR="00EA518F">
        <w:rPr>
          <w:b w:val="0"/>
        </w:rPr>
        <w:t xml:space="preserve"> </w:t>
      </w:r>
      <w:r w:rsidRPr="00EA518F">
        <w:rPr>
          <w:b w:val="0"/>
        </w:rPr>
        <w:t>производственных</w:t>
      </w:r>
      <w:r w:rsidR="00EA518F">
        <w:rPr>
          <w:b w:val="0"/>
        </w:rPr>
        <w:t xml:space="preserve"> </w:t>
      </w:r>
      <w:r w:rsidRPr="00EA518F">
        <w:rPr>
          <w:b w:val="0"/>
        </w:rPr>
        <w:t>поставок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теперь</w:t>
      </w:r>
      <w:r w:rsidR="00EA518F">
        <w:t xml:space="preserve"> </w:t>
      </w:r>
      <w:r w:rsidRPr="00EA518F">
        <w:t>модель</w:t>
      </w:r>
      <w:r w:rsidR="00EA518F">
        <w:t xml:space="preserve"> </w:t>
      </w:r>
      <w:r w:rsidRPr="00EA518F">
        <w:t>производственных</w:t>
      </w:r>
      <w:r w:rsidR="00EA518F">
        <w:t xml:space="preserve"> </w:t>
      </w:r>
      <w:r w:rsidRPr="00EA518F">
        <w:t>поставок,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поступление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производится</w:t>
      </w:r>
      <w:r w:rsidR="00EA518F">
        <w:t xml:space="preserve"> </w:t>
      </w:r>
      <w:r w:rsidRPr="00EA518F">
        <w:t>непосредственно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производственной</w:t>
      </w:r>
      <w:r w:rsidR="00EA518F">
        <w:t xml:space="preserve"> </w:t>
      </w:r>
      <w:r w:rsidRPr="00EA518F">
        <w:t>линии,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уже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мгновенным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партия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поставляется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дня).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Считаем,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заказы</w:t>
      </w:r>
      <w:r w:rsidR="00EA518F">
        <w:t xml:space="preserve"> </w:t>
      </w:r>
      <w:r w:rsidRPr="00EA518F">
        <w:t>поступают</w:t>
      </w:r>
      <w:r w:rsidR="00EA518F">
        <w:t xml:space="preserve"> </w:t>
      </w:r>
      <w:r w:rsidRPr="00EA518F">
        <w:t>непрерывно.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Допущения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таблице</w:t>
      </w:r>
      <w:r w:rsidR="00EA518F">
        <w:t xml:space="preserve"> </w:t>
      </w:r>
      <w:r w:rsidRPr="00EA518F">
        <w:t>остаются</w:t>
      </w:r>
      <w:r w:rsidR="00EA518F">
        <w:t xml:space="preserve"> </w:t>
      </w:r>
      <w:r w:rsidRPr="00EA518F">
        <w:t>такими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исключением</w:t>
      </w:r>
      <w:r w:rsidR="00EA518F">
        <w:t xml:space="preserve"> </w:t>
      </w:r>
      <w:r w:rsidRPr="00EA518F">
        <w:t>тех,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касаются</w:t>
      </w:r>
      <w:r w:rsidR="00EA518F">
        <w:t xml:space="preserve"> </w:t>
      </w:r>
      <w:r w:rsidRPr="00EA518F">
        <w:t>поступления</w:t>
      </w:r>
      <w:r w:rsidR="00EA518F">
        <w:t xml:space="preserve"> </w:t>
      </w:r>
      <w:r w:rsidRPr="00EA518F">
        <w:t>продукции.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теперь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определяться</w:t>
      </w:r>
      <w:r w:rsidR="00EA518F">
        <w:t xml:space="preserve"> </w:t>
      </w:r>
      <w:r w:rsidRPr="00EA518F">
        <w:t>скоростью</w:t>
      </w:r>
      <w:r w:rsidR="00EA518F">
        <w:t xml:space="preserve"> </w:t>
      </w:r>
      <w:r w:rsidRPr="00EA518F">
        <w:t>производства,</w:t>
      </w:r>
      <w:r w:rsidR="00EA518F">
        <w:t xml:space="preserve"> </w:t>
      </w:r>
      <w:r w:rsidRPr="00EA518F">
        <w:t>p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товаров,</w:t>
      </w:r>
      <w:r w:rsidR="00EA518F">
        <w:t xml:space="preserve"> </w:t>
      </w:r>
      <w:r w:rsidRPr="00EA518F">
        <w:t>выпускаемых</w:t>
      </w:r>
      <w:r w:rsidR="00EA518F">
        <w:t xml:space="preserve"> </w:t>
      </w:r>
      <w:r w:rsidRPr="00EA518F">
        <w:t>производственной</w:t>
      </w:r>
      <w:r w:rsidR="00EA518F">
        <w:t xml:space="preserve"> </w:t>
      </w:r>
      <w:r w:rsidRPr="00EA518F">
        <w:t>линией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год.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цикл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</w:t>
      </w:r>
      <w:r w:rsidR="00EA518F">
        <w:t xml:space="preserve"> </w:t>
      </w:r>
      <w:r w:rsidRPr="00EA518F">
        <w:t>поступает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товара.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идет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производственной</w:t>
      </w:r>
      <w:r w:rsidR="00EA518F">
        <w:t xml:space="preserve"> </w:t>
      </w:r>
      <w:r w:rsidRPr="00EA518F">
        <w:t>линии,</w:t>
      </w:r>
      <w:r w:rsidR="00EA518F">
        <w:t xml:space="preserve"> </w:t>
      </w:r>
      <w:r w:rsidRPr="00EA518F">
        <w:t>работающей</w:t>
      </w:r>
      <w:r w:rsidR="00EA518F">
        <w:t xml:space="preserve"> </w:t>
      </w:r>
      <w:r w:rsidRPr="00EA518F">
        <w:t>со</w:t>
      </w:r>
      <w:r w:rsidR="00EA518F">
        <w:t xml:space="preserve"> </w:t>
      </w:r>
      <w:r w:rsidRPr="00EA518F">
        <w:t>скоростью</w:t>
      </w:r>
      <w:r w:rsidR="00EA518F">
        <w:t xml:space="preserve"> </w:t>
      </w:r>
      <w:r w:rsidRPr="00EA518F">
        <w:t>p.</w:t>
      </w:r>
      <w:r w:rsidR="00EA518F">
        <w:t xml:space="preserve"> </w:t>
      </w:r>
      <w:r w:rsidRPr="00EA518F">
        <w:t>Спрос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года</w:t>
      </w:r>
      <w:r w:rsidR="00EA518F">
        <w:t xml:space="preserve"> </w:t>
      </w:r>
      <w:r w:rsidRPr="00EA518F">
        <w:t>постоянен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интенсивность</w:t>
      </w:r>
      <w:r w:rsidR="00EA518F">
        <w:t xml:space="preserve"> </w:t>
      </w:r>
      <w:r w:rsidRPr="00EA518F">
        <w:t>d.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станет</w:t>
      </w:r>
      <w:r w:rsidR="00EA518F">
        <w:t xml:space="preserve"> </w:t>
      </w:r>
      <w:r w:rsidRPr="00EA518F">
        <w:t>нулевым,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линии</w:t>
      </w:r>
      <w:r w:rsidR="00EA518F">
        <w:t xml:space="preserve"> </w:t>
      </w:r>
      <w:r w:rsidRPr="00EA518F">
        <w:t>начнет</w:t>
      </w:r>
      <w:r w:rsidR="00EA518F">
        <w:t xml:space="preserve"> </w:t>
      </w:r>
      <w:r w:rsidRPr="00EA518F">
        <w:t>поступать</w:t>
      </w:r>
      <w:r w:rsidR="00EA518F">
        <w:t xml:space="preserve"> </w:t>
      </w:r>
      <w:r w:rsidRPr="00EA518F">
        <w:t>следующее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товаров.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размер</w:t>
      </w:r>
      <w:r w:rsidR="00EA518F">
        <w:t xml:space="preserve"> </w:t>
      </w:r>
      <w:r w:rsidRPr="00EA518F">
        <w:t>партии,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поставке.</w:t>
      </w:r>
      <w:r w:rsidR="00EA518F">
        <w:t xml:space="preserve"> </w:t>
      </w:r>
      <w:r w:rsidRPr="00EA518F">
        <w:t>Описанная</w:t>
      </w:r>
      <w:r w:rsidR="00EA518F">
        <w:t xml:space="preserve"> </w:t>
      </w:r>
      <w:r w:rsidRPr="00EA518F">
        <w:t>картина</w:t>
      </w:r>
      <w:r w:rsidR="00EA518F">
        <w:t xml:space="preserve"> </w:t>
      </w:r>
      <w:r w:rsidRPr="00EA518F">
        <w:t>представлена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следующем</w:t>
      </w:r>
      <w:r w:rsidR="00EA518F">
        <w:t xml:space="preserve"> </w:t>
      </w:r>
      <w:r w:rsidRPr="00EA518F">
        <w:t>графике: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76" type="#_x0000_t75" style="width:319.5pt;height:165pt" fillcolor="window">
            <v:imagedata r:id="rId148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Эффективная</w:t>
      </w:r>
      <w:r w:rsidR="00EA518F">
        <w:t xml:space="preserve"> </w:t>
      </w:r>
      <w:r w:rsidRPr="00EA518F">
        <w:t>скорость</w:t>
      </w:r>
      <w:r w:rsidR="00EA518F">
        <w:t xml:space="preserve"> </w:t>
      </w:r>
      <w:r w:rsidRPr="00EA518F">
        <w:t>пополнения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поставки</w:t>
      </w:r>
      <w:r w:rsidR="00EA518F">
        <w:t xml:space="preserve"> </w:t>
      </w:r>
      <w:r w:rsidRPr="00EA518F">
        <w:t>равна</w:t>
      </w:r>
      <w:r w:rsidR="00EA518F">
        <w:t xml:space="preserve"> </w:t>
      </w:r>
      <w:r w:rsidRPr="00EA518F">
        <w:t>p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d.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Уравнение</w:t>
      </w:r>
      <w:r w:rsidR="00EA518F">
        <w:t xml:space="preserve"> </w:t>
      </w:r>
      <w:r w:rsidRPr="00EA518F">
        <w:t>издержек: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С1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С2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С3.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С1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следующее.</w:t>
      </w:r>
      <w:r w:rsidR="00EA518F">
        <w:t xml:space="preserve"> </w:t>
      </w:r>
      <w:r w:rsidRPr="00EA518F">
        <w:t>Спрос</w:t>
      </w:r>
      <w:r w:rsidR="00EA518F">
        <w:t xml:space="preserve"> </w:t>
      </w:r>
      <w:r w:rsidRPr="00EA518F">
        <w:t>равен</w:t>
      </w:r>
      <w:r w:rsidR="00EA518F">
        <w:t xml:space="preserve"> </w:t>
      </w:r>
      <w:r w:rsidRPr="00EA518F">
        <w:t>d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год.</w:t>
      </w:r>
      <w:r w:rsidR="00EA518F">
        <w:t xml:space="preserve"> </w:t>
      </w:r>
      <w:r w:rsidRPr="00EA518F">
        <w:t>Следовательно,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поставка</w:t>
      </w:r>
      <w:r w:rsidR="00EA518F">
        <w:t xml:space="preserve"> </w:t>
      </w:r>
      <w:r w:rsidRPr="00EA518F">
        <w:t>содержит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товаров,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год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="00E8503A">
        <w:pict>
          <v:shape id="_x0000_i1177" type="#_x0000_t75" style="width:35.25pt;height:38.25pt">
            <v:imagedata r:id="rId149" o:title=""/>
          </v:shape>
        </w:pict>
      </w:r>
      <w:r w:rsidR="00EA518F">
        <w:t xml:space="preserve"> </w:t>
      </w:r>
      <w:r w:rsidRPr="00EA518F">
        <w:t>поставок,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именно: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78" type="#_x0000_t75" style="width:48.75pt;height:38.25pt">
            <v:imagedata r:id="rId150" o:title=""/>
          </v:shape>
        </w:pict>
      </w:r>
      <w:r w:rsidR="007B6CD4" w:rsidRPr="00EA518F">
        <w:t>.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7B6CD4" w:rsidRPr="00EA518F">
        <w:t>Для</w:t>
      </w:r>
      <w:r>
        <w:t xml:space="preserve"> </w:t>
      </w:r>
      <w:r w:rsidR="007B6CD4" w:rsidRPr="00EA518F">
        <w:t>С2</w:t>
      </w:r>
      <w:r>
        <w:t xml:space="preserve"> </w:t>
      </w:r>
      <w:r w:rsidR="007B6CD4" w:rsidRPr="00EA518F">
        <w:t>имеем:</w:t>
      </w:r>
      <w:r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С2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сd.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С3</w:t>
      </w:r>
      <w:r w:rsidR="00EA518F">
        <w:t xml:space="preserve"> </w:t>
      </w:r>
      <w:r w:rsidRPr="00EA518F">
        <w:t>(затраты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хранение</w:t>
      </w:r>
      <w:r w:rsidR="00EA518F">
        <w:t xml:space="preserve"> </w:t>
      </w:r>
      <w:r w:rsidRPr="00EA518F">
        <w:t>запасов)</w:t>
      </w:r>
      <w:r w:rsidR="00EA518F">
        <w:t xml:space="preserve"> </w:t>
      </w:r>
      <w:r w:rsidRPr="00EA518F">
        <w:t>имеем: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С3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(средний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запасов)</w:t>
      </w:r>
      <w:r w:rsidR="00EA518F">
        <w:t xml:space="preserve"> </w:t>
      </w:r>
      <w:r w:rsidRPr="00EA518F">
        <w:sym w:font="Symbol" w:char="F0D7"/>
      </w:r>
      <w:r w:rsidR="00EA518F">
        <w:t xml:space="preserve"> </w:t>
      </w:r>
      <w:r w:rsidRPr="00EA518F">
        <w:t>h.</w:t>
      </w:r>
    </w:p>
    <w:p w:rsidR="00EA518F" w:rsidRDefault="00EA518F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Средний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образом: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709"/>
        <w:jc w:val="both"/>
      </w:pPr>
      <w:r w:rsidRPr="00EA518F">
        <w:t>1.</w:t>
      </w:r>
      <w:r w:rsidR="00EA518F">
        <w:t xml:space="preserve"> </w:t>
      </w:r>
      <w:r w:rsidRPr="00EA518F">
        <w:t>Максимальный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RT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(p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d)t,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t</w:t>
      </w:r>
      <w:r w:rsidR="00EA518F">
        <w:t xml:space="preserve"> </w:t>
      </w:r>
      <w:r w:rsidRPr="00EA518F">
        <w:noBreakHyphen/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поставки.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709"/>
        <w:jc w:val="both"/>
      </w:pPr>
      <w:r w:rsidRPr="00EA518F">
        <w:t>2.</w:t>
      </w:r>
      <w:r w:rsidR="00EA518F">
        <w:t xml:space="preserve"> </w:t>
      </w:r>
      <w:r w:rsidRPr="00EA518F">
        <w:t>pt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(количество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поставке).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Отсюда: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(средний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запасов)</w:t>
      </w:r>
      <w:r w:rsidR="00EA518F">
        <w:t xml:space="preserve"> </w:t>
      </w:r>
      <w:r w:rsidRPr="00EA518F">
        <w:t>=</w:t>
      </w:r>
      <w:r w:rsidR="00E8503A">
        <w:pict>
          <v:shape id="_x0000_i1179" type="#_x0000_t75" style="width:12.75pt;height:35.25pt">
            <v:imagedata r:id="rId151" o:title=""/>
          </v:shape>
        </w:pict>
      </w:r>
      <w:r w:rsidR="00EA518F">
        <w:t xml:space="preserve"> </w:t>
      </w:r>
      <w:r w:rsidRPr="00EA518F">
        <w:t>(максимальный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запасов)</w:t>
      </w:r>
      <w:r w:rsidR="00EA518F">
        <w:t xml:space="preserve"> </w:t>
      </w:r>
      <w:r w:rsidRPr="00EA518F">
        <w:t>=</w:t>
      </w:r>
      <w:r w:rsidR="00EA518F">
        <w:t xml:space="preserve"> </w:t>
      </w:r>
      <w:r w:rsidR="00E8503A">
        <w:pict>
          <v:shape id="_x0000_i1180" type="#_x0000_t75" style="width:51.75pt;height:39.75pt">
            <v:imagedata r:id="rId152" o:title=""/>
          </v:shape>
        </w:pic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Следовательно: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81" type="#_x0000_t75" style="width:141pt;height:39.75pt">
            <v:imagedata r:id="rId153" o:title=""/>
          </v:shape>
        </w:pict>
      </w:r>
      <w:r w:rsidR="007B6CD4" w:rsidRPr="00EA518F">
        <w:t>.</w:t>
      </w:r>
    </w:p>
    <w:p w:rsidR="00EA518F" w:rsidRDefault="00EA518F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Оптимальный</w:t>
      </w:r>
      <w:r w:rsidR="00EA518F">
        <w:t xml:space="preserve"> </w:t>
      </w:r>
      <w:r w:rsidRPr="00EA518F">
        <w:t>размер</w:t>
      </w:r>
      <w:r w:rsidR="00EA518F">
        <w:t xml:space="preserve"> </w:t>
      </w:r>
      <w:r w:rsidRPr="00EA518F">
        <w:t>партии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уравнения: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82" type="#_x0000_t75" style="width:144.75pt;height:42.75pt">
            <v:imagedata r:id="rId15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Default="007B6CD4" w:rsidP="00EA518F">
      <w:pPr>
        <w:keepNext/>
        <w:widowControl w:val="0"/>
        <w:spacing w:line="360" w:lineRule="auto"/>
        <w:ind w:firstLine="709"/>
      </w:pPr>
      <w:r w:rsidRPr="00EA518F">
        <w:t>Отсюда</w:t>
      </w:r>
    </w:p>
    <w:p w:rsidR="007B6CD4" w:rsidRPr="00EA518F" w:rsidRDefault="00EA518F" w:rsidP="00EA518F">
      <w:pPr>
        <w:keepNext/>
        <w:widowControl w:val="0"/>
        <w:spacing w:line="360" w:lineRule="auto"/>
        <w:ind w:firstLine="709"/>
      </w:pPr>
      <w:r>
        <w:br w:type="page"/>
      </w:r>
      <w:r w:rsidR="00E8503A">
        <w:pict>
          <v:shape id="_x0000_i1183" type="#_x0000_t75" style="width:90.75pt;height:42pt">
            <v:imagedata r:id="rId155" o:title=""/>
          </v:shape>
        </w:pict>
      </w:r>
      <w:r>
        <w:t xml:space="preserve"> </w:t>
      </w:r>
      <w:r w:rsidR="007B6CD4" w:rsidRPr="00EA518F">
        <w:t>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Модель,</w:t>
      </w:r>
      <w:r w:rsidR="00EA518F">
        <w:rPr>
          <w:b w:val="0"/>
        </w:rPr>
        <w:t xml:space="preserve"> </w:t>
      </w:r>
      <w:r w:rsidRPr="00EA518F">
        <w:rPr>
          <w:b w:val="0"/>
        </w:rPr>
        <w:t>учитывающая</w:t>
      </w:r>
      <w:r w:rsidR="00EA518F">
        <w:rPr>
          <w:b w:val="0"/>
        </w:rPr>
        <w:t xml:space="preserve"> </w:t>
      </w:r>
      <w:r w:rsidRPr="00EA518F">
        <w:rPr>
          <w:b w:val="0"/>
        </w:rPr>
        <w:t>штрафы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третью</w:t>
      </w:r>
      <w:r w:rsidR="00EA518F">
        <w:t xml:space="preserve"> </w:t>
      </w:r>
      <w:r w:rsidRPr="00EA518F">
        <w:t>модель,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включает</w:t>
      </w:r>
      <w:r w:rsidR="00EA518F">
        <w:t xml:space="preserve"> </w:t>
      </w:r>
      <w:r w:rsidRPr="00EA518F">
        <w:t>штрафы.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Считаем,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существуют</w:t>
      </w:r>
      <w:r w:rsidR="00EA518F">
        <w:t xml:space="preserve"> </w:t>
      </w:r>
      <w:r w:rsidRPr="00EA518F">
        <w:t>периоды</w:t>
      </w:r>
      <w:r w:rsidR="00EA518F">
        <w:t xml:space="preserve"> </w:t>
      </w:r>
      <w:r w:rsidRPr="00EA518F">
        <w:t>дефицита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(нулевые</w:t>
      </w:r>
      <w:r w:rsidR="00EA518F">
        <w:t xml:space="preserve"> </w:t>
      </w:r>
      <w:r w:rsidRPr="00EA518F">
        <w:t>запасы),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покрывается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последующих</w:t>
      </w:r>
      <w:r w:rsidR="00EA518F">
        <w:t xml:space="preserve"> </w:t>
      </w:r>
      <w:r w:rsidRPr="00EA518F">
        <w:t>поставках,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штрафов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несвоевременную</w:t>
      </w:r>
      <w:r w:rsidR="00EA518F">
        <w:t xml:space="preserve"> </w:t>
      </w:r>
      <w:r w:rsidRPr="00EA518F">
        <w:t>поставку.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контракту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должно</w:t>
      </w:r>
      <w:r w:rsidR="00EA518F">
        <w:t xml:space="preserve"> </w:t>
      </w:r>
      <w:r w:rsidRPr="00EA518F">
        <w:t>поставить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промежутка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продолжительностью</w:t>
      </w:r>
      <w:r w:rsidR="00EA518F">
        <w:t xml:space="preserve"> </w:t>
      </w:r>
      <w:r w:rsidRPr="00EA518F">
        <w:t>L,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единицу</w:t>
      </w:r>
      <w:r w:rsidR="00EA518F">
        <w:t xml:space="preserve"> </w:t>
      </w:r>
      <w:r w:rsidRPr="00EA518F">
        <w:t>времени</w:t>
      </w:r>
      <w:r w:rsidR="00EA518F">
        <w:t xml:space="preserve"> </w:t>
      </w:r>
      <w:r w:rsidRPr="00EA518F">
        <w:t>поставляется</w:t>
      </w:r>
      <w:r w:rsidR="00EA518F">
        <w:t xml:space="preserve"> </w:t>
      </w:r>
      <w:r w:rsidRPr="00EA518F">
        <w:t>d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(q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Ld).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q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L</w:t>
      </w:r>
      <w:r w:rsidR="00EA518F">
        <w:t xml:space="preserve"> </w:t>
      </w:r>
      <w:r w:rsidRPr="00EA518F">
        <w:t>постоянны.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далее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Pr="00EA518F">
        <w:t>L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делает</w:t>
      </w:r>
      <w:r w:rsidR="00EA518F">
        <w:t xml:space="preserve"> </w:t>
      </w:r>
      <w:r w:rsidRPr="00EA518F">
        <w:t>запас</w:t>
      </w:r>
      <w:r w:rsidR="00EA518F">
        <w:t xml:space="preserve"> </w:t>
      </w:r>
      <w:r w:rsidRPr="00EA518F">
        <w:t>единиц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y</w:t>
      </w:r>
      <w:r w:rsidR="00EA518F">
        <w:t xml:space="preserve"> </w:t>
      </w:r>
      <w:r w:rsidRPr="00EA518F">
        <w:t>&lt;</w:t>
      </w:r>
      <w:r w:rsidR="00EA518F">
        <w:t xml:space="preserve"> </w:t>
      </w:r>
      <w:r w:rsidRPr="00EA518F">
        <w:t>q,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Pr="00EA518F">
        <w:t>наблюдается</w:t>
      </w:r>
      <w:r w:rsidR="00EA518F">
        <w:t xml:space="preserve"> </w:t>
      </w:r>
      <w:r w:rsidRPr="00EA518F">
        <w:t>дефицит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поставок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будет.</w:t>
      </w:r>
      <w:r w:rsidR="00EA518F">
        <w:t xml:space="preserve"> </w:t>
      </w:r>
      <w:r w:rsidRPr="00EA518F">
        <w:t>Невыполненные</w:t>
      </w:r>
      <w:r w:rsidR="00EA518F">
        <w:t xml:space="preserve"> </w:t>
      </w:r>
      <w:r w:rsidRPr="00EA518F">
        <w:t>заявки</w:t>
      </w:r>
      <w:r w:rsidR="00EA518F">
        <w:t xml:space="preserve"> </w:t>
      </w:r>
      <w:r w:rsidRPr="00EA518F">
        <w:t>будут</w:t>
      </w:r>
      <w:r w:rsidR="00EA518F">
        <w:t xml:space="preserve"> </w:t>
      </w:r>
      <w:r w:rsidRPr="00EA518F">
        <w:t>накапливаться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максимальной</w:t>
      </w:r>
      <w:r w:rsidR="00EA518F">
        <w:t xml:space="preserve"> </w:t>
      </w:r>
      <w:r w:rsidRPr="00EA518F">
        <w:t>величины</w:t>
      </w:r>
      <w:r w:rsidR="00EA518F">
        <w:t xml:space="preserve"> </w:t>
      </w:r>
      <w:r w:rsidRPr="00EA518F">
        <w:t>q-y,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будут</w:t>
      </w:r>
      <w:r w:rsidR="00EA518F">
        <w:t xml:space="preserve"> </w:t>
      </w:r>
      <w:r w:rsidRPr="00EA518F">
        <w:t>удовлетворены,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поступит</w:t>
      </w:r>
      <w:r w:rsidR="00EA518F">
        <w:t xml:space="preserve"> </w:t>
      </w:r>
      <w:r w:rsidRPr="00EA518F">
        <w:t>следующая</w:t>
      </w:r>
      <w:r w:rsidR="00EA518F">
        <w:t xml:space="preserve"> </w:t>
      </w:r>
      <w:r w:rsidRPr="00EA518F">
        <w:t>партия</w:t>
      </w:r>
      <w:r w:rsidR="00EA518F">
        <w:t xml:space="preserve"> </w:t>
      </w:r>
      <w:r w:rsidRPr="00EA518F">
        <w:t>товаров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количестве</w:t>
      </w:r>
      <w:r w:rsidR="00EA518F">
        <w:t xml:space="preserve"> </w:t>
      </w:r>
      <w:r w:rsidRPr="00EA518F">
        <w:t>q.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</w:t>
      </w:r>
      <w:r w:rsidR="00EA518F">
        <w:t xml:space="preserve"> </w:t>
      </w:r>
      <w:r w:rsidRPr="00EA518F">
        <w:t>несвоевременную</w:t>
      </w:r>
      <w:r w:rsidR="00EA518F">
        <w:t xml:space="preserve"> </w:t>
      </w:r>
      <w:r w:rsidRPr="00EA518F">
        <w:t>поставку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предприятие</w:t>
      </w:r>
      <w:r w:rsidR="00EA518F">
        <w:t xml:space="preserve"> </w:t>
      </w:r>
      <w:r w:rsidRPr="00EA518F">
        <w:t>налагается</w:t>
      </w:r>
      <w:r w:rsidR="00EA518F">
        <w:t xml:space="preserve"> </w:t>
      </w:r>
      <w:r w:rsidRPr="00EA518F">
        <w:t>штраф,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зависит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сколько</w:t>
      </w:r>
      <w:r w:rsidR="00EA518F">
        <w:t xml:space="preserve"> </w:t>
      </w:r>
      <w:r w:rsidRPr="00EA518F">
        <w:t>была</w:t>
      </w:r>
      <w:r w:rsidR="00EA518F">
        <w:t xml:space="preserve"> </w:t>
      </w:r>
      <w:r w:rsidRPr="00EA518F">
        <w:t>задержана</w:t>
      </w:r>
      <w:r w:rsidR="00EA518F">
        <w:t xml:space="preserve"> </w:t>
      </w:r>
      <w:r w:rsidRPr="00EA518F">
        <w:t>поставка.</w:t>
      </w:r>
      <w:r w:rsidR="00EA518F">
        <w:t xml:space="preserve"> </w:t>
      </w:r>
      <w:r w:rsidRPr="00EA518F">
        <w:t>(Иногда</w:t>
      </w:r>
      <w:r w:rsidR="00EA518F">
        <w:t xml:space="preserve"> </w:t>
      </w:r>
      <w:r w:rsidRPr="00EA518F">
        <w:t>выгоднее</w:t>
      </w:r>
      <w:r w:rsidR="00EA518F">
        <w:t xml:space="preserve"> </w:t>
      </w:r>
      <w:r w:rsidRPr="00EA518F">
        <w:t>заплатить</w:t>
      </w:r>
      <w:r w:rsidR="00EA518F">
        <w:t xml:space="preserve"> </w:t>
      </w:r>
      <w:r w:rsidRPr="00EA518F">
        <w:t>штраф,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расходовать</w:t>
      </w:r>
      <w:r w:rsidR="00EA518F">
        <w:t xml:space="preserve"> </w:t>
      </w:r>
      <w:r w:rsidRPr="00EA518F">
        <w:t>средства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хранение</w:t>
      </w:r>
      <w:r w:rsidR="00EA518F">
        <w:t xml:space="preserve"> </w:t>
      </w:r>
      <w:r w:rsidRPr="00EA518F">
        <w:t>запасов,</w:t>
      </w:r>
      <w:r w:rsidR="00EA518F">
        <w:t xml:space="preserve"> </w:t>
      </w:r>
      <w:r w:rsidRPr="00EA518F">
        <w:t>превышающих</w:t>
      </w:r>
      <w:r w:rsidR="00EA518F">
        <w:t xml:space="preserve"> </w:t>
      </w:r>
      <w:r w:rsidRPr="00EA518F">
        <w:t>величину</w:t>
      </w:r>
      <w:r w:rsidR="00EA518F">
        <w:t xml:space="preserve"> </w:t>
      </w:r>
      <w:r w:rsidRPr="00EA518F">
        <w:t>у).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Задача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у,</w:t>
      </w:r>
      <w:r w:rsidR="00EA518F">
        <w:t xml:space="preserve"> </w:t>
      </w:r>
      <w:r w:rsidRPr="00EA518F">
        <w:t>которое</w:t>
      </w:r>
      <w:r w:rsidR="00EA518F">
        <w:t xml:space="preserve"> </w:t>
      </w:r>
      <w:r w:rsidRPr="00EA518F">
        <w:t>ведет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минимизации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затрат.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цикла.</w:t>
      </w:r>
      <w:r w:rsidR="00EA518F">
        <w:t xml:space="preserve"> </w:t>
      </w:r>
      <w:r w:rsidRPr="00EA518F">
        <w:t>Общие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модели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будут: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h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хранения</w:t>
      </w:r>
      <w:r w:rsidR="00EA518F">
        <w:t xml:space="preserve"> </w:t>
      </w:r>
      <w:r w:rsidRPr="00EA518F">
        <w:t>единицы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единицу</w:t>
      </w:r>
      <w:r w:rsidR="00EA518F">
        <w:t xml:space="preserve"> </w:t>
      </w:r>
      <w:r w:rsidRPr="00EA518F">
        <w:t>времени;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p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затраты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штраф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расчете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единицу</w:t>
      </w:r>
      <w:r w:rsidR="00EA518F">
        <w:t xml:space="preserve"> </w:t>
      </w:r>
      <w:r w:rsidRPr="00EA518F">
        <w:t>товара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день</w:t>
      </w:r>
      <w:r w:rsidR="00EA518F">
        <w:t xml:space="preserve"> </w:t>
      </w:r>
      <w:r w:rsidRPr="00EA518F">
        <w:t>отсрочки.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График</w:t>
      </w:r>
      <w:r w:rsidR="00EA518F">
        <w:t xml:space="preserve"> </w:t>
      </w:r>
      <w:r w:rsidRPr="00EA518F">
        <w:t>изменения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будет:</w:t>
      </w:r>
    </w:p>
    <w:p w:rsidR="007B6CD4" w:rsidRPr="00EA518F" w:rsidRDefault="00E8503A" w:rsidP="00EA518F">
      <w:pPr>
        <w:keepNext/>
        <w:widowControl w:val="0"/>
        <w:spacing w:line="360" w:lineRule="auto"/>
        <w:ind w:firstLine="0"/>
      </w:pPr>
      <w:r>
        <w:pict>
          <v:shape id="_x0000_i1184" type="#_x0000_t75" style="width:439.5pt;height:315.75pt">
            <v:imagedata r:id="rId156" o:title=""/>
          </v:shape>
        </w:pic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Находим</w:t>
      </w:r>
      <w:r w:rsidR="00EA518F">
        <w:t xml:space="preserve"> </w:t>
      </w:r>
      <w:r w:rsidRPr="00EA518F">
        <w:t>издержки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цикла.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С1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следующее.</w:t>
      </w:r>
      <w:r w:rsidR="00EA518F">
        <w:t xml:space="preserve"> </w:t>
      </w:r>
      <w:r w:rsidRPr="00EA518F">
        <w:t>Товары</w:t>
      </w:r>
      <w:r w:rsidR="00EA518F">
        <w:t xml:space="preserve"> </w:t>
      </w:r>
      <w:r w:rsidRPr="00EA518F">
        <w:t>находятся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складе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Pr="00EA518F">
        <w:t>АВ,</w:t>
      </w:r>
      <w:r w:rsidR="00EA518F">
        <w:t xml:space="preserve"> </w:t>
      </w:r>
      <w:r w:rsidRPr="00EA518F">
        <w:t>средний</w:t>
      </w:r>
      <w:r w:rsidR="00EA518F">
        <w:t xml:space="preserve"> </w:t>
      </w:r>
      <w:r w:rsidRPr="00EA518F">
        <w:t>уровень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период</w:t>
      </w:r>
      <w:r w:rsidR="00EA518F">
        <w:t xml:space="preserve"> </w:t>
      </w:r>
      <w:r w:rsidRPr="00EA518F">
        <w:t>равен</w:t>
      </w:r>
      <w:r w:rsidR="00EA518F">
        <w:t xml:space="preserve"> </w:t>
      </w:r>
      <w:r w:rsidRPr="00EA518F">
        <w:t>у/2.</w:t>
      </w:r>
      <w:r w:rsidR="00EA518F">
        <w:t xml:space="preserve"> </w:t>
      </w:r>
      <w:r w:rsidRPr="00EA518F">
        <w:t>Продолжительность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Pr="00EA518F">
        <w:t>АВ</w:t>
      </w:r>
      <w:r w:rsidR="00EA518F">
        <w:t xml:space="preserve"> </w:t>
      </w:r>
      <w:r w:rsidRPr="00EA518F">
        <w:t>равна</w:t>
      </w:r>
      <w:r w:rsidR="00EA518F">
        <w:t xml:space="preserve"> </w:t>
      </w:r>
      <w:r w:rsidRPr="00EA518F">
        <w:t>у/d.</w:t>
      </w:r>
      <w:r w:rsidR="00EA518F">
        <w:t xml:space="preserve"> </w:t>
      </w:r>
      <w:r w:rsidRPr="00EA518F">
        <w:t>Отсюда: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85" type="#_x0000_t75" style="width:104.25pt;height:39pt" fillcolor="window">
            <v:imagedata r:id="rId157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С2.</w:t>
      </w:r>
      <w:r w:rsidR="00EA518F">
        <w:t xml:space="preserve"> </w:t>
      </w:r>
      <w:r w:rsidRPr="00EA518F">
        <w:t>Штраф</w:t>
      </w:r>
      <w:r w:rsidR="00EA518F">
        <w:t xml:space="preserve"> </w:t>
      </w:r>
      <w:r w:rsidRPr="00EA518F">
        <w:t>выплачивается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невыполнение</w:t>
      </w:r>
      <w:r w:rsidR="00EA518F">
        <w:t xml:space="preserve"> </w:t>
      </w:r>
      <w:r w:rsidRPr="00EA518F">
        <w:t>поставок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течение</w:t>
      </w:r>
      <w:r w:rsidR="00EA518F">
        <w:t xml:space="preserve"> </w:t>
      </w:r>
      <w:r w:rsidRPr="00EA518F">
        <w:t>периода</w:t>
      </w:r>
      <w:r w:rsidR="00EA518F">
        <w:t xml:space="preserve"> </w:t>
      </w:r>
      <w:r w:rsidR="00E8503A">
        <w:pict>
          <v:shape id="_x0000_i1186" type="#_x0000_t75" style="width:77.25pt;height:36.75pt">
            <v:imagedata r:id="rId158" o:title=""/>
          </v:shape>
        </w:pict>
      </w:r>
      <w:r w:rsidRPr="00EA518F">
        <w:t>.</w:t>
      </w:r>
      <w:r w:rsidR="00EA518F">
        <w:t xml:space="preserve"> </w:t>
      </w:r>
      <w:r w:rsidRPr="00EA518F">
        <w:t>Общее</w:t>
      </w:r>
      <w:r w:rsidR="00EA518F">
        <w:t xml:space="preserve"> </w:t>
      </w:r>
      <w:r w:rsidRPr="00EA518F">
        <w:t>количество</w:t>
      </w:r>
      <w:r w:rsidR="00EA518F">
        <w:t xml:space="preserve"> </w:t>
      </w:r>
      <w:r w:rsidRPr="00EA518F">
        <w:t>"товаро-дней",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налагается</w:t>
      </w:r>
      <w:r w:rsidR="00EA518F">
        <w:t xml:space="preserve"> </w:t>
      </w:r>
      <w:r w:rsidRPr="00EA518F">
        <w:t>штраф,</w:t>
      </w:r>
      <w:r w:rsidR="00EA518F">
        <w:t xml:space="preserve"> </w:t>
      </w:r>
      <w:r w:rsidRPr="00EA518F">
        <w:t>равно</w:t>
      </w:r>
      <w:r w:rsidR="00EA518F">
        <w:t xml:space="preserve"> </w:t>
      </w:r>
      <w:r w:rsidRPr="00EA518F">
        <w:t>площади</w:t>
      </w:r>
      <w:r w:rsidR="00EA518F">
        <w:t xml:space="preserve"> </w:t>
      </w:r>
      <w:r w:rsidRPr="00EA518F">
        <w:rPr>
          <w:szCs w:val="28"/>
        </w:rPr>
        <w:sym w:font="Symbol" w:char="F044"/>
      </w:r>
      <w:r w:rsidRPr="00EA518F">
        <w:t>BCD.</w:t>
      </w:r>
      <w:r w:rsidR="00EA518F">
        <w:t xml:space="preserve"> </w:t>
      </w:r>
      <w:r w:rsidRPr="00EA518F">
        <w:t>Но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S</w:t>
      </w:r>
      <w:r w:rsidRPr="00EA518F">
        <w:sym w:font="Symbol" w:char="F044"/>
      </w:r>
      <w:r w:rsidRPr="00EA518F">
        <w:rPr>
          <w:vertAlign w:val="subscript"/>
        </w:rPr>
        <w:t>BCD</w:t>
      </w:r>
      <w:r w:rsidR="00EA518F">
        <w:t xml:space="preserve"> </w:t>
      </w:r>
      <w:r w:rsidRPr="00EA518F">
        <w:t>=</w:t>
      </w:r>
      <w:r w:rsidR="00EA518F">
        <w:t xml:space="preserve"> </w:t>
      </w:r>
      <w:r w:rsidR="00E8503A">
        <w:pict>
          <v:shape id="_x0000_i1187" type="#_x0000_t75" style="width:51.75pt;height:41.25pt">
            <v:imagedata r:id="rId159" o:title=""/>
          </v:shape>
        </w:pict>
      </w:r>
      <w:r w:rsidRPr="00EA518F">
        <w:t>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Отсюда: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88" type="#_x0000_t75" style="width:90pt;height:41.25pt">
            <v:imagedata r:id="rId160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Cледовательно: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89" type="#_x0000_t75" style="width:122.25pt;height:41.25pt">
            <v:imagedata r:id="rId161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Оптимальное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у</w:t>
      </w:r>
      <w:r w:rsidR="00EA518F">
        <w:t xml:space="preserve"> </w:t>
      </w:r>
      <w:r w:rsidRPr="00EA518F">
        <w:t>находим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условия: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0" type="#_x0000_t75" style="width:135pt;height:39.75pt">
            <v:imagedata r:id="rId162" o:title=""/>
          </v:shape>
        </w:pict>
      </w:r>
      <w:r w:rsidR="007B6CD4" w:rsidRPr="00EA518F">
        <w:t>,</w:t>
      </w:r>
    </w:p>
    <w:p w:rsidR="00EA518F" w:rsidRDefault="00EA518F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отсюда: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1" type="#_x0000_t75" style="width:63.75pt;height:38.25pt">
            <v:imagedata r:id="rId163" o:title=""/>
          </v:shape>
        </w:pict>
      </w:r>
      <w:r w:rsidR="007B6CD4" w:rsidRPr="00EA518F">
        <w:t>,</w:t>
      </w:r>
      <w:r w:rsidR="00EA518F">
        <w:t xml:space="preserve"> </w:t>
      </w:r>
      <w:r>
        <w:pict>
          <v:shape id="_x0000_i1192" type="#_x0000_t75" style="width:102.75pt;height:44.25pt">
            <v:imagedata r:id="rId164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взяв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у*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качестве</w:t>
      </w:r>
      <w:r w:rsidR="00EA518F">
        <w:t xml:space="preserve"> </w:t>
      </w:r>
      <w:r w:rsidRPr="00EA518F">
        <w:t>уровня</w:t>
      </w:r>
      <w:r w:rsidR="00EA518F">
        <w:t xml:space="preserve"> </w:t>
      </w:r>
      <w:r w:rsidRPr="00EA518F">
        <w:t>запасов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цикла,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условии,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невыполненные</w:t>
      </w:r>
      <w:r w:rsidR="00EA518F">
        <w:t xml:space="preserve"> </w:t>
      </w:r>
      <w:r w:rsidRPr="00EA518F">
        <w:t>заявки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дальнейшем</w:t>
      </w:r>
      <w:r w:rsidR="00EA518F">
        <w:t xml:space="preserve"> </w:t>
      </w:r>
      <w:r w:rsidRPr="00EA518F">
        <w:t>будут</w:t>
      </w:r>
      <w:r w:rsidR="00EA518F">
        <w:t xml:space="preserve"> </w:t>
      </w:r>
      <w:r w:rsidRPr="00EA518F">
        <w:t>удовлетворены,</w:t>
      </w:r>
      <w:r w:rsidR="00EA518F">
        <w:t xml:space="preserve"> </w:t>
      </w:r>
      <w:r w:rsidRPr="00EA518F">
        <w:t>сведем</w:t>
      </w:r>
      <w:r w:rsidR="00EA518F">
        <w:t xml:space="preserve"> </w:t>
      </w:r>
      <w:r w:rsidRPr="00EA518F">
        <w:t>суммарные</w:t>
      </w:r>
      <w:r w:rsidR="00EA518F">
        <w:t xml:space="preserve"> </w:t>
      </w:r>
      <w:r w:rsidRPr="00EA518F">
        <w:t>расходы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минимуму.</w:t>
      </w:r>
    </w:p>
    <w:p w:rsidR="007B6CD4" w:rsidRPr="00EA518F" w:rsidRDefault="00EA518F" w:rsidP="00EA518F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11" w:name="_Toc413639608"/>
      <w:r>
        <w:rPr>
          <w:b w:val="0"/>
          <w:shadow w:val="0"/>
          <w:sz w:val="28"/>
        </w:rPr>
        <w:br w:type="page"/>
      </w:r>
      <w:r w:rsidR="007B6CD4" w:rsidRPr="00EA518F">
        <w:rPr>
          <w:shadow w:val="0"/>
          <w:sz w:val="28"/>
        </w:rPr>
        <w:t>Тема</w:t>
      </w:r>
      <w:r w:rsidRPr="00EA518F"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12.</w:t>
      </w:r>
      <w:r w:rsidRPr="00EA518F"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Методы</w:t>
      </w:r>
      <w:r w:rsidRPr="00EA518F"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экспертных</w:t>
      </w:r>
      <w:r w:rsidRPr="00EA518F">
        <w:rPr>
          <w:shadow w:val="0"/>
          <w:sz w:val="28"/>
        </w:rPr>
        <w:t xml:space="preserve"> </w:t>
      </w:r>
      <w:r w:rsidR="007B6CD4" w:rsidRPr="00EA518F">
        <w:rPr>
          <w:shadow w:val="0"/>
          <w:sz w:val="28"/>
        </w:rPr>
        <w:t>оценок</w:t>
      </w:r>
      <w:bookmarkEnd w:id="11"/>
    </w:p>
    <w:p w:rsidR="00EA518F" w:rsidRDefault="00EA518F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понятия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неулучшаемых</w:t>
      </w:r>
      <w:r w:rsidR="00EA518F">
        <w:t xml:space="preserve"> </w:t>
      </w:r>
      <w:r w:rsidRPr="00EA518F">
        <w:t>альтернатив.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подходы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поиску</w:t>
      </w:r>
      <w:r w:rsidR="00EA518F">
        <w:t xml:space="preserve"> </w:t>
      </w:r>
      <w:r w:rsidRPr="00EA518F">
        <w:t>предпочтительных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7B6CD4" w:rsidRPr="00EA518F" w:rsidRDefault="007B6CD4" w:rsidP="00EA518F">
      <w:pPr>
        <w:pStyle w:val="afa"/>
        <w:keepNext/>
        <w:widowControl w:val="0"/>
        <w:spacing w:line="360" w:lineRule="auto"/>
        <w:ind w:left="0" w:firstLine="0"/>
      </w:pPr>
      <w:r w:rsidRPr="00EA518F">
        <w:t>4.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подготовки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EA518F" w:rsidRDefault="00EA518F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показывает</w:t>
      </w:r>
      <w:r w:rsidR="00EA518F">
        <w:t xml:space="preserve"> </w:t>
      </w:r>
      <w:r w:rsidRPr="00EA518F">
        <w:t>опыт</w:t>
      </w:r>
      <w:r w:rsidR="00EA518F">
        <w:t xml:space="preserve"> </w:t>
      </w:r>
      <w:r w:rsidRPr="00EA518F">
        <w:t>практической</w:t>
      </w:r>
      <w:r w:rsidR="00EA518F">
        <w:t xml:space="preserve"> </w:t>
      </w:r>
      <w:r w:rsidRPr="00EA518F">
        <w:t>экономической</w:t>
      </w:r>
      <w:r w:rsidR="00EA518F">
        <w:t xml:space="preserve"> </w:t>
      </w:r>
      <w:r w:rsidRPr="00EA518F">
        <w:t>деятельности,</w:t>
      </w:r>
      <w:r w:rsidR="00EA518F">
        <w:t xml:space="preserve"> </w:t>
      </w:r>
      <w:r w:rsidRPr="00EA518F">
        <w:t>особенно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той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части,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связана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управлением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экономики,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существенную</w:t>
      </w:r>
      <w:r w:rsidR="00EA518F">
        <w:t xml:space="preserve"> </w:t>
      </w:r>
      <w:r w:rsidRPr="00EA518F">
        <w:t>роль</w:t>
      </w:r>
      <w:r w:rsidR="00EA518F">
        <w:t xml:space="preserve"> </w:t>
      </w:r>
      <w:r w:rsidRPr="00EA518F">
        <w:t>играет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аспект</w:t>
      </w:r>
      <w:r w:rsidR="00EA518F">
        <w:t xml:space="preserve"> </w:t>
      </w:r>
      <w:r w:rsidRPr="00EA518F">
        <w:t>действий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принятие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арсенала</w:t>
      </w:r>
      <w:r w:rsidR="00EA518F">
        <w:t xml:space="preserve"> </w:t>
      </w:r>
      <w:r w:rsidRPr="00EA518F">
        <w:t>формально</w:t>
      </w:r>
      <w:r w:rsidR="00EA518F">
        <w:t xml:space="preserve"> </w:t>
      </w:r>
      <w:r w:rsidRPr="00EA518F">
        <w:t>решаемых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большинстве</w:t>
      </w:r>
      <w:r w:rsidR="00EA518F">
        <w:t xml:space="preserve"> </w:t>
      </w:r>
      <w:r w:rsidRPr="00EA518F">
        <w:t>случаев</w:t>
      </w:r>
      <w:r w:rsidR="00EA518F">
        <w:t xml:space="preserve"> </w:t>
      </w:r>
      <w:r w:rsidRPr="00EA518F">
        <w:t>бывает</w:t>
      </w:r>
      <w:r w:rsidR="00EA518F">
        <w:t xml:space="preserve"> </w:t>
      </w:r>
      <w:r w:rsidRPr="00EA518F">
        <w:t>недостаточно.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случаях</w:t>
      </w:r>
      <w:r w:rsidR="00EA518F">
        <w:t xml:space="preserve"> </w:t>
      </w:r>
      <w:r w:rsidRPr="00EA518F">
        <w:t>приходится</w:t>
      </w:r>
      <w:r w:rsidR="00EA518F">
        <w:t xml:space="preserve"> </w:t>
      </w:r>
      <w:r w:rsidRPr="00EA518F">
        <w:t>обращаться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компетентным</w:t>
      </w:r>
      <w:r w:rsidR="00EA518F">
        <w:t xml:space="preserve"> </w:t>
      </w:r>
      <w:r w:rsidRPr="00EA518F">
        <w:t>специалистам,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интуиции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сосредоточен</w:t>
      </w:r>
      <w:r w:rsidR="00EA518F">
        <w:t xml:space="preserve"> </w:t>
      </w:r>
      <w:r w:rsidRPr="00EA518F">
        <w:t>иррациональный</w:t>
      </w:r>
      <w:r w:rsidR="00EA518F">
        <w:t xml:space="preserve"> </w:t>
      </w:r>
      <w:r w:rsidRPr="00EA518F">
        <w:t>опыт</w:t>
      </w:r>
      <w:r w:rsidR="00EA518F">
        <w:t xml:space="preserve"> </w:t>
      </w:r>
      <w:r w:rsidRPr="00EA518F">
        <w:t>хозяйствования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управления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рационального</w:t>
      </w:r>
      <w:r w:rsidR="00EA518F">
        <w:t xml:space="preserve"> </w:t>
      </w:r>
      <w:r w:rsidRPr="00EA518F">
        <w:t>познания</w:t>
      </w:r>
      <w:r w:rsidR="00EA518F">
        <w:t xml:space="preserve"> </w:t>
      </w:r>
      <w:r w:rsidRPr="00EA518F">
        <w:t>экономики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формализованных</w:t>
      </w:r>
      <w:r w:rsidR="00EA518F">
        <w:t xml:space="preserve"> </w:t>
      </w:r>
      <w:r w:rsidRPr="00EA518F">
        <w:t>моделей.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специалисты,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“совершенстве”</w:t>
      </w:r>
      <w:r w:rsidR="00EA518F">
        <w:t xml:space="preserve"> </w:t>
      </w:r>
      <w:r w:rsidRPr="00EA518F">
        <w:t>владеют</w:t>
      </w:r>
      <w:r w:rsidR="00EA518F">
        <w:t xml:space="preserve"> </w:t>
      </w:r>
      <w:r w:rsidRPr="00EA518F">
        <w:t>определенной</w:t>
      </w:r>
      <w:r w:rsidR="00EA518F">
        <w:t xml:space="preserve"> </w:t>
      </w:r>
      <w:r w:rsidRPr="00EA518F">
        <w:t>проблемой,</w:t>
      </w:r>
      <w:r w:rsidR="00EA518F">
        <w:t xml:space="preserve"> </w:t>
      </w:r>
      <w:r w:rsidRPr="00EA518F">
        <w:t>называются</w:t>
      </w:r>
      <w:r w:rsidR="00EA518F">
        <w:t xml:space="preserve"> </w:t>
      </w:r>
      <w:r w:rsidRPr="00EA518F">
        <w:t>экспертами.</w:t>
      </w:r>
      <w:r w:rsidR="00EA518F">
        <w:t xml:space="preserve"> </w:t>
      </w:r>
      <w:r w:rsidRPr="00EA518F">
        <w:t>Результатом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труда</w:t>
      </w:r>
      <w:r w:rsidR="00EA518F">
        <w:t xml:space="preserve"> </w:t>
      </w:r>
      <w:r w:rsidRPr="00EA518F">
        <w:t>являются</w:t>
      </w:r>
      <w:r w:rsidR="00EA518F">
        <w:t xml:space="preserve"> </w:t>
      </w:r>
      <w:r w:rsidRPr="00EA518F">
        <w:t>различного</w:t>
      </w:r>
      <w:r w:rsidR="00EA518F">
        <w:t xml:space="preserve"> </w:t>
      </w:r>
      <w:r w:rsidRPr="00EA518F">
        <w:t>рода</w:t>
      </w:r>
      <w:r w:rsidR="00EA518F">
        <w:t xml:space="preserve"> </w:t>
      </w:r>
      <w:r w:rsidRPr="00EA518F">
        <w:t>оценки,</w:t>
      </w:r>
      <w:r w:rsidR="00EA518F">
        <w:t xml:space="preserve"> </w:t>
      </w:r>
      <w:r w:rsidRPr="00EA518F">
        <w:t>рекомендации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предложения.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привлечении</w:t>
      </w:r>
      <w:r w:rsidR="00EA518F">
        <w:t xml:space="preserve"> </w:t>
      </w:r>
      <w:r w:rsidRPr="00EA518F">
        <w:t>значительного</w:t>
      </w:r>
      <w:r w:rsidR="00EA518F">
        <w:t xml:space="preserve"> </w:t>
      </w:r>
      <w:r w:rsidRPr="00EA518F">
        <w:t>количества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выработке</w:t>
      </w:r>
      <w:r w:rsidR="00EA518F">
        <w:t xml:space="preserve"> </w:t>
      </w:r>
      <w:r w:rsidRPr="00EA518F">
        <w:t>вариантов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встает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экспертов.</w:t>
      </w:r>
      <w:r w:rsidR="00EA518F">
        <w:t xml:space="preserve"> </w:t>
      </w:r>
      <w:r w:rsidRPr="00EA518F">
        <w:t>Здесь</w:t>
      </w:r>
      <w:r w:rsidR="00EA518F">
        <w:t xml:space="preserve"> </w:t>
      </w:r>
      <w:r w:rsidRPr="00EA518F">
        <w:t>опять</w:t>
      </w:r>
      <w:r w:rsidR="00EA518F">
        <w:t xml:space="preserve"> </w:t>
      </w:r>
      <w:r w:rsidRPr="00EA518F">
        <w:t>встает</w:t>
      </w:r>
      <w:r w:rsidR="00EA518F">
        <w:t xml:space="preserve"> </w:t>
      </w:r>
      <w:r w:rsidRPr="00EA518F">
        <w:t>проблема</w:t>
      </w:r>
      <w:r w:rsidR="00EA518F">
        <w:t xml:space="preserve"> </w:t>
      </w:r>
      <w:r w:rsidRPr="00EA518F">
        <w:t>использования</w:t>
      </w:r>
      <w:r w:rsidR="00EA518F">
        <w:t xml:space="preserve"> </w:t>
      </w:r>
      <w:r w:rsidRPr="00EA518F">
        <w:t>формализованных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каждого</w:t>
      </w:r>
      <w:r w:rsidR="00EA518F">
        <w:t xml:space="preserve"> </w:t>
      </w:r>
      <w:r w:rsidRPr="00EA518F">
        <w:t>эксперта</w:t>
      </w:r>
      <w:r w:rsidR="00EA518F">
        <w:t xml:space="preserve"> </w:t>
      </w:r>
      <w:r w:rsidRPr="00EA518F">
        <w:t>представляется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альтернативы,</w:t>
      </w:r>
      <w:r w:rsidR="00EA518F">
        <w:t xml:space="preserve"> </w:t>
      </w:r>
      <w:r w:rsidRPr="00EA518F">
        <w:t>поскольку</w:t>
      </w:r>
      <w:r w:rsidR="00EA518F">
        <w:t xml:space="preserve"> </w:t>
      </w:r>
      <w:r w:rsidRPr="00EA518F">
        <w:t>безальтернативные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представлены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результата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коллективного</w:t>
      </w:r>
      <w:r w:rsidR="00EA518F">
        <w:t xml:space="preserve"> </w:t>
      </w:r>
      <w:r w:rsidRPr="00EA518F">
        <w:t>эксперта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каких-либо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требуется.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рассматривать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преодоления</w:t>
      </w:r>
      <w:r w:rsidR="00EA518F">
        <w:t xml:space="preserve"> </w:t>
      </w:r>
      <w:r w:rsidRPr="00EA518F">
        <w:t>альтернатив.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Технология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включает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себя</w:t>
      </w:r>
      <w:r w:rsidR="00EA518F">
        <w:t xml:space="preserve"> </w:t>
      </w:r>
      <w:r w:rsidRPr="00EA518F">
        <w:t>три</w:t>
      </w:r>
      <w:r w:rsidR="00EA518F">
        <w:t xml:space="preserve"> </w:t>
      </w:r>
      <w:r w:rsidRPr="00EA518F">
        <w:t>составляющие: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интуитивно-логический</w:t>
      </w:r>
      <w:r w:rsidR="00EA518F">
        <w:t xml:space="preserve"> </w:t>
      </w:r>
      <w:r w:rsidRPr="00EA518F">
        <w:t>анализ;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формирование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выдача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(собственно</w:t>
      </w:r>
      <w:r w:rsidR="00EA518F">
        <w:t xml:space="preserve"> </w:t>
      </w:r>
      <w:r w:rsidRPr="00EA518F">
        <w:t>оценка,</w:t>
      </w:r>
      <w:r w:rsidR="00EA518F">
        <w:t xml:space="preserve"> </w:t>
      </w:r>
      <w:r w:rsidRPr="00EA518F">
        <w:t>результат</w:t>
      </w:r>
      <w:r w:rsidR="00EA518F">
        <w:t xml:space="preserve"> </w:t>
      </w:r>
      <w:r w:rsidRPr="00EA518F">
        <w:t>решения);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обработка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noBreakHyphen/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альтернатив.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Интуитивно-логический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строится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логическом</w:t>
      </w:r>
      <w:r w:rsidR="00EA518F">
        <w:t xml:space="preserve"> </w:t>
      </w:r>
      <w:r w:rsidRPr="00EA518F">
        <w:t>мышлении</w:t>
      </w:r>
      <w:r w:rsidR="00EA518F">
        <w:t xml:space="preserve"> </w:t>
      </w:r>
      <w:r w:rsidRPr="00EA518F">
        <w:t>(возможно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использовании</w:t>
      </w:r>
      <w:r w:rsidR="00EA518F">
        <w:t xml:space="preserve"> </w:t>
      </w:r>
      <w:r w:rsidRPr="00EA518F">
        <w:t>формализованных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моделей)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интуиции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знании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опыте.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принципе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индивидуальный</w:t>
      </w:r>
      <w:r w:rsidR="00EA518F">
        <w:t xml:space="preserve"> </w:t>
      </w:r>
      <w:r w:rsidRPr="00EA518F">
        <w:t>процесс,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котором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эксперт</w:t>
      </w:r>
      <w:r w:rsidR="00EA518F">
        <w:t xml:space="preserve"> </w:t>
      </w:r>
      <w:r w:rsidRPr="00EA518F">
        <w:t>проводит</w:t>
      </w:r>
      <w:r w:rsidR="00EA518F">
        <w:t xml:space="preserve"> </w:t>
      </w:r>
      <w:r w:rsidRPr="00EA518F">
        <w:t>сравнительный</w:t>
      </w:r>
      <w:r w:rsidR="00EA518F">
        <w:t xml:space="preserve"> </w:t>
      </w:r>
      <w:r w:rsidRPr="00EA518F">
        <w:t>анализ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решения,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количественные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качественные</w:t>
      </w:r>
      <w:r w:rsidR="00EA518F">
        <w:t xml:space="preserve"> </w:t>
      </w:r>
      <w:r w:rsidRPr="00EA518F">
        <w:t>измерения</w:t>
      </w:r>
      <w:r w:rsidR="00EA518F">
        <w:t xml:space="preserve"> </w:t>
      </w:r>
      <w:r w:rsidRPr="00EA518F">
        <w:t>(оценки)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разных</w:t>
      </w:r>
      <w:r w:rsidR="00EA518F">
        <w:t xml:space="preserve"> </w:t>
      </w:r>
      <w:r w:rsidRPr="00EA518F">
        <w:t>условиях.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Формирование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выдача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является,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многокритериальной</w:t>
      </w:r>
      <w:r w:rsidR="00EA518F">
        <w:t xml:space="preserve"> </w:t>
      </w:r>
      <w:r w:rsidRPr="00EA518F">
        <w:t>задачей,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сводится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достижению</w:t>
      </w:r>
      <w:r w:rsidR="00EA518F">
        <w:t xml:space="preserve"> </w:t>
      </w:r>
      <w:r w:rsidRPr="00EA518F">
        <w:t>какой-либо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цели.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</w:t>
      </w:r>
      <w:r w:rsidR="00EA518F">
        <w:t xml:space="preserve"> </w:t>
      </w:r>
      <w:r w:rsidRPr="00EA518F">
        <w:t>заключительном</w:t>
      </w:r>
      <w:r w:rsidR="00EA518F">
        <w:t xml:space="preserve"> </w:t>
      </w:r>
      <w:r w:rsidRPr="00EA518F">
        <w:t>этапе,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общей</w:t>
      </w:r>
      <w:r w:rsidR="00EA518F">
        <w:t xml:space="preserve"> </w:t>
      </w:r>
      <w:r w:rsidRPr="00EA518F">
        <w:t>экспертизе</w:t>
      </w:r>
      <w:r w:rsidR="00EA518F">
        <w:t xml:space="preserve"> </w:t>
      </w:r>
      <w:r w:rsidRPr="00EA518F">
        <w:t>участвует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эксперт</w:t>
      </w:r>
      <w:r w:rsidR="00EA518F">
        <w:t xml:space="preserve"> </w:t>
      </w:r>
      <w:r w:rsidRPr="00EA518F">
        <w:t>(не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группа</w:t>
      </w:r>
      <w:r w:rsidR="00EA518F">
        <w:t xml:space="preserve"> </w:t>
      </w:r>
      <w:r w:rsidRPr="00EA518F">
        <w:t>экспертов),</w:t>
      </w:r>
      <w:r w:rsidR="00EA518F">
        <w:t xml:space="preserve"> </w:t>
      </w:r>
      <w:r w:rsidRPr="00EA518F">
        <w:t>полученные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используются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обобщения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формирования</w:t>
      </w:r>
      <w:r w:rsidR="00EA518F">
        <w:t xml:space="preserve"> </w:t>
      </w:r>
      <w:r w:rsidRPr="00EA518F">
        <w:t>результирующей</w:t>
      </w:r>
      <w:r w:rsidR="00EA518F">
        <w:t xml:space="preserve"> </w:t>
      </w:r>
      <w:r w:rsidRPr="00EA518F">
        <w:t>характеристики</w:t>
      </w:r>
      <w:r w:rsidR="00EA518F">
        <w:t xml:space="preserve"> </w:t>
      </w:r>
      <w:r w:rsidRPr="00EA518F">
        <w:t>проблемы</w:t>
      </w:r>
      <w:r w:rsidR="00EA518F">
        <w:t xml:space="preserve"> </w:t>
      </w:r>
      <w:r w:rsidRPr="00EA518F">
        <w:t>явления,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обобщенной</w:t>
      </w:r>
      <w:r w:rsidR="00EA518F">
        <w:t xml:space="preserve"> </w:t>
      </w:r>
      <w:r w:rsidRPr="00EA518F">
        <w:t>итоговой</w:t>
      </w:r>
      <w:r w:rsidR="00EA518F">
        <w:t xml:space="preserve"> </w:t>
      </w:r>
      <w:r w:rsidRPr="00EA518F">
        <w:t>оценки.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вся</w:t>
      </w:r>
      <w:r w:rsidR="00EA518F">
        <w:t xml:space="preserve"> </w:t>
      </w:r>
      <w:r w:rsidRPr="00EA518F">
        <w:t>мощь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преодоления</w:t>
      </w:r>
      <w:r w:rsidR="00EA518F">
        <w:t xml:space="preserve"> </w:t>
      </w:r>
      <w:r w:rsidRPr="00EA518F">
        <w:t>альтернатив.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преодолением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связаны</w:t>
      </w:r>
      <w:r w:rsidR="00EA518F">
        <w:t xml:space="preserve"> </w:t>
      </w:r>
      <w:r w:rsidRPr="00EA518F">
        <w:t>два</w:t>
      </w:r>
      <w:r w:rsidR="00EA518F">
        <w:t xml:space="preserve"> </w:t>
      </w:r>
      <w:r w:rsidRPr="00EA518F">
        <w:t>фундаментальных</w:t>
      </w:r>
      <w:r w:rsidR="00EA518F">
        <w:t xml:space="preserve"> </w:t>
      </w:r>
      <w:r w:rsidRPr="00EA518F">
        <w:t>понятия: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множество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вариантов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(альтернатив),</w:t>
      </w:r>
      <w:r w:rsidR="00EA518F">
        <w:t xml:space="preserve"> </w:t>
      </w:r>
      <w:r w:rsidRPr="00EA518F">
        <w:t>обозначим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{X};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принцип</w:t>
      </w:r>
      <w:r w:rsidR="00EA518F">
        <w:t xml:space="preserve"> </w:t>
      </w:r>
      <w:r w:rsidRPr="00EA518F">
        <w:t>выбора,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правила,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которым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выбор,</w:t>
      </w:r>
      <w:r w:rsidR="00EA518F">
        <w:t xml:space="preserve"> </w:t>
      </w:r>
      <w:r w:rsidRPr="00EA518F">
        <w:t>обозначим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Ф.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Задача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записана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</w:t>
      </w:r>
      <w:r w:rsidR="00EA518F">
        <w:t xml:space="preserve"> </w:t>
      </w:r>
      <w:r w:rsidRPr="00EA518F">
        <w:t>виде:</w:t>
      </w:r>
    </w:p>
    <w:p w:rsidR="007B6CD4" w:rsidRP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E8503A">
        <w:pict>
          <v:shape id="_x0000_i1193" type="#_x0000_t75" style="width:72.75pt;height:29.25pt" fillcolor="window">
            <v:imagedata r:id="rId165" o:title=""/>
          </v:shape>
        </w:pict>
      </w:r>
      <w:r w:rsidR="007B6CD4" w:rsidRPr="00EA518F">
        <w:t>,</w:t>
      </w:r>
      <w:r w:rsidR="007B6CD4" w:rsidRPr="00EA518F">
        <w:tab/>
        <w:t>(12.1)</w:t>
      </w:r>
      <w:r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t>{X*}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выбранные</w:t>
      </w:r>
      <w:r w:rsidR="00EA518F">
        <w:t xml:space="preserve"> </w:t>
      </w:r>
      <w:r w:rsidRPr="00EA518F">
        <w:t>альтернативы.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степени</w:t>
      </w:r>
      <w:r w:rsidR="00EA518F">
        <w:t xml:space="preserve"> </w:t>
      </w:r>
      <w:r w:rsidRPr="00EA518F">
        <w:t>формализации</w:t>
      </w:r>
      <w:r w:rsidR="00EA518F">
        <w:t xml:space="preserve"> </w:t>
      </w:r>
      <w:r w:rsidRPr="00EA518F">
        <w:t>введенных</w:t>
      </w:r>
      <w:r w:rsidR="00EA518F">
        <w:t xml:space="preserve"> </w:t>
      </w:r>
      <w:r w:rsidRPr="00EA518F">
        <w:t>понятий</w:t>
      </w:r>
      <w:r w:rsidR="00EA518F">
        <w:t xml:space="preserve"> </w:t>
      </w:r>
      <w:r w:rsidRPr="00EA518F">
        <w:t>различают</w:t>
      </w:r>
      <w:r w:rsidR="00EA518F">
        <w:t xml:space="preserve"> </w:t>
      </w:r>
      <w:r w:rsidRPr="00EA518F">
        <w:t>следующие</w:t>
      </w:r>
      <w:r w:rsidR="00EA518F">
        <w:t xml:space="preserve"> </w:t>
      </w:r>
      <w:r w:rsidRPr="00EA518F">
        <w:t>типы</w:t>
      </w:r>
      <w:r w:rsidR="00EA518F">
        <w:t xml:space="preserve"> </w:t>
      </w:r>
      <w:r w:rsidRPr="00EA518F">
        <w:t>задач: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оптимального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однозначно</w:t>
      </w:r>
      <w:r w:rsidR="00EA518F">
        <w:t xml:space="preserve"> </w:t>
      </w:r>
      <w:r w:rsidRPr="00EA518F">
        <w:t>определено,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</w:t>
      </w:r>
      <w:r w:rsidR="00EA518F">
        <w:t xml:space="preserve"> </w:t>
      </w:r>
      <w:r w:rsidRPr="00EA518F">
        <w:t>формализован</w:t>
      </w:r>
      <w:r w:rsidR="00EA518F">
        <w:t xml:space="preserve"> </w:t>
      </w:r>
      <w:r w:rsidRPr="00EA518F">
        <w:t>(т.е.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описан,</w:t>
      </w:r>
      <w:r w:rsidR="00EA518F">
        <w:t xml:space="preserve"> </w:t>
      </w:r>
      <w:r w:rsidRPr="00EA518F">
        <w:t>передан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применения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элементам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зависят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субъективных</w:t>
      </w:r>
      <w:r w:rsidR="00EA518F">
        <w:t xml:space="preserve"> </w:t>
      </w:r>
      <w:r w:rsidRPr="00EA518F">
        <w:t>условий).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(просто)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однозначно</w:t>
      </w:r>
      <w:r w:rsidR="00EA518F">
        <w:t xml:space="preserve"> </w:t>
      </w:r>
      <w:r w:rsidRPr="00EA518F">
        <w:t>определено,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формализован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просто</w:t>
      </w:r>
      <w:r w:rsidR="00EA518F">
        <w:t xml:space="preserve"> </w:t>
      </w:r>
      <w:r w:rsidRPr="00EA518F">
        <w:t>фиксирован.</w:t>
      </w:r>
      <w:r w:rsidR="00EA518F">
        <w:t xml:space="preserve"> </w:t>
      </w:r>
      <w:r w:rsidRPr="00EA518F">
        <w:t>Выбор</w:t>
      </w:r>
      <w:r w:rsidR="00EA518F">
        <w:t xml:space="preserve"> </w:t>
      </w:r>
      <w:r w:rsidRPr="00EA518F">
        <w:t>зависит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того,</w:t>
      </w:r>
      <w:r w:rsidR="00EA518F">
        <w:t xml:space="preserve"> </w:t>
      </w:r>
      <w:r w:rsidRPr="00EA518F">
        <w:t>кто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какой</w:t>
      </w:r>
      <w:r w:rsidR="00EA518F">
        <w:t xml:space="preserve"> </w:t>
      </w:r>
      <w:r w:rsidRPr="00EA518F">
        <w:t>информации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делает.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Общая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определенных</w:t>
      </w:r>
      <w:r w:rsidR="00EA518F">
        <w:t xml:space="preserve"> </w:t>
      </w:r>
      <w:r w:rsidRPr="00EA518F">
        <w:t>границ</w:t>
      </w:r>
      <w:r w:rsidR="00EA518F">
        <w:t xml:space="preserve"> </w:t>
      </w:r>
      <w:r w:rsidRPr="00EA518F">
        <w:t>(может</w:t>
      </w:r>
      <w:r w:rsidR="00EA518F">
        <w:t xml:space="preserve"> </w:t>
      </w:r>
      <w:r w:rsidRPr="00EA518F">
        <w:t>дополняться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видоизменяться),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</w:t>
      </w:r>
      <w:r w:rsidR="00EA518F">
        <w:t xml:space="preserve"> </w:t>
      </w:r>
      <w:r w:rsidRPr="00EA518F">
        <w:t>неформализуем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даже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фиксирован.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разные</w:t>
      </w:r>
      <w:r w:rsidR="00EA518F">
        <w:t xml:space="preserve"> </w:t>
      </w:r>
      <w:r w:rsidRPr="00EA518F">
        <w:t>субъекты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выбирать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качестве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те</w:t>
      </w:r>
      <w:r w:rsidR="00EA518F">
        <w:t xml:space="preserve"> </w:t>
      </w:r>
      <w:r w:rsidRPr="00EA518F">
        <w:t>альтернативы,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другими</w:t>
      </w:r>
      <w:r w:rsidR="00EA518F">
        <w:t xml:space="preserve"> </w:t>
      </w:r>
      <w:r w:rsidRPr="00EA518F">
        <w:t>субъектами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рассматривались,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один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тот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субъект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использовании</w:t>
      </w:r>
      <w:r w:rsidR="00EA518F">
        <w:t xml:space="preserve"> </w:t>
      </w:r>
      <w:r w:rsidRPr="00EA518F">
        <w:t>одного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того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принципа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(неформализованного,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него</w:t>
      </w:r>
      <w:r w:rsidR="00EA518F">
        <w:t xml:space="preserve"> </w:t>
      </w:r>
      <w:r w:rsidRPr="00EA518F">
        <w:t>существенного)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изменять</w:t>
      </w:r>
      <w:r w:rsidR="00EA518F">
        <w:t xml:space="preserve"> </w:t>
      </w:r>
      <w:r w:rsidRPr="00EA518F">
        <w:t>свое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обнаружении</w:t>
      </w:r>
      <w:r w:rsidR="00EA518F">
        <w:t xml:space="preserve"> </w:t>
      </w:r>
      <w:r w:rsidRPr="00EA518F">
        <w:t>им</w:t>
      </w:r>
      <w:r w:rsidR="00EA518F">
        <w:t xml:space="preserve"> </w:t>
      </w:r>
      <w:r w:rsidRPr="00EA518F">
        <w:t>новой</w:t>
      </w:r>
      <w:r w:rsidR="00EA518F">
        <w:t xml:space="preserve"> </w:t>
      </w:r>
      <w:r w:rsidRPr="00EA518F">
        <w:t>альтернативы.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формальной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показаться,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последняя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настолько</w:t>
      </w:r>
      <w:r w:rsidR="00EA518F">
        <w:t xml:space="preserve"> </w:t>
      </w:r>
      <w:r w:rsidRPr="00EA518F">
        <w:t>расплывчатой,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теряет</w:t>
      </w:r>
      <w:r w:rsidR="00EA518F">
        <w:t xml:space="preserve"> </w:t>
      </w:r>
      <w:r w:rsidRPr="00EA518F">
        <w:t>смысл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знаем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чего</w:t>
      </w:r>
      <w:r w:rsidR="00EA518F">
        <w:t xml:space="preserve"> </w:t>
      </w:r>
      <w:r w:rsidRPr="00EA518F">
        <w:t>выбирать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руководствоваться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выборе.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именно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некоторыми</w:t>
      </w:r>
      <w:r w:rsidR="00EA518F">
        <w:t xml:space="preserve"> </w:t>
      </w:r>
      <w:r w:rsidRPr="00EA518F">
        <w:t>естественными</w:t>
      </w:r>
      <w:r w:rsidR="00EA518F">
        <w:t xml:space="preserve"> </w:t>
      </w:r>
      <w:r w:rsidRPr="00EA518F">
        <w:t>ограничениями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характерна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практики.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Каковы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естественные</w:t>
      </w:r>
      <w:r w:rsidR="00EA518F">
        <w:t xml:space="preserve"> </w:t>
      </w:r>
      <w:r w:rsidRPr="00EA518F">
        <w:t>ограничения?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Во-первых,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реальной</w:t>
      </w:r>
      <w:r w:rsidR="00EA518F">
        <w:t xml:space="preserve"> </w:t>
      </w:r>
      <w:r w:rsidRPr="00EA518F">
        <w:t>задаче,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всегда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называемое</w:t>
      </w:r>
      <w:r w:rsidR="00EA518F">
        <w:t xml:space="preserve"> </w:t>
      </w:r>
      <w:r w:rsidRPr="00EA518F">
        <w:t>начальное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{X</w:t>
      </w:r>
      <w:r w:rsidRPr="00EA518F">
        <w:rPr>
          <w:vertAlign w:val="superscript"/>
        </w:rPr>
        <w:t>(0)</w:t>
      </w:r>
      <w:r w:rsidRPr="00EA518F">
        <w:t>},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которого</w:t>
      </w:r>
      <w:r w:rsidR="00EA518F">
        <w:t xml:space="preserve"> </w:t>
      </w:r>
      <w:r w:rsidRPr="00EA518F">
        <w:t>приступают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принятию</w:t>
      </w:r>
      <w:r w:rsidR="00EA518F">
        <w:t xml:space="preserve"> </w:t>
      </w:r>
      <w:r w:rsidRPr="00EA518F">
        <w:t>решения.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дальнейшем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изменяется,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считать,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момент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мы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дело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фиксированным</w:t>
      </w:r>
      <w:r w:rsidR="00EA518F">
        <w:t xml:space="preserve"> </w:t>
      </w:r>
      <w:r w:rsidRPr="00EA518F">
        <w:t>множеством</w:t>
      </w:r>
      <w:r w:rsidR="00EA518F">
        <w:t xml:space="preserve"> </w:t>
      </w:r>
      <w:r w:rsidRPr="00EA518F">
        <w:t>{X</w:t>
      </w:r>
      <w:r w:rsidRPr="00EA518F">
        <w:rPr>
          <w:vertAlign w:val="superscript"/>
        </w:rPr>
        <w:t>(i)</w:t>
      </w:r>
      <w:r w:rsidRPr="00EA518F">
        <w:t>}:</w:t>
      </w:r>
      <w:r w:rsidR="00EA518F">
        <w:t xml:space="preserve"> 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4" type="#_x0000_t75" style="width:165pt;height:21.75pt" fillcolor="window">
            <v:imagedata r:id="rId166" o:title=""/>
          </v:shape>
        </w:pict>
      </w:r>
      <w:r w:rsidR="007B6CD4" w:rsidRPr="00EA518F">
        <w:t>.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Во-вторых,</w:t>
      </w:r>
      <w:r w:rsidR="00EA518F">
        <w:t xml:space="preserve"> </w:t>
      </w:r>
      <w:r w:rsidRPr="00EA518F">
        <w:t>подразумевается,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альтернатива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rPr>
          <w:lang w:val="en-US"/>
        </w:rPr>
        <w:t>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мыслимых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{X</w:t>
      </w:r>
      <w:r w:rsidRPr="00EA518F">
        <w:rPr>
          <w:vertAlign w:val="superscript"/>
        </w:rPr>
        <w:t>(M)</w:t>
      </w:r>
      <w:r w:rsidRPr="00EA518F">
        <w:t>}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оценена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полезности</w:t>
      </w:r>
      <w:r w:rsidR="00EA518F">
        <w:t xml:space="preserve"> </w:t>
      </w:r>
      <w:r w:rsidRPr="00EA518F">
        <w:t>включения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{X}.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делается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помощи</w:t>
      </w:r>
      <w:r w:rsidR="00EA518F">
        <w:t xml:space="preserve"> </w:t>
      </w:r>
      <w:r w:rsidRPr="00EA518F">
        <w:t>некоторого</w:t>
      </w:r>
      <w:r w:rsidR="00EA518F">
        <w:t xml:space="preserve"> </w:t>
      </w:r>
      <w:r w:rsidRPr="00EA518F">
        <w:t>вспомогательного</w:t>
      </w:r>
      <w:r w:rsidR="00EA518F">
        <w:t xml:space="preserve"> </w:t>
      </w:r>
      <w:r w:rsidRPr="00EA518F">
        <w:t>принципа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</w:t>
      </w:r>
      <w:r w:rsidRPr="00EA518F">
        <w:rPr>
          <w:vertAlign w:val="superscript"/>
        </w:rPr>
        <w:t>(M)</w:t>
      </w:r>
      <w:r w:rsidRPr="00EA518F">
        <w:t>.</w:t>
      </w:r>
      <w:r w:rsidR="00EA518F">
        <w:t xml:space="preserve"> </w:t>
      </w:r>
      <w:r w:rsidRPr="00EA518F">
        <w:t>Чаще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этот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неформализован.</w:t>
      </w:r>
      <w:r w:rsidR="00EA518F">
        <w:t xml:space="preserve"> </w:t>
      </w: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само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{X},</w:t>
      </w:r>
      <w:r w:rsidR="00EA518F">
        <w:t xml:space="preserve"> </w:t>
      </w:r>
      <w:r w:rsidRPr="00EA518F">
        <w:t>вообще</w:t>
      </w:r>
      <w:r w:rsidR="00EA518F">
        <w:t xml:space="preserve"> </w:t>
      </w:r>
      <w:r w:rsidRPr="00EA518F">
        <w:t>говоря,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итогом</w:t>
      </w:r>
      <w:r w:rsidR="00EA518F">
        <w:t xml:space="preserve"> </w:t>
      </w:r>
      <w:r w:rsidRPr="00EA518F">
        <w:t>экспертной</w:t>
      </w:r>
      <w:r w:rsidR="00EA518F">
        <w:t xml:space="preserve"> </w:t>
      </w:r>
      <w:r w:rsidRPr="00EA518F">
        <w:t>оценки,</w:t>
      </w:r>
      <w:r w:rsidR="00EA518F">
        <w:t xml:space="preserve"> </w:t>
      </w:r>
      <w:r w:rsidRPr="00EA518F">
        <w:t>которую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представить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5" type="#_x0000_t75" style="width:93.75pt;height:33pt" fillcolor="window">
            <v:imagedata r:id="rId167" o:title=""/>
          </v:shape>
        </w:pict>
      </w:r>
      <w:r w:rsidR="007B6CD4" w:rsidRPr="00EA518F">
        <w:t>.</w:t>
      </w:r>
      <w:r w:rsidR="00EA518F">
        <w:t xml:space="preserve"> </w:t>
      </w:r>
      <w:r w:rsidR="007B6CD4" w:rsidRPr="00EA518F">
        <w:tab/>
        <w:t>(12.2)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В-третьих,</w:t>
      </w:r>
      <w:r w:rsidR="00EA518F">
        <w:t xml:space="preserve"> </w:t>
      </w:r>
      <w:r w:rsidRPr="00EA518F">
        <w:t>считается,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существуют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неформализованные</w:t>
      </w:r>
      <w:r w:rsidR="00EA518F">
        <w:t xml:space="preserve"> </w:t>
      </w:r>
      <w:r w:rsidRPr="00EA518F">
        <w:t>принципы</w:t>
      </w:r>
      <w:r w:rsidR="00EA518F">
        <w:t xml:space="preserve"> </w:t>
      </w:r>
      <w:r w:rsidRPr="00EA518F">
        <w:t>выбора,</w:t>
      </w:r>
      <w:r w:rsidR="00EA518F">
        <w:t xml:space="preserve"> </w:t>
      </w:r>
      <w:r w:rsidRPr="00EA518F">
        <w:t>относящиеся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принимаемому</w:t>
      </w:r>
      <w:r w:rsidR="00EA518F">
        <w:t xml:space="preserve"> </w:t>
      </w:r>
      <w:r w:rsidRPr="00EA518F">
        <w:t>решению.</w:t>
      </w:r>
      <w:r w:rsidR="00EA518F">
        <w:t xml:space="preserve"> </w:t>
      </w:r>
      <w:r w:rsidRPr="00EA518F">
        <w:t>Часто</w:t>
      </w:r>
      <w:r w:rsidR="00EA518F">
        <w:t xml:space="preserve"> </w:t>
      </w:r>
      <w:r w:rsidRPr="00EA518F">
        <w:t>(но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всегда)</w:t>
      </w:r>
      <w:r w:rsidR="00EA518F">
        <w:t xml:space="preserve"> </w:t>
      </w:r>
      <w:r w:rsidRPr="00EA518F">
        <w:t>есть</w:t>
      </w:r>
      <w:r w:rsidR="00EA518F">
        <w:t xml:space="preserve"> </w:t>
      </w:r>
      <w:r w:rsidRPr="00EA518F">
        <w:t>уверенность,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применение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принципов</w:t>
      </w:r>
      <w:r w:rsidR="00EA518F">
        <w:t xml:space="preserve"> </w:t>
      </w:r>
      <w:r w:rsidRPr="00EA518F">
        <w:t>различными</w:t>
      </w:r>
      <w:r w:rsidR="00EA518F">
        <w:t xml:space="preserve"> </w:t>
      </w:r>
      <w:r w:rsidRPr="00EA518F">
        <w:t>субъектами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пересекающиеся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каком-то</w:t>
      </w:r>
      <w:r w:rsidR="00EA518F">
        <w:t xml:space="preserve"> </w:t>
      </w:r>
      <w:r w:rsidRPr="00EA518F">
        <w:t>смысле</w:t>
      </w:r>
      <w:r w:rsidR="00EA518F">
        <w:t xml:space="preserve"> </w:t>
      </w:r>
      <w:r w:rsidRPr="00EA518F">
        <w:t>близкие</w:t>
      </w:r>
      <w:r w:rsidR="00EA518F">
        <w:t xml:space="preserve"> </w:t>
      </w:r>
      <w:r w:rsidRPr="00EA518F">
        <w:t>результаты.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Перечисленные</w:t>
      </w:r>
      <w:r w:rsidR="00EA518F">
        <w:t xml:space="preserve"> </w:t>
      </w:r>
      <w:r w:rsidRPr="00EA518F">
        <w:t>условия</w:t>
      </w:r>
      <w:r w:rsidR="00EA518F">
        <w:t xml:space="preserve"> </w:t>
      </w:r>
      <w:r w:rsidRPr="00EA518F">
        <w:t>дают</w:t>
      </w:r>
      <w:r w:rsidR="00EA518F">
        <w:t xml:space="preserve"> </w:t>
      </w:r>
      <w:r w:rsidRPr="00EA518F">
        <w:t>уверенность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общая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3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решена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иной</w:t>
      </w:r>
      <w:r w:rsidR="00EA518F">
        <w:t xml:space="preserve"> </w:t>
      </w:r>
      <w:r w:rsidRPr="00EA518F">
        <w:t>степени</w:t>
      </w:r>
      <w:r w:rsidR="00EA518F">
        <w:t xml:space="preserve"> </w:t>
      </w:r>
      <w:r w:rsidRPr="00EA518F">
        <w:t>обоснованно.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Практические</w:t>
      </w:r>
      <w:r w:rsidR="00EA518F">
        <w:t xml:space="preserve"> </w:t>
      </w:r>
      <w:r w:rsidRPr="00EA518F">
        <w:t>пути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полностью</w:t>
      </w:r>
      <w:r w:rsidR="00EA518F">
        <w:t xml:space="preserve"> </w:t>
      </w:r>
      <w:r w:rsidRPr="00EA518F">
        <w:t>определенных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3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2</w:t>
      </w:r>
      <w:r w:rsidR="00EA518F">
        <w:t xml:space="preserve"> </w:t>
      </w:r>
      <w:r w:rsidRPr="00EA518F">
        <w:t>состоят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использовании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цели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фиксированным,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меняющимся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задаче</w:t>
      </w:r>
      <w:r w:rsidR="00EA518F">
        <w:t xml:space="preserve"> </w:t>
      </w:r>
      <w:r w:rsidRPr="00EA518F">
        <w:t>множеством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фиксированным</w:t>
      </w:r>
      <w:r w:rsidR="00EA518F">
        <w:t xml:space="preserve"> </w:t>
      </w:r>
      <w:r w:rsidRPr="00EA518F">
        <w:t>(хотя</w:t>
      </w:r>
      <w:r w:rsidR="00EA518F">
        <w:t xml:space="preserve"> </w:t>
      </w:r>
      <w:r w:rsidRPr="00EA518F">
        <w:t>необязательно</w:t>
      </w:r>
      <w:r w:rsidR="00EA518F">
        <w:t xml:space="preserve"> </w:t>
      </w:r>
      <w:r w:rsidRPr="00EA518F">
        <w:t>формализованным)</w:t>
      </w:r>
      <w:r w:rsidR="00EA518F">
        <w:t xml:space="preserve"> </w:t>
      </w:r>
      <w:r w:rsidRPr="00EA518F">
        <w:t>принципом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происходит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применением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приемов.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организация</w:t>
      </w:r>
      <w:r w:rsidR="00EA518F">
        <w:t xml:space="preserve"> </w:t>
      </w:r>
      <w:r w:rsidRPr="00EA518F">
        <w:t>итерационного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набора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вида</w:t>
      </w:r>
      <w:r w:rsidR="00EA518F">
        <w:t xml:space="preserve"> </w:t>
      </w:r>
      <w:r w:rsidRPr="00EA518F">
        <w:t>1.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начальном</w:t>
      </w:r>
      <w:r w:rsidR="00EA518F">
        <w:t xml:space="preserve"> </w:t>
      </w:r>
      <w:r w:rsidRPr="00EA518F">
        <w:t>решении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нескольких</w:t>
      </w:r>
      <w:r w:rsidR="00EA518F">
        <w:t xml:space="preserve"> </w:t>
      </w:r>
      <w:r w:rsidRPr="00EA518F">
        <w:t>формализованных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анализе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решения,</w:t>
      </w:r>
      <w:r w:rsidR="00EA518F">
        <w:t xml:space="preserve"> </w:t>
      </w:r>
      <w:r w:rsidRPr="00EA518F">
        <w:t>назначения</w:t>
      </w:r>
      <w:r w:rsidR="00EA518F">
        <w:t xml:space="preserve"> </w:t>
      </w:r>
      <w:r w:rsidRPr="00EA518F">
        <w:t>измененных</w:t>
      </w:r>
      <w:r w:rsidR="00EA518F">
        <w:t xml:space="preserve"> </w:t>
      </w:r>
      <w:r w:rsidRPr="00EA518F">
        <w:t>множеств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измененных</w:t>
      </w:r>
      <w:r w:rsidR="00EA518F">
        <w:t xml:space="preserve"> </w:t>
      </w:r>
      <w:r w:rsidRPr="00EA518F">
        <w:t>принципов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Ф,</w:t>
      </w:r>
      <w:r w:rsidR="00EA518F">
        <w:t xml:space="preserve"> </w:t>
      </w:r>
      <w:r w:rsidRPr="00EA518F">
        <w:t>нового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набора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т.д.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получения</w:t>
      </w:r>
      <w:r w:rsidR="00EA518F">
        <w:t xml:space="preserve"> </w:t>
      </w:r>
      <w:r w:rsidRPr="00EA518F">
        <w:t>удовлетворительного</w:t>
      </w:r>
      <w:r w:rsidR="00EA518F">
        <w:t xml:space="preserve"> </w:t>
      </w:r>
      <w:r w:rsidRPr="00EA518F">
        <w:t>результата.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прием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решении</w:t>
      </w:r>
      <w:r w:rsidR="00EA518F">
        <w:t xml:space="preserve"> </w:t>
      </w:r>
      <w:r w:rsidRPr="00EA518F">
        <w:t>ослабленного</w:t>
      </w:r>
      <w:r w:rsidR="00EA518F">
        <w:t xml:space="preserve"> </w:t>
      </w:r>
      <w:r w:rsidRPr="00EA518F">
        <w:t>варианта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формализован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полностью,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допускает</w:t>
      </w:r>
      <w:r w:rsidR="00EA518F">
        <w:t xml:space="preserve"> </w:t>
      </w:r>
      <w:r w:rsidRPr="00EA518F">
        <w:t>участие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по-своему,</w:t>
      </w:r>
      <w:r w:rsidR="00EA518F">
        <w:t xml:space="preserve"> </w:t>
      </w:r>
      <w:r w:rsidRPr="00EA518F">
        <w:t>обычно</w:t>
      </w:r>
      <w:r w:rsidR="00EA518F">
        <w:t xml:space="preserve"> </w:t>
      </w:r>
      <w:r w:rsidRPr="00EA518F">
        <w:t>неформальным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фиксирует</w:t>
      </w:r>
      <w:r w:rsidR="00EA518F">
        <w:t xml:space="preserve"> </w:t>
      </w:r>
      <w:r w:rsidRPr="00EA518F">
        <w:t>принцип</w:t>
      </w:r>
      <w:r w:rsidR="00EA518F">
        <w:t xml:space="preserve"> </w:t>
      </w:r>
      <w:r w:rsidRPr="00EA518F">
        <w:t>Ф.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порождает</w:t>
      </w:r>
      <w:r w:rsidR="00EA518F">
        <w:t xml:space="preserve"> </w:t>
      </w:r>
      <w:r w:rsidRPr="00EA518F">
        <w:t>свою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формируется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решений.</w:t>
      </w:r>
      <w:r w:rsidR="00EA518F">
        <w:t xml:space="preserve"> </w:t>
      </w:r>
      <w:r w:rsidRPr="00EA518F">
        <w:t>Следующей</w:t>
      </w:r>
      <w:r w:rsidR="00EA518F">
        <w:t xml:space="preserve"> </w:t>
      </w:r>
      <w:r w:rsidRPr="00EA518F">
        <w:t>прием</w:t>
      </w:r>
      <w:r w:rsidR="00EA518F">
        <w:t xml:space="preserve"> </w:t>
      </w:r>
      <w:r w:rsidRPr="00EA518F">
        <w:t>близок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первому.</w:t>
      </w:r>
      <w:r w:rsidR="00EA518F">
        <w:t xml:space="preserve"> </w:t>
      </w:r>
      <w:r w:rsidRPr="00EA518F">
        <w:t>Здесь</w:t>
      </w:r>
      <w:r w:rsidR="00EA518F">
        <w:t xml:space="preserve"> </w:t>
      </w:r>
      <w:r w:rsidRPr="00EA518F">
        <w:t>задачам</w:t>
      </w:r>
      <w:r w:rsidR="00EA518F">
        <w:t xml:space="preserve"> </w:t>
      </w:r>
      <w:r w:rsidRPr="00EA518F">
        <w:t>типов</w:t>
      </w:r>
      <w:r w:rsidR="00EA518F">
        <w:t xml:space="preserve"> </w:t>
      </w:r>
      <w:r w:rsidRPr="00EA518F">
        <w:t>3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2</w:t>
      </w:r>
      <w:r w:rsidR="00EA518F">
        <w:t xml:space="preserve"> </w:t>
      </w:r>
      <w:r w:rsidRPr="00EA518F">
        <w:t>сопоставляется</w:t>
      </w:r>
      <w:r w:rsidR="00EA518F">
        <w:t xml:space="preserve"> </w:t>
      </w:r>
      <w:r w:rsidRPr="00EA518F">
        <w:t>некоторый</w:t>
      </w:r>
      <w:r w:rsidR="00EA518F">
        <w:t xml:space="preserve"> </w:t>
      </w:r>
      <w:r w:rsidRPr="00EA518F">
        <w:t>аналог,</w:t>
      </w:r>
      <w:r w:rsidR="00EA518F">
        <w:t xml:space="preserve"> </w:t>
      </w:r>
      <w:r w:rsidRPr="00EA518F">
        <w:t>выбранный</w:t>
      </w:r>
      <w:r w:rsidR="00EA518F">
        <w:t xml:space="preserve"> </w:t>
      </w:r>
      <w:r w:rsidRPr="00EA518F">
        <w:t>среди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полученное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служит</w:t>
      </w:r>
      <w:r w:rsidR="00EA518F">
        <w:t xml:space="preserve"> </w:t>
      </w:r>
      <w:r w:rsidRPr="00EA518F">
        <w:t>основой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неформального</w:t>
      </w:r>
      <w:r w:rsidR="00EA518F">
        <w:t xml:space="preserve"> </w:t>
      </w:r>
      <w:r w:rsidRPr="00EA518F">
        <w:t>поиска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требуемой</w:t>
      </w:r>
      <w:r w:rsidR="00EA518F">
        <w:t xml:space="preserve"> </w:t>
      </w:r>
      <w:r w:rsidRPr="00EA518F">
        <w:t>задачи.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1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ядром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других</w:t>
      </w:r>
      <w:r w:rsidR="00EA518F">
        <w:t xml:space="preserve"> </w:t>
      </w:r>
      <w:r w:rsidRPr="00EA518F">
        <w:t>типов</w:t>
      </w:r>
      <w:r w:rsidR="00EA518F">
        <w:t xml:space="preserve"> </w:t>
      </w:r>
      <w:r w:rsidRPr="00EA518F">
        <w:t>задач.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Общепринятым</w:t>
      </w:r>
      <w:r w:rsidR="00EA518F">
        <w:t xml:space="preserve"> </w:t>
      </w:r>
      <w:r w:rsidRPr="00EA518F">
        <w:t>принципом,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облегчает</w:t>
      </w:r>
      <w:r w:rsidR="00EA518F">
        <w:t xml:space="preserve"> </w:t>
      </w:r>
      <w:r w:rsidRPr="00EA518F">
        <w:t>принятие</w:t>
      </w:r>
      <w:r w:rsidR="00EA518F">
        <w:t xml:space="preserve"> </w:t>
      </w:r>
      <w:r w:rsidRPr="00EA518F">
        <w:t>решения,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переход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сравнения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сравнению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частей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свойств</w:t>
      </w:r>
      <w:r w:rsidR="00EA518F">
        <w:t xml:space="preserve"> </w:t>
      </w:r>
      <w:r w:rsidRPr="00EA518F">
        <w:t>(аспектов,</w:t>
      </w:r>
      <w:r w:rsidR="00EA518F">
        <w:t xml:space="preserve"> </w:t>
      </w:r>
      <w:r w:rsidRPr="00EA518F">
        <w:t>характеристик,</w:t>
      </w:r>
      <w:r w:rsidR="00EA518F">
        <w:t xml:space="preserve"> </w:t>
      </w:r>
      <w:r w:rsidRPr="00EA518F">
        <w:t>признаков,</w:t>
      </w:r>
      <w:r w:rsidR="00EA518F">
        <w:t xml:space="preserve"> </w:t>
      </w:r>
      <w:r w:rsidRPr="00EA518F">
        <w:t>преимуществ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т.п.).</w:t>
      </w:r>
      <w:r w:rsidR="00EA518F">
        <w:t xml:space="preserve"> </w:t>
      </w:r>
      <w:r w:rsidRPr="00EA518F">
        <w:t>Основная</w:t>
      </w:r>
      <w:r w:rsidR="00EA518F">
        <w:t xml:space="preserve"> </w:t>
      </w:r>
      <w:r w:rsidRPr="00EA518F">
        <w:t>идея</w:t>
      </w:r>
      <w:r w:rsidR="00EA518F">
        <w:t xml:space="preserve"> </w:t>
      </w:r>
      <w:r w:rsidRPr="00EA518F">
        <w:t>такого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отношении</w:t>
      </w:r>
      <w:r w:rsidR="00EA518F">
        <w:t xml:space="preserve"> </w:t>
      </w:r>
      <w:r w:rsidRPr="00EA518F">
        <w:t>отдельной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(или)</w:t>
      </w:r>
      <w:r w:rsidR="00EA518F">
        <w:t xml:space="preserve"> </w:t>
      </w:r>
      <w:r w:rsidRPr="00EA518F">
        <w:t>отдельного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существенно</w:t>
      </w:r>
      <w:r w:rsidR="00EA518F">
        <w:t xml:space="preserve"> </w:t>
      </w:r>
      <w:r w:rsidRPr="00EA518F">
        <w:t>легче</w:t>
      </w:r>
      <w:r w:rsidR="00EA518F">
        <w:t xml:space="preserve"> </w:t>
      </w:r>
      <w:r w:rsidRPr="00EA518F">
        <w:t>сказать,</w:t>
      </w:r>
      <w:r w:rsidR="00EA518F">
        <w:t xml:space="preserve"> </w:t>
      </w:r>
      <w:r w:rsidRPr="00EA518F">
        <w:t>какая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предпочтительней.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Но</w:t>
      </w:r>
      <w:r w:rsidR="00EA518F">
        <w:t xml:space="preserve"> </w:t>
      </w:r>
      <w:r w:rsidRPr="00EA518F">
        <w:t>сравнение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отдельным</w:t>
      </w:r>
      <w:r w:rsidR="00EA518F">
        <w:t xml:space="preserve"> </w:t>
      </w:r>
      <w:r w:rsidRPr="00EA518F">
        <w:t>частям</w:t>
      </w:r>
      <w:r w:rsidR="00EA518F">
        <w:t xml:space="preserve"> </w:t>
      </w:r>
      <w:r w:rsidRPr="00EA518F">
        <w:t>(свойствам)</w:t>
      </w:r>
      <w:r w:rsidR="00EA518F">
        <w:t xml:space="preserve"> </w:t>
      </w:r>
      <w:r w:rsidRPr="00EA518F">
        <w:t>порождает</w:t>
      </w:r>
      <w:r w:rsidR="00EA518F">
        <w:t xml:space="preserve"> </w:t>
      </w:r>
      <w:r w:rsidRPr="00EA518F">
        <w:t>серьезные</w:t>
      </w:r>
      <w:r w:rsidR="00EA518F">
        <w:t xml:space="preserve"> </w:t>
      </w:r>
      <w:r w:rsidRPr="00EA518F">
        <w:t>проблемы</w:t>
      </w:r>
      <w:r w:rsidR="00EA518F">
        <w:t xml:space="preserve"> </w:t>
      </w:r>
      <w:r w:rsidRPr="00EA518F">
        <w:t>обратного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требуемому</w:t>
      </w:r>
      <w:r w:rsidR="00EA518F">
        <w:t xml:space="preserve"> </w:t>
      </w:r>
      <w:r w:rsidRPr="00EA518F">
        <w:t>сравнению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Выделение</w:t>
      </w:r>
      <w:r w:rsidR="00EA518F">
        <w:t xml:space="preserve"> </w:t>
      </w:r>
      <w:r w:rsidRPr="00EA518F">
        <w:t>частей</w:t>
      </w:r>
      <w:r w:rsidR="00EA518F">
        <w:t xml:space="preserve"> </w:t>
      </w:r>
      <w:r w:rsidRPr="00EA518F">
        <w:t>и/или</w:t>
      </w:r>
      <w:r w:rsidR="00EA518F">
        <w:t xml:space="preserve"> </w:t>
      </w:r>
      <w:r w:rsidRPr="00EA518F">
        <w:t>свойств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иным,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декомпозицией</w:t>
      </w:r>
      <w:r w:rsidR="00EA518F">
        <w:t xml:space="preserve"> </w:t>
      </w:r>
      <w:r w:rsidRPr="00EA518F">
        <w:t>альтернативы.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Сравнение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отдельным</w:t>
      </w:r>
      <w:r w:rsidR="00EA518F">
        <w:t xml:space="preserve"> </w:t>
      </w:r>
      <w:r w:rsidRPr="00EA518F">
        <w:t>частям</w:t>
      </w:r>
      <w:r w:rsidR="00EA518F">
        <w:t xml:space="preserve"> </w:t>
      </w:r>
      <w:r w:rsidRPr="00EA518F">
        <w:t>(свойствам)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выполнено</w:t>
      </w:r>
      <w:r w:rsidR="00EA518F">
        <w:t xml:space="preserve"> </w:t>
      </w:r>
      <w:r w:rsidRPr="00EA518F">
        <w:t>следующими</w:t>
      </w:r>
      <w:r w:rsidR="00EA518F">
        <w:t xml:space="preserve"> </w:t>
      </w:r>
      <w:r w:rsidRPr="00EA518F">
        <w:t>способами: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парного</w:t>
      </w:r>
      <w:r w:rsidR="00EA518F">
        <w:t xml:space="preserve"> </w:t>
      </w:r>
      <w:r w:rsidRPr="00EA518F">
        <w:t>(реже</w:t>
      </w:r>
      <w:r w:rsidR="00EA518F">
        <w:t xml:space="preserve"> </w:t>
      </w:r>
      <w:r w:rsidRPr="00EA518F">
        <w:t>группового)</w:t>
      </w:r>
      <w:r w:rsidR="00EA518F">
        <w:t xml:space="preserve"> </w:t>
      </w:r>
      <w:r w:rsidRPr="00EA518F">
        <w:t>сравнения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данному</w:t>
      </w:r>
      <w:r w:rsidR="00EA518F">
        <w:t xml:space="preserve"> </w:t>
      </w:r>
      <w:r w:rsidRPr="00EA518F">
        <w:t>свойству;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введения</w:t>
      </w:r>
      <w:r w:rsidR="00EA518F">
        <w:t xml:space="preserve"> </w:t>
      </w:r>
      <w:r w:rsidRPr="00EA518F">
        <w:t>естественных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выделенного</w:t>
      </w:r>
      <w:r w:rsidR="00EA518F">
        <w:t xml:space="preserve"> </w:t>
      </w:r>
      <w:r w:rsidRPr="00EA518F">
        <w:t>свойства;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введения</w:t>
      </w:r>
      <w:r w:rsidR="00EA518F">
        <w:t xml:space="preserve"> </w:t>
      </w:r>
      <w:r w:rsidRPr="00EA518F">
        <w:t>искусственных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характеристик</w:t>
      </w:r>
      <w:r w:rsidR="00EA518F">
        <w:t xml:space="preserve"> </w:t>
      </w:r>
      <w:r w:rsidRPr="00EA518F">
        <w:t>выделенного</w:t>
      </w:r>
      <w:r w:rsidR="00EA518F">
        <w:t xml:space="preserve"> </w:t>
      </w:r>
      <w:r w:rsidRPr="00EA518F">
        <w:t>свойства.</w:t>
      </w:r>
    </w:p>
    <w:p w:rsidR="007B6CD4" w:rsidRPr="00EA518F" w:rsidRDefault="007B6CD4" w:rsidP="00EA518F">
      <w:pPr>
        <w:pStyle w:val="af8"/>
        <w:keepNext/>
        <w:widowControl w:val="0"/>
        <w:tabs>
          <w:tab w:val="clear" w:pos="1134"/>
        </w:tabs>
        <w:spacing w:line="360" w:lineRule="auto"/>
        <w:ind w:firstLine="709"/>
      </w:pPr>
      <w:r w:rsidRPr="00EA518F">
        <w:t>Рассмотрим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способы</w:t>
      </w:r>
      <w:r w:rsidR="00EA518F">
        <w:t xml:space="preserve"> </w:t>
      </w:r>
      <w:r w:rsidRPr="00EA518F">
        <w:t>сравнений.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Парное</w:t>
      </w:r>
      <w:r w:rsidR="00EA518F">
        <w:t xml:space="preserve"> </w:t>
      </w:r>
      <w:r w:rsidRPr="00EA518F">
        <w:t>сравнение.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произвести</w:t>
      </w:r>
      <w:r w:rsidR="00EA518F">
        <w:t xml:space="preserve"> </w:t>
      </w:r>
      <w:r w:rsidRPr="00EA518F">
        <w:t>выбор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предпочтительной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данному</w:t>
      </w:r>
      <w:r w:rsidR="00EA518F">
        <w:t xml:space="preserve"> </w:t>
      </w:r>
      <w:r w:rsidRPr="00EA518F">
        <w:t>свойству.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выбора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конкретизируется.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связан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использованием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характеристик,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такая</w:t>
      </w:r>
      <w:r w:rsidR="00EA518F">
        <w:t xml:space="preserve"> </w:t>
      </w:r>
      <w:r w:rsidRPr="00EA518F">
        <w:t>ситуация</w:t>
      </w:r>
      <w:r w:rsidR="00EA518F">
        <w:t xml:space="preserve"> </w:t>
      </w:r>
      <w:r w:rsidRPr="00EA518F">
        <w:t>относится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способу</w:t>
      </w:r>
      <w:r w:rsidR="00EA518F">
        <w:t xml:space="preserve"> </w:t>
      </w:r>
      <w:r w:rsidRPr="00EA518F">
        <w:t>(2)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(3).</w:t>
      </w:r>
      <w:r w:rsidR="00EA518F">
        <w:t xml:space="preserve"> </w:t>
      </w:r>
      <w:r w:rsidRPr="00EA518F">
        <w:t>Возникает</w:t>
      </w:r>
      <w:r w:rsidR="00EA518F">
        <w:t xml:space="preserve"> </w:t>
      </w:r>
      <w:r w:rsidRPr="00EA518F">
        <w:t>вопрос:</w:t>
      </w:r>
      <w:r w:rsidR="00EA518F">
        <w:t xml:space="preserve"> </w:t>
      </w:r>
      <w:r w:rsidRPr="00EA518F">
        <w:t>«Существует</w:t>
      </w:r>
      <w:r w:rsidR="00EA518F">
        <w:t xml:space="preserve"> </w:t>
      </w:r>
      <w:r w:rsidRPr="00EA518F">
        <w:t>ли</w:t>
      </w:r>
      <w:r w:rsidR="00EA518F">
        <w:t xml:space="preserve"> </w:t>
      </w:r>
      <w:r w:rsidRPr="00EA518F">
        <w:t>объективный</w:t>
      </w:r>
      <w:r w:rsidR="00EA518F">
        <w:t xml:space="preserve"> </w:t>
      </w:r>
      <w:r w:rsidRPr="00EA518F">
        <w:t>способ</w:t>
      </w:r>
      <w:r w:rsidR="00EA518F">
        <w:t xml:space="preserve"> </w:t>
      </w:r>
      <w:r w:rsidRPr="00EA518F">
        <w:t>выбора,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связанный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числами?»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практической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можем</w:t>
      </w:r>
      <w:r w:rsidR="00EA518F">
        <w:t xml:space="preserve"> </w:t>
      </w:r>
      <w:r w:rsidRPr="00EA518F">
        <w:t>считать</w:t>
      </w:r>
      <w:r w:rsidR="00EA518F">
        <w:t xml:space="preserve"> </w:t>
      </w:r>
      <w:r w:rsidRPr="00EA518F">
        <w:t>вполне</w:t>
      </w:r>
      <w:r w:rsidR="00EA518F">
        <w:t xml:space="preserve"> </w:t>
      </w:r>
      <w:r w:rsidRPr="00EA518F">
        <w:t>объективными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основанными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характеристиках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утверждения:</w:t>
      </w:r>
      <w:r w:rsidR="00EA518F">
        <w:t xml:space="preserve"> </w:t>
      </w:r>
      <w:r w:rsidRPr="00EA518F">
        <w:t>“Этот</w:t>
      </w:r>
      <w:r w:rsidR="00EA518F">
        <w:t xml:space="preserve"> </w:t>
      </w:r>
      <w:r w:rsidRPr="00EA518F">
        <w:t>вариант</w:t>
      </w:r>
      <w:r w:rsidR="00EA518F">
        <w:t xml:space="preserve"> </w:t>
      </w:r>
      <w:r w:rsidRPr="00EA518F">
        <w:t>размещения</w:t>
      </w:r>
      <w:r w:rsidR="00EA518F">
        <w:t xml:space="preserve"> </w:t>
      </w:r>
      <w:r w:rsidRPr="00EA518F">
        <w:t>пунктов</w:t>
      </w:r>
      <w:r w:rsidR="00EA518F">
        <w:t xml:space="preserve"> </w:t>
      </w:r>
      <w:r w:rsidRPr="00EA518F">
        <w:t>потребления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предпочтителен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развертывания</w:t>
      </w:r>
      <w:r w:rsidR="00EA518F">
        <w:t xml:space="preserve"> </w:t>
      </w:r>
      <w:r w:rsidRPr="00EA518F">
        <w:t>широкой</w:t>
      </w:r>
      <w:r w:rsidR="00EA518F">
        <w:t xml:space="preserve"> </w:t>
      </w:r>
      <w:r w:rsidRPr="00EA518F">
        <w:t>торговли”,</w:t>
      </w:r>
      <w:r w:rsidR="00EA518F">
        <w:t xml:space="preserve"> </w:t>
      </w:r>
      <w:r w:rsidRPr="00EA518F">
        <w:t>“Этот</w:t>
      </w:r>
      <w:r w:rsidR="00EA518F">
        <w:t xml:space="preserve"> </w:t>
      </w:r>
      <w:r w:rsidRPr="00EA518F">
        <w:t>человек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удачно</w:t>
      </w:r>
      <w:r w:rsidR="00EA518F">
        <w:t xml:space="preserve"> </w:t>
      </w:r>
      <w:r w:rsidRPr="00EA518F">
        <w:t>справится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задачей”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</w:t>
      </w:r>
      <w:r w:rsidR="00EA518F">
        <w:t xml:space="preserve"> </w:t>
      </w:r>
      <w:r w:rsidRPr="00EA518F">
        <w:t>формальной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вводится</w:t>
      </w:r>
      <w:r w:rsidR="00EA518F">
        <w:t xml:space="preserve"> </w:t>
      </w:r>
      <w:r w:rsidRPr="00EA518F">
        <w:t>бинарная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сравнения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признаку</w:t>
      </w:r>
      <w:r w:rsidR="00EA518F">
        <w:t xml:space="preserve"> </w:t>
      </w:r>
      <w:r w:rsidRPr="00EA518F">
        <w:t>(свойству)</w:t>
      </w:r>
      <w:r w:rsidR="00EA518F">
        <w:t xml:space="preserve"> </w:t>
      </w:r>
      <w:r w:rsidRPr="00EA518F">
        <w:t>R.</w:t>
      </w:r>
      <w:r w:rsidR="00EA518F">
        <w:t xml:space="preserve"> </w:t>
      </w:r>
      <w:r w:rsidRPr="00EA518F">
        <w:t>Запись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события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представить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виде:</w:t>
      </w:r>
    </w:p>
    <w:p w:rsidR="00EA518F" w:rsidRDefault="00EA518F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X</w:t>
      </w:r>
      <w:r w:rsidRPr="00EA518F">
        <w:rPr>
          <w:vertAlign w:val="subscript"/>
        </w:rPr>
        <w:t>1</w:t>
      </w:r>
      <w:r w:rsidRPr="00EA518F">
        <w:t>RX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ab/>
        <w:t>(12.3)</w:t>
      </w:r>
      <w:r w:rsidR="00EA518F">
        <w:t xml:space="preserve"> </w:t>
      </w:r>
    </w:p>
    <w:p w:rsidR="00EA518F" w:rsidRDefault="00EA518F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что</w:t>
      </w:r>
      <w:r w:rsidR="00EA518F">
        <w:t xml:space="preserve"> </w:t>
      </w:r>
      <w:r w:rsidRPr="00EA518F">
        <w:t>означает:</w:t>
      </w:r>
      <w:r w:rsidR="00EA518F">
        <w:t xml:space="preserve"> </w:t>
      </w:r>
      <w:r w:rsidRPr="00EA518F">
        <w:t>альтернатива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="00EA518F">
        <w:t xml:space="preserve"> </w:t>
      </w:r>
      <w:r w:rsidRPr="00EA518F">
        <w:t>предпочтительней</w:t>
      </w:r>
      <w:r w:rsidR="00EA518F">
        <w:t xml:space="preserve"> </w:t>
      </w:r>
      <w:r w:rsidRPr="00EA518F">
        <w:t>(или</w:t>
      </w:r>
      <w:r w:rsidR="00EA518F">
        <w:t xml:space="preserve"> </w:t>
      </w:r>
      <w:r w:rsidRPr="00EA518F">
        <w:t>“не</w:t>
      </w:r>
      <w:r w:rsidR="00EA518F">
        <w:t xml:space="preserve"> </w:t>
      </w:r>
      <w:r w:rsidRPr="00EA518F">
        <w:t>хуже”)</w:t>
      </w:r>
      <w:r w:rsidR="00EA518F">
        <w:t xml:space="preserve"> </w:t>
      </w:r>
      <w:r w:rsidRPr="00EA518F">
        <w:t>альтернативы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признаку</w:t>
      </w:r>
      <w:r w:rsidR="00EA518F">
        <w:t xml:space="preserve"> </w:t>
      </w:r>
      <w:r w:rsidRPr="00EA518F">
        <w:t>R.</w:t>
      </w:r>
      <w:r w:rsidR="00EA518F">
        <w:t xml:space="preserve"> </w:t>
      </w:r>
      <w:r w:rsidRPr="00EA518F">
        <w:t>Указанная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применена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паре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)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{X}</w:t>
      </w:r>
      <w:r w:rsidRPr="00EA518F">
        <w:rPr>
          <w:szCs w:val="28"/>
        </w:rPr>
        <w:sym w:font="Symbol" w:char="F0B4"/>
      </w:r>
      <w:r w:rsidRPr="00EA518F">
        <w:t>{X},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ко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последнем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допускается,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относительно</w:t>
      </w:r>
      <w:r w:rsidR="00EA518F">
        <w:t xml:space="preserve"> </w:t>
      </w:r>
      <w:r w:rsidRPr="00EA518F">
        <w:t>некоторых</w:t>
      </w:r>
      <w:r w:rsidR="00EA518F">
        <w:t xml:space="preserve"> </w:t>
      </w:r>
      <w:r w:rsidRPr="00EA518F">
        <w:t>пар</w:t>
      </w:r>
      <w:r w:rsidR="00EA518F">
        <w:t xml:space="preserve"> </w:t>
      </w:r>
      <w:r w:rsidRPr="00EA518F">
        <w:t>нельзя</w:t>
      </w:r>
      <w:r w:rsidR="00EA518F">
        <w:t xml:space="preserve"> </w:t>
      </w:r>
      <w:r w:rsidRPr="00EA518F">
        <w:t>сделать</w:t>
      </w:r>
      <w:r w:rsidR="00EA518F">
        <w:t xml:space="preserve"> </w:t>
      </w:r>
      <w:r w:rsidRPr="00EA518F">
        <w:t>выбор,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говорится,</w:t>
      </w:r>
      <w:r w:rsidR="00EA518F">
        <w:t xml:space="preserve"> </w:t>
      </w:r>
      <w:r w:rsidRPr="00EA518F">
        <w:t>элементы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частично</w:t>
      </w:r>
      <w:r w:rsidR="00EA518F">
        <w:t xml:space="preserve"> </w:t>
      </w:r>
      <w:r w:rsidRPr="00EA518F">
        <w:t>сравнимы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признаку</w:t>
      </w:r>
      <w:r w:rsidR="00EA518F">
        <w:t xml:space="preserve"> </w:t>
      </w:r>
      <w:r w:rsidRPr="00EA518F">
        <w:t>R.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t>естественной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аксиома</w:t>
      </w:r>
      <w:r w:rsidR="00EA518F">
        <w:t xml:space="preserve"> </w:t>
      </w:r>
      <w:r w:rsidRPr="00EA518F">
        <w:t>транзитивности,</w:t>
      </w:r>
      <w:r w:rsidR="00EA518F">
        <w:t xml:space="preserve"> </w:t>
      </w:r>
      <w:r w:rsidRPr="00EA518F">
        <w:t>которая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Pr="00EA518F">
        <w:t>RX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RX</w:t>
      </w:r>
      <w:r w:rsidRPr="00EA518F">
        <w:rPr>
          <w:vertAlign w:val="subscript"/>
        </w:rPr>
        <w:t>3</w:t>
      </w:r>
      <w:r w:rsidR="00EA518F">
        <w:t xml:space="preserve"> </w:t>
      </w:r>
      <w:r w:rsidRPr="00EA518F">
        <w:t>следует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Pr="00EA518F">
        <w:t>RX</w:t>
      </w:r>
      <w:r w:rsidRPr="00EA518F">
        <w:rPr>
          <w:vertAlign w:val="subscript"/>
        </w:rPr>
        <w:t>3</w:t>
      </w:r>
      <w:r w:rsidRPr="00EA518F">
        <w:t>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бинарного</w:t>
      </w:r>
      <w:r w:rsidR="00EA518F">
        <w:t xml:space="preserve"> </w:t>
      </w:r>
      <w:r w:rsidRPr="00EA518F">
        <w:t>сравнения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выполнена</w:t>
      </w:r>
      <w:r w:rsidR="00EA518F">
        <w:t xml:space="preserve"> </w:t>
      </w:r>
      <w:r w:rsidRPr="00EA518F">
        <w:t>специальная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ранжирования</w:t>
      </w:r>
      <w:r w:rsidR="00EA518F">
        <w:t xml:space="preserve"> </w:t>
      </w:r>
      <w:r w:rsidRPr="00EA518F">
        <w:t>(упорядочивания).</w:t>
      </w:r>
      <w:r w:rsidR="00EA518F">
        <w:t xml:space="preserve"> </w:t>
      </w:r>
      <w:r w:rsidRPr="00EA518F">
        <w:t>Результатом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операции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альтернативы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t>располагаются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определенном</w:t>
      </w:r>
      <w:r w:rsidR="00EA518F">
        <w:t xml:space="preserve"> </w:t>
      </w:r>
      <w:r w:rsidRPr="00EA518F">
        <w:t>порядке: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наименее</w:t>
      </w:r>
      <w:r w:rsidR="00EA518F">
        <w:t xml:space="preserve"> </w:t>
      </w:r>
      <w:r w:rsidRPr="00EA518F">
        <w:t>предпочтительной.</w:t>
      </w:r>
      <w:r w:rsidR="00EA518F">
        <w:t xml:space="preserve"> </w:t>
      </w:r>
      <w:r w:rsidRPr="00EA518F">
        <w:t>Математически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операция</w:t>
      </w:r>
      <w:r w:rsidR="00EA518F">
        <w:t xml:space="preserve"> </w:t>
      </w:r>
      <w:r w:rsidRPr="00EA518F">
        <w:t>эквивалентна</w:t>
      </w:r>
      <w:r w:rsidR="00EA518F">
        <w:t xml:space="preserve"> </w:t>
      </w:r>
      <w:r w:rsidRPr="00EA518F">
        <w:t>определенной</w:t>
      </w:r>
      <w:r w:rsidR="00EA518F">
        <w:t xml:space="preserve"> </w:t>
      </w:r>
      <w:r w:rsidRPr="00EA518F">
        <w:t>перестановке.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Введение</w:t>
      </w:r>
      <w:r w:rsidR="00EA518F">
        <w:t xml:space="preserve"> </w:t>
      </w:r>
      <w:r w:rsidRPr="00EA518F">
        <w:t>числовых</w:t>
      </w:r>
      <w:r w:rsidR="00EA518F">
        <w:t xml:space="preserve"> </w:t>
      </w:r>
      <w:r w:rsidRPr="00EA518F">
        <w:t>характеристик.</w:t>
      </w:r>
      <w:r w:rsidR="00EA518F">
        <w:t xml:space="preserve"> </w:t>
      </w:r>
      <w:r w:rsidRPr="00EA518F">
        <w:t>Сравнение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сопоставления</w:t>
      </w:r>
      <w:r w:rsidR="00EA518F">
        <w:t xml:space="preserve"> </w:t>
      </w:r>
      <w:r w:rsidRPr="00EA518F">
        <w:t>им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представляется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аргументированным</w:t>
      </w:r>
      <w:r w:rsidR="00EA518F">
        <w:t xml:space="preserve"> </w:t>
      </w:r>
      <w:r w:rsidRPr="00EA518F">
        <w:t>способом</w:t>
      </w:r>
      <w:r w:rsidR="00EA518F">
        <w:t xml:space="preserve"> </w:t>
      </w:r>
      <w:r w:rsidRPr="00EA518F">
        <w:t>выбора.</w:t>
      </w:r>
      <w:r w:rsidR="00EA518F">
        <w:t xml:space="preserve"> </w:t>
      </w:r>
      <w:r w:rsidRPr="00EA518F">
        <w:t>Необходима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уверенность,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выполненное</w:t>
      </w:r>
      <w:r w:rsidR="00EA518F">
        <w:t xml:space="preserve"> </w:t>
      </w:r>
      <w:r w:rsidRPr="00EA518F">
        <w:t>сопоставление</w:t>
      </w:r>
      <w:r w:rsidR="00EA518F">
        <w:t xml:space="preserve"> </w:t>
      </w:r>
      <w:r w:rsidRPr="00EA518F">
        <w:t>объективно.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место,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числовая</w:t>
      </w:r>
      <w:r w:rsidR="00EA518F">
        <w:t xml:space="preserve"> </w:t>
      </w:r>
      <w:r w:rsidRPr="00EA518F">
        <w:t>характеристика</w:t>
      </w:r>
      <w:r w:rsidR="00EA518F">
        <w:t xml:space="preserve"> </w:t>
      </w:r>
      <w:r w:rsidRPr="00EA518F">
        <w:t>обладает</w:t>
      </w:r>
      <w:r w:rsidR="00EA518F">
        <w:t xml:space="preserve"> </w:t>
      </w:r>
      <w:r w:rsidRPr="00EA518F">
        <w:t>физическим</w:t>
      </w:r>
      <w:r w:rsidR="00EA518F">
        <w:t xml:space="preserve"> </w:t>
      </w:r>
      <w:r w:rsidRPr="00EA518F">
        <w:t>смыслом.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утверждать,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экспертной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следует</w:t>
      </w:r>
      <w:r w:rsidR="00EA518F">
        <w:t xml:space="preserve"> </w:t>
      </w:r>
      <w:r w:rsidRPr="00EA518F">
        <w:t>стремиться</w:t>
      </w:r>
      <w:r w:rsidR="00EA518F">
        <w:t xml:space="preserve"> </w:t>
      </w:r>
      <w:r w:rsidRPr="00EA518F">
        <w:t>довести</w:t>
      </w:r>
      <w:r w:rsidR="00EA518F">
        <w:t xml:space="preserve"> </w:t>
      </w:r>
      <w:r w:rsidRPr="00EA518F">
        <w:t>декомпозицию</w:t>
      </w:r>
      <w:r w:rsidR="00EA518F">
        <w:t xml:space="preserve"> </w:t>
      </w:r>
      <w:r w:rsidRPr="00EA518F">
        <w:t>экспертируемого</w:t>
      </w:r>
      <w:r w:rsidR="00EA518F">
        <w:t xml:space="preserve"> </w:t>
      </w:r>
      <w:r w:rsidRPr="00EA518F">
        <w:t>объекта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уровней,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возможны</w:t>
      </w:r>
      <w:r w:rsidR="00EA518F">
        <w:t xml:space="preserve"> </w:t>
      </w:r>
      <w:r w:rsidRPr="00EA518F">
        <w:t>числовые</w:t>
      </w:r>
      <w:r w:rsidR="00EA518F">
        <w:t xml:space="preserve"> </w:t>
      </w:r>
      <w:r w:rsidRPr="00EA518F">
        <w:t>оценки.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Свойства,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существуют</w:t>
      </w:r>
      <w:r w:rsidR="00EA518F">
        <w:t xml:space="preserve"> </w:t>
      </w:r>
      <w:r w:rsidRPr="00EA518F">
        <w:t>объективные</w:t>
      </w:r>
      <w:r w:rsidR="00EA518F">
        <w:t xml:space="preserve"> </w:t>
      </w:r>
      <w:r w:rsidRPr="00EA518F">
        <w:t>численные</w:t>
      </w:r>
      <w:r w:rsidR="00EA518F">
        <w:t xml:space="preserve"> </w:t>
      </w:r>
      <w:r w:rsidRPr="00EA518F">
        <w:t>характеристики,</w:t>
      </w:r>
      <w:r w:rsidR="00EA518F">
        <w:t xml:space="preserve"> </w:t>
      </w:r>
      <w:r w:rsidRPr="00EA518F">
        <w:t>принято</w:t>
      </w:r>
      <w:r w:rsidR="00EA518F">
        <w:t xml:space="preserve"> </w:t>
      </w:r>
      <w:r w:rsidRPr="00EA518F">
        <w:t>называть</w:t>
      </w:r>
      <w:r w:rsidR="00EA518F">
        <w:t xml:space="preserve"> </w:t>
      </w:r>
      <w:r w:rsidRPr="00EA518F">
        <w:t>критериями.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получение</w:t>
      </w:r>
      <w:r w:rsidR="00EA518F">
        <w:t xml:space="preserve"> </w:t>
      </w:r>
      <w:r w:rsidRPr="00EA518F">
        <w:t>набора</w:t>
      </w:r>
      <w:r w:rsidR="00EA518F">
        <w:t xml:space="preserve"> </w:t>
      </w:r>
      <w:r w:rsidRPr="00EA518F">
        <w:t>критериев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наилучший</w:t>
      </w:r>
      <w:r w:rsidR="00EA518F">
        <w:t xml:space="preserve"> </w:t>
      </w:r>
      <w:r w:rsidRPr="00EA518F">
        <w:t>итог</w:t>
      </w:r>
      <w:r w:rsidR="00EA518F">
        <w:t xml:space="preserve"> </w:t>
      </w:r>
      <w:r w:rsidRPr="00EA518F">
        <w:t>процесса</w:t>
      </w:r>
      <w:r w:rsidR="00EA518F">
        <w:t xml:space="preserve"> </w:t>
      </w:r>
      <w:r w:rsidRPr="00EA518F">
        <w:t>декомпозиции.</w:t>
      </w:r>
      <w:r w:rsidR="00EA518F">
        <w:t xml:space="preserve"> </w:t>
      </w:r>
      <w:r w:rsidRPr="00EA518F">
        <w:t>Он</w:t>
      </w:r>
      <w:r w:rsidR="00EA518F">
        <w:t xml:space="preserve"> </w:t>
      </w:r>
      <w:r w:rsidRPr="00EA518F">
        <w:t>настолько</w:t>
      </w:r>
      <w:r w:rsidR="00EA518F">
        <w:t xml:space="preserve"> </w:t>
      </w:r>
      <w:r w:rsidRPr="00EA518F">
        <w:t>привлекателен,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аналогу</w:t>
      </w:r>
      <w:r w:rsidR="00EA518F">
        <w:t xml:space="preserve"> </w:t>
      </w:r>
      <w:r w:rsidRPr="00EA518F">
        <w:t>прибегают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тогда,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естественные</w:t>
      </w:r>
      <w:r w:rsidR="00EA518F">
        <w:t xml:space="preserve"> </w:t>
      </w:r>
      <w:r w:rsidRPr="00EA518F">
        <w:t>числовые</w:t>
      </w:r>
      <w:r w:rsidR="00EA518F">
        <w:t xml:space="preserve"> </w:t>
      </w:r>
      <w:r w:rsidRPr="00EA518F">
        <w:t>характеристики</w:t>
      </w:r>
      <w:r w:rsidR="00EA518F">
        <w:t xml:space="preserve"> </w:t>
      </w:r>
      <w:r w:rsidRPr="00EA518F">
        <w:t>отсутствуют.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вводятся</w:t>
      </w:r>
      <w:r w:rsidR="00EA518F">
        <w:t xml:space="preserve"> </w:t>
      </w:r>
      <w:r w:rsidRPr="00EA518F">
        <w:t>искусственные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баллов.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проставляются</w:t>
      </w:r>
      <w:r w:rsidR="00EA518F">
        <w:t xml:space="preserve"> </w:t>
      </w:r>
      <w:r w:rsidRPr="00EA518F">
        <w:t>экспертами,</w:t>
      </w:r>
      <w:r w:rsidR="00EA518F">
        <w:t xml:space="preserve"> </w:t>
      </w:r>
      <w:r w:rsidRPr="00EA518F">
        <w:t>каждый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исходить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своего</w:t>
      </w:r>
      <w:r w:rsidR="00EA518F">
        <w:t xml:space="preserve"> </w:t>
      </w:r>
      <w:r w:rsidRPr="00EA518F">
        <w:t>неформального</w:t>
      </w:r>
      <w:r w:rsidR="00EA518F">
        <w:t xml:space="preserve"> </w:t>
      </w:r>
      <w:r w:rsidRPr="00EA518F">
        <w:t>принципа</w:t>
      </w:r>
      <w:r w:rsidR="00EA518F">
        <w:t xml:space="preserve"> </w:t>
      </w:r>
      <w:r w:rsidRPr="00EA518F">
        <w:t>выбора.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решается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количественной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качественных</w:t>
      </w:r>
      <w:r w:rsidR="00EA518F">
        <w:t xml:space="preserve"> </w:t>
      </w:r>
      <w:r w:rsidRPr="00EA518F">
        <w:t>сторон</w:t>
      </w:r>
      <w:r w:rsidR="00EA518F">
        <w:t xml:space="preserve"> </w:t>
      </w:r>
      <w:r w:rsidRPr="00EA518F">
        <w:t>явления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проблемы.</w:t>
      </w:r>
      <w:r w:rsidR="00EA518F">
        <w:t xml:space="preserve"> </w:t>
      </w:r>
      <w:r w:rsidRPr="00EA518F">
        <w:t>Примерами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служить:</w:t>
      </w:r>
      <w:r w:rsidR="00EA518F">
        <w:t xml:space="preserve"> </w:t>
      </w:r>
      <w:r w:rsidRPr="00EA518F">
        <w:t>коэффициент</w:t>
      </w:r>
      <w:r w:rsidR="00EA518F">
        <w:t xml:space="preserve"> </w:t>
      </w:r>
      <w:r w:rsidRPr="00EA518F">
        <w:t>трудового</w:t>
      </w:r>
      <w:r w:rsidR="00EA518F">
        <w:t xml:space="preserve"> </w:t>
      </w:r>
      <w:r w:rsidRPr="00EA518F">
        <w:t>участия,</w:t>
      </w:r>
      <w:r w:rsidR="00EA518F">
        <w:t xml:space="preserve"> </w:t>
      </w:r>
      <w:r w:rsidRPr="00EA518F">
        <w:t>разрядная</w:t>
      </w:r>
      <w:r w:rsidR="00EA518F">
        <w:t xml:space="preserve"> </w:t>
      </w:r>
      <w:r w:rsidRPr="00EA518F">
        <w:t>сетка</w:t>
      </w:r>
      <w:r w:rsidR="00EA518F">
        <w:t xml:space="preserve"> </w:t>
      </w:r>
      <w:r w:rsidRPr="00EA518F">
        <w:t>рабочих</w:t>
      </w:r>
      <w:r w:rsidR="00EA518F">
        <w:t xml:space="preserve"> </w:t>
      </w:r>
      <w:r w:rsidRPr="00EA518F">
        <w:t>специальностей,</w:t>
      </w:r>
      <w:r w:rsidR="00EA518F">
        <w:t xml:space="preserve"> </w:t>
      </w:r>
      <w:r w:rsidRPr="00EA518F">
        <w:t>процент</w:t>
      </w:r>
      <w:r w:rsidR="00EA518F">
        <w:t xml:space="preserve"> </w:t>
      </w:r>
      <w:r w:rsidRPr="00EA518F">
        <w:t>износа</w:t>
      </w:r>
      <w:r w:rsidR="00EA518F">
        <w:t xml:space="preserve"> </w:t>
      </w:r>
      <w:r w:rsidRPr="00EA518F">
        <w:t>механизма.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Искусственные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практически</w:t>
      </w:r>
      <w:r w:rsidR="00EA518F">
        <w:t xml:space="preserve"> </w:t>
      </w:r>
      <w:r w:rsidRPr="00EA518F">
        <w:t>непрерывно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естественные.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ряде</w:t>
      </w:r>
      <w:r w:rsidR="00EA518F">
        <w:t xml:space="preserve"> </w:t>
      </w:r>
      <w:r w:rsidRPr="00EA518F">
        <w:t>случаев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осложнен,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эксперт</w:t>
      </w:r>
      <w:r w:rsidR="00EA518F">
        <w:t xml:space="preserve"> </w:t>
      </w:r>
      <w:r w:rsidRPr="00EA518F">
        <w:t>обладает</w:t>
      </w:r>
      <w:r w:rsidR="00EA518F">
        <w:t xml:space="preserve"> </w:t>
      </w:r>
      <w:r w:rsidRPr="00EA518F">
        <w:t>определенной</w:t>
      </w:r>
      <w:r w:rsidR="00EA518F">
        <w:t xml:space="preserve"> </w:t>
      </w:r>
      <w:r w:rsidRPr="00EA518F">
        <w:t>свободой</w:t>
      </w:r>
      <w:r w:rsidR="00EA518F">
        <w:t xml:space="preserve"> </w:t>
      </w:r>
      <w:r w:rsidRPr="00EA518F">
        <w:t>выбора.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имеет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присвоении</w:t>
      </w:r>
      <w:r w:rsidR="00EA518F">
        <w:t xml:space="preserve"> </w:t>
      </w:r>
      <w:r w:rsidRPr="00EA518F">
        <w:t>рабочих</w:t>
      </w:r>
      <w:r w:rsidR="00EA518F">
        <w:t xml:space="preserve"> </w:t>
      </w:r>
      <w:r w:rsidRPr="00EA518F">
        <w:t>разрядов,</w:t>
      </w:r>
      <w:r w:rsidR="00EA518F">
        <w:t xml:space="preserve"> </w:t>
      </w:r>
      <w:r w:rsidRPr="00EA518F">
        <w:t>назначении</w:t>
      </w:r>
      <w:r w:rsidR="00EA518F">
        <w:t xml:space="preserve"> </w:t>
      </w:r>
      <w:r w:rsidRPr="00EA518F">
        <w:t>коэффициентов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эмпирически</w:t>
      </w:r>
      <w:r w:rsidR="00EA518F">
        <w:t xml:space="preserve"> </w:t>
      </w:r>
      <w:r w:rsidRPr="00EA518F">
        <w:t>подобранные</w:t>
      </w:r>
      <w:r w:rsidR="00EA518F">
        <w:t xml:space="preserve"> </w:t>
      </w:r>
      <w:r w:rsidRPr="00EA518F">
        <w:t>зависимости,</w:t>
      </w:r>
      <w:r w:rsidR="00EA518F">
        <w:t xml:space="preserve"> </w:t>
      </w:r>
      <w:r w:rsidRPr="00EA518F">
        <w:t>определении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внутренних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т.п.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Дополнительным</w:t>
      </w:r>
      <w:r w:rsidR="00EA518F">
        <w:t xml:space="preserve"> </w:t>
      </w:r>
      <w:r w:rsidRPr="00EA518F">
        <w:t>приемом,</w:t>
      </w:r>
      <w:r w:rsidR="00EA518F">
        <w:t xml:space="preserve"> </w:t>
      </w:r>
      <w:r w:rsidRPr="00EA518F">
        <w:t>который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ряде</w:t>
      </w:r>
      <w:r w:rsidR="00EA518F">
        <w:t xml:space="preserve"> </w:t>
      </w:r>
      <w:r w:rsidRPr="00EA518F">
        <w:t>случаев</w:t>
      </w:r>
      <w:r w:rsidR="00EA518F">
        <w:t xml:space="preserve"> </w:t>
      </w:r>
      <w:r w:rsidRPr="00EA518F">
        <w:t>облегчает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приведенные</w:t>
      </w:r>
      <w:r w:rsidR="00EA518F">
        <w:t xml:space="preserve"> </w:t>
      </w:r>
      <w:r w:rsidRPr="00EA518F">
        <w:t>выше</w:t>
      </w:r>
      <w:r w:rsidR="00EA518F">
        <w:t xml:space="preserve"> </w:t>
      </w:r>
      <w:r w:rsidRPr="00EA518F">
        <w:t>способы</w:t>
      </w:r>
      <w:r w:rsidR="00EA518F">
        <w:t xml:space="preserve"> </w:t>
      </w:r>
      <w:r w:rsidRPr="00EA518F">
        <w:t>сравнения,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распределение</w:t>
      </w:r>
      <w:r w:rsidR="00EA518F">
        <w:t xml:space="preserve"> </w:t>
      </w:r>
      <w:r w:rsidRPr="00EA518F">
        <w:t>элементов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подмножествам.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любая</w:t>
      </w:r>
      <w:r w:rsidR="00EA518F">
        <w:t xml:space="preserve"> </w:t>
      </w:r>
      <w:r w:rsidRPr="00EA518F">
        <w:t>альтернатива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{X}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своему</w:t>
      </w:r>
      <w:r w:rsidR="00EA518F">
        <w:t xml:space="preserve"> </w:t>
      </w:r>
      <w:r w:rsidRPr="00EA518F">
        <w:t>свойству</w:t>
      </w:r>
      <w:r w:rsidR="00EA518F">
        <w:t xml:space="preserve"> </w:t>
      </w:r>
      <w:r w:rsidRPr="00EA518F">
        <w:t>R</w:t>
      </w:r>
      <w:r w:rsidR="00EA518F">
        <w:t xml:space="preserve"> </w:t>
      </w:r>
      <w:r w:rsidRPr="00EA518F">
        <w:t>относится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одному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фиксированных</w:t>
      </w:r>
      <w:r w:rsidR="00EA518F">
        <w:t xml:space="preserve"> </w:t>
      </w:r>
      <w:r w:rsidRPr="00EA518F">
        <w:t>подмножеств</w:t>
      </w:r>
      <w:r w:rsidR="00EA518F">
        <w:t xml:space="preserve"> </w:t>
      </w:r>
      <w:r w:rsidRPr="00EA518F">
        <w:t>{X</w:t>
      </w:r>
      <w:r w:rsidRPr="00EA518F">
        <w:rPr>
          <w:vertAlign w:val="subscript"/>
        </w:rPr>
        <w:t>1</w:t>
      </w:r>
      <w:r w:rsidRPr="00EA518F">
        <w:t>},</w:t>
      </w:r>
      <w:r w:rsidR="00EA518F">
        <w:t xml:space="preserve"> </w:t>
      </w:r>
      <w:r w:rsidRPr="00EA518F">
        <w:t>{X</w:t>
      </w:r>
      <w:r w:rsidRPr="00EA518F">
        <w:rPr>
          <w:vertAlign w:val="subscript"/>
        </w:rPr>
        <w:t>2</w:t>
      </w:r>
      <w:r w:rsidRPr="00EA518F">
        <w:t>},</w:t>
      </w:r>
      <w:r w:rsidR="00EA518F">
        <w:t xml:space="preserve"> </w:t>
      </w:r>
      <w:r w:rsidRPr="00EA518F">
        <w:t>...</w:t>
      </w:r>
      <w:r w:rsidR="00EA518F">
        <w:t xml:space="preserve"> </w:t>
      </w:r>
      <w:r w:rsidRPr="00EA518F">
        <w:t>.</w:t>
      </w:r>
      <w:r w:rsidR="00EA518F">
        <w:t xml:space="preserve"> </w:t>
      </w:r>
      <w:r w:rsidRPr="00EA518F">
        <w:t>Такое</w:t>
      </w:r>
      <w:r w:rsidR="00EA518F">
        <w:t xml:space="preserve"> </w:t>
      </w:r>
      <w:r w:rsidRPr="00EA518F">
        <w:t>распределение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задачей</w:t>
      </w:r>
      <w:r w:rsidR="00EA518F">
        <w:t xml:space="preserve"> </w:t>
      </w:r>
      <w:r w:rsidRPr="00EA518F">
        <w:t>классификации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сводиться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перечисленным</w:t>
      </w:r>
      <w:r w:rsidR="00EA518F">
        <w:t xml:space="preserve"> </w:t>
      </w:r>
      <w:r w:rsidRPr="00EA518F">
        <w:t>способам</w:t>
      </w:r>
      <w:r w:rsidR="00EA518F">
        <w:t xml:space="preserve"> </w:t>
      </w:r>
      <w:r w:rsidRPr="00EA518F">
        <w:t>сравнения,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самостоятельной</w:t>
      </w:r>
      <w:r w:rsidR="00EA518F">
        <w:t xml:space="preserve"> </w:t>
      </w:r>
      <w:r w:rsidRPr="00EA518F">
        <w:t>задачей.</w:t>
      </w:r>
      <w:r w:rsidR="00EA518F">
        <w:t xml:space="preserve"> </w:t>
      </w:r>
      <w:r w:rsidRPr="00EA518F">
        <w:t>Частным</w:t>
      </w:r>
      <w:r w:rsidR="00EA518F">
        <w:t xml:space="preserve"> </w:t>
      </w:r>
      <w:r w:rsidRPr="00EA518F">
        <w:t>случаем</w:t>
      </w:r>
      <w:r w:rsidR="00EA518F">
        <w:t xml:space="preserve"> </w:t>
      </w:r>
      <w:r w:rsidRPr="00EA518F">
        <w:t>классификации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деление</w:t>
      </w:r>
      <w:r w:rsidR="00EA518F">
        <w:t xml:space="preserve"> </w:t>
      </w:r>
      <w:r w:rsidRPr="00EA518F">
        <w:t>свойств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степени</w:t>
      </w:r>
      <w:r w:rsidR="00EA518F">
        <w:t xml:space="preserve"> </w:t>
      </w:r>
      <w:r w:rsidRPr="00EA518F">
        <w:t>важности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данной</w:t>
      </w:r>
      <w:r w:rsidR="00EA518F">
        <w:t xml:space="preserve"> </w:t>
      </w:r>
      <w:r w:rsidRPr="00EA518F">
        <w:t>задаче.</w:t>
      </w:r>
      <w:r w:rsidR="00EA518F">
        <w:t xml:space="preserve"> </w:t>
      </w:r>
      <w:r w:rsidRPr="00EA518F">
        <w:t>Смысл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приема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сужении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свойств,</w:t>
      </w:r>
      <w:r w:rsidR="00EA518F">
        <w:t xml:space="preserve"> </w:t>
      </w:r>
      <w:r w:rsidRPr="00EA518F">
        <w:t>принимаемых</w:t>
      </w:r>
      <w:r w:rsidR="00EA518F">
        <w:t xml:space="preserve"> </w:t>
      </w:r>
      <w:r w:rsidRPr="00EA518F">
        <w:t>во</w:t>
      </w:r>
      <w:r w:rsidR="00EA518F">
        <w:t xml:space="preserve"> </w:t>
      </w:r>
      <w:r w:rsidRPr="00EA518F">
        <w:t>внимание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очередь.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Процесс</w:t>
      </w:r>
      <w:r w:rsidR="00EA518F">
        <w:t xml:space="preserve"> </w:t>
      </w:r>
      <w:r w:rsidRPr="00EA518F">
        <w:t>декомпозиции</w:t>
      </w:r>
      <w:r w:rsidR="00EA518F">
        <w:t xml:space="preserve"> </w:t>
      </w:r>
      <w:r w:rsidRPr="00EA518F">
        <w:t>альтернативы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мощным</w:t>
      </w:r>
      <w:r w:rsidR="00EA518F">
        <w:t xml:space="preserve"> </w:t>
      </w:r>
      <w:r w:rsidRPr="00EA518F">
        <w:t>орудием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проблемы,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свойств.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смысл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оценке</w:t>
      </w:r>
      <w:r w:rsidR="00EA518F">
        <w:t xml:space="preserve"> </w:t>
      </w:r>
      <w:r w:rsidRPr="00EA518F">
        <w:t>проблемы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целом,</w:t>
      </w:r>
      <w:r w:rsidR="00EA518F">
        <w:t xml:space="preserve"> </w:t>
      </w:r>
      <w:r w:rsidRPr="00EA518F">
        <w:t>т.е.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обобщенной</w:t>
      </w:r>
      <w:r w:rsidR="00EA518F">
        <w:t xml:space="preserve"> </w:t>
      </w:r>
      <w:r w:rsidRPr="00EA518F">
        <w:t>оценке.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обобщения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оценок,</w:t>
      </w:r>
      <w:r w:rsidR="00EA518F">
        <w:t xml:space="preserve"> </w:t>
      </w:r>
      <w:r w:rsidRPr="00EA518F">
        <w:t>полученных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декомпозиции</w:t>
      </w:r>
      <w:r w:rsidR="00EA518F">
        <w:t xml:space="preserve"> </w:t>
      </w:r>
      <w:r w:rsidRPr="00EA518F">
        <w:t>альтернативы,</w:t>
      </w:r>
      <w:r w:rsidR="00EA518F">
        <w:t xml:space="preserve"> </w:t>
      </w:r>
      <w:r w:rsidRPr="00EA518F">
        <w:t>носит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композиции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сравнений.</w:t>
      </w:r>
      <w:r w:rsidR="00EA518F">
        <w:t xml:space="preserve"> </w:t>
      </w:r>
      <w:r w:rsidRPr="00EA518F">
        <w:t>Сразу</w:t>
      </w:r>
      <w:r w:rsidR="00EA518F">
        <w:t xml:space="preserve"> </w:t>
      </w:r>
      <w:r w:rsidRPr="00EA518F">
        <w:t>следует</w:t>
      </w:r>
      <w:r w:rsidR="00EA518F">
        <w:t xml:space="preserve"> </w:t>
      </w:r>
      <w:r w:rsidRPr="00EA518F">
        <w:t>отметить,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непростой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анализа</w:t>
      </w:r>
      <w:r w:rsidR="00EA518F">
        <w:t xml:space="preserve"> </w:t>
      </w:r>
      <w:r w:rsidRPr="00EA518F">
        <w:t>альтернативы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декомпозиции</w:t>
      </w:r>
      <w:r w:rsidR="00EA518F">
        <w:t xml:space="preserve"> </w:t>
      </w:r>
      <w:r w:rsidRPr="00EA518F">
        <w:t>намного</w:t>
      </w:r>
      <w:r w:rsidR="00EA518F">
        <w:t xml:space="preserve"> </w:t>
      </w:r>
      <w:r w:rsidRPr="00EA518F">
        <w:t>усложняется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композиции.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Множество</w:t>
      </w:r>
      <w:r w:rsidR="00EA518F">
        <w:t xml:space="preserve"> </w:t>
      </w:r>
      <w:r w:rsidRPr="00EA518F">
        <w:t>неулучшаемых</w:t>
      </w:r>
      <w:r w:rsidR="00EA518F">
        <w:t xml:space="preserve"> </w:t>
      </w:r>
      <w:r w:rsidRPr="00EA518F">
        <w:t>альтернатив</w:t>
      </w:r>
      <w:r w:rsidR="00EA518F">
        <w:t xml:space="preserve"> </w:t>
      </w:r>
      <w:r w:rsidRPr="00EA518F">
        <w:t>получило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Парето.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Ясно,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точки,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принадлежащие</w:t>
      </w:r>
      <w:r w:rsidR="00EA518F">
        <w:t xml:space="preserve"> </w:t>
      </w:r>
      <w:r w:rsidRPr="00EA518F">
        <w:t>множеству</w:t>
      </w:r>
      <w:r w:rsidR="00EA518F">
        <w:t xml:space="preserve"> </w:t>
      </w:r>
      <w:r w:rsidRPr="00EA518F">
        <w:t>Парето,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претендовать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то,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считаться</w:t>
      </w:r>
      <w:r w:rsidR="00EA518F">
        <w:t xml:space="preserve"> </w:t>
      </w:r>
      <w:r w:rsidRPr="00EA518F">
        <w:t>лучшей</w:t>
      </w:r>
      <w:r w:rsidR="00EA518F">
        <w:t xml:space="preserve"> </w:t>
      </w:r>
      <w:r w:rsidRPr="00EA518F">
        <w:t>альтернативой.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Выделение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Парето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первый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сравнении</w:t>
      </w:r>
      <w:r w:rsidR="00EA518F">
        <w:t xml:space="preserve"> </w:t>
      </w:r>
      <w:r w:rsidRPr="00EA518F">
        <w:t>альтернатив.</w:t>
      </w:r>
      <w:r w:rsidR="00EA518F">
        <w:t xml:space="preserve"> </w:t>
      </w:r>
      <w:r w:rsidRPr="00EA518F">
        <w:t>Вообще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ограничиться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этим</w:t>
      </w:r>
      <w:r w:rsidR="00EA518F">
        <w:t xml:space="preserve"> </w:t>
      </w:r>
      <w:r w:rsidRPr="00EA518F">
        <w:t>шагом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считать</w:t>
      </w:r>
      <w:r w:rsidR="00EA518F">
        <w:t xml:space="preserve"> </w:t>
      </w:r>
      <w:r w:rsidRPr="00EA518F">
        <w:t>лучшими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те</w:t>
      </w:r>
      <w:r w:rsidR="00EA518F">
        <w:t xml:space="preserve"> </w:t>
      </w:r>
      <w:r w:rsidRPr="00EA518F">
        <w:t>альтернативы,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попали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множество.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большинстве</w:t>
      </w:r>
      <w:r w:rsidR="00EA518F">
        <w:t xml:space="preserve"> </w:t>
      </w:r>
      <w:r w:rsidRPr="00EA518F">
        <w:t>случаев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</w:t>
      </w:r>
      <w:r w:rsidR="00EA518F">
        <w:t xml:space="preserve"> </w:t>
      </w:r>
      <w:r w:rsidRPr="00EA518F">
        <w:t>требуется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итоге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одну</w:t>
      </w:r>
      <w:r w:rsidR="00EA518F">
        <w:t xml:space="preserve"> </w:t>
      </w:r>
      <w:r w:rsidRPr="00EA518F">
        <w:t>альтернативу.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действовать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множестве</w:t>
      </w:r>
      <w:r w:rsidR="00EA518F">
        <w:t xml:space="preserve"> </w:t>
      </w:r>
      <w:r w:rsidRPr="00EA518F">
        <w:t>Парето?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Приемов</w:t>
      </w:r>
      <w:r w:rsidR="00EA518F">
        <w:t xml:space="preserve"> </w:t>
      </w:r>
      <w:r w:rsidRPr="00EA518F">
        <w:t>такого</w:t>
      </w:r>
      <w:r w:rsidR="00EA518F">
        <w:t xml:space="preserve"> </w:t>
      </w:r>
      <w:r w:rsidRPr="00EA518F">
        <w:t>выбора,</w:t>
      </w:r>
      <w:r w:rsidR="00EA518F">
        <w:t xml:space="preserve"> </w:t>
      </w:r>
      <w:r w:rsidRPr="00EA518F">
        <w:t>основанных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столь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естественных</w:t>
      </w:r>
      <w:r w:rsidR="00EA518F">
        <w:t xml:space="preserve"> </w:t>
      </w:r>
      <w:r w:rsidRPr="00EA518F">
        <w:t>предположениях,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привели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выделению</w:t>
      </w:r>
      <w:r w:rsidR="00EA518F">
        <w:t xml:space="preserve"> </w:t>
      </w:r>
      <w:r w:rsidRPr="00EA518F">
        <w:t>множества</w:t>
      </w:r>
      <w:r w:rsidR="00EA518F">
        <w:t xml:space="preserve"> </w:t>
      </w:r>
      <w:r w:rsidRPr="00EA518F">
        <w:t>Парето,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сожалению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существует.</w:t>
      </w:r>
      <w:r w:rsidR="00EA518F">
        <w:t xml:space="preserve"> </w:t>
      </w:r>
      <w:r w:rsidRPr="00EA518F">
        <w:t>Здесь</w:t>
      </w:r>
      <w:r w:rsidR="00EA518F">
        <w:t xml:space="preserve"> </w:t>
      </w:r>
      <w:r w:rsidRPr="00EA518F">
        <w:t>часто</w:t>
      </w:r>
      <w:r w:rsidR="00EA518F">
        <w:t xml:space="preserve"> </w:t>
      </w:r>
      <w:r w:rsidRPr="00EA518F">
        <w:t>используются</w:t>
      </w:r>
      <w:r w:rsidR="00EA518F">
        <w:t xml:space="preserve"> </w:t>
      </w:r>
      <w:r w:rsidRPr="00EA518F">
        <w:t>специфические,</w:t>
      </w:r>
      <w:r w:rsidR="00EA518F">
        <w:t xml:space="preserve"> </w:t>
      </w:r>
      <w:r w:rsidRPr="00EA518F">
        <w:t>порой</w:t>
      </w:r>
      <w:r w:rsidR="00EA518F">
        <w:t xml:space="preserve"> </w:t>
      </w:r>
      <w:r w:rsidRPr="00EA518F">
        <w:t>спорные</w:t>
      </w:r>
      <w:r w:rsidR="00EA518F">
        <w:t xml:space="preserve"> </w:t>
      </w:r>
      <w:r w:rsidRPr="00EA518F">
        <w:t>приемы.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Выше</w:t>
      </w:r>
      <w:r w:rsidR="00EA518F">
        <w:t xml:space="preserve"> </w:t>
      </w:r>
      <w:r w:rsidRPr="00EA518F">
        <w:t>рассмотрены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применяться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ходе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результатов.</w:t>
      </w:r>
      <w:r w:rsidR="00EA518F">
        <w:t xml:space="preserve"> </w:t>
      </w:r>
      <w:r w:rsidRPr="00EA518F">
        <w:t>Но,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организуется</w:t>
      </w:r>
      <w:r w:rsidR="00EA518F">
        <w:t xml:space="preserve"> </w:t>
      </w:r>
      <w:r w:rsidRPr="00EA518F">
        <w:t>экспертиза?</w:t>
      </w:r>
      <w:r w:rsidR="00EA518F">
        <w:t xml:space="preserve"> </w:t>
      </w:r>
      <w:r w:rsidRPr="00EA518F">
        <w:t>Формы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разнообразными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многочисленными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зависимости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условий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контингента</w:t>
      </w:r>
      <w:r w:rsidR="00EA518F">
        <w:t xml:space="preserve"> </w:t>
      </w:r>
      <w:r w:rsidRPr="00EA518F">
        <w:t>привлекаемых</w:t>
      </w:r>
      <w:r w:rsidR="00EA518F">
        <w:t xml:space="preserve"> </w:t>
      </w:r>
      <w:r w:rsidRPr="00EA518F">
        <w:t>экспертов.</w:t>
      </w:r>
      <w:r w:rsidR="00EA518F">
        <w:t xml:space="preserve"> </w:t>
      </w:r>
      <w:r w:rsidRPr="00EA518F">
        <w:t>Классические</w:t>
      </w:r>
      <w:r w:rsidR="00EA518F">
        <w:t xml:space="preserve"> </w:t>
      </w:r>
      <w:r w:rsidRPr="00EA518F">
        <w:t>формы</w:t>
      </w:r>
      <w:r w:rsidR="00EA518F">
        <w:t xml:space="preserve"> </w:t>
      </w:r>
      <w:r w:rsidRPr="00EA518F">
        <w:t>работы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экспертами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заполнение</w:t>
      </w:r>
      <w:r w:rsidR="00EA518F">
        <w:t xml:space="preserve"> </w:t>
      </w:r>
      <w:r w:rsidRPr="00EA518F">
        <w:t>анкет</w:t>
      </w:r>
      <w:r w:rsidR="00EA518F">
        <w:t xml:space="preserve"> </w:t>
      </w:r>
      <w:r w:rsidRPr="00EA518F">
        <w:t>(таблиц),</w:t>
      </w:r>
      <w:r w:rsidR="00EA518F">
        <w:t xml:space="preserve"> </w:t>
      </w:r>
      <w:r w:rsidRPr="00EA518F">
        <w:t>интервью,</w:t>
      </w:r>
      <w:r w:rsidR="00EA518F">
        <w:t xml:space="preserve"> </w:t>
      </w:r>
      <w:r w:rsidRPr="00EA518F">
        <w:t>запрос</w:t>
      </w:r>
      <w:r w:rsidR="00EA518F">
        <w:t xml:space="preserve"> </w:t>
      </w:r>
      <w:r w:rsidRPr="00EA518F">
        <w:t>аналитического</w:t>
      </w:r>
      <w:r w:rsidR="00EA518F">
        <w:t xml:space="preserve"> </w:t>
      </w:r>
      <w:r w:rsidRPr="00EA518F">
        <w:t>отчета.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Первая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форм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распространенной.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вопросники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</w:t>
      </w:r>
      <w:r w:rsidR="00EA518F">
        <w:t xml:space="preserve"> </w:t>
      </w:r>
      <w:r w:rsidRPr="00EA518F">
        <w:t>включаются</w:t>
      </w:r>
      <w:r w:rsidR="00EA518F">
        <w:t xml:space="preserve"> </w:t>
      </w:r>
      <w:r w:rsidRPr="00EA518F">
        <w:t>простые</w:t>
      </w:r>
      <w:r w:rsidR="00EA518F">
        <w:t xml:space="preserve"> </w:t>
      </w:r>
      <w:r w:rsidRPr="00EA518F">
        <w:t>вопросы,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ответа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нужно</w:t>
      </w:r>
      <w:r w:rsidR="00EA518F">
        <w:t xml:space="preserve"> </w:t>
      </w:r>
      <w:r w:rsidRPr="00EA518F">
        <w:t>разбивать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отдельные</w:t>
      </w:r>
      <w:r w:rsidR="00EA518F">
        <w:t xml:space="preserve"> </w:t>
      </w:r>
      <w:r w:rsidRPr="00EA518F">
        <w:t>части.</w:t>
      </w:r>
      <w:r w:rsidR="00EA518F">
        <w:t xml:space="preserve"> </w:t>
      </w:r>
      <w:r w:rsidRPr="00EA518F">
        <w:t>Интервью</w:t>
      </w:r>
      <w:r w:rsidR="00EA518F">
        <w:t xml:space="preserve"> </w:t>
      </w:r>
      <w:r w:rsidRPr="00EA518F">
        <w:t>предпочтительнее</w:t>
      </w:r>
      <w:r w:rsidR="00EA518F">
        <w:t xml:space="preserve"> </w:t>
      </w:r>
      <w:r w:rsidRPr="00EA518F">
        <w:t>анкет,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оно</w:t>
      </w:r>
      <w:r w:rsidR="00EA518F">
        <w:t xml:space="preserve"> </w:t>
      </w:r>
      <w:r w:rsidRPr="00EA518F">
        <w:t>проводится</w:t>
      </w:r>
      <w:r w:rsidR="00EA518F">
        <w:t xml:space="preserve"> </w:t>
      </w:r>
      <w:r w:rsidRPr="00EA518F">
        <w:t>высококвалифицированным</w:t>
      </w:r>
      <w:r w:rsidR="00EA518F">
        <w:t xml:space="preserve"> </w:t>
      </w:r>
      <w:r w:rsidRPr="00EA518F">
        <w:t>специалистом,</w:t>
      </w:r>
      <w:r w:rsidR="00EA518F">
        <w:t xml:space="preserve"> </w:t>
      </w:r>
      <w:r w:rsidRPr="00EA518F">
        <w:t>способным</w:t>
      </w:r>
      <w:r w:rsidR="00EA518F">
        <w:t xml:space="preserve"> </w:t>
      </w:r>
      <w:r w:rsidRPr="00EA518F">
        <w:t>подстроиться</w:t>
      </w:r>
      <w:r w:rsidR="00EA518F">
        <w:t xml:space="preserve"> </w:t>
      </w:r>
      <w:r w:rsidRPr="00EA518F">
        <w:t>под</w:t>
      </w:r>
      <w:r w:rsidR="00EA518F">
        <w:t xml:space="preserve"> </w:t>
      </w:r>
      <w:r w:rsidRPr="00EA518F">
        <w:t>интервьюируемого,</w:t>
      </w:r>
      <w:r w:rsidR="00EA518F">
        <w:t xml:space="preserve"> </w:t>
      </w:r>
      <w:r w:rsidRPr="00EA518F">
        <w:t>помочь</w:t>
      </w:r>
      <w:r w:rsidR="00EA518F">
        <w:t xml:space="preserve"> </w:t>
      </w:r>
      <w:r w:rsidRPr="00EA518F">
        <w:t>ему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обоснованные</w:t>
      </w:r>
      <w:r w:rsidR="00EA518F">
        <w:t xml:space="preserve"> </w:t>
      </w:r>
      <w:r w:rsidRPr="00EA518F">
        <w:t>ответы,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одновременно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привнести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свое</w:t>
      </w:r>
      <w:r w:rsidR="00EA518F">
        <w:t xml:space="preserve"> </w:t>
      </w:r>
      <w:r w:rsidRPr="00EA518F">
        <w:t>мнение.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Следует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виду,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человек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обосновано</w:t>
      </w:r>
      <w:r w:rsidR="00EA518F">
        <w:t xml:space="preserve"> </w:t>
      </w:r>
      <w:r w:rsidRPr="00EA518F">
        <w:t>приводит</w:t>
      </w:r>
      <w:r w:rsidR="00EA518F">
        <w:t xml:space="preserve"> </w:t>
      </w:r>
      <w:r w:rsidRPr="00EA518F">
        <w:t>качественные</w:t>
      </w:r>
      <w:r w:rsidR="00EA518F">
        <w:t xml:space="preserve"> </w:t>
      </w:r>
      <w:r w:rsidRPr="00EA518F">
        <w:t>ответы,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количественные.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Экспертизы</w:t>
      </w:r>
      <w:r w:rsidR="00EA518F">
        <w:t xml:space="preserve"> </w:t>
      </w:r>
      <w:r w:rsidRPr="00EA518F">
        <w:t>различаются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форме</w:t>
      </w:r>
      <w:r w:rsidR="00EA518F">
        <w:t xml:space="preserve"> </w:t>
      </w:r>
      <w:r w:rsidRPr="00EA518F">
        <w:t>взаимодействия</w:t>
      </w:r>
      <w:r w:rsidR="00EA518F">
        <w:t xml:space="preserve"> </w:t>
      </w:r>
      <w:r w:rsidRPr="00EA518F">
        <w:t>экспертов.</w:t>
      </w:r>
      <w:r w:rsidR="00EA518F">
        <w:t xml:space="preserve"> </w:t>
      </w:r>
      <w:r w:rsidRPr="00EA518F">
        <w:t>Обмен</w:t>
      </w:r>
      <w:r w:rsidR="00EA518F">
        <w:t xml:space="preserve"> </w:t>
      </w:r>
      <w:r w:rsidRPr="00EA518F">
        <w:t>мнениями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свободным,</w:t>
      </w:r>
      <w:r w:rsidR="00EA518F">
        <w:t xml:space="preserve"> </w:t>
      </w:r>
      <w:r w:rsidRPr="00EA518F">
        <w:t>регламентированным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недопустимым.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способы</w:t>
      </w:r>
      <w:r w:rsidR="00EA518F">
        <w:t xml:space="preserve"> </w:t>
      </w:r>
      <w:r w:rsidRPr="00EA518F">
        <w:t>имеют</w:t>
      </w:r>
      <w:r w:rsidR="00EA518F">
        <w:t xml:space="preserve"> </w:t>
      </w:r>
      <w:r w:rsidRPr="00EA518F">
        <w:t>свои</w:t>
      </w:r>
      <w:r w:rsidR="00EA518F">
        <w:t xml:space="preserve"> </w:t>
      </w:r>
      <w:r w:rsidRPr="00EA518F">
        <w:t>преимущества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недостатки.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t>свободном</w:t>
      </w:r>
      <w:r w:rsidR="00EA518F">
        <w:t xml:space="preserve"> </w:t>
      </w:r>
      <w:r w:rsidRPr="00EA518F">
        <w:t>общении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доминировать</w:t>
      </w:r>
      <w:r w:rsidR="00EA518F">
        <w:t xml:space="preserve"> </w:t>
      </w:r>
      <w:r w:rsidRPr="00EA518F">
        <w:t>над</w:t>
      </w:r>
      <w:r w:rsidR="00EA518F">
        <w:t xml:space="preserve"> </w:t>
      </w:r>
      <w:r w:rsidRPr="00EA518F">
        <w:t>другими,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чье-то</w:t>
      </w:r>
      <w:r w:rsidR="00EA518F">
        <w:t xml:space="preserve"> </w:t>
      </w:r>
      <w:r w:rsidRPr="00EA518F">
        <w:t>мнение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оказаться</w:t>
      </w:r>
      <w:r w:rsidR="00EA518F">
        <w:t xml:space="preserve"> </w:t>
      </w:r>
      <w:r w:rsidRPr="00EA518F">
        <w:t>неучтенным.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Регламентированное</w:t>
      </w:r>
      <w:r w:rsidR="00EA518F">
        <w:t xml:space="preserve"> </w:t>
      </w:r>
      <w:r w:rsidRPr="00EA518F">
        <w:t>общение</w:t>
      </w:r>
      <w:r w:rsidR="00EA518F">
        <w:t xml:space="preserve"> </w:t>
      </w:r>
      <w:r w:rsidRPr="00EA518F">
        <w:t>требует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сложной</w:t>
      </w:r>
      <w:r w:rsidR="00EA518F">
        <w:t xml:space="preserve"> </w:t>
      </w:r>
      <w:r w:rsidRPr="00EA518F">
        <w:t>организации;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известный</w:t>
      </w:r>
      <w:r w:rsidR="00EA518F">
        <w:t xml:space="preserve"> </w:t>
      </w:r>
      <w:r w:rsidRPr="00EA518F">
        <w:t>вид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“мозговой</w:t>
      </w:r>
      <w:r w:rsidR="00EA518F">
        <w:t xml:space="preserve"> </w:t>
      </w:r>
      <w:r w:rsidRPr="00EA518F">
        <w:t>атаки”,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сначала</w:t>
      </w:r>
      <w:r w:rsidR="00EA518F">
        <w:t xml:space="preserve"> </w:t>
      </w:r>
      <w:r w:rsidRPr="00EA518F">
        <w:t>мнения</w:t>
      </w:r>
      <w:r w:rsidR="00EA518F">
        <w:t xml:space="preserve"> </w:t>
      </w:r>
      <w:r w:rsidRPr="00EA518F">
        <w:t>высказываются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обсуждения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дискутируются,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правило,</w:t>
      </w:r>
      <w:r w:rsidR="00EA518F">
        <w:t xml:space="preserve"> </w:t>
      </w:r>
      <w:r w:rsidRPr="00EA518F">
        <w:t>под</w:t>
      </w:r>
      <w:r w:rsidR="00EA518F">
        <w:t xml:space="preserve"> </w:t>
      </w:r>
      <w:r w:rsidRPr="00EA518F">
        <w:t>руководством</w:t>
      </w:r>
      <w:r w:rsidR="00EA518F">
        <w:t xml:space="preserve"> </w:t>
      </w:r>
      <w:r w:rsidRPr="00EA518F">
        <w:t>хорошо</w:t>
      </w:r>
      <w:r w:rsidR="00EA518F">
        <w:t xml:space="preserve"> </w:t>
      </w:r>
      <w:r w:rsidRPr="00EA518F">
        <w:t>подготовленного</w:t>
      </w:r>
      <w:r w:rsidR="00EA518F">
        <w:t xml:space="preserve"> </w:t>
      </w:r>
      <w:r w:rsidRPr="00EA518F">
        <w:t>ведущего.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Изолированная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экспертами</w:t>
      </w:r>
      <w:r w:rsidR="00EA518F">
        <w:t xml:space="preserve"> </w:t>
      </w:r>
      <w:r w:rsidRPr="00EA518F">
        <w:t>чревата</w:t>
      </w:r>
      <w:r w:rsidR="00EA518F">
        <w:t xml:space="preserve"> </w:t>
      </w:r>
      <w:r w:rsidRPr="00EA518F">
        <w:t>попаданием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дальнейшую</w:t>
      </w:r>
      <w:r w:rsidR="00EA518F">
        <w:t xml:space="preserve"> </w:t>
      </w:r>
      <w:r w:rsidRPr="00EA518F">
        <w:t>обработку</w:t>
      </w:r>
      <w:r w:rsidR="00EA518F">
        <w:t xml:space="preserve"> </w:t>
      </w:r>
      <w:r w:rsidRPr="00EA518F">
        <w:t>искаженных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просто</w:t>
      </w:r>
      <w:r w:rsidR="00EA518F">
        <w:t xml:space="preserve"> </w:t>
      </w:r>
      <w:r w:rsidRPr="00EA518F">
        <w:t>неверных</w:t>
      </w:r>
      <w:r w:rsidR="00EA518F">
        <w:t xml:space="preserve"> </w:t>
      </w:r>
      <w:r w:rsidRPr="00EA518F">
        <w:t>оценок,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могли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выявлены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изменены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свободном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регламентированном</w:t>
      </w:r>
      <w:r w:rsidR="00EA518F">
        <w:t xml:space="preserve"> </w:t>
      </w:r>
      <w:r w:rsidRPr="00EA518F">
        <w:t>способе.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Причинами</w:t>
      </w:r>
      <w:r w:rsidR="00EA518F">
        <w:t xml:space="preserve"> </w:t>
      </w:r>
      <w:r w:rsidRPr="00EA518F">
        <w:t>неудовлетворительных</w:t>
      </w:r>
      <w:r w:rsidR="00EA518F">
        <w:t xml:space="preserve"> </w:t>
      </w:r>
      <w:r w:rsidRPr="00EA518F">
        <w:t>ответов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нарушения</w:t>
      </w:r>
      <w:r w:rsidR="00EA518F">
        <w:t xml:space="preserve"> </w:t>
      </w:r>
      <w:r w:rsidRPr="00EA518F">
        <w:t>целого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требований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экспертам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неполной</w:t>
      </w:r>
      <w:r w:rsidR="00EA518F">
        <w:t xml:space="preserve"> </w:t>
      </w:r>
      <w:r w:rsidRPr="00EA518F">
        <w:t>компетентности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предвзятости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неспособности</w:t>
      </w:r>
      <w:r w:rsidR="00EA518F">
        <w:t xml:space="preserve"> </w:t>
      </w:r>
      <w:r w:rsidRPr="00EA518F">
        <w:t>решать</w:t>
      </w:r>
      <w:r w:rsidR="00EA518F">
        <w:t xml:space="preserve"> </w:t>
      </w:r>
      <w:r w:rsidRPr="00EA518F">
        <w:t>нестандартные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предвидеть</w:t>
      </w:r>
      <w:r w:rsidR="00EA518F">
        <w:t xml:space="preserve"> </w:t>
      </w:r>
      <w:r w:rsidRPr="00EA518F">
        <w:t>неочевидные</w:t>
      </w:r>
      <w:r w:rsidR="00EA518F">
        <w:t xml:space="preserve"> </w:t>
      </w:r>
      <w:r w:rsidRPr="00EA518F">
        <w:t>последствия.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Предполагается,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правильно</w:t>
      </w:r>
      <w:r w:rsidR="00EA518F">
        <w:t xml:space="preserve"> </w:t>
      </w:r>
      <w:r w:rsidRPr="00EA518F">
        <w:t>обработанное</w:t>
      </w:r>
      <w:r w:rsidR="00EA518F">
        <w:t xml:space="preserve"> </w:t>
      </w:r>
      <w:r w:rsidRPr="00EA518F">
        <w:t>коллективное</w:t>
      </w:r>
      <w:r w:rsidR="00EA518F">
        <w:t xml:space="preserve"> </w:t>
      </w:r>
      <w:r w:rsidRPr="00EA518F">
        <w:t>мнение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достоверно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надежно,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индивидуальные</w:t>
      </w:r>
      <w:r w:rsidR="00EA518F">
        <w:t xml:space="preserve"> </w:t>
      </w:r>
      <w:r w:rsidRPr="00EA518F">
        <w:t>мнения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истинная</w:t>
      </w:r>
      <w:r w:rsidR="00EA518F">
        <w:t xml:space="preserve"> </w:t>
      </w:r>
      <w:r w:rsidRPr="00EA518F">
        <w:t>величина</w:t>
      </w:r>
      <w:r w:rsidR="00EA518F">
        <w:t xml:space="preserve"> </w:t>
      </w:r>
      <w:r w:rsidRPr="00EA518F">
        <w:t>изучаемого</w:t>
      </w:r>
      <w:r w:rsidR="00EA518F">
        <w:t xml:space="preserve"> </w:t>
      </w:r>
      <w:r w:rsidRPr="00EA518F">
        <w:t>явления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внутри</w:t>
      </w:r>
      <w:r w:rsidR="00EA518F">
        <w:t xml:space="preserve"> </w:t>
      </w:r>
      <w:r w:rsidRPr="00EA518F">
        <w:t>диапазона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группы</w:t>
      </w:r>
      <w:r w:rsidR="00EA518F">
        <w:t xml:space="preserve"> </w:t>
      </w:r>
      <w:r w:rsidRPr="00EA518F">
        <w:t>экспертов.</w:t>
      </w:r>
      <w:r w:rsidR="00EA518F">
        <w:t xml:space="preserve"> </w:t>
      </w:r>
      <w:r w:rsidRPr="00EA518F">
        <w:t>Надежность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первую</w:t>
      </w:r>
      <w:r w:rsidR="00EA518F">
        <w:t xml:space="preserve"> </w:t>
      </w:r>
      <w:r w:rsidRPr="00EA518F">
        <w:t>очередь</w:t>
      </w:r>
      <w:r w:rsidR="00EA518F">
        <w:t xml:space="preserve"> </w:t>
      </w:r>
      <w:r w:rsidRPr="00EA518F">
        <w:t>подбором</w:t>
      </w:r>
      <w:r w:rsidR="00EA518F">
        <w:t xml:space="preserve"> </w:t>
      </w:r>
      <w:r w:rsidRPr="00EA518F">
        <w:t>специалистов-экспертов,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информированностью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изучаемых</w:t>
      </w:r>
      <w:r w:rsidR="00EA518F">
        <w:t xml:space="preserve"> </w:t>
      </w:r>
      <w:r w:rsidRPr="00EA518F">
        <w:t>проблемах,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возможностью</w:t>
      </w:r>
      <w:r w:rsidR="00EA518F">
        <w:t xml:space="preserve"> </w:t>
      </w:r>
      <w:r w:rsidRPr="00EA518F">
        <w:t>математико-статистической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полученных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экспертизы.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подборе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применены</w:t>
      </w:r>
      <w:r w:rsidR="00EA518F">
        <w:t xml:space="preserve"> </w:t>
      </w:r>
      <w:r w:rsidRPr="00EA518F">
        <w:t>разные</w:t>
      </w:r>
      <w:r w:rsidR="00EA518F">
        <w:t xml:space="preserve"> </w:t>
      </w:r>
      <w:r w:rsidRPr="00EA518F">
        <w:t>подходы,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надежным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статистический</w:t>
      </w:r>
      <w:r w:rsidR="00EA518F">
        <w:t xml:space="preserve"> </w:t>
      </w:r>
      <w:r w:rsidRPr="00EA518F">
        <w:t>подход.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Статистический</w:t>
      </w:r>
      <w:r w:rsidR="00EA518F">
        <w:t xml:space="preserve"> </w:t>
      </w:r>
      <w:r w:rsidRPr="00EA518F">
        <w:t>подход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подбору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проверке</w:t>
      </w:r>
      <w:r w:rsidR="00EA518F">
        <w:t xml:space="preserve"> </w:t>
      </w:r>
      <w:r w:rsidRPr="00EA518F">
        <w:t>эрудиции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аналитических</w:t>
      </w:r>
      <w:r w:rsidR="00EA518F">
        <w:t xml:space="preserve"> </w:t>
      </w:r>
      <w:r w:rsidRPr="00EA518F">
        <w:t>способностей</w:t>
      </w:r>
      <w:r w:rsidR="00EA518F">
        <w:t xml:space="preserve"> </w:t>
      </w:r>
      <w:r w:rsidRPr="00EA518F">
        <w:t>эксперта,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также</w:t>
      </w:r>
      <w:r w:rsidR="00EA518F">
        <w:t xml:space="preserve"> </w:t>
      </w:r>
      <w:r w:rsidRPr="00EA518F">
        <w:t>проверки</w:t>
      </w:r>
      <w:r w:rsidR="00EA518F">
        <w:t xml:space="preserve"> </w:t>
      </w:r>
      <w:r w:rsidRPr="00EA518F">
        <w:t>точности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прошлых</w:t>
      </w:r>
      <w:r w:rsidR="00EA518F">
        <w:t xml:space="preserve"> </w:t>
      </w:r>
      <w:r w:rsidRPr="00EA518F">
        <w:t>оценок.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Интересной</w:t>
      </w:r>
      <w:r w:rsidR="00EA518F">
        <w:t xml:space="preserve"> </w:t>
      </w:r>
      <w:r w:rsidRPr="00EA518F">
        <w:t>реализацией</w:t>
      </w:r>
      <w:r w:rsidR="00EA518F">
        <w:t xml:space="preserve"> </w:t>
      </w:r>
      <w:r w:rsidRPr="00EA518F">
        <w:t>получения</w:t>
      </w:r>
      <w:r w:rsidR="00EA518F">
        <w:t xml:space="preserve"> </w:t>
      </w:r>
      <w:r w:rsidRPr="00EA518F">
        <w:t>обобщенной</w:t>
      </w:r>
      <w:r w:rsidR="00EA518F">
        <w:t xml:space="preserve"> </w:t>
      </w:r>
      <w:r w:rsidRPr="00EA518F">
        <w:t>экспертной</w:t>
      </w:r>
      <w:r w:rsidR="00EA518F">
        <w:t xml:space="preserve"> </w:t>
      </w:r>
      <w:r w:rsidRPr="00EA518F">
        <w:t>оценки,</w:t>
      </w:r>
      <w:r w:rsidR="00EA518F">
        <w:t xml:space="preserve"> </w:t>
      </w:r>
      <w:r w:rsidRPr="00EA518F">
        <w:t>учитывающей</w:t>
      </w:r>
      <w:r w:rsidR="00EA518F">
        <w:t xml:space="preserve"> </w:t>
      </w:r>
      <w:r w:rsidRPr="00EA518F">
        <w:t>указанные</w:t>
      </w:r>
      <w:r w:rsidR="00EA518F">
        <w:t xml:space="preserve"> </w:t>
      </w:r>
      <w:r w:rsidRPr="00EA518F">
        <w:t>особенности</w:t>
      </w:r>
      <w:r w:rsidR="00EA518F">
        <w:t xml:space="preserve"> </w:t>
      </w:r>
      <w:r w:rsidRPr="00EA518F">
        <w:t>организации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экспертиз,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Дельфы.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Этот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ряд</w:t>
      </w:r>
      <w:r w:rsidR="00EA518F">
        <w:t xml:space="preserve"> </w:t>
      </w:r>
      <w:r w:rsidRPr="00EA518F">
        <w:t>последовательно</w:t>
      </w:r>
      <w:r w:rsidR="00EA518F">
        <w:t xml:space="preserve"> </w:t>
      </w:r>
      <w:r w:rsidRPr="00EA518F">
        <w:t>осуществляемых</w:t>
      </w:r>
      <w:r w:rsidR="00EA518F">
        <w:t xml:space="preserve"> </w:t>
      </w:r>
      <w:r w:rsidRPr="00EA518F">
        <w:t>процедур,</w:t>
      </w:r>
      <w:r w:rsidR="00EA518F">
        <w:t xml:space="preserve"> </w:t>
      </w:r>
      <w:r w:rsidRPr="00EA518F">
        <w:t>направленных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выявление</w:t>
      </w:r>
      <w:r w:rsidR="00EA518F">
        <w:t xml:space="preserve"> </w:t>
      </w:r>
      <w:r w:rsidRPr="00EA518F">
        <w:t>группового</w:t>
      </w:r>
      <w:r w:rsidR="00EA518F">
        <w:t xml:space="preserve"> </w:t>
      </w:r>
      <w:r w:rsidRPr="00EA518F">
        <w:t>мнения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той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иной</w:t>
      </w:r>
      <w:r w:rsidR="00EA518F">
        <w:t xml:space="preserve"> </w:t>
      </w:r>
      <w:r w:rsidRPr="00EA518F">
        <w:t>проблеме.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получил</w:t>
      </w:r>
      <w:r w:rsidR="00EA518F">
        <w:t xml:space="preserve"> </w:t>
      </w:r>
      <w:r w:rsidRPr="00EA518F">
        <w:t>наименование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названию</w:t>
      </w:r>
      <w:r w:rsidR="00EA518F">
        <w:t xml:space="preserve"> </w:t>
      </w:r>
      <w:r w:rsidRPr="00EA518F">
        <w:t>города</w:t>
      </w:r>
      <w:r w:rsidR="00EA518F">
        <w:t xml:space="preserve"> </w:t>
      </w:r>
      <w:r w:rsidRPr="00EA518F">
        <w:t>Дельфы,</w:t>
      </w:r>
      <w:r w:rsidR="00EA518F">
        <w:t xml:space="preserve"> </w:t>
      </w:r>
      <w:r w:rsidRPr="00EA518F">
        <w:t>ставшего</w:t>
      </w:r>
      <w:r w:rsidR="00EA518F">
        <w:t xml:space="preserve"> </w:t>
      </w:r>
      <w:r w:rsidRPr="00EA518F">
        <w:t>известным</w:t>
      </w:r>
      <w:r w:rsidR="00EA518F">
        <w:t xml:space="preserve"> </w:t>
      </w:r>
      <w:r w:rsidRPr="00EA518F">
        <w:t>из-за</w:t>
      </w:r>
      <w:r w:rsidR="00EA518F">
        <w:t xml:space="preserve"> </w:t>
      </w:r>
      <w:r w:rsidRPr="00EA518F">
        <w:t>прорицателей-оракулов,</w:t>
      </w:r>
      <w:r w:rsidR="00EA518F">
        <w:t xml:space="preserve"> </w:t>
      </w:r>
      <w:r w:rsidRPr="00EA518F">
        <w:t>живших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предсказывающих</w:t>
      </w:r>
      <w:r w:rsidR="00EA518F">
        <w:t xml:space="preserve"> </w:t>
      </w:r>
      <w:r w:rsidRPr="00EA518F">
        <w:t>будущее.</w:t>
      </w:r>
      <w:r w:rsidR="00EA518F">
        <w:t xml:space="preserve"> </w:t>
      </w:r>
      <w:r w:rsidRPr="00EA518F">
        <w:t>Пророчества</w:t>
      </w:r>
      <w:r w:rsidR="00EA518F">
        <w:t xml:space="preserve"> </w:t>
      </w:r>
      <w:r w:rsidRPr="00EA518F">
        <w:t>обнародовались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тщательного</w:t>
      </w:r>
      <w:r w:rsidR="00EA518F">
        <w:t xml:space="preserve"> </w:t>
      </w:r>
      <w:r w:rsidRPr="00EA518F">
        <w:t>обсуждения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совете</w:t>
      </w:r>
      <w:r w:rsidR="00EA518F">
        <w:t xml:space="preserve"> </w:t>
      </w:r>
      <w:r w:rsidRPr="00EA518F">
        <w:t>дельфийских</w:t>
      </w:r>
      <w:r w:rsidR="00EA518F">
        <w:t xml:space="preserve"> </w:t>
      </w:r>
      <w:r w:rsidRPr="00EA518F">
        <w:t>мудрецов.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Метод</w:t>
      </w:r>
      <w:r w:rsidR="00EA518F">
        <w:t xml:space="preserve"> </w:t>
      </w:r>
      <w:r w:rsidRPr="00EA518F">
        <w:t>Дельфы</w:t>
      </w:r>
      <w:r w:rsidR="00EA518F">
        <w:t xml:space="preserve"> </w:t>
      </w:r>
      <w:r w:rsidRPr="00EA518F">
        <w:t>представляет</w:t>
      </w:r>
      <w:r w:rsidR="00EA518F">
        <w:t xml:space="preserve"> </w:t>
      </w:r>
      <w:r w:rsidRPr="00EA518F">
        <w:t>обобщение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касающихся</w:t>
      </w:r>
      <w:r w:rsidR="00EA518F">
        <w:t xml:space="preserve"> </w:t>
      </w:r>
      <w:r w:rsidRPr="00EA518F">
        <w:t>прежде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перспектив</w:t>
      </w:r>
      <w:r w:rsidR="00EA518F">
        <w:t xml:space="preserve"> </w:t>
      </w:r>
      <w:r w:rsidRPr="00EA518F">
        <w:t>развития.</w:t>
      </w:r>
      <w:r w:rsidR="00EA518F">
        <w:t xml:space="preserve"> </w:t>
      </w:r>
      <w:r w:rsidRPr="00EA518F">
        <w:t>Особенность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последовательном</w:t>
      </w:r>
      <w:r w:rsidR="00EA518F">
        <w:t xml:space="preserve"> </w:t>
      </w:r>
      <w:r w:rsidRPr="00EA518F">
        <w:t>анонимном</w:t>
      </w:r>
      <w:r w:rsidR="00EA518F">
        <w:t xml:space="preserve"> </w:t>
      </w:r>
      <w:r w:rsidRPr="00EA518F">
        <w:t>индивидуальном</w:t>
      </w:r>
      <w:r w:rsidR="00EA518F">
        <w:t xml:space="preserve"> </w:t>
      </w:r>
      <w:r w:rsidRPr="00EA518F">
        <w:t>опросе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исключающем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непосредственный</w:t>
      </w:r>
      <w:r w:rsidR="00EA518F">
        <w:t xml:space="preserve"> </w:t>
      </w:r>
      <w:r w:rsidRPr="00EA518F">
        <w:t>контакт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уменьшения</w:t>
      </w:r>
      <w:r w:rsidR="00EA518F">
        <w:t xml:space="preserve"> </w:t>
      </w:r>
      <w:r w:rsidRPr="00EA518F">
        <w:t>группового</w:t>
      </w:r>
      <w:r w:rsidR="00EA518F">
        <w:t xml:space="preserve"> </w:t>
      </w:r>
      <w:r w:rsidRPr="00EA518F">
        <w:t>влияния,</w:t>
      </w:r>
      <w:r w:rsidR="00EA518F">
        <w:t xml:space="preserve"> </w:t>
      </w:r>
      <w:r w:rsidRPr="00EA518F">
        <w:t>возникающего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совместной</w:t>
      </w:r>
      <w:r w:rsidR="00EA518F">
        <w:t xml:space="preserve"> </w:t>
      </w:r>
      <w:r w:rsidRPr="00EA518F">
        <w:t>работе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состоящего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приспособлении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мнению</w:t>
      </w:r>
      <w:r w:rsidR="00EA518F">
        <w:t xml:space="preserve"> </w:t>
      </w:r>
      <w:r w:rsidRPr="00EA518F">
        <w:t>большинства.</w:t>
      </w:r>
      <w:r w:rsidR="00EA518F">
        <w:t xml:space="preserve"> </w:t>
      </w:r>
      <w:r w:rsidRPr="00EA518F">
        <w:t>Работа</w:t>
      </w:r>
      <w:r w:rsidR="00EA518F">
        <w:t xml:space="preserve"> </w:t>
      </w:r>
      <w:r w:rsidRPr="00EA518F">
        <w:t>проводится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несколько</w:t>
      </w:r>
      <w:r w:rsidR="00EA518F">
        <w:t xml:space="preserve"> </w:t>
      </w:r>
      <w:r w:rsidRPr="00EA518F">
        <w:t>этапов.</w:t>
      </w:r>
      <w:r w:rsidR="00EA518F">
        <w:t xml:space="preserve"> </w:t>
      </w:r>
      <w:r w:rsidRPr="00EA518F">
        <w:t>Результаты</w:t>
      </w:r>
      <w:r w:rsidR="00EA518F">
        <w:t xml:space="preserve"> </w:t>
      </w:r>
      <w:r w:rsidRPr="00EA518F">
        <w:t>первого</w:t>
      </w:r>
      <w:r w:rsidR="00EA518F">
        <w:t xml:space="preserve"> </w:t>
      </w:r>
      <w:r w:rsidRPr="00EA518F">
        <w:t>этапа</w:t>
      </w:r>
      <w:r w:rsidR="00EA518F">
        <w:t xml:space="preserve"> </w:t>
      </w:r>
      <w:r w:rsidRPr="00EA518F">
        <w:t>подвергаются</w:t>
      </w:r>
      <w:r w:rsidR="00EA518F">
        <w:t xml:space="preserve"> </w:t>
      </w:r>
      <w:r w:rsidRPr="00EA518F">
        <w:t>статистической</w:t>
      </w:r>
      <w:r w:rsidR="00EA518F">
        <w:t xml:space="preserve"> </w:t>
      </w:r>
      <w:r w:rsidRPr="00EA518F">
        <w:t>обработке.</w:t>
      </w:r>
      <w:r w:rsidR="00EA518F">
        <w:t xml:space="preserve"> </w:t>
      </w:r>
      <w:r w:rsidRPr="00EA518F">
        <w:t>Выявляются</w:t>
      </w:r>
      <w:r w:rsidR="00EA518F">
        <w:t xml:space="preserve"> </w:t>
      </w:r>
      <w:r w:rsidRPr="00EA518F">
        <w:t>преобладающие</w:t>
      </w:r>
      <w:r w:rsidR="00EA518F">
        <w:t xml:space="preserve"> </w:t>
      </w:r>
      <w:r w:rsidRPr="00EA518F">
        <w:t>суждения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сближаются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зрения.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находятся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границах</w:t>
      </w:r>
      <w:r w:rsidR="00EA518F">
        <w:t xml:space="preserve"> </w:t>
      </w:r>
      <w:r w:rsidRPr="00EA518F">
        <w:t>согласованности,</w:t>
      </w:r>
      <w:r w:rsidR="00EA518F">
        <w:t xml:space="preserve"> </w:t>
      </w:r>
      <w:r w:rsidRPr="00EA518F">
        <w:t>знакомят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обоснованиями</w:t>
      </w:r>
      <w:r w:rsidR="00EA518F">
        <w:t xml:space="preserve"> </w:t>
      </w:r>
      <w:r w:rsidRPr="00EA518F">
        <w:t>причин</w:t>
      </w:r>
      <w:r w:rsidR="00EA518F">
        <w:t xml:space="preserve"> </w:t>
      </w:r>
      <w:r w:rsidRPr="00EA518F">
        <w:t>расхождений</w:t>
      </w:r>
      <w:r w:rsidR="00EA518F">
        <w:t xml:space="preserve"> </w:t>
      </w:r>
      <w:r w:rsidRPr="00EA518F">
        <w:t>суждений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экспертов,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выходят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указанные</w:t>
      </w:r>
      <w:r w:rsidR="00EA518F">
        <w:t xml:space="preserve"> </w:t>
      </w:r>
      <w:r w:rsidRPr="00EA518F">
        <w:t>границы.</w:t>
      </w:r>
      <w:r w:rsidR="00EA518F">
        <w:t xml:space="preserve"> </w:t>
      </w:r>
      <w:r w:rsidRPr="00EA518F">
        <w:t>Эксперт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изменить</w:t>
      </w:r>
      <w:r w:rsidR="00EA518F">
        <w:t xml:space="preserve"> </w:t>
      </w:r>
      <w:r w:rsidRPr="00EA518F">
        <w:t>свое</w:t>
      </w:r>
      <w:r w:rsidR="00EA518F">
        <w:t xml:space="preserve"> </w:t>
      </w:r>
      <w:r w:rsidRPr="00EA518F">
        <w:t>суждение.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выявления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проводится</w:t>
      </w:r>
      <w:r w:rsidR="00EA518F">
        <w:t xml:space="preserve"> </w:t>
      </w:r>
      <w:r w:rsidRPr="00EA518F">
        <w:t>второй</w:t>
      </w:r>
      <w:r w:rsidR="00EA518F">
        <w:t xml:space="preserve"> </w:t>
      </w:r>
      <w:r w:rsidRPr="00EA518F">
        <w:t>тур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т.</w:t>
      </w:r>
      <w:r w:rsidR="00EA518F">
        <w:t xml:space="preserve"> </w:t>
      </w:r>
      <w:r w:rsidRPr="00EA518F">
        <w:t>д.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Метод</w:t>
      </w:r>
      <w:r w:rsidR="00EA518F">
        <w:t xml:space="preserve"> </w:t>
      </w:r>
      <w:r w:rsidRPr="00EA518F">
        <w:t>Дельфы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улучшить</w:t>
      </w:r>
      <w:r w:rsidR="00EA518F">
        <w:t xml:space="preserve"> </w:t>
      </w:r>
      <w:r w:rsidRPr="00EA518F">
        <w:t>простое</w:t>
      </w:r>
      <w:r w:rsidR="00EA518F">
        <w:t xml:space="preserve"> </w:t>
      </w:r>
      <w:r w:rsidRPr="00EA518F">
        <w:t>усреднение</w:t>
      </w:r>
      <w:r w:rsidR="00EA518F">
        <w:t xml:space="preserve"> </w:t>
      </w:r>
      <w:r w:rsidRPr="00EA518F">
        <w:t>оценок</w:t>
      </w:r>
      <w:r w:rsidR="00EA518F">
        <w:t xml:space="preserve"> </w:t>
      </w:r>
      <w:r w:rsidRPr="00EA518F">
        <w:t>экспертов.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теперь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перечислить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подготовки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экспертизы.</w:t>
      </w:r>
      <w:r w:rsidR="00EA518F">
        <w:t xml:space="preserve"> </w:t>
      </w:r>
      <w:r w:rsidRPr="00EA518F">
        <w:t>Они</w:t>
      </w:r>
      <w:r w:rsidR="00EA518F">
        <w:t xml:space="preserve"> </w:t>
      </w:r>
      <w:r w:rsidRPr="00EA518F">
        <w:t>включают: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постановку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(проблемы),</w:t>
      </w:r>
      <w:r w:rsidR="00EA518F">
        <w:t xml:space="preserve"> </w:t>
      </w:r>
      <w:r w:rsidRPr="00EA518F">
        <w:t>подлежащей</w:t>
      </w:r>
      <w:r w:rsidR="00EA518F">
        <w:t xml:space="preserve"> </w:t>
      </w:r>
      <w:r w:rsidRPr="00EA518F">
        <w:t>экспертизе;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подбор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выбор</w:t>
      </w:r>
      <w:r w:rsidR="00EA518F">
        <w:t xml:space="preserve"> </w:t>
      </w:r>
      <w:r w:rsidRPr="00EA518F">
        <w:t>экспертов;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выполнение</w:t>
      </w:r>
      <w:r w:rsidR="00EA518F">
        <w:t xml:space="preserve"> </w:t>
      </w:r>
      <w:r w:rsidRPr="00EA518F">
        <w:t>экспертизы;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получение</w:t>
      </w:r>
      <w:r w:rsidR="00EA518F">
        <w:t xml:space="preserve"> </w:t>
      </w:r>
      <w:r w:rsidRPr="00EA518F">
        <w:t>обобщенной</w:t>
      </w:r>
      <w:r w:rsidR="00EA518F">
        <w:t xml:space="preserve"> </w:t>
      </w:r>
      <w:r w:rsidRPr="00EA518F">
        <w:t>экспертной</w:t>
      </w:r>
      <w:r w:rsidR="00EA518F">
        <w:t xml:space="preserve"> </w:t>
      </w:r>
      <w:r w:rsidRPr="00EA518F">
        <w:t>оценки;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формирование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оформление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экспертизы.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примера</w:t>
      </w:r>
      <w:r w:rsidR="00EA518F">
        <w:t xml:space="preserve"> </w:t>
      </w:r>
      <w:r w:rsidRPr="00EA518F">
        <w:t>представим</w:t>
      </w:r>
      <w:r w:rsidR="00EA518F">
        <w:t xml:space="preserve"> </w:t>
      </w:r>
      <w:r w:rsidRPr="00EA518F">
        <w:t>название</w:t>
      </w:r>
      <w:r w:rsidR="00EA518F">
        <w:t xml:space="preserve"> </w:t>
      </w:r>
      <w:r w:rsidRPr="00EA518F">
        <w:t>некоторых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проблем,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решении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применяются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оценок.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Это: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распределение</w:t>
      </w:r>
      <w:r w:rsidR="00EA518F">
        <w:t xml:space="preserve"> </w:t>
      </w:r>
      <w:r w:rsidRPr="00EA518F">
        <w:t>различных</w:t>
      </w:r>
      <w:r w:rsidR="00EA518F">
        <w:t xml:space="preserve"> </w:t>
      </w:r>
      <w:r w:rsidRPr="00EA518F">
        <w:t>видов</w:t>
      </w:r>
      <w:r w:rsidR="00EA518F">
        <w:t xml:space="preserve"> </w:t>
      </w:r>
      <w:r w:rsidRPr="00EA518F">
        <w:t>ресурсов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установлением</w:t>
      </w:r>
      <w:r w:rsidR="00EA518F">
        <w:t xml:space="preserve"> </w:t>
      </w:r>
      <w:r w:rsidRPr="00EA518F">
        <w:t>приоритетности;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установление</w:t>
      </w:r>
      <w:r w:rsidR="00EA518F">
        <w:t xml:space="preserve"> </w:t>
      </w:r>
      <w:r w:rsidRPr="00EA518F">
        <w:t>номенклатуры</w:t>
      </w:r>
      <w:r w:rsidR="00EA518F">
        <w:t xml:space="preserve"> </w:t>
      </w:r>
      <w:r w:rsidRPr="00EA518F">
        <w:t>подлежащих</w:t>
      </w:r>
      <w:r w:rsidR="00EA518F">
        <w:t xml:space="preserve"> </w:t>
      </w:r>
      <w:r w:rsidRPr="00EA518F">
        <w:t>выполнению</w:t>
      </w:r>
      <w:r w:rsidR="00EA518F">
        <w:t xml:space="preserve"> </w:t>
      </w:r>
      <w:r w:rsidRPr="00EA518F">
        <w:t>работ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достижения</w:t>
      </w:r>
      <w:r w:rsidR="00EA518F">
        <w:t xml:space="preserve"> </w:t>
      </w:r>
      <w:r w:rsidRPr="00EA518F">
        <w:t>определенных</w:t>
      </w:r>
      <w:r w:rsidR="00EA518F">
        <w:t xml:space="preserve"> </w:t>
      </w:r>
      <w:r w:rsidRPr="00EA518F">
        <w:t>целей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условиях</w:t>
      </w:r>
      <w:r w:rsidR="00EA518F">
        <w:t xml:space="preserve"> </w:t>
      </w:r>
      <w:r w:rsidRPr="00EA518F">
        <w:t>ограничений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различным</w:t>
      </w:r>
      <w:r w:rsidR="00EA518F">
        <w:t xml:space="preserve"> </w:t>
      </w:r>
      <w:r w:rsidRPr="00EA518F">
        <w:t>ресурсам;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установление</w:t>
      </w:r>
      <w:r w:rsidR="00EA518F">
        <w:t xml:space="preserve"> </w:t>
      </w:r>
      <w:r w:rsidRPr="00EA518F">
        <w:t>удельных</w:t>
      </w:r>
      <w:r w:rsidR="00EA518F">
        <w:t xml:space="preserve"> </w:t>
      </w:r>
      <w:r w:rsidRPr="00EA518F">
        <w:t>ресурсных</w:t>
      </w:r>
      <w:r w:rsidR="00EA518F">
        <w:t xml:space="preserve"> </w:t>
      </w:r>
      <w:r w:rsidRPr="00EA518F">
        <w:t>затрат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выполнение</w:t>
      </w:r>
      <w:r w:rsidR="00EA518F">
        <w:t xml:space="preserve"> </w:t>
      </w:r>
      <w:r w:rsidRPr="00EA518F">
        <w:t>каких-либо</w:t>
      </w:r>
      <w:r w:rsidR="00EA518F">
        <w:t xml:space="preserve"> </w:t>
      </w:r>
      <w:r w:rsidRPr="00EA518F">
        <w:t>работ,</w:t>
      </w:r>
      <w:r w:rsidR="00EA518F">
        <w:t xml:space="preserve"> </w:t>
      </w:r>
      <w:r w:rsidRPr="00EA518F">
        <w:t>норм</w:t>
      </w:r>
      <w:r w:rsidR="00EA518F">
        <w:t xml:space="preserve"> </w:t>
      </w:r>
      <w:r w:rsidRPr="00EA518F">
        <w:t>расхода</w:t>
      </w:r>
      <w:r w:rsidR="00EA518F">
        <w:t xml:space="preserve"> </w:t>
      </w:r>
      <w:r w:rsidRPr="00EA518F">
        <w:t>материалов,</w:t>
      </w:r>
      <w:r w:rsidR="00EA518F">
        <w:t xml:space="preserve"> </w:t>
      </w:r>
      <w:r w:rsidRPr="00EA518F">
        <w:t>нормативной</w:t>
      </w:r>
      <w:r w:rsidR="00EA518F">
        <w:t xml:space="preserve"> </w:t>
      </w:r>
      <w:r w:rsidRPr="00EA518F">
        <w:t>трудоемкости</w:t>
      </w:r>
      <w:r w:rsidR="00EA518F">
        <w:t xml:space="preserve"> </w:t>
      </w:r>
      <w:r w:rsidRPr="00EA518F">
        <w:t>изготовления</w:t>
      </w:r>
      <w:r w:rsidR="00EA518F">
        <w:t xml:space="preserve"> </w:t>
      </w:r>
      <w:r w:rsidRPr="00EA518F">
        <w:t>изделия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составляющих,</w:t>
      </w:r>
      <w:r w:rsidR="00EA518F">
        <w:t xml:space="preserve"> </w:t>
      </w:r>
      <w:r w:rsidRPr="00EA518F">
        <w:t>стоимости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этапов</w:t>
      </w:r>
      <w:r w:rsidR="00EA518F">
        <w:t xml:space="preserve"> </w:t>
      </w:r>
      <w:r w:rsidRPr="00EA518F">
        <w:t>научно-исследовательских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опытно-конструкторских</w:t>
      </w:r>
      <w:r w:rsidR="00EA518F">
        <w:t xml:space="preserve"> </w:t>
      </w:r>
      <w:r w:rsidRPr="00EA518F">
        <w:t>работ;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установление</w:t>
      </w:r>
      <w:r w:rsidR="00EA518F">
        <w:t xml:space="preserve"> </w:t>
      </w:r>
      <w:r w:rsidRPr="00EA518F">
        <w:t>возможных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границ</w:t>
      </w:r>
      <w:r w:rsidR="00EA518F">
        <w:t xml:space="preserve"> </w:t>
      </w:r>
      <w:r w:rsidRPr="00EA518F">
        <w:t>колебания</w:t>
      </w:r>
      <w:r w:rsidR="00EA518F">
        <w:t xml:space="preserve"> </w:t>
      </w:r>
      <w:r w:rsidRPr="00EA518F">
        <w:t>экономических</w:t>
      </w:r>
      <w:r w:rsidR="00EA518F">
        <w:t xml:space="preserve"> </w:t>
      </w:r>
      <w:r w:rsidRPr="00EA518F">
        <w:t>показателей;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установление</w:t>
      </w:r>
      <w:r w:rsidR="00EA518F">
        <w:t xml:space="preserve"> </w:t>
      </w:r>
      <w:r w:rsidRPr="00EA518F">
        <w:t>параметров</w:t>
      </w:r>
      <w:r w:rsidR="00EA518F">
        <w:t xml:space="preserve"> </w:t>
      </w:r>
      <w:r w:rsidRPr="00EA518F">
        <w:t>календарно-плановых</w:t>
      </w:r>
      <w:r w:rsidR="00EA518F">
        <w:t xml:space="preserve"> </w:t>
      </w:r>
      <w:r w:rsidRPr="00EA518F">
        <w:t>нормативов,</w:t>
      </w:r>
      <w:r w:rsidR="00EA518F">
        <w:t xml:space="preserve"> </w:t>
      </w:r>
      <w:r w:rsidRPr="00EA518F">
        <w:t>размеров</w:t>
      </w:r>
      <w:r w:rsidR="00EA518F">
        <w:t xml:space="preserve"> </w:t>
      </w:r>
      <w:r w:rsidRPr="00EA518F">
        <w:t>партий</w:t>
      </w:r>
      <w:r w:rsidR="00EA518F">
        <w:t xml:space="preserve"> </w:t>
      </w:r>
      <w:r w:rsidRPr="00EA518F">
        <w:t>запуска-выпуска</w:t>
      </w:r>
      <w:r w:rsidR="00EA518F">
        <w:t xml:space="preserve"> </w:t>
      </w:r>
      <w:r w:rsidRPr="00EA518F">
        <w:t>изделий</w:t>
      </w:r>
      <w:r w:rsidR="00EA518F">
        <w:t xml:space="preserve"> </w:t>
      </w:r>
      <w:r w:rsidRPr="00EA518F">
        <w:t>(деталей),</w:t>
      </w:r>
      <w:r w:rsidR="00EA518F">
        <w:t xml:space="preserve"> </w:t>
      </w:r>
      <w:r w:rsidRPr="00EA518F">
        <w:t>величины</w:t>
      </w:r>
      <w:r w:rsidR="00EA518F">
        <w:t xml:space="preserve"> </w:t>
      </w:r>
      <w:r w:rsidRPr="00EA518F">
        <w:t>заделов;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определение</w:t>
      </w:r>
      <w:r w:rsidR="00EA518F">
        <w:t xml:space="preserve"> </w:t>
      </w:r>
      <w:r w:rsidRPr="00EA518F">
        <w:t>перспективных</w:t>
      </w:r>
      <w:r w:rsidR="00EA518F">
        <w:t xml:space="preserve"> </w:t>
      </w:r>
      <w:r w:rsidRPr="00EA518F">
        <w:t>направлений</w:t>
      </w:r>
      <w:r w:rsidR="00EA518F">
        <w:t xml:space="preserve"> </w:t>
      </w:r>
      <w:r w:rsidRPr="00EA518F">
        <w:t>развития</w:t>
      </w:r>
      <w:r w:rsidR="00EA518F">
        <w:t xml:space="preserve"> </w:t>
      </w:r>
      <w:r w:rsidRPr="00EA518F">
        <w:t>производственной</w:t>
      </w:r>
      <w:r w:rsidR="00EA518F">
        <w:t xml:space="preserve"> </w:t>
      </w:r>
      <w:r w:rsidRPr="00EA518F">
        <w:t>системы,</w:t>
      </w:r>
      <w:r w:rsidR="00EA518F">
        <w:t xml:space="preserve"> </w:t>
      </w:r>
      <w:r w:rsidRPr="00EA518F">
        <w:t>организационно-функциональной</w:t>
      </w:r>
      <w:r w:rsidR="00EA518F">
        <w:t xml:space="preserve"> </w:t>
      </w:r>
      <w:r w:rsidRPr="00EA518F">
        <w:t>структуры;</w:t>
      </w:r>
      <w:r w:rsidR="00EA518F">
        <w:t xml:space="preserve"> 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многокритериальная</w:t>
      </w:r>
      <w:r w:rsidR="00EA518F">
        <w:t xml:space="preserve"> </w:t>
      </w:r>
      <w:r w:rsidRPr="00EA518F">
        <w:t>оценка</w:t>
      </w:r>
      <w:r w:rsidR="00EA518F">
        <w:t xml:space="preserve"> </w:t>
      </w:r>
      <w:r w:rsidRPr="00EA518F">
        <w:t>деятельности</w:t>
      </w:r>
      <w:r w:rsidR="00EA518F">
        <w:t xml:space="preserve"> </w:t>
      </w:r>
      <w:r w:rsidRPr="00EA518F">
        <w:t>предприятия;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определение</w:t>
      </w:r>
      <w:r w:rsidR="00EA518F">
        <w:t xml:space="preserve"> </w:t>
      </w:r>
      <w:r w:rsidRPr="00EA518F">
        <w:t>последовательности</w:t>
      </w:r>
      <w:r w:rsidR="00EA518F">
        <w:t xml:space="preserve"> </w:t>
      </w:r>
      <w:r w:rsidRPr="00EA518F">
        <w:t>выполнения</w:t>
      </w:r>
      <w:r w:rsidR="00EA518F">
        <w:t xml:space="preserve"> </w:t>
      </w:r>
      <w:r w:rsidRPr="00EA518F">
        <w:t>работ;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научно-техническое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экономическое</w:t>
      </w:r>
      <w:r w:rsidR="00EA518F">
        <w:t xml:space="preserve"> </w:t>
      </w:r>
      <w:r w:rsidRPr="00EA518F">
        <w:t>прогнозирование.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Процесс</w:t>
      </w:r>
      <w:r w:rsidR="00EA518F">
        <w:t xml:space="preserve"> </w:t>
      </w:r>
      <w:r w:rsidRPr="00EA518F">
        <w:t>подготовки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проведения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сопряжен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процессом</w:t>
      </w:r>
      <w:r w:rsidR="00EA518F">
        <w:t xml:space="preserve"> </w:t>
      </w:r>
      <w:r w:rsidRPr="00EA518F">
        <w:t>обработки</w:t>
      </w:r>
      <w:r w:rsidR="00EA518F">
        <w:t xml:space="preserve"> </w:t>
      </w:r>
      <w:r w:rsidRPr="00EA518F">
        <w:t>огромных</w:t>
      </w:r>
      <w:r w:rsidR="00EA518F">
        <w:t xml:space="preserve"> </w:t>
      </w:r>
      <w:r w:rsidRPr="00EA518F">
        <w:t>объемов</w:t>
      </w:r>
      <w:r w:rsidR="00EA518F">
        <w:t xml:space="preserve"> </w:t>
      </w:r>
      <w:r w:rsidRPr="00EA518F">
        <w:t>информации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использованием</w:t>
      </w:r>
      <w:r w:rsidR="00EA518F">
        <w:t xml:space="preserve"> </w:t>
      </w:r>
      <w:r w:rsidRPr="00EA518F">
        <w:t>громадного</w:t>
      </w:r>
      <w:r w:rsidR="00EA518F">
        <w:t xml:space="preserve"> </w:t>
      </w:r>
      <w:r w:rsidRPr="00EA518F">
        <w:t>арсенала</w:t>
      </w:r>
      <w:r w:rsidR="00EA518F">
        <w:t xml:space="preserve"> </w:t>
      </w:r>
      <w:r w:rsidRPr="00EA518F">
        <w:t>экономико-математических</w:t>
      </w:r>
      <w:r w:rsidR="00EA518F">
        <w:t xml:space="preserve"> </w:t>
      </w:r>
      <w:r w:rsidRPr="00EA518F">
        <w:t>средств,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моделей.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получение</w:t>
      </w:r>
      <w:r w:rsidR="00EA518F">
        <w:t xml:space="preserve"> </w:t>
      </w:r>
      <w:r w:rsidRPr="00EA518F">
        <w:t>более</w:t>
      </w:r>
      <w:r w:rsidR="00EA518F">
        <w:t xml:space="preserve"> </w:t>
      </w:r>
      <w:r w:rsidRPr="00EA518F">
        <w:t>достоверных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надежных</w:t>
      </w:r>
      <w:r w:rsidR="00EA518F">
        <w:t xml:space="preserve"> </w:t>
      </w:r>
      <w:r w:rsidRPr="00EA518F">
        <w:t>результатов</w:t>
      </w:r>
      <w:r w:rsidR="00EA518F">
        <w:t xml:space="preserve"> </w:t>
      </w:r>
      <w:r w:rsidRPr="00EA518F">
        <w:t>экспертизы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современном</w:t>
      </w:r>
      <w:r w:rsidR="00EA518F">
        <w:t xml:space="preserve"> </w:t>
      </w:r>
      <w:r w:rsidRPr="00EA518F">
        <w:t>этапе</w:t>
      </w:r>
      <w:r w:rsidR="00EA518F">
        <w:t xml:space="preserve"> </w:t>
      </w:r>
      <w:r w:rsidRPr="00EA518F">
        <w:t>развития</w:t>
      </w:r>
      <w:r w:rsidR="00EA518F">
        <w:t xml:space="preserve"> </w:t>
      </w:r>
      <w:r w:rsidRPr="00EA518F">
        <w:t>программно-технических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мыслим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привлечения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экспертирования</w:t>
      </w:r>
      <w:r w:rsidR="00EA518F">
        <w:t xml:space="preserve"> </w:t>
      </w:r>
      <w:r w:rsidRPr="00EA518F">
        <w:t>современных</w:t>
      </w:r>
      <w:r w:rsidR="00EA518F">
        <w:t xml:space="preserve"> </w:t>
      </w:r>
      <w:r w:rsidRPr="00EA518F">
        <w:t>электронно-вычислительных</w:t>
      </w:r>
      <w:r w:rsidR="00EA518F">
        <w:t xml:space="preserve"> </w:t>
      </w:r>
      <w:r w:rsidRPr="00EA518F">
        <w:t>комплексов.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Появление</w:t>
      </w:r>
      <w:r w:rsidR="00EA518F">
        <w:t xml:space="preserve"> </w:t>
      </w:r>
      <w:r w:rsidRPr="00EA518F">
        <w:t>интерактивных</w:t>
      </w:r>
      <w:r w:rsidR="00EA518F">
        <w:t xml:space="preserve"> </w:t>
      </w:r>
      <w:r w:rsidRPr="00EA518F">
        <w:t>режимов</w:t>
      </w:r>
      <w:r w:rsidR="00EA518F">
        <w:t xml:space="preserve"> </w:t>
      </w:r>
      <w:r w:rsidRPr="00EA518F">
        <w:t>функционирования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программно-технологических</w:t>
      </w:r>
      <w:r w:rsidR="00EA518F">
        <w:t xml:space="preserve"> </w:t>
      </w:r>
      <w:r w:rsidRPr="00EA518F">
        <w:t>комплексах</w:t>
      </w:r>
      <w:r w:rsidR="00EA518F">
        <w:t xml:space="preserve"> </w:t>
      </w:r>
      <w:r w:rsidRPr="00EA518F">
        <w:t>дает</w:t>
      </w:r>
      <w:r w:rsidR="00EA518F">
        <w:t xml:space="preserve"> </w:t>
      </w:r>
      <w:r w:rsidRPr="00EA518F">
        <w:t>прекрасную</w:t>
      </w:r>
      <w:r w:rsidR="00EA518F">
        <w:t xml:space="preserve"> </w:t>
      </w:r>
      <w:r w:rsidRPr="00EA518F">
        <w:t>возможность</w:t>
      </w:r>
      <w:r w:rsidR="00EA518F">
        <w:t xml:space="preserve"> </w:t>
      </w:r>
      <w:r w:rsidRPr="00EA518F">
        <w:t>оптимально</w:t>
      </w:r>
      <w:r w:rsidR="00EA518F">
        <w:t xml:space="preserve"> </w:t>
      </w:r>
      <w:r w:rsidRPr="00EA518F">
        <w:t>сочетать</w:t>
      </w:r>
      <w:r w:rsidR="00EA518F">
        <w:t xml:space="preserve"> </w:t>
      </w:r>
      <w:r w:rsidRPr="00EA518F">
        <w:t>неформализуемую</w:t>
      </w:r>
      <w:r w:rsidR="00EA518F">
        <w:t xml:space="preserve"> </w:t>
      </w:r>
      <w:r w:rsidRPr="00EA518F">
        <w:t>интуитивную</w:t>
      </w:r>
      <w:r w:rsidR="00EA518F">
        <w:t xml:space="preserve"> </w:t>
      </w:r>
      <w:r w:rsidRPr="00EA518F">
        <w:t>деятельность,</w:t>
      </w:r>
      <w:r w:rsidR="00EA518F">
        <w:t xml:space="preserve"> </w:t>
      </w:r>
      <w:r w:rsidRPr="00EA518F">
        <w:t>присущую</w:t>
      </w:r>
      <w:r w:rsidR="00EA518F">
        <w:t xml:space="preserve"> </w:t>
      </w:r>
      <w:r w:rsidRPr="00EA518F">
        <w:t>человеку,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неограниченными</w:t>
      </w:r>
      <w:r w:rsidR="00EA518F">
        <w:t xml:space="preserve"> </w:t>
      </w:r>
      <w:r w:rsidRPr="00EA518F">
        <w:t>возможностями</w:t>
      </w:r>
      <w:r w:rsidR="00EA518F">
        <w:t xml:space="preserve"> </w:t>
      </w:r>
      <w:r w:rsidRPr="00EA518F">
        <w:t>ЭВМ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формализованных</w:t>
      </w:r>
      <w:r w:rsidR="00EA518F">
        <w:t xml:space="preserve"> </w:t>
      </w:r>
      <w:r w:rsidRPr="00EA518F">
        <w:t>задач.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</w:t>
      </w:r>
      <w:r w:rsidR="00EA518F">
        <w:t xml:space="preserve"> </w:t>
      </w:r>
      <w:r w:rsidRPr="00EA518F">
        <w:t>настоящее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разработан</w:t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представительный</w:t>
      </w:r>
      <w:r w:rsidR="00EA518F">
        <w:t xml:space="preserve"> </w:t>
      </w:r>
      <w:r w:rsidRPr="00EA518F">
        <w:t>набор</w:t>
      </w:r>
      <w:r w:rsidR="00EA518F">
        <w:t xml:space="preserve"> </w:t>
      </w:r>
      <w:r w:rsidRPr="00EA518F">
        <w:t>программных</w:t>
      </w:r>
      <w:r w:rsidR="00EA518F">
        <w:t xml:space="preserve"> </w:t>
      </w:r>
      <w:r w:rsidRPr="00EA518F">
        <w:t>средств</w:t>
      </w:r>
      <w:r w:rsidR="00EA518F">
        <w:t xml:space="preserve"> </w:t>
      </w:r>
      <w:r w:rsidRPr="00EA518F">
        <w:t>типа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логико-расчетных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(оболочек),</w:t>
      </w:r>
      <w:r w:rsidR="00EA518F">
        <w:t xml:space="preserve"> </w:t>
      </w:r>
      <w:r w:rsidRPr="00EA518F">
        <w:t>позволяющих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приемлемо</w:t>
      </w:r>
      <w:r w:rsidR="00EA518F">
        <w:t xml:space="preserve"> </w:t>
      </w:r>
      <w:r w:rsidRPr="00EA518F">
        <w:t>обозримое</w:t>
      </w:r>
      <w:r w:rsidR="00EA518F">
        <w:t xml:space="preserve"> </w:t>
      </w:r>
      <w:r w:rsidRPr="00EA518F">
        <w:t>время</w:t>
      </w:r>
      <w:r w:rsidR="00EA518F">
        <w:t xml:space="preserve"> </w:t>
      </w:r>
      <w:r w:rsidRPr="00EA518F">
        <w:t>настроиться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решаемый</w:t>
      </w:r>
      <w:r w:rsidR="00EA518F">
        <w:t xml:space="preserve"> </w:t>
      </w:r>
      <w:r w:rsidRPr="00EA518F">
        <w:t>класс</w:t>
      </w:r>
      <w:r w:rsidR="00EA518F">
        <w:t xml:space="preserve"> </w:t>
      </w:r>
      <w:r w:rsidRPr="00EA518F">
        <w:t>экспертных</w:t>
      </w:r>
      <w:r w:rsidR="00EA518F">
        <w:t xml:space="preserve"> </w:t>
      </w:r>
      <w:r w:rsidRPr="00EA518F">
        <w:t>задач,</w:t>
      </w:r>
      <w:r w:rsidR="00EA518F">
        <w:t xml:space="preserve"> </w:t>
      </w:r>
      <w:r w:rsidRPr="00EA518F">
        <w:t>доведя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уровня</w:t>
      </w:r>
      <w:r w:rsidR="00EA518F">
        <w:t xml:space="preserve"> </w:t>
      </w:r>
      <w:r w:rsidRPr="00EA518F">
        <w:t>“дружественного”</w:t>
      </w:r>
      <w:r w:rsidR="00EA518F">
        <w:t xml:space="preserve"> </w:t>
      </w:r>
      <w:r w:rsidRPr="00EA518F">
        <w:t>общения</w:t>
      </w:r>
      <w:r w:rsidR="00EA518F">
        <w:t xml:space="preserve"> </w:t>
      </w:r>
      <w:r w:rsidRPr="00EA518F">
        <w:t>между</w:t>
      </w:r>
      <w:r w:rsidR="00EA518F">
        <w:t xml:space="preserve"> </w:t>
      </w:r>
      <w:r w:rsidRPr="00EA518F">
        <w:t>человеком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машиной.</w:t>
      </w:r>
      <w:r w:rsidR="00EA518F">
        <w:t xml:space="preserve"> </w:t>
      </w:r>
      <w:r w:rsidRPr="00EA518F">
        <w:t>Существенной</w:t>
      </w:r>
      <w:r w:rsidR="00EA518F">
        <w:t xml:space="preserve"> </w:t>
      </w:r>
      <w:r w:rsidRPr="00EA518F">
        <w:t>особенностью</w:t>
      </w:r>
      <w:r w:rsidR="00EA518F">
        <w:t xml:space="preserve"> </w:t>
      </w:r>
      <w:r w:rsidRPr="00EA518F">
        <w:t>таких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называемая</w:t>
      </w:r>
      <w:r w:rsidR="00EA518F">
        <w:t xml:space="preserve"> </w:t>
      </w:r>
      <w:r w:rsidRPr="00EA518F">
        <w:t>база</w:t>
      </w:r>
      <w:r w:rsidR="00EA518F">
        <w:t xml:space="preserve"> </w:t>
      </w:r>
      <w:r w:rsidRPr="00EA518F">
        <w:t>знаний,</w:t>
      </w:r>
      <w:r w:rsidR="00EA518F">
        <w:t xml:space="preserve"> </w:t>
      </w:r>
      <w:r w:rsidRPr="00EA518F">
        <w:t>построенная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основе</w:t>
      </w:r>
      <w:r w:rsidR="00EA518F">
        <w:t xml:space="preserve"> </w:t>
      </w:r>
      <w:r w:rsidRPr="00EA518F">
        <w:t>формализуемой</w:t>
      </w:r>
      <w:r w:rsidR="00EA518F">
        <w:t xml:space="preserve"> </w:t>
      </w:r>
      <w:r w:rsidRPr="00EA518F">
        <w:t>части</w:t>
      </w:r>
      <w:r w:rsidR="00EA518F">
        <w:t xml:space="preserve"> </w:t>
      </w:r>
      <w:r w:rsidRPr="00EA518F">
        <w:t>труда</w:t>
      </w:r>
      <w:r w:rsidR="00EA518F">
        <w:t xml:space="preserve"> </w:t>
      </w:r>
      <w:r w:rsidRPr="00EA518F">
        <w:t>экспертов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определенным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конкретным</w:t>
      </w:r>
      <w:r w:rsidR="00EA518F">
        <w:t xml:space="preserve"> </w:t>
      </w:r>
      <w:r w:rsidRPr="00EA518F">
        <w:t>проблемам.</w:t>
      </w:r>
      <w:r w:rsidR="00EA518F">
        <w:t xml:space="preserve"> </w:t>
      </w:r>
      <w:r w:rsidRPr="00EA518F">
        <w:t>Некоторые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систем</w:t>
      </w:r>
      <w:r w:rsidR="00EA518F">
        <w:t xml:space="preserve"> </w:t>
      </w:r>
      <w:r w:rsidRPr="00EA518F">
        <w:t>доведены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такого</w:t>
      </w:r>
      <w:r w:rsidR="00EA518F">
        <w:t xml:space="preserve"> </w:t>
      </w:r>
      <w:r w:rsidRPr="00EA518F">
        <w:t>“совершенства”,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позволяют</w:t>
      </w:r>
      <w:r w:rsidR="00EA518F">
        <w:t xml:space="preserve"> </w:t>
      </w:r>
      <w:r w:rsidRPr="00EA518F">
        <w:t>проводить</w:t>
      </w:r>
      <w:r w:rsidR="00EA518F">
        <w:t xml:space="preserve"> </w:t>
      </w:r>
      <w:r w:rsidRPr="00EA518F">
        <w:t>экспертные</w:t>
      </w:r>
      <w:r w:rsidR="00EA518F">
        <w:t xml:space="preserve"> </w:t>
      </w:r>
      <w:r w:rsidRPr="00EA518F">
        <w:t>оценки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участия</w:t>
      </w:r>
      <w:r w:rsidR="00EA518F">
        <w:t xml:space="preserve"> </w:t>
      </w:r>
      <w:r w:rsidRPr="00EA518F">
        <w:t>экспертов-специалистов,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привлекаться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отдельных</w:t>
      </w:r>
      <w:r w:rsidR="00EA518F">
        <w:t xml:space="preserve"> </w:t>
      </w:r>
      <w:r w:rsidRPr="00EA518F">
        <w:t>случаях,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система</w:t>
      </w:r>
      <w:r w:rsidR="00EA518F">
        <w:t xml:space="preserve"> </w:t>
      </w:r>
      <w:r w:rsidRPr="00EA518F">
        <w:t>начинает</w:t>
      </w:r>
      <w:r w:rsidR="00EA518F">
        <w:t xml:space="preserve"> </w:t>
      </w:r>
      <w:r w:rsidRPr="00EA518F">
        <w:t>давать</w:t>
      </w:r>
      <w:r w:rsidR="00EA518F">
        <w:t xml:space="preserve"> </w:t>
      </w:r>
      <w:r w:rsidRPr="00EA518F">
        <w:t>значительные</w:t>
      </w:r>
      <w:r w:rsidR="00EA518F">
        <w:t xml:space="preserve"> </w:t>
      </w:r>
      <w:r w:rsidRPr="00EA518F">
        <w:t>сбои.</w:t>
      </w:r>
    </w:p>
    <w:p w:rsidR="007B6CD4" w:rsidRPr="006A3B67" w:rsidRDefault="006A3B67" w:rsidP="006A3B67">
      <w:pPr>
        <w:pStyle w:val="1"/>
        <w:widowControl w:val="0"/>
        <w:pBdr>
          <w:top w:val="none" w:sz="0" w:space="0" w:color="auto"/>
          <w:bottom w:val="none" w:sz="0" w:space="0" w:color="auto"/>
        </w:pBdr>
        <w:spacing w:before="0" w:after="0" w:line="360" w:lineRule="auto"/>
        <w:ind w:firstLine="709"/>
        <w:jc w:val="center"/>
        <w:rPr>
          <w:sz w:val="28"/>
        </w:rPr>
      </w:pPr>
      <w:bookmarkStart w:id="12" w:name="_Toc413639609"/>
      <w:r>
        <w:rPr>
          <w:b w:val="0"/>
          <w:sz w:val="28"/>
        </w:rPr>
        <w:br w:type="page"/>
      </w:r>
      <w:r w:rsidR="007B6CD4" w:rsidRPr="006A3B67">
        <w:rPr>
          <w:sz w:val="28"/>
        </w:rPr>
        <w:t>ДОПОЛНИТЕЛЬНАЯ</w:t>
      </w:r>
      <w:r w:rsidR="00EA518F" w:rsidRPr="006A3B67">
        <w:rPr>
          <w:sz w:val="28"/>
        </w:rPr>
        <w:t xml:space="preserve"> </w:t>
      </w:r>
      <w:r w:rsidR="007B6CD4" w:rsidRPr="006A3B67">
        <w:rPr>
          <w:sz w:val="28"/>
        </w:rPr>
        <w:t>ТЕМАТИКА</w:t>
      </w:r>
      <w:bookmarkEnd w:id="12"/>
    </w:p>
    <w:p w:rsidR="006A3B67" w:rsidRPr="006A3B67" w:rsidRDefault="006A3B67" w:rsidP="006A3B67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bookmarkStart w:id="13" w:name="_Toc413639610"/>
    </w:p>
    <w:p w:rsidR="007B6CD4" w:rsidRPr="006A3B67" w:rsidRDefault="007B6CD4" w:rsidP="006A3B67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r w:rsidRPr="006A3B67">
        <w:rPr>
          <w:shadow w:val="0"/>
          <w:sz w:val="28"/>
        </w:rPr>
        <w:t>Тема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А.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Элементы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теории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вероятности</w:t>
      </w:r>
      <w:bookmarkEnd w:id="13"/>
    </w:p>
    <w:p w:rsidR="006A3B67" w:rsidRDefault="006A3B67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1.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вероятности.</w:t>
      </w:r>
      <w:r w:rsidR="00EA518F">
        <w:t xml:space="preserve"> </w:t>
      </w:r>
      <w:r w:rsidRPr="00EA518F">
        <w:t>Общие</w:t>
      </w:r>
      <w:r w:rsidR="00EA518F">
        <w:t xml:space="preserve"> </w:t>
      </w:r>
      <w:r w:rsidRPr="00EA518F">
        <w:t>свойства</w:t>
      </w:r>
      <w:r w:rsidR="00EA518F">
        <w:t xml:space="preserve"> </w:t>
      </w:r>
      <w:r w:rsidRPr="00EA518F">
        <w:t>вероятности.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2.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формулы</w:t>
      </w:r>
      <w:r w:rsidR="00EA518F">
        <w:t xml:space="preserve"> </w:t>
      </w:r>
      <w:r w:rsidRPr="00EA518F">
        <w:t>теории</w:t>
      </w:r>
      <w:r w:rsidR="00EA518F">
        <w:t xml:space="preserve"> </w:t>
      </w:r>
      <w:r w:rsidRPr="00EA518F">
        <w:t>вероятности.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3.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случайной</w:t>
      </w:r>
      <w:r w:rsidR="00EA518F">
        <w:t xml:space="preserve"> </w:t>
      </w:r>
      <w:r w:rsidRPr="00EA518F">
        <w:t>величины.</w:t>
      </w:r>
      <w:r w:rsidR="00EA518F">
        <w:t xml:space="preserve"> </w:t>
      </w:r>
      <w:r w:rsidRPr="00EA518F">
        <w:t>Дискретная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непрерывная</w:t>
      </w:r>
      <w:r w:rsidR="00EA518F">
        <w:t xml:space="preserve"> </w:t>
      </w:r>
      <w:r w:rsidRPr="00EA518F">
        <w:t>случайная</w:t>
      </w:r>
      <w:r w:rsidR="00EA518F">
        <w:t xml:space="preserve"> </w:t>
      </w:r>
      <w:r w:rsidRPr="00EA518F">
        <w:t>величина.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  <w:jc w:val="both"/>
      </w:pPr>
      <w:r w:rsidRPr="00EA518F">
        <w:t>4.</w:t>
      </w:r>
      <w:r w:rsidR="00EA518F">
        <w:t xml:space="preserve"> </w:t>
      </w:r>
      <w:r w:rsidRPr="00EA518F">
        <w:t>Понятие</w:t>
      </w:r>
      <w:r w:rsidR="00EA518F">
        <w:t xml:space="preserve"> </w:t>
      </w:r>
      <w:r w:rsidRPr="00EA518F">
        <w:t>распределения</w:t>
      </w:r>
      <w:r w:rsidR="00EA518F">
        <w:t xml:space="preserve"> </w:t>
      </w:r>
      <w:r w:rsidRPr="00EA518F">
        <w:t>случайной</w:t>
      </w:r>
      <w:r w:rsidR="00EA518F">
        <w:t xml:space="preserve"> </w:t>
      </w:r>
      <w:r w:rsidRPr="00EA518F">
        <w:t>величины.</w:t>
      </w:r>
      <w:r w:rsidR="00EA518F">
        <w:t xml:space="preserve"> </w:t>
      </w:r>
      <w:r w:rsidRPr="00EA518F">
        <w:t>Основные</w:t>
      </w:r>
      <w:r w:rsidR="00EA518F">
        <w:t xml:space="preserve"> </w:t>
      </w:r>
      <w:r w:rsidRPr="00EA518F">
        <w:t>законы</w:t>
      </w:r>
      <w:r w:rsidR="00EA518F">
        <w:t xml:space="preserve"> </w:t>
      </w:r>
      <w:r w:rsidRPr="00EA518F">
        <w:t>распределения.</w:t>
      </w:r>
    </w:p>
    <w:p w:rsidR="006A3B67" w:rsidRDefault="006A3B67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Изложение</w:t>
      </w:r>
      <w:r w:rsidR="00EA518F">
        <w:t xml:space="preserve"> </w:t>
      </w:r>
      <w:r w:rsidRPr="00EA518F">
        <w:t>содержания</w:t>
      </w:r>
      <w:r w:rsidR="00EA518F">
        <w:t xml:space="preserve"> </w:t>
      </w:r>
      <w:r w:rsidRPr="00EA518F">
        <w:t>данной</w:t>
      </w:r>
      <w:r w:rsidR="00EA518F">
        <w:t xml:space="preserve"> </w:t>
      </w:r>
      <w:r w:rsidRPr="00EA518F">
        <w:t>темы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настоящей</w:t>
      </w:r>
      <w:r w:rsidR="00EA518F">
        <w:t xml:space="preserve"> </w:t>
      </w:r>
      <w:r w:rsidRPr="00EA518F">
        <w:t>работе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представляется</w:t>
      </w:r>
      <w:r w:rsidR="00EA518F">
        <w:t xml:space="preserve"> </w:t>
      </w:r>
      <w:r w:rsidRPr="00EA518F">
        <w:t>целесообразным,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без</w:t>
      </w:r>
      <w:r w:rsidR="00EA518F">
        <w:t xml:space="preserve"> </w:t>
      </w:r>
      <w:r w:rsidRPr="00EA518F">
        <w:t>труда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широком</w:t>
      </w:r>
      <w:r w:rsidR="00EA518F">
        <w:t xml:space="preserve"> </w:t>
      </w:r>
      <w:r w:rsidRPr="00EA518F">
        <w:t>круге</w:t>
      </w:r>
      <w:r w:rsidR="00EA518F">
        <w:t xml:space="preserve"> </w:t>
      </w:r>
      <w:r w:rsidRPr="00EA518F">
        <w:t>литературных</w:t>
      </w:r>
      <w:r w:rsidR="00EA518F">
        <w:t xml:space="preserve"> </w:t>
      </w:r>
      <w:r w:rsidRPr="00EA518F">
        <w:t>источников,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</w:t>
      </w:r>
      <w:r w:rsidR="00EA518F">
        <w:t xml:space="preserve"> </w:t>
      </w:r>
      <w:r w:rsidRPr="00EA518F">
        <w:t>числе</w:t>
      </w:r>
      <w:r w:rsidR="00EA518F">
        <w:t xml:space="preserve"> </w:t>
      </w:r>
      <w:r w:rsidRPr="00EA518F">
        <w:t>тех,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перечислены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данной</w:t>
      </w:r>
      <w:r w:rsidR="00EA518F">
        <w:t xml:space="preserve"> </w:t>
      </w:r>
      <w:r w:rsidRPr="00EA518F">
        <w:t>работе.</w:t>
      </w:r>
    </w:p>
    <w:p w:rsidR="006A3B67" w:rsidRDefault="006A3B67" w:rsidP="00EA518F">
      <w:pPr>
        <w:pStyle w:val="2"/>
        <w:widowControl w:val="0"/>
        <w:spacing w:before="0" w:after="0" w:line="360" w:lineRule="auto"/>
        <w:ind w:left="0" w:firstLine="709"/>
        <w:jc w:val="both"/>
        <w:rPr>
          <w:b w:val="0"/>
          <w:shadow w:val="0"/>
          <w:sz w:val="28"/>
        </w:rPr>
      </w:pPr>
      <w:bookmarkStart w:id="14" w:name="_Toc413639611"/>
    </w:p>
    <w:p w:rsidR="007B6CD4" w:rsidRPr="006A3B67" w:rsidRDefault="007B6CD4" w:rsidP="006A3B67">
      <w:pPr>
        <w:pStyle w:val="2"/>
        <w:widowControl w:val="0"/>
        <w:spacing w:before="0" w:after="0" w:line="360" w:lineRule="auto"/>
        <w:ind w:left="0" w:firstLine="709"/>
        <w:jc w:val="center"/>
        <w:rPr>
          <w:shadow w:val="0"/>
          <w:sz w:val="28"/>
        </w:rPr>
      </w:pPr>
      <w:r w:rsidRPr="006A3B67">
        <w:rPr>
          <w:shadow w:val="0"/>
          <w:sz w:val="28"/>
        </w:rPr>
        <w:t>Тема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Б.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Нелинейное</w:t>
      </w:r>
      <w:r w:rsidR="00EA518F" w:rsidRPr="006A3B67">
        <w:rPr>
          <w:shadow w:val="0"/>
          <w:sz w:val="28"/>
        </w:rPr>
        <w:t xml:space="preserve"> </w:t>
      </w:r>
      <w:r w:rsidRPr="006A3B67">
        <w:rPr>
          <w:shadow w:val="0"/>
          <w:sz w:val="28"/>
        </w:rPr>
        <w:t>программирование</w:t>
      </w:r>
      <w:bookmarkEnd w:id="14"/>
    </w:p>
    <w:p w:rsidR="006A3B67" w:rsidRDefault="006A3B67" w:rsidP="00EA518F">
      <w:pPr>
        <w:pStyle w:val="afa"/>
        <w:keepNext/>
        <w:widowControl w:val="0"/>
        <w:spacing w:line="360" w:lineRule="auto"/>
        <w:ind w:left="0" w:firstLine="709"/>
        <w:jc w:val="both"/>
      </w:pP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</w:pPr>
      <w:r w:rsidRPr="00EA518F">
        <w:t>1.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общей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нелинейного</w:t>
      </w:r>
      <w:r w:rsidR="00EA518F">
        <w:t xml:space="preserve"> </w:t>
      </w:r>
      <w:r w:rsidRPr="00EA518F">
        <w:t>программирования.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</w:pPr>
      <w:r w:rsidRPr="00EA518F">
        <w:t>2.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множителей</w:t>
      </w:r>
      <w:r w:rsidR="00EA518F">
        <w:t xml:space="preserve"> </w:t>
      </w:r>
      <w:r w:rsidRPr="00EA518F">
        <w:t>Лагранжа.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</w:pPr>
      <w:r w:rsidRPr="00EA518F">
        <w:t>3.</w:t>
      </w:r>
      <w:r w:rsidR="00EA518F">
        <w:t xml:space="preserve"> </w:t>
      </w:r>
      <w:r w:rsidRPr="00EA518F">
        <w:t>Выпуклое</w:t>
      </w:r>
      <w:r w:rsidR="00EA518F">
        <w:t xml:space="preserve"> </w:t>
      </w:r>
      <w:r w:rsidRPr="00EA518F">
        <w:t>программирование.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</w:pPr>
      <w:r w:rsidRPr="00EA518F">
        <w:t>4.</w:t>
      </w:r>
      <w:r w:rsidR="00EA518F">
        <w:t xml:space="preserve"> </w:t>
      </w:r>
      <w:r w:rsidRPr="00EA518F">
        <w:t>Градиентные</w:t>
      </w:r>
      <w:r w:rsidR="00EA518F">
        <w:t xml:space="preserve"> </w:t>
      </w:r>
      <w:r w:rsidRPr="00EA518F">
        <w:t>методы.</w:t>
      </w:r>
    </w:p>
    <w:p w:rsidR="007B6CD4" w:rsidRPr="00EA518F" w:rsidRDefault="007B6CD4" w:rsidP="006A3B67">
      <w:pPr>
        <w:pStyle w:val="afa"/>
        <w:keepNext/>
        <w:widowControl w:val="0"/>
        <w:spacing w:line="360" w:lineRule="auto"/>
        <w:ind w:left="0" w:firstLine="0"/>
      </w:pPr>
      <w:r w:rsidRPr="00EA518F">
        <w:t>5.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штрафных</w:t>
      </w:r>
      <w:r w:rsidR="00EA518F">
        <w:t xml:space="preserve"> </w:t>
      </w:r>
      <w:r w:rsidRPr="00EA518F">
        <w:t>функций.</w:t>
      </w:r>
    </w:p>
    <w:p w:rsidR="006A3B67" w:rsidRDefault="006A3B67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Краткое</w:t>
      </w:r>
      <w:r w:rsidR="00EA518F">
        <w:rPr>
          <w:b w:val="0"/>
        </w:rPr>
        <w:t xml:space="preserve"> </w:t>
      </w:r>
      <w:r w:rsidRPr="00EA518F">
        <w:rPr>
          <w:b w:val="0"/>
        </w:rPr>
        <w:t>содержание</w:t>
      </w:r>
      <w:r w:rsidR="00EA518F">
        <w:rPr>
          <w:b w:val="0"/>
        </w:rPr>
        <w:t xml:space="preserve"> </w:t>
      </w:r>
      <w:r w:rsidRPr="00EA518F">
        <w:rPr>
          <w:b w:val="0"/>
        </w:rPr>
        <w:t>темы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Постановка</w:t>
      </w:r>
      <w:r w:rsidR="00EA518F">
        <w:t xml:space="preserve"> </w:t>
      </w:r>
      <w:r w:rsidRPr="00EA518F">
        <w:t>общей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нелинейного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следующем.</w:t>
      </w:r>
      <w:r w:rsidR="00EA518F">
        <w:t xml:space="preserve"> </w:t>
      </w:r>
      <w:r w:rsidRPr="00EA518F">
        <w:t>Определить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(минимум)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функции:</w:t>
      </w:r>
      <w:r w:rsidR="00EA518F">
        <w:t xml:space="preserve"> </w:t>
      </w:r>
    </w:p>
    <w:p w:rsidR="007B6CD4" w:rsidRPr="00EA518F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7B6CD4" w:rsidRPr="00EA518F">
        <w:t>f(x</w:t>
      </w:r>
      <w:r w:rsidR="007B6CD4" w:rsidRPr="00EA518F">
        <w:rPr>
          <w:vertAlign w:val="subscript"/>
        </w:rPr>
        <w:t>1</w:t>
      </w:r>
      <w:r w:rsidR="007B6CD4" w:rsidRPr="00EA518F">
        <w:t>,</w:t>
      </w:r>
      <w:r w:rsidR="00EA518F">
        <w:t xml:space="preserve"> </w:t>
      </w:r>
      <w:r w:rsidR="007B6CD4" w:rsidRPr="00EA518F">
        <w:t>x</w:t>
      </w:r>
      <w:r w:rsidR="007B6CD4" w:rsidRPr="00EA518F">
        <w:rPr>
          <w:vertAlign w:val="subscript"/>
        </w:rPr>
        <w:t>2</w:t>
      </w:r>
      <w:r w:rsidR="007B6CD4" w:rsidRPr="00EA518F">
        <w:t>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x</w:t>
      </w:r>
      <w:r w:rsidR="007B6CD4" w:rsidRPr="00EA518F">
        <w:rPr>
          <w:vertAlign w:val="subscript"/>
        </w:rPr>
        <w:t>n</w:t>
      </w:r>
      <w:r w:rsidR="007B6CD4" w:rsidRPr="00EA518F">
        <w:t>)</w:t>
      </w:r>
      <w:r w:rsidR="00EA518F">
        <w:t xml:space="preserve"> </w:t>
      </w:r>
      <w:r w:rsidR="007B6CD4" w:rsidRPr="00EA518F">
        <w:tab/>
        <w:t>(Б.1)</w:t>
      </w:r>
      <w:r w:rsidR="00EA518F">
        <w:t xml:space="preserve"> 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t>условии,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переменные</w:t>
      </w:r>
      <w:r w:rsidR="00EA518F">
        <w:t xml:space="preserve"> </w:t>
      </w:r>
      <w:r w:rsidRPr="00EA518F">
        <w:t>удовлетворяют</w:t>
      </w:r>
      <w:r w:rsidR="00EA518F">
        <w:t xml:space="preserve"> </w:t>
      </w:r>
      <w:r w:rsidRPr="00EA518F">
        <w:t>соотношениям: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6" type="#_x0000_t75" style="width:234.75pt;height:42.75pt" fillcolor="window">
            <v:imagedata r:id="rId168" o:title=""/>
          </v:shape>
        </w:pict>
      </w:r>
      <w:r w:rsidR="007B6CD4" w:rsidRPr="00EA518F">
        <w:t>,</w:t>
      </w:r>
      <w:r w:rsidR="007B6CD4" w:rsidRPr="00EA518F">
        <w:tab/>
        <w:t>(Б.2)</w:t>
      </w:r>
      <w:r w:rsidR="00EA518F">
        <w:t xml:space="preserve"> 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где,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некоторые</w:t>
      </w:r>
      <w:r w:rsidR="00EA518F">
        <w:t xml:space="preserve"> </w:t>
      </w:r>
      <w:r w:rsidRPr="00EA518F">
        <w:t>известные</w:t>
      </w:r>
      <w:r w:rsidR="00EA518F">
        <w:t xml:space="preserve"> </w:t>
      </w:r>
      <w:r w:rsidRPr="00EA518F">
        <w:t>функции,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заданные</w:t>
      </w:r>
      <w:r w:rsidR="00EA518F">
        <w:t xml:space="preserve"> </w:t>
      </w:r>
      <w:r w:rsidRPr="00EA518F">
        <w:t>числа.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Решение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*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*,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*,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*),</w:t>
      </w:r>
      <w:r w:rsidR="00EA518F">
        <w:t xml:space="preserve"> </w:t>
      </w:r>
      <w:r w:rsidRPr="00EA518F">
        <w:t>удовлетворяющее</w:t>
      </w:r>
      <w:r w:rsidR="00EA518F">
        <w:t xml:space="preserve"> </w:t>
      </w:r>
      <w:r w:rsidRPr="00EA518F">
        <w:t>(Б.1)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(Б.2),</w:t>
      </w:r>
      <w:r w:rsidR="00EA518F">
        <w:t xml:space="preserve"> </w:t>
      </w:r>
      <w:r w:rsidRPr="00EA518F">
        <w:t>такое,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любого</w:t>
      </w:r>
      <w:r w:rsidR="00EA518F">
        <w:t xml:space="preserve"> </w:t>
      </w:r>
      <w:r w:rsidRPr="00EA518F">
        <w:t>другого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),</w:t>
      </w:r>
      <w:r w:rsidR="00EA518F">
        <w:t xml:space="preserve"> </w:t>
      </w:r>
      <w:r w:rsidRPr="00EA518F">
        <w:t>удовлетворяющего</w:t>
      </w:r>
      <w:r w:rsidR="00EA518F">
        <w:t xml:space="preserve"> </w:t>
      </w:r>
      <w:r w:rsidRPr="00EA518F">
        <w:t>(Б.2),</w:t>
      </w:r>
      <w:r w:rsidR="00EA518F">
        <w:t xml:space="preserve"> </w:t>
      </w:r>
      <w:r w:rsidRPr="00EA518F">
        <w:t>имеем: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f(x</w:t>
      </w:r>
      <w:r w:rsidRPr="00EA518F">
        <w:rPr>
          <w:vertAlign w:val="subscript"/>
        </w:rPr>
        <w:t>1</w:t>
      </w:r>
      <w:r w:rsidRPr="00EA518F">
        <w:t>*,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*,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*)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максимизации;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f(x</w:t>
      </w:r>
      <w:r w:rsidRPr="00EA518F">
        <w:rPr>
          <w:vertAlign w:val="subscript"/>
        </w:rPr>
        <w:t>1</w:t>
      </w:r>
      <w:r w:rsidRPr="00EA518F">
        <w:t>*,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*,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*)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минимизации.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Соотношения</w:t>
      </w:r>
      <w:r w:rsidR="00EA518F">
        <w:t xml:space="preserve"> </w:t>
      </w:r>
      <w:r w:rsidRPr="00EA518F">
        <w:t>(Б.2)</w:t>
      </w:r>
      <w:r w:rsidR="00EA518F">
        <w:t xml:space="preserve"> </w:t>
      </w:r>
      <w:r w:rsidRPr="00EA518F">
        <w:t>называются</w:t>
      </w:r>
      <w:r w:rsidR="00EA518F">
        <w:t xml:space="preserve"> </w:t>
      </w:r>
      <w:r w:rsidRPr="00EA518F">
        <w:t>системой</w:t>
      </w:r>
      <w:r w:rsidR="00EA518F">
        <w:t xml:space="preserve"> </w:t>
      </w:r>
      <w:r w:rsidRPr="00EA518F">
        <w:t>ограничений.</w:t>
      </w:r>
      <w:r w:rsidR="00EA518F">
        <w:t xml:space="preserve"> </w:t>
      </w:r>
      <w:r w:rsidRPr="00EA518F">
        <w:t>Условия</w:t>
      </w:r>
      <w:r w:rsidR="00EA518F">
        <w:t xml:space="preserve"> </w:t>
      </w:r>
      <w:r w:rsidRPr="00EA518F">
        <w:t>неотрицательности</w:t>
      </w:r>
      <w:r w:rsidR="00EA518F">
        <w:t xml:space="preserve"> </w:t>
      </w:r>
      <w:r w:rsidRPr="00EA518F">
        <w:t>переменных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заданы</w:t>
      </w:r>
      <w:r w:rsidR="00EA518F">
        <w:t xml:space="preserve"> </w:t>
      </w:r>
      <w:r w:rsidRPr="00EA518F">
        <w:t>непосредственно.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евклидовом</w:t>
      </w:r>
      <w:r w:rsidR="00EA518F">
        <w:t xml:space="preserve"> </w:t>
      </w:r>
      <w:r w:rsidRPr="00EA518F">
        <w:t>пространстве</w:t>
      </w:r>
      <w:r w:rsidR="00EA518F">
        <w:t xml:space="preserve"> </w:t>
      </w:r>
      <w:r w:rsidRPr="00EA518F">
        <w:t>E</w:t>
      </w:r>
      <w:r w:rsidR="00EA518F">
        <w:t xml:space="preserve"> </w:t>
      </w:r>
      <w:r w:rsidRPr="00EA518F">
        <w:rPr>
          <w:vertAlign w:val="superscript"/>
        </w:rPr>
        <w:t>n</w:t>
      </w:r>
      <w:r w:rsidR="00EA518F">
        <w:t xml:space="preserve"> </w:t>
      </w:r>
      <w:r w:rsidRPr="00EA518F">
        <w:t>(Б.2)</w:t>
      </w:r>
      <w:r w:rsidR="00EA518F">
        <w:t xml:space="preserve"> </w:t>
      </w:r>
      <w:r w:rsidRPr="00EA518F">
        <w:t>определяет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(в</w:t>
      </w:r>
      <w:r w:rsidR="00EA518F">
        <w:t xml:space="preserve"> </w:t>
      </w:r>
      <w:r w:rsidRPr="00EA518F">
        <w:t>отличие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выпуклой).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Если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определена,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нахождение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(Б.1)-(Б.2)</w:t>
      </w:r>
      <w:r w:rsidR="00EA518F">
        <w:t xml:space="preserve"> </w:t>
      </w:r>
      <w:r w:rsidRPr="00EA518F">
        <w:t>сводится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определению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области,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которую</w:t>
      </w:r>
      <w:r w:rsidR="00EA518F">
        <w:t xml:space="preserve"> </w:t>
      </w:r>
      <w:r w:rsidRPr="00EA518F">
        <w:t>проходит</w:t>
      </w:r>
      <w:r w:rsidR="00EA518F">
        <w:t xml:space="preserve"> </w:t>
      </w:r>
      <w:r w:rsidRPr="00EA518F">
        <w:t>гиперповерхность</w:t>
      </w:r>
      <w:r w:rsidR="00EA518F">
        <w:t xml:space="preserve"> </w:t>
      </w:r>
      <w:r w:rsidRPr="00EA518F">
        <w:t>наивысшего</w:t>
      </w:r>
      <w:r w:rsidR="00EA518F">
        <w:t xml:space="preserve"> </w:t>
      </w:r>
      <w:r w:rsidRPr="00EA518F">
        <w:t>(наинизшего)</w:t>
      </w:r>
      <w:r w:rsidR="00EA518F">
        <w:t xml:space="preserve"> </w:t>
      </w:r>
      <w:r w:rsidRPr="00EA518F">
        <w:t>уровня: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h.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Эта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границе,</w:t>
      </w:r>
      <w:r w:rsidR="00EA518F">
        <w:t xml:space="preserve"> </w:t>
      </w:r>
      <w:r w:rsidRPr="00EA518F">
        <w:t>так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внутри</w:t>
      </w:r>
      <w:r w:rsidR="00EA518F">
        <w:t xml:space="preserve"> </w:t>
      </w:r>
      <w:r w:rsidRPr="00EA518F">
        <w:t>области.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Процесс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геометрической</w:t>
      </w:r>
      <w:r w:rsidR="00EA518F">
        <w:t xml:space="preserve"> </w:t>
      </w:r>
      <w:r w:rsidRPr="00EA518F">
        <w:t>интерпретации</w:t>
      </w:r>
      <w:r w:rsidR="00EA518F">
        <w:t xml:space="preserve"> </w:t>
      </w:r>
      <w:r w:rsidRPr="00EA518F">
        <w:t>включает</w:t>
      </w:r>
      <w:r w:rsidR="00EA518F">
        <w:t xml:space="preserve"> </w:t>
      </w:r>
      <w:r w:rsidRPr="00EA518F">
        <w:t>этапы: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определение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соответствующих</w:t>
      </w:r>
      <w:r w:rsidR="00EA518F">
        <w:t xml:space="preserve"> </w:t>
      </w:r>
      <w:r w:rsidRPr="00EA518F">
        <w:t>(Б.2)</w:t>
      </w:r>
      <w:r w:rsidR="00EA518F">
        <w:t xml:space="preserve"> </w:t>
      </w:r>
      <w:r w:rsidRPr="00EA518F">
        <w:t>(если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пуста,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нет);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построение</w:t>
      </w:r>
      <w:r w:rsidR="00EA518F">
        <w:t xml:space="preserve"> </w:t>
      </w:r>
      <w:r w:rsidRPr="00EA518F">
        <w:t>гиперповерхности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h;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определение</w:t>
      </w:r>
      <w:r w:rsidR="00EA518F">
        <w:t xml:space="preserve"> </w:t>
      </w:r>
      <w:r w:rsidRPr="00EA518F">
        <w:t>гиперповерхности</w:t>
      </w:r>
      <w:r w:rsidR="00EA518F">
        <w:t xml:space="preserve"> </w:t>
      </w:r>
      <w:r w:rsidRPr="00EA518F">
        <w:t>наивысшего</w:t>
      </w:r>
      <w:r w:rsidR="00EA518F">
        <w:t xml:space="preserve"> </w:t>
      </w:r>
      <w:r w:rsidRPr="00EA518F">
        <w:t>(наинизшего)</w:t>
      </w:r>
      <w:r w:rsidR="00EA518F">
        <w:t xml:space="preserve"> </w:t>
      </w:r>
      <w:r w:rsidRPr="00EA518F">
        <w:t>уровня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установление</w:t>
      </w:r>
      <w:r w:rsidR="00EA518F">
        <w:t xml:space="preserve"> </w:t>
      </w:r>
      <w:r w:rsidRPr="00EA518F">
        <w:t>неразрешимости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из-за</w:t>
      </w:r>
      <w:r w:rsidR="00EA518F">
        <w:t xml:space="preserve"> </w:t>
      </w:r>
      <w:r w:rsidRPr="00EA518F">
        <w:t>неограниченности</w:t>
      </w:r>
      <w:r w:rsidR="00EA518F">
        <w:t xml:space="preserve"> </w:t>
      </w:r>
      <w:r w:rsidRPr="00EA518F">
        <w:t>(Б.1)</w:t>
      </w:r>
      <w:r w:rsidR="00EA518F">
        <w:t xml:space="preserve"> </w:t>
      </w:r>
      <w:r w:rsidRPr="00EA518F">
        <w:t>сверху</w:t>
      </w:r>
      <w:r w:rsidR="00EA518F">
        <w:t xml:space="preserve"> </w:t>
      </w:r>
      <w:r w:rsidRPr="00EA518F">
        <w:t>(снизу)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множестве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решений;</w:t>
      </w:r>
    </w:p>
    <w:p w:rsidR="007B6CD4" w:rsidRPr="00EA518F" w:rsidRDefault="007B6CD4" w:rsidP="00EA518F">
      <w:pPr>
        <w:pStyle w:val="a"/>
        <w:keepNext/>
        <w:widowControl w:val="0"/>
        <w:spacing w:line="360" w:lineRule="auto"/>
        <w:ind w:left="0" w:firstLine="709"/>
      </w:pPr>
      <w:r w:rsidRPr="00EA518F">
        <w:t>нахождение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через</w:t>
      </w:r>
      <w:r w:rsidR="00EA518F">
        <w:t xml:space="preserve"> </w:t>
      </w:r>
      <w:r w:rsidRPr="00EA518F">
        <w:t>которую</w:t>
      </w:r>
      <w:r w:rsidR="00EA518F">
        <w:t xml:space="preserve"> </w:t>
      </w:r>
      <w:r w:rsidRPr="00EA518F">
        <w:t>проходит</w:t>
      </w:r>
      <w:r w:rsidR="00EA518F">
        <w:t xml:space="preserve"> </w:t>
      </w:r>
      <w:r w:rsidRPr="00EA518F">
        <w:t>гиперповерхность</w:t>
      </w:r>
      <w:r w:rsidR="00EA518F">
        <w:t xml:space="preserve"> </w:t>
      </w:r>
      <w:r w:rsidRPr="00EA518F">
        <w:t>наивысшего</w:t>
      </w:r>
      <w:r w:rsidR="00EA518F">
        <w:t xml:space="preserve"> </w:t>
      </w:r>
      <w:r w:rsidRPr="00EA518F">
        <w:t>(наинизшего)</w:t>
      </w:r>
      <w:r w:rsidR="00EA518F">
        <w:t xml:space="preserve"> </w:t>
      </w:r>
      <w:r w:rsidRPr="00EA518F">
        <w:t>уровня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определение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ней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(Б.1).</w:t>
      </w:r>
      <w:r w:rsidR="00EA518F">
        <w:t xml:space="preserve"> 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Метод</w:t>
      </w:r>
      <w:r w:rsidR="00EA518F">
        <w:rPr>
          <w:b w:val="0"/>
        </w:rPr>
        <w:t xml:space="preserve"> </w:t>
      </w:r>
      <w:r w:rsidRPr="00EA518F">
        <w:rPr>
          <w:b w:val="0"/>
        </w:rPr>
        <w:t>множителей</w:t>
      </w:r>
      <w:r w:rsidR="00EA518F">
        <w:rPr>
          <w:b w:val="0"/>
        </w:rPr>
        <w:t xml:space="preserve"> </w:t>
      </w:r>
      <w:r w:rsidRPr="00EA518F">
        <w:rPr>
          <w:b w:val="0"/>
        </w:rPr>
        <w:t>Лагранжа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Общая</w:t>
      </w:r>
      <w:r w:rsidR="00EA518F">
        <w:t xml:space="preserve"> </w:t>
      </w:r>
      <w:r w:rsidRPr="00EA518F">
        <w:t>постановка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нахождении</w:t>
      </w:r>
      <w:r w:rsidR="00EA518F">
        <w:t xml:space="preserve"> </w:t>
      </w:r>
      <w:r w:rsidRPr="00EA518F">
        <w:t>максимума</w:t>
      </w:r>
      <w:r w:rsidR="00EA518F">
        <w:t xml:space="preserve"> </w:t>
      </w:r>
      <w:r w:rsidRPr="00EA518F">
        <w:t>(минимума)</w:t>
      </w:r>
      <w:r w:rsidR="00EA518F">
        <w:t xml:space="preserve"> </w:t>
      </w:r>
      <w:r w:rsidRPr="00EA518F">
        <w:t>функции: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условии:</w:t>
      </w:r>
      <w:r w:rsidR="00EA518F">
        <w:t xml:space="preserve"> </w:t>
      </w:r>
      <w:r w:rsidRPr="00EA518F">
        <w:t>g(x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,...,x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m.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Условия</w:t>
      </w:r>
      <w:r w:rsidR="00EA518F">
        <w:t xml:space="preserve"> </w:t>
      </w:r>
      <w:r w:rsidRPr="00EA518F">
        <w:t>неотрицательности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t>могут</w:t>
      </w:r>
      <w:r w:rsidR="00EA518F">
        <w:t xml:space="preserve"> </w:t>
      </w:r>
      <w:r w:rsidRPr="00EA518F">
        <w:t>отсутствовать.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задачу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условный</w:t>
      </w:r>
      <w:r w:rsidR="00EA518F">
        <w:t xml:space="preserve"> </w:t>
      </w:r>
      <w:r w:rsidRPr="00EA518F">
        <w:t>экстремум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классическая</w:t>
      </w:r>
      <w:r w:rsidR="00EA518F">
        <w:t xml:space="preserve"> </w:t>
      </w:r>
      <w:r w:rsidRPr="00EA518F">
        <w:t>задача</w:t>
      </w:r>
      <w:r w:rsidR="00EA518F">
        <w:t xml:space="preserve"> </w:t>
      </w:r>
      <w:r w:rsidRPr="00EA518F">
        <w:t>оптимизации.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Задача</w:t>
      </w:r>
      <w:r w:rsidR="00EA518F">
        <w:t xml:space="preserve"> </w:t>
      </w:r>
      <w:r w:rsidRPr="00EA518F">
        <w:t>решается</w:t>
      </w:r>
      <w:r w:rsidR="00EA518F">
        <w:t xml:space="preserve"> </w:t>
      </w:r>
      <w:r w:rsidRPr="00EA518F">
        <w:t>следующим</w:t>
      </w:r>
      <w:r w:rsidR="00EA518F">
        <w:t xml:space="preserve"> </w:t>
      </w:r>
      <w:r w:rsidRPr="00EA518F">
        <w:t>образом.</w:t>
      </w:r>
      <w:r w:rsidR="00EA518F">
        <w:t xml:space="preserve"> </w:t>
      </w:r>
      <w:r w:rsidRPr="00EA518F">
        <w:t>Вводят</w:t>
      </w:r>
      <w:r w:rsidR="00EA518F">
        <w:t xml:space="preserve"> </w:t>
      </w:r>
      <w:r w:rsidRPr="00EA518F">
        <w:t>набор</w:t>
      </w:r>
      <w:r w:rsidR="00EA518F">
        <w:t xml:space="preserve"> </w:t>
      </w:r>
      <w:r w:rsidRPr="00EA518F">
        <w:t>переменных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m)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множителей</w:t>
      </w:r>
      <w:r w:rsidR="00EA518F">
        <w:t xml:space="preserve"> </w:t>
      </w:r>
      <w:r w:rsidRPr="00EA518F">
        <w:t>Лагранжа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составляют</w:t>
      </w:r>
      <w:r w:rsidR="00EA518F">
        <w:t xml:space="preserve"> </w:t>
      </w:r>
      <w:r w:rsidRPr="00EA518F">
        <w:t>функцию:</w:t>
      </w:r>
      <w:r w:rsidR="00EA518F">
        <w:t xml:space="preserve"> 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197" type="#_x0000_t75" style="width:426.75pt;height:45pt" fillcolor="window">
            <v:imagedata r:id="rId169" o:title=""/>
          </v:shape>
        </w:pict>
      </w:r>
      <w:r w:rsidR="007B6CD4" w:rsidRPr="00EA518F">
        <w:t>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Далее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частные</w:t>
      </w:r>
      <w:r w:rsidR="00EA518F">
        <w:t xml:space="preserve"> </w:t>
      </w:r>
      <w:r w:rsidRPr="00EA518F">
        <w:t>производные: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198" type="#_x0000_t75" style="width:26.25pt;height:41.25pt" fillcolor="window">
            <v:imagedata r:id="rId170" o:title=""/>
          </v:shape>
        </w:pict>
      </w:r>
      <w:r w:rsidR="00EA518F">
        <w:t xml:space="preserve"> </w:t>
      </w:r>
      <w:r w:rsidR="007B6CD4" w:rsidRPr="00EA518F">
        <w:t>(j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n)</w:t>
      </w:r>
      <w:r w:rsidR="00EA518F">
        <w:t xml:space="preserve"> </w:t>
      </w:r>
      <w:r w:rsidR="007B6CD4" w:rsidRPr="00EA518F">
        <w:t>и</w:t>
      </w:r>
      <w:r w:rsidR="00EA518F">
        <w:t xml:space="preserve"> </w:t>
      </w:r>
      <w:r>
        <w:pict>
          <v:shape id="_x0000_i1199" type="#_x0000_t75" style="width:27.75pt;height:39pt" fillcolor="window">
            <v:imagedata r:id="rId171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(i</w:t>
      </w:r>
      <w:r w:rsidR="00EA518F">
        <w:t xml:space="preserve"> </w:t>
      </w:r>
      <w:r w:rsidR="007B6CD4" w:rsidRPr="00EA518F">
        <w:t>=</w:t>
      </w:r>
      <w:r w:rsidR="00EA518F">
        <w:t xml:space="preserve"> </w:t>
      </w:r>
      <w:r w:rsidR="007B6CD4" w:rsidRPr="00EA518F">
        <w:t>1,</w:t>
      </w:r>
      <w:r w:rsidR="00EA518F">
        <w:t xml:space="preserve"> </w:t>
      </w:r>
      <w:r w:rsidR="007B6CD4" w:rsidRPr="00EA518F">
        <w:t>2,</w:t>
      </w:r>
      <w:r w:rsidR="00EA518F">
        <w:t xml:space="preserve"> </w:t>
      </w:r>
      <w:r w:rsidR="007B6CD4" w:rsidRPr="00EA518F">
        <w:t>...,</w:t>
      </w:r>
      <w:r w:rsidR="00EA518F">
        <w:t xml:space="preserve"> </w:t>
      </w:r>
      <w:r w:rsidR="007B6CD4" w:rsidRPr="00EA518F">
        <w:t>m).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</w:t>
      </w:r>
      <w:r w:rsidR="00EA518F">
        <w:t xml:space="preserve"> </w:t>
      </w:r>
      <w:r w:rsidRPr="00EA518F">
        <w:t>следующем</w:t>
      </w:r>
      <w:r w:rsidR="00EA518F">
        <w:t xml:space="preserve"> </w:t>
      </w:r>
      <w:r w:rsidRPr="00EA518F">
        <w:t>шаге</w:t>
      </w:r>
      <w:r w:rsidR="00EA518F">
        <w:t xml:space="preserve"> </w:t>
      </w:r>
      <w:r w:rsidRPr="00EA518F">
        <w:t>рассматривают</w:t>
      </w:r>
      <w:r w:rsidR="00EA518F">
        <w:t xml:space="preserve"> </w:t>
      </w:r>
      <w:r w:rsidRPr="00EA518F">
        <w:t>систему</w:t>
      </w:r>
      <w:r w:rsidR="00EA518F">
        <w:t xml:space="preserve"> </w:t>
      </w:r>
      <w:r w:rsidRPr="00EA518F">
        <w:t>n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m</w:t>
      </w:r>
      <w:r w:rsidR="00EA518F">
        <w:t xml:space="preserve"> </w:t>
      </w:r>
      <w:r w:rsidRPr="00EA518F">
        <w:t>уравнений:</w:t>
      </w:r>
    </w:p>
    <w:p w:rsidR="007B6CD4" w:rsidRPr="00EA518F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br w:type="page"/>
      </w:r>
      <w:r w:rsidR="00E8503A">
        <w:pict>
          <v:shape id="_x0000_i1200" type="#_x0000_t75" style="width:291pt;height:87pt" fillcolor="window">
            <v:imagedata r:id="rId172" o:title=""/>
          </v:shape>
        </w:pic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Любое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системы</w:t>
      </w:r>
      <w:r w:rsidR="00EA518F">
        <w:t xml:space="preserve"> </w:t>
      </w:r>
      <w:r w:rsidRPr="00EA518F">
        <w:t>определяет</w:t>
      </w:r>
      <w:r w:rsidR="00EA518F">
        <w:t xml:space="preserve"> </w:t>
      </w:r>
      <w:r w:rsidRPr="00EA518F">
        <w:t>точку</w:t>
      </w:r>
      <w:r w:rsidR="00EA518F">
        <w:t xml:space="preserve"> </w:t>
      </w:r>
      <w:r w:rsidR="00E8503A">
        <w:pict>
          <v:shape id="_x0000_i1201" type="#_x0000_t75" style="width:111pt;height:21.75pt" fillcolor="window">
            <v:imagedata r:id="rId173" o:title=""/>
          </v:shape>
        </w:pict>
      </w:r>
      <w:r w:rsidRPr="00EA518F">
        <w:t>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место</w:t>
      </w:r>
      <w:r w:rsidR="00EA518F">
        <w:t xml:space="preserve"> </w:t>
      </w:r>
      <w:r w:rsidRPr="00EA518F">
        <w:t>экстремум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).</w:t>
      </w:r>
      <w:r w:rsidR="00EA518F">
        <w:t xml:space="preserve"> </w:t>
      </w:r>
      <w:r w:rsidRPr="00EA518F">
        <w:t>Таким</w:t>
      </w:r>
      <w:r w:rsidR="00EA518F">
        <w:t xml:space="preserve"> </w:t>
      </w:r>
      <w:r w:rsidRPr="00EA518F">
        <w:t>образом,</w:t>
      </w:r>
      <w:r w:rsidR="00EA518F">
        <w:t xml:space="preserve"> </w:t>
      </w:r>
      <w:r w:rsidRPr="00EA518F">
        <w:t>разрешив</w:t>
      </w:r>
      <w:r w:rsidR="00EA518F">
        <w:t xml:space="preserve"> </w:t>
      </w:r>
      <w:r w:rsidRPr="00EA518F">
        <w:t>построенную</w:t>
      </w:r>
      <w:r w:rsidR="00EA518F">
        <w:t xml:space="preserve"> </w:t>
      </w:r>
      <w:r w:rsidRPr="00EA518F">
        <w:t>систему,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все</w:t>
      </w:r>
      <w:r w:rsidR="00EA518F">
        <w:t xml:space="preserve"> </w:t>
      </w:r>
      <w:r w:rsidRPr="00EA518F">
        <w:t>точки,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экстремум.</w:t>
      </w:r>
      <w:r w:rsidR="00EA518F">
        <w:t xml:space="preserve"> </w:t>
      </w:r>
      <w:r w:rsidRPr="00EA518F">
        <w:t>Дальнейшее</w:t>
      </w:r>
      <w:r w:rsidR="00EA518F">
        <w:t xml:space="preserve"> </w:t>
      </w:r>
      <w:r w:rsidRPr="00EA518F">
        <w:t>исследование</w:t>
      </w:r>
      <w:r w:rsidR="00EA518F">
        <w:t xml:space="preserve"> </w:t>
      </w:r>
      <w:r w:rsidRPr="00EA518F">
        <w:t>идет</w:t>
      </w:r>
      <w:r w:rsidR="00EA518F">
        <w:t xml:space="preserve"> </w:t>
      </w:r>
      <w:r w:rsidRPr="00EA518F">
        <w:t>как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безусловного</w:t>
      </w:r>
      <w:r w:rsidR="00EA518F">
        <w:t xml:space="preserve"> </w:t>
      </w:r>
      <w:r w:rsidRPr="00EA518F">
        <w:t>экстремума.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нелинейного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множителей</w:t>
      </w:r>
      <w:r w:rsidR="00EA518F">
        <w:t xml:space="preserve"> </w:t>
      </w:r>
      <w:r w:rsidRPr="00EA518F">
        <w:t>Лагранжа</w:t>
      </w:r>
      <w:r w:rsidR="00EA518F">
        <w:t xml:space="preserve"> </w:t>
      </w:r>
      <w:r w:rsidRPr="00EA518F">
        <w:t>заключаются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следующем:</w:t>
      </w:r>
    </w:p>
    <w:p w:rsidR="007B6CD4" w:rsidRPr="00EA518F" w:rsidRDefault="007B6CD4" w:rsidP="00EA518F">
      <w:pPr>
        <w:pStyle w:val="a"/>
        <w:keepNext/>
        <w:widowControl w:val="0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</w:pPr>
      <w:r w:rsidRPr="00EA518F">
        <w:t>Составляют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Лагранжа.</w:t>
      </w:r>
    </w:p>
    <w:p w:rsidR="007B6CD4" w:rsidRPr="00EA518F" w:rsidRDefault="007B6CD4" w:rsidP="00EA518F">
      <w:pPr>
        <w:pStyle w:val="a"/>
        <w:keepNext/>
        <w:widowControl w:val="0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</w:pPr>
      <w:r w:rsidRPr="00EA518F">
        <w:t>Находят</w:t>
      </w:r>
      <w:r w:rsidR="00EA518F">
        <w:t xml:space="preserve"> </w:t>
      </w:r>
      <w:r w:rsidRPr="00EA518F">
        <w:t>частные</w:t>
      </w:r>
      <w:r w:rsidR="00EA518F">
        <w:t xml:space="preserve"> </w:t>
      </w:r>
      <w:r w:rsidRPr="00EA518F">
        <w:t>производные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Лагранжа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приравнивают</w:t>
      </w:r>
      <w:r w:rsidR="00EA518F">
        <w:t xml:space="preserve"> </w:t>
      </w:r>
      <w:r w:rsidRPr="00EA518F">
        <w:t>их</w:t>
      </w:r>
      <w:r w:rsidR="00EA518F">
        <w:t xml:space="preserve"> </w:t>
      </w:r>
      <w:r w:rsidRPr="00EA518F">
        <w:t>0.</w:t>
      </w:r>
    </w:p>
    <w:p w:rsidR="007B6CD4" w:rsidRPr="00EA518F" w:rsidRDefault="007B6CD4" w:rsidP="00EA518F">
      <w:pPr>
        <w:pStyle w:val="a"/>
        <w:keepNext/>
        <w:widowControl w:val="0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</w:pPr>
      <w:r w:rsidRPr="00EA518F">
        <w:t>Решая</w:t>
      </w:r>
      <w:r w:rsidR="00EA518F">
        <w:t xml:space="preserve"> </w:t>
      </w:r>
      <w:r w:rsidRPr="00EA518F">
        <w:t>полученную</w:t>
      </w:r>
      <w:r w:rsidR="00EA518F">
        <w:t xml:space="preserve"> </w:t>
      </w:r>
      <w:r w:rsidRPr="00EA518F">
        <w:t>систему,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точки,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целевая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иметь</w:t>
      </w:r>
      <w:r w:rsidR="00EA518F">
        <w:t xml:space="preserve"> </w:t>
      </w:r>
      <w:r w:rsidRPr="00EA518F">
        <w:t>экстремум.</w:t>
      </w:r>
    </w:p>
    <w:p w:rsidR="007B6CD4" w:rsidRPr="00EA518F" w:rsidRDefault="007B6CD4" w:rsidP="00EA518F">
      <w:pPr>
        <w:pStyle w:val="a"/>
        <w:keepNext/>
        <w:widowControl w:val="0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0" w:firstLine="709"/>
      </w:pPr>
      <w:r w:rsidRPr="00EA518F">
        <w:t>Среди</w:t>
      </w:r>
      <w:r w:rsidR="00EA518F">
        <w:t xml:space="preserve"> </w:t>
      </w:r>
      <w:r w:rsidRPr="00EA518F">
        <w:t>точек,</w:t>
      </w:r>
      <w:r w:rsidR="00EA518F">
        <w:t xml:space="preserve"> </w:t>
      </w:r>
      <w:r w:rsidRPr="00EA518F">
        <w:t>подозрительных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экстремум,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точки,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которых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экстремум,</w:t>
      </w:r>
      <w:r w:rsidR="00EA518F">
        <w:t xml:space="preserve"> </w:t>
      </w:r>
      <w:r w:rsidRPr="00EA518F">
        <w:t>вычисляют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,...,x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точках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среди</w:t>
      </w:r>
      <w:r w:rsidR="00EA518F">
        <w:t xml:space="preserve"> </w:t>
      </w:r>
      <w:r w:rsidRPr="00EA518F">
        <w:t>них</w:t>
      </w:r>
      <w:r w:rsidR="00EA518F">
        <w:t xml:space="preserve"> </w:t>
      </w:r>
      <w:r w:rsidRPr="00EA518F">
        <w:t>выбирают</w:t>
      </w:r>
      <w:r w:rsidR="00EA518F">
        <w:t xml:space="preserve"> </w:t>
      </w:r>
      <w:r w:rsidRPr="00EA518F">
        <w:t>те,</w:t>
      </w:r>
      <w:r w:rsidR="00EA518F">
        <w:t xml:space="preserve"> </w:t>
      </w:r>
      <w:r w:rsidRPr="00EA518F">
        <w:t>которые</w:t>
      </w:r>
      <w:r w:rsidR="00EA518F">
        <w:t xml:space="preserve"> </w:t>
      </w:r>
      <w:r w:rsidRPr="00EA518F">
        <w:t>удовлетворяют</w:t>
      </w:r>
      <w:r w:rsidR="00EA518F">
        <w:t xml:space="preserve"> </w:t>
      </w:r>
      <w:r w:rsidRPr="00EA518F">
        <w:t>условиям</w:t>
      </w:r>
      <w:r w:rsidR="00EA518F">
        <w:t xml:space="preserve"> </w:t>
      </w:r>
      <w:r w:rsidRPr="00EA518F">
        <w:t>задачи.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Выпуклое</w:t>
      </w:r>
      <w:r w:rsidR="00EA518F">
        <w:rPr>
          <w:b w:val="0"/>
        </w:rPr>
        <w:t xml:space="preserve"> </w:t>
      </w:r>
      <w:r w:rsidRPr="00EA518F">
        <w:rPr>
          <w:b w:val="0"/>
        </w:rPr>
        <w:t>программирование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Суть</w:t>
      </w:r>
      <w:r w:rsidR="00EA518F">
        <w:t xml:space="preserve"> </w:t>
      </w:r>
      <w:r w:rsidRPr="00EA518F">
        <w:t>общей</w:t>
      </w:r>
      <w:r w:rsidR="00EA518F">
        <w:t xml:space="preserve"> </w:t>
      </w:r>
      <w:r w:rsidRPr="00EA518F">
        <w:t>постановки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состоит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определении</w:t>
      </w:r>
      <w:r w:rsidR="00EA518F">
        <w:t xml:space="preserve"> </w:t>
      </w:r>
      <w:r w:rsidRPr="00EA518F">
        <w:t>максимального</w:t>
      </w:r>
      <w:r w:rsidR="00EA518F">
        <w:t xml:space="preserve"> </w:t>
      </w:r>
      <w:r w:rsidRPr="00EA518F">
        <w:t>(минимального)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функции: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...,x</w:t>
      </w:r>
      <w:r w:rsidRPr="00EA518F">
        <w:rPr>
          <w:vertAlign w:val="subscript"/>
        </w:rPr>
        <w:t>n</w:t>
      </w:r>
      <w:r w:rsidRPr="00EA518F">
        <w:t>)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при</w:t>
      </w:r>
      <w:r w:rsidR="00EA518F">
        <w:t xml:space="preserve"> </w:t>
      </w:r>
      <w:r w:rsidRPr="00EA518F">
        <w:t>условиях: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  <w:rPr>
          <w:lang w:val="en-US"/>
        </w:rPr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  <w:rPr>
          <w:lang w:val="en-US"/>
        </w:rPr>
      </w:pPr>
      <w:r w:rsidRPr="00EA518F">
        <w:rPr>
          <w:lang w:val="en-US"/>
        </w:rPr>
        <w:t>g</w:t>
      </w:r>
      <w:r w:rsidRPr="00EA518F">
        <w:rPr>
          <w:vertAlign w:val="subscript"/>
          <w:lang w:val="en-US"/>
        </w:rPr>
        <w:t>i</w:t>
      </w:r>
      <w:r w:rsidRPr="00EA518F">
        <w:rPr>
          <w:lang w:val="en-US"/>
        </w:rPr>
        <w:t>(x</w:t>
      </w:r>
      <w:r w:rsidRPr="00EA518F">
        <w:rPr>
          <w:vertAlign w:val="subscript"/>
          <w:lang w:val="en-US"/>
        </w:rPr>
        <w:t>1</w:t>
      </w:r>
      <w:r w:rsidRPr="00EA518F">
        <w:rPr>
          <w:lang w:val="en-US"/>
        </w:rPr>
        <w:t>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x</w:t>
      </w:r>
      <w:r w:rsidRPr="00EA518F">
        <w:rPr>
          <w:vertAlign w:val="subscript"/>
          <w:lang w:val="en-US"/>
        </w:rPr>
        <w:t>2</w:t>
      </w:r>
      <w:r w:rsidRPr="00EA518F">
        <w:rPr>
          <w:lang w:val="en-US"/>
        </w:rPr>
        <w:t>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...,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x</w:t>
      </w:r>
      <w:r w:rsidRPr="00EA518F">
        <w:rPr>
          <w:vertAlign w:val="subscript"/>
          <w:lang w:val="en-US"/>
        </w:rPr>
        <w:t>n</w:t>
      </w:r>
      <w:r w:rsidRPr="00EA518F">
        <w:rPr>
          <w:lang w:val="en-US"/>
        </w:rPr>
        <w:t>)</w:t>
      </w:r>
      <w:r w:rsidR="00EA518F">
        <w:rPr>
          <w:lang w:val="en-US"/>
        </w:rPr>
        <w:t xml:space="preserve"> </w:t>
      </w:r>
      <w:r w:rsidRPr="00EA518F">
        <w:rPr>
          <w:szCs w:val="28"/>
        </w:rPr>
        <w:sym w:font="Symbol" w:char="F0A3"/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b</w:t>
      </w:r>
      <w:r w:rsidRPr="00EA518F">
        <w:rPr>
          <w:vertAlign w:val="subscript"/>
          <w:lang w:val="en-US"/>
        </w:rPr>
        <w:t>i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(i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=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1,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2,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...,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m),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x</w:t>
      </w:r>
      <w:r w:rsidRPr="00EA518F">
        <w:rPr>
          <w:vertAlign w:val="subscript"/>
          <w:lang w:val="en-US"/>
        </w:rPr>
        <w:t>j</w:t>
      </w:r>
      <w:r w:rsidR="00EA518F">
        <w:rPr>
          <w:lang w:val="en-US"/>
        </w:rPr>
        <w:t xml:space="preserve"> </w:t>
      </w:r>
      <w:r w:rsidRPr="00EA518F">
        <w:rPr>
          <w:szCs w:val="28"/>
        </w:rPr>
        <w:sym w:font="Symbol" w:char="F0B3"/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0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(j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=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1,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2,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...,</w:t>
      </w:r>
      <w:r w:rsidR="00EA518F">
        <w:rPr>
          <w:lang w:val="en-US"/>
        </w:rPr>
        <w:t xml:space="preserve"> </w:t>
      </w:r>
      <w:r w:rsidRPr="00EA518F">
        <w:rPr>
          <w:lang w:val="en-US"/>
        </w:rPr>
        <w:t>n).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Универсальных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поставленной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виде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существует.</w:t>
      </w:r>
      <w:r w:rsidR="00EA518F">
        <w:t xml:space="preserve"> </w:t>
      </w:r>
      <w:r w:rsidRPr="00EA518F">
        <w:t>Однако,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определенных</w:t>
      </w:r>
      <w:r w:rsidR="00EA518F">
        <w:t xml:space="preserve"> </w:t>
      </w:r>
      <w:r w:rsidRPr="00EA518F">
        <w:t>ограничениях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найдено.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Несколько</w:t>
      </w:r>
      <w:r w:rsidR="00EA518F">
        <w:t xml:space="preserve"> </w:t>
      </w:r>
      <w:r w:rsidRPr="00EA518F">
        <w:t>определений.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Функция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выпуклом</w:t>
      </w:r>
      <w:r w:rsidR="00EA518F">
        <w:t xml:space="preserve"> </w:t>
      </w:r>
      <w:r w:rsidRPr="00EA518F">
        <w:t>множестве</w:t>
      </w:r>
      <w:r w:rsidR="00EA518F">
        <w:t xml:space="preserve"> </w:t>
      </w:r>
      <w:r w:rsidRPr="00EA518F">
        <w:t>X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выпуклой,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любых</w:t>
      </w:r>
      <w:r w:rsidR="00EA518F">
        <w:t xml:space="preserve"> </w:t>
      </w:r>
      <w:r w:rsidRPr="00EA518F">
        <w:t>двух</w:t>
      </w:r>
      <w:r w:rsidR="00EA518F">
        <w:t xml:space="preserve"> </w:t>
      </w:r>
      <w:r w:rsidRPr="00EA518F">
        <w:t>точек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1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X</w:t>
      </w:r>
      <w:r w:rsidR="00EA518F">
        <w:rPr>
          <w:vertAlign w:val="subscript"/>
        </w:rPr>
        <w:t xml:space="preserve"> </w:t>
      </w:r>
      <w:r w:rsidRPr="00EA518F">
        <w:t>и</w:t>
      </w:r>
      <w:r w:rsidR="00EA518F">
        <w:t xml:space="preserve"> </w:t>
      </w:r>
      <w:r w:rsidRPr="00EA518F">
        <w:t>любого</w:t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rPr>
          <w:szCs w:val="28"/>
        </w:rPr>
        <w:sym w:font="Symbol" w:char="F06C"/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выполнено</w:t>
      </w:r>
      <w:r w:rsidR="00EA518F">
        <w:t xml:space="preserve"> </w:t>
      </w:r>
      <w:r w:rsidRPr="00EA518F">
        <w:t>соотношение: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f[</w:t>
      </w:r>
      <w:r w:rsidRPr="00EA518F">
        <w:rPr>
          <w:szCs w:val="28"/>
        </w:rPr>
        <w:sym w:font="Symbol" w:char="F06C"/>
      </w:r>
      <w:r w:rsidRPr="00EA518F">
        <w:t>X</w:t>
      </w:r>
      <w:r w:rsidRPr="00EA518F">
        <w:rPr>
          <w:vertAlign w:val="subscript"/>
        </w:rPr>
        <w:t>2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(1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t>)X</w:t>
      </w:r>
      <w:r w:rsidRPr="00EA518F">
        <w:rPr>
          <w:vertAlign w:val="subscript"/>
        </w:rPr>
        <w:t>1</w:t>
      </w:r>
      <w:r w:rsidRPr="00EA518F">
        <w:t>]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t>f(X</w:t>
      </w:r>
      <w:r w:rsidRPr="00EA518F">
        <w:rPr>
          <w:vertAlign w:val="subscript"/>
        </w:rPr>
        <w:t>2</w:t>
      </w:r>
      <w:r w:rsidRPr="00EA518F">
        <w:t>)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t>(1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t>)f(X</w:t>
      </w:r>
      <w:r w:rsidRPr="00EA518F">
        <w:rPr>
          <w:vertAlign w:val="subscript"/>
        </w:rPr>
        <w:t>1</w:t>
      </w:r>
      <w:r w:rsidRPr="00EA518F">
        <w:t>).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Множество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удовлетворяет</w:t>
      </w:r>
      <w:r w:rsidR="00EA518F">
        <w:t xml:space="preserve"> </w:t>
      </w:r>
      <w:r w:rsidRPr="00EA518F">
        <w:t>условию</w:t>
      </w:r>
      <w:r w:rsidR="00EA518F">
        <w:t xml:space="preserve"> </w:t>
      </w:r>
      <w:r w:rsidRPr="00EA518F">
        <w:t>регулярности,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хотя</w:t>
      </w:r>
      <w:r w:rsidR="00EA518F">
        <w:t xml:space="preserve"> </w:t>
      </w:r>
      <w:r w:rsidRPr="00EA518F">
        <w:t>бы</w:t>
      </w:r>
      <w:r w:rsidR="00EA518F">
        <w:t xml:space="preserve"> </w:t>
      </w:r>
      <w:r w:rsidRPr="00EA518F">
        <w:t>одна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такая,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k</w:t>
      </w:r>
      <w:r w:rsidRPr="00EA518F">
        <w:t>(X</w:t>
      </w:r>
      <w:r w:rsidRPr="00EA518F">
        <w:rPr>
          <w:vertAlign w:val="subscript"/>
        </w:rPr>
        <w:t>i</w:t>
      </w:r>
      <w:r w:rsidRPr="00EA518F">
        <w:t>)</w:t>
      </w:r>
      <w:r w:rsidR="00EA518F">
        <w:t xml:space="preserve"> </w:t>
      </w:r>
      <w:r w:rsidRPr="00EA518F">
        <w:t>&lt;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k</w:t>
      </w:r>
      <w:r w:rsidR="00EA518F">
        <w:t xml:space="preserve"> </w:t>
      </w:r>
      <w:r w:rsidRPr="00EA518F">
        <w:t>(k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m).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Задача</w:t>
      </w:r>
      <w:r w:rsidR="00EA518F">
        <w:t xml:space="preserve"> </w:t>
      </w:r>
      <w:r w:rsidRPr="00EA518F">
        <w:t>выпуклого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возникает,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вогнутой</w:t>
      </w:r>
      <w:r w:rsidR="00EA518F">
        <w:t xml:space="preserve"> </w:t>
      </w:r>
      <w:r w:rsidRPr="00EA518F">
        <w:t>(выпуклой),</w:t>
      </w:r>
      <w:r w:rsidR="00EA518F">
        <w:t xml:space="preserve"> </w:t>
      </w:r>
      <w:r w:rsidRPr="00EA518F">
        <w:t>а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выпуклы.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Любой</w:t>
      </w:r>
      <w:r w:rsidR="00EA518F">
        <w:t xml:space="preserve"> </w:t>
      </w:r>
      <w:r w:rsidRPr="00EA518F">
        <w:t>локальный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(минимум)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глобальным</w:t>
      </w:r>
      <w:r w:rsidR="00EA518F">
        <w:t xml:space="preserve"> </w:t>
      </w:r>
      <w:r w:rsidRPr="00EA518F">
        <w:t>максимумом</w:t>
      </w:r>
      <w:r w:rsidR="00EA518F">
        <w:t xml:space="preserve"> </w:t>
      </w:r>
      <w:r w:rsidRPr="00EA518F">
        <w:t>(минимумом).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характерным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выпуклого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множителей</w:t>
      </w:r>
      <w:r w:rsidR="00EA518F">
        <w:t xml:space="preserve"> </w:t>
      </w:r>
      <w:r w:rsidRPr="00EA518F">
        <w:t>Лагранжа.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0</w:t>
      </w:r>
      <w:r w:rsidRPr="00EA518F">
        <w:t>,</w:t>
      </w:r>
      <w:r w:rsidR="00EA518F">
        <w:t xml:space="preserve"> </w:t>
      </w:r>
      <w:r w:rsidRPr="00EA518F">
        <w:rPr>
          <w:szCs w:val="28"/>
        </w:rPr>
        <w:sym w:font="Symbol" w:char="F04C"/>
      </w:r>
      <w:r w:rsidRPr="00EA518F">
        <w:rPr>
          <w:vertAlign w:val="subscript"/>
        </w:rPr>
        <w:t>0</w:t>
      </w:r>
      <w:r w:rsidRPr="00EA518F">
        <w:t>)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седловой</w:t>
      </w:r>
      <w:r w:rsidR="00EA518F">
        <w:t xml:space="preserve"> </w:t>
      </w:r>
      <w:r w:rsidRPr="00EA518F">
        <w:t>точкой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Лагранжа,</w:t>
      </w:r>
      <w:r w:rsidR="00EA518F">
        <w:t xml:space="preserve"> </w:t>
      </w:r>
      <w:r w:rsidRPr="00EA518F">
        <w:t>если: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,</w:t>
      </w:r>
      <w:r w:rsidR="00EA518F">
        <w:t xml:space="preserve"> </w:t>
      </w:r>
      <w:r w:rsidR="00E8503A">
        <w:pict>
          <v:shape id="_x0000_i1202" type="#_x0000_t75" style="width:90pt;height:26.25pt" fillcolor="window">
            <v:imagedata r:id="rId174" o:title=""/>
          </v:shape>
        </w:pict>
      </w:r>
      <w:r w:rsidRPr="00EA518F">
        <w:t>)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F(</w:t>
      </w:r>
      <w:r w:rsidR="00E8503A">
        <w:pict>
          <v:shape id="_x0000_i1203" type="#_x0000_t75" style="width:180pt;height:26.25pt" fillcolor="window">
            <v:imagedata r:id="rId175" o:title=""/>
          </v:shape>
        </w:pict>
      </w:r>
      <w:r w:rsidRPr="00EA518F">
        <w:t>)</w:t>
      </w:r>
      <w:r w:rsidRPr="00EA518F">
        <w:rPr>
          <w:szCs w:val="28"/>
        </w:rPr>
        <w:sym w:font="Symbol" w:char="F0A3"/>
      </w:r>
      <w:r w:rsidR="00EA518F">
        <w:t xml:space="preserve"> 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F(</w:t>
      </w:r>
      <w:r w:rsidR="00E8503A">
        <w:pict>
          <v:shape id="_x0000_i1204" type="#_x0000_t75" style="width:177.75pt;height:27pt" fillcolor="window">
            <v:imagedata r:id="rId176" o:title=""/>
          </v:shape>
        </w:pict>
      </w:r>
      <w:r w:rsidRPr="00EA518F">
        <w:t>),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всех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0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0.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выпуклого</w:t>
      </w:r>
      <w:r w:rsidR="00EA518F">
        <w:t xml:space="preserve"> </w:t>
      </w:r>
      <w:r w:rsidRPr="00EA518F">
        <w:t>программирования,</w:t>
      </w:r>
      <w:r w:rsidR="00EA518F">
        <w:t xml:space="preserve"> </w:t>
      </w:r>
      <w:r w:rsidRPr="00EA518F">
        <w:t>множество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которой</w:t>
      </w:r>
      <w:r w:rsidR="00EA518F">
        <w:t xml:space="preserve"> </w:t>
      </w:r>
      <w:r w:rsidRPr="00EA518F">
        <w:t>обладает</w:t>
      </w:r>
      <w:r w:rsidR="00EA518F">
        <w:t xml:space="preserve"> </w:t>
      </w:r>
      <w:r w:rsidRPr="00EA518F">
        <w:t>свойством</w:t>
      </w:r>
      <w:r w:rsidR="00EA518F">
        <w:t xml:space="preserve"> </w:t>
      </w:r>
      <w:r w:rsidRPr="00EA518F">
        <w:t>регулярности,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0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(</w:t>
      </w:r>
      <w:r w:rsidR="00E8503A">
        <w:pict>
          <v:shape id="_x0000_i1205" type="#_x0000_t75" style="width:86.25pt;height:26.25pt" fillcolor="window">
            <v:imagedata r:id="rId177" o:title=""/>
          </v:shape>
        </w:pict>
      </w:r>
      <w:r w:rsidRPr="00EA518F">
        <w:t>)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оптимальным</w:t>
      </w:r>
      <w:r w:rsidR="00EA518F">
        <w:t xml:space="preserve"> </w:t>
      </w:r>
      <w:r w:rsidRPr="00EA518F">
        <w:t>решением</w:t>
      </w:r>
      <w:r w:rsidR="00EA518F">
        <w:t xml:space="preserve"> </w:t>
      </w:r>
      <w:r w:rsidRPr="00EA518F">
        <w:t>тогда,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существует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вектор</w:t>
      </w:r>
      <w:r w:rsidR="00EA518F">
        <w:t xml:space="preserve"> </w:t>
      </w:r>
      <w:r w:rsidRPr="00EA518F">
        <w:rPr>
          <w:szCs w:val="28"/>
        </w:rPr>
        <w:sym w:font="Symbol" w:char="F04C"/>
      </w:r>
      <w:r w:rsidRPr="00EA518F">
        <w:rPr>
          <w:vertAlign w:val="subscript"/>
        </w:rPr>
        <w:t>0</w:t>
      </w:r>
      <w:r w:rsidRPr="00EA518F">
        <w:t>=</w:t>
      </w:r>
      <w:r w:rsidR="00EA518F">
        <w:t xml:space="preserve"> </w:t>
      </w:r>
      <w:r w:rsidRPr="00EA518F">
        <w:t>(</w:t>
      </w:r>
      <w:r w:rsidR="00E8503A">
        <w:pict>
          <v:shape id="_x0000_i1206" type="#_x0000_t75" style="width:90pt;height:26.25pt" fillcolor="window">
            <v:imagedata r:id="rId178" o:title=""/>
          </v:shape>
        </w:pict>
      </w:r>
      <w:r w:rsidRPr="00EA518F">
        <w:t>),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0</w:t>
      </w:r>
      <w:r w:rsidRPr="00EA518F">
        <w:t>,</w:t>
      </w:r>
      <w:r w:rsidR="00EA518F">
        <w:t xml:space="preserve"> </w:t>
      </w:r>
      <w:r w:rsidRPr="00EA518F">
        <w:rPr>
          <w:szCs w:val="28"/>
        </w:rPr>
        <w:sym w:font="Symbol" w:char="F04C"/>
      </w:r>
      <w:r w:rsidRPr="00EA518F">
        <w:rPr>
          <w:vertAlign w:val="subscript"/>
        </w:rPr>
        <w:t>0</w:t>
      </w:r>
      <w:r w:rsidRPr="00EA518F">
        <w:t>)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седловой</w:t>
      </w:r>
      <w:r w:rsidR="00EA518F">
        <w:t xml:space="preserve"> </w:t>
      </w:r>
      <w:r w:rsidRPr="00EA518F">
        <w:t>точкой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Лагранжа,</w:t>
      </w:r>
      <w:r w:rsidR="00EA518F">
        <w:t xml:space="preserve"> </w:t>
      </w:r>
      <w:r w:rsidRPr="00EA518F">
        <w:t>построенной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определения</w:t>
      </w:r>
      <w:r w:rsidR="00EA518F">
        <w:t xml:space="preserve"> </w:t>
      </w:r>
      <w:r w:rsidRPr="00EA518F">
        <w:t>максимума,</w:t>
      </w:r>
      <w:r w:rsidR="00EA518F">
        <w:t xml:space="preserve"> </w:t>
      </w:r>
      <w:r w:rsidRPr="00EA518F">
        <w:t>условиями</w:t>
      </w:r>
      <w:r w:rsidR="00EA518F">
        <w:t xml:space="preserve"> </w:t>
      </w:r>
      <w:r w:rsidRPr="00EA518F">
        <w:t>седловой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будут: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07" type="#_x0000_t75" style="width:189pt;height:90.75pt" fillcolor="window">
            <v:imagedata r:id="rId179" o:title=""/>
          </v:shape>
        </w:pic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(частные</w:t>
      </w:r>
      <w:r w:rsidR="00EA518F">
        <w:t xml:space="preserve"> </w:t>
      </w:r>
      <w:r w:rsidRPr="00EA518F">
        <w:t>производные</w:t>
      </w:r>
      <w:r w:rsidR="00EA518F">
        <w:t xml:space="preserve"> </w:t>
      </w:r>
      <w:r w:rsidRPr="00EA518F">
        <w:t>берутся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седловой</w:t>
      </w:r>
      <w:r w:rsidR="00EA518F">
        <w:t xml:space="preserve"> </w:t>
      </w:r>
      <w:r w:rsidRPr="00EA518F">
        <w:t>точке).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Для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нахождения</w:t>
      </w:r>
      <w:r w:rsidR="00EA518F">
        <w:t xml:space="preserve"> </w:t>
      </w:r>
      <w:r w:rsidRPr="00EA518F">
        <w:t>минимума</w:t>
      </w:r>
      <w:r w:rsidR="00EA518F">
        <w:t xml:space="preserve"> </w:t>
      </w:r>
      <w:r w:rsidRPr="00EA518F">
        <w:t>седловая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соотношениями: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F(</w:t>
      </w:r>
      <w:r w:rsidR="00E8503A">
        <w:pict>
          <v:shape id="_x0000_i1208" type="#_x0000_t75" style="width:177pt;height:27.75pt" fillcolor="window">
            <v:imagedata r:id="rId180" o:title=""/>
          </v:shape>
        </w:pict>
      </w:r>
      <w:r w:rsidRPr="00EA518F">
        <w:t>)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F(</w:t>
      </w:r>
      <w:r w:rsidR="00E8503A">
        <w:pict>
          <v:shape id="_x0000_i1209" type="#_x0000_t75" style="width:174.75pt;height:27pt" fillcolor="window">
            <v:imagedata r:id="rId181" o:title=""/>
          </v:shape>
        </w:pict>
      </w:r>
      <w:r w:rsidRPr="00EA518F">
        <w:t>)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br/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F(</w:t>
      </w:r>
      <w:r w:rsidR="00E8503A">
        <w:pict>
          <v:shape id="_x0000_i1210" type="#_x0000_t75" style="width:176.25pt;height:27.75pt" fillcolor="window">
            <v:imagedata r:id="rId182" o:title=""/>
          </v:shape>
        </w:pict>
      </w:r>
      <w:r w:rsidRPr="00EA518F">
        <w:t>).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Условия</w:t>
      </w:r>
      <w:r w:rsidR="00EA518F">
        <w:t xml:space="preserve"> </w:t>
      </w:r>
      <w:r w:rsidRPr="00EA518F">
        <w:t>седловой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задаче</w:t>
      </w:r>
      <w:r w:rsidR="00EA518F">
        <w:t xml:space="preserve"> </w:t>
      </w:r>
      <w:r w:rsidRPr="00EA518F">
        <w:t>представляются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11" type="#_x0000_t75" style="width:189.75pt;height:50.25pt" fillcolor="window">
            <v:imagedata r:id="rId183" o:title=""/>
          </v:shape>
        </w:pict>
      </w:r>
      <w:r w:rsidR="007B6CD4" w:rsidRPr="00EA518F">
        <w:t>,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12" type="#_x0000_t75" style="width:152.25pt;height:42.75pt" fillcolor="window">
            <v:imagedata r:id="rId184" o:title=""/>
          </v:shape>
        </w:pict>
      </w:r>
      <w:r w:rsidR="007B6CD4" w:rsidRPr="00EA518F">
        <w:t>.</w:t>
      </w:r>
    </w:p>
    <w:p w:rsidR="006A3B67" w:rsidRDefault="006A3B67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Градиентные</w:t>
      </w:r>
      <w:r w:rsidR="00EA518F">
        <w:rPr>
          <w:b w:val="0"/>
        </w:rPr>
        <w:t xml:space="preserve"> </w:t>
      </w:r>
      <w:r w:rsidRPr="00EA518F">
        <w:rPr>
          <w:b w:val="0"/>
        </w:rPr>
        <w:t>методы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Градиентными</w:t>
      </w:r>
      <w:r w:rsidR="00EA518F">
        <w:t xml:space="preserve"> </w:t>
      </w:r>
      <w:r w:rsidRPr="00EA518F">
        <w:t>методами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любой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нелинейного</w:t>
      </w:r>
      <w:r w:rsidR="00EA518F">
        <w:t xml:space="preserve"> </w:t>
      </w:r>
      <w:r w:rsidRPr="00EA518F">
        <w:t>программирования.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общем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позволяют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точку</w:t>
      </w:r>
      <w:r w:rsidR="00EA518F">
        <w:t xml:space="preserve"> </w:t>
      </w:r>
      <w:r w:rsidRPr="00EA518F">
        <w:t>локального</w:t>
      </w:r>
      <w:r w:rsidR="00EA518F">
        <w:t xml:space="preserve"> </w:t>
      </w:r>
      <w:r w:rsidRPr="00EA518F">
        <w:t>экстремума.</w:t>
      </w:r>
      <w:r w:rsidR="00EA518F">
        <w:t xml:space="preserve"> </w:t>
      </w:r>
      <w:r w:rsidRPr="00EA518F">
        <w:t>Наиболее</w:t>
      </w:r>
      <w:r w:rsidR="00EA518F">
        <w:t xml:space="preserve"> </w:t>
      </w:r>
      <w:r w:rsidRPr="00EA518F">
        <w:t>целесообразным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использование</w:t>
      </w:r>
      <w:r w:rsidR="00EA518F">
        <w:t xml:space="preserve"> </w:t>
      </w:r>
      <w:r w:rsidRPr="00EA518F">
        <w:t>этих</w:t>
      </w:r>
      <w:r w:rsidR="00EA518F">
        <w:t xml:space="preserve"> </w:t>
      </w:r>
      <w:r w:rsidRPr="00EA518F">
        <w:t>методов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выпуклого</w:t>
      </w:r>
      <w:r w:rsidR="00EA518F">
        <w:t xml:space="preserve"> </w:t>
      </w:r>
      <w:r w:rsidRPr="00EA518F">
        <w:t>программирования,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всякий</w:t>
      </w:r>
      <w:r w:rsidR="00EA518F">
        <w:t xml:space="preserve"> </w:t>
      </w:r>
      <w:r w:rsidRPr="00EA518F">
        <w:t>локальный</w:t>
      </w:r>
      <w:r w:rsidR="00EA518F">
        <w:t xml:space="preserve"> </w:t>
      </w:r>
      <w:r w:rsidRPr="00EA518F">
        <w:t>экстремум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глобальным.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Суть</w:t>
      </w:r>
      <w:r w:rsidR="00EA518F">
        <w:t xml:space="preserve"> </w:t>
      </w:r>
      <w:r w:rsidRPr="00EA518F">
        <w:t>метода</w:t>
      </w:r>
      <w:r w:rsidR="00EA518F">
        <w:t xml:space="preserve"> </w:t>
      </w:r>
      <w:r w:rsidRPr="00EA518F">
        <w:t>заключается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том,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начиная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некоторой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="00EA518F">
        <w:t xml:space="preserve"> </w:t>
      </w:r>
      <w:r w:rsidRPr="00EA518F">
        <w:t>осуществляется</w:t>
      </w:r>
      <w:r w:rsidR="00EA518F">
        <w:t xml:space="preserve"> </w:t>
      </w:r>
      <w:r w:rsidRPr="00EA518F">
        <w:t>последовательный</w:t>
      </w:r>
      <w:r w:rsidR="00EA518F">
        <w:t xml:space="preserve"> </w:t>
      </w:r>
      <w:r w:rsidRPr="00EA518F">
        <w:t>переход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другим</w:t>
      </w:r>
      <w:r w:rsidR="00EA518F">
        <w:t xml:space="preserve"> </w:t>
      </w:r>
      <w:r w:rsidRPr="00EA518F">
        <w:t>точкам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будет</w:t>
      </w:r>
      <w:r w:rsidR="00EA518F">
        <w:t xml:space="preserve"> </w:t>
      </w:r>
      <w:r w:rsidRPr="00EA518F">
        <w:t>получено</w:t>
      </w:r>
      <w:r w:rsidR="00EA518F">
        <w:t xml:space="preserve"> </w:t>
      </w:r>
      <w:r w:rsidRPr="00EA518F">
        <w:t>приемлемого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задачи.</w:t>
      </w:r>
      <w:r w:rsidR="00EA518F">
        <w:t xml:space="preserve"> </w:t>
      </w:r>
      <w:r w:rsidRPr="00EA518F">
        <w:t>Методы</w:t>
      </w:r>
      <w:r w:rsidR="00EA518F">
        <w:t xml:space="preserve"> </w:t>
      </w:r>
      <w:r w:rsidRPr="00EA518F">
        <w:t>можно</w:t>
      </w:r>
      <w:r w:rsidR="00EA518F">
        <w:t xml:space="preserve"> </w:t>
      </w:r>
      <w:r w:rsidRPr="00EA518F">
        <w:t>разделить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две</w:t>
      </w:r>
      <w:r w:rsidR="00EA518F">
        <w:t xml:space="preserve"> </w:t>
      </w:r>
      <w:r w:rsidRPr="00EA518F">
        <w:t>группы.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Первая</w:t>
      </w:r>
      <w:r w:rsidR="00EA518F">
        <w:t xml:space="preserve"> </w:t>
      </w:r>
      <w:r w:rsidRPr="00EA518F">
        <w:t>группа,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исследуемые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выходят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пределы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(здесь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Франка-Вулфа).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Вторая</w:t>
      </w:r>
      <w:r w:rsidR="00EA518F">
        <w:t xml:space="preserve"> </w:t>
      </w:r>
      <w:r w:rsidRPr="00EA518F">
        <w:t>группа,</w:t>
      </w:r>
      <w:r w:rsidR="00EA518F">
        <w:t xml:space="preserve"> </w:t>
      </w:r>
      <w:r w:rsidRPr="00EA518F">
        <w:t>когда</w:t>
      </w:r>
      <w:r w:rsidR="00EA518F">
        <w:t xml:space="preserve"> </w:t>
      </w:r>
      <w:r w:rsidRPr="00EA518F">
        <w:t>эти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обязательно</w:t>
      </w:r>
      <w:r w:rsidR="00EA518F">
        <w:t xml:space="preserve"> </w:t>
      </w:r>
      <w:r w:rsidRPr="00EA518F">
        <w:t>входят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однако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итерационном</w:t>
      </w:r>
      <w:r w:rsidR="00EA518F">
        <w:t xml:space="preserve"> </w:t>
      </w:r>
      <w:r w:rsidRPr="00EA518F">
        <w:t>процессе</w:t>
      </w:r>
      <w:r w:rsidR="00EA518F">
        <w:t xml:space="preserve"> </w:t>
      </w:r>
      <w:r w:rsidRPr="00EA518F">
        <w:t>такие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будут.</w:t>
      </w:r>
      <w:r w:rsidR="00EA518F">
        <w:t xml:space="preserve"> </w:t>
      </w:r>
      <w:r w:rsidRPr="00EA518F">
        <w:t>(Здесь</w:t>
      </w:r>
      <w:r w:rsidR="00EA518F">
        <w:t xml:space="preserve"> </w:t>
      </w:r>
      <w:r w:rsidRPr="00EA518F">
        <w:t>используется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штрафных</w:t>
      </w:r>
      <w:r w:rsidR="00EA518F">
        <w:t xml:space="preserve"> </w:t>
      </w:r>
      <w:r w:rsidRPr="00EA518F">
        <w:t>функций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метод</w:t>
      </w:r>
      <w:r w:rsidR="00EA518F">
        <w:t xml:space="preserve"> </w:t>
      </w:r>
      <w:r w:rsidRPr="00EA518F">
        <w:t>Эрроу-Гурвица).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Нахождение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идет</w:t>
      </w:r>
      <w:r w:rsidR="00EA518F">
        <w:t xml:space="preserve"> </w:t>
      </w:r>
      <w:r w:rsidRPr="00EA518F">
        <w:t>итерационным</w:t>
      </w:r>
      <w:r w:rsidR="00EA518F">
        <w:t xml:space="preserve"> </w:t>
      </w:r>
      <w:r w:rsidRPr="00EA518F">
        <w:t>процессом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градиент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очередной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станет</w:t>
      </w:r>
      <w:r w:rsidR="00EA518F">
        <w:t xml:space="preserve"> </w:t>
      </w:r>
      <w:r w:rsidRPr="00EA518F">
        <w:t>равным</w:t>
      </w:r>
      <w:r w:rsidR="00EA518F">
        <w:t xml:space="preserve"> </w:t>
      </w:r>
      <w:r w:rsidRPr="00EA518F">
        <w:t>0,</w:t>
      </w:r>
      <w:r w:rsidR="00EA518F">
        <w:t xml:space="preserve"> </w:t>
      </w:r>
      <w:r w:rsidRPr="00EA518F">
        <w:t>или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|</w:t>
      </w:r>
      <w:r w:rsidR="00EA518F">
        <w:t xml:space="preserve"> </w:t>
      </w:r>
      <w:r w:rsidRPr="00EA518F">
        <w:t>f(X</w:t>
      </w:r>
      <w:r w:rsidRPr="00EA518F">
        <w:rPr>
          <w:vertAlign w:val="superscript"/>
        </w:rPr>
        <w:t>(k+1)</w:t>
      </w:r>
      <w:r w:rsidRPr="00EA518F">
        <w:t>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f(X</w:t>
      </w:r>
      <w:r w:rsidRPr="00EA518F">
        <w:rPr>
          <w:vertAlign w:val="superscript"/>
        </w:rPr>
        <w:t>(k)</w:t>
      </w:r>
      <w:r w:rsidRPr="00EA518F">
        <w:t>)</w:t>
      </w:r>
      <w:r w:rsidR="00EA518F">
        <w:t xml:space="preserve"> </w:t>
      </w:r>
      <w:r w:rsidRPr="00EA518F">
        <w:t>|&lt;</w:t>
      </w:r>
      <w:r w:rsidR="00EA518F">
        <w:t xml:space="preserve"> </w:t>
      </w:r>
      <w:r w:rsidRPr="00EA518F">
        <w:rPr>
          <w:szCs w:val="28"/>
        </w:rPr>
        <w:sym w:font="Symbol" w:char="F065"/>
      </w:r>
      <w:r w:rsidRPr="00EA518F">
        <w:t>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rPr>
          <w:szCs w:val="28"/>
        </w:rPr>
        <w:sym w:font="Symbol" w:char="F065"/>
      </w:r>
      <w:r w:rsidR="00EA518F">
        <w:t xml:space="preserve"> </w:t>
      </w:r>
      <w:r w:rsidRPr="00EA518F">
        <w:t>достаточно</w:t>
      </w:r>
      <w:r w:rsidR="00EA518F">
        <w:t xml:space="preserve"> </w:t>
      </w:r>
      <w:r w:rsidRPr="00EA518F">
        <w:t>малое</w:t>
      </w:r>
      <w:r w:rsidR="00EA518F">
        <w:t xml:space="preserve"> </w:t>
      </w:r>
      <w:r w:rsidRPr="00EA518F">
        <w:t>положительное</w:t>
      </w:r>
      <w:r w:rsidR="00EA518F">
        <w:t xml:space="preserve"> </w:t>
      </w:r>
      <w:r w:rsidRPr="00EA518F">
        <w:t>число.</w:t>
      </w:r>
      <w:r w:rsidR="00EA518F">
        <w:t xml:space="preserve"> </w:t>
      </w:r>
      <w:r w:rsidRPr="00EA518F">
        <w:t>Эту</w:t>
      </w:r>
      <w:r w:rsidR="00EA518F">
        <w:t xml:space="preserve"> </w:t>
      </w:r>
      <w:r w:rsidRPr="00EA518F">
        <w:t>величину</w:t>
      </w:r>
      <w:r w:rsidR="00EA518F">
        <w:t xml:space="preserve"> </w:t>
      </w:r>
      <w:r w:rsidRPr="00EA518F">
        <w:t>часто</w:t>
      </w:r>
      <w:r w:rsidR="00EA518F">
        <w:t xml:space="preserve"> </w:t>
      </w:r>
      <w:r w:rsidRPr="00EA518F">
        <w:t>называют</w:t>
      </w:r>
      <w:r w:rsidR="00EA518F">
        <w:t xml:space="preserve"> </w:t>
      </w:r>
      <w:r w:rsidRPr="00EA518F">
        <w:t>точностью</w:t>
      </w:r>
      <w:r w:rsidR="00EA518F">
        <w:t xml:space="preserve"> </w:t>
      </w:r>
      <w:r w:rsidRPr="00EA518F">
        <w:t>полученного</w:t>
      </w:r>
      <w:r w:rsidR="00EA518F">
        <w:t xml:space="preserve"> </w:t>
      </w:r>
      <w:r w:rsidRPr="00EA518F">
        <w:t>решения.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Метод</w:t>
      </w:r>
      <w:r w:rsidR="00EA518F">
        <w:rPr>
          <w:b w:val="0"/>
        </w:rPr>
        <w:t xml:space="preserve"> </w:t>
      </w:r>
      <w:r w:rsidRPr="00EA518F">
        <w:rPr>
          <w:b w:val="0"/>
        </w:rPr>
        <w:t>Франка-Вулфа</w:t>
      </w:r>
      <w:r w:rsidR="00EA518F">
        <w:rPr>
          <w:b w:val="0"/>
        </w:rPr>
        <w:t xml:space="preserve"> </w:t>
      </w:r>
    </w:p>
    <w:p w:rsidR="006A3B67" w:rsidRDefault="007B6CD4" w:rsidP="00EA518F">
      <w:pPr>
        <w:keepNext/>
        <w:widowControl w:val="0"/>
        <w:spacing w:line="360" w:lineRule="auto"/>
        <w:ind w:firstLine="709"/>
      </w:pPr>
      <w:r w:rsidRPr="00EA518F">
        <w:t>Найти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вогнутой</w:t>
      </w:r>
      <w:r w:rsidR="00EA518F">
        <w:t xml:space="preserve"> </w:t>
      </w:r>
      <w:r w:rsidRPr="00EA518F">
        <w:t>функции: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),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условии: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E8503A" w:rsidP="00EA518F">
      <w:pPr>
        <w:keepNext/>
        <w:widowControl w:val="0"/>
        <w:spacing w:line="360" w:lineRule="auto"/>
        <w:ind w:firstLine="709"/>
      </w:pPr>
      <w:r>
        <w:pict>
          <v:shape id="_x0000_i1213" type="#_x0000_t75" style="width:321.75pt;height:47.25pt" fillcolor="window">
            <v:imagedata r:id="rId185" o:title=""/>
          </v:shape>
        </w:pict>
      </w:r>
      <w:r w:rsidR="007B6CD4" w:rsidRPr="00EA518F">
        <w:t>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Здесь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линейные</w:t>
      </w:r>
      <w:r w:rsidR="00EA518F">
        <w:t xml:space="preserve"> </w:t>
      </w:r>
      <w:r w:rsidRPr="00EA518F">
        <w:t>неравенства.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особенность</w:t>
      </w:r>
      <w:r w:rsidR="00EA518F">
        <w:t xml:space="preserve"> </w:t>
      </w:r>
      <w:r w:rsidRPr="00EA518F">
        <w:t>является</w:t>
      </w:r>
      <w:r w:rsidR="00EA518F">
        <w:t xml:space="preserve"> </w:t>
      </w:r>
      <w:r w:rsidRPr="00EA518F">
        <w:t>основой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замены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окрестности</w:t>
      </w:r>
      <w:r w:rsidR="00EA518F">
        <w:t xml:space="preserve"> </w:t>
      </w:r>
      <w:r w:rsidRPr="00EA518F">
        <w:t>исследуемой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нелинейной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линейной,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сводится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последовательному</w:t>
      </w:r>
      <w:r w:rsidR="00EA518F">
        <w:t xml:space="preserve"> </w:t>
      </w:r>
      <w:r w:rsidRPr="00EA518F">
        <w:t>решению</w:t>
      </w:r>
      <w:r w:rsidR="00EA518F">
        <w:t xml:space="preserve"> </w:t>
      </w:r>
      <w:r w:rsidRPr="00EA518F">
        <w:t>ряда</w:t>
      </w:r>
      <w:r w:rsidR="00EA518F">
        <w:t xml:space="preserve"> </w:t>
      </w:r>
      <w:r w:rsidRPr="00EA518F">
        <w:t>задач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Начинается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определения</w:t>
      </w:r>
      <w:r w:rsidR="00EA518F">
        <w:t xml:space="preserve"> </w:t>
      </w:r>
      <w:r w:rsidRPr="00EA518F">
        <w:t>точки,</w:t>
      </w:r>
      <w:r w:rsidR="00EA518F">
        <w:t xml:space="preserve"> </w:t>
      </w:r>
      <w:r w:rsidRPr="00EA518F">
        <w:t>принадлежащей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это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Pr="00EA518F">
        <w:t>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ней</w:t>
      </w:r>
      <w:r w:rsidR="00EA518F">
        <w:t xml:space="preserve"> </w:t>
      </w:r>
      <w:r w:rsidRPr="00EA518F">
        <w:t>вычисляют</w:t>
      </w:r>
      <w:r w:rsidR="00EA518F">
        <w:t xml:space="preserve"> </w:t>
      </w:r>
      <w:r w:rsidRPr="00EA518F">
        <w:t>градиент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f: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rPr>
          <w:szCs w:val="28"/>
        </w:rPr>
        <w:sym w:font="Symbol" w:char="F0D1"/>
      </w:r>
      <w:r w:rsidRPr="00EA518F">
        <w:t>f(X</w:t>
      </w:r>
      <w:r w:rsidRPr="00EA518F">
        <w:rPr>
          <w:vertAlign w:val="superscript"/>
        </w:rPr>
        <w:t>(k)</w:t>
      </w:r>
      <w:r w:rsidRPr="00EA518F">
        <w:t>)</w:t>
      </w:r>
      <w:r w:rsidR="00EA518F">
        <w:t xml:space="preserve"> </w:t>
      </w:r>
      <w:r w:rsidRPr="00EA518F">
        <w:t>=</w:t>
      </w:r>
      <w:r w:rsidR="00EA518F">
        <w:t xml:space="preserve"> </w:t>
      </w:r>
      <w:r w:rsidR="00E8503A">
        <w:pict>
          <v:shape id="_x0000_i1214" type="#_x0000_t75" style="width:165.75pt;height:1in" fillcolor="window">
            <v:imagedata r:id="rId186" o:title=""/>
          </v:shape>
        </w:pic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</w:t>
      </w:r>
      <w:r w:rsidR="00EA518F">
        <w:t xml:space="preserve"> </w:t>
      </w:r>
      <w:r w:rsidRPr="00EA518F">
        <w:t>строят</w:t>
      </w:r>
      <w:r w:rsidR="00EA518F">
        <w:t xml:space="preserve"> </w:t>
      </w:r>
      <w:r w:rsidRPr="00EA518F">
        <w:t>линейную</w:t>
      </w:r>
      <w:r w:rsidR="00EA518F">
        <w:t xml:space="preserve"> </w:t>
      </w:r>
      <w:r w:rsidRPr="00EA518F">
        <w:t>функцию: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F</w:t>
      </w:r>
      <w:r w:rsidR="00EA518F">
        <w:t xml:space="preserve"> </w:t>
      </w:r>
      <w:r w:rsidRPr="00EA518F">
        <w:t>=</w:t>
      </w:r>
      <w:r w:rsidR="00EA518F">
        <w:t xml:space="preserve"> </w:t>
      </w:r>
      <w:r w:rsidR="00E8503A">
        <w:pict>
          <v:shape id="_x0000_i1215" type="#_x0000_t75" style="width:189.75pt;height:56.25pt" fillcolor="window">
            <v:imagedata r:id="rId187" o:title=""/>
          </v:shape>
        </w:pict>
      </w:r>
      <w:r w:rsidRPr="00EA518F">
        <w:t>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Находят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сформулированных</w:t>
      </w:r>
      <w:r w:rsidR="00EA518F">
        <w:t xml:space="preserve"> </w:t>
      </w:r>
      <w:r w:rsidRPr="00EA518F">
        <w:t>ограничениях.</w:t>
      </w:r>
      <w:r w:rsidR="00EA518F">
        <w:t xml:space="preserve"> </w:t>
      </w:r>
      <w:r w:rsidRPr="00EA518F">
        <w:t>Пусть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Z(k).</w:t>
      </w:r>
      <w:r w:rsidR="00EA518F">
        <w:t xml:space="preserve"> </w:t>
      </w:r>
      <w:r w:rsidRPr="00EA518F">
        <w:t>Тогда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новое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принимают: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="00EA518F">
        <w:rPr>
          <w:vertAlign w:val="superscript"/>
        </w:rPr>
        <w:t xml:space="preserve"> </w:t>
      </w:r>
      <w:r w:rsidRPr="00EA518F">
        <w:t>+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Pr="00EA518F">
        <w:t>(Z</w:t>
      </w:r>
      <w:r w:rsidRPr="00EA518F">
        <w:rPr>
          <w:vertAlign w:val="superscript"/>
        </w:rPr>
        <w:t>(k)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Pr="00EA518F">
        <w:t>),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где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="00EA518F">
        <w:t xml:space="preserve"> </w:t>
      </w:r>
      <w:r w:rsidRPr="00EA518F">
        <w:noBreakHyphen/>
      </w:r>
      <w:r w:rsidR="00EA518F">
        <w:t xml:space="preserve"> </w:t>
      </w:r>
      <w:r w:rsidRPr="00EA518F">
        <w:t>некоторое</w:t>
      </w:r>
      <w:r w:rsidR="00EA518F">
        <w:t xml:space="preserve"> </w:t>
      </w:r>
      <w:r w:rsidRPr="00EA518F">
        <w:t>число,</w:t>
      </w:r>
      <w:r w:rsidR="00EA518F">
        <w:t xml:space="preserve"> </w:t>
      </w:r>
      <w:r w:rsidRPr="00EA518F">
        <w:t>называемое</w:t>
      </w:r>
      <w:r w:rsidR="00EA518F">
        <w:t xml:space="preserve"> </w:t>
      </w:r>
      <w:r w:rsidRPr="00EA518F">
        <w:t>шагом</w:t>
      </w:r>
      <w:r w:rsidR="00EA518F">
        <w:t xml:space="preserve"> </w:t>
      </w:r>
      <w:r w:rsidRPr="00EA518F">
        <w:t>вычислений</w:t>
      </w:r>
      <w:r w:rsidR="00EA518F">
        <w:t xml:space="preserve"> </w:t>
      </w:r>
      <w:r w:rsidRPr="00EA518F">
        <w:t>(0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1).</w:t>
      </w:r>
      <w:r w:rsidR="00EA518F">
        <w:t xml:space="preserve"> </w:t>
      </w:r>
      <w:r w:rsidRPr="00EA518F">
        <w:t>Число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="00EA518F">
        <w:rPr>
          <w:vertAlign w:val="subscript"/>
        </w:rPr>
        <w:t xml:space="preserve"> </w:t>
      </w:r>
      <w:r w:rsidRPr="00EA518F">
        <w:t>-</w:t>
      </w:r>
      <w:r w:rsidR="00EA518F">
        <w:t xml:space="preserve"> </w:t>
      </w:r>
      <w:r w:rsidRPr="00EA518F">
        <w:t>произвольное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выбирают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так,</w:t>
      </w:r>
      <w:r w:rsidR="00EA518F">
        <w:t xml:space="preserve"> </w:t>
      </w:r>
      <w:r w:rsidRPr="00EA518F">
        <w:t>чтобы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,</w:t>
      </w:r>
      <w:r w:rsidR="00EA518F">
        <w:t xml:space="preserve"> </w:t>
      </w:r>
      <w:r w:rsidRPr="00EA518F">
        <w:t>зависящее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Pr="00EA518F">
        <w:t>,</w:t>
      </w:r>
      <w:r w:rsidR="00EA518F">
        <w:t xml:space="preserve"> </w:t>
      </w:r>
      <w:r w:rsidRPr="00EA518F">
        <w:t>было</w:t>
      </w:r>
      <w:r w:rsidR="00EA518F">
        <w:t xml:space="preserve"> </w:t>
      </w:r>
      <w:r w:rsidRPr="00EA518F">
        <w:t>максимальным.</w:t>
      </w:r>
      <w:r w:rsidR="00EA518F">
        <w:t xml:space="preserve"> </w:t>
      </w:r>
      <w:r w:rsidRPr="00EA518F">
        <w:t>Для</w:t>
      </w:r>
      <w:r w:rsidR="00EA518F">
        <w:t xml:space="preserve"> </w:t>
      </w:r>
      <w:r w:rsidRPr="00EA518F">
        <w:t>этого</w:t>
      </w:r>
      <w:r w:rsidR="00EA518F">
        <w:t xml:space="preserve"> </w:t>
      </w:r>
      <w:r w:rsidRPr="00EA518F">
        <w:t>надо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уравнения</w:t>
      </w:r>
      <w:r w:rsidR="00EA518F">
        <w:t xml:space="preserve"> </w:t>
      </w:r>
      <w:r w:rsidR="00E8503A">
        <w:pict>
          <v:shape id="_x0000_i1216" type="#_x0000_t75" style="width:57pt;height:39pt" fillcolor="window">
            <v:imagedata r:id="rId188" o:title=""/>
          </v:shape>
        </w:pic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выбрать</w:t>
      </w:r>
      <w:r w:rsidR="00EA518F">
        <w:t xml:space="preserve"> </w:t>
      </w:r>
      <w:r w:rsidRPr="00EA518F">
        <w:t>его</w:t>
      </w:r>
      <w:r w:rsidR="00EA518F">
        <w:t xml:space="preserve"> </w:t>
      </w:r>
      <w:r w:rsidRPr="00EA518F">
        <w:t>наименьший</w:t>
      </w:r>
      <w:r w:rsidR="00EA518F">
        <w:t xml:space="preserve"> </w:t>
      </w:r>
      <w:r w:rsidRPr="00EA518F">
        <w:t>корень.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корни</w:t>
      </w:r>
      <w:r w:rsidR="00EA518F">
        <w:t xml:space="preserve"> </w:t>
      </w:r>
      <w:r w:rsidRPr="00EA518F">
        <w:t>уравнения</w:t>
      </w:r>
      <w:r w:rsidR="00EA518F">
        <w:t xml:space="preserve"> </w:t>
      </w:r>
      <w:r w:rsidRPr="00EA518F">
        <w:t>больше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берется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="00EA518F">
        <w:rPr>
          <w:vertAlign w:val="subscript"/>
        </w:rPr>
        <w:t xml:space="preserve"> </w:t>
      </w:r>
      <w:r w:rsidRPr="00EA518F">
        <w:t>=</w:t>
      </w:r>
      <w:r w:rsidR="00EA518F">
        <w:t xml:space="preserve"> </w:t>
      </w:r>
      <w:r w:rsidRPr="00EA518F">
        <w:t>1.</w:t>
      </w:r>
      <w:r w:rsidR="00EA518F">
        <w:t xml:space="preserve"> </w:t>
      </w:r>
      <w:r w:rsidRPr="00EA518F">
        <w:t>Затем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f(X</w:t>
      </w:r>
      <w:r w:rsidRPr="00EA518F">
        <w:rPr>
          <w:vertAlign w:val="superscript"/>
        </w:rPr>
        <w:t>(k+1)</w:t>
      </w:r>
      <w:r w:rsidRPr="00EA518F">
        <w:t>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выясняют</w:t>
      </w:r>
      <w:r w:rsidR="00EA518F">
        <w:t xml:space="preserve"> </w:t>
      </w:r>
      <w:r w:rsidRPr="00EA518F">
        <w:t>необходимость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(k+2)</w:t>
      </w:r>
      <w:r w:rsidRPr="00EA518F">
        <w:t>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такая</w:t>
      </w:r>
      <w:r w:rsidR="00EA518F">
        <w:t xml:space="preserve"> </w:t>
      </w:r>
      <w:r w:rsidRPr="00EA518F">
        <w:t>необходимость</w:t>
      </w:r>
      <w:r w:rsidR="00EA518F">
        <w:t xml:space="preserve"> </w:t>
      </w:r>
      <w:r w:rsidRPr="00EA518F">
        <w:t>имеется,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вычисляют</w:t>
      </w:r>
      <w:r w:rsidR="00EA518F">
        <w:t xml:space="preserve"> </w:t>
      </w:r>
      <w:r w:rsidRPr="00EA518F">
        <w:t>градиент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соответствующей</w:t>
      </w:r>
      <w:r w:rsidR="00EA518F">
        <w:t xml:space="preserve"> </w:t>
      </w:r>
      <w:r w:rsidRPr="00EA518F">
        <w:t>задаче</w:t>
      </w:r>
      <w:r w:rsidR="00EA518F">
        <w:t xml:space="preserve"> </w:t>
      </w:r>
      <w:r w:rsidRPr="00EA518F">
        <w:t>линейного</w:t>
      </w:r>
      <w:r w:rsidR="00EA518F">
        <w:t xml:space="preserve"> </w:t>
      </w:r>
      <w:r w:rsidRPr="00EA518F">
        <w:t>программирования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решают</w:t>
      </w:r>
      <w:r w:rsidR="00EA518F">
        <w:t xml:space="preserve"> </w:t>
      </w:r>
      <w:r w:rsidRPr="00EA518F">
        <w:t>ее.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координаты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(k+2)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необходимость</w:t>
      </w:r>
      <w:r w:rsidR="00EA518F">
        <w:t xml:space="preserve"> </w:t>
      </w:r>
      <w:r w:rsidRPr="00EA518F">
        <w:t>дальнейших</w:t>
      </w:r>
      <w:r w:rsidR="00EA518F">
        <w:t xml:space="preserve"> </w:t>
      </w:r>
      <w:r w:rsidRPr="00EA518F">
        <w:t>вычислений.</w:t>
      </w:r>
      <w:r w:rsidR="00EA518F">
        <w:t xml:space="preserve"> </w:t>
      </w:r>
      <w:r w:rsidRPr="00EA518F">
        <w:t>После</w:t>
      </w:r>
      <w:r w:rsidR="00EA518F">
        <w:t xml:space="preserve"> </w:t>
      </w:r>
      <w:r w:rsidRPr="00EA518F">
        <w:t>конечного</w:t>
      </w:r>
      <w:r w:rsidR="00EA518F">
        <w:t xml:space="preserve"> </w:t>
      </w:r>
      <w:r w:rsidRPr="00EA518F">
        <w:t>числа</w:t>
      </w:r>
      <w:r w:rsidR="00EA518F">
        <w:t xml:space="preserve"> </w:t>
      </w:r>
      <w:r w:rsidRPr="00EA518F">
        <w:t>шагов</w:t>
      </w:r>
      <w:r w:rsidR="00EA518F">
        <w:t xml:space="preserve"> </w:t>
      </w:r>
      <w:r w:rsidRPr="00EA518F">
        <w:t>получают</w:t>
      </w:r>
      <w:r w:rsidR="00EA518F">
        <w:t xml:space="preserve"> </w:t>
      </w:r>
      <w:r w:rsidRPr="00EA518F">
        <w:t>с</w:t>
      </w:r>
      <w:r w:rsidR="00EA518F">
        <w:t xml:space="preserve"> </w:t>
      </w:r>
      <w:r w:rsidRPr="00EA518F">
        <w:t>необходимой</w:t>
      </w:r>
      <w:r w:rsidR="00EA518F">
        <w:t xml:space="preserve"> </w:t>
      </w:r>
      <w:r w:rsidRPr="00EA518F">
        <w:t>точностью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этапы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задачи</w:t>
      </w:r>
      <w:r w:rsidR="00EA518F">
        <w:t xml:space="preserve"> </w:t>
      </w:r>
      <w:r w:rsidRPr="00EA518F">
        <w:t>методом</w:t>
      </w:r>
      <w:r w:rsidR="00EA518F">
        <w:t xml:space="preserve"> </w:t>
      </w:r>
      <w:r w:rsidRPr="00EA518F">
        <w:t>Франка-Вулфа</w:t>
      </w:r>
      <w:r w:rsidR="00EA518F">
        <w:t xml:space="preserve"> </w:t>
      </w:r>
      <w:r w:rsidRPr="00EA518F">
        <w:t>заключаются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следующем: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1.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одно</w:t>
      </w:r>
      <w:r w:rsidR="00EA518F">
        <w:t xml:space="preserve"> </w:t>
      </w:r>
      <w:r w:rsidRPr="00EA518F">
        <w:t>из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2.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градиент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допустимого</w:t>
      </w:r>
      <w:r w:rsidR="00EA518F">
        <w:t xml:space="preserve"> </w:t>
      </w:r>
      <w:r w:rsidRPr="00EA518F">
        <w:t>решения.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3.</w:t>
      </w:r>
      <w:r w:rsidR="00EA518F">
        <w:t xml:space="preserve"> </w:t>
      </w:r>
      <w:r w:rsidRPr="00EA518F">
        <w:t>Строят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ее</w:t>
      </w:r>
      <w:r w:rsidR="00EA518F">
        <w:t xml:space="preserve"> </w:t>
      </w:r>
      <w:r w:rsidRPr="00EA518F">
        <w:t>максимальное</w:t>
      </w:r>
      <w:r w:rsidR="00EA518F">
        <w:t xml:space="preserve"> </w:t>
      </w:r>
      <w:r w:rsidRPr="00EA518F">
        <w:t>значение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условиях</w:t>
      </w:r>
      <w:r w:rsidR="00EA518F">
        <w:t xml:space="preserve"> </w:t>
      </w:r>
      <w:r w:rsidRPr="00EA518F">
        <w:t>исходной</w:t>
      </w:r>
      <w:r w:rsidR="00EA518F">
        <w:t xml:space="preserve"> </w:t>
      </w:r>
      <w:r w:rsidRPr="00EA518F">
        <w:t>задачи.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4.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вычислений.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5.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(k+1)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="00EA518F">
        <w:t xml:space="preserve"> </w:t>
      </w:r>
      <w:r w:rsidRPr="00EA518F">
        <w:t>+</w:t>
      </w:r>
      <w:r w:rsidR="00EA518F">
        <w:t xml:space="preserve"> </w:t>
      </w:r>
      <w:r w:rsidRPr="00EA518F">
        <w:rPr>
          <w:szCs w:val="28"/>
        </w:rPr>
        <w:sym w:font="Symbol" w:char="F06C"/>
      </w:r>
      <w:r w:rsidRPr="00EA518F">
        <w:rPr>
          <w:vertAlign w:val="subscript"/>
        </w:rPr>
        <w:t>k</w:t>
      </w:r>
      <w:r w:rsidRPr="00EA518F">
        <w:t>(Z</w:t>
      </w:r>
      <w:r w:rsidRPr="00EA518F">
        <w:rPr>
          <w:vertAlign w:val="superscript"/>
        </w:rPr>
        <w:t>(k)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X</w:t>
      </w:r>
      <w:r w:rsidRPr="00EA518F">
        <w:rPr>
          <w:vertAlign w:val="superscript"/>
        </w:rPr>
        <w:t>(k)</w:t>
      </w:r>
      <w:r w:rsidRPr="00EA518F">
        <w:t>)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следующее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Проверяют</w:t>
      </w:r>
      <w:r w:rsidR="00EA518F">
        <w:t xml:space="preserve"> </w:t>
      </w:r>
      <w:r w:rsidRPr="00EA518F">
        <w:t>необходимость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следующему</w:t>
      </w:r>
      <w:r w:rsidR="00EA518F">
        <w:t xml:space="preserve"> </w:t>
      </w:r>
      <w:r w:rsidRPr="00EA518F">
        <w:t>допустимому</w:t>
      </w:r>
      <w:r w:rsidR="00EA518F">
        <w:t xml:space="preserve"> </w:t>
      </w:r>
      <w:r w:rsidRPr="00EA518F">
        <w:t>решению.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случае</w:t>
      </w:r>
      <w:r w:rsidR="00EA518F">
        <w:t xml:space="preserve"> </w:t>
      </w:r>
      <w:r w:rsidRPr="00EA518F">
        <w:t>необходимости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этапу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необходимости</w:t>
      </w:r>
      <w:r w:rsidR="00EA518F">
        <w:t xml:space="preserve"> </w:t>
      </w:r>
      <w:r w:rsidRPr="00EA518F">
        <w:t>нет,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приемлемое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найдено.</w:t>
      </w:r>
    </w:p>
    <w:p w:rsidR="007B6CD4" w:rsidRPr="00EA518F" w:rsidRDefault="007B6CD4" w:rsidP="00EA518F">
      <w:pPr>
        <w:pStyle w:val="3"/>
        <w:widowControl w:val="0"/>
        <w:spacing w:before="0" w:after="0" w:line="360" w:lineRule="auto"/>
        <w:ind w:left="0" w:firstLine="709"/>
        <w:jc w:val="both"/>
        <w:rPr>
          <w:b w:val="0"/>
        </w:rPr>
      </w:pPr>
      <w:r w:rsidRPr="00EA518F">
        <w:rPr>
          <w:b w:val="0"/>
        </w:rPr>
        <w:t>Метод</w:t>
      </w:r>
      <w:r w:rsidR="00EA518F">
        <w:rPr>
          <w:b w:val="0"/>
        </w:rPr>
        <w:t xml:space="preserve"> </w:t>
      </w:r>
      <w:r w:rsidRPr="00EA518F">
        <w:rPr>
          <w:b w:val="0"/>
        </w:rPr>
        <w:t>штрафных</w:t>
      </w:r>
      <w:r w:rsidR="00EA518F">
        <w:rPr>
          <w:b w:val="0"/>
        </w:rPr>
        <w:t xml:space="preserve"> </w:t>
      </w:r>
      <w:r w:rsidRPr="00EA518F">
        <w:rPr>
          <w:b w:val="0"/>
        </w:rPr>
        <w:t>функций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Пусть</w:t>
      </w:r>
      <w:r w:rsidR="00EA518F">
        <w:t xml:space="preserve"> </w:t>
      </w:r>
      <w:r w:rsidRPr="00EA518F">
        <w:t>имеем</w:t>
      </w:r>
      <w:r w:rsidR="00EA518F">
        <w:t xml:space="preserve"> </w:t>
      </w:r>
      <w:r w:rsidRPr="00EA518F">
        <w:t>вогнутую</w:t>
      </w:r>
      <w:r w:rsidR="00EA518F">
        <w:t xml:space="preserve"> </w:t>
      </w:r>
      <w:r w:rsidRPr="00EA518F">
        <w:t>функцию</w:t>
      </w:r>
      <w:r w:rsidR="00EA518F">
        <w:t xml:space="preserve"> </w:t>
      </w:r>
      <w:r w:rsidRPr="00EA518F">
        <w:t>f(x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).</w:t>
      </w:r>
      <w:r w:rsidR="00EA518F">
        <w:t xml:space="preserve"> </w:t>
      </w:r>
      <w:r w:rsidRPr="00EA518F">
        <w:t>Необходимо</w:t>
      </w:r>
      <w:r w:rsidR="00EA518F">
        <w:t xml:space="preserve"> </w:t>
      </w:r>
      <w:r w:rsidRPr="00EA518F">
        <w:t>найти</w:t>
      </w:r>
      <w:r w:rsidR="00EA518F">
        <w:t xml:space="preserve"> </w:t>
      </w:r>
      <w:r w:rsidRPr="00EA518F">
        <w:t>максимум</w:t>
      </w:r>
      <w:r w:rsidR="00EA518F">
        <w:t xml:space="preserve"> </w:t>
      </w:r>
      <w:r w:rsidRPr="00EA518F">
        <w:t>этой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условиях: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i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rPr>
          <w:szCs w:val="28"/>
        </w:rPr>
        <w:sym w:font="Symbol" w:char="F0A3"/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i</w:t>
      </w:r>
      <w:r w:rsidRPr="00EA518F">
        <w:t>,</w:t>
      </w:r>
      <w:r w:rsidR="00EA518F">
        <w:t xml:space="preserve"> </w:t>
      </w:r>
      <w:r w:rsidRPr="00EA518F">
        <w:t>(i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1,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...,m),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j</w:t>
      </w:r>
      <w:r w:rsidR="00EA518F">
        <w:t xml:space="preserve"> </w:t>
      </w:r>
      <w:r w:rsidRPr="00EA518F">
        <w:rPr>
          <w:szCs w:val="28"/>
        </w:rPr>
        <w:sym w:font="Symbol" w:char="F0B3"/>
      </w:r>
      <w:r w:rsidR="00EA518F">
        <w:t xml:space="preserve"> </w:t>
      </w:r>
      <w:r w:rsidRPr="00EA518F">
        <w:t>0,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выпуклые</w:t>
      </w:r>
      <w:r w:rsidR="00EA518F">
        <w:t xml:space="preserve"> </w:t>
      </w:r>
      <w:r w:rsidRPr="00EA518F">
        <w:t>функции.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Строится</w:t>
      </w:r>
      <w:r w:rsidR="00EA518F">
        <w:t xml:space="preserve"> </w:t>
      </w:r>
      <w:r w:rsidRPr="00EA518F">
        <w:t>функция: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f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)+H</w:t>
      </w:r>
      <w:r w:rsidR="00EA518F">
        <w:t xml:space="preserve"> </w:t>
      </w:r>
      <w:r w:rsidRPr="00EA518F">
        <w:t>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),</w:t>
      </w:r>
      <w:r w:rsidR="00EA518F">
        <w:t xml:space="preserve"> </w:t>
      </w:r>
      <w:r w:rsidRPr="00EA518F">
        <w:t>где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H(x</w:t>
      </w:r>
      <w:r w:rsidRPr="00EA518F">
        <w:rPr>
          <w:vertAlign w:val="subscript"/>
        </w:rPr>
        <w:t>1</w:t>
      </w:r>
      <w:r w:rsidRPr="00EA518F">
        <w:t>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2</w:t>
      </w:r>
      <w:r w:rsidRPr="00EA518F">
        <w:t>,</w:t>
      </w:r>
      <w:r w:rsidR="00EA518F">
        <w:t xml:space="preserve"> </w:t>
      </w:r>
      <w:r w:rsidRPr="00EA518F">
        <w:t>...,</w:t>
      </w:r>
      <w:r w:rsidR="00EA518F">
        <w:t xml:space="preserve"> </w:t>
      </w:r>
      <w:r w:rsidRPr="00EA518F">
        <w:t>x</w:t>
      </w:r>
      <w:r w:rsidRPr="00EA518F">
        <w:rPr>
          <w:vertAlign w:val="subscript"/>
        </w:rPr>
        <w:t>n</w:t>
      </w:r>
      <w:r w:rsidRPr="00EA518F">
        <w:t>)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системой</w:t>
      </w:r>
      <w:r w:rsidR="00EA518F">
        <w:t xml:space="preserve"> </w:t>
      </w:r>
      <w:r w:rsidRPr="00EA518F">
        <w:t>ограничений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называется</w:t>
      </w:r>
      <w:r w:rsidR="00EA518F">
        <w:t xml:space="preserve"> </w:t>
      </w:r>
      <w:r w:rsidRPr="00EA518F">
        <w:t>штрафной</w:t>
      </w:r>
      <w:r w:rsidR="00EA518F">
        <w:t xml:space="preserve"> </w:t>
      </w:r>
      <w:r w:rsidRPr="00EA518F">
        <w:t>функцией.</w:t>
      </w:r>
      <w:r w:rsidR="00EA518F">
        <w:t xml:space="preserve"> </w:t>
      </w:r>
      <w:r w:rsidRPr="00EA518F">
        <w:t>Она</w:t>
      </w:r>
      <w:r w:rsidR="00EA518F">
        <w:t xml:space="preserve"> </w:t>
      </w:r>
      <w:r w:rsidRPr="00EA518F">
        <w:t>может</w:t>
      </w:r>
      <w:r w:rsidR="00EA518F">
        <w:t xml:space="preserve"> </w:t>
      </w:r>
      <w:r w:rsidRPr="00EA518F">
        <w:t>быть</w:t>
      </w:r>
      <w:r w:rsidR="00EA518F">
        <w:t xml:space="preserve"> </w:t>
      </w:r>
      <w:r w:rsidRPr="00EA518F">
        <w:t>построена</w:t>
      </w:r>
      <w:r w:rsidR="00EA518F">
        <w:t xml:space="preserve"> </w:t>
      </w:r>
      <w:r w:rsidRPr="00EA518F">
        <w:t>многими</w:t>
      </w:r>
      <w:r w:rsidR="00EA518F">
        <w:t xml:space="preserve"> </w:t>
      </w:r>
      <w:r w:rsidRPr="00EA518F">
        <w:t>способами.</w:t>
      </w:r>
      <w:r w:rsidR="00EA518F">
        <w:t xml:space="preserve"> </w:t>
      </w:r>
      <w:r w:rsidRPr="00EA518F">
        <w:t>Чаще</w:t>
      </w:r>
      <w:r w:rsidR="00EA518F">
        <w:t xml:space="preserve"> </w:t>
      </w:r>
      <w:r w:rsidRPr="00EA518F">
        <w:t>всего</w:t>
      </w:r>
      <w:r w:rsidR="00EA518F">
        <w:t xml:space="preserve"> </w:t>
      </w:r>
      <w:r w:rsidRPr="00EA518F">
        <w:t>эта</w:t>
      </w:r>
      <w:r w:rsidR="00EA518F">
        <w:t xml:space="preserve"> </w:t>
      </w:r>
      <w:r w:rsidRPr="00EA518F">
        <w:t>функция</w:t>
      </w:r>
      <w:r w:rsidR="00EA518F">
        <w:t xml:space="preserve"> </w:t>
      </w:r>
      <w:r w:rsidRPr="00EA518F">
        <w:t>строится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виде:</w:t>
      </w:r>
    </w:p>
    <w:p w:rsidR="006A3B67" w:rsidRDefault="006A3B67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17" type="#_x0000_t75" style="width:351.75pt;height:45pt" fillcolor="window">
            <v:imagedata r:id="rId189" o:title=""/>
          </v:shape>
        </w:pict>
      </w:r>
      <w:r w:rsidR="007B6CD4" w:rsidRPr="00EA518F">
        <w:t>,</w:t>
      </w:r>
      <w:r w:rsidR="00EA518F">
        <w:t xml:space="preserve"> </w:t>
      </w:r>
      <w:r w:rsidR="007B6CD4" w:rsidRPr="00EA518F">
        <w:t>где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18" type="#_x0000_t75" style="width:147.75pt;height:42.75pt" fillcolor="window">
            <v:imagedata r:id="rId190" o:title=""/>
          </v:shape>
        </w:pict>
      </w:r>
      <w:r w:rsidR="00EA518F">
        <w:t xml:space="preserve"> </w:t>
      </w:r>
      <w:r w:rsidR="007B6CD4" w:rsidRPr="00EA518F">
        <w:tab/>
        <w:t>a</w:t>
      </w:r>
      <w:r w:rsidR="007B6CD4" w:rsidRPr="00EA518F">
        <w:rPr>
          <w:vertAlign w:val="subscript"/>
        </w:rPr>
        <w:t>i</w:t>
      </w:r>
      <w:r w:rsidR="00EA518F">
        <w:t xml:space="preserve"> </w:t>
      </w:r>
      <w:r w:rsidR="007B6CD4" w:rsidRPr="00EA518F">
        <w:noBreakHyphen/>
      </w:r>
      <w:r w:rsidR="00EA518F">
        <w:t xml:space="preserve"> </w:t>
      </w:r>
      <w:r w:rsidR="007B6CD4" w:rsidRPr="00EA518F">
        <w:t>весовые</w:t>
      </w:r>
      <w:r w:rsidR="00EA518F">
        <w:t xml:space="preserve"> </w:t>
      </w:r>
      <w:r w:rsidR="007B6CD4" w:rsidRPr="00EA518F">
        <w:t>коэффициенты,</w:t>
      </w:r>
    </w:p>
    <w:p w:rsidR="007B6CD4" w:rsidRPr="00EA518F" w:rsidRDefault="007B6CD4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 w:rsidRPr="00EA518F">
        <w:t>q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=</w:t>
      </w:r>
      <w:r w:rsidR="00EA518F">
        <w:t xml:space="preserve"> </w:t>
      </w:r>
      <w:r w:rsidRPr="00EA518F">
        <w:t>b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g</w:t>
      </w:r>
      <w:r w:rsidRPr="00EA518F">
        <w:rPr>
          <w:vertAlign w:val="subscript"/>
        </w:rPr>
        <w:t>i</w:t>
      </w:r>
      <w:r w:rsidR="00EA518F">
        <w:rPr>
          <w:vertAlign w:val="subscript"/>
        </w:rPr>
        <w:t xml:space="preserve"> </w:t>
      </w:r>
      <w:r w:rsidRPr="00EA518F">
        <w:t>.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Используя</w:t>
      </w:r>
      <w:r w:rsidR="00EA518F">
        <w:t xml:space="preserve"> </w:t>
      </w:r>
      <w:r w:rsidRPr="00EA518F">
        <w:t>H,</w:t>
      </w:r>
      <w:r w:rsidR="00EA518F">
        <w:t xml:space="preserve"> </w:t>
      </w:r>
      <w:r w:rsidRPr="00EA518F">
        <w:t>последовательно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одной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другой</w:t>
      </w:r>
      <w:r w:rsidR="00EA518F">
        <w:t xml:space="preserve"> </w:t>
      </w:r>
      <w:r w:rsidRPr="00EA518F">
        <w:t>до</w:t>
      </w:r>
      <w:r w:rsidR="00EA518F">
        <w:t xml:space="preserve"> </w:t>
      </w:r>
      <w:r w:rsidRPr="00EA518F">
        <w:t>тех</w:t>
      </w:r>
      <w:r w:rsidR="00EA518F">
        <w:t xml:space="preserve"> </w:t>
      </w:r>
      <w:r w:rsidRPr="00EA518F">
        <w:t>пор,</w:t>
      </w:r>
      <w:r w:rsidR="00EA518F">
        <w:t xml:space="preserve"> </w:t>
      </w:r>
      <w:r w:rsidRPr="00EA518F">
        <w:t>пока</w:t>
      </w:r>
      <w:r w:rsidR="00EA518F">
        <w:t xml:space="preserve"> </w:t>
      </w:r>
      <w:r w:rsidRPr="00EA518F">
        <w:t>получится</w:t>
      </w:r>
      <w:r w:rsidR="00EA518F">
        <w:t xml:space="preserve"> </w:t>
      </w:r>
      <w:r w:rsidRPr="00EA518F">
        <w:t>приемлемое</w:t>
      </w:r>
      <w:r w:rsidR="00EA518F">
        <w:t xml:space="preserve"> </w:t>
      </w:r>
      <w:r w:rsidRPr="00EA518F">
        <w:t>решение.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</w:t>
      </w:r>
      <w:r w:rsidR="00EA518F">
        <w:t xml:space="preserve"> </w:t>
      </w:r>
      <w:r w:rsidRPr="00EA518F">
        <w:t>координаты</w:t>
      </w:r>
      <w:r w:rsidR="00EA518F">
        <w:t xml:space="preserve"> </w:t>
      </w:r>
      <w:r w:rsidRPr="00EA518F">
        <w:t>последующей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находят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формуле:</w:t>
      </w:r>
    </w:p>
    <w:p w:rsidR="007B6CD4" w:rsidRPr="00EA518F" w:rsidRDefault="00E8503A" w:rsidP="00EA518F">
      <w:pPr>
        <w:pStyle w:val="afc"/>
        <w:keepNext/>
        <w:widowControl w:val="0"/>
        <w:spacing w:before="0" w:after="0" w:line="360" w:lineRule="auto"/>
        <w:ind w:left="0" w:firstLine="709"/>
        <w:jc w:val="both"/>
      </w:pPr>
      <w:r>
        <w:pict>
          <v:shape id="_x0000_i1219" type="#_x0000_t75" style="width:305.25pt;height:48.75pt" fillcolor="window">
            <v:imagedata r:id="rId191" o:title=""/>
          </v:shape>
        </w:pict>
      </w:r>
      <w:r w:rsidR="007B6CD4" w:rsidRPr="00EA518F">
        <w:tab/>
      </w:r>
      <w:r w:rsidR="00EA518F">
        <w:t xml:space="preserve"> </w:t>
      </w:r>
      <w:r w:rsidR="007B6CD4" w:rsidRPr="00EA518F">
        <w:t>(Б.3)</w:t>
      </w:r>
    </w:p>
    <w:p w:rsidR="006A3B67" w:rsidRDefault="006A3B67" w:rsidP="00EA518F">
      <w:pPr>
        <w:keepNext/>
        <w:widowControl w:val="0"/>
        <w:spacing w:line="360" w:lineRule="auto"/>
        <w:ind w:firstLine="709"/>
      </w:pP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Из</w:t>
      </w:r>
      <w:r w:rsidR="00EA518F">
        <w:t xml:space="preserve"> </w:t>
      </w:r>
      <w:r w:rsidRPr="00EA518F">
        <w:t>(Б.3)</w:t>
      </w:r>
      <w:r w:rsidR="00EA518F">
        <w:t xml:space="preserve"> </w:t>
      </w:r>
      <w:r w:rsidRPr="00EA518F">
        <w:t>следует,</w:t>
      </w:r>
      <w:r w:rsidR="00EA518F">
        <w:t xml:space="preserve"> </w:t>
      </w:r>
      <w:r w:rsidRPr="00EA518F">
        <w:t>что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предыдущая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второе</w:t>
      </w:r>
      <w:r w:rsidR="00EA518F">
        <w:t xml:space="preserve"> </w:t>
      </w:r>
      <w:r w:rsidRPr="00EA518F">
        <w:t>слагаемое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квадратных</w:t>
      </w:r>
      <w:r w:rsidR="00EA518F">
        <w:t xml:space="preserve"> </w:t>
      </w:r>
      <w:r w:rsidRPr="00EA518F">
        <w:t>скобках</w:t>
      </w:r>
      <w:r w:rsidR="00EA518F">
        <w:t xml:space="preserve"> </w:t>
      </w:r>
      <w:r w:rsidRPr="00EA518F">
        <w:t>равно</w:t>
      </w:r>
      <w:r w:rsidR="00EA518F">
        <w:t xml:space="preserve"> </w:t>
      </w:r>
      <w:r w:rsidRPr="00EA518F">
        <w:t>0,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переход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последующей</w:t>
      </w:r>
      <w:r w:rsidR="00EA518F">
        <w:t xml:space="preserve"> </w:t>
      </w:r>
      <w:r w:rsidRPr="00EA518F">
        <w:t>точке</w:t>
      </w:r>
      <w:r w:rsidR="00EA518F">
        <w:t xml:space="preserve"> </w:t>
      </w:r>
      <w:r w:rsidRPr="00EA518F">
        <w:t>определяется</w:t>
      </w:r>
      <w:r w:rsidR="00EA518F">
        <w:t xml:space="preserve"> </w:t>
      </w:r>
      <w:r w:rsidRPr="00EA518F">
        <w:t>только</w:t>
      </w:r>
      <w:r w:rsidR="00EA518F">
        <w:t xml:space="preserve"> </w:t>
      </w:r>
      <w:r w:rsidRPr="00EA518F">
        <w:t>градиентом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же</w:t>
      </w:r>
      <w:r w:rsidR="00EA518F">
        <w:t xml:space="preserve"> </w:t>
      </w:r>
      <w:r w:rsidRPr="00EA518F">
        <w:t>предыдущая</w:t>
      </w:r>
      <w:r w:rsidR="00EA518F">
        <w:t xml:space="preserve"> </w:t>
      </w:r>
      <w:r w:rsidRPr="00EA518F">
        <w:t>точка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принадлежит</w:t>
      </w:r>
      <w:r w:rsidR="00EA518F">
        <w:t xml:space="preserve"> </w:t>
      </w:r>
      <w:r w:rsidRPr="00EA518F">
        <w:t>области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за</w:t>
      </w:r>
      <w:r w:rsidR="00EA518F">
        <w:t xml:space="preserve"> </w:t>
      </w:r>
      <w:r w:rsidRPr="00EA518F">
        <w:t>счет</w:t>
      </w:r>
      <w:r w:rsidR="00EA518F">
        <w:t xml:space="preserve"> </w:t>
      </w:r>
      <w:r w:rsidRPr="00EA518F">
        <w:t>указанного</w:t>
      </w:r>
      <w:r w:rsidR="00EA518F">
        <w:t xml:space="preserve"> </w:t>
      </w:r>
      <w:r w:rsidRPr="00EA518F">
        <w:t>слагаемого</w:t>
      </w:r>
      <w:r w:rsidR="00EA518F">
        <w:t xml:space="preserve"> </w:t>
      </w:r>
      <w:r w:rsidRPr="00EA518F">
        <w:t>на</w:t>
      </w:r>
      <w:r w:rsidR="00EA518F">
        <w:t xml:space="preserve"> </w:t>
      </w:r>
      <w:r w:rsidRPr="00EA518F">
        <w:t>последующих</w:t>
      </w:r>
      <w:r w:rsidR="00EA518F">
        <w:t xml:space="preserve"> </w:t>
      </w:r>
      <w:r w:rsidRPr="00EA518F">
        <w:t>итерациях</w:t>
      </w:r>
      <w:r w:rsidR="00EA518F">
        <w:t xml:space="preserve"> </w:t>
      </w:r>
      <w:r w:rsidRPr="00EA518F">
        <w:t>достигается</w:t>
      </w:r>
      <w:r w:rsidR="00EA518F">
        <w:t xml:space="preserve"> </w:t>
      </w:r>
      <w:r w:rsidRPr="00EA518F">
        <w:t>возвращение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решений.</w:t>
      </w:r>
      <w:r w:rsidR="00EA518F">
        <w:t xml:space="preserve"> </w:t>
      </w:r>
      <w:r w:rsidRPr="00EA518F">
        <w:t>При</w:t>
      </w:r>
      <w:r w:rsidR="00EA518F">
        <w:t xml:space="preserve"> </w:t>
      </w:r>
      <w:r w:rsidRPr="00EA518F">
        <w:t>этом,</w:t>
      </w:r>
      <w:r w:rsidR="00EA518F">
        <w:t xml:space="preserve"> </w:t>
      </w:r>
      <w:r w:rsidRPr="00EA518F">
        <w:t>чем</w:t>
      </w:r>
      <w:r w:rsidR="00EA518F">
        <w:t xml:space="preserve"> </w:t>
      </w:r>
      <w:r w:rsidRPr="00EA518F">
        <w:t>меньше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rPr>
          <w:vertAlign w:val="subscript"/>
        </w:rPr>
        <w:t xml:space="preserve"> </w:t>
      </w:r>
      <w:r w:rsidRPr="00EA518F">
        <w:rPr>
          <w:vertAlign w:val="subscript"/>
        </w:rPr>
        <w:t>i</w:t>
      </w:r>
      <w:r w:rsidRPr="00EA518F">
        <w:t>,</w:t>
      </w:r>
      <w:r w:rsidR="00EA518F">
        <w:t xml:space="preserve"> </w:t>
      </w:r>
      <w:r w:rsidRPr="00EA518F">
        <w:t>тем</w:t>
      </w:r>
      <w:r w:rsidR="00EA518F">
        <w:t xml:space="preserve"> </w:t>
      </w:r>
      <w:r w:rsidRPr="00EA518F">
        <w:t>быстрее</w:t>
      </w:r>
      <w:r w:rsidR="00EA518F">
        <w:t xml:space="preserve"> </w:t>
      </w:r>
      <w:r w:rsidRPr="00EA518F">
        <w:t>находится</w:t>
      </w:r>
      <w:r w:rsidR="00EA518F">
        <w:t xml:space="preserve"> </w:t>
      </w:r>
      <w:r w:rsidRPr="00EA518F">
        <w:t>приемлемое</w:t>
      </w:r>
      <w:r w:rsidR="00EA518F">
        <w:t xml:space="preserve"> </w:t>
      </w:r>
      <w:r w:rsidRPr="00EA518F">
        <w:t>решение,</w:t>
      </w:r>
      <w:r w:rsidR="00EA518F">
        <w:t xml:space="preserve"> </w:t>
      </w:r>
      <w:r w:rsidRPr="00EA518F">
        <w:t>но</w:t>
      </w:r>
      <w:r w:rsidR="00EA518F">
        <w:t xml:space="preserve"> </w:t>
      </w:r>
      <w:r w:rsidRPr="00EA518F">
        <w:t>точность</w:t>
      </w:r>
      <w:r w:rsidR="00EA518F">
        <w:t xml:space="preserve"> </w:t>
      </w:r>
      <w:r w:rsidRPr="00EA518F">
        <w:t>определения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снижается.</w:t>
      </w:r>
      <w:r w:rsidR="00EA518F">
        <w:t xml:space="preserve"> </w:t>
      </w:r>
      <w:r w:rsidRPr="00EA518F">
        <w:t>Поэтому</w:t>
      </w:r>
      <w:r w:rsidR="00EA518F">
        <w:t xml:space="preserve"> </w:t>
      </w:r>
      <w:r w:rsidRPr="00EA518F">
        <w:t>в</w:t>
      </w:r>
      <w:r w:rsidR="00EA518F">
        <w:t xml:space="preserve"> </w:t>
      </w:r>
      <w:r w:rsidRPr="00EA518F">
        <w:t>начале</w:t>
      </w:r>
      <w:r w:rsidR="00EA518F">
        <w:t xml:space="preserve"> </w:t>
      </w:r>
      <w:r w:rsidRPr="00EA518F">
        <w:rPr>
          <w:lang w:val="en-US"/>
        </w:rPr>
        <w:t></w:t>
      </w:r>
      <w:r w:rsidR="00EA518F">
        <w:rPr>
          <w:vertAlign w:val="subscript"/>
        </w:rPr>
        <w:t xml:space="preserve"> </w:t>
      </w:r>
      <w:r w:rsidRPr="00EA518F">
        <w:rPr>
          <w:vertAlign w:val="subscript"/>
        </w:rPr>
        <w:t>i</w:t>
      </w:r>
      <w:r w:rsidR="00EA518F">
        <w:t xml:space="preserve"> </w:t>
      </w:r>
      <w:r w:rsidRPr="00EA518F">
        <w:t>берут</w:t>
      </w:r>
      <w:r w:rsidR="00EA518F">
        <w:t xml:space="preserve"> </w:t>
      </w:r>
      <w:r w:rsidRPr="00EA518F">
        <w:t>малым,</w:t>
      </w:r>
      <w:r w:rsidR="00EA518F">
        <w:t xml:space="preserve"> </w:t>
      </w:r>
      <w:r w:rsidRPr="00EA518F">
        <w:t>постепенно</w:t>
      </w:r>
      <w:r w:rsidR="00EA518F">
        <w:t xml:space="preserve"> </w:t>
      </w:r>
      <w:r w:rsidRPr="00EA518F">
        <w:t>увеличивая.</w:t>
      </w:r>
    </w:p>
    <w:p w:rsidR="007B6CD4" w:rsidRPr="00EA518F" w:rsidRDefault="007B6CD4" w:rsidP="00EA518F">
      <w:pPr>
        <w:keepNext/>
        <w:widowControl w:val="0"/>
        <w:spacing w:line="360" w:lineRule="auto"/>
        <w:ind w:firstLine="709"/>
      </w:pPr>
      <w:r w:rsidRPr="00EA518F">
        <w:t>Итак,</w:t>
      </w:r>
      <w:r w:rsidR="00EA518F">
        <w:t xml:space="preserve"> </w:t>
      </w:r>
      <w:r w:rsidRPr="00EA518F">
        <w:t>процесс</w:t>
      </w:r>
      <w:r w:rsidR="00EA518F">
        <w:t xml:space="preserve"> </w:t>
      </w:r>
      <w:r w:rsidRPr="00EA518F">
        <w:t>решения</w:t>
      </w:r>
      <w:r w:rsidR="00EA518F">
        <w:t xml:space="preserve"> </w:t>
      </w:r>
      <w:r w:rsidRPr="00EA518F">
        <w:t>включает</w:t>
      </w:r>
      <w:r w:rsidR="00EA518F">
        <w:t xml:space="preserve"> </w:t>
      </w:r>
      <w:r w:rsidRPr="00EA518F">
        <w:t>этапы: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Определяют</w:t>
      </w:r>
      <w:r w:rsidR="00EA518F">
        <w:t xml:space="preserve"> </w:t>
      </w:r>
      <w:r w:rsidRPr="00EA518F">
        <w:t>исходное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решение.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Выбирают</w:t>
      </w:r>
      <w:r w:rsidR="00EA518F">
        <w:t xml:space="preserve"> </w:t>
      </w:r>
      <w:r w:rsidRPr="00EA518F">
        <w:t>шаг</w:t>
      </w:r>
      <w:r w:rsidR="00EA518F">
        <w:t xml:space="preserve"> </w:t>
      </w:r>
      <w:r w:rsidRPr="00EA518F">
        <w:t>вычислений.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Находят</w:t>
      </w:r>
      <w:r w:rsidR="00EA518F">
        <w:t xml:space="preserve"> </w:t>
      </w:r>
      <w:r w:rsidRPr="00EA518F">
        <w:t>по</w:t>
      </w:r>
      <w:r w:rsidR="00EA518F">
        <w:t xml:space="preserve"> </w:t>
      </w:r>
      <w:r w:rsidRPr="00EA518F">
        <w:t>всем</w:t>
      </w:r>
      <w:r w:rsidR="00EA518F">
        <w:t xml:space="preserve"> </w:t>
      </w:r>
      <w:r w:rsidRPr="00EA518F">
        <w:t>переменным</w:t>
      </w:r>
      <w:r w:rsidR="00EA518F">
        <w:t xml:space="preserve"> </w:t>
      </w:r>
      <w:r w:rsidRPr="00EA518F">
        <w:t>частные</w:t>
      </w:r>
      <w:r w:rsidR="00EA518F">
        <w:t xml:space="preserve"> </w:t>
      </w:r>
      <w:r w:rsidRPr="00EA518F">
        <w:t>производные</w:t>
      </w:r>
      <w:r w:rsidR="00EA518F">
        <w:t xml:space="preserve"> </w:t>
      </w:r>
      <w:r w:rsidRPr="00EA518F">
        <w:t>от</w:t>
      </w:r>
      <w:r w:rsidR="00EA518F">
        <w:t xml:space="preserve"> </w:t>
      </w:r>
      <w:r w:rsidRPr="00EA518F">
        <w:t>целевой</w:t>
      </w:r>
      <w:r w:rsidR="00EA518F">
        <w:t xml:space="preserve"> </w:t>
      </w:r>
      <w:r w:rsidRPr="00EA518F">
        <w:t>функции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функций,</w:t>
      </w:r>
      <w:r w:rsidR="00EA518F">
        <w:t xml:space="preserve"> </w:t>
      </w:r>
      <w:r w:rsidRPr="00EA518F">
        <w:t>определяющих</w:t>
      </w:r>
      <w:r w:rsidR="00EA518F">
        <w:t xml:space="preserve"> </w:t>
      </w:r>
      <w:r w:rsidRPr="00EA518F">
        <w:t>область</w:t>
      </w:r>
      <w:r w:rsidR="00EA518F">
        <w:t xml:space="preserve"> </w:t>
      </w:r>
      <w:r w:rsidRPr="00EA518F">
        <w:t>допустимых</w:t>
      </w:r>
      <w:r w:rsidR="00EA518F">
        <w:t xml:space="preserve"> </w:t>
      </w:r>
      <w:r w:rsidRPr="00EA518F">
        <w:t>решений</w:t>
      </w:r>
      <w:r w:rsidR="00EA518F">
        <w:t xml:space="preserve"> </w:t>
      </w:r>
      <w:r w:rsidRPr="00EA518F">
        <w:t>задачи.</w:t>
      </w:r>
      <w:r w:rsidR="00EA518F">
        <w:t xml:space="preserve"> 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По</w:t>
      </w:r>
      <w:r w:rsidR="00EA518F">
        <w:t xml:space="preserve"> </w:t>
      </w:r>
      <w:r w:rsidRPr="00EA518F">
        <w:t>(Б.3)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координаты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-</w:t>
      </w:r>
      <w:r w:rsidR="00EA518F">
        <w:t xml:space="preserve"> </w:t>
      </w:r>
      <w:r w:rsidRPr="00EA518F">
        <w:t>возможное</w:t>
      </w:r>
      <w:r w:rsidR="00EA518F">
        <w:t xml:space="preserve"> </w:t>
      </w:r>
      <w:r w:rsidRPr="00EA518F">
        <w:t>новое</w:t>
      </w:r>
      <w:r w:rsidR="00EA518F">
        <w:t xml:space="preserve"> </w:t>
      </w:r>
      <w:r w:rsidRPr="00EA518F">
        <w:t>решение.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Проверяют,</w:t>
      </w:r>
      <w:r w:rsidR="00EA518F">
        <w:t xml:space="preserve"> </w:t>
      </w:r>
      <w:r w:rsidRPr="00EA518F">
        <w:t>удовлетворяют</w:t>
      </w:r>
      <w:r w:rsidR="00EA518F">
        <w:t xml:space="preserve"> </w:t>
      </w:r>
      <w:r w:rsidRPr="00EA518F">
        <w:t>ли</w:t>
      </w:r>
      <w:r w:rsidR="00EA518F">
        <w:t xml:space="preserve"> </w:t>
      </w:r>
      <w:r w:rsidRPr="00EA518F">
        <w:t>координаты</w:t>
      </w:r>
      <w:r w:rsidR="00EA518F">
        <w:t xml:space="preserve"> </w:t>
      </w:r>
      <w:r w:rsidRPr="00EA518F">
        <w:t>найденной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системе</w:t>
      </w:r>
      <w:r w:rsidR="00EA518F">
        <w:t xml:space="preserve"> </w:t>
      </w:r>
      <w:r w:rsidRPr="00EA518F">
        <w:t>ограничений</w:t>
      </w:r>
      <w:r w:rsidR="00EA518F">
        <w:t xml:space="preserve"> </w:t>
      </w:r>
      <w:r w:rsidRPr="00EA518F">
        <w:t>задачи.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не</w:t>
      </w:r>
      <w:r w:rsidR="00EA518F">
        <w:t xml:space="preserve"> </w:t>
      </w:r>
      <w:r w:rsidRPr="00EA518F">
        <w:t>удовлетворяют,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следующему</w:t>
      </w:r>
      <w:r w:rsidR="00EA518F">
        <w:t xml:space="preserve"> </w:t>
      </w:r>
      <w:r w:rsidRPr="00EA518F">
        <w:t>этапу.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координаты</w:t>
      </w:r>
      <w:r w:rsidR="00EA518F">
        <w:t xml:space="preserve"> </w:t>
      </w:r>
      <w:r w:rsidRPr="00EA518F">
        <w:t>найденной</w:t>
      </w:r>
      <w:r w:rsidR="00EA518F">
        <w:t xml:space="preserve"> </w:t>
      </w:r>
      <w:r w:rsidRPr="00EA518F">
        <w:t>точки</w:t>
      </w:r>
      <w:r w:rsidR="00EA518F">
        <w:t xml:space="preserve"> </w:t>
      </w:r>
      <w:r w:rsidRPr="00EA518F">
        <w:t>определяют</w:t>
      </w:r>
      <w:r w:rsidR="00EA518F">
        <w:t xml:space="preserve"> </w:t>
      </w:r>
      <w:r w:rsidRPr="00EA518F">
        <w:t>допустимое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задачи,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исследуют</w:t>
      </w:r>
      <w:r w:rsidR="00EA518F">
        <w:t xml:space="preserve"> </w:t>
      </w:r>
      <w:r w:rsidRPr="00EA518F">
        <w:t>необходимость</w:t>
      </w:r>
      <w:r w:rsidR="00EA518F">
        <w:t xml:space="preserve"> </w:t>
      </w:r>
      <w:r w:rsidRPr="00EA518F">
        <w:t>перехода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последующему</w:t>
      </w:r>
      <w:r w:rsidR="00EA518F">
        <w:t xml:space="preserve"> </w:t>
      </w:r>
      <w:r w:rsidRPr="00EA518F">
        <w:t>решению.</w:t>
      </w:r>
      <w:r w:rsidR="00EA518F">
        <w:t xml:space="preserve"> </w:t>
      </w:r>
      <w:r w:rsidRPr="00EA518F">
        <w:t>Если</w:t>
      </w:r>
      <w:r w:rsidR="00EA518F">
        <w:t xml:space="preserve"> </w:t>
      </w:r>
      <w:r w:rsidRPr="00EA518F">
        <w:t>такой</w:t>
      </w:r>
      <w:r w:rsidR="00EA518F">
        <w:t xml:space="preserve"> </w:t>
      </w:r>
      <w:r w:rsidRPr="00EA518F">
        <w:t>переход</w:t>
      </w:r>
      <w:r w:rsidR="00EA518F">
        <w:t xml:space="preserve"> </w:t>
      </w:r>
      <w:r w:rsidRPr="00EA518F">
        <w:t>необходим,</w:t>
      </w:r>
      <w:r w:rsidR="00EA518F">
        <w:t xml:space="preserve"> </w:t>
      </w:r>
      <w:r w:rsidRPr="00EA518F">
        <w:t>то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пункту</w:t>
      </w:r>
      <w:r w:rsidR="00EA518F">
        <w:t xml:space="preserve"> </w:t>
      </w:r>
      <w:r w:rsidRPr="00EA518F">
        <w:t>2,</w:t>
      </w:r>
      <w:r w:rsidR="00EA518F">
        <w:t xml:space="preserve"> </w:t>
      </w:r>
      <w:r w:rsidRPr="00EA518F">
        <w:t>иначе</w:t>
      </w:r>
      <w:r w:rsidR="00EA518F">
        <w:t xml:space="preserve"> </w:t>
      </w:r>
      <w:r w:rsidRPr="00EA518F">
        <w:t>решение</w:t>
      </w:r>
      <w:r w:rsidR="00EA518F">
        <w:t xml:space="preserve"> </w:t>
      </w:r>
      <w:r w:rsidRPr="00EA518F">
        <w:t>найдено.</w:t>
      </w:r>
    </w:p>
    <w:p w:rsidR="007B6CD4" w:rsidRPr="00EA518F" w:rsidRDefault="007B6CD4" w:rsidP="00EA518F">
      <w:pPr>
        <w:keepNext/>
        <w:widowControl w:val="0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0" w:firstLine="709"/>
      </w:pPr>
      <w:r w:rsidRPr="00EA518F">
        <w:t>Устанавливаются</w:t>
      </w:r>
      <w:r w:rsidR="00EA518F">
        <w:t xml:space="preserve"> </w:t>
      </w:r>
      <w:r w:rsidRPr="00EA518F">
        <w:t>значения</w:t>
      </w:r>
      <w:r w:rsidR="00EA518F">
        <w:t xml:space="preserve"> </w:t>
      </w:r>
      <w:r w:rsidRPr="00EA518F">
        <w:t>весовых</w:t>
      </w:r>
      <w:r w:rsidR="00EA518F">
        <w:t xml:space="preserve"> </w:t>
      </w:r>
      <w:r w:rsidRPr="00EA518F">
        <w:t>коэффициентов</w:t>
      </w:r>
      <w:r w:rsidR="00EA518F">
        <w:t xml:space="preserve"> </w:t>
      </w:r>
      <w:r w:rsidRPr="00EA518F">
        <w:t>и</w:t>
      </w:r>
      <w:r w:rsidR="00EA518F">
        <w:t xml:space="preserve"> </w:t>
      </w:r>
      <w:r w:rsidRPr="00EA518F">
        <w:t>переходят</w:t>
      </w:r>
      <w:r w:rsidR="00EA518F">
        <w:t xml:space="preserve"> </w:t>
      </w:r>
      <w:r w:rsidRPr="00EA518F">
        <w:t>к</w:t>
      </w:r>
      <w:r w:rsidR="00EA518F">
        <w:t xml:space="preserve"> </w:t>
      </w:r>
      <w:r w:rsidRPr="00EA518F">
        <w:t>этапу</w:t>
      </w:r>
      <w:r w:rsidR="00EA518F">
        <w:t xml:space="preserve"> </w:t>
      </w:r>
      <w:r w:rsidRPr="00EA518F">
        <w:t>4.</w:t>
      </w:r>
      <w:bookmarkStart w:id="15" w:name="_GoBack"/>
      <w:bookmarkEnd w:id="15"/>
    </w:p>
    <w:sectPr w:rsidR="007B6CD4" w:rsidRPr="00EA518F" w:rsidSect="00EA518F">
      <w:pgSz w:w="11907" w:h="16840" w:code="9"/>
      <w:pgMar w:top="1134" w:right="851" w:bottom="1134" w:left="1701" w:header="284" w:footer="130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4A9" w:rsidRDefault="00BB34A9">
      <w:r>
        <w:separator/>
      </w:r>
    </w:p>
  </w:endnote>
  <w:endnote w:type="continuationSeparator" w:id="0">
    <w:p w:rsidR="00BB34A9" w:rsidRDefault="00BB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4A9" w:rsidRDefault="00BB34A9">
      <w:r>
        <w:separator/>
      </w:r>
    </w:p>
  </w:footnote>
  <w:footnote w:type="continuationSeparator" w:id="0">
    <w:p w:rsidR="00BB34A9" w:rsidRDefault="00BB3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54BC4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A88EC48E"/>
    <w:lvl w:ilvl="0">
      <w:numFmt w:val="decimal"/>
      <w:pStyle w:val="a"/>
      <w:lvlText w:val="*"/>
      <w:lvlJc w:val="left"/>
      <w:rPr>
        <w:rFonts w:cs="Times New Roman"/>
      </w:rPr>
    </w:lvl>
  </w:abstractNum>
  <w:abstractNum w:abstractNumId="2">
    <w:nsid w:val="06F87A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00F48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330C04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F6B07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13F5E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129"/>
    <w:rsid w:val="006A3B67"/>
    <w:rsid w:val="007B6CD4"/>
    <w:rsid w:val="00B44129"/>
    <w:rsid w:val="00BB34A9"/>
    <w:rsid w:val="00C60733"/>
    <w:rsid w:val="00D50441"/>
    <w:rsid w:val="00E8503A"/>
    <w:rsid w:val="00EA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1"/>
    <o:shapelayout v:ext="edit">
      <o:idmap v:ext="edit" data="1"/>
    </o:shapelayout>
  </w:shapeDefaults>
  <w:decimalSymbol w:val=","/>
  <w:listSeparator w:val=";"/>
  <w14:defaultImageDpi w14:val="0"/>
  <w15:chartTrackingRefBased/>
  <w15:docId w15:val="{13E0912B-EFB9-4EFD-93A3-CDED8EB6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2" w:lineRule="auto"/>
      <w:ind w:firstLine="567"/>
      <w:jc w:val="both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pPr>
      <w:keepNext/>
      <w:pBdr>
        <w:top w:val="single" w:sz="12" w:space="1" w:color="auto"/>
        <w:bottom w:val="single" w:sz="12" w:space="1" w:color="auto"/>
      </w:pBdr>
      <w:tabs>
        <w:tab w:val="left" w:pos="3686"/>
      </w:tabs>
      <w:spacing w:before="480" w:after="120"/>
      <w:jc w:val="right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"/>
    <w:qFormat/>
    <w:pPr>
      <w:keepNext/>
      <w:tabs>
        <w:tab w:val="left" w:pos="1135"/>
        <w:tab w:val="left" w:pos="3686"/>
      </w:tabs>
      <w:suppressAutoHyphens/>
      <w:spacing w:before="240" w:after="120"/>
      <w:ind w:left="1134" w:hanging="1134"/>
      <w:jc w:val="left"/>
      <w:outlineLvl w:val="1"/>
    </w:pPr>
    <w:rPr>
      <w:b/>
      <w:shadow/>
      <w:sz w:val="32"/>
    </w:rPr>
  </w:style>
  <w:style w:type="paragraph" w:styleId="3">
    <w:name w:val="heading 3"/>
    <w:basedOn w:val="a0"/>
    <w:next w:val="a1"/>
    <w:link w:val="30"/>
    <w:uiPriority w:val="9"/>
    <w:qFormat/>
    <w:pPr>
      <w:keepNext/>
      <w:tabs>
        <w:tab w:val="left" w:pos="568"/>
        <w:tab w:val="left" w:pos="3686"/>
      </w:tabs>
      <w:spacing w:before="240" w:after="120"/>
      <w:ind w:left="567" w:hanging="567"/>
      <w:jc w:val="left"/>
      <w:outlineLvl w:val="2"/>
    </w:pPr>
    <w:rPr>
      <w:b/>
    </w:rPr>
  </w:style>
  <w:style w:type="paragraph" w:styleId="4">
    <w:name w:val="heading 4"/>
    <w:basedOn w:val="a0"/>
    <w:next w:val="a1"/>
    <w:link w:val="40"/>
    <w:uiPriority w:val="9"/>
    <w:qFormat/>
    <w:pPr>
      <w:tabs>
        <w:tab w:val="left" w:pos="3686"/>
      </w:tabs>
      <w:spacing w:before="360" w:after="120"/>
      <w:ind w:left="284" w:firstLine="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1"/>
    <w:link w:val="50"/>
    <w:uiPriority w:val="9"/>
    <w:qFormat/>
    <w:pPr>
      <w:ind w:left="708"/>
      <w:outlineLvl w:val="4"/>
    </w:pPr>
    <w:rPr>
      <w:rFonts w:ascii="Arial" w:hAnsi="Arial"/>
      <w:b/>
      <w:sz w:val="20"/>
    </w:rPr>
  </w:style>
  <w:style w:type="paragraph" w:styleId="6">
    <w:name w:val="heading 6"/>
    <w:basedOn w:val="a0"/>
    <w:next w:val="a1"/>
    <w:link w:val="60"/>
    <w:uiPriority w:val="9"/>
    <w:qFormat/>
    <w:pPr>
      <w:ind w:left="708"/>
      <w:outlineLvl w:val="5"/>
    </w:pPr>
    <w:rPr>
      <w:rFonts w:ascii="Arial" w:hAnsi="Arial"/>
      <w:sz w:val="20"/>
      <w:u w:val="single"/>
    </w:rPr>
  </w:style>
  <w:style w:type="paragraph" w:styleId="7">
    <w:name w:val="heading 7"/>
    <w:basedOn w:val="a0"/>
    <w:next w:val="a1"/>
    <w:link w:val="70"/>
    <w:uiPriority w:val="9"/>
    <w:qFormat/>
    <w:pPr>
      <w:ind w:left="708"/>
      <w:outlineLvl w:val="6"/>
    </w:pPr>
    <w:rPr>
      <w:rFonts w:ascii="Arial" w:hAnsi="Arial"/>
      <w:i/>
      <w:sz w:val="20"/>
    </w:rPr>
  </w:style>
  <w:style w:type="paragraph" w:styleId="8">
    <w:name w:val="heading 8"/>
    <w:basedOn w:val="a0"/>
    <w:next w:val="a1"/>
    <w:link w:val="80"/>
    <w:uiPriority w:val="9"/>
    <w:qFormat/>
    <w:pPr>
      <w:ind w:left="708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1"/>
    <w:link w:val="90"/>
    <w:uiPriority w:val="9"/>
    <w:qFormat/>
    <w:pPr>
      <w:ind w:left="708"/>
      <w:outlineLvl w:val="8"/>
    </w:pPr>
    <w:rPr>
      <w:rFonts w:ascii="Arial" w:hAnsi="Arial"/>
      <w:i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1">
    <w:name w:val="Normal Indent"/>
    <w:basedOn w:val="a0"/>
    <w:uiPriority w:val="99"/>
    <w:pPr>
      <w:ind w:left="708"/>
    </w:pPr>
  </w:style>
  <w:style w:type="paragraph" w:styleId="31">
    <w:name w:val="toc 3"/>
    <w:basedOn w:val="a0"/>
    <w:next w:val="a0"/>
    <w:uiPriority w:val="39"/>
    <w:semiHidden/>
    <w:pPr>
      <w:ind w:left="560"/>
      <w:jc w:val="left"/>
    </w:pPr>
    <w:rPr>
      <w:i/>
      <w:sz w:val="20"/>
    </w:rPr>
  </w:style>
  <w:style w:type="paragraph" w:styleId="21">
    <w:name w:val="toc 2"/>
    <w:basedOn w:val="a0"/>
    <w:next w:val="a0"/>
    <w:uiPriority w:val="39"/>
    <w:semiHidden/>
    <w:pPr>
      <w:tabs>
        <w:tab w:val="right" w:leader="dot" w:pos="8778"/>
      </w:tabs>
      <w:ind w:left="1276" w:hanging="992"/>
      <w:jc w:val="left"/>
    </w:pPr>
    <w:rPr>
      <w:smallCaps/>
      <w:noProof/>
      <w:sz w:val="24"/>
    </w:rPr>
  </w:style>
  <w:style w:type="paragraph" w:styleId="11">
    <w:name w:val="toc 1"/>
    <w:basedOn w:val="a0"/>
    <w:next w:val="a0"/>
    <w:uiPriority w:val="39"/>
    <w:semiHidden/>
    <w:pPr>
      <w:tabs>
        <w:tab w:val="right" w:leader="dot" w:pos="8778"/>
      </w:tabs>
      <w:spacing w:before="120" w:after="120"/>
      <w:ind w:firstLine="0"/>
      <w:jc w:val="left"/>
    </w:pPr>
    <w:rPr>
      <w:b/>
      <w:caps/>
      <w:noProof/>
      <w:sz w:val="24"/>
    </w:rPr>
  </w:style>
  <w:style w:type="paragraph" w:styleId="71">
    <w:name w:val="index 7"/>
    <w:basedOn w:val="a0"/>
    <w:next w:val="a0"/>
    <w:uiPriority w:val="99"/>
    <w:semiHidden/>
    <w:pPr>
      <w:ind w:left="1698"/>
    </w:pPr>
  </w:style>
  <w:style w:type="paragraph" w:styleId="61">
    <w:name w:val="index 6"/>
    <w:basedOn w:val="a0"/>
    <w:next w:val="a0"/>
    <w:uiPriority w:val="99"/>
    <w:semiHidden/>
    <w:pPr>
      <w:ind w:left="1415"/>
    </w:pPr>
  </w:style>
  <w:style w:type="paragraph" w:styleId="51">
    <w:name w:val="index 5"/>
    <w:basedOn w:val="a0"/>
    <w:next w:val="a0"/>
    <w:uiPriority w:val="99"/>
    <w:semiHidden/>
    <w:pPr>
      <w:ind w:left="1132"/>
    </w:pPr>
  </w:style>
  <w:style w:type="paragraph" w:styleId="41">
    <w:name w:val="index 4"/>
    <w:basedOn w:val="a0"/>
    <w:next w:val="a0"/>
    <w:uiPriority w:val="99"/>
    <w:semiHidden/>
    <w:pPr>
      <w:ind w:left="849"/>
    </w:pPr>
  </w:style>
  <w:style w:type="paragraph" w:styleId="32">
    <w:name w:val="index 3"/>
    <w:basedOn w:val="a0"/>
    <w:next w:val="a0"/>
    <w:uiPriority w:val="99"/>
    <w:semiHidden/>
    <w:pPr>
      <w:ind w:left="566"/>
    </w:pPr>
  </w:style>
  <w:style w:type="paragraph" w:styleId="22">
    <w:name w:val="index 2"/>
    <w:basedOn w:val="a0"/>
    <w:next w:val="a0"/>
    <w:uiPriority w:val="99"/>
    <w:semiHidden/>
    <w:pPr>
      <w:ind w:left="283"/>
    </w:pPr>
  </w:style>
  <w:style w:type="paragraph" w:styleId="12">
    <w:name w:val="index 1"/>
    <w:basedOn w:val="a0"/>
    <w:next w:val="a0"/>
    <w:uiPriority w:val="99"/>
    <w:semiHidden/>
  </w:style>
  <w:style w:type="character" w:styleId="a5">
    <w:name w:val="line number"/>
    <w:uiPriority w:val="99"/>
    <w:rPr>
      <w:rFonts w:cs="Times New Roman"/>
    </w:rPr>
  </w:style>
  <w:style w:type="paragraph" w:styleId="a6">
    <w:name w:val="index heading"/>
    <w:basedOn w:val="a0"/>
    <w:next w:val="12"/>
    <w:uiPriority w:val="99"/>
    <w:semiHidden/>
  </w:style>
  <w:style w:type="paragraph" w:styleId="a7">
    <w:name w:val="footer"/>
    <w:basedOn w:val="a0"/>
    <w:link w:val="a8"/>
    <w:uiPriority w:val="99"/>
    <w:pPr>
      <w:tabs>
        <w:tab w:val="left" w:pos="3686"/>
        <w:tab w:val="center" w:pos="4252"/>
        <w:tab w:val="right" w:pos="8504"/>
      </w:tabs>
      <w:ind w:firstLine="0"/>
    </w:pPr>
    <w:rPr>
      <w:rFonts w:ascii="Arial" w:hAnsi="Arial"/>
      <w:sz w:val="32"/>
    </w:rPr>
  </w:style>
  <w:style w:type="character" w:customStyle="1" w:styleId="a8">
    <w:name w:val="Нижній колонтитул Знак"/>
    <w:link w:val="a7"/>
    <w:uiPriority w:val="99"/>
    <w:semiHidden/>
    <w:rPr>
      <w:sz w:val="28"/>
    </w:rPr>
  </w:style>
  <w:style w:type="paragraph" w:styleId="a9">
    <w:name w:val="header"/>
    <w:basedOn w:val="a0"/>
    <w:link w:val="aa"/>
    <w:uiPriority w:val="99"/>
    <w:pPr>
      <w:tabs>
        <w:tab w:val="center" w:pos="4819"/>
        <w:tab w:val="right" w:pos="9071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8"/>
    </w:rPr>
  </w:style>
  <w:style w:type="character" w:styleId="ab">
    <w:name w:val="footnote reference"/>
    <w:uiPriority w:val="99"/>
    <w:semiHidden/>
    <w:rPr>
      <w:rFonts w:cs="Times New Roman"/>
      <w:position w:val="6"/>
      <w:sz w:val="16"/>
    </w:rPr>
  </w:style>
  <w:style w:type="paragraph" w:styleId="ac">
    <w:name w:val="footnote text"/>
    <w:basedOn w:val="a0"/>
    <w:link w:val="ad"/>
    <w:uiPriority w:val="99"/>
    <w:semiHidden/>
    <w:rPr>
      <w:sz w:val="20"/>
    </w:rPr>
  </w:style>
  <w:style w:type="character" w:customStyle="1" w:styleId="ad">
    <w:name w:val="Текст виноски Знак"/>
    <w:link w:val="ac"/>
    <w:uiPriority w:val="99"/>
    <w:semiHidden/>
  </w:style>
  <w:style w:type="paragraph" w:customStyle="1" w:styleId="ae">
    <w:name w:val="литератЗаг"/>
    <w:basedOn w:val="a0"/>
    <w:pPr>
      <w:keepNext/>
      <w:tabs>
        <w:tab w:val="left" w:pos="1135"/>
        <w:tab w:val="left" w:pos="3686"/>
      </w:tabs>
      <w:ind w:firstLine="0"/>
    </w:pPr>
    <w:rPr>
      <w:b/>
      <w:spacing w:val="120"/>
    </w:rPr>
  </w:style>
  <w:style w:type="paragraph" w:customStyle="1" w:styleId="af">
    <w:name w:val="литература"/>
    <w:basedOn w:val="a0"/>
    <w:pPr>
      <w:tabs>
        <w:tab w:val="decimal" w:leader="middleDot" w:pos="0"/>
      </w:tabs>
      <w:ind w:left="454" w:hanging="454"/>
    </w:pPr>
    <w:rPr>
      <w:rFonts w:ascii="Arial" w:hAnsi="Arial"/>
      <w:sz w:val="24"/>
    </w:rPr>
  </w:style>
  <w:style w:type="paragraph" w:customStyle="1" w:styleId="Bullet">
    <w:name w:val="Bullet"/>
    <w:basedOn w:val="a0"/>
    <w:pPr>
      <w:tabs>
        <w:tab w:val="left" w:pos="568"/>
      </w:tabs>
      <w:spacing w:after="60"/>
      <w:ind w:left="1416" w:hanging="426"/>
      <w:jc w:val="left"/>
    </w:pPr>
  </w:style>
  <w:style w:type="paragraph" w:customStyle="1" w:styleId="af0">
    <w:name w:val="вопросы"/>
    <w:basedOn w:val="a0"/>
    <w:pPr>
      <w:tabs>
        <w:tab w:val="left" w:pos="-426"/>
      </w:tabs>
      <w:ind w:firstLine="284"/>
    </w:pPr>
    <w:rPr>
      <w:b/>
      <w:i/>
    </w:rPr>
  </w:style>
  <w:style w:type="paragraph" w:customStyle="1" w:styleId="af1">
    <w:name w:val="Таблица"/>
    <w:basedOn w:val="a0"/>
    <w:pPr>
      <w:tabs>
        <w:tab w:val="left" w:pos="3686"/>
      </w:tabs>
      <w:ind w:firstLine="0"/>
      <w:jc w:val="center"/>
    </w:pPr>
  </w:style>
  <w:style w:type="paragraph" w:customStyle="1" w:styleId="af2">
    <w:name w:val="эпиграф"/>
    <w:basedOn w:val="a0"/>
    <w:pPr>
      <w:tabs>
        <w:tab w:val="left" w:pos="3686"/>
      </w:tabs>
      <w:spacing w:after="240"/>
      <w:ind w:left="5670" w:right="85" w:firstLine="568"/>
      <w:jc w:val="right"/>
    </w:pPr>
    <w:rPr>
      <w:rFonts w:ascii="Arial" w:hAnsi="Arial"/>
      <w:b/>
      <w:sz w:val="24"/>
    </w:rPr>
  </w:style>
  <w:style w:type="paragraph" w:customStyle="1" w:styleId="13">
    <w:name w:val="Вопрос1"/>
    <w:basedOn w:val="a0"/>
    <w:pPr>
      <w:ind w:left="709" w:hanging="709"/>
    </w:pPr>
  </w:style>
  <w:style w:type="paragraph" w:customStyle="1" w:styleId="14">
    <w:name w:val="Таблица1"/>
    <w:basedOn w:val="af1"/>
    <w:pPr>
      <w:keepNext/>
      <w:tabs>
        <w:tab w:val="clear" w:pos="3686"/>
      </w:tabs>
      <w:spacing w:before="120" w:after="120"/>
      <w:jc w:val="right"/>
    </w:pPr>
  </w:style>
  <w:style w:type="paragraph" w:customStyle="1" w:styleId="af3">
    <w:name w:val="Загтаб"/>
    <w:basedOn w:val="a0"/>
    <w:pPr>
      <w:keepNext/>
      <w:spacing w:after="120"/>
      <w:ind w:firstLine="0"/>
      <w:jc w:val="center"/>
    </w:pPr>
  </w:style>
  <w:style w:type="paragraph" w:customStyle="1" w:styleId="af4">
    <w:name w:val="Примечание"/>
    <w:basedOn w:val="a0"/>
    <w:pPr>
      <w:ind w:firstLine="851"/>
    </w:pPr>
    <w:rPr>
      <w:sz w:val="24"/>
    </w:rPr>
  </w:style>
  <w:style w:type="character" w:styleId="af5">
    <w:name w:val="page number"/>
    <w:uiPriority w:val="99"/>
    <w:rPr>
      <w:rFonts w:cs="Times New Roman"/>
      <w:b/>
    </w:rPr>
  </w:style>
  <w:style w:type="paragraph" w:styleId="af6">
    <w:name w:val="Title"/>
    <w:basedOn w:val="a0"/>
    <w:link w:val="af7"/>
    <w:uiPriority w:val="10"/>
    <w:qFormat/>
    <w:pPr>
      <w:tabs>
        <w:tab w:val="left" w:pos="284"/>
        <w:tab w:val="left" w:pos="8364"/>
      </w:tabs>
      <w:ind w:firstLine="0"/>
      <w:jc w:val="center"/>
    </w:pPr>
    <w:rPr>
      <w:rFonts w:ascii="Arial" w:hAnsi="Arial"/>
      <w:b/>
      <w:sz w:val="32"/>
    </w:rPr>
  </w:style>
  <w:style w:type="character" w:customStyle="1" w:styleId="af7">
    <w:name w:val="Назва Знак"/>
    <w:link w:val="af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Body Text Indent"/>
    <w:basedOn w:val="a0"/>
    <w:link w:val="af9"/>
    <w:uiPriority w:val="99"/>
    <w:pPr>
      <w:tabs>
        <w:tab w:val="left" w:pos="1134"/>
      </w:tabs>
    </w:pPr>
  </w:style>
  <w:style w:type="character" w:customStyle="1" w:styleId="af9">
    <w:name w:val="Основний текст з відступом Знак"/>
    <w:link w:val="af8"/>
    <w:uiPriority w:val="99"/>
    <w:semiHidden/>
    <w:rPr>
      <w:sz w:val="28"/>
    </w:rPr>
  </w:style>
  <w:style w:type="paragraph" w:customStyle="1" w:styleId="afa">
    <w:name w:val="Пункт плана"/>
    <w:basedOn w:val="a0"/>
    <w:pPr>
      <w:tabs>
        <w:tab w:val="left" w:pos="1134"/>
      </w:tabs>
      <w:ind w:left="284" w:hanging="284"/>
      <w:jc w:val="left"/>
    </w:pPr>
  </w:style>
  <w:style w:type="paragraph" w:customStyle="1" w:styleId="afb">
    <w:name w:val="Достоинство"/>
    <w:basedOn w:val="a0"/>
    <w:pPr>
      <w:tabs>
        <w:tab w:val="left" w:pos="1134"/>
      </w:tabs>
      <w:ind w:left="567" w:hanging="283"/>
      <w:jc w:val="left"/>
    </w:pPr>
  </w:style>
  <w:style w:type="paragraph" w:customStyle="1" w:styleId="afc">
    <w:name w:val="Достоинства"/>
    <w:basedOn w:val="afb"/>
    <w:pPr>
      <w:tabs>
        <w:tab w:val="clear" w:pos="1134"/>
        <w:tab w:val="center" w:pos="4536"/>
        <w:tab w:val="right" w:pos="8789"/>
      </w:tabs>
      <w:spacing w:before="120" w:after="120"/>
      <w:ind w:left="284" w:firstLine="0"/>
      <w:jc w:val="center"/>
    </w:pPr>
  </w:style>
  <w:style w:type="paragraph" w:styleId="a">
    <w:name w:val="List Bullet"/>
    <w:basedOn w:val="a0"/>
    <w:autoRedefine/>
    <w:uiPriority w:val="99"/>
    <w:pPr>
      <w:numPr>
        <w:numId w:val="3"/>
      </w:numPr>
      <w:ind w:left="849"/>
    </w:pPr>
  </w:style>
  <w:style w:type="paragraph" w:customStyle="1" w:styleId="e2">
    <w:name w:val="заголeвок 2"/>
    <w:basedOn w:val="a0"/>
    <w:next w:val="a0"/>
    <w:pPr>
      <w:keepNext/>
      <w:widowControl w:val="0"/>
      <w:tabs>
        <w:tab w:val="left" w:pos="1135"/>
        <w:tab w:val="left" w:pos="3686"/>
      </w:tabs>
      <w:suppressAutoHyphens/>
      <w:spacing w:before="120"/>
      <w:ind w:left="1134" w:hanging="1134"/>
    </w:pPr>
    <w:rPr>
      <w:rFonts w:ascii="Arial" w:hAnsi="Arial"/>
      <w:b/>
    </w:rPr>
  </w:style>
  <w:style w:type="paragraph" w:customStyle="1" w:styleId="33">
    <w:name w:val="заголовок 3"/>
    <w:basedOn w:val="a0"/>
    <w:next w:val="afd"/>
    <w:pPr>
      <w:keepNext/>
      <w:widowControl w:val="0"/>
      <w:tabs>
        <w:tab w:val="left" w:pos="568"/>
        <w:tab w:val="left" w:pos="3686"/>
      </w:tabs>
      <w:spacing w:before="240" w:after="120"/>
      <w:ind w:left="567" w:hanging="567"/>
    </w:pPr>
    <w:rPr>
      <w:rFonts w:ascii="Arial" w:hAnsi="Arial"/>
      <w:b/>
    </w:rPr>
  </w:style>
  <w:style w:type="paragraph" w:customStyle="1" w:styleId="afd">
    <w:name w:val="Обычный текст с отступом"/>
    <w:basedOn w:val="a0"/>
    <w:pPr>
      <w:widowControl w:val="0"/>
      <w:ind w:left="708"/>
    </w:pPr>
    <w:rPr>
      <w:rFonts w:ascii="Arial" w:hAnsi="Arial"/>
    </w:rPr>
  </w:style>
  <w:style w:type="paragraph" w:styleId="42">
    <w:name w:val="toc 4"/>
    <w:basedOn w:val="a0"/>
    <w:next w:val="a0"/>
    <w:autoRedefine/>
    <w:uiPriority w:val="39"/>
    <w:semiHidden/>
    <w:pPr>
      <w:ind w:left="840"/>
      <w:jc w:val="left"/>
    </w:pPr>
    <w:rPr>
      <w:sz w:val="18"/>
    </w:rPr>
  </w:style>
  <w:style w:type="paragraph" w:styleId="52">
    <w:name w:val="toc 5"/>
    <w:basedOn w:val="a0"/>
    <w:next w:val="a0"/>
    <w:autoRedefine/>
    <w:uiPriority w:val="39"/>
    <w:semiHidden/>
    <w:pPr>
      <w:ind w:left="1120"/>
      <w:jc w:val="left"/>
    </w:pPr>
    <w:rPr>
      <w:sz w:val="18"/>
    </w:rPr>
  </w:style>
  <w:style w:type="paragraph" w:styleId="62">
    <w:name w:val="toc 6"/>
    <w:basedOn w:val="a0"/>
    <w:next w:val="a0"/>
    <w:autoRedefine/>
    <w:uiPriority w:val="39"/>
    <w:semiHidden/>
    <w:pPr>
      <w:ind w:left="1400"/>
      <w:jc w:val="left"/>
    </w:pPr>
    <w:rPr>
      <w:sz w:val="18"/>
    </w:rPr>
  </w:style>
  <w:style w:type="paragraph" w:styleId="72">
    <w:name w:val="toc 7"/>
    <w:basedOn w:val="a0"/>
    <w:next w:val="a0"/>
    <w:autoRedefine/>
    <w:uiPriority w:val="39"/>
    <w:semiHidden/>
    <w:pPr>
      <w:ind w:left="1680"/>
      <w:jc w:val="left"/>
    </w:pPr>
    <w:rPr>
      <w:sz w:val="18"/>
    </w:rPr>
  </w:style>
  <w:style w:type="paragraph" w:styleId="81">
    <w:name w:val="toc 8"/>
    <w:basedOn w:val="a0"/>
    <w:next w:val="a0"/>
    <w:autoRedefine/>
    <w:uiPriority w:val="39"/>
    <w:semiHidden/>
    <w:pPr>
      <w:ind w:left="1960"/>
      <w:jc w:val="left"/>
    </w:pPr>
    <w:rPr>
      <w:sz w:val="18"/>
    </w:rPr>
  </w:style>
  <w:style w:type="paragraph" w:styleId="91">
    <w:name w:val="toc 9"/>
    <w:basedOn w:val="a0"/>
    <w:next w:val="a0"/>
    <w:autoRedefine/>
    <w:uiPriority w:val="39"/>
    <w:semiHidden/>
    <w:pPr>
      <w:ind w:left="2240"/>
      <w:jc w:val="left"/>
    </w:pPr>
    <w:rPr>
      <w:sz w:val="18"/>
    </w:rPr>
  </w:style>
  <w:style w:type="paragraph" w:customStyle="1" w:styleId="afe">
    <w:name w:val="Название методички"/>
    <w:basedOn w:val="a0"/>
    <w:pPr>
      <w:keepNext/>
      <w:suppressAutoHyphens/>
      <w:spacing w:before="3600"/>
      <w:ind w:firstLine="0"/>
      <w:jc w:val="center"/>
    </w:pPr>
    <w:rPr>
      <w:b/>
      <w:caps/>
      <w:sz w:val="56"/>
    </w:rPr>
  </w:style>
  <w:style w:type="paragraph" w:customStyle="1" w:styleId="aff">
    <w:name w:val="Факультет"/>
    <w:basedOn w:val="a0"/>
    <w:pPr>
      <w:spacing w:before="960"/>
      <w:ind w:firstLine="0"/>
      <w:jc w:val="right"/>
    </w:pPr>
    <w:rPr>
      <w:sz w:val="40"/>
    </w:rPr>
  </w:style>
  <w:style w:type="paragraph" w:customStyle="1" w:styleId="aff0">
    <w:name w:val="Место"/>
    <w:aliases w:val="время"/>
    <w:basedOn w:val="a0"/>
    <w:pPr>
      <w:framePr w:hSpace="142" w:wrap="around" w:vAnchor="page" w:hAnchor="margin" w:xAlign="center" w:y="15121"/>
      <w:ind w:firstLine="0"/>
      <w:jc w:val="center"/>
    </w:pPr>
    <w:rPr>
      <w:sz w:val="32"/>
    </w:rPr>
  </w:style>
  <w:style w:type="paragraph" w:customStyle="1" w:styleId="aff1">
    <w:name w:val="Авторы"/>
    <w:basedOn w:val="aff2"/>
    <w:pPr>
      <w:pageBreakBefore/>
      <w:spacing w:before="720" w:after="0"/>
      <w:ind w:left="3119" w:right="86" w:hanging="2552"/>
      <w:jc w:val="left"/>
    </w:pPr>
  </w:style>
  <w:style w:type="paragraph" w:customStyle="1" w:styleId="aff3">
    <w:name w:val="Выходные данные"/>
    <w:basedOn w:val="af8"/>
    <w:pPr>
      <w:tabs>
        <w:tab w:val="clear" w:pos="1134"/>
      </w:tabs>
      <w:spacing w:before="960"/>
    </w:pPr>
  </w:style>
  <w:style w:type="paragraph" w:customStyle="1" w:styleId="aff4">
    <w:name w:val="Курс разработан"/>
    <w:basedOn w:val="23"/>
    <w:pPr>
      <w:spacing w:before="7440" w:after="0" w:line="240" w:lineRule="auto"/>
      <w:ind w:left="0" w:right="85"/>
    </w:pPr>
    <w:rPr>
      <w:b/>
    </w:rPr>
  </w:style>
  <w:style w:type="paragraph" w:customStyle="1" w:styleId="aff5">
    <w:name w:val="Копирайт"/>
    <w:basedOn w:val="a0"/>
    <w:pPr>
      <w:spacing w:before="1080"/>
      <w:ind w:firstLine="851"/>
      <w:jc w:val="right"/>
    </w:pPr>
  </w:style>
  <w:style w:type="paragraph" w:styleId="aff2">
    <w:name w:val="Block Text"/>
    <w:basedOn w:val="a0"/>
    <w:uiPriority w:val="99"/>
    <w:pPr>
      <w:spacing w:after="120"/>
      <w:ind w:left="1440" w:right="1440"/>
    </w:pPr>
  </w:style>
  <w:style w:type="paragraph" w:styleId="23">
    <w:name w:val="Body Text Indent 2"/>
    <w:basedOn w:val="a0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fontTable" Target="fontTable.xm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theme" Target="theme/theme1.xml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0" Type="http://schemas.openxmlformats.org/officeDocument/2006/relationships/image" Target="media/image184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2;&#1072;&#1090;&#1101;&#1082;1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Матэк1.dot</Template>
  <TotalTime>0</TotalTime>
  <Pages>1</Pages>
  <Words>17029</Words>
  <Characters>97069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Математика для экономистов</vt:lpstr>
    </vt:vector>
  </TitlesOfParts>
  <Company>МИЭП</Company>
  <LinksUpToDate>false</LinksUpToDate>
  <CharactersWithSpaces>113871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 для экономистов</dc:title>
  <dc:subject/>
  <dc:creator>Милякин Герман А.</dc:creator>
  <cp:keywords/>
  <dc:description/>
  <cp:lastModifiedBy>Irina</cp:lastModifiedBy>
  <cp:revision>2</cp:revision>
  <cp:lastPrinted>1998-03-04T07:11:00Z</cp:lastPrinted>
  <dcterms:created xsi:type="dcterms:W3CDTF">2014-08-10T13:56:00Z</dcterms:created>
  <dcterms:modified xsi:type="dcterms:W3CDTF">2014-08-10T13:56:00Z</dcterms:modified>
</cp:coreProperties>
</file>