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D4A" w:rsidRDefault="00D14D4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Финансовый контроль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 из важнейших задач финансового контроля – проверка точного соблюдения законодательства по финансовым вопросам, своевременности и полноты выполнения финансовых обязательств перед бюджетной системой, налоговой службой, банками, а так же взаимных обязательств предприятий и организаций по расчётам и платежам. 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Контрольная функция финансов проявляется так же через многогранную деятельность финансовых органов. Работники финансовой системы и налоговой службы осуществляют финансовый контроль в процессе финансового планирования, при исполнении доходной и расходной частей бюджетной системы. В условиях развития рыночных отношений направления контрольной работы, формы и методы финансового контроля существенно меняются. </w:t>
      </w:r>
    </w:p>
    <w:p w:rsidR="00D14D4A" w:rsidRDefault="00D14D4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Формы и методы проведения финансового контроля.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контроля принято классифицировать по следующим критериям;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регламент осуществления – обязательный (внешний) и инициативный (внутренний);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время проведения – предварительный, текущий (оперативный), последующий;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субъекты контроля – президентский, контроль законодательных органов власти и местного самоуправления, контроль исполнительных органов власти, контроль финансово-кредитных организаций, внутрефинансовый, аудиторский;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объекты контроля – бюджетный, контроль за внебюджетными фондами, налоговый, валютный, кредитный, страховой, инвестиционный, контроль за денежной массой.</w:t>
      </w:r>
    </w:p>
    <w:p w:rsidR="00D14D4A" w:rsidRDefault="00D14D4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Методы контроля.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Различают следующие методы проведения контроля: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проверки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обследования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надзор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финансового состояния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наблюдение (мониторинг)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ревизия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проверок на основании отчётной документации и расходных документов рассматриваются отдельные вопросы финансовой деятельности и намечаются меры для устранения выявленных нарушений. 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Обследование в отличие от проверки охватывает более широкий спектр финансово-экономических показателей обследуемого экономического субъекта для определения его финансового состояния и возможных перспектив развития.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Надзор производиться контролирующими органами за экономическими субъектами, получившим лицензию на тот или иной вид финансовой деятельности, и предполагает соблюдение ими установленных правил и нормативов. Например, осуществляется надзор со стороны ЦБ России за деятельностью коммерческих банков; со стороны Департамента страхового надзора Министерства финансов России за страховыми фирмами. Несоблюдение нормативов, приводящие к риску банкротства и ущемлению интересов клиентов, влечёт за собой отзыв лицензии.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 финансового состояния как разновидность финансового контроля предполагает детальное изучение периодической или годовой финансово-бухгалтерской отчётности с целью общей оценки результатов финансовой деятельности и ликвидности, обеспеченности собственным капиталом и эффективности его использования. 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Наблюдение (мониторинг) – постоянный контроль со стороны кредитных организаций за использованием выданной ссуды и финансовым состоянием предприятия-клиента; неэффективное использование полученной ссуды и снижение ликвидности может привести к ужесточению условий кредитования, требованию досрочного возврата ссуды.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Ревизия – наиболее глубокий метод финансового контроля. Это полное обследование финансово-хозяйственной деятельности экономического субъекта с целью проверки её законности, правильности, целесообразности, эффективности.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Ревизии могут быть: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полные и частичные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комплексные и тематические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плановые и внеплановые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Ревизии проводятся органами управления в отношении подведомственных предприятий и учреждений, а так же различными государственными и негосударственными органами контроля (Департаментом финансового контроля и аудита Министерства финансов РФ, казначейством, ЦБ, аудиторскими службами). Результаты ревизии оформляются актом, на основании которого принимается меры по устранению нарушений, возмещению материального ущерба и привлечению виновных к ответственности.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экономически развитых странах финансовый контроль распадается на две, взаимодействующие, но обособленные сферы: государственный и негосударственный финансовый контроль. 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Государственный финансовый контроль – комплексная и целенаправленная система экономико-правовых действий конкретных органов власти и управления, базирующихся на положениях основных законов государства. Определяющую роль в организации финансового контроля играет конституция страны. Правовой регламент контроля зависит от типа государства, его социально-политической ориентации, уровня экономического развития, соотношения форм собственности.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Государственный финансовый контроль призван отслеживать стоимостные пропорции распределения ВНП. Он распространяется на все каналы движения денежных ресурсов, так или иначе связанные с формированием государственных ресурсов, полнотой и своевременностью их поступления и целевым использованием. Государственные контролёры наделены правом осуществлять ревизии и проверки, как в государственном секторе, так и в сфере частного и корпоративного бизнеса, если таковым предопределены общенациональными экономическими интересами. 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Негосударственный финансовый контроль подразделяется на внутренний (внутрифирменный, корпоративный) и внешний (аудиторский). Государственные и негосударственные виды контроля, несмотря на схожесть методов, существенно отличаются конечными целями. Главная цель государственного контроля – максимизация поступлений ресурсов в казну и минимизация государственных издержек управления, а негосударственного (главным образом, внутрифирменного) – напротив минимизировать свои отчисления в пользу государства и другие издержки с целью повышения норм прибыли на вложенный капитал. В то же время обе сферы контроля ограничены правовыми рамками действующих законов. 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Финансовый контроль – контроль законодательных и исполнительных органов власти всех уровней, а так же специально созданных учреждений за финансовой деятельностью всех экономических субъектов (государства, предприятий, учреждений, организаций) с применением особых методов. Он включает контроль за соблюдением финансово-хозяйственного законодательства в процессе формирования и использования фондов денежных средств; оценку экономической эффективности финансово-хозяйственных операций и целесообразности произведённых расходов. 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Финансовый контроль – стоимостной контроль, поэтому в отличии от предыдущих видов контроля (экономического, санитарного, административного) он имеет место во всех сферах общественного воспроизводства и сопровождает весь процесс движения денежных фондов, включая и стадию осмысления финансовых результатов. </w:t>
      </w:r>
    </w:p>
    <w:p w:rsidR="00D14D4A" w:rsidRDefault="00D14D4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Наблюдаются новые тенденции в развитии финансового контроля в России. Если в условиях планово-распределительной системы преобладает государственный финансовый контроль со стороны государственных органов власти и управления, отделений государственного банка и специально созданных контролирующих структур за движением денежных фондов всех экономических субъектов, то в условиях перехода к рынку содержание и методы контроля переживают значительные изменения, вызванные изменением роли государства в экономике.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Сужается сфера государственного финансового контроля. Он всё более контролируется на сфере макроэкономических процессов, включая контроль за стоимостными пропорциями движения ВВП, денежной массой, формированием и использованием фондов денежных средств, поступающих в распоряжение государства. Одновременно расширяется сфера действий негосударственного финансового контроля со стороны аудиторских и страховых компаний, кредитных организаций и т.д. и меняется его содержание.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Происходит определённый сдвиг от последующего контроля в сторону предварительного. Развитие демократии и парламентаризма в России, повышение профессионального уровня депутатов обеих палат приводят к более тщательному контролю за финансовой деятельностью исполнительной власти и углублённому анализу целесообразности и экономической эффективности расходования средств при утверждении проектов государственного бюджета и внебюджетных фондов. Этому способствует и создание специальных контролирующих органов представительной власти. На уровне отдельных хозяйствующих субъектов происходит усиление внимания к финансовому обследованию инвестиционных проектов с привлечением специализированных консультационных фирм, инвестиционных банков и финансовых корпораций. Важную роль в осуществлении финансового контроля играет уровень организации учёта в стране – бухгалтерского, бюджетного, налогового. Отчётная документация главный объект финансового контроля. 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Дальнейшее развитие финансового контроля и его эффективности во многом зависит от создания новой концептуальной и законодательной базы, обеспечивающий его проведение на качественном уровне, присущем демократическому государству. </w:t>
      </w:r>
    </w:p>
    <w:p w:rsidR="00D14D4A" w:rsidRDefault="00D14D4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14D4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E5079"/>
    <w:multiLevelType w:val="singleLevel"/>
    <w:tmpl w:val="0A42C6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8D131C8"/>
    <w:multiLevelType w:val="singleLevel"/>
    <w:tmpl w:val="0A246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426"/>
    <w:rsid w:val="002F6426"/>
    <w:rsid w:val="009B1CC1"/>
    <w:rsid w:val="00D14D4A"/>
    <w:rsid w:val="00D5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09DD19-350A-419A-9967-180DE382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5504</Words>
  <Characters>3138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Одна из важнейших задач финансового контроля – проверка точного соблюдения законодательства по финансовым вопросам, своевременности и полноты выполнения финансовых обязательств перед бюджетной системой, налоговой службой, банками, а так же взаимных обяза</vt:lpstr>
    </vt:vector>
  </TitlesOfParts>
  <Company> </Company>
  <LinksUpToDate>false</LinksUpToDate>
  <CharactersWithSpaces>8625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Одна из важнейших задач финансового контроля – проверка точного соблюдения законодательства по финансовым вопросам, своевременности и полноты выполнения финансовых обязательств перед бюджетной системой, налоговой службой, банками, а так же взаимных обяза</dc:title>
  <dc:subject/>
  <dc:creator>Artem</dc:creator>
  <cp:keywords/>
  <dc:description/>
  <cp:lastModifiedBy>admin</cp:lastModifiedBy>
  <cp:revision>2</cp:revision>
  <dcterms:created xsi:type="dcterms:W3CDTF">2014-01-26T04:44:00Z</dcterms:created>
  <dcterms:modified xsi:type="dcterms:W3CDTF">2014-01-26T04:44:00Z</dcterms:modified>
</cp:coreProperties>
</file>