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67C" w:rsidRPr="0008167C" w:rsidRDefault="00223F35" w:rsidP="0008167C">
      <w:pPr>
        <w:pStyle w:val="af6"/>
      </w:pPr>
      <w:bookmarkStart w:id="0" w:name="_Toc8498776"/>
      <w:r w:rsidRPr="0008167C">
        <w:t>Оглавление</w:t>
      </w:r>
      <w:bookmarkEnd w:id="0"/>
    </w:p>
    <w:p w:rsidR="00223F35" w:rsidRDefault="00223F35" w:rsidP="0008167C">
      <w:pPr>
        <w:tabs>
          <w:tab w:val="left" w:pos="726"/>
        </w:tabs>
      </w:pPr>
    </w:p>
    <w:p w:rsidR="0008167C" w:rsidRDefault="0008167C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fldChar w:fldCharType="begin"/>
      </w:r>
      <w:r>
        <w:instrText xml:space="preserve"> TOC \o "1-1" \n \h \z \u </w:instrText>
      </w:r>
      <w:r>
        <w:fldChar w:fldCharType="separate"/>
      </w:r>
      <w:r w:rsidRPr="004E1686">
        <w:rPr>
          <w:rStyle w:val="a9"/>
          <w:noProof/>
        </w:rPr>
        <w:t>Введение</w:t>
      </w:r>
    </w:p>
    <w:p w:rsidR="0008167C" w:rsidRDefault="009857D4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0931183" w:history="1">
        <w:r w:rsidR="0008167C" w:rsidRPr="007917BF">
          <w:rPr>
            <w:rStyle w:val="a9"/>
            <w:noProof/>
          </w:rPr>
          <w:t>Часть 1. Мировой океан</w:t>
        </w:r>
      </w:hyperlink>
    </w:p>
    <w:p w:rsidR="0008167C" w:rsidRDefault="0008167C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4E1686">
        <w:rPr>
          <w:rStyle w:val="a9"/>
          <w:noProof/>
        </w:rPr>
        <w:t>Часть 2. Среда обитания</w:t>
      </w:r>
    </w:p>
    <w:p w:rsidR="0008167C" w:rsidRDefault="009857D4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0931185" w:history="1">
        <w:r w:rsidR="0008167C" w:rsidRPr="007917BF">
          <w:rPr>
            <w:rStyle w:val="a9"/>
            <w:noProof/>
          </w:rPr>
          <w:t>Заключение</w:t>
        </w:r>
      </w:hyperlink>
    </w:p>
    <w:p w:rsidR="0008167C" w:rsidRDefault="0008167C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4E1686">
        <w:rPr>
          <w:rStyle w:val="a9"/>
          <w:noProof/>
        </w:rPr>
        <w:t>Список использованной литературы</w:t>
      </w:r>
    </w:p>
    <w:p w:rsidR="0008167C" w:rsidRPr="0008167C" w:rsidRDefault="0008167C" w:rsidP="0008167C">
      <w:pPr>
        <w:tabs>
          <w:tab w:val="left" w:pos="726"/>
        </w:tabs>
      </w:pPr>
      <w:r>
        <w:fldChar w:fldCharType="end"/>
      </w:r>
    </w:p>
    <w:p w:rsidR="0008167C" w:rsidRPr="0008167C" w:rsidRDefault="00223F35" w:rsidP="0008167C">
      <w:pPr>
        <w:pStyle w:val="1"/>
      </w:pPr>
      <w:r w:rsidRPr="0008167C">
        <w:br w:type="page"/>
      </w:r>
      <w:bookmarkStart w:id="1" w:name="_Toc8498777"/>
      <w:bookmarkStart w:id="2" w:name="_Toc290931182"/>
      <w:r w:rsidRPr="0008167C">
        <w:t>Введение</w:t>
      </w:r>
      <w:bookmarkEnd w:id="1"/>
      <w:bookmarkEnd w:id="2"/>
    </w:p>
    <w:p w:rsidR="0008167C" w:rsidRDefault="0008167C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Все</w:t>
      </w:r>
      <w:r w:rsidR="0008167C" w:rsidRPr="0008167C">
        <w:t xml:space="preserve"> </w:t>
      </w:r>
      <w:r w:rsidRPr="0008167C">
        <w:t>живое</w:t>
      </w:r>
      <w:r w:rsidR="0008167C" w:rsidRPr="0008167C">
        <w:t xml:space="preserve"> </w:t>
      </w:r>
      <w:r w:rsidRPr="0008167C">
        <w:t>вещество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нашей</w:t>
      </w:r>
      <w:r w:rsidR="0008167C" w:rsidRPr="0008167C">
        <w:t xml:space="preserve"> </w:t>
      </w:r>
      <w:r w:rsidRPr="0008167C">
        <w:t>планете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2/3</w:t>
      </w:r>
      <w:r w:rsidR="0008167C" w:rsidRPr="0008167C">
        <w:t xml:space="preserve"> </w:t>
      </w:r>
      <w:r w:rsidRPr="0008167C">
        <w:t>состоит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. </w:t>
      </w:r>
      <w:r w:rsidRPr="0008167C">
        <w:t>Вода</w:t>
      </w:r>
      <w:r w:rsidR="0008167C" w:rsidRPr="0008167C">
        <w:t xml:space="preserve"> </w:t>
      </w:r>
      <w:r w:rsidRPr="0008167C">
        <w:t>участвует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большинстве</w:t>
      </w:r>
      <w:r w:rsidR="0008167C" w:rsidRPr="0008167C">
        <w:t xml:space="preserve"> </w:t>
      </w:r>
      <w:r w:rsidRPr="0008167C">
        <w:t>биохимических</w:t>
      </w:r>
      <w:r w:rsidR="0008167C" w:rsidRPr="0008167C">
        <w:t xml:space="preserve"> </w:t>
      </w:r>
      <w:r w:rsidRPr="0008167C">
        <w:t>реакций</w:t>
      </w:r>
      <w:r w:rsidR="0008167C" w:rsidRPr="0008167C">
        <w:t xml:space="preserve">. </w:t>
      </w:r>
      <w:r w:rsidRPr="0008167C">
        <w:t>Так,</w:t>
      </w:r>
      <w:r w:rsidR="0008167C" w:rsidRPr="0008167C">
        <w:t xml:space="preserve"> </w:t>
      </w:r>
      <w:r w:rsidRPr="0008167C">
        <w:t>например,</w:t>
      </w:r>
      <w:r w:rsidR="0008167C" w:rsidRPr="0008167C">
        <w:t xml:space="preserve"> </w:t>
      </w:r>
      <w:r w:rsidRPr="0008167C">
        <w:t>бактерии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81%</w:t>
      </w:r>
      <w:r w:rsidR="0008167C" w:rsidRPr="0008167C">
        <w:t xml:space="preserve"> </w:t>
      </w:r>
      <w:r w:rsidRPr="0008167C">
        <w:t>состоят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воды,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споры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50%,</w:t>
      </w:r>
      <w:r w:rsidR="0008167C" w:rsidRPr="0008167C">
        <w:t xml:space="preserve"> </w:t>
      </w:r>
      <w:r w:rsidRPr="0008167C">
        <w:t>ткани</w:t>
      </w:r>
      <w:r w:rsidR="0008167C" w:rsidRPr="0008167C">
        <w:t xml:space="preserve"> </w:t>
      </w:r>
      <w:r w:rsidRPr="0008167C">
        <w:t>человека</w:t>
      </w:r>
      <w:r w:rsidR="0008167C" w:rsidRPr="0008167C">
        <w:t xml:space="preserve"> </w:t>
      </w:r>
      <w:r w:rsidRPr="0008167C">
        <w:t>содержат</w:t>
      </w:r>
      <w:r w:rsidR="0008167C" w:rsidRPr="0008167C">
        <w:t xml:space="preserve"> </w:t>
      </w:r>
      <w:r w:rsidRPr="0008167C">
        <w:t>до</w:t>
      </w:r>
      <w:r w:rsidR="0008167C" w:rsidRPr="0008167C">
        <w:t xml:space="preserve"> </w:t>
      </w:r>
      <w:r w:rsidRPr="0008167C">
        <w:t>70%</w:t>
      </w:r>
      <w:r w:rsidR="0008167C" w:rsidRPr="0008167C">
        <w:t xml:space="preserve"> </w:t>
      </w:r>
      <w:r w:rsidRPr="0008167C">
        <w:t>воды,</w:t>
      </w:r>
      <w:r w:rsidR="0008167C" w:rsidRPr="0008167C">
        <w:t xml:space="preserve"> </w:t>
      </w:r>
      <w:r w:rsidRPr="0008167C">
        <w:t>кровь</w:t>
      </w:r>
      <w:r w:rsidR="0008167C" w:rsidRPr="0008167C">
        <w:t xml:space="preserve"> </w:t>
      </w:r>
      <w:r w:rsidRPr="0008167C">
        <w:t>даже</w:t>
      </w:r>
      <w:r w:rsidR="0008167C" w:rsidRPr="0008167C">
        <w:t xml:space="preserve"> </w:t>
      </w:r>
      <w:r w:rsidRPr="0008167C">
        <w:t>79%,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лимфа</w:t>
      </w:r>
      <w:r w:rsidR="0008167C" w:rsidRPr="0008167C">
        <w:t xml:space="preserve"> </w:t>
      </w:r>
      <w:r w:rsidRPr="0008167C">
        <w:t>96%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Без</w:t>
      </w:r>
      <w:r w:rsidR="0008167C" w:rsidRPr="0008167C">
        <w:t xml:space="preserve"> </w:t>
      </w:r>
      <w:r w:rsidRPr="0008167C">
        <w:t>кислорода</w:t>
      </w:r>
      <w:r w:rsidR="0008167C" w:rsidRPr="0008167C">
        <w:t xml:space="preserve"> </w:t>
      </w:r>
      <w:r w:rsidRPr="0008167C">
        <w:t>жизнь</w:t>
      </w:r>
      <w:r w:rsidR="0008167C" w:rsidRPr="0008167C">
        <w:t xml:space="preserve"> </w:t>
      </w:r>
      <w:r w:rsidRPr="0008167C">
        <w:t>возможна</w:t>
      </w:r>
      <w:r w:rsidR="0008167C">
        <w:t xml:space="preserve"> (</w:t>
      </w:r>
      <w:r w:rsidRPr="0008167C">
        <w:t>анаэробные</w:t>
      </w:r>
      <w:r w:rsidR="0008167C" w:rsidRPr="0008167C">
        <w:t xml:space="preserve"> </w:t>
      </w:r>
      <w:r w:rsidRPr="0008167C">
        <w:t>организмы</w:t>
      </w:r>
      <w:r w:rsidR="0008167C" w:rsidRPr="0008167C">
        <w:t xml:space="preserve">), </w:t>
      </w:r>
      <w:r w:rsidRPr="0008167C">
        <w:t>без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нет</w:t>
      </w:r>
      <w:r w:rsidR="0008167C" w:rsidRPr="0008167C">
        <w:t xml:space="preserve">. </w:t>
      </w:r>
      <w:r w:rsidRPr="0008167C">
        <w:t>Академик</w:t>
      </w:r>
      <w:r w:rsidR="0008167C" w:rsidRPr="0008167C">
        <w:t xml:space="preserve"> </w:t>
      </w:r>
      <w:r w:rsidRPr="0008167C">
        <w:t>В</w:t>
      </w:r>
      <w:r w:rsidR="0008167C">
        <w:t xml:space="preserve">.И. </w:t>
      </w:r>
      <w:r w:rsidRPr="0008167C">
        <w:t>Вернадский</w:t>
      </w:r>
      <w:r w:rsidR="0008167C" w:rsidRPr="0008167C">
        <w:t xml:space="preserve"> </w:t>
      </w:r>
      <w:r w:rsidRPr="0008167C">
        <w:t>считал,</w:t>
      </w:r>
      <w:r w:rsidR="0008167C" w:rsidRPr="0008167C">
        <w:t xml:space="preserve"> </w:t>
      </w:r>
      <w:r w:rsidRPr="0008167C">
        <w:t>что</w:t>
      </w:r>
      <w:r w:rsidR="0008167C">
        <w:t xml:space="preserve"> "</w:t>
      </w:r>
      <w:r w:rsidRPr="0008167C">
        <w:t>вода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живое</w:t>
      </w:r>
      <w:r w:rsidR="0008167C" w:rsidRPr="0008167C">
        <w:t xml:space="preserve"> </w:t>
      </w:r>
      <w:r w:rsidRPr="0008167C">
        <w:t>вещество</w:t>
      </w:r>
      <w:r w:rsidR="0008167C" w:rsidRPr="0008167C">
        <w:t xml:space="preserve"> - </w:t>
      </w:r>
      <w:r w:rsidRPr="0008167C">
        <w:t>генетически</w:t>
      </w:r>
      <w:r w:rsidR="0008167C" w:rsidRPr="0008167C">
        <w:t xml:space="preserve"> </w:t>
      </w:r>
      <w:r w:rsidRPr="0008167C">
        <w:t>связанные</w:t>
      </w:r>
      <w:r w:rsidR="0008167C" w:rsidRPr="0008167C">
        <w:t xml:space="preserve"> </w:t>
      </w:r>
      <w:r w:rsidRPr="0008167C">
        <w:t>части</w:t>
      </w:r>
      <w:r w:rsidR="0008167C" w:rsidRPr="0008167C">
        <w:t xml:space="preserve"> </w:t>
      </w:r>
      <w:r w:rsidRPr="0008167C">
        <w:t>организованности</w:t>
      </w:r>
      <w:r w:rsidR="0008167C" w:rsidRPr="0008167C">
        <w:t xml:space="preserve"> </w:t>
      </w:r>
      <w:r w:rsidRPr="0008167C">
        <w:t>земной</w:t>
      </w:r>
      <w:r w:rsidR="0008167C" w:rsidRPr="0008167C">
        <w:t xml:space="preserve"> </w:t>
      </w:r>
      <w:r w:rsidRPr="0008167C">
        <w:t>коры</w:t>
      </w:r>
      <w:r w:rsidR="0008167C">
        <w:t>"</w:t>
      </w:r>
      <w:r w:rsidRPr="0008167C">
        <w:t>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немецкий</w:t>
      </w:r>
      <w:r w:rsidR="0008167C" w:rsidRPr="0008167C">
        <w:t xml:space="preserve"> </w:t>
      </w:r>
      <w:r w:rsidRPr="0008167C">
        <w:t>физиолог</w:t>
      </w:r>
      <w:r w:rsidR="0008167C" w:rsidRPr="0008167C">
        <w:t xml:space="preserve"> </w:t>
      </w:r>
      <w:r w:rsidRPr="0008167C">
        <w:t>Э</w:t>
      </w:r>
      <w:r w:rsidR="0008167C">
        <w:t xml:space="preserve">.Д. </w:t>
      </w:r>
      <w:r w:rsidRPr="0008167C">
        <w:t>Раймон</w:t>
      </w:r>
      <w:r w:rsidR="0008167C" w:rsidRPr="0008167C">
        <w:t xml:space="preserve"> </w:t>
      </w:r>
      <w:r w:rsidRPr="0008167C">
        <w:t>писал</w:t>
      </w:r>
      <w:r w:rsidR="0008167C" w:rsidRPr="0008167C">
        <w:t>:</w:t>
      </w:r>
      <w:r w:rsidR="0008167C">
        <w:t xml:space="preserve"> "</w:t>
      </w:r>
      <w:r w:rsidRPr="0008167C">
        <w:t>Жизнь</w:t>
      </w:r>
      <w:r w:rsidR="0008167C" w:rsidRPr="0008167C">
        <w:t xml:space="preserve"> - </w:t>
      </w:r>
      <w:r w:rsidRPr="0008167C">
        <w:t>это</w:t>
      </w:r>
      <w:r w:rsidR="0008167C" w:rsidRPr="0008167C">
        <w:t xml:space="preserve"> </w:t>
      </w:r>
      <w:r w:rsidRPr="0008167C">
        <w:t>одушевленная</w:t>
      </w:r>
      <w:r w:rsidR="0008167C" w:rsidRPr="0008167C">
        <w:t xml:space="preserve"> </w:t>
      </w:r>
      <w:r w:rsidRPr="0008167C">
        <w:t>вода</w:t>
      </w:r>
      <w:r w:rsidR="0008167C">
        <w:t>"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Подавляющая</w:t>
      </w:r>
      <w:r w:rsidR="0008167C" w:rsidRPr="0008167C">
        <w:t xml:space="preserve"> </w:t>
      </w:r>
      <w:r w:rsidRPr="0008167C">
        <w:t>часть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 </w:t>
      </w:r>
      <w:r w:rsidRPr="0008167C">
        <w:t>неоднократно</w:t>
      </w:r>
      <w:r w:rsidR="0008167C" w:rsidRPr="0008167C">
        <w:t xml:space="preserve"> </w:t>
      </w:r>
      <w:r w:rsidRPr="0008167C">
        <w:t>проходит</w:t>
      </w:r>
      <w:r w:rsidR="0008167C" w:rsidRPr="0008167C">
        <w:t xml:space="preserve"> </w:t>
      </w:r>
      <w:r w:rsidRPr="0008167C">
        <w:t>через</w:t>
      </w:r>
      <w:r w:rsidR="0008167C" w:rsidRPr="0008167C">
        <w:t xml:space="preserve"> </w:t>
      </w:r>
      <w:r w:rsidRPr="0008167C">
        <w:t>живые</w:t>
      </w:r>
      <w:r w:rsidR="0008167C" w:rsidRPr="0008167C">
        <w:t xml:space="preserve"> </w:t>
      </w:r>
      <w:r w:rsidRPr="0008167C">
        <w:t>организмы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результате</w:t>
      </w:r>
      <w:r w:rsidR="0008167C" w:rsidRPr="0008167C">
        <w:t xml:space="preserve"> </w:t>
      </w:r>
      <w:r w:rsidRPr="0008167C">
        <w:t>обмена</w:t>
      </w:r>
      <w:r w:rsidR="0008167C" w:rsidRPr="0008167C">
        <w:t xml:space="preserve"> </w:t>
      </w:r>
      <w:r w:rsidRPr="0008167C">
        <w:t>веществ</w:t>
      </w:r>
      <w:r w:rsidR="0008167C" w:rsidRPr="0008167C">
        <w:t xml:space="preserve">. </w:t>
      </w:r>
      <w:r w:rsidRPr="0008167C">
        <w:t>Поэтому</w:t>
      </w:r>
      <w:r w:rsidR="0008167C" w:rsidRPr="0008167C">
        <w:t xml:space="preserve"> </w:t>
      </w:r>
      <w:r w:rsidRPr="0008167C">
        <w:t>все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биосферы</w:t>
      </w:r>
      <w:r w:rsidR="0008167C">
        <w:t xml:space="preserve"> (</w:t>
      </w:r>
      <w:r w:rsidRPr="0008167C">
        <w:t>по</w:t>
      </w:r>
      <w:r w:rsidR="0008167C" w:rsidRPr="0008167C">
        <w:t xml:space="preserve"> </w:t>
      </w:r>
      <w:r w:rsidRPr="0008167C">
        <w:t>крайней</w:t>
      </w:r>
      <w:r w:rsidR="0008167C" w:rsidRPr="0008167C">
        <w:t xml:space="preserve"> </w:t>
      </w:r>
      <w:r w:rsidRPr="0008167C">
        <w:t>мере</w:t>
      </w:r>
      <w:r w:rsidR="0008167C" w:rsidRPr="0008167C">
        <w:t xml:space="preserve"> </w:t>
      </w:r>
      <w:r w:rsidRPr="0008167C">
        <w:t>99%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) </w:t>
      </w:r>
      <w:r w:rsidRPr="0008167C">
        <w:t>являются</w:t>
      </w:r>
      <w:r w:rsidR="0008167C" w:rsidRPr="0008167C">
        <w:t xml:space="preserve"> </w:t>
      </w:r>
      <w:r w:rsidRPr="0008167C">
        <w:t>биогенными,</w:t>
      </w:r>
      <w:r w:rsidR="0008167C" w:rsidRPr="0008167C">
        <w:t xml:space="preserve"> </w:t>
      </w:r>
      <w:r w:rsidRPr="0008167C">
        <w:t>образовавшимися</w:t>
      </w:r>
      <w:r w:rsidR="0008167C" w:rsidRPr="0008167C">
        <w:t xml:space="preserve"> </w:t>
      </w:r>
      <w:r w:rsidRPr="0008167C">
        <w:t>за</w:t>
      </w:r>
      <w:r w:rsidR="0008167C" w:rsidRPr="0008167C">
        <w:t xml:space="preserve"> </w:t>
      </w:r>
      <w:r w:rsidRPr="0008167C">
        <w:t>счет</w:t>
      </w:r>
      <w:r w:rsidR="0008167C" w:rsidRPr="0008167C">
        <w:t xml:space="preserve"> </w:t>
      </w:r>
      <w:r w:rsidRPr="0008167C">
        <w:t>либо</w:t>
      </w:r>
      <w:r w:rsidR="0008167C" w:rsidRPr="0008167C">
        <w:t xml:space="preserve"> </w:t>
      </w:r>
      <w:r w:rsidRPr="0008167C">
        <w:t>космогенных</w:t>
      </w:r>
      <w:r w:rsidR="0008167C" w:rsidRPr="0008167C">
        <w:t xml:space="preserve"> </w:t>
      </w:r>
      <w:r w:rsidRPr="0008167C">
        <w:t>вод,</w:t>
      </w:r>
      <w:r w:rsidR="0008167C" w:rsidRPr="0008167C">
        <w:t xml:space="preserve"> </w:t>
      </w:r>
      <w:r w:rsidRPr="0008167C">
        <w:t>поступающих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Землю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окружающего</w:t>
      </w:r>
      <w:r w:rsidR="0008167C" w:rsidRPr="0008167C">
        <w:t xml:space="preserve"> </w:t>
      </w:r>
      <w:r w:rsidRPr="0008167C">
        <w:t>ее</w:t>
      </w:r>
      <w:r w:rsidR="0008167C" w:rsidRPr="0008167C">
        <w:t xml:space="preserve"> </w:t>
      </w:r>
      <w:r w:rsidRPr="0008167C">
        <w:t>пространства,</w:t>
      </w:r>
      <w:r w:rsidR="0008167C" w:rsidRPr="0008167C">
        <w:t xml:space="preserve"> </w:t>
      </w:r>
      <w:r w:rsidRPr="0008167C">
        <w:t>либо</w:t>
      </w:r>
      <w:r w:rsidR="0008167C" w:rsidRPr="0008167C">
        <w:t xml:space="preserve"> </w:t>
      </w:r>
      <w:r w:rsidRPr="0008167C">
        <w:t>эндогенных,</w:t>
      </w:r>
      <w:r w:rsidR="0008167C" w:rsidRPr="0008167C">
        <w:t xml:space="preserve"> </w:t>
      </w:r>
      <w:r w:rsidRPr="0008167C">
        <w:t>поступающих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глубин</w:t>
      </w:r>
      <w:r w:rsidR="0008167C" w:rsidRPr="0008167C">
        <w:t xml:space="preserve"> </w:t>
      </w:r>
      <w:r w:rsidRPr="0008167C">
        <w:t>Земли</w:t>
      </w:r>
      <w:r w:rsidR="0008167C" w:rsidRPr="0008167C">
        <w:t xml:space="preserve">. </w:t>
      </w:r>
      <w:r w:rsidRPr="0008167C">
        <w:t>Вод,</w:t>
      </w:r>
      <w:r w:rsidR="0008167C" w:rsidRPr="0008167C">
        <w:t xml:space="preserve"> </w:t>
      </w:r>
      <w:r w:rsidRPr="0008167C">
        <w:t>образовавшихся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результате</w:t>
      </w:r>
      <w:r w:rsidR="0008167C" w:rsidRPr="0008167C">
        <w:t xml:space="preserve"> </w:t>
      </w:r>
      <w:r w:rsidRPr="0008167C">
        <w:t>деятельности</w:t>
      </w:r>
      <w:r w:rsidR="0008167C" w:rsidRPr="0008167C">
        <w:t xml:space="preserve"> </w:t>
      </w:r>
      <w:r w:rsidRPr="0008167C">
        <w:t>человека,</w:t>
      </w:r>
      <w:r w:rsidR="0008167C" w:rsidRPr="0008167C">
        <w:t xml:space="preserve"> </w:t>
      </w:r>
      <w:r w:rsidRPr="0008167C">
        <w:t>относительно</w:t>
      </w:r>
      <w:r w:rsidR="0008167C" w:rsidRPr="0008167C">
        <w:t xml:space="preserve"> </w:t>
      </w:r>
      <w:r w:rsidRPr="0008167C">
        <w:t>немного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Суша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вода</w:t>
      </w:r>
      <w:r w:rsidR="0008167C" w:rsidRPr="0008167C">
        <w:t xml:space="preserve"> </w:t>
      </w:r>
      <w:r w:rsidRPr="0008167C">
        <w:t>распределяются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Земли</w:t>
      </w:r>
      <w:r w:rsidR="0008167C" w:rsidRPr="0008167C">
        <w:t xml:space="preserve"> </w:t>
      </w:r>
      <w:r w:rsidRPr="0008167C">
        <w:t>неравномерно</w:t>
      </w:r>
      <w:r w:rsidR="0008167C" w:rsidRPr="0008167C">
        <w:t xml:space="preserve">: </w:t>
      </w:r>
      <w:r w:rsidRPr="0008167C">
        <w:t>большая</w:t>
      </w:r>
      <w:r w:rsidR="0008167C" w:rsidRPr="0008167C">
        <w:t xml:space="preserve"> </w:t>
      </w:r>
      <w:r w:rsidRPr="0008167C">
        <w:t>часть</w:t>
      </w:r>
      <w:r w:rsidR="0008167C" w:rsidRPr="0008167C">
        <w:t xml:space="preserve"> </w:t>
      </w:r>
      <w:r w:rsidRPr="0008167C">
        <w:t>суши</w:t>
      </w:r>
      <w:r w:rsidR="0008167C" w:rsidRPr="0008167C">
        <w:t xml:space="preserve"> </w:t>
      </w:r>
      <w:r w:rsidRPr="0008167C">
        <w:t>сосредоточена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северном</w:t>
      </w:r>
      <w:r w:rsidR="0008167C" w:rsidRPr="0008167C">
        <w:t xml:space="preserve"> </w:t>
      </w:r>
      <w:r w:rsidRPr="0008167C">
        <w:t>полушарии,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южном</w:t>
      </w:r>
      <w:r w:rsidR="0008167C" w:rsidRPr="0008167C">
        <w:t xml:space="preserve"> </w:t>
      </w:r>
      <w:r w:rsidRPr="0008167C">
        <w:t>преобладает</w:t>
      </w:r>
      <w:r w:rsidR="0008167C" w:rsidRPr="0008167C">
        <w:t xml:space="preserve"> </w:t>
      </w:r>
      <w:r w:rsidRPr="0008167C">
        <w:t>водная</w:t>
      </w:r>
      <w:r w:rsidR="0008167C" w:rsidRPr="0008167C">
        <w:t xml:space="preserve"> </w:t>
      </w:r>
      <w:r w:rsidRPr="0008167C">
        <w:t>поверхность</w:t>
      </w:r>
      <w:r w:rsidR="0008167C" w:rsidRPr="0008167C">
        <w:t xml:space="preserve">. </w:t>
      </w:r>
      <w:r w:rsidRPr="0008167C">
        <w:t>Из</w:t>
      </w:r>
      <w:r w:rsidR="0008167C" w:rsidRPr="0008167C">
        <w:t xml:space="preserve"> </w:t>
      </w:r>
      <w:r w:rsidRPr="0008167C">
        <w:t>общей</w:t>
      </w:r>
      <w:r w:rsidR="0008167C" w:rsidRPr="0008167C">
        <w:t xml:space="preserve"> </w:t>
      </w:r>
      <w:r w:rsidRPr="0008167C">
        <w:t>площади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Земли</w:t>
      </w:r>
      <w:r w:rsidR="0008167C" w:rsidRPr="0008167C">
        <w:t xml:space="preserve"> </w:t>
      </w:r>
      <w:r w:rsidRPr="0008167C">
        <w:t>510</w:t>
      </w:r>
      <w:r w:rsidR="0008167C" w:rsidRPr="0008167C">
        <w:t xml:space="preserve"> </w:t>
      </w:r>
      <w:r w:rsidRPr="0008167C">
        <w:t>млн</w:t>
      </w:r>
      <w:r w:rsidR="0008167C" w:rsidRPr="0008167C">
        <w:t xml:space="preserve">. </w:t>
      </w:r>
      <w:r w:rsidRPr="0008167C">
        <w:t>км</w:t>
      </w:r>
      <w:r w:rsidRPr="0008167C">
        <w:rPr>
          <w:vertAlign w:val="superscript"/>
        </w:rPr>
        <w:t>2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долю</w:t>
      </w:r>
      <w:r w:rsidR="0008167C" w:rsidRPr="0008167C">
        <w:t xml:space="preserve"> </w:t>
      </w:r>
      <w:r w:rsidRPr="0008167C">
        <w:t>суши</w:t>
      </w:r>
      <w:r w:rsidR="0008167C" w:rsidRPr="0008167C">
        <w:t xml:space="preserve"> </w:t>
      </w:r>
      <w:r w:rsidRPr="0008167C">
        <w:t>приходится</w:t>
      </w:r>
      <w:r w:rsidR="0008167C" w:rsidRPr="0008167C">
        <w:t xml:space="preserve"> </w:t>
      </w:r>
      <w:r w:rsidRPr="0008167C">
        <w:t>всего</w:t>
      </w:r>
      <w:r w:rsidR="0008167C" w:rsidRPr="0008167C">
        <w:t xml:space="preserve"> </w:t>
      </w:r>
      <w:r w:rsidRPr="0008167C">
        <w:t>149</w:t>
      </w:r>
      <w:r w:rsidR="0008167C" w:rsidRPr="0008167C">
        <w:t xml:space="preserve"> </w:t>
      </w:r>
      <w:r w:rsidRPr="0008167C">
        <w:t>млн</w:t>
      </w:r>
      <w:r w:rsidR="0008167C" w:rsidRPr="0008167C">
        <w:t xml:space="preserve">. </w:t>
      </w:r>
      <w:r w:rsidRPr="0008167C">
        <w:t>км</w:t>
      </w:r>
      <w:r w:rsidRPr="0008167C">
        <w:rPr>
          <w:vertAlign w:val="superscript"/>
        </w:rPr>
        <w:t>2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29%</w:t>
      </w:r>
      <w:r w:rsidR="0008167C" w:rsidRPr="0008167C">
        <w:t xml:space="preserve">. </w:t>
      </w:r>
      <w:r w:rsidRPr="0008167C">
        <w:t>Остальные</w:t>
      </w:r>
      <w:r w:rsidR="0008167C" w:rsidRPr="0008167C">
        <w:t xml:space="preserve"> </w:t>
      </w:r>
      <w:r w:rsidRPr="0008167C">
        <w:t>361</w:t>
      </w:r>
      <w:r w:rsidR="0008167C" w:rsidRPr="0008167C">
        <w:t xml:space="preserve"> </w:t>
      </w:r>
      <w:r w:rsidRPr="0008167C">
        <w:t>млн</w:t>
      </w:r>
      <w:r w:rsidR="0008167C" w:rsidRPr="0008167C">
        <w:t xml:space="preserve">. </w:t>
      </w:r>
      <w:r w:rsidRPr="0008167C">
        <w:t>км</w:t>
      </w:r>
      <w:r w:rsidRPr="0008167C">
        <w:rPr>
          <w:vertAlign w:val="superscript"/>
        </w:rPr>
        <w:t>2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71%</w:t>
      </w:r>
      <w:r w:rsidR="0008167C" w:rsidRPr="0008167C">
        <w:t xml:space="preserve"> </w:t>
      </w:r>
      <w:r w:rsidRPr="0008167C">
        <w:t>заняты</w:t>
      </w:r>
      <w:r w:rsidR="0008167C" w:rsidRPr="0008167C">
        <w:t xml:space="preserve"> </w:t>
      </w:r>
      <w:r w:rsidRPr="0008167C">
        <w:t>поверхностью</w:t>
      </w:r>
      <w:r w:rsidR="0008167C" w:rsidRPr="0008167C">
        <w:t xml:space="preserve"> </w:t>
      </w:r>
      <w:r w:rsidRPr="0008167C">
        <w:t>Мирового</w:t>
      </w:r>
      <w:r w:rsidR="0008167C" w:rsidRPr="0008167C">
        <w:t xml:space="preserve"> </w:t>
      </w:r>
      <w:r w:rsidRPr="0008167C">
        <w:t>океана</w:t>
      </w:r>
      <w:r w:rsidR="0008167C" w:rsidRPr="0008167C">
        <w:t xml:space="preserve">. </w:t>
      </w:r>
      <w:r w:rsidRPr="0008167C">
        <w:t>Суммарная</w:t>
      </w:r>
      <w:r w:rsidR="0008167C" w:rsidRPr="0008167C">
        <w:t xml:space="preserve"> </w:t>
      </w:r>
      <w:r w:rsidRPr="0008167C">
        <w:t>площадь</w:t>
      </w:r>
      <w:r w:rsidR="0008167C" w:rsidRPr="0008167C">
        <w:t xml:space="preserve"> </w:t>
      </w:r>
      <w:r w:rsidRPr="0008167C">
        <w:t>всех</w:t>
      </w:r>
      <w:r w:rsidR="0008167C" w:rsidRPr="0008167C">
        <w:t xml:space="preserve"> </w:t>
      </w:r>
      <w:r w:rsidRPr="0008167C">
        <w:t>внутренних</w:t>
      </w:r>
      <w:r w:rsidR="0008167C" w:rsidRPr="0008167C">
        <w:t xml:space="preserve"> </w:t>
      </w:r>
      <w:r w:rsidRPr="0008167C">
        <w:t>водоемов</w:t>
      </w:r>
      <w:r w:rsidR="0008167C" w:rsidRPr="0008167C">
        <w:t xml:space="preserve"> </w:t>
      </w:r>
      <w:r w:rsidRPr="0008167C">
        <w:t>суши</w:t>
      </w:r>
      <w:r w:rsidR="0008167C" w:rsidRPr="0008167C">
        <w:t xml:space="preserve"> </w:t>
      </w:r>
      <w:r w:rsidRPr="0008167C">
        <w:t>составляет</w:t>
      </w:r>
      <w:r w:rsidR="0008167C" w:rsidRPr="0008167C">
        <w:t xml:space="preserve"> </w:t>
      </w:r>
      <w:r w:rsidRPr="0008167C">
        <w:t>менее</w:t>
      </w:r>
      <w:r w:rsidR="0008167C" w:rsidRPr="0008167C">
        <w:t xml:space="preserve"> </w:t>
      </w:r>
      <w:r w:rsidRPr="0008167C">
        <w:t>3%</w:t>
      </w:r>
      <w:r w:rsidR="0008167C" w:rsidRPr="0008167C">
        <w:t xml:space="preserve"> </w:t>
      </w:r>
      <w:r w:rsidRPr="0008167C">
        <w:t>ее</w:t>
      </w:r>
      <w:r w:rsidR="0008167C" w:rsidRPr="0008167C">
        <w:t xml:space="preserve"> </w:t>
      </w:r>
      <w:r w:rsidRPr="0008167C">
        <w:t>площади,</w:t>
      </w:r>
      <w:r w:rsidR="0008167C" w:rsidRPr="0008167C">
        <w:t xml:space="preserve"> </w:t>
      </w:r>
      <w:r w:rsidRPr="0008167C">
        <w:t>ледников</w:t>
      </w:r>
      <w:r w:rsidR="0008167C" w:rsidRPr="0008167C">
        <w:t xml:space="preserve"> - </w:t>
      </w:r>
      <w:r w:rsidRPr="0008167C">
        <w:t>около</w:t>
      </w:r>
      <w:r w:rsidR="0008167C" w:rsidRPr="0008167C">
        <w:t xml:space="preserve"> </w:t>
      </w:r>
      <w:r w:rsidRPr="0008167C">
        <w:t>10%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Пространство</w:t>
      </w:r>
      <w:r w:rsidR="0008167C" w:rsidRPr="0008167C">
        <w:t xml:space="preserve"> </w:t>
      </w:r>
      <w:r w:rsidRPr="0008167C">
        <w:t>Земли,</w:t>
      </w:r>
      <w:r w:rsidR="0008167C" w:rsidRPr="0008167C">
        <w:t xml:space="preserve"> </w:t>
      </w:r>
      <w:r w:rsidRPr="0008167C">
        <w:t>покрытое</w:t>
      </w:r>
      <w:r w:rsidR="0008167C" w:rsidRPr="0008167C">
        <w:t xml:space="preserve"> </w:t>
      </w:r>
      <w:r w:rsidRPr="0008167C">
        <w:t>водами</w:t>
      </w:r>
      <w:r w:rsidR="0008167C" w:rsidRPr="0008167C">
        <w:t xml:space="preserve"> </w:t>
      </w:r>
      <w:r w:rsidRPr="0008167C">
        <w:t>океанов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морей,</w:t>
      </w:r>
      <w:r w:rsidR="0008167C" w:rsidRPr="0008167C">
        <w:t xml:space="preserve"> </w:t>
      </w:r>
      <w:r w:rsidRPr="0008167C">
        <w:t>представляет</w:t>
      </w:r>
      <w:r w:rsidR="0008167C" w:rsidRPr="0008167C">
        <w:t xml:space="preserve"> </w:t>
      </w:r>
      <w:r w:rsidRPr="0008167C">
        <w:t>собой</w:t>
      </w:r>
      <w:r w:rsidR="0008167C" w:rsidRPr="0008167C">
        <w:t xml:space="preserve"> </w:t>
      </w:r>
      <w:r w:rsidRPr="0008167C">
        <w:t>непрерывную</w:t>
      </w:r>
      <w:r w:rsidR="0008167C" w:rsidRPr="0008167C">
        <w:t xml:space="preserve"> </w:t>
      </w:r>
      <w:r w:rsidRPr="0008167C">
        <w:t>водную</w:t>
      </w:r>
      <w:r w:rsidR="0008167C" w:rsidRPr="0008167C">
        <w:t xml:space="preserve"> </w:t>
      </w:r>
      <w:r w:rsidRPr="0008167C">
        <w:t>оболочку,</w:t>
      </w:r>
      <w:r w:rsidR="0008167C" w:rsidRPr="0008167C">
        <w:t xml:space="preserve"> </w:t>
      </w:r>
      <w:r w:rsidRPr="0008167C">
        <w:t>называемую</w:t>
      </w:r>
      <w:r w:rsidR="0008167C" w:rsidRPr="0008167C">
        <w:t xml:space="preserve"> </w:t>
      </w:r>
      <w:r w:rsidRPr="0008167C">
        <w:t>Мировым</w:t>
      </w:r>
      <w:r w:rsidR="0008167C" w:rsidRPr="0008167C">
        <w:t xml:space="preserve"> </w:t>
      </w:r>
      <w:r w:rsidRPr="0008167C">
        <w:t>океаном</w:t>
      </w:r>
      <w:r w:rsidR="0008167C" w:rsidRPr="0008167C">
        <w:t xml:space="preserve">. </w:t>
      </w:r>
      <w:r w:rsidRPr="0008167C">
        <w:t>Из</w:t>
      </w:r>
      <w:r w:rsidR="0008167C" w:rsidRPr="0008167C">
        <w:t xml:space="preserve"> </w:t>
      </w:r>
      <w:r w:rsidRPr="0008167C">
        <w:t>общей</w:t>
      </w:r>
      <w:r w:rsidR="0008167C" w:rsidRPr="0008167C">
        <w:t xml:space="preserve"> </w:t>
      </w:r>
      <w:r w:rsidRPr="0008167C">
        <w:t>площади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Земли</w:t>
      </w:r>
      <w:r w:rsidR="0008167C" w:rsidRPr="0008167C">
        <w:t xml:space="preserve"> </w:t>
      </w:r>
      <w:r w:rsidRPr="0008167C">
        <w:t>510</w:t>
      </w:r>
      <w:r w:rsidR="0008167C" w:rsidRPr="0008167C">
        <w:t xml:space="preserve"> </w:t>
      </w:r>
      <w:r w:rsidRPr="0008167C">
        <w:t>млн</w:t>
      </w:r>
      <w:r w:rsidR="0008167C" w:rsidRPr="0008167C">
        <w:t xml:space="preserve">. </w:t>
      </w:r>
      <w:r w:rsidRPr="0008167C">
        <w:t>км</w:t>
      </w:r>
      <w:r w:rsidRPr="0008167C">
        <w:rPr>
          <w:vertAlign w:val="superscript"/>
        </w:rPr>
        <w:t>2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долю</w:t>
      </w:r>
      <w:r w:rsidR="0008167C" w:rsidRPr="0008167C">
        <w:t xml:space="preserve"> </w:t>
      </w:r>
      <w:r w:rsidRPr="0008167C">
        <w:t>суши</w:t>
      </w:r>
      <w:r w:rsidR="0008167C" w:rsidRPr="0008167C">
        <w:t xml:space="preserve"> </w:t>
      </w:r>
      <w:r w:rsidRPr="0008167C">
        <w:t>приходится</w:t>
      </w:r>
      <w:r w:rsidR="0008167C" w:rsidRPr="0008167C">
        <w:t xml:space="preserve"> </w:t>
      </w:r>
      <w:r w:rsidRPr="0008167C">
        <w:t>всего</w:t>
      </w:r>
      <w:r w:rsidR="0008167C" w:rsidRPr="0008167C">
        <w:t xml:space="preserve"> </w:t>
      </w:r>
      <w:r w:rsidRPr="0008167C">
        <w:t>149</w:t>
      </w:r>
      <w:r w:rsidR="0008167C" w:rsidRPr="0008167C">
        <w:t xml:space="preserve"> </w:t>
      </w:r>
      <w:r w:rsidRPr="0008167C">
        <w:t>млн</w:t>
      </w:r>
      <w:r w:rsidR="0008167C" w:rsidRPr="0008167C">
        <w:t xml:space="preserve">. </w:t>
      </w:r>
      <w:r w:rsidRPr="0008167C">
        <w:t>км</w:t>
      </w:r>
      <w:r w:rsidRPr="0008167C">
        <w:rPr>
          <w:vertAlign w:val="superscript"/>
        </w:rPr>
        <w:t>2</w:t>
      </w:r>
      <w:r w:rsidRPr="0008167C">
        <w:t>,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29%</w:t>
      </w:r>
      <w:r w:rsidR="0008167C" w:rsidRPr="0008167C">
        <w:t xml:space="preserve">. </w:t>
      </w:r>
      <w:r w:rsidRPr="0008167C">
        <w:t>Остальные</w:t>
      </w:r>
      <w:r w:rsidR="0008167C" w:rsidRPr="0008167C">
        <w:t xml:space="preserve"> </w:t>
      </w:r>
      <w:r w:rsidRPr="0008167C">
        <w:t>361</w:t>
      </w:r>
      <w:r w:rsidR="0008167C" w:rsidRPr="0008167C">
        <w:t xml:space="preserve"> </w:t>
      </w:r>
      <w:r w:rsidRPr="0008167C">
        <w:t>млн</w:t>
      </w:r>
      <w:r w:rsidR="0008167C" w:rsidRPr="0008167C">
        <w:t xml:space="preserve">. </w:t>
      </w:r>
      <w:r w:rsidRPr="0008167C">
        <w:t>км</w:t>
      </w:r>
      <w:r w:rsidRPr="0008167C">
        <w:rPr>
          <w:vertAlign w:val="superscript"/>
        </w:rPr>
        <w:t>2</w:t>
      </w:r>
      <w:r w:rsidRPr="0008167C">
        <w:t>,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71%,</w:t>
      </w:r>
      <w:r w:rsidR="0008167C" w:rsidRPr="0008167C">
        <w:t xml:space="preserve"> </w:t>
      </w:r>
      <w:r w:rsidRPr="0008167C">
        <w:t>заняты</w:t>
      </w:r>
      <w:r w:rsidR="0008167C" w:rsidRPr="0008167C">
        <w:t xml:space="preserve"> </w:t>
      </w:r>
      <w:r w:rsidRPr="0008167C">
        <w:t>поверхностью</w:t>
      </w:r>
      <w:r w:rsidR="0008167C" w:rsidRPr="0008167C">
        <w:t xml:space="preserve"> </w:t>
      </w:r>
      <w:r w:rsidRPr="0008167C">
        <w:t>Мирового</w:t>
      </w:r>
      <w:r w:rsidR="0008167C" w:rsidRPr="0008167C">
        <w:t xml:space="preserve"> </w:t>
      </w:r>
      <w:r w:rsidRPr="0008167C">
        <w:t>океана</w:t>
      </w:r>
      <w:r w:rsidR="0008167C" w:rsidRPr="0008167C">
        <w:t xml:space="preserve">. </w:t>
      </w:r>
      <w:r w:rsidRPr="0008167C">
        <w:t>Суммарная</w:t>
      </w:r>
      <w:r w:rsidR="0008167C" w:rsidRPr="0008167C">
        <w:t xml:space="preserve"> </w:t>
      </w:r>
      <w:r w:rsidRPr="0008167C">
        <w:t>площадь</w:t>
      </w:r>
      <w:r w:rsidR="0008167C" w:rsidRPr="0008167C">
        <w:t xml:space="preserve"> </w:t>
      </w:r>
      <w:r w:rsidRPr="0008167C">
        <w:t>всех</w:t>
      </w:r>
      <w:r w:rsidR="0008167C" w:rsidRPr="0008167C">
        <w:t xml:space="preserve"> </w:t>
      </w:r>
      <w:r w:rsidRPr="0008167C">
        <w:t>внутренних</w:t>
      </w:r>
      <w:r w:rsidR="0008167C" w:rsidRPr="0008167C">
        <w:t xml:space="preserve"> </w:t>
      </w:r>
      <w:r w:rsidRPr="0008167C">
        <w:t>водоемов</w:t>
      </w:r>
      <w:r w:rsidR="0008167C" w:rsidRPr="0008167C">
        <w:t xml:space="preserve"> </w:t>
      </w:r>
      <w:r w:rsidRPr="0008167C">
        <w:t>суши</w:t>
      </w:r>
      <w:r w:rsidR="0008167C" w:rsidRPr="0008167C">
        <w:t xml:space="preserve"> </w:t>
      </w:r>
      <w:r w:rsidRPr="0008167C">
        <w:t>составляет</w:t>
      </w:r>
      <w:r w:rsidR="0008167C" w:rsidRPr="0008167C">
        <w:t xml:space="preserve"> </w:t>
      </w:r>
      <w:r w:rsidRPr="0008167C">
        <w:t>менее</w:t>
      </w:r>
      <w:r w:rsidR="0008167C" w:rsidRPr="0008167C">
        <w:t xml:space="preserve"> </w:t>
      </w:r>
      <w:r w:rsidRPr="0008167C">
        <w:t>3%</w:t>
      </w:r>
      <w:r w:rsidR="0008167C" w:rsidRPr="0008167C">
        <w:t xml:space="preserve"> </w:t>
      </w:r>
      <w:r w:rsidRPr="0008167C">
        <w:t>ее</w:t>
      </w:r>
      <w:r w:rsidR="0008167C" w:rsidRPr="0008167C">
        <w:t xml:space="preserve"> </w:t>
      </w:r>
      <w:r w:rsidRPr="0008167C">
        <w:t>площади,</w:t>
      </w:r>
      <w:r w:rsidR="0008167C" w:rsidRPr="0008167C">
        <w:t xml:space="preserve"> </w:t>
      </w:r>
      <w:r w:rsidRPr="0008167C">
        <w:t>ледников</w:t>
      </w:r>
      <w:r w:rsidR="0008167C" w:rsidRPr="0008167C">
        <w:t xml:space="preserve"> - </w:t>
      </w:r>
      <w:r w:rsidRPr="0008167C">
        <w:t>около10%</w:t>
      </w:r>
      <w:r w:rsidR="0008167C" w:rsidRPr="0008167C">
        <w:t>.</w:t>
      </w:r>
    </w:p>
    <w:p w:rsidR="00223F35" w:rsidRPr="0008167C" w:rsidRDefault="0008167C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</w:rPr>
      </w:pPr>
      <w:r>
        <w:rPr>
          <w:b/>
        </w:rPr>
        <w:br w:type="page"/>
      </w:r>
      <w:r w:rsidR="00223F35" w:rsidRPr="0008167C">
        <w:rPr>
          <w:b/>
        </w:rPr>
        <w:t>Таблица</w:t>
      </w:r>
      <w:r w:rsidRPr="0008167C">
        <w:rPr>
          <w:b/>
        </w:rPr>
        <w:t xml:space="preserve"> </w:t>
      </w:r>
      <w:r>
        <w:rPr>
          <w:b/>
        </w:rPr>
        <w:t xml:space="preserve">1.1 </w:t>
      </w:r>
      <w:r w:rsidR="00223F35" w:rsidRPr="0008167C">
        <w:rPr>
          <w:b/>
        </w:rPr>
        <w:t>Суммарные</w:t>
      </w:r>
      <w:r w:rsidRPr="0008167C">
        <w:rPr>
          <w:b/>
        </w:rPr>
        <w:t xml:space="preserve"> </w:t>
      </w:r>
      <w:r w:rsidR="00223F35" w:rsidRPr="0008167C">
        <w:rPr>
          <w:b/>
        </w:rPr>
        <w:t>запасы</w:t>
      </w:r>
      <w:r w:rsidRPr="0008167C">
        <w:rPr>
          <w:b/>
        </w:rPr>
        <w:t xml:space="preserve"> </w:t>
      </w:r>
      <w:r w:rsidR="00223F35" w:rsidRPr="0008167C">
        <w:rPr>
          <w:b/>
        </w:rPr>
        <w:t>поверхностных</w:t>
      </w:r>
      <w:r w:rsidRPr="0008167C">
        <w:rPr>
          <w:b/>
        </w:rPr>
        <w:t xml:space="preserve"> </w:t>
      </w:r>
      <w:r w:rsidR="00223F35" w:rsidRPr="0008167C">
        <w:rPr>
          <w:b/>
        </w:rPr>
        <w:t>вод</w:t>
      </w:r>
      <w:r w:rsidRPr="0008167C">
        <w:rPr>
          <w:b/>
        </w:rPr>
        <w:t xml:space="preserve">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42"/>
        <w:gridCol w:w="1592"/>
        <w:gridCol w:w="2248"/>
        <w:gridCol w:w="2510"/>
      </w:tblGrid>
      <w:tr w:rsidR="00223F35" w:rsidRPr="0008167C" w:rsidTr="0036590D">
        <w:trPr>
          <w:jc w:val="center"/>
        </w:trPr>
        <w:tc>
          <w:tcPr>
            <w:tcW w:w="2943" w:type="dxa"/>
            <w:vMerge w:val="restart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Вид</w:t>
            </w:r>
            <w:r w:rsidR="0008167C" w:rsidRPr="0008167C">
              <w:t xml:space="preserve"> </w:t>
            </w:r>
            <w:r w:rsidRPr="0008167C">
              <w:t>запасов</w:t>
            </w:r>
            <w:r w:rsidR="0008167C" w:rsidRPr="0008167C">
              <w:t xml:space="preserve"> </w:t>
            </w:r>
            <w:r w:rsidRPr="0008167C">
              <w:t>воды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Объем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Доля,</w:t>
            </w:r>
            <w:r w:rsidR="0008167C" w:rsidRPr="0008167C">
              <w:t xml:space="preserve"> </w:t>
            </w:r>
            <w:r w:rsidRPr="0008167C">
              <w:t>%</w:t>
            </w:r>
          </w:p>
        </w:tc>
      </w:tr>
      <w:tr w:rsidR="00223F35" w:rsidRPr="0008167C" w:rsidTr="0036590D">
        <w:trPr>
          <w:jc w:val="center"/>
        </w:trPr>
        <w:tc>
          <w:tcPr>
            <w:tcW w:w="2943" w:type="dxa"/>
            <w:vMerge/>
            <w:shd w:val="clear" w:color="auto" w:fill="auto"/>
          </w:tcPr>
          <w:p w:rsidR="00223F35" w:rsidRPr="0008167C" w:rsidRDefault="00223F35" w:rsidP="0008167C">
            <w:pPr>
              <w:pStyle w:val="af8"/>
            </w:pPr>
          </w:p>
        </w:tc>
        <w:tc>
          <w:tcPr>
            <w:tcW w:w="1701" w:type="dxa"/>
            <w:vMerge/>
            <w:shd w:val="clear" w:color="auto" w:fill="auto"/>
          </w:tcPr>
          <w:p w:rsidR="00223F35" w:rsidRPr="0008167C" w:rsidRDefault="00223F35" w:rsidP="0008167C">
            <w:pPr>
              <w:pStyle w:val="af8"/>
            </w:pPr>
          </w:p>
        </w:tc>
        <w:tc>
          <w:tcPr>
            <w:tcW w:w="241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От</w:t>
            </w:r>
            <w:r w:rsidR="0008167C" w:rsidRPr="0008167C">
              <w:t xml:space="preserve"> </w:t>
            </w:r>
            <w:r w:rsidRPr="0008167C">
              <w:t>общего</w:t>
            </w:r>
            <w:r w:rsidR="0008167C" w:rsidRPr="0008167C">
              <w:t xml:space="preserve"> </w:t>
            </w:r>
            <w:r w:rsidRPr="0008167C">
              <w:t>запаса</w:t>
            </w:r>
          </w:p>
        </w:tc>
        <w:tc>
          <w:tcPr>
            <w:tcW w:w="2693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От</w:t>
            </w:r>
            <w:r w:rsidR="0008167C" w:rsidRPr="0008167C">
              <w:t xml:space="preserve"> </w:t>
            </w:r>
            <w:r w:rsidRPr="0008167C">
              <w:t>запаса</w:t>
            </w:r>
            <w:r w:rsidR="0008167C" w:rsidRPr="0008167C">
              <w:t xml:space="preserve"> </w:t>
            </w:r>
            <w:r w:rsidRPr="0008167C">
              <w:t>пресной</w:t>
            </w:r>
            <w:r w:rsidR="0008167C" w:rsidRPr="0008167C">
              <w:t xml:space="preserve"> </w:t>
            </w:r>
            <w:r w:rsidRPr="0008167C">
              <w:t>воды</w:t>
            </w:r>
          </w:p>
        </w:tc>
      </w:tr>
      <w:tr w:rsidR="00223F35" w:rsidRPr="0008167C" w:rsidTr="0036590D">
        <w:trPr>
          <w:jc w:val="center"/>
        </w:trPr>
        <w:tc>
          <w:tcPr>
            <w:tcW w:w="2943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Запасы</w:t>
            </w:r>
            <w:r w:rsidR="0008167C" w:rsidRPr="0008167C">
              <w:t xml:space="preserve"> </w:t>
            </w:r>
            <w:r w:rsidRPr="0008167C">
              <w:t>воды</w:t>
            </w:r>
            <w:r w:rsidR="0008167C" w:rsidRPr="0008167C">
              <w:t xml:space="preserve"> </w:t>
            </w:r>
            <w:r w:rsidRPr="0008167C">
              <w:t>в</w:t>
            </w:r>
            <w:r w:rsidR="0008167C" w:rsidRPr="0008167C">
              <w:t xml:space="preserve"> </w:t>
            </w:r>
            <w:r w:rsidRPr="0008167C">
              <w:t>озерах</w:t>
            </w:r>
          </w:p>
        </w:tc>
        <w:tc>
          <w:tcPr>
            <w:tcW w:w="1701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104</w:t>
            </w:r>
            <w:r w:rsidR="0008167C" w:rsidRPr="0008167C">
              <w:t xml:space="preserve"> </w:t>
            </w:r>
            <w:r w:rsidRPr="0008167C">
              <w:t>000</w:t>
            </w:r>
          </w:p>
        </w:tc>
        <w:tc>
          <w:tcPr>
            <w:tcW w:w="241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2,82</w:t>
            </w:r>
          </w:p>
        </w:tc>
        <w:tc>
          <w:tcPr>
            <w:tcW w:w="2693" w:type="dxa"/>
            <w:shd w:val="clear" w:color="auto" w:fill="auto"/>
          </w:tcPr>
          <w:p w:rsidR="00223F35" w:rsidRPr="0008167C" w:rsidRDefault="0008167C" w:rsidP="0008167C">
            <w:pPr>
              <w:pStyle w:val="af8"/>
            </w:pPr>
            <w:r w:rsidRPr="0008167C">
              <w:t>-</w:t>
            </w:r>
          </w:p>
        </w:tc>
      </w:tr>
      <w:tr w:rsidR="00223F35" w:rsidRPr="0008167C" w:rsidTr="0036590D">
        <w:trPr>
          <w:jc w:val="center"/>
        </w:trPr>
        <w:tc>
          <w:tcPr>
            <w:tcW w:w="2943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В</w:t>
            </w:r>
            <w:r w:rsidR="0008167C" w:rsidRPr="0008167C">
              <w:t xml:space="preserve"> </w:t>
            </w:r>
            <w:r w:rsidRPr="0008167C">
              <w:t>том</w:t>
            </w:r>
            <w:r w:rsidR="0008167C" w:rsidRPr="0008167C">
              <w:t xml:space="preserve"> </w:t>
            </w:r>
            <w:r w:rsidRPr="0008167C">
              <w:t>числе</w:t>
            </w:r>
            <w:r w:rsidR="0008167C" w:rsidRPr="0008167C">
              <w:t xml:space="preserve"> </w:t>
            </w:r>
            <w:r w:rsidRPr="0008167C">
              <w:t>пресные</w:t>
            </w:r>
          </w:p>
        </w:tc>
        <w:tc>
          <w:tcPr>
            <w:tcW w:w="1701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27</w:t>
            </w:r>
            <w:r w:rsidR="0008167C" w:rsidRPr="0008167C">
              <w:t xml:space="preserve"> </w:t>
            </w:r>
            <w:r w:rsidRPr="0008167C">
              <w:t>500</w:t>
            </w:r>
          </w:p>
        </w:tc>
        <w:tc>
          <w:tcPr>
            <w:tcW w:w="241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0,72</w:t>
            </w:r>
          </w:p>
        </w:tc>
        <w:tc>
          <w:tcPr>
            <w:tcW w:w="2693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1,78</w:t>
            </w:r>
          </w:p>
        </w:tc>
      </w:tr>
      <w:tr w:rsidR="00223F35" w:rsidRPr="0008167C" w:rsidTr="0036590D">
        <w:trPr>
          <w:jc w:val="center"/>
        </w:trPr>
        <w:tc>
          <w:tcPr>
            <w:tcW w:w="2943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Запасы</w:t>
            </w:r>
            <w:r w:rsidR="0008167C" w:rsidRPr="0008167C">
              <w:t xml:space="preserve"> </w:t>
            </w:r>
            <w:r w:rsidRPr="0008167C">
              <w:t>воды</w:t>
            </w:r>
            <w:r w:rsidR="0008167C" w:rsidRPr="0008167C">
              <w:t xml:space="preserve"> </w:t>
            </w:r>
            <w:r w:rsidRPr="0008167C">
              <w:t>в</w:t>
            </w:r>
            <w:r w:rsidR="0008167C" w:rsidRPr="0008167C">
              <w:t xml:space="preserve"> </w:t>
            </w:r>
            <w:r w:rsidRPr="0008167C">
              <w:t>руслах</w:t>
            </w:r>
            <w:r w:rsidR="0008167C" w:rsidRPr="0008167C">
              <w:t xml:space="preserve"> </w:t>
            </w:r>
            <w:r w:rsidRPr="0008167C">
              <w:t>рек</w:t>
            </w:r>
          </w:p>
        </w:tc>
        <w:tc>
          <w:tcPr>
            <w:tcW w:w="1701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200</w:t>
            </w:r>
          </w:p>
        </w:tc>
        <w:tc>
          <w:tcPr>
            <w:tcW w:w="241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0,005</w:t>
            </w:r>
          </w:p>
        </w:tc>
        <w:tc>
          <w:tcPr>
            <w:tcW w:w="2693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0,01</w:t>
            </w:r>
          </w:p>
        </w:tc>
      </w:tr>
      <w:tr w:rsidR="00223F35" w:rsidRPr="0008167C" w:rsidTr="0036590D">
        <w:trPr>
          <w:jc w:val="center"/>
        </w:trPr>
        <w:tc>
          <w:tcPr>
            <w:tcW w:w="2943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Запасы</w:t>
            </w:r>
            <w:r w:rsidR="0008167C" w:rsidRPr="0008167C">
              <w:t xml:space="preserve"> </w:t>
            </w:r>
            <w:r w:rsidRPr="0008167C">
              <w:t>воды</w:t>
            </w:r>
            <w:r w:rsidR="0008167C" w:rsidRPr="0008167C">
              <w:t xml:space="preserve"> </w:t>
            </w:r>
            <w:r w:rsidRPr="0008167C">
              <w:t>ледниках</w:t>
            </w:r>
          </w:p>
        </w:tc>
        <w:tc>
          <w:tcPr>
            <w:tcW w:w="1701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12</w:t>
            </w:r>
            <w:r w:rsidR="0008167C" w:rsidRPr="0008167C">
              <w:t xml:space="preserve"> </w:t>
            </w:r>
            <w:r w:rsidRPr="0008167C">
              <w:t>956</w:t>
            </w:r>
          </w:p>
        </w:tc>
        <w:tc>
          <w:tcPr>
            <w:tcW w:w="241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0,35</w:t>
            </w:r>
          </w:p>
        </w:tc>
        <w:tc>
          <w:tcPr>
            <w:tcW w:w="2693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0,86</w:t>
            </w:r>
          </w:p>
        </w:tc>
      </w:tr>
      <w:tr w:rsidR="00223F35" w:rsidRPr="0008167C" w:rsidTr="0036590D">
        <w:trPr>
          <w:jc w:val="center"/>
        </w:trPr>
        <w:tc>
          <w:tcPr>
            <w:tcW w:w="2943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В</w:t>
            </w:r>
            <w:r w:rsidR="0008167C" w:rsidRPr="0008167C">
              <w:t xml:space="preserve"> </w:t>
            </w:r>
            <w:r w:rsidRPr="0008167C">
              <w:t>том</w:t>
            </w:r>
            <w:r w:rsidR="0008167C" w:rsidRPr="0008167C">
              <w:t xml:space="preserve"> </w:t>
            </w:r>
            <w:r w:rsidRPr="0008167C">
              <w:t>числе</w:t>
            </w:r>
            <w:r w:rsidR="0008167C" w:rsidRPr="0008167C">
              <w:t xml:space="preserve"> </w:t>
            </w:r>
            <w:r w:rsidRPr="0008167C">
              <w:t>горные</w:t>
            </w:r>
          </w:p>
        </w:tc>
        <w:tc>
          <w:tcPr>
            <w:tcW w:w="1701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1</w:t>
            </w:r>
            <w:r w:rsidR="0008167C" w:rsidRPr="0008167C">
              <w:t xml:space="preserve"> </w:t>
            </w:r>
            <w:r w:rsidRPr="0008167C">
              <w:t>171</w:t>
            </w:r>
          </w:p>
        </w:tc>
        <w:tc>
          <w:tcPr>
            <w:tcW w:w="241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0,03</w:t>
            </w:r>
          </w:p>
        </w:tc>
        <w:tc>
          <w:tcPr>
            <w:tcW w:w="2693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0,70</w:t>
            </w:r>
          </w:p>
        </w:tc>
      </w:tr>
    </w:tbl>
    <w:p w:rsidR="0008167C" w:rsidRDefault="0008167C" w:rsidP="0008167C">
      <w:pPr>
        <w:tabs>
          <w:tab w:val="left" w:pos="726"/>
        </w:tabs>
        <w:rPr>
          <w:b/>
        </w:rPr>
      </w:pPr>
    </w:p>
    <w:p w:rsidR="0008167C" w:rsidRPr="0008167C" w:rsidRDefault="00223F35" w:rsidP="0008167C">
      <w:r w:rsidRPr="0008167C">
        <w:t>Такое</w:t>
      </w:r>
      <w:r w:rsidR="0008167C" w:rsidRPr="0008167C">
        <w:t xml:space="preserve"> </w:t>
      </w:r>
      <w:r w:rsidRPr="0008167C">
        <w:t>огромное</w:t>
      </w:r>
      <w:r w:rsidR="0008167C" w:rsidRPr="0008167C">
        <w:t xml:space="preserve"> </w:t>
      </w:r>
      <w:r w:rsidRPr="0008167C">
        <w:t>количество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различных</w:t>
      </w:r>
      <w:r w:rsidR="0008167C" w:rsidRPr="0008167C">
        <w:t xml:space="preserve"> </w:t>
      </w:r>
      <w:r w:rsidRPr="0008167C">
        <w:t>ее</w:t>
      </w:r>
      <w:r w:rsidR="0008167C" w:rsidRPr="0008167C">
        <w:t xml:space="preserve"> </w:t>
      </w:r>
      <w:r w:rsidRPr="0008167C">
        <w:t>состояниях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случайно</w:t>
      </w:r>
      <w:r w:rsidR="0008167C" w:rsidRPr="0008167C">
        <w:t xml:space="preserve">. </w:t>
      </w:r>
      <w:r w:rsidRPr="0008167C">
        <w:t>Рассмотрим</w:t>
      </w:r>
      <w:r w:rsidR="0008167C" w:rsidRPr="0008167C">
        <w:t xml:space="preserve"> </w:t>
      </w:r>
      <w:r w:rsidRPr="0008167C">
        <w:t>же,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себя</w:t>
      </w:r>
      <w:r w:rsidR="0008167C" w:rsidRPr="0008167C">
        <w:t xml:space="preserve"> </w:t>
      </w:r>
      <w:r w:rsidRPr="0008167C">
        <w:t>представляют</w:t>
      </w:r>
      <w:r w:rsidR="0008167C" w:rsidRPr="0008167C">
        <w:t xml:space="preserve"> </w:t>
      </w:r>
      <w:r w:rsidRPr="0008167C">
        <w:t>поверхностные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нашей</w:t>
      </w:r>
      <w:r w:rsidR="0008167C" w:rsidRPr="0008167C">
        <w:t xml:space="preserve"> </w:t>
      </w:r>
      <w:r w:rsidRPr="0008167C">
        <w:t>планеты,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главное</w:t>
      </w:r>
      <w:r w:rsidR="0008167C" w:rsidRPr="0008167C">
        <w:t xml:space="preserve"> </w:t>
      </w:r>
      <w:r w:rsidRPr="0008167C">
        <w:t>каково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влияние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жизнь</w:t>
      </w:r>
      <w:r w:rsidR="0008167C" w:rsidRPr="0008167C">
        <w:t xml:space="preserve"> </w:t>
      </w:r>
      <w:r w:rsidRPr="0008167C">
        <w:t>организмов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всю</w:t>
      </w:r>
      <w:r w:rsidR="0008167C" w:rsidRPr="0008167C">
        <w:t xml:space="preserve"> </w:t>
      </w:r>
      <w:r w:rsidRPr="0008167C">
        <w:t>планету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целом</w:t>
      </w:r>
      <w:r w:rsidR="0008167C" w:rsidRPr="0008167C">
        <w:t>.</w:t>
      </w:r>
    </w:p>
    <w:p w:rsidR="0008167C" w:rsidRDefault="00223F35" w:rsidP="0008167C">
      <w:pPr>
        <w:pStyle w:val="1"/>
      </w:pPr>
      <w:bookmarkStart w:id="3" w:name="_Toc8497745"/>
      <w:bookmarkStart w:id="4" w:name="_Toc8498110"/>
      <w:bookmarkStart w:id="5" w:name="_Toc8498778"/>
      <w:r w:rsidRPr="0008167C">
        <w:br w:type="page"/>
      </w:r>
      <w:bookmarkStart w:id="6" w:name="_Toc290931183"/>
      <w:r w:rsidRPr="0008167C">
        <w:t>Часть</w:t>
      </w:r>
      <w:r w:rsidR="0008167C" w:rsidRPr="0008167C">
        <w:t xml:space="preserve"> </w:t>
      </w:r>
      <w:r w:rsidRPr="0008167C">
        <w:t>1</w:t>
      </w:r>
      <w:r w:rsidR="0008167C" w:rsidRPr="0008167C">
        <w:t>.</w:t>
      </w:r>
      <w:bookmarkEnd w:id="3"/>
      <w:bookmarkEnd w:id="4"/>
      <w:bookmarkEnd w:id="5"/>
      <w:r w:rsidR="0008167C">
        <w:t xml:space="preserve"> </w:t>
      </w:r>
      <w:bookmarkStart w:id="7" w:name="_Toc8497746"/>
      <w:bookmarkStart w:id="8" w:name="_Toc8498111"/>
      <w:bookmarkStart w:id="9" w:name="_Toc8498779"/>
      <w:r w:rsidRPr="0008167C">
        <w:t>Мировой</w:t>
      </w:r>
      <w:r w:rsidR="0008167C" w:rsidRPr="0008167C">
        <w:t xml:space="preserve"> </w:t>
      </w:r>
      <w:r w:rsidRPr="0008167C">
        <w:t>океан</w:t>
      </w:r>
      <w:bookmarkEnd w:id="6"/>
      <w:bookmarkEnd w:id="7"/>
      <w:bookmarkEnd w:id="8"/>
      <w:bookmarkEnd w:id="9"/>
    </w:p>
    <w:p w:rsidR="0008167C" w:rsidRPr="0008167C" w:rsidRDefault="0008167C" w:rsidP="0008167C">
      <w:pPr>
        <w:rPr>
          <w:lang w:eastAsia="en-US"/>
        </w:rPr>
      </w:pPr>
    </w:p>
    <w:p w:rsidR="0008167C" w:rsidRPr="0008167C" w:rsidRDefault="00223F35" w:rsidP="0008167C">
      <w:pPr>
        <w:tabs>
          <w:tab w:val="left" w:pos="726"/>
        </w:tabs>
      </w:pPr>
      <w:r w:rsidRPr="0008167C">
        <w:t>Пространство</w:t>
      </w:r>
      <w:r w:rsidR="0008167C" w:rsidRPr="0008167C">
        <w:t xml:space="preserve"> </w:t>
      </w:r>
      <w:r w:rsidRPr="0008167C">
        <w:t>Земли,</w:t>
      </w:r>
      <w:r w:rsidR="0008167C" w:rsidRPr="0008167C">
        <w:t xml:space="preserve"> </w:t>
      </w:r>
      <w:r w:rsidRPr="0008167C">
        <w:t>покрытое</w:t>
      </w:r>
      <w:r w:rsidR="0008167C" w:rsidRPr="0008167C">
        <w:t xml:space="preserve"> </w:t>
      </w:r>
      <w:r w:rsidRPr="0008167C">
        <w:t>водами</w:t>
      </w:r>
      <w:r w:rsidR="0008167C" w:rsidRPr="0008167C">
        <w:t xml:space="preserve"> </w:t>
      </w:r>
      <w:r w:rsidRPr="0008167C">
        <w:t>океанов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морей,</w:t>
      </w:r>
      <w:r w:rsidR="0008167C" w:rsidRPr="0008167C">
        <w:t xml:space="preserve"> </w:t>
      </w:r>
      <w:r w:rsidRPr="0008167C">
        <w:t>представляет</w:t>
      </w:r>
      <w:r w:rsidR="0008167C" w:rsidRPr="0008167C">
        <w:t xml:space="preserve"> </w:t>
      </w:r>
      <w:r w:rsidRPr="0008167C">
        <w:t>собой</w:t>
      </w:r>
      <w:r w:rsidR="0008167C" w:rsidRPr="0008167C">
        <w:t xml:space="preserve"> </w:t>
      </w:r>
      <w:r w:rsidRPr="0008167C">
        <w:t>непрерывную</w:t>
      </w:r>
      <w:r w:rsidR="0008167C" w:rsidRPr="0008167C">
        <w:t xml:space="preserve"> </w:t>
      </w:r>
      <w:r w:rsidRPr="0008167C">
        <w:t>водную</w:t>
      </w:r>
      <w:r w:rsidR="0008167C" w:rsidRPr="0008167C">
        <w:t xml:space="preserve"> </w:t>
      </w:r>
      <w:r w:rsidRPr="0008167C">
        <w:t>оболочку,</w:t>
      </w:r>
      <w:r w:rsidR="0008167C" w:rsidRPr="0008167C">
        <w:t xml:space="preserve"> </w:t>
      </w:r>
      <w:r w:rsidRPr="0008167C">
        <w:t>называемую</w:t>
      </w:r>
      <w:r w:rsidR="0008167C" w:rsidRPr="0008167C">
        <w:t xml:space="preserve"> </w:t>
      </w:r>
      <w:r w:rsidRPr="0008167C">
        <w:t>Мировым</w:t>
      </w:r>
      <w:r w:rsidR="0008167C" w:rsidRPr="0008167C">
        <w:t xml:space="preserve"> </w:t>
      </w:r>
      <w:r w:rsidRPr="0008167C">
        <w:t>океаном</w:t>
      </w:r>
      <w:r w:rsidR="0008167C" w:rsidRPr="0008167C">
        <w:t xml:space="preserve">. </w:t>
      </w:r>
      <w:r w:rsidRPr="0008167C">
        <w:t>Мировой</w:t>
      </w:r>
      <w:r w:rsidR="0008167C" w:rsidRPr="0008167C">
        <w:t xml:space="preserve"> </w:t>
      </w:r>
      <w:r w:rsidRPr="0008167C">
        <w:t>океан</w:t>
      </w:r>
      <w:r w:rsidR="0008167C" w:rsidRPr="0008167C">
        <w:t xml:space="preserve"> </w:t>
      </w:r>
      <w:r w:rsidRPr="0008167C">
        <w:t>расчленяет</w:t>
      </w:r>
      <w:r w:rsidR="0008167C" w:rsidRPr="0008167C">
        <w:t xml:space="preserve"> </w:t>
      </w:r>
      <w:r w:rsidRPr="0008167C">
        <w:t>сушу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отдельные</w:t>
      </w:r>
      <w:r w:rsidR="0008167C" w:rsidRPr="0008167C">
        <w:t xml:space="preserve"> </w:t>
      </w:r>
      <w:r w:rsidRPr="0008167C">
        <w:t>материки,</w:t>
      </w:r>
      <w:r w:rsidR="0008167C" w:rsidRPr="0008167C">
        <w:t xml:space="preserve"> </w:t>
      </w:r>
      <w:r w:rsidRPr="0008167C">
        <w:t>острова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архипелаги</w:t>
      </w:r>
      <w:r w:rsidR="0008167C" w:rsidRPr="0008167C">
        <w:t xml:space="preserve">. </w:t>
      </w:r>
      <w:r w:rsidRPr="0008167C">
        <w:t>Мировой</w:t>
      </w:r>
      <w:r w:rsidR="0008167C" w:rsidRPr="0008167C">
        <w:t xml:space="preserve"> </w:t>
      </w:r>
      <w:r w:rsidRPr="0008167C">
        <w:t>океан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свою</w:t>
      </w:r>
      <w:r w:rsidR="0008167C" w:rsidRPr="0008167C">
        <w:t xml:space="preserve"> </w:t>
      </w:r>
      <w:r w:rsidRPr="0008167C">
        <w:t>очередь</w:t>
      </w:r>
      <w:r w:rsidR="0008167C" w:rsidRPr="0008167C">
        <w:t xml:space="preserve"> </w:t>
      </w:r>
      <w:r w:rsidRPr="0008167C">
        <w:t>разделен</w:t>
      </w:r>
      <w:r w:rsidR="0008167C" w:rsidRPr="0008167C">
        <w:t xml:space="preserve"> </w:t>
      </w:r>
      <w:r w:rsidRPr="0008167C">
        <w:t>материками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отдельные,</w:t>
      </w:r>
      <w:r w:rsidR="0008167C" w:rsidRPr="0008167C">
        <w:t xml:space="preserve"> </w:t>
      </w:r>
      <w:r w:rsidRPr="0008167C">
        <w:t>сообщающиеся</w:t>
      </w:r>
      <w:r w:rsidR="0008167C" w:rsidRPr="0008167C">
        <w:t xml:space="preserve"> </w:t>
      </w:r>
      <w:r w:rsidRPr="0008167C">
        <w:t>между</w:t>
      </w:r>
      <w:r w:rsidR="0008167C" w:rsidRPr="0008167C">
        <w:t xml:space="preserve"> </w:t>
      </w:r>
      <w:r w:rsidRPr="0008167C">
        <w:t>собой</w:t>
      </w:r>
      <w:r w:rsidR="0008167C" w:rsidRPr="0008167C">
        <w:t xml:space="preserve"> </w:t>
      </w:r>
      <w:r w:rsidRPr="0008167C">
        <w:t>части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Часть</w:t>
      </w:r>
      <w:r w:rsidR="0008167C" w:rsidRPr="0008167C">
        <w:t xml:space="preserve"> </w:t>
      </w:r>
      <w:r w:rsidRPr="0008167C">
        <w:t>Мирового</w:t>
      </w:r>
      <w:r w:rsidR="0008167C" w:rsidRPr="0008167C">
        <w:t xml:space="preserve"> </w:t>
      </w:r>
      <w:r w:rsidRPr="0008167C">
        <w:t>океана,</w:t>
      </w:r>
      <w:r w:rsidR="0008167C" w:rsidRPr="0008167C">
        <w:t xml:space="preserve"> </w:t>
      </w:r>
      <w:r w:rsidRPr="0008167C">
        <w:t>расположенная</w:t>
      </w:r>
      <w:r w:rsidR="0008167C" w:rsidRPr="0008167C">
        <w:t xml:space="preserve"> </w:t>
      </w:r>
      <w:r w:rsidRPr="0008167C">
        <w:t>между</w:t>
      </w:r>
      <w:r w:rsidR="0008167C" w:rsidRPr="0008167C">
        <w:t xml:space="preserve"> </w:t>
      </w:r>
      <w:r w:rsidRPr="0008167C">
        <w:t>отдельными</w:t>
      </w:r>
      <w:r w:rsidR="0008167C" w:rsidRPr="0008167C">
        <w:t xml:space="preserve"> </w:t>
      </w:r>
      <w:r w:rsidRPr="0008167C">
        <w:t>материками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отличающаяся</w:t>
      </w:r>
      <w:r w:rsidR="0008167C" w:rsidRPr="0008167C">
        <w:t xml:space="preserve"> </w:t>
      </w:r>
      <w:r w:rsidRPr="0008167C">
        <w:t>своеобразной</w:t>
      </w:r>
      <w:r w:rsidR="0008167C" w:rsidRPr="0008167C">
        <w:t xml:space="preserve"> </w:t>
      </w:r>
      <w:r w:rsidRPr="0008167C">
        <w:t>конфигурацией</w:t>
      </w:r>
      <w:r w:rsidR="0008167C" w:rsidRPr="0008167C">
        <w:t xml:space="preserve"> </w:t>
      </w:r>
      <w:r w:rsidRPr="0008167C">
        <w:t>береговой</w:t>
      </w:r>
      <w:r w:rsidR="0008167C" w:rsidRPr="0008167C">
        <w:t xml:space="preserve"> </w:t>
      </w:r>
      <w:r w:rsidRPr="0008167C">
        <w:t>линии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особенностями</w:t>
      </w:r>
      <w:r w:rsidR="0008167C" w:rsidRPr="0008167C">
        <w:t xml:space="preserve"> </w:t>
      </w:r>
      <w:r w:rsidRPr="0008167C">
        <w:t>подводного</w:t>
      </w:r>
      <w:r w:rsidR="0008167C" w:rsidRPr="0008167C">
        <w:t xml:space="preserve"> </w:t>
      </w:r>
      <w:r w:rsidRPr="0008167C">
        <w:t>рельефа,</w:t>
      </w:r>
      <w:r w:rsidR="0008167C" w:rsidRPr="0008167C">
        <w:t xml:space="preserve"> </w:t>
      </w:r>
      <w:r w:rsidRPr="0008167C">
        <w:t>отражающего</w:t>
      </w:r>
      <w:r w:rsidR="0008167C" w:rsidRPr="0008167C">
        <w:t xml:space="preserve"> </w:t>
      </w:r>
      <w:r w:rsidRPr="0008167C">
        <w:t>историю</w:t>
      </w:r>
      <w:r w:rsidR="0008167C" w:rsidRPr="0008167C">
        <w:t xml:space="preserve"> </w:t>
      </w:r>
      <w:r w:rsidRPr="0008167C">
        <w:t>формирования</w:t>
      </w:r>
      <w:r w:rsidR="0008167C" w:rsidRPr="0008167C">
        <w:t xml:space="preserve"> </w:t>
      </w:r>
      <w:r w:rsidRPr="0008167C">
        <w:t>данного</w:t>
      </w:r>
      <w:r w:rsidR="0008167C" w:rsidRPr="0008167C">
        <w:t xml:space="preserve"> </w:t>
      </w:r>
      <w:r w:rsidRPr="0008167C">
        <w:t>участка</w:t>
      </w:r>
      <w:r w:rsidR="0008167C" w:rsidRPr="0008167C">
        <w:t xml:space="preserve"> </w:t>
      </w:r>
      <w:r w:rsidRPr="0008167C">
        <w:t>земной</w:t>
      </w:r>
      <w:r w:rsidR="0008167C" w:rsidRPr="0008167C">
        <w:t xml:space="preserve"> </w:t>
      </w:r>
      <w:r w:rsidRPr="0008167C">
        <w:t>коры,</w:t>
      </w:r>
      <w:r w:rsidR="0008167C" w:rsidRPr="0008167C">
        <w:t xml:space="preserve"> </w:t>
      </w:r>
      <w:r w:rsidRPr="0008167C">
        <w:t>называется</w:t>
      </w:r>
      <w:r w:rsidR="0008167C" w:rsidRPr="0008167C">
        <w:t xml:space="preserve"> </w:t>
      </w:r>
      <w:r w:rsidRPr="0008167C">
        <w:rPr>
          <w:i/>
        </w:rPr>
        <w:t>океаном</w:t>
      </w:r>
      <w:r w:rsidR="0008167C" w:rsidRPr="0008167C">
        <w:t xml:space="preserve">. </w:t>
      </w:r>
      <w:r w:rsidRPr="0008167C">
        <w:t>Основными</w:t>
      </w:r>
      <w:r w:rsidR="0008167C" w:rsidRPr="0008167C">
        <w:t xml:space="preserve"> </w:t>
      </w:r>
      <w:r w:rsidRPr="0008167C">
        <w:t>признаками</w:t>
      </w:r>
      <w:r w:rsidR="0008167C" w:rsidRPr="0008167C">
        <w:t xml:space="preserve"> </w:t>
      </w:r>
      <w:r w:rsidRPr="0008167C">
        <w:t>океанов</w:t>
      </w:r>
      <w:r w:rsidR="0008167C" w:rsidRPr="0008167C">
        <w:t xml:space="preserve"> </w:t>
      </w:r>
      <w:r w:rsidRPr="0008167C">
        <w:t>являются</w:t>
      </w:r>
      <w:r w:rsidR="0008167C" w:rsidRPr="0008167C">
        <w:t xml:space="preserve"> </w:t>
      </w:r>
      <w:r w:rsidRPr="0008167C">
        <w:t>самостоятельная</w:t>
      </w:r>
      <w:r w:rsidR="0008167C" w:rsidRPr="0008167C">
        <w:t xml:space="preserve"> </w:t>
      </w:r>
      <w:r w:rsidRPr="0008167C">
        <w:t>система</w:t>
      </w:r>
      <w:r w:rsidR="0008167C" w:rsidRPr="0008167C">
        <w:t xml:space="preserve"> </w:t>
      </w:r>
      <w:r w:rsidRPr="0008167C">
        <w:t>течений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атмосферной</w:t>
      </w:r>
      <w:r w:rsidR="0008167C" w:rsidRPr="0008167C">
        <w:t xml:space="preserve"> </w:t>
      </w:r>
      <w:r w:rsidRPr="0008167C">
        <w:t>циркуляции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структура</w:t>
      </w:r>
      <w:r w:rsidR="0008167C" w:rsidRPr="0008167C">
        <w:t xml:space="preserve"> </w:t>
      </w:r>
      <w:r w:rsidRPr="0008167C">
        <w:t>водных</w:t>
      </w:r>
      <w:r w:rsidR="0008167C" w:rsidRPr="0008167C">
        <w:t xml:space="preserve"> </w:t>
      </w:r>
      <w:r w:rsidRPr="0008167C">
        <w:t>масс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характерным</w:t>
      </w:r>
      <w:r w:rsidR="0008167C" w:rsidRPr="0008167C">
        <w:t xml:space="preserve"> </w:t>
      </w:r>
      <w:r w:rsidRPr="0008167C">
        <w:t>пространственным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вертикальным</w:t>
      </w:r>
      <w:r w:rsidR="0008167C" w:rsidRPr="0008167C">
        <w:t xml:space="preserve"> </w:t>
      </w:r>
      <w:r w:rsidRPr="0008167C">
        <w:t>распределением</w:t>
      </w:r>
      <w:r w:rsidR="0008167C" w:rsidRPr="0008167C">
        <w:t xml:space="preserve"> </w:t>
      </w:r>
      <w:r w:rsidRPr="0008167C">
        <w:t>океанологических</w:t>
      </w:r>
      <w:r w:rsidR="0008167C" w:rsidRPr="0008167C">
        <w:t xml:space="preserve"> </w:t>
      </w:r>
      <w:r w:rsidRPr="0008167C">
        <w:t>элементов</w:t>
      </w:r>
      <w:r w:rsidR="0008167C" w:rsidRPr="0008167C">
        <w:t xml:space="preserve">. </w:t>
      </w:r>
      <w:r w:rsidRPr="0008167C">
        <w:t>По</w:t>
      </w:r>
      <w:r w:rsidR="0008167C" w:rsidRPr="0008167C">
        <w:t xml:space="preserve"> </w:t>
      </w:r>
      <w:r w:rsidRPr="0008167C">
        <w:t>этим</w:t>
      </w:r>
      <w:r w:rsidR="0008167C" w:rsidRPr="0008167C">
        <w:t xml:space="preserve"> </w:t>
      </w:r>
      <w:r w:rsidRPr="0008167C">
        <w:t>признакам</w:t>
      </w:r>
      <w:r w:rsidR="0008167C" w:rsidRPr="0008167C">
        <w:t xml:space="preserve"> </w:t>
      </w:r>
      <w:r w:rsidRPr="0008167C">
        <w:t>Мировой</w:t>
      </w:r>
      <w:r w:rsidR="0008167C" w:rsidRPr="0008167C">
        <w:t xml:space="preserve"> </w:t>
      </w:r>
      <w:r w:rsidRPr="0008167C">
        <w:t>океан</w:t>
      </w:r>
      <w:r w:rsidR="0008167C" w:rsidRPr="0008167C">
        <w:t xml:space="preserve"> </w:t>
      </w:r>
      <w:r w:rsidRPr="0008167C">
        <w:t>условно</w:t>
      </w:r>
      <w:r w:rsidR="0008167C" w:rsidRPr="0008167C">
        <w:t xml:space="preserve"> </w:t>
      </w:r>
      <w:r w:rsidRPr="0008167C">
        <w:t>подразделяют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четыре</w:t>
      </w:r>
      <w:r w:rsidR="0008167C" w:rsidRPr="0008167C">
        <w:t xml:space="preserve"> </w:t>
      </w:r>
      <w:r w:rsidRPr="0008167C">
        <w:t>части</w:t>
      </w:r>
      <w:r w:rsidR="0008167C" w:rsidRPr="0008167C">
        <w:t xml:space="preserve">: </w:t>
      </w:r>
      <w:r w:rsidRPr="0008167C">
        <w:t>Тихий,</w:t>
      </w:r>
      <w:r w:rsidR="0008167C" w:rsidRPr="0008167C">
        <w:t xml:space="preserve"> </w:t>
      </w:r>
      <w:r w:rsidRPr="0008167C">
        <w:t>Атлантический,</w:t>
      </w:r>
      <w:r w:rsidR="0008167C" w:rsidRPr="0008167C">
        <w:t xml:space="preserve"> </w:t>
      </w:r>
      <w:r w:rsidRPr="0008167C">
        <w:t>Индийский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Северный</w:t>
      </w:r>
      <w:r w:rsidR="0008167C" w:rsidRPr="0008167C">
        <w:t xml:space="preserve"> </w:t>
      </w:r>
      <w:r w:rsidRPr="0008167C">
        <w:t>Ледовитый</w:t>
      </w:r>
      <w:r w:rsidR="0008167C" w:rsidRPr="0008167C">
        <w:t xml:space="preserve"> </w:t>
      </w:r>
      <w:r w:rsidRPr="0008167C">
        <w:t>океаны</w:t>
      </w:r>
      <w:r w:rsidR="0008167C" w:rsidRPr="0008167C">
        <w:t xml:space="preserve">. </w:t>
      </w:r>
      <w:r w:rsidRPr="0008167C">
        <w:t>Границы</w:t>
      </w:r>
      <w:r w:rsidR="0008167C" w:rsidRPr="0008167C">
        <w:t xml:space="preserve"> </w:t>
      </w:r>
      <w:r w:rsidRPr="0008167C">
        <w:t>океанов</w:t>
      </w:r>
      <w:r w:rsidR="0008167C" w:rsidRPr="0008167C">
        <w:t xml:space="preserve"> </w:t>
      </w:r>
      <w:r w:rsidRPr="0008167C">
        <w:t>отчетливо</w:t>
      </w:r>
      <w:r w:rsidR="0008167C" w:rsidRPr="0008167C">
        <w:t xml:space="preserve"> </w:t>
      </w:r>
      <w:r w:rsidRPr="0008167C">
        <w:t>выражены</w:t>
      </w:r>
      <w:r w:rsidR="0008167C" w:rsidRPr="0008167C">
        <w:t xml:space="preserve"> </w:t>
      </w:r>
      <w:r w:rsidRPr="0008167C">
        <w:t>лишь</w:t>
      </w:r>
      <w:r w:rsidR="0008167C" w:rsidRPr="0008167C">
        <w:t xml:space="preserve"> </w:t>
      </w:r>
      <w:r w:rsidRPr="0008167C">
        <w:t>береговыми</w:t>
      </w:r>
      <w:r w:rsidR="0008167C" w:rsidRPr="0008167C">
        <w:t xml:space="preserve"> </w:t>
      </w:r>
      <w:r w:rsidRPr="0008167C">
        <w:t>линиями</w:t>
      </w:r>
      <w:r w:rsidR="0008167C" w:rsidRPr="0008167C">
        <w:t xml:space="preserve"> </w:t>
      </w:r>
      <w:r w:rsidRPr="0008167C">
        <w:t>суши,</w:t>
      </w:r>
      <w:r w:rsidR="0008167C" w:rsidRPr="0008167C">
        <w:t xml:space="preserve"> </w:t>
      </w:r>
      <w:r w:rsidRPr="0008167C">
        <w:t>омываемой</w:t>
      </w:r>
      <w:r w:rsidR="0008167C" w:rsidRPr="0008167C">
        <w:t xml:space="preserve"> </w:t>
      </w:r>
      <w:r w:rsidRPr="0008167C">
        <w:t>ими</w:t>
      </w:r>
      <w:r w:rsidR="0008167C" w:rsidRPr="0008167C">
        <w:t xml:space="preserve">. </w:t>
      </w:r>
      <w:r w:rsidRPr="0008167C">
        <w:t>Морские</w:t>
      </w:r>
      <w:r w:rsidR="0008167C" w:rsidRPr="0008167C">
        <w:t xml:space="preserve"> </w:t>
      </w:r>
      <w:r w:rsidRPr="0008167C">
        <w:t>же</w:t>
      </w:r>
      <w:r w:rsidR="0008167C" w:rsidRPr="0008167C">
        <w:t xml:space="preserve"> </w:t>
      </w:r>
      <w:r w:rsidRPr="0008167C">
        <w:t>границы</w:t>
      </w:r>
      <w:r w:rsidR="0008167C" w:rsidRPr="0008167C">
        <w:t xml:space="preserve"> </w:t>
      </w:r>
      <w:r w:rsidRPr="0008167C">
        <w:t>носят</w:t>
      </w:r>
      <w:r w:rsidR="0008167C" w:rsidRPr="0008167C">
        <w:t xml:space="preserve"> </w:t>
      </w:r>
      <w:r w:rsidRPr="0008167C">
        <w:t>до</w:t>
      </w:r>
      <w:r w:rsidR="0008167C" w:rsidRPr="0008167C">
        <w:t xml:space="preserve"> </w:t>
      </w:r>
      <w:r w:rsidRPr="0008167C">
        <w:t>некоторой</w:t>
      </w:r>
      <w:r w:rsidR="0008167C" w:rsidRPr="0008167C">
        <w:t xml:space="preserve"> </w:t>
      </w:r>
      <w:r w:rsidRPr="0008167C">
        <w:t>степени</w:t>
      </w:r>
      <w:r w:rsidR="0008167C" w:rsidRPr="0008167C">
        <w:t xml:space="preserve"> </w:t>
      </w:r>
      <w:r w:rsidRPr="0008167C">
        <w:t>условный</w:t>
      </w:r>
      <w:r w:rsidR="0008167C" w:rsidRPr="0008167C">
        <w:t xml:space="preserve"> </w:t>
      </w:r>
      <w:r w:rsidRPr="0008167C">
        <w:t>характер</w:t>
      </w:r>
      <w:r w:rsidR="0008167C" w:rsidRPr="0008167C">
        <w:t>.</w:t>
      </w:r>
    </w:p>
    <w:p w:rsidR="0008167C" w:rsidRPr="0008167C" w:rsidRDefault="00223F35" w:rsidP="0008167C">
      <w:pPr>
        <w:pStyle w:val="3"/>
        <w:tabs>
          <w:tab w:val="left" w:pos="726"/>
        </w:tabs>
        <w:rPr>
          <w:color w:val="000000"/>
        </w:rPr>
      </w:pPr>
      <w:bookmarkStart w:id="10" w:name="_Toc8497747"/>
      <w:bookmarkStart w:id="11" w:name="_Toc8498112"/>
      <w:bookmarkStart w:id="12" w:name="_Toc8498780"/>
      <w:r w:rsidRPr="0008167C">
        <w:rPr>
          <w:color w:val="000000"/>
        </w:rPr>
        <w:t>Моря</w:t>
      </w:r>
      <w:r w:rsidR="0008167C" w:rsidRPr="0008167C">
        <w:rPr>
          <w:color w:val="000000"/>
        </w:rPr>
        <w:t>.</w:t>
      </w:r>
      <w:bookmarkEnd w:id="10"/>
      <w:bookmarkEnd w:id="11"/>
      <w:bookmarkEnd w:id="12"/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Часть</w:t>
      </w:r>
      <w:r w:rsidR="0008167C" w:rsidRPr="0008167C">
        <w:t xml:space="preserve"> </w:t>
      </w:r>
      <w:r w:rsidRPr="0008167C">
        <w:t>океана,</w:t>
      </w:r>
      <w:r w:rsidR="0008167C" w:rsidRPr="0008167C">
        <w:t xml:space="preserve"> </w:t>
      </w:r>
      <w:r w:rsidRPr="0008167C">
        <w:t>вдающаяся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сушу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сообщающаяся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прилежащим</w:t>
      </w:r>
      <w:r w:rsidR="0008167C" w:rsidRPr="0008167C">
        <w:t xml:space="preserve"> </w:t>
      </w:r>
      <w:r w:rsidRPr="0008167C">
        <w:t>океаном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морем</w:t>
      </w:r>
      <w:r w:rsidR="0008167C" w:rsidRPr="0008167C">
        <w:t xml:space="preserve"> </w:t>
      </w:r>
      <w:r w:rsidRPr="0008167C">
        <w:t>свободно,</w:t>
      </w:r>
      <w:r w:rsidR="0008167C" w:rsidRPr="0008167C">
        <w:t xml:space="preserve"> </w:t>
      </w:r>
      <w:r w:rsidRPr="0008167C">
        <w:t>через</w:t>
      </w:r>
      <w:r w:rsidR="0008167C" w:rsidRPr="0008167C">
        <w:t xml:space="preserve"> </w:t>
      </w:r>
      <w:r w:rsidRPr="0008167C">
        <w:t>проливы,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отделенная</w:t>
      </w:r>
      <w:r w:rsidR="0008167C" w:rsidRPr="0008167C">
        <w:t xml:space="preserve"> </w:t>
      </w:r>
      <w:r w:rsidRPr="0008167C">
        <w:t>островами,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грядами,</w:t>
      </w:r>
      <w:r w:rsidR="0008167C" w:rsidRPr="0008167C">
        <w:t xml:space="preserve"> </w:t>
      </w:r>
      <w:r w:rsidRPr="0008167C">
        <w:t>подводными</w:t>
      </w:r>
      <w:r w:rsidR="0008167C" w:rsidRPr="0008167C">
        <w:t xml:space="preserve"> </w:t>
      </w:r>
      <w:r w:rsidRPr="0008167C">
        <w:t>поднятиями</w:t>
      </w:r>
      <w:r w:rsidR="0008167C">
        <w:t xml:space="preserve"> (</w:t>
      </w:r>
      <w:r w:rsidRPr="0008167C">
        <w:t>порогами</w:t>
      </w:r>
      <w:r w:rsidR="0008167C" w:rsidRPr="0008167C">
        <w:t xml:space="preserve">), </w:t>
      </w:r>
      <w:r w:rsidRPr="0008167C">
        <w:t>называется</w:t>
      </w:r>
      <w:r w:rsidR="0008167C" w:rsidRPr="0008167C">
        <w:t xml:space="preserve"> </w:t>
      </w:r>
      <w:r w:rsidRPr="0008167C">
        <w:rPr>
          <w:i/>
        </w:rPr>
        <w:t>морем</w:t>
      </w:r>
      <w:r w:rsidR="0008167C" w:rsidRPr="0008167C">
        <w:t xml:space="preserve">. </w:t>
      </w:r>
      <w:r w:rsidRPr="0008167C">
        <w:t>Географическое</w:t>
      </w:r>
      <w:r w:rsidR="0008167C" w:rsidRPr="0008167C">
        <w:t xml:space="preserve"> </w:t>
      </w:r>
      <w:r w:rsidRPr="0008167C">
        <w:t>положение,</w:t>
      </w:r>
      <w:r w:rsidR="0008167C" w:rsidRPr="0008167C">
        <w:t xml:space="preserve"> </w:t>
      </w:r>
      <w:r w:rsidRPr="0008167C">
        <w:t>условия</w:t>
      </w:r>
      <w:r w:rsidR="0008167C" w:rsidRPr="0008167C">
        <w:t xml:space="preserve"> </w:t>
      </w:r>
      <w:r w:rsidRPr="0008167C">
        <w:t>водообмена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океаном,</w:t>
      </w:r>
      <w:r w:rsidR="0008167C" w:rsidRPr="0008167C">
        <w:t xml:space="preserve"> </w:t>
      </w:r>
      <w:r w:rsidRPr="0008167C">
        <w:t>характер</w:t>
      </w:r>
      <w:r w:rsidR="0008167C" w:rsidRPr="0008167C">
        <w:t xml:space="preserve"> </w:t>
      </w:r>
      <w:r w:rsidRPr="0008167C">
        <w:t>рельефа</w:t>
      </w:r>
      <w:r w:rsidR="0008167C" w:rsidRPr="0008167C">
        <w:t xml:space="preserve"> </w:t>
      </w:r>
      <w:r w:rsidRPr="0008167C">
        <w:t>дна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очертаний</w:t>
      </w:r>
      <w:r w:rsidR="0008167C" w:rsidRPr="0008167C">
        <w:t xml:space="preserve"> </w:t>
      </w:r>
      <w:r w:rsidRPr="0008167C">
        <w:t>бассейна</w:t>
      </w:r>
      <w:r w:rsidR="0008167C" w:rsidRPr="0008167C">
        <w:t xml:space="preserve"> </w:t>
      </w:r>
      <w:r w:rsidRPr="0008167C">
        <w:t>наряду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общими</w:t>
      </w:r>
      <w:r w:rsidR="0008167C" w:rsidRPr="0008167C">
        <w:t xml:space="preserve"> </w:t>
      </w:r>
      <w:r w:rsidRPr="0008167C">
        <w:t>климатическими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гидрометеорологическими</w:t>
      </w:r>
      <w:r w:rsidR="0008167C" w:rsidRPr="0008167C">
        <w:t xml:space="preserve"> </w:t>
      </w:r>
      <w:r w:rsidRPr="0008167C">
        <w:t>условиями</w:t>
      </w:r>
      <w:r w:rsidR="0008167C" w:rsidRPr="0008167C">
        <w:t xml:space="preserve"> </w:t>
      </w:r>
      <w:r w:rsidRPr="0008167C">
        <w:t>района</w:t>
      </w:r>
      <w:r w:rsidR="0008167C" w:rsidRPr="0008167C">
        <w:t xml:space="preserve"> </w:t>
      </w:r>
      <w:r w:rsidRPr="0008167C">
        <w:t>определяют</w:t>
      </w:r>
      <w:r w:rsidR="0008167C" w:rsidRPr="0008167C">
        <w:t xml:space="preserve"> </w:t>
      </w:r>
      <w:r w:rsidRPr="0008167C">
        <w:t>структуру</w:t>
      </w:r>
      <w:r w:rsidR="0008167C" w:rsidRPr="0008167C">
        <w:t xml:space="preserve"> </w:t>
      </w:r>
      <w:r w:rsidRPr="0008167C">
        <w:t>водных</w:t>
      </w:r>
      <w:r w:rsidR="0008167C" w:rsidRPr="0008167C">
        <w:t xml:space="preserve"> </w:t>
      </w:r>
      <w:r w:rsidRPr="0008167C">
        <w:t>масс</w:t>
      </w:r>
      <w:r w:rsidR="0008167C" w:rsidRPr="0008167C">
        <w:t xml:space="preserve"> </w:t>
      </w:r>
      <w:r w:rsidRPr="0008167C">
        <w:t>данного</w:t>
      </w:r>
      <w:r w:rsidR="0008167C" w:rsidRPr="0008167C">
        <w:t xml:space="preserve"> </w:t>
      </w:r>
      <w:r w:rsidRPr="0008167C">
        <w:t>моря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режим</w:t>
      </w:r>
      <w:r w:rsidR="0008167C" w:rsidRPr="0008167C">
        <w:t xml:space="preserve">. </w:t>
      </w:r>
      <w:r w:rsidRPr="0008167C">
        <w:t>Моря</w:t>
      </w:r>
      <w:r w:rsidR="0008167C" w:rsidRPr="0008167C">
        <w:t xml:space="preserve"> </w:t>
      </w:r>
      <w:r w:rsidRPr="0008167C">
        <w:t>подразделяют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различным</w:t>
      </w:r>
      <w:r w:rsidR="0008167C" w:rsidRPr="0008167C">
        <w:t xml:space="preserve"> </w:t>
      </w:r>
      <w:r w:rsidRPr="0008167C">
        <w:t>признакам</w:t>
      </w:r>
      <w:r w:rsidR="0008167C" w:rsidRPr="0008167C">
        <w:t xml:space="preserve">: </w:t>
      </w:r>
      <w:r w:rsidRPr="0008167C">
        <w:t>условиям</w:t>
      </w:r>
      <w:r w:rsidR="0008167C" w:rsidRPr="0008167C">
        <w:t xml:space="preserve"> </w:t>
      </w:r>
      <w:r w:rsidRPr="0008167C">
        <w:t>водообмена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степени</w:t>
      </w:r>
      <w:r w:rsidR="0008167C" w:rsidRPr="0008167C">
        <w:t xml:space="preserve"> </w:t>
      </w:r>
      <w:r w:rsidRPr="0008167C">
        <w:t>изоляции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океана,</w:t>
      </w:r>
      <w:r w:rsidR="0008167C" w:rsidRPr="0008167C">
        <w:t xml:space="preserve"> </w:t>
      </w:r>
      <w:r w:rsidRPr="0008167C">
        <w:t>происхождению,</w:t>
      </w:r>
      <w:r w:rsidR="0008167C" w:rsidRPr="0008167C">
        <w:t xml:space="preserve"> </w:t>
      </w:r>
      <w:r w:rsidRPr="0008167C">
        <w:t>характеру</w:t>
      </w:r>
      <w:r w:rsidR="0008167C" w:rsidRPr="0008167C">
        <w:t xml:space="preserve"> </w:t>
      </w:r>
      <w:r w:rsidRPr="0008167C">
        <w:t>водообмена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гидрологического</w:t>
      </w:r>
      <w:r w:rsidR="0008167C" w:rsidRPr="0008167C">
        <w:t xml:space="preserve"> </w:t>
      </w:r>
      <w:r w:rsidRPr="0008167C">
        <w:t>режима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="0008167C">
        <w:t>т.д.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Наибольшее</w:t>
      </w:r>
      <w:r w:rsidR="0008167C" w:rsidRPr="0008167C">
        <w:t xml:space="preserve"> </w:t>
      </w:r>
      <w:r w:rsidRPr="0008167C">
        <w:t>распространение</w:t>
      </w:r>
      <w:r w:rsidR="0008167C" w:rsidRPr="0008167C">
        <w:t xml:space="preserve"> </w:t>
      </w:r>
      <w:r w:rsidRPr="0008167C">
        <w:t>до</w:t>
      </w:r>
      <w:r w:rsidR="0008167C" w:rsidRPr="0008167C">
        <w:t xml:space="preserve"> </w:t>
      </w:r>
      <w:r w:rsidRPr="0008167C">
        <w:t>настоящего</w:t>
      </w:r>
      <w:r w:rsidR="0008167C" w:rsidRPr="0008167C">
        <w:t xml:space="preserve"> </w:t>
      </w:r>
      <w:r w:rsidRPr="0008167C">
        <w:t>времени</w:t>
      </w:r>
      <w:r w:rsidR="0008167C" w:rsidRPr="0008167C">
        <w:t xml:space="preserve"> </w:t>
      </w:r>
      <w:r w:rsidRPr="0008167C">
        <w:t>имеет</w:t>
      </w:r>
      <w:r w:rsidR="0008167C" w:rsidRPr="0008167C">
        <w:t xml:space="preserve"> </w:t>
      </w:r>
      <w:r w:rsidRPr="0008167C">
        <w:t>классификация</w:t>
      </w:r>
      <w:r w:rsidR="0008167C" w:rsidRPr="0008167C">
        <w:t xml:space="preserve"> </w:t>
      </w:r>
      <w:r w:rsidRPr="0008167C">
        <w:t>Шокальского,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которой</w:t>
      </w:r>
      <w:r w:rsidR="0008167C" w:rsidRPr="0008167C">
        <w:t xml:space="preserve"> </w:t>
      </w:r>
      <w:r w:rsidRPr="0008167C">
        <w:t>моря</w:t>
      </w:r>
      <w:r w:rsidR="0008167C" w:rsidRPr="0008167C">
        <w:t xml:space="preserve"> </w:t>
      </w:r>
      <w:r w:rsidRPr="0008167C">
        <w:t>разделяются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окраинные,</w:t>
      </w:r>
      <w:r w:rsidR="0008167C" w:rsidRPr="0008167C">
        <w:t xml:space="preserve"> </w:t>
      </w:r>
      <w:r w:rsidRPr="0008167C">
        <w:t>средиземные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межостровные</w:t>
      </w:r>
      <w:r w:rsidR="0008167C" w:rsidRPr="0008167C">
        <w:t xml:space="preserve">. </w:t>
      </w:r>
      <w:r w:rsidRPr="0008167C">
        <w:t>Окраинные</w:t>
      </w:r>
      <w:r w:rsidR="0008167C" w:rsidRPr="0008167C">
        <w:t xml:space="preserve"> </w:t>
      </w:r>
      <w:r w:rsidRPr="0008167C">
        <w:t>моря</w:t>
      </w:r>
      <w:r w:rsidR="0008167C" w:rsidRPr="0008167C">
        <w:t xml:space="preserve"> </w:t>
      </w:r>
      <w:r w:rsidRPr="0008167C">
        <w:t>располагаются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окраинам</w:t>
      </w:r>
      <w:r w:rsidR="0008167C" w:rsidRPr="0008167C">
        <w:t xml:space="preserve"> </w:t>
      </w:r>
      <w:r w:rsidRPr="0008167C">
        <w:t>материков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больших</w:t>
      </w:r>
      <w:r w:rsidR="0008167C" w:rsidRPr="0008167C">
        <w:t xml:space="preserve"> </w:t>
      </w:r>
      <w:r w:rsidRPr="0008167C">
        <w:t>островов,</w:t>
      </w:r>
      <w:r w:rsidR="0008167C" w:rsidRPr="0008167C">
        <w:t xml:space="preserve"> </w:t>
      </w:r>
      <w:r w:rsidRPr="0008167C">
        <w:t>средиземные</w:t>
      </w:r>
      <w:r w:rsidR="0008167C" w:rsidRPr="0008167C">
        <w:t xml:space="preserve"> - </w:t>
      </w:r>
      <w:r w:rsidRPr="0008167C">
        <w:t>между</w:t>
      </w:r>
      <w:r w:rsidR="0008167C" w:rsidRPr="0008167C">
        <w:t xml:space="preserve"> </w:t>
      </w:r>
      <w:r w:rsidRPr="0008167C">
        <w:t>материками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внутри</w:t>
      </w:r>
      <w:r w:rsidR="0008167C" w:rsidRPr="0008167C">
        <w:t xml:space="preserve"> </w:t>
      </w:r>
      <w:r w:rsidRPr="0008167C">
        <w:t>них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соответствии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этим</w:t>
      </w:r>
      <w:r w:rsidR="0008167C" w:rsidRPr="0008167C">
        <w:t xml:space="preserve"> </w:t>
      </w:r>
      <w:r w:rsidRPr="0008167C">
        <w:t>средиземные</w:t>
      </w:r>
      <w:r w:rsidR="0008167C" w:rsidRPr="0008167C">
        <w:t xml:space="preserve"> </w:t>
      </w:r>
      <w:r w:rsidRPr="0008167C">
        <w:t>моря</w:t>
      </w:r>
      <w:r w:rsidR="0008167C" w:rsidRPr="0008167C">
        <w:t xml:space="preserve"> </w:t>
      </w:r>
      <w:r w:rsidRPr="0008167C">
        <w:t>подразделяются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межматериковые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внутриматериковые</w:t>
      </w:r>
      <w:r w:rsidR="0008167C" w:rsidRPr="0008167C">
        <w:t xml:space="preserve">. </w:t>
      </w:r>
      <w:r w:rsidRPr="0008167C">
        <w:t>Межматериковые</w:t>
      </w:r>
      <w:r w:rsidR="0008167C" w:rsidRPr="0008167C">
        <w:t xml:space="preserve"> </w:t>
      </w:r>
      <w:r w:rsidRPr="0008167C">
        <w:t>моря</w:t>
      </w:r>
      <w:r w:rsidR="0008167C" w:rsidRPr="0008167C">
        <w:t xml:space="preserve"> </w:t>
      </w:r>
      <w:r w:rsidRPr="0008167C">
        <w:t>отличаются</w:t>
      </w:r>
      <w:r w:rsidR="0008167C" w:rsidRPr="0008167C">
        <w:t xml:space="preserve"> </w:t>
      </w:r>
      <w:r w:rsidRPr="0008167C">
        <w:t>обычно</w:t>
      </w:r>
      <w:r w:rsidR="0008167C" w:rsidRPr="0008167C">
        <w:t xml:space="preserve"> </w:t>
      </w:r>
      <w:r w:rsidRPr="0008167C">
        <w:t>большими</w:t>
      </w:r>
      <w:r w:rsidR="0008167C" w:rsidRPr="0008167C">
        <w:t xml:space="preserve"> </w:t>
      </w:r>
      <w:r w:rsidRPr="0008167C">
        <w:t>размерами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большими</w:t>
      </w:r>
      <w:r w:rsidR="0008167C" w:rsidRPr="0008167C">
        <w:t xml:space="preserve"> </w:t>
      </w:r>
      <w:r w:rsidRPr="0008167C">
        <w:t>глубинами,</w:t>
      </w:r>
      <w:r w:rsidR="0008167C" w:rsidRPr="0008167C">
        <w:t xml:space="preserve"> </w:t>
      </w:r>
      <w:r w:rsidRPr="0008167C">
        <w:t>внутриматериковые,</w:t>
      </w:r>
      <w:r w:rsidR="0008167C" w:rsidRPr="0008167C">
        <w:t xml:space="preserve"> </w:t>
      </w:r>
      <w:r w:rsidRPr="0008167C">
        <w:t>напротив,</w:t>
      </w:r>
      <w:r w:rsidR="0008167C" w:rsidRPr="0008167C">
        <w:t xml:space="preserve"> </w:t>
      </w:r>
      <w:r w:rsidRPr="0008167C">
        <w:t>относительно</w:t>
      </w:r>
      <w:r w:rsidR="0008167C" w:rsidRPr="0008167C">
        <w:t xml:space="preserve"> </w:t>
      </w:r>
      <w:r w:rsidRPr="0008167C">
        <w:t>невелики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неглубоки</w:t>
      </w:r>
      <w:r w:rsidR="0008167C" w:rsidRPr="0008167C">
        <w:t xml:space="preserve">. </w:t>
      </w:r>
      <w:r w:rsidRPr="0008167C">
        <w:t>Межостровные</w:t>
      </w:r>
      <w:r w:rsidR="0008167C" w:rsidRPr="0008167C">
        <w:t xml:space="preserve"> </w:t>
      </w:r>
      <w:r w:rsidRPr="0008167C">
        <w:t>моря</w:t>
      </w:r>
      <w:r w:rsidR="0008167C" w:rsidRPr="0008167C">
        <w:t xml:space="preserve"> </w:t>
      </w:r>
      <w:r w:rsidRPr="0008167C">
        <w:t>располагаются</w:t>
      </w:r>
      <w:r w:rsidR="0008167C" w:rsidRPr="0008167C">
        <w:t xml:space="preserve"> </w:t>
      </w:r>
      <w:r w:rsidRPr="0008167C">
        <w:t>между</w:t>
      </w:r>
      <w:r w:rsidR="0008167C" w:rsidRPr="0008167C">
        <w:t xml:space="preserve"> </w:t>
      </w:r>
      <w:r w:rsidRPr="0008167C">
        <w:t>островами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архипелагами</w:t>
      </w:r>
      <w:r w:rsidR="0008167C" w:rsidRPr="0008167C">
        <w:t xml:space="preserve">. </w:t>
      </w:r>
      <w:r w:rsidRPr="0008167C">
        <w:t>Окраинные</w:t>
      </w:r>
      <w:r w:rsidR="0008167C" w:rsidRPr="0008167C">
        <w:t xml:space="preserve"> </w:t>
      </w:r>
      <w:r w:rsidRPr="0008167C">
        <w:t>моря</w:t>
      </w:r>
      <w:r w:rsidR="0008167C" w:rsidRPr="0008167C">
        <w:t xml:space="preserve"> </w:t>
      </w:r>
      <w:r w:rsidRPr="0008167C">
        <w:t>вдаются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материки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океана</w:t>
      </w:r>
      <w:r w:rsidR="0008167C" w:rsidRPr="0008167C">
        <w:t xml:space="preserve"> </w:t>
      </w:r>
      <w:r w:rsidRPr="0008167C">
        <w:t>отделяются</w:t>
      </w:r>
      <w:r w:rsidR="0008167C" w:rsidRPr="0008167C">
        <w:t xml:space="preserve"> </w:t>
      </w:r>
      <w:r w:rsidRPr="0008167C">
        <w:t>грядами</w:t>
      </w:r>
      <w:r w:rsidR="0008167C" w:rsidRPr="0008167C">
        <w:t xml:space="preserve"> </w:t>
      </w:r>
      <w:r w:rsidRPr="0008167C">
        <w:t>островов,</w:t>
      </w:r>
      <w:r w:rsidR="0008167C" w:rsidRPr="0008167C">
        <w:t xml:space="preserve"> </w:t>
      </w:r>
      <w:r w:rsidRPr="0008167C">
        <w:t>иногда</w:t>
      </w:r>
      <w:r w:rsidR="0008167C" w:rsidRPr="0008167C">
        <w:t xml:space="preserve"> </w:t>
      </w:r>
      <w:r w:rsidRPr="0008167C">
        <w:t>полуостровами</w:t>
      </w:r>
      <w:r w:rsidR="0008167C" w:rsidRPr="0008167C">
        <w:t xml:space="preserve">. </w:t>
      </w:r>
      <w:r w:rsidRPr="0008167C">
        <w:t>Свободное</w:t>
      </w:r>
      <w:r w:rsidR="0008167C" w:rsidRPr="0008167C">
        <w:t xml:space="preserve"> </w:t>
      </w:r>
      <w:r w:rsidRPr="0008167C">
        <w:t>сообщение</w:t>
      </w:r>
      <w:r w:rsidR="0008167C" w:rsidRPr="0008167C">
        <w:t xml:space="preserve"> </w:t>
      </w:r>
      <w:r w:rsidRPr="0008167C">
        <w:t>окраинных</w:t>
      </w:r>
      <w:r w:rsidR="0008167C" w:rsidRPr="0008167C">
        <w:t xml:space="preserve"> </w:t>
      </w:r>
      <w:r w:rsidRPr="0008167C">
        <w:t>морей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океанами</w:t>
      </w:r>
      <w:r w:rsidR="0008167C" w:rsidRPr="0008167C">
        <w:t xml:space="preserve"> </w:t>
      </w:r>
      <w:r w:rsidRPr="0008167C">
        <w:t>обусловливает</w:t>
      </w:r>
      <w:r w:rsidR="0008167C" w:rsidRPr="0008167C">
        <w:t xml:space="preserve"> </w:t>
      </w:r>
      <w:r w:rsidRPr="0008167C">
        <w:t>зависимость</w:t>
      </w:r>
      <w:r w:rsidR="0008167C" w:rsidRPr="0008167C">
        <w:t xml:space="preserve"> </w:t>
      </w:r>
      <w:r w:rsidRPr="0008167C">
        <w:t>физических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динамических</w:t>
      </w:r>
      <w:r w:rsidR="0008167C" w:rsidRPr="0008167C">
        <w:t xml:space="preserve"> </w:t>
      </w:r>
      <w:r w:rsidRPr="0008167C">
        <w:t>процессов,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также</w:t>
      </w:r>
      <w:r w:rsidR="0008167C" w:rsidRPr="0008167C">
        <w:t xml:space="preserve"> </w:t>
      </w:r>
      <w:r w:rsidRPr="0008167C">
        <w:t>режима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воздействия</w:t>
      </w:r>
      <w:r w:rsidR="0008167C" w:rsidRPr="0008167C">
        <w:t xml:space="preserve"> </w:t>
      </w:r>
      <w:r w:rsidRPr="0008167C">
        <w:t>океана</w:t>
      </w:r>
      <w:r w:rsidR="0008167C" w:rsidRPr="0008167C">
        <w:t xml:space="preserve">. </w:t>
      </w:r>
      <w:r w:rsidRPr="0008167C">
        <w:t>Примерами</w:t>
      </w:r>
      <w:r w:rsidR="0008167C" w:rsidRPr="0008167C">
        <w:t xml:space="preserve"> </w:t>
      </w:r>
      <w:r w:rsidRPr="0008167C">
        <w:t>окраинных</w:t>
      </w:r>
      <w:r w:rsidR="0008167C" w:rsidRPr="0008167C">
        <w:t xml:space="preserve"> </w:t>
      </w:r>
      <w:r w:rsidRPr="0008167C">
        <w:t>морей</w:t>
      </w:r>
      <w:r w:rsidR="0008167C" w:rsidRPr="0008167C">
        <w:t xml:space="preserve"> </w:t>
      </w:r>
      <w:r w:rsidRPr="0008167C">
        <w:t>могут</w:t>
      </w:r>
      <w:r w:rsidR="0008167C" w:rsidRPr="0008167C">
        <w:t xml:space="preserve"> </w:t>
      </w:r>
      <w:r w:rsidRPr="0008167C">
        <w:t>служить</w:t>
      </w:r>
      <w:r w:rsidR="0008167C" w:rsidRPr="0008167C">
        <w:t xml:space="preserve"> </w:t>
      </w:r>
      <w:r w:rsidRPr="0008167C">
        <w:t>моря</w:t>
      </w:r>
      <w:r w:rsidR="0008167C" w:rsidRPr="0008167C">
        <w:t xml:space="preserve"> </w:t>
      </w:r>
      <w:r w:rsidRPr="0008167C">
        <w:t>Северное,</w:t>
      </w:r>
      <w:r w:rsidR="0008167C" w:rsidRPr="0008167C">
        <w:t xml:space="preserve"> </w:t>
      </w:r>
      <w:r w:rsidRPr="0008167C">
        <w:t>Лаптевых,</w:t>
      </w:r>
      <w:r w:rsidR="0008167C" w:rsidRPr="0008167C">
        <w:t xml:space="preserve"> </w:t>
      </w:r>
      <w:r w:rsidRPr="0008167C">
        <w:t>Восточно-Сибирское,</w:t>
      </w:r>
      <w:r w:rsidR="0008167C" w:rsidRPr="0008167C">
        <w:t xml:space="preserve"> </w:t>
      </w:r>
      <w:r w:rsidRPr="0008167C">
        <w:t>Чукотское,</w:t>
      </w:r>
      <w:r w:rsidR="0008167C" w:rsidRPr="0008167C">
        <w:t xml:space="preserve"> </w:t>
      </w:r>
      <w:r w:rsidRPr="0008167C">
        <w:t>Восточно-Китайское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др</w:t>
      </w:r>
      <w:r w:rsidR="0008167C" w:rsidRPr="0008167C">
        <w:t xml:space="preserve">. </w:t>
      </w:r>
      <w:r w:rsidRPr="0008167C">
        <w:t>Средиземные</w:t>
      </w:r>
      <w:r w:rsidR="0008167C" w:rsidRPr="0008167C">
        <w:t xml:space="preserve"> </w:t>
      </w:r>
      <w:r w:rsidRPr="0008167C">
        <w:t>моря</w:t>
      </w:r>
      <w:r w:rsidR="0008167C" w:rsidRPr="0008167C">
        <w:t xml:space="preserve"> </w:t>
      </w:r>
      <w:r w:rsidRPr="0008167C">
        <w:t>имеют</w:t>
      </w:r>
      <w:r w:rsidR="0008167C" w:rsidRPr="0008167C">
        <w:t xml:space="preserve"> </w:t>
      </w:r>
      <w:r w:rsidRPr="0008167C">
        <w:t>затрудненную</w:t>
      </w:r>
      <w:r w:rsidR="0008167C" w:rsidRPr="0008167C">
        <w:t xml:space="preserve"> </w:t>
      </w:r>
      <w:r w:rsidRPr="0008167C">
        <w:t>связь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океанами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результате</w:t>
      </w:r>
      <w:r w:rsidR="0008167C" w:rsidRPr="0008167C">
        <w:t xml:space="preserve"> </w:t>
      </w:r>
      <w:r w:rsidRPr="0008167C">
        <w:t>влияния</w:t>
      </w:r>
      <w:r w:rsidR="0008167C" w:rsidRPr="0008167C">
        <w:t xml:space="preserve"> </w:t>
      </w:r>
      <w:r w:rsidRPr="0008167C">
        <w:t>материков</w:t>
      </w:r>
      <w:r w:rsidR="0008167C" w:rsidRPr="0008167C">
        <w:t xml:space="preserve"> </w:t>
      </w:r>
      <w:r w:rsidRPr="0008167C">
        <w:t>соленость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вод,</w:t>
      </w:r>
      <w:r w:rsidR="0008167C" w:rsidRPr="0008167C">
        <w:t xml:space="preserve"> </w:t>
      </w:r>
      <w:r w:rsidRPr="0008167C">
        <w:t>температура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другие</w:t>
      </w:r>
      <w:r w:rsidR="0008167C" w:rsidRPr="0008167C">
        <w:t xml:space="preserve"> </w:t>
      </w:r>
      <w:r w:rsidRPr="0008167C">
        <w:t>характеристики</w:t>
      </w:r>
      <w:r w:rsidR="0008167C" w:rsidRPr="0008167C">
        <w:t xml:space="preserve"> </w:t>
      </w:r>
      <w:r w:rsidRPr="0008167C">
        <w:t>сильно</w:t>
      </w:r>
      <w:r w:rsidR="0008167C" w:rsidRPr="0008167C">
        <w:t xml:space="preserve"> </w:t>
      </w:r>
      <w:r w:rsidRPr="0008167C">
        <w:t>отличаются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соседних</w:t>
      </w:r>
      <w:r w:rsidR="0008167C" w:rsidRPr="0008167C">
        <w:t xml:space="preserve"> </w:t>
      </w:r>
      <w:r w:rsidRPr="0008167C">
        <w:t>участков</w:t>
      </w:r>
      <w:r w:rsidR="0008167C" w:rsidRPr="0008167C">
        <w:t xml:space="preserve"> </w:t>
      </w:r>
      <w:r w:rsidRPr="0008167C">
        <w:t>океана</w:t>
      </w:r>
      <w:r w:rsidR="0008167C" w:rsidRPr="0008167C">
        <w:t xml:space="preserve">. </w:t>
      </w:r>
      <w:r w:rsidRPr="0008167C">
        <w:t>Одно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самых</w:t>
      </w:r>
      <w:r w:rsidR="0008167C" w:rsidRPr="0008167C">
        <w:t xml:space="preserve"> </w:t>
      </w:r>
      <w:r w:rsidRPr="0008167C">
        <w:t>значительных</w:t>
      </w:r>
      <w:r w:rsidR="0008167C" w:rsidRPr="0008167C">
        <w:t xml:space="preserve"> </w:t>
      </w:r>
      <w:r w:rsidRPr="0008167C">
        <w:t>морей</w:t>
      </w:r>
      <w:r w:rsidR="0008167C" w:rsidRPr="0008167C">
        <w:t xml:space="preserve"> </w:t>
      </w:r>
      <w:r w:rsidRPr="0008167C">
        <w:t>этого</w:t>
      </w:r>
      <w:r w:rsidR="0008167C" w:rsidRPr="0008167C">
        <w:t xml:space="preserve"> </w:t>
      </w:r>
      <w:r w:rsidRPr="0008167C">
        <w:t>типа</w:t>
      </w:r>
      <w:r w:rsidR="0008167C" w:rsidRPr="0008167C">
        <w:t xml:space="preserve"> - </w:t>
      </w:r>
      <w:r w:rsidRPr="0008167C">
        <w:t>Средиземное</w:t>
      </w:r>
      <w:r w:rsidR="0008167C">
        <w:t xml:space="preserve"> (</w:t>
      </w:r>
      <w:r w:rsidRPr="0008167C">
        <w:t>межматериковое</w:t>
      </w:r>
      <w:r w:rsidR="0008167C" w:rsidRPr="0008167C">
        <w:t xml:space="preserve">). </w:t>
      </w:r>
      <w:r w:rsidRPr="0008167C">
        <w:t>К</w:t>
      </w:r>
      <w:r w:rsidR="0008167C" w:rsidRPr="0008167C">
        <w:t xml:space="preserve"> </w:t>
      </w:r>
      <w:r w:rsidRPr="0008167C">
        <w:t>числу</w:t>
      </w:r>
      <w:r w:rsidR="0008167C" w:rsidRPr="0008167C">
        <w:t xml:space="preserve"> </w:t>
      </w:r>
      <w:r w:rsidRPr="0008167C">
        <w:t>межматериковых</w:t>
      </w:r>
      <w:r w:rsidR="0008167C" w:rsidRPr="0008167C">
        <w:t xml:space="preserve"> </w:t>
      </w:r>
      <w:r w:rsidRPr="0008167C">
        <w:t>морей</w:t>
      </w:r>
      <w:r w:rsidR="0008167C" w:rsidRPr="0008167C">
        <w:t xml:space="preserve"> </w:t>
      </w:r>
      <w:r w:rsidRPr="0008167C">
        <w:t>относятся</w:t>
      </w:r>
      <w:r w:rsidR="0008167C" w:rsidRPr="0008167C">
        <w:t xml:space="preserve"> </w:t>
      </w:r>
      <w:r w:rsidRPr="0008167C">
        <w:t>также</w:t>
      </w:r>
      <w:r w:rsidR="0008167C" w:rsidRPr="0008167C">
        <w:t xml:space="preserve"> </w:t>
      </w:r>
      <w:r w:rsidRPr="0008167C">
        <w:t>моря</w:t>
      </w:r>
      <w:r w:rsidR="0008167C" w:rsidRPr="0008167C">
        <w:t xml:space="preserve"> </w:t>
      </w:r>
      <w:r w:rsidRPr="0008167C">
        <w:t>австрало-азиатские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американские</w:t>
      </w:r>
      <w:r w:rsidR="0008167C" w:rsidRPr="0008167C">
        <w:t xml:space="preserve">. </w:t>
      </w:r>
      <w:r w:rsidRPr="0008167C">
        <w:t>Внутриматериковые</w:t>
      </w:r>
      <w:r w:rsidR="0008167C" w:rsidRPr="0008167C">
        <w:t xml:space="preserve"> </w:t>
      </w:r>
      <w:r w:rsidRPr="0008167C">
        <w:t>средиземные</w:t>
      </w:r>
      <w:r w:rsidR="0008167C" w:rsidRPr="0008167C">
        <w:t xml:space="preserve"> </w:t>
      </w:r>
      <w:r w:rsidRPr="0008167C">
        <w:t>моря</w:t>
      </w:r>
      <w:r w:rsidR="0008167C" w:rsidRPr="0008167C">
        <w:t xml:space="preserve"> </w:t>
      </w:r>
      <w:r w:rsidRPr="0008167C">
        <w:t>вдаются</w:t>
      </w:r>
      <w:r w:rsidR="0008167C" w:rsidRPr="0008167C">
        <w:t xml:space="preserve"> </w:t>
      </w:r>
      <w:r w:rsidRPr="0008167C">
        <w:t>целиком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один</w:t>
      </w:r>
      <w:r w:rsidR="0008167C" w:rsidRPr="0008167C">
        <w:t xml:space="preserve"> </w:t>
      </w:r>
      <w:r w:rsidRPr="0008167C">
        <w:t>материк</w:t>
      </w:r>
      <w:r w:rsidR="0008167C" w:rsidRPr="0008167C">
        <w:t xml:space="preserve">. </w:t>
      </w:r>
      <w:r w:rsidRPr="0008167C">
        <w:t>Таковы</w:t>
      </w:r>
      <w:r w:rsidR="0008167C" w:rsidRPr="0008167C">
        <w:t xml:space="preserve"> </w:t>
      </w:r>
      <w:r w:rsidRPr="0008167C">
        <w:t>моря</w:t>
      </w:r>
      <w:r w:rsidR="0008167C" w:rsidRPr="0008167C">
        <w:t xml:space="preserve"> </w:t>
      </w:r>
      <w:r w:rsidRPr="0008167C">
        <w:t>Белое,</w:t>
      </w:r>
      <w:r w:rsidR="0008167C" w:rsidRPr="0008167C">
        <w:t xml:space="preserve"> </w:t>
      </w:r>
      <w:r w:rsidRPr="0008167C">
        <w:t>Балтийское,</w:t>
      </w:r>
      <w:r w:rsidR="0008167C" w:rsidRPr="0008167C">
        <w:t xml:space="preserve"> </w:t>
      </w:r>
      <w:r w:rsidRPr="0008167C">
        <w:t>Гудзонов</w:t>
      </w:r>
      <w:r w:rsidR="0008167C" w:rsidRPr="0008167C">
        <w:t xml:space="preserve"> </w:t>
      </w:r>
      <w:r w:rsidRPr="0008167C">
        <w:t>залив</w:t>
      </w:r>
      <w:r w:rsidR="0008167C" w:rsidRPr="0008167C">
        <w:t xml:space="preserve">. </w:t>
      </w:r>
      <w:r w:rsidRPr="0008167C">
        <w:t>К</w:t>
      </w:r>
      <w:r w:rsidR="0008167C" w:rsidRPr="0008167C">
        <w:t xml:space="preserve"> </w:t>
      </w:r>
      <w:r w:rsidRPr="0008167C">
        <w:t>числу</w:t>
      </w:r>
      <w:r w:rsidR="0008167C" w:rsidRPr="0008167C">
        <w:t xml:space="preserve"> </w:t>
      </w:r>
      <w:r w:rsidRPr="0008167C">
        <w:t>межостровных</w:t>
      </w:r>
      <w:r w:rsidR="0008167C" w:rsidRPr="0008167C">
        <w:t xml:space="preserve"> </w:t>
      </w:r>
      <w:r w:rsidRPr="0008167C">
        <w:t>морей</w:t>
      </w:r>
      <w:r w:rsidR="0008167C" w:rsidRPr="0008167C">
        <w:t xml:space="preserve"> </w:t>
      </w:r>
      <w:r w:rsidRPr="0008167C">
        <w:t>относятся</w:t>
      </w:r>
      <w:r w:rsidR="0008167C" w:rsidRPr="0008167C">
        <w:t xml:space="preserve"> </w:t>
      </w:r>
      <w:r w:rsidRPr="0008167C">
        <w:t>Коралловое</w:t>
      </w:r>
      <w:r w:rsidR="0008167C" w:rsidRPr="0008167C">
        <w:t xml:space="preserve"> </w:t>
      </w:r>
      <w:r w:rsidRPr="0008167C">
        <w:t>море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др</w:t>
      </w:r>
      <w:r w:rsidR="0008167C" w:rsidRPr="0008167C">
        <w:t>.</w:t>
      </w:r>
    </w:p>
    <w:p w:rsidR="0008167C" w:rsidRPr="0008167C" w:rsidRDefault="00223F35" w:rsidP="0008167C">
      <w:pPr>
        <w:pStyle w:val="3"/>
        <w:tabs>
          <w:tab w:val="left" w:pos="726"/>
        </w:tabs>
        <w:rPr>
          <w:color w:val="000000"/>
        </w:rPr>
      </w:pPr>
      <w:bookmarkStart w:id="13" w:name="_Toc8497748"/>
      <w:bookmarkStart w:id="14" w:name="_Toc8498113"/>
      <w:bookmarkStart w:id="15" w:name="_Toc8498781"/>
      <w:r w:rsidRPr="0008167C">
        <w:rPr>
          <w:color w:val="000000"/>
        </w:rPr>
        <w:t>Водный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и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солевой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баланс</w:t>
      </w:r>
      <w:r w:rsidR="0008167C" w:rsidRPr="0008167C">
        <w:rPr>
          <w:color w:val="000000"/>
        </w:rPr>
        <w:t>.</w:t>
      </w:r>
      <w:bookmarkEnd w:id="13"/>
      <w:bookmarkEnd w:id="14"/>
      <w:bookmarkEnd w:id="15"/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Изменения</w:t>
      </w:r>
      <w:r w:rsidR="0008167C" w:rsidRPr="0008167C">
        <w:t xml:space="preserve"> </w:t>
      </w:r>
      <w:r w:rsidRPr="0008167C">
        <w:t>солености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различных</w:t>
      </w:r>
      <w:r w:rsidR="0008167C" w:rsidRPr="0008167C">
        <w:t xml:space="preserve"> </w:t>
      </w:r>
      <w:r w:rsidRPr="0008167C">
        <w:t>районах</w:t>
      </w:r>
      <w:r w:rsidR="0008167C" w:rsidRPr="0008167C">
        <w:t xml:space="preserve"> </w:t>
      </w:r>
      <w:r w:rsidRPr="0008167C">
        <w:t>Мирового</w:t>
      </w:r>
      <w:r w:rsidR="0008167C" w:rsidRPr="0008167C">
        <w:t xml:space="preserve"> </w:t>
      </w:r>
      <w:r w:rsidRPr="0008167C">
        <w:t>океана</w:t>
      </w:r>
      <w:r w:rsidR="0008167C" w:rsidRPr="0008167C">
        <w:t xml:space="preserve"> </w:t>
      </w:r>
      <w:r w:rsidRPr="0008167C">
        <w:t>зависят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физико-географических,</w:t>
      </w:r>
      <w:r w:rsidR="0008167C" w:rsidRPr="0008167C">
        <w:t xml:space="preserve"> </w:t>
      </w:r>
      <w:r w:rsidRPr="0008167C">
        <w:t>гидрометеорологических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океанологических</w:t>
      </w:r>
      <w:r w:rsidR="0008167C" w:rsidRPr="0008167C">
        <w:t xml:space="preserve"> </w:t>
      </w:r>
      <w:r w:rsidRPr="0008167C">
        <w:t>факторов</w:t>
      </w:r>
      <w:r w:rsidR="0008167C" w:rsidRPr="0008167C">
        <w:t xml:space="preserve">. </w:t>
      </w:r>
      <w:r w:rsidRPr="0008167C">
        <w:t>Наибольшее</w:t>
      </w:r>
      <w:r w:rsidR="0008167C" w:rsidRPr="0008167C">
        <w:t xml:space="preserve"> </w:t>
      </w:r>
      <w:r w:rsidRPr="0008167C">
        <w:t>значение</w:t>
      </w:r>
      <w:r w:rsidR="0008167C" w:rsidRPr="0008167C">
        <w:t xml:space="preserve"> </w:t>
      </w:r>
      <w:r w:rsidRPr="0008167C">
        <w:t>имеют</w:t>
      </w:r>
      <w:r w:rsidR="0008167C" w:rsidRPr="0008167C">
        <w:t xml:space="preserve">: </w:t>
      </w:r>
      <w:r w:rsidRPr="0008167C">
        <w:t>испарение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моря,</w:t>
      </w:r>
      <w:r w:rsidR="0008167C" w:rsidRPr="0008167C">
        <w:t xml:space="preserve"> </w:t>
      </w:r>
      <w:r w:rsidRPr="0008167C">
        <w:t>выпадение</w:t>
      </w:r>
      <w:r w:rsidR="0008167C" w:rsidRPr="0008167C">
        <w:t xml:space="preserve"> </w:t>
      </w:r>
      <w:r w:rsidRPr="0008167C">
        <w:t>осадков,</w:t>
      </w:r>
      <w:r w:rsidR="0008167C" w:rsidRPr="0008167C">
        <w:t xml:space="preserve"> </w:t>
      </w:r>
      <w:r w:rsidRPr="0008167C">
        <w:t>приток</w:t>
      </w:r>
      <w:r w:rsidR="0008167C" w:rsidRPr="0008167C">
        <w:t xml:space="preserve"> </w:t>
      </w:r>
      <w:r w:rsidRPr="0008167C">
        <w:t>материковых</w:t>
      </w:r>
      <w:r w:rsidR="0008167C" w:rsidRPr="0008167C">
        <w:t xml:space="preserve"> </w:t>
      </w:r>
      <w:r w:rsidRPr="0008167C">
        <w:t>вод,</w:t>
      </w:r>
      <w:r w:rsidR="0008167C" w:rsidRPr="0008167C">
        <w:t xml:space="preserve"> </w:t>
      </w:r>
      <w:r w:rsidRPr="0008167C">
        <w:t>процессы</w:t>
      </w:r>
      <w:r w:rsidR="0008167C" w:rsidRPr="0008167C">
        <w:t xml:space="preserve"> </w:t>
      </w:r>
      <w:r w:rsidRPr="0008167C">
        <w:t>ледообразования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таяния</w:t>
      </w:r>
      <w:r w:rsidR="0008167C" w:rsidRPr="0008167C">
        <w:t xml:space="preserve"> </w:t>
      </w:r>
      <w:r w:rsidRPr="0008167C">
        <w:t>льдов</w:t>
      </w:r>
      <w:r w:rsidR="0008167C" w:rsidRPr="0008167C">
        <w:t xml:space="preserve">. </w:t>
      </w:r>
      <w:r w:rsidRPr="0008167C">
        <w:t>Кроме</w:t>
      </w:r>
      <w:r w:rsidR="0008167C" w:rsidRPr="0008167C">
        <w:t xml:space="preserve"> </w:t>
      </w:r>
      <w:r w:rsidRPr="0008167C">
        <w:t>того,</w:t>
      </w:r>
      <w:r w:rsidR="0008167C" w:rsidRPr="0008167C">
        <w:t xml:space="preserve"> </w:t>
      </w:r>
      <w:r w:rsidRPr="0008167C">
        <w:t>большое</w:t>
      </w:r>
      <w:r w:rsidR="0008167C" w:rsidRPr="0008167C">
        <w:t xml:space="preserve"> </w:t>
      </w:r>
      <w:r w:rsidRPr="0008167C">
        <w:t>значение</w:t>
      </w:r>
      <w:r w:rsidR="0008167C" w:rsidRPr="0008167C">
        <w:t xml:space="preserve"> </w:t>
      </w:r>
      <w:r w:rsidRPr="0008167C">
        <w:t>имеют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динамические</w:t>
      </w:r>
      <w:r w:rsidR="0008167C" w:rsidRPr="0008167C">
        <w:t xml:space="preserve"> </w:t>
      </w:r>
      <w:r w:rsidRPr="0008167C">
        <w:t>факторы</w:t>
      </w:r>
      <w:r w:rsidR="0008167C" w:rsidRPr="0008167C">
        <w:t xml:space="preserve"> - </w:t>
      </w:r>
      <w:r w:rsidRPr="0008167C">
        <w:t>вертикальное</w:t>
      </w:r>
      <w:r w:rsidR="0008167C" w:rsidRPr="0008167C">
        <w:t xml:space="preserve"> </w:t>
      </w:r>
      <w:r w:rsidRPr="0008167C">
        <w:t>перемешивание</w:t>
      </w:r>
      <w:r w:rsidR="0008167C" w:rsidRPr="0008167C">
        <w:t xml:space="preserve"> </w:t>
      </w:r>
      <w:r w:rsidRPr="0008167C">
        <w:t>слоев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горизонтальный</w:t>
      </w:r>
      <w:r w:rsidR="0008167C" w:rsidRPr="0008167C">
        <w:t xml:space="preserve"> </w:t>
      </w:r>
      <w:r w:rsidRPr="0008167C">
        <w:t>перенос</w:t>
      </w:r>
      <w:r w:rsidR="0008167C" w:rsidRPr="0008167C">
        <w:t xml:space="preserve"> </w:t>
      </w:r>
      <w:r w:rsidRPr="0008167C">
        <w:t>водных</w:t>
      </w:r>
      <w:r w:rsidR="0008167C" w:rsidRPr="0008167C">
        <w:t xml:space="preserve"> </w:t>
      </w:r>
      <w:r w:rsidRPr="0008167C">
        <w:t>масс</w:t>
      </w:r>
      <w:r w:rsidR="0008167C" w:rsidRPr="0008167C">
        <w:t xml:space="preserve"> </w:t>
      </w:r>
      <w:r w:rsidRPr="0008167C">
        <w:t>течениями</w:t>
      </w:r>
      <w:r w:rsidR="0008167C" w:rsidRPr="0008167C">
        <w:t xml:space="preserve">. </w:t>
      </w:r>
      <w:r w:rsidRPr="0008167C">
        <w:t>Приток</w:t>
      </w:r>
      <w:r w:rsidR="0008167C" w:rsidRPr="0008167C">
        <w:t xml:space="preserve"> </w:t>
      </w:r>
      <w:r w:rsidRPr="0008167C">
        <w:t>пресных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материков,</w:t>
      </w:r>
      <w:r w:rsidR="0008167C" w:rsidRPr="0008167C">
        <w:t xml:space="preserve"> </w:t>
      </w:r>
      <w:r w:rsidRPr="0008167C">
        <w:t>выпадение</w:t>
      </w:r>
      <w:r w:rsidR="0008167C" w:rsidRPr="0008167C">
        <w:t xml:space="preserve"> </w:t>
      </w:r>
      <w:r w:rsidRPr="0008167C">
        <w:t>осадков,</w:t>
      </w:r>
      <w:r w:rsidR="0008167C" w:rsidRPr="0008167C">
        <w:t xml:space="preserve"> </w:t>
      </w:r>
      <w:r w:rsidRPr="0008167C">
        <w:t>приток</w:t>
      </w:r>
      <w:r w:rsidR="0008167C" w:rsidRPr="0008167C">
        <w:t xml:space="preserve"> </w:t>
      </w:r>
      <w:r w:rsidRPr="0008167C">
        <w:t>менее</w:t>
      </w:r>
      <w:r w:rsidR="0008167C" w:rsidRPr="0008167C">
        <w:t xml:space="preserve"> </w:t>
      </w:r>
      <w:r w:rsidRPr="0008167C">
        <w:t>соленых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соседнего</w:t>
      </w:r>
      <w:r w:rsidR="0008167C" w:rsidRPr="0008167C">
        <w:t xml:space="preserve"> </w:t>
      </w:r>
      <w:r w:rsidRPr="0008167C">
        <w:t>района</w:t>
      </w:r>
      <w:r w:rsidR="0008167C" w:rsidRPr="0008167C">
        <w:t xml:space="preserve"> </w:t>
      </w:r>
      <w:r w:rsidRPr="0008167C">
        <w:t>океана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моря,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также</w:t>
      </w:r>
      <w:r w:rsidR="0008167C" w:rsidRPr="0008167C">
        <w:t xml:space="preserve"> </w:t>
      </w:r>
      <w:r w:rsidRPr="0008167C">
        <w:t>процесс</w:t>
      </w:r>
      <w:r w:rsidR="0008167C" w:rsidRPr="0008167C">
        <w:t xml:space="preserve"> </w:t>
      </w:r>
      <w:r w:rsidRPr="0008167C">
        <w:t>таяния</w:t>
      </w:r>
      <w:r w:rsidR="0008167C" w:rsidRPr="0008167C">
        <w:t xml:space="preserve"> </w:t>
      </w:r>
      <w:r w:rsidRPr="0008167C">
        <w:t>льдов</w:t>
      </w:r>
      <w:r w:rsidR="0008167C" w:rsidRPr="0008167C">
        <w:t xml:space="preserve"> </w:t>
      </w:r>
      <w:r w:rsidRPr="0008167C">
        <w:t>опресняют</w:t>
      </w:r>
      <w:r w:rsidR="0008167C" w:rsidRPr="0008167C">
        <w:t xml:space="preserve"> </w:t>
      </w:r>
      <w:r w:rsidRPr="0008167C">
        <w:t>морские</w:t>
      </w:r>
      <w:r w:rsidR="0008167C" w:rsidRPr="0008167C">
        <w:t xml:space="preserve"> </w:t>
      </w:r>
      <w:r w:rsidRPr="0008167C">
        <w:t>воды,</w:t>
      </w:r>
      <w:r w:rsidR="0008167C" w:rsidRPr="0008167C">
        <w:t xml:space="preserve"> </w:t>
      </w:r>
      <w:r w:rsidRPr="0008167C">
        <w:t>понижая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соленость</w:t>
      </w:r>
      <w:r w:rsidR="0008167C" w:rsidRPr="0008167C">
        <w:t xml:space="preserve">. </w:t>
      </w:r>
      <w:r w:rsidRPr="0008167C">
        <w:t>Процессы</w:t>
      </w:r>
      <w:r w:rsidR="0008167C" w:rsidRPr="0008167C">
        <w:t xml:space="preserve"> </w:t>
      </w:r>
      <w:r w:rsidRPr="0008167C">
        <w:t>испарения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ледообразования,</w:t>
      </w:r>
      <w:r w:rsidR="0008167C" w:rsidRPr="0008167C">
        <w:t xml:space="preserve"> </w:t>
      </w:r>
      <w:r w:rsidRPr="0008167C">
        <w:t>сопровождающиеся</w:t>
      </w:r>
      <w:r w:rsidR="0008167C" w:rsidRPr="0008167C">
        <w:t xml:space="preserve"> </w:t>
      </w:r>
      <w:r w:rsidRPr="0008167C">
        <w:t>выпадением</w:t>
      </w:r>
      <w:r w:rsidR="0008167C" w:rsidRPr="0008167C">
        <w:t xml:space="preserve"> </w:t>
      </w:r>
      <w:r w:rsidRPr="0008167C">
        <w:t>солей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рассол,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также</w:t>
      </w:r>
      <w:r w:rsidR="0008167C" w:rsidRPr="0008167C">
        <w:t xml:space="preserve"> </w:t>
      </w:r>
      <w:r w:rsidRPr="0008167C">
        <w:t>приток</w:t>
      </w:r>
      <w:r w:rsidR="0008167C" w:rsidRPr="0008167C">
        <w:t xml:space="preserve"> </w:t>
      </w:r>
      <w:r w:rsidRPr="0008167C">
        <w:t>более</w:t>
      </w:r>
      <w:r w:rsidR="0008167C" w:rsidRPr="0008167C">
        <w:t xml:space="preserve"> </w:t>
      </w:r>
      <w:r w:rsidRPr="0008167C">
        <w:t>соленых</w:t>
      </w:r>
      <w:r w:rsidR="0008167C" w:rsidRPr="0008167C">
        <w:t xml:space="preserve"> </w:t>
      </w:r>
      <w:r w:rsidRPr="0008167C">
        <w:t>вод,</w:t>
      </w:r>
      <w:r w:rsidR="0008167C" w:rsidRPr="0008167C">
        <w:t xml:space="preserve"> </w:t>
      </w:r>
      <w:r w:rsidRPr="0008167C">
        <w:t>вносимых</w:t>
      </w:r>
      <w:r w:rsidR="0008167C" w:rsidRPr="0008167C">
        <w:t xml:space="preserve"> </w:t>
      </w:r>
      <w:r w:rsidRPr="0008167C">
        <w:t>течениями,</w:t>
      </w:r>
      <w:r w:rsidR="0008167C" w:rsidRPr="0008167C">
        <w:t xml:space="preserve"> </w:t>
      </w:r>
      <w:r w:rsidRPr="0008167C">
        <w:t>повышают</w:t>
      </w:r>
      <w:r w:rsidR="0008167C" w:rsidRPr="0008167C">
        <w:t xml:space="preserve"> </w:t>
      </w:r>
      <w:r w:rsidRPr="0008167C">
        <w:t>соленость</w:t>
      </w:r>
      <w:r w:rsidR="0008167C" w:rsidRPr="0008167C">
        <w:t xml:space="preserve">. </w:t>
      </w:r>
      <w:r w:rsidRPr="0008167C">
        <w:t>Изменения</w:t>
      </w:r>
      <w:r w:rsidR="0008167C" w:rsidRPr="0008167C">
        <w:t xml:space="preserve"> </w:t>
      </w:r>
      <w:r w:rsidRPr="0008167C">
        <w:t>всего</w:t>
      </w:r>
      <w:r w:rsidR="0008167C" w:rsidRPr="0008167C">
        <w:t xml:space="preserve"> </w:t>
      </w:r>
      <w:r w:rsidRPr="0008167C">
        <w:t>комплекса</w:t>
      </w:r>
      <w:r w:rsidR="0008167C" w:rsidRPr="0008167C">
        <w:t xml:space="preserve"> </w:t>
      </w:r>
      <w:r w:rsidRPr="0008167C">
        <w:t>этих</w:t>
      </w:r>
      <w:r w:rsidR="0008167C" w:rsidRPr="0008167C">
        <w:t xml:space="preserve"> </w:t>
      </w:r>
      <w:r w:rsidRPr="0008167C">
        <w:t>процессов</w:t>
      </w:r>
      <w:r w:rsidR="0008167C" w:rsidRPr="0008167C">
        <w:t xml:space="preserve"> </w:t>
      </w:r>
      <w:r w:rsidRPr="0008167C">
        <w:t>во</w:t>
      </w:r>
      <w:r w:rsidR="0008167C" w:rsidRPr="0008167C">
        <w:t xml:space="preserve"> </w:t>
      </w:r>
      <w:r w:rsidRPr="0008167C">
        <w:t>времени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пространстве</w:t>
      </w:r>
      <w:r w:rsidR="0008167C" w:rsidRPr="0008167C">
        <w:t xml:space="preserve"> </w:t>
      </w:r>
      <w:r w:rsidRPr="0008167C">
        <w:t>определяют</w:t>
      </w:r>
      <w:r w:rsidR="0008167C" w:rsidRPr="0008167C">
        <w:t xml:space="preserve"> </w:t>
      </w:r>
      <w:r w:rsidRPr="0008167C">
        <w:t>пространственное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вертикальное</w:t>
      </w:r>
      <w:r w:rsidR="0008167C" w:rsidRPr="0008167C">
        <w:t xml:space="preserve"> </w:t>
      </w:r>
      <w:r w:rsidRPr="0008167C">
        <w:t>распределение</w:t>
      </w:r>
      <w:r w:rsidR="0008167C" w:rsidRPr="0008167C">
        <w:t xml:space="preserve"> </w:t>
      </w:r>
      <w:r w:rsidRPr="0008167C">
        <w:t>солености,</w:t>
      </w:r>
      <w:r w:rsidR="0008167C" w:rsidRPr="0008167C">
        <w:t xml:space="preserve"> </w:t>
      </w:r>
      <w:r w:rsidRPr="0008167C">
        <w:t>сезонные,</w:t>
      </w:r>
      <w:r w:rsidR="0008167C" w:rsidRPr="0008167C">
        <w:t xml:space="preserve"> </w:t>
      </w:r>
      <w:r w:rsidRPr="0008167C">
        <w:t>многолетние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другие</w:t>
      </w:r>
      <w:r w:rsidR="0008167C" w:rsidRPr="0008167C">
        <w:t xml:space="preserve"> </w:t>
      </w:r>
      <w:r w:rsidRPr="0008167C">
        <w:t>изменения</w:t>
      </w:r>
      <w:r w:rsidR="0008167C" w:rsidRPr="0008167C">
        <w:t xml:space="preserve"> </w:t>
      </w:r>
      <w:r w:rsidRPr="0008167C">
        <w:t>ее</w:t>
      </w:r>
      <w:r w:rsidR="0008167C" w:rsidRPr="0008167C">
        <w:t xml:space="preserve">. </w:t>
      </w:r>
      <w:r w:rsidRPr="0008167C">
        <w:t>Солевой</w:t>
      </w:r>
      <w:r w:rsidR="0008167C" w:rsidRPr="0008167C">
        <w:t xml:space="preserve"> </w:t>
      </w:r>
      <w:r w:rsidRPr="0008167C">
        <w:t>баланс</w:t>
      </w:r>
      <w:r w:rsidR="0008167C" w:rsidRPr="0008167C">
        <w:t xml:space="preserve"> </w:t>
      </w:r>
      <w:r w:rsidRPr="0008167C">
        <w:t>морей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океанов</w:t>
      </w:r>
      <w:r w:rsidR="0008167C" w:rsidRPr="0008167C">
        <w:t xml:space="preserve"> </w:t>
      </w:r>
      <w:r w:rsidRPr="0008167C">
        <w:t>связан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изменением</w:t>
      </w:r>
      <w:r w:rsidR="0008167C" w:rsidRPr="0008167C">
        <w:t xml:space="preserve"> </w:t>
      </w:r>
      <w:r w:rsidRPr="0008167C">
        <w:t>компонентов</w:t>
      </w:r>
      <w:r w:rsidR="0008167C" w:rsidRPr="0008167C">
        <w:t xml:space="preserve"> </w:t>
      </w:r>
      <w:r w:rsidRPr="0008167C">
        <w:t>водного</w:t>
      </w:r>
      <w:r w:rsidR="0008167C" w:rsidRPr="0008167C">
        <w:t xml:space="preserve"> </w:t>
      </w:r>
      <w:r w:rsidRPr="0008167C">
        <w:t>баланса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Приходную</w:t>
      </w:r>
      <w:r w:rsidR="0008167C" w:rsidRPr="0008167C">
        <w:t xml:space="preserve"> </w:t>
      </w:r>
      <w:r w:rsidRPr="0008167C">
        <w:t>часть</w:t>
      </w:r>
      <w:r w:rsidR="0008167C" w:rsidRPr="0008167C">
        <w:t xml:space="preserve"> </w:t>
      </w:r>
      <w:r w:rsidRPr="0008167C">
        <w:t>водного</w:t>
      </w:r>
      <w:r w:rsidR="0008167C" w:rsidRPr="0008167C">
        <w:t xml:space="preserve"> </w:t>
      </w:r>
      <w:r w:rsidRPr="0008167C">
        <w:t>баланса</w:t>
      </w:r>
      <w:r w:rsidR="0008167C" w:rsidRPr="0008167C">
        <w:t xml:space="preserve"> </w:t>
      </w:r>
      <w:r w:rsidRPr="0008167C">
        <w:t>составляют</w:t>
      </w:r>
      <w:r w:rsidR="0008167C" w:rsidRPr="0008167C">
        <w:t xml:space="preserve"> </w:t>
      </w:r>
      <w:r w:rsidRPr="0008167C">
        <w:t>атмосферные</w:t>
      </w:r>
      <w:r w:rsidR="0008167C" w:rsidRPr="0008167C">
        <w:t xml:space="preserve"> </w:t>
      </w:r>
      <w:r w:rsidRPr="0008167C">
        <w:t>осадки,</w:t>
      </w:r>
      <w:r w:rsidR="0008167C" w:rsidRPr="0008167C">
        <w:t xml:space="preserve"> </w:t>
      </w:r>
      <w:r w:rsidRPr="0008167C">
        <w:t>выпадающие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поверхность</w:t>
      </w:r>
      <w:r w:rsidR="0008167C" w:rsidRPr="0008167C">
        <w:t xml:space="preserve"> </w:t>
      </w:r>
      <w:r w:rsidRPr="0008167C">
        <w:t>моря,</w:t>
      </w:r>
      <w:r w:rsidR="0008167C" w:rsidRPr="0008167C">
        <w:t xml:space="preserve"> </w:t>
      </w:r>
      <w:r w:rsidRPr="0008167C">
        <w:t>пресные</w:t>
      </w:r>
      <w:r w:rsidR="0008167C" w:rsidRPr="0008167C">
        <w:t xml:space="preserve"> </w:t>
      </w:r>
      <w:r w:rsidRPr="0008167C">
        <w:t>воды,</w:t>
      </w:r>
      <w:r w:rsidR="0008167C" w:rsidRPr="0008167C">
        <w:t xml:space="preserve"> </w:t>
      </w:r>
      <w:r w:rsidRPr="0008167C">
        <w:t>приносимые</w:t>
      </w:r>
      <w:r w:rsidR="0008167C" w:rsidRPr="0008167C">
        <w:t xml:space="preserve"> </w:t>
      </w:r>
      <w:r w:rsidRPr="0008167C">
        <w:t>реками,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таяния</w:t>
      </w:r>
      <w:r w:rsidR="0008167C" w:rsidRPr="0008167C">
        <w:t xml:space="preserve"> </w:t>
      </w:r>
      <w:r w:rsidRPr="0008167C">
        <w:t>морского</w:t>
      </w:r>
      <w:r w:rsidR="0008167C" w:rsidRPr="0008167C">
        <w:t xml:space="preserve"> </w:t>
      </w:r>
      <w:r w:rsidRPr="0008167C">
        <w:t>льда</w:t>
      </w:r>
      <w:r w:rsidR="0008167C" w:rsidRPr="0008167C">
        <w:t xml:space="preserve"> </w:t>
      </w:r>
      <w:r w:rsidRPr="0008167C">
        <w:t>и,</w:t>
      </w:r>
      <w:r w:rsidR="0008167C" w:rsidRPr="0008167C">
        <w:t xml:space="preserve"> </w:t>
      </w:r>
      <w:r w:rsidRPr="0008167C">
        <w:t>наконец,</w:t>
      </w:r>
      <w:r w:rsidR="0008167C" w:rsidRPr="0008167C">
        <w:t xml:space="preserve"> </w:t>
      </w:r>
      <w:r w:rsidRPr="0008167C">
        <w:t>приток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соседнего</w:t>
      </w:r>
      <w:r w:rsidR="0008167C" w:rsidRPr="0008167C">
        <w:t xml:space="preserve"> </w:t>
      </w:r>
      <w:r w:rsidRPr="0008167C">
        <w:t>водоема</w:t>
      </w:r>
      <w:r w:rsidR="0008167C" w:rsidRPr="0008167C">
        <w:t xml:space="preserve">. </w:t>
      </w:r>
      <w:r w:rsidRPr="0008167C">
        <w:t>Расходную</w:t>
      </w:r>
      <w:r w:rsidR="0008167C" w:rsidRPr="0008167C">
        <w:t xml:space="preserve"> </w:t>
      </w:r>
      <w:r w:rsidRPr="0008167C">
        <w:t>часть</w:t>
      </w:r>
      <w:r w:rsidR="0008167C" w:rsidRPr="0008167C">
        <w:t xml:space="preserve"> </w:t>
      </w:r>
      <w:r w:rsidRPr="0008167C">
        <w:t>водного</w:t>
      </w:r>
      <w:r w:rsidR="0008167C" w:rsidRPr="0008167C">
        <w:t xml:space="preserve"> </w:t>
      </w:r>
      <w:r w:rsidRPr="0008167C">
        <w:t>баланса</w:t>
      </w:r>
      <w:r w:rsidR="0008167C" w:rsidRPr="0008167C">
        <w:t xml:space="preserve"> </w:t>
      </w:r>
      <w:r w:rsidRPr="0008167C">
        <w:t>этого</w:t>
      </w:r>
      <w:r w:rsidR="0008167C" w:rsidRPr="0008167C">
        <w:t xml:space="preserve"> </w:t>
      </w:r>
      <w:r w:rsidRPr="0008167C">
        <w:t>же</w:t>
      </w:r>
      <w:r w:rsidR="0008167C" w:rsidRPr="0008167C">
        <w:t xml:space="preserve"> </w:t>
      </w:r>
      <w:r w:rsidRPr="0008167C">
        <w:t>объема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составляют</w:t>
      </w:r>
      <w:r w:rsidR="0008167C" w:rsidRPr="0008167C">
        <w:t xml:space="preserve"> </w:t>
      </w:r>
      <w:r w:rsidRPr="0008167C">
        <w:t>потери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испарение,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образование</w:t>
      </w:r>
      <w:r w:rsidR="0008167C" w:rsidRPr="0008167C">
        <w:t xml:space="preserve"> </w:t>
      </w:r>
      <w:r w:rsidRPr="0008167C">
        <w:t>льда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отток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соседние</w:t>
      </w:r>
      <w:r w:rsidR="0008167C" w:rsidRPr="0008167C">
        <w:t xml:space="preserve"> </w:t>
      </w:r>
      <w:r w:rsidRPr="0008167C">
        <w:t>водоемы</w:t>
      </w:r>
      <w:r w:rsidR="0008167C" w:rsidRPr="0008167C">
        <w:t xml:space="preserve">. </w:t>
      </w:r>
      <w:r w:rsidRPr="0008167C">
        <w:t>Для</w:t>
      </w:r>
      <w:r w:rsidR="0008167C" w:rsidRPr="0008167C">
        <w:t xml:space="preserve"> </w:t>
      </w:r>
      <w:r w:rsidRPr="0008167C">
        <w:t>некоторых</w:t>
      </w:r>
      <w:r w:rsidR="0008167C" w:rsidRPr="0008167C">
        <w:t xml:space="preserve"> </w:t>
      </w:r>
      <w:r w:rsidRPr="0008167C">
        <w:t>морей</w:t>
      </w:r>
      <w:r w:rsidR="0008167C" w:rsidRPr="0008167C">
        <w:t xml:space="preserve"> </w:t>
      </w:r>
      <w:r w:rsidRPr="0008167C">
        <w:t>учитывается</w:t>
      </w:r>
      <w:r w:rsidR="0008167C" w:rsidRPr="0008167C">
        <w:t xml:space="preserve"> </w:t>
      </w:r>
      <w:r w:rsidRPr="0008167C">
        <w:t>расход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просачивание</w:t>
      </w:r>
      <w:r w:rsidR="0008167C" w:rsidRPr="0008167C">
        <w:t xml:space="preserve"> </w:t>
      </w:r>
      <w:r w:rsidRPr="0008167C">
        <w:t>через</w:t>
      </w:r>
      <w:r w:rsidR="0008167C" w:rsidRPr="0008167C">
        <w:t xml:space="preserve"> </w:t>
      </w:r>
      <w:r w:rsidRPr="0008167C">
        <w:t>дно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морях</w:t>
      </w:r>
      <w:r w:rsidR="0008167C" w:rsidRPr="0008167C">
        <w:t xml:space="preserve"> </w:t>
      </w:r>
      <w:r w:rsidRPr="0008167C">
        <w:t>большое</w:t>
      </w:r>
      <w:r w:rsidR="0008167C" w:rsidRPr="0008167C">
        <w:t xml:space="preserve"> </w:t>
      </w:r>
      <w:r w:rsidRPr="0008167C">
        <w:t>значение</w:t>
      </w:r>
      <w:r w:rsidR="0008167C" w:rsidRPr="0008167C">
        <w:t xml:space="preserve"> </w:t>
      </w:r>
      <w:r w:rsidRPr="0008167C">
        <w:t>имеет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водообмен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соседним</w:t>
      </w:r>
      <w:r w:rsidR="0008167C" w:rsidRPr="0008167C">
        <w:t xml:space="preserve"> </w:t>
      </w:r>
      <w:r w:rsidRPr="0008167C">
        <w:t>морем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океаном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Все</w:t>
      </w:r>
      <w:r w:rsidR="0008167C" w:rsidRPr="0008167C">
        <w:t xml:space="preserve"> </w:t>
      </w:r>
      <w:r w:rsidRPr="0008167C">
        <w:t>перечисленные</w:t>
      </w:r>
      <w:r w:rsidR="0008167C" w:rsidRPr="0008167C">
        <w:t xml:space="preserve"> </w:t>
      </w:r>
      <w:r w:rsidRPr="0008167C">
        <w:t>факторы</w:t>
      </w:r>
      <w:r w:rsidR="0008167C" w:rsidRPr="0008167C">
        <w:t xml:space="preserve"> </w:t>
      </w:r>
      <w:r w:rsidRPr="0008167C">
        <w:t>определяют</w:t>
      </w:r>
      <w:r w:rsidR="0008167C" w:rsidRPr="0008167C">
        <w:t xml:space="preserve"> </w:t>
      </w:r>
      <w:r w:rsidRPr="0008167C">
        <w:t>режим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изменения</w:t>
      </w:r>
      <w:r w:rsidR="0008167C" w:rsidRPr="0008167C">
        <w:t xml:space="preserve"> </w:t>
      </w:r>
      <w:r w:rsidRPr="0008167C">
        <w:t>солености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 </w:t>
      </w:r>
      <w:r w:rsidRPr="0008167C">
        <w:t>океанов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морей</w:t>
      </w:r>
      <w:r w:rsidR="0008167C" w:rsidRPr="0008167C">
        <w:t xml:space="preserve">. </w:t>
      </w:r>
      <w:r w:rsidRPr="0008167C">
        <w:t>Так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соленость</w:t>
      </w:r>
      <w:r w:rsidR="0008167C" w:rsidRPr="0008167C">
        <w:t xml:space="preserve"> - </w:t>
      </w:r>
      <w:r w:rsidRPr="0008167C">
        <w:t>наиболее</w:t>
      </w:r>
      <w:r w:rsidR="0008167C" w:rsidRPr="0008167C">
        <w:t xml:space="preserve"> </w:t>
      </w:r>
      <w:r w:rsidRPr="0008167C">
        <w:t>консервативное,</w:t>
      </w:r>
      <w:r w:rsidR="0008167C" w:rsidRPr="0008167C">
        <w:t xml:space="preserve"> </w:t>
      </w:r>
      <w:r w:rsidRPr="0008167C">
        <w:t>установившееся</w:t>
      </w:r>
      <w:r w:rsidR="0008167C" w:rsidRPr="0008167C">
        <w:t xml:space="preserve"> </w:t>
      </w:r>
      <w:r w:rsidRPr="0008167C">
        <w:t>свойство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 </w:t>
      </w:r>
      <w:r w:rsidRPr="0008167C">
        <w:t>Мирового</w:t>
      </w:r>
      <w:r w:rsidR="0008167C" w:rsidRPr="0008167C">
        <w:t xml:space="preserve"> </w:t>
      </w:r>
      <w:r w:rsidRPr="0008167C">
        <w:t>океана,</w:t>
      </w:r>
      <w:r w:rsidR="0008167C" w:rsidRPr="0008167C">
        <w:t xml:space="preserve"> </w:t>
      </w:r>
      <w:r w:rsidRPr="0008167C">
        <w:t>то</w:t>
      </w:r>
      <w:r w:rsidR="0008167C" w:rsidRPr="0008167C">
        <w:t xml:space="preserve"> </w:t>
      </w:r>
      <w:r w:rsidRPr="0008167C">
        <w:t>можно</w:t>
      </w:r>
      <w:r w:rsidR="0008167C" w:rsidRPr="0008167C">
        <w:t xml:space="preserve"> </w:t>
      </w:r>
      <w:r w:rsidRPr="0008167C">
        <w:t>говорить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</w:t>
      </w:r>
      <w:r w:rsidR="0008167C" w:rsidRPr="0008167C">
        <w:t xml:space="preserve"> </w:t>
      </w:r>
      <w:r w:rsidRPr="0008167C">
        <w:t>балансе</w:t>
      </w:r>
      <w:r w:rsidR="0008167C" w:rsidRPr="0008167C">
        <w:t xml:space="preserve"> </w:t>
      </w:r>
      <w:r w:rsidRPr="0008167C">
        <w:t>солей</w:t>
      </w:r>
      <w:r w:rsidR="0008167C" w:rsidRPr="0008167C">
        <w:t xml:space="preserve">. </w:t>
      </w:r>
      <w:r w:rsidRPr="0008167C">
        <w:t>Приходная</w:t>
      </w:r>
      <w:r w:rsidR="0008167C" w:rsidRPr="0008167C">
        <w:t xml:space="preserve"> </w:t>
      </w:r>
      <w:r w:rsidRPr="0008167C">
        <w:t>часть</w:t>
      </w:r>
      <w:r w:rsidR="0008167C" w:rsidRPr="0008167C">
        <w:t xml:space="preserve"> </w:t>
      </w:r>
      <w:r w:rsidRPr="0008167C">
        <w:t>солевого</w:t>
      </w:r>
      <w:r w:rsidR="0008167C" w:rsidRPr="0008167C">
        <w:t xml:space="preserve"> </w:t>
      </w:r>
      <w:r w:rsidRPr="0008167C">
        <w:t>баланса</w:t>
      </w:r>
      <w:r w:rsidR="0008167C" w:rsidRPr="0008167C">
        <w:rPr>
          <w:i/>
        </w:rPr>
        <w:t xml:space="preserve"> </w:t>
      </w:r>
      <w:r w:rsidRPr="0008167C">
        <w:t>слагается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поступления</w:t>
      </w:r>
      <w:r w:rsidR="0008167C" w:rsidRPr="0008167C">
        <w:t xml:space="preserve"> </w:t>
      </w:r>
      <w:r w:rsidRPr="0008167C">
        <w:t>солей</w:t>
      </w:r>
      <w:r w:rsidR="0008167C" w:rsidRPr="0008167C">
        <w:t xml:space="preserve">: </w:t>
      </w:r>
      <w:r w:rsidRPr="0008167C">
        <w:t>а</w:t>
      </w:r>
      <w:r w:rsidR="0008167C" w:rsidRPr="0008167C">
        <w:t xml:space="preserve">) </w:t>
      </w:r>
      <w:r w:rsidRPr="0008167C">
        <w:t>с</w:t>
      </w:r>
      <w:r w:rsidR="0008167C" w:rsidRPr="0008167C">
        <w:t xml:space="preserve"> </w:t>
      </w:r>
      <w:r w:rsidRPr="0008167C">
        <w:t>материковым</w:t>
      </w:r>
      <w:r w:rsidR="0008167C" w:rsidRPr="0008167C">
        <w:t xml:space="preserve"> </w:t>
      </w:r>
      <w:r w:rsidRPr="0008167C">
        <w:t>стоком,</w:t>
      </w:r>
      <w:r w:rsidR="0008167C" w:rsidRPr="0008167C">
        <w:t xml:space="preserve"> </w:t>
      </w:r>
      <w:r w:rsidRPr="0008167C">
        <w:t>б</w:t>
      </w:r>
      <w:r w:rsidR="0008167C" w:rsidRPr="0008167C">
        <w:t xml:space="preserve">) </w:t>
      </w:r>
      <w:r w:rsidRPr="0008167C">
        <w:t>с</w:t>
      </w:r>
      <w:r w:rsidR="0008167C" w:rsidRPr="0008167C">
        <w:t xml:space="preserve"> </w:t>
      </w:r>
      <w:r w:rsidRPr="0008167C">
        <w:t>атмосферными</w:t>
      </w:r>
      <w:r w:rsidR="0008167C" w:rsidRPr="0008167C">
        <w:t xml:space="preserve"> </w:t>
      </w:r>
      <w:r w:rsidRPr="0008167C">
        <w:t>осадками,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) </w:t>
      </w:r>
      <w:r w:rsidRPr="0008167C">
        <w:t>из</w:t>
      </w:r>
      <w:r w:rsidR="0008167C" w:rsidRPr="0008167C">
        <w:t xml:space="preserve"> </w:t>
      </w:r>
      <w:r w:rsidRPr="0008167C">
        <w:t>недр</w:t>
      </w:r>
      <w:r w:rsidR="0008167C" w:rsidRPr="0008167C">
        <w:t xml:space="preserve"> </w:t>
      </w:r>
      <w:r w:rsidRPr="0008167C">
        <w:t>Земли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виде</w:t>
      </w:r>
      <w:r w:rsidR="0008167C" w:rsidRPr="0008167C">
        <w:t xml:space="preserve"> </w:t>
      </w:r>
      <w:r w:rsidRPr="0008167C">
        <w:t>продуктов</w:t>
      </w:r>
      <w:r w:rsidR="0008167C" w:rsidRPr="0008167C">
        <w:t xml:space="preserve"> </w:t>
      </w:r>
      <w:r w:rsidRPr="0008167C">
        <w:t>дегазации</w:t>
      </w:r>
      <w:r w:rsidR="0008167C" w:rsidRPr="0008167C">
        <w:t xml:space="preserve"> </w:t>
      </w:r>
      <w:r w:rsidRPr="0008167C">
        <w:t>мантии,</w:t>
      </w:r>
      <w:r w:rsidR="0008167C" w:rsidRPr="0008167C">
        <w:t xml:space="preserve"> </w:t>
      </w:r>
      <w:r w:rsidRPr="0008167C">
        <w:t>г</w:t>
      </w:r>
      <w:r w:rsidR="0008167C" w:rsidRPr="0008167C">
        <w:t xml:space="preserve">) </w:t>
      </w:r>
      <w:r w:rsidRPr="0008167C">
        <w:t>при</w:t>
      </w:r>
      <w:r w:rsidR="0008167C" w:rsidRPr="0008167C">
        <w:t xml:space="preserve"> </w:t>
      </w:r>
      <w:r w:rsidRPr="0008167C">
        <w:t>растворении</w:t>
      </w:r>
      <w:r w:rsidR="0008167C" w:rsidRPr="0008167C">
        <w:t xml:space="preserve"> </w:t>
      </w:r>
      <w:r w:rsidRPr="0008167C">
        <w:t>пород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дне</w:t>
      </w:r>
      <w:r w:rsidR="0008167C" w:rsidRPr="0008167C">
        <w:t xml:space="preserve"> </w:t>
      </w:r>
      <w:r w:rsidRPr="0008167C">
        <w:t>океанов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морей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Расход</w:t>
      </w:r>
      <w:r w:rsidR="0008167C" w:rsidRPr="0008167C">
        <w:t xml:space="preserve"> </w:t>
      </w:r>
      <w:r w:rsidRPr="0008167C">
        <w:t>солей</w:t>
      </w:r>
      <w:r w:rsidR="0008167C" w:rsidRPr="0008167C">
        <w:t xml:space="preserve"> </w:t>
      </w:r>
      <w:r w:rsidRPr="0008167C">
        <w:t>происходит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: </w:t>
      </w:r>
      <w:r w:rsidRPr="0008167C">
        <w:t>а</w:t>
      </w:r>
      <w:r w:rsidR="0008167C" w:rsidRPr="0008167C">
        <w:t xml:space="preserve">) </w:t>
      </w:r>
      <w:r w:rsidRPr="0008167C">
        <w:t>выпадении</w:t>
      </w:r>
      <w:r w:rsidR="0008167C" w:rsidRPr="0008167C">
        <w:t xml:space="preserve"> </w:t>
      </w:r>
      <w:r w:rsidRPr="0008167C">
        <w:t>солей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осадок,</w:t>
      </w:r>
      <w:r w:rsidR="0008167C" w:rsidRPr="0008167C">
        <w:t xml:space="preserve"> </w:t>
      </w:r>
      <w:r w:rsidRPr="0008167C">
        <w:t>б</w:t>
      </w:r>
      <w:r w:rsidR="0008167C" w:rsidRPr="0008167C">
        <w:t xml:space="preserve">) </w:t>
      </w:r>
      <w:r w:rsidRPr="0008167C">
        <w:t>выкристаллизовывании</w:t>
      </w:r>
      <w:r w:rsidR="0008167C" w:rsidRPr="0008167C">
        <w:t xml:space="preserve"> </w:t>
      </w:r>
      <w:r w:rsidRPr="0008167C">
        <w:t>солей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рассола</w:t>
      </w:r>
      <w:r w:rsidR="0008167C" w:rsidRPr="0008167C">
        <w:t xml:space="preserve"> </w:t>
      </w:r>
      <w:r w:rsidRPr="0008167C">
        <w:t>солевых</w:t>
      </w:r>
      <w:r w:rsidR="0008167C" w:rsidRPr="0008167C">
        <w:t xml:space="preserve"> </w:t>
      </w:r>
      <w:r w:rsidRPr="0008167C">
        <w:t>ячеек</w:t>
      </w:r>
      <w:r w:rsidR="0008167C" w:rsidRPr="0008167C">
        <w:t xml:space="preserve"> </w:t>
      </w:r>
      <w:r w:rsidRPr="0008167C">
        <w:t>льда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низких</w:t>
      </w:r>
      <w:r w:rsidR="0008167C" w:rsidRPr="0008167C">
        <w:t xml:space="preserve"> </w:t>
      </w:r>
      <w:r w:rsidRPr="0008167C">
        <w:t>температурах</w:t>
      </w:r>
      <w:r w:rsidR="0008167C">
        <w:t xml:space="preserve"> (</w:t>
      </w:r>
      <w:r w:rsidRPr="0008167C">
        <w:t>до</w:t>
      </w:r>
      <w:r w:rsidR="0008167C" w:rsidRPr="0008167C">
        <w:t xml:space="preserve"> - </w:t>
      </w:r>
      <w:r w:rsidRPr="0008167C">
        <w:t>55°С</w:t>
      </w:r>
      <w:r w:rsidR="0008167C" w:rsidRPr="0008167C">
        <w:t xml:space="preserve">), </w:t>
      </w:r>
      <w:r w:rsidRPr="0008167C">
        <w:t>в</w:t>
      </w:r>
      <w:r w:rsidR="0008167C" w:rsidRPr="0008167C">
        <w:t xml:space="preserve">) </w:t>
      </w:r>
      <w:r w:rsidRPr="0008167C">
        <w:t>испарении</w:t>
      </w:r>
      <w:r w:rsidR="0008167C" w:rsidRPr="0008167C">
        <w:t xml:space="preserve"> </w:t>
      </w:r>
      <w:r w:rsidRPr="0008167C">
        <w:t>морской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районах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жарким</w:t>
      </w:r>
      <w:r w:rsidR="0008167C" w:rsidRPr="0008167C">
        <w:t xml:space="preserve"> </w:t>
      </w:r>
      <w:r w:rsidRPr="0008167C">
        <w:t>климатом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закрытых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полузакрытых</w:t>
      </w:r>
      <w:r w:rsidR="0008167C" w:rsidRPr="0008167C">
        <w:t xml:space="preserve"> </w:t>
      </w:r>
      <w:r w:rsidRPr="0008167C">
        <w:t>морях,</w:t>
      </w:r>
      <w:r w:rsidR="0008167C" w:rsidRPr="0008167C">
        <w:t xml:space="preserve"> </w:t>
      </w:r>
      <w:r w:rsidRPr="0008167C">
        <w:t>г</w:t>
      </w:r>
      <w:r w:rsidR="0008167C" w:rsidRPr="0008167C">
        <w:t xml:space="preserve">) </w:t>
      </w:r>
      <w:r w:rsidRPr="0008167C">
        <w:t>выносе</w:t>
      </w:r>
      <w:r w:rsidR="0008167C" w:rsidRPr="0008167C">
        <w:t xml:space="preserve"> </w:t>
      </w:r>
      <w:r w:rsidRPr="0008167C">
        <w:t>солей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разбрызгивании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ветром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других</w:t>
      </w:r>
      <w:r w:rsidR="0008167C" w:rsidRPr="0008167C">
        <w:t xml:space="preserve"> </w:t>
      </w:r>
      <w:r w:rsidRPr="0008167C">
        <w:t>менее</w:t>
      </w:r>
      <w:r w:rsidR="0008167C" w:rsidRPr="0008167C">
        <w:t xml:space="preserve"> </w:t>
      </w:r>
      <w:r w:rsidRPr="0008167C">
        <w:t>эффективных</w:t>
      </w:r>
      <w:r w:rsidR="0008167C" w:rsidRPr="0008167C">
        <w:t xml:space="preserve"> </w:t>
      </w:r>
      <w:r w:rsidRPr="0008167C">
        <w:t>процессах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Из</w:t>
      </w:r>
      <w:r w:rsidR="0008167C" w:rsidRPr="0008167C">
        <w:t xml:space="preserve"> </w:t>
      </w:r>
      <w:r w:rsidRPr="0008167C">
        <w:t>всех</w:t>
      </w:r>
      <w:r w:rsidR="0008167C" w:rsidRPr="0008167C">
        <w:t xml:space="preserve"> </w:t>
      </w:r>
      <w:r w:rsidRPr="0008167C">
        <w:t>компонентов</w:t>
      </w:r>
      <w:r w:rsidR="0008167C" w:rsidRPr="0008167C">
        <w:t xml:space="preserve"> </w:t>
      </w:r>
      <w:r w:rsidRPr="0008167C">
        <w:t>прихода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расхода</w:t>
      </w:r>
      <w:r w:rsidR="0008167C" w:rsidRPr="0008167C">
        <w:t xml:space="preserve"> </w:t>
      </w:r>
      <w:r w:rsidRPr="0008167C">
        <w:t>солей</w:t>
      </w:r>
      <w:r w:rsidR="0008167C" w:rsidRPr="0008167C">
        <w:t xml:space="preserve"> </w:t>
      </w:r>
      <w:r w:rsidRPr="0008167C">
        <w:t>наибольшее</w:t>
      </w:r>
      <w:r w:rsidR="0008167C" w:rsidRPr="0008167C">
        <w:t xml:space="preserve"> </w:t>
      </w:r>
      <w:r w:rsidRPr="0008167C">
        <w:t>значение</w:t>
      </w:r>
      <w:r w:rsidR="0008167C" w:rsidRPr="0008167C">
        <w:t xml:space="preserve"> </w:t>
      </w:r>
      <w:r w:rsidRPr="0008167C">
        <w:t>имеют</w:t>
      </w:r>
      <w:r w:rsidR="0008167C" w:rsidRPr="0008167C">
        <w:t xml:space="preserve"> </w:t>
      </w:r>
      <w:r w:rsidRPr="0008167C">
        <w:t>приток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материковым</w:t>
      </w:r>
      <w:r w:rsidR="0008167C" w:rsidRPr="0008167C">
        <w:t xml:space="preserve"> </w:t>
      </w:r>
      <w:r w:rsidRPr="0008167C">
        <w:t>стоком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недр</w:t>
      </w:r>
      <w:r w:rsidR="0008167C" w:rsidRPr="0008167C">
        <w:t xml:space="preserve"> </w:t>
      </w:r>
      <w:r w:rsidRPr="0008167C">
        <w:t>Земли</w:t>
      </w:r>
      <w:r w:rsidR="0008167C" w:rsidRPr="0008167C">
        <w:t xml:space="preserve"> </w:t>
      </w:r>
      <w:r w:rsidRPr="0008167C">
        <w:t>за</w:t>
      </w:r>
      <w:r w:rsidR="0008167C" w:rsidRPr="0008167C">
        <w:t xml:space="preserve"> </w:t>
      </w:r>
      <w:r w:rsidRPr="0008167C">
        <w:t>счет</w:t>
      </w:r>
      <w:r w:rsidR="0008167C" w:rsidRPr="0008167C">
        <w:t xml:space="preserve"> </w:t>
      </w:r>
      <w:r w:rsidRPr="0008167C">
        <w:t>дегазации</w:t>
      </w:r>
      <w:r w:rsidR="0008167C" w:rsidRPr="0008167C">
        <w:t xml:space="preserve"> </w:t>
      </w:r>
      <w:r w:rsidRPr="0008167C">
        <w:t>мантии,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также</w:t>
      </w:r>
      <w:r w:rsidR="0008167C" w:rsidRPr="0008167C">
        <w:t xml:space="preserve"> </w:t>
      </w:r>
      <w:r w:rsidRPr="0008167C">
        <w:t>выпадение</w:t>
      </w:r>
      <w:r w:rsidR="0008167C" w:rsidRPr="0008167C">
        <w:t xml:space="preserve"> </w:t>
      </w:r>
      <w:r w:rsidRPr="0008167C">
        <w:t>солей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морской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осадок,</w:t>
      </w:r>
      <w:r w:rsidR="0008167C" w:rsidRPr="0008167C">
        <w:t xml:space="preserve"> </w:t>
      </w:r>
      <w:r w:rsidRPr="0008167C">
        <w:t>компенсирующие</w:t>
      </w:r>
      <w:r w:rsidR="0008167C" w:rsidRPr="0008167C">
        <w:t xml:space="preserve"> </w:t>
      </w:r>
      <w:r w:rsidRPr="0008167C">
        <w:t>друг</w:t>
      </w:r>
      <w:r w:rsidR="0008167C" w:rsidRPr="0008167C">
        <w:t xml:space="preserve"> </w:t>
      </w:r>
      <w:r w:rsidRPr="0008167C">
        <w:t>друга</w:t>
      </w:r>
      <w:r w:rsidR="0008167C" w:rsidRPr="0008167C">
        <w:t xml:space="preserve">. </w:t>
      </w:r>
      <w:r w:rsidRPr="0008167C">
        <w:t>Общее</w:t>
      </w:r>
      <w:r w:rsidR="0008167C" w:rsidRPr="0008167C">
        <w:t xml:space="preserve"> </w:t>
      </w:r>
      <w:r w:rsidRPr="0008167C">
        <w:t>количество</w:t>
      </w:r>
      <w:r w:rsidR="0008167C" w:rsidRPr="0008167C">
        <w:t xml:space="preserve"> </w:t>
      </w:r>
      <w:r w:rsidRPr="0008167C">
        <w:t>солей,</w:t>
      </w:r>
      <w:r w:rsidR="0008167C" w:rsidRPr="0008167C">
        <w:t xml:space="preserve"> </w:t>
      </w:r>
      <w:r w:rsidRPr="0008167C">
        <w:t>растворенных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морской</w:t>
      </w:r>
      <w:r w:rsidR="0008167C" w:rsidRPr="0008167C">
        <w:t xml:space="preserve"> </w:t>
      </w:r>
      <w:r w:rsidRPr="0008167C">
        <w:t>воде,</w:t>
      </w:r>
      <w:r w:rsidR="0008167C" w:rsidRPr="0008167C">
        <w:t xml:space="preserve"> </w:t>
      </w:r>
      <w:r w:rsidRPr="0008167C">
        <w:t>достигающее</w:t>
      </w:r>
      <w:r w:rsidR="0008167C" w:rsidRPr="0008167C">
        <w:t xml:space="preserve"> </w:t>
      </w:r>
      <w:r w:rsidRPr="0008167C">
        <w:t>примерно</w:t>
      </w:r>
      <w:r w:rsidR="0008167C">
        <w:t xml:space="preserve"> (</w:t>
      </w:r>
      <w:r w:rsidRPr="0008167C">
        <w:t>47-56</w:t>
      </w:r>
      <w:r w:rsidR="0008167C" w:rsidRPr="0008167C">
        <w:t xml:space="preserve">) </w:t>
      </w:r>
      <w:r w:rsidRPr="0008167C">
        <w:t>*</w:t>
      </w:r>
      <w:r w:rsidR="0008167C" w:rsidRPr="0008167C">
        <w:t xml:space="preserve"> </w:t>
      </w:r>
      <w:r w:rsidRPr="0008167C">
        <w:t>10</w:t>
      </w:r>
      <w:r w:rsidRPr="0008167C">
        <w:rPr>
          <w:vertAlign w:val="superscript"/>
        </w:rPr>
        <w:t>15</w:t>
      </w:r>
      <w:r w:rsidR="0008167C" w:rsidRPr="0008167C">
        <w:t xml:space="preserve"> </w:t>
      </w:r>
      <w:r w:rsidRPr="0008167C">
        <w:t>т,</w:t>
      </w:r>
      <w:r w:rsidR="0008167C" w:rsidRPr="0008167C">
        <w:t xml:space="preserve"> </w:t>
      </w:r>
      <w:r w:rsidRPr="0008167C">
        <w:t>настолько</w:t>
      </w:r>
      <w:r w:rsidR="0008167C" w:rsidRPr="0008167C">
        <w:t xml:space="preserve"> </w:t>
      </w:r>
      <w:r w:rsidRPr="0008167C">
        <w:t>велико,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изменения,</w:t>
      </w:r>
      <w:r w:rsidR="0008167C" w:rsidRPr="0008167C">
        <w:t xml:space="preserve"> </w:t>
      </w:r>
      <w:r w:rsidRPr="0008167C">
        <w:t>связанные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приходом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расходом,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также</w:t>
      </w:r>
      <w:r w:rsidR="0008167C" w:rsidRPr="0008167C">
        <w:t xml:space="preserve"> </w:t>
      </w:r>
      <w:r w:rsidRPr="0008167C">
        <w:t>влиянием</w:t>
      </w:r>
      <w:r w:rsidR="0008167C" w:rsidRPr="0008167C">
        <w:t xml:space="preserve"> </w:t>
      </w:r>
      <w:r w:rsidRPr="0008167C">
        <w:t>различных</w:t>
      </w:r>
      <w:r w:rsidR="0008167C" w:rsidRPr="0008167C">
        <w:t xml:space="preserve"> </w:t>
      </w:r>
      <w:r w:rsidRPr="0008167C">
        <w:t>факторов,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отражаются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общем</w:t>
      </w:r>
      <w:r w:rsidR="0008167C" w:rsidRPr="0008167C">
        <w:t xml:space="preserve"> </w:t>
      </w:r>
      <w:r w:rsidRPr="0008167C">
        <w:t>солевом</w:t>
      </w:r>
      <w:r w:rsidR="0008167C" w:rsidRPr="0008167C">
        <w:t xml:space="preserve"> </w:t>
      </w:r>
      <w:r w:rsidRPr="0008167C">
        <w:t>составе</w:t>
      </w:r>
      <w:r w:rsidR="0008167C" w:rsidRPr="0008167C">
        <w:t xml:space="preserve"> </w:t>
      </w:r>
      <w:r w:rsidRPr="0008167C">
        <w:t>морской</w:t>
      </w:r>
      <w:r w:rsidR="0008167C" w:rsidRPr="0008167C">
        <w:t xml:space="preserve"> </w:t>
      </w:r>
      <w:r w:rsidRPr="0008167C">
        <w:t>воды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В</w:t>
      </w:r>
      <w:r w:rsidR="0008167C" w:rsidRPr="0008167C">
        <w:t xml:space="preserve"> </w:t>
      </w:r>
      <w:r w:rsidRPr="0008167C">
        <w:t>течение</w:t>
      </w:r>
      <w:r w:rsidR="0008167C" w:rsidRPr="0008167C">
        <w:t xml:space="preserve"> </w:t>
      </w:r>
      <w:r w:rsidRPr="0008167C">
        <w:t>длительных</w:t>
      </w:r>
      <w:r w:rsidR="0008167C" w:rsidRPr="0008167C">
        <w:t xml:space="preserve"> </w:t>
      </w:r>
      <w:r w:rsidRPr="0008167C">
        <w:t>отрезков</w:t>
      </w:r>
      <w:r w:rsidR="0008167C" w:rsidRPr="0008167C">
        <w:t xml:space="preserve"> </w:t>
      </w:r>
      <w:r w:rsidRPr="0008167C">
        <w:t>времени</w:t>
      </w:r>
      <w:r w:rsidR="0008167C" w:rsidRPr="0008167C">
        <w:t xml:space="preserve"> - </w:t>
      </w:r>
      <w:r w:rsidRPr="0008167C">
        <w:t>геологических</w:t>
      </w:r>
      <w:r w:rsidR="0008167C" w:rsidRPr="0008167C">
        <w:t xml:space="preserve"> </w:t>
      </w:r>
      <w:r w:rsidRPr="0008167C">
        <w:t>эпох</w:t>
      </w:r>
      <w:r w:rsidR="0008167C" w:rsidRPr="0008167C">
        <w:t xml:space="preserve"> - </w:t>
      </w:r>
      <w:r w:rsidRPr="0008167C">
        <w:t>солевой</w:t>
      </w:r>
      <w:r w:rsidR="0008167C" w:rsidRPr="0008167C">
        <w:t xml:space="preserve"> </w:t>
      </w:r>
      <w:r w:rsidRPr="0008167C">
        <w:t>состав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 </w:t>
      </w:r>
      <w:r w:rsidRPr="0008167C">
        <w:t>Мирового</w:t>
      </w:r>
      <w:r w:rsidR="0008167C" w:rsidRPr="0008167C">
        <w:t xml:space="preserve"> </w:t>
      </w:r>
      <w:r w:rsidRPr="0008167C">
        <w:t>океана</w:t>
      </w:r>
      <w:r w:rsidR="0008167C" w:rsidRPr="0008167C">
        <w:t xml:space="preserve"> </w:t>
      </w:r>
      <w:r w:rsidRPr="0008167C">
        <w:t>можно</w:t>
      </w:r>
      <w:r w:rsidR="0008167C" w:rsidRPr="0008167C">
        <w:t xml:space="preserve"> </w:t>
      </w:r>
      <w:r w:rsidRPr="0008167C">
        <w:t>считать</w:t>
      </w:r>
      <w:r w:rsidR="0008167C" w:rsidRPr="0008167C">
        <w:t xml:space="preserve"> </w:t>
      </w:r>
      <w:r w:rsidRPr="0008167C">
        <w:t>установившимся</w:t>
      </w:r>
      <w:r w:rsidR="0008167C" w:rsidRPr="0008167C">
        <w:t xml:space="preserve">. </w:t>
      </w:r>
      <w:r w:rsidRPr="0008167C">
        <w:t>Это</w:t>
      </w:r>
      <w:r w:rsidR="0008167C" w:rsidRPr="0008167C">
        <w:t xml:space="preserve"> </w:t>
      </w:r>
      <w:r w:rsidRPr="0008167C">
        <w:t>связано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тем,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приход</w:t>
      </w:r>
      <w:r w:rsidR="0008167C" w:rsidRPr="0008167C">
        <w:t xml:space="preserve"> </w:t>
      </w:r>
      <w:r w:rsidRPr="0008167C">
        <w:t>солей</w:t>
      </w:r>
      <w:r w:rsidR="0008167C" w:rsidRPr="0008167C">
        <w:t xml:space="preserve"> </w:t>
      </w:r>
      <w:r w:rsidRPr="0008167C">
        <w:t>балансируется</w:t>
      </w:r>
      <w:r w:rsidR="0008167C" w:rsidRPr="0008167C">
        <w:t xml:space="preserve"> </w:t>
      </w:r>
      <w:r w:rsidRPr="0008167C">
        <w:t>расходом</w:t>
      </w:r>
      <w:r w:rsidR="0008167C" w:rsidRPr="0008167C">
        <w:t xml:space="preserve"> </w:t>
      </w:r>
      <w:r w:rsidRPr="0008167C">
        <w:t>и,</w:t>
      </w:r>
      <w:r w:rsidR="0008167C" w:rsidRPr="0008167C">
        <w:t xml:space="preserve"> </w:t>
      </w:r>
      <w:r w:rsidRPr="0008167C">
        <w:t>кроме</w:t>
      </w:r>
      <w:r w:rsidR="0008167C" w:rsidRPr="0008167C">
        <w:t xml:space="preserve"> </w:t>
      </w:r>
      <w:r w:rsidRPr="0008167C">
        <w:t>того,</w:t>
      </w:r>
      <w:r w:rsidR="0008167C" w:rsidRPr="0008167C">
        <w:t xml:space="preserve"> </w:t>
      </w:r>
      <w:r w:rsidRPr="0008167C">
        <w:t>количество</w:t>
      </w:r>
      <w:r w:rsidR="0008167C" w:rsidRPr="0008167C">
        <w:t xml:space="preserve"> </w:t>
      </w:r>
      <w:r w:rsidRPr="0008167C">
        <w:t>солей,</w:t>
      </w:r>
      <w:r w:rsidR="0008167C" w:rsidRPr="0008167C">
        <w:t xml:space="preserve"> </w:t>
      </w:r>
      <w:r w:rsidRPr="0008167C">
        <w:t>поступающих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выпадающих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состава</w:t>
      </w:r>
      <w:r w:rsidR="0008167C" w:rsidRPr="0008167C">
        <w:t xml:space="preserve"> </w:t>
      </w:r>
      <w:r w:rsidRPr="0008167C">
        <w:t>морской</w:t>
      </w:r>
      <w:r w:rsidR="0008167C" w:rsidRPr="0008167C">
        <w:t xml:space="preserve"> </w:t>
      </w:r>
      <w:r w:rsidRPr="0008167C">
        <w:t>воды,</w:t>
      </w:r>
      <w:r w:rsidR="0008167C" w:rsidRPr="0008167C">
        <w:t xml:space="preserve"> </w:t>
      </w:r>
      <w:r w:rsidRPr="0008167C">
        <w:t>настолько</w:t>
      </w:r>
      <w:r w:rsidR="0008167C" w:rsidRPr="0008167C">
        <w:t xml:space="preserve"> </w:t>
      </w:r>
      <w:r w:rsidRPr="0008167C">
        <w:t>незначительно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сравнению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солевой</w:t>
      </w:r>
      <w:r w:rsidR="0008167C" w:rsidRPr="0008167C">
        <w:t xml:space="preserve"> </w:t>
      </w:r>
      <w:r w:rsidRPr="0008167C">
        <w:t>массой,</w:t>
      </w:r>
      <w:r w:rsidR="0008167C" w:rsidRPr="0008167C">
        <w:t xml:space="preserve"> </w:t>
      </w:r>
      <w:r w:rsidRPr="0008167C">
        <w:t>находящейся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ее</w:t>
      </w:r>
      <w:r w:rsidR="0008167C" w:rsidRPr="0008167C">
        <w:t xml:space="preserve"> </w:t>
      </w:r>
      <w:r w:rsidRPr="0008167C">
        <w:t>растворе,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требуются</w:t>
      </w:r>
      <w:r w:rsidR="0008167C" w:rsidRPr="0008167C">
        <w:t xml:space="preserve"> </w:t>
      </w:r>
      <w:r w:rsidRPr="0008167C">
        <w:t>очень</w:t>
      </w:r>
      <w:r w:rsidR="0008167C" w:rsidRPr="0008167C">
        <w:t xml:space="preserve"> </w:t>
      </w:r>
      <w:r w:rsidRPr="0008167C">
        <w:t>большие</w:t>
      </w:r>
      <w:r w:rsidR="0008167C" w:rsidRPr="0008167C">
        <w:t xml:space="preserve"> </w:t>
      </w:r>
      <w:r w:rsidRPr="0008167C">
        <w:t>промежутки</w:t>
      </w:r>
      <w:r w:rsidR="0008167C" w:rsidRPr="0008167C">
        <w:t xml:space="preserve"> </w:t>
      </w:r>
      <w:r w:rsidRPr="0008167C">
        <w:t>времени</w:t>
      </w:r>
      <w:r w:rsidR="0008167C">
        <w:t xml:space="preserve"> (</w:t>
      </w:r>
      <w:r w:rsidRPr="0008167C">
        <w:t>200000</w:t>
      </w:r>
      <w:r w:rsidR="0008167C" w:rsidRPr="0008167C">
        <w:t>-</w:t>
      </w:r>
      <w:r w:rsidRPr="0008167C">
        <w:t>160000</w:t>
      </w:r>
      <w:r w:rsidR="0008167C" w:rsidRPr="0008167C">
        <w:t xml:space="preserve"> </w:t>
      </w:r>
      <w:r w:rsidRPr="0008167C">
        <w:t>лет</w:t>
      </w:r>
      <w:r w:rsidR="0008167C" w:rsidRPr="0008167C">
        <w:t xml:space="preserve">) </w:t>
      </w:r>
      <w:r w:rsidRPr="0008167C">
        <w:t>для</w:t>
      </w:r>
      <w:r w:rsidR="0008167C" w:rsidRPr="0008167C">
        <w:t xml:space="preserve"> </w:t>
      </w:r>
      <w:r w:rsidRPr="0008167C">
        <w:t>того,</w:t>
      </w:r>
      <w:r w:rsidR="0008167C" w:rsidRPr="0008167C">
        <w:t xml:space="preserve"> </w:t>
      </w:r>
      <w:r w:rsidRPr="0008167C">
        <w:t>чтобы</w:t>
      </w:r>
      <w:r w:rsidR="0008167C" w:rsidRPr="0008167C">
        <w:t xml:space="preserve"> </w:t>
      </w:r>
      <w:r w:rsidRPr="0008167C">
        <w:t>соленость</w:t>
      </w:r>
      <w:r w:rsidR="0008167C" w:rsidRPr="0008167C">
        <w:t xml:space="preserve"> </w:t>
      </w:r>
      <w:r w:rsidRPr="0008167C">
        <w:t>изменилась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0,02</w:t>
      </w:r>
      <w:r w:rsidR="0008167C" w:rsidRPr="0008167C">
        <w:t>-</w:t>
      </w:r>
      <w:r w:rsidRPr="0008167C">
        <w:t>0,01%</w:t>
      </w:r>
      <w:r w:rsidRPr="0008167C">
        <w:rPr>
          <w:vertAlign w:val="subscript"/>
        </w:rPr>
        <w:t>0</w:t>
      </w:r>
      <w:r w:rsidR="0008167C" w:rsidRPr="0008167C">
        <w:t>.</w:t>
      </w:r>
    </w:p>
    <w:p w:rsidR="0008167C" w:rsidRPr="0008167C" w:rsidRDefault="00223F35" w:rsidP="0008167C">
      <w:pPr>
        <w:pStyle w:val="3"/>
        <w:tabs>
          <w:tab w:val="left" w:pos="726"/>
        </w:tabs>
        <w:rPr>
          <w:color w:val="000000"/>
        </w:rPr>
      </w:pPr>
      <w:bookmarkStart w:id="16" w:name="_Toc8497749"/>
      <w:bookmarkStart w:id="17" w:name="_Toc8498114"/>
      <w:bookmarkStart w:id="18" w:name="_Toc8498782"/>
      <w:r w:rsidRPr="0008167C">
        <w:rPr>
          <w:color w:val="000000"/>
        </w:rPr>
        <w:t>Тепловой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режим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океанов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и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морей</w:t>
      </w:r>
      <w:r w:rsidR="0008167C" w:rsidRPr="0008167C">
        <w:rPr>
          <w:color w:val="000000"/>
        </w:rPr>
        <w:t>.</w:t>
      </w:r>
      <w:bookmarkEnd w:id="16"/>
      <w:bookmarkEnd w:id="17"/>
      <w:bookmarkEnd w:id="18"/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Основной</w:t>
      </w:r>
      <w:r w:rsidR="0008167C" w:rsidRPr="0008167C">
        <w:t xml:space="preserve"> </w:t>
      </w:r>
      <w:r w:rsidRPr="0008167C">
        <w:t>источник</w:t>
      </w:r>
      <w:r w:rsidR="0008167C" w:rsidRPr="0008167C">
        <w:t xml:space="preserve"> </w:t>
      </w:r>
      <w:r w:rsidRPr="0008167C">
        <w:t>тепла,</w:t>
      </w:r>
      <w:r w:rsidR="0008167C" w:rsidRPr="0008167C">
        <w:t xml:space="preserve"> </w:t>
      </w:r>
      <w:r w:rsidRPr="0008167C">
        <w:t>получаемого</w:t>
      </w:r>
      <w:r w:rsidR="0008167C" w:rsidRPr="0008167C">
        <w:t xml:space="preserve"> </w:t>
      </w:r>
      <w:r w:rsidRPr="0008167C">
        <w:t>поверхностью</w:t>
      </w:r>
      <w:r w:rsidR="0008167C" w:rsidRPr="0008167C">
        <w:t xml:space="preserve"> </w:t>
      </w:r>
      <w:r w:rsidRPr="0008167C">
        <w:t>Мирового</w:t>
      </w:r>
      <w:r w:rsidR="0008167C" w:rsidRPr="0008167C">
        <w:t xml:space="preserve"> </w:t>
      </w:r>
      <w:r w:rsidRPr="0008167C">
        <w:t>океана,</w:t>
      </w:r>
      <w:r w:rsidR="0008167C" w:rsidRPr="0008167C">
        <w:t xml:space="preserve"> - </w:t>
      </w:r>
      <w:r w:rsidRPr="0008167C">
        <w:t>это</w:t>
      </w:r>
      <w:r w:rsidR="0008167C" w:rsidRPr="0008167C">
        <w:t xml:space="preserve"> </w:t>
      </w:r>
      <w:r w:rsidRPr="0008167C">
        <w:t>прямая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рассеянная</w:t>
      </w:r>
      <w:r w:rsidR="0008167C" w:rsidRPr="0008167C">
        <w:t xml:space="preserve"> </w:t>
      </w:r>
      <w:r w:rsidRPr="0008167C">
        <w:t>солнечная</w:t>
      </w:r>
      <w:r w:rsidR="0008167C" w:rsidRPr="0008167C">
        <w:t xml:space="preserve"> </w:t>
      </w:r>
      <w:r w:rsidRPr="0008167C">
        <w:t>радиация</w:t>
      </w:r>
      <w:r w:rsidR="0008167C" w:rsidRPr="0008167C">
        <w:t xml:space="preserve">. </w:t>
      </w:r>
      <w:r w:rsidRPr="0008167C">
        <w:t>Часть</w:t>
      </w:r>
      <w:r w:rsidR="0008167C" w:rsidRPr="0008167C">
        <w:t xml:space="preserve"> </w:t>
      </w:r>
      <w:r w:rsidRPr="0008167C">
        <w:t>ее</w:t>
      </w:r>
      <w:r w:rsidR="0008167C" w:rsidRPr="0008167C">
        <w:t xml:space="preserve"> </w:t>
      </w:r>
      <w:r w:rsidRPr="0008167C">
        <w:t>отражается</w:t>
      </w:r>
      <w:r w:rsidR="0008167C" w:rsidRPr="0008167C">
        <w:t xml:space="preserve"> </w:t>
      </w:r>
      <w:r w:rsidRPr="0008167C">
        <w:t>водной</w:t>
      </w:r>
      <w:r w:rsidR="0008167C" w:rsidRPr="0008167C">
        <w:t xml:space="preserve"> </w:t>
      </w:r>
      <w:r w:rsidRPr="0008167C">
        <w:t>поверхностью,</w:t>
      </w:r>
      <w:r w:rsidR="0008167C" w:rsidRPr="0008167C">
        <w:t xml:space="preserve"> </w:t>
      </w:r>
      <w:r w:rsidRPr="0008167C">
        <w:t>часть</w:t>
      </w:r>
      <w:r w:rsidR="0008167C" w:rsidRPr="0008167C">
        <w:t xml:space="preserve"> </w:t>
      </w:r>
      <w:r w:rsidRPr="0008167C">
        <w:t>излучается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атмосферу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межпланетное</w:t>
      </w:r>
      <w:r w:rsidR="0008167C" w:rsidRPr="0008167C">
        <w:t xml:space="preserve"> </w:t>
      </w:r>
      <w:r w:rsidRPr="0008167C">
        <w:t>пространство</w:t>
      </w:r>
      <w:r w:rsidR="0008167C" w:rsidRPr="0008167C">
        <w:t xml:space="preserve">. </w:t>
      </w:r>
      <w:r w:rsidRPr="0008167C">
        <w:t>Морские</w:t>
      </w:r>
      <w:r w:rsidR="0008167C" w:rsidRPr="0008167C">
        <w:t xml:space="preserve"> </w:t>
      </w:r>
      <w:r w:rsidRPr="0008167C">
        <w:t>воды,</w:t>
      </w:r>
      <w:r w:rsidR="0008167C" w:rsidRPr="0008167C">
        <w:t xml:space="preserve"> </w:t>
      </w:r>
      <w:r w:rsidRPr="0008167C">
        <w:t>соприкасаясь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атмосферой,</w:t>
      </w:r>
      <w:r w:rsidR="0008167C" w:rsidRPr="0008167C">
        <w:t xml:space="preserve"> </w:t>
      </w:r>
      <w:r w:rsidRPr="0008167C">
        <w:t>обмениваются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ней</w:t>
      </w:r>
      <w:r w:rsidR="0008167C" w:rsidRPr="0008167C">
        <w:t xml:space="preserve"> </w:t>
      </w:r>
      <w:r w:rsidRPr="0008167C">
        <w:t>теплом</w:t>
      </w:r>
      <w:r w:rsidR="0008167C" w:rsidRPr="0008167C">
        <w:t xml:space="preserve">. </w:t>
      </w:r>
      <w:r w:rsidRPr="0008167C">
        <w:t>Если</w:t>
      </w:r>
      <w:r w:rsidR="0008167C" w:rsidRPr="0008167C">
        <w:t xml:space="preserve"> </w:t>
      </w:r>
      <w:r w:rsidRPr="0008167C">
        <w:t>вода</w:t>
      </w:r>
      <w:r w:rsidR="0008167C" w:rsidRPr="0008167C">
        <w:t xml:space="preserve"> </w:t>
      </w:r>
      <w:r w:rsidRPr="0008167C">
        <w:t>теплее</w:t>
      </w:r>
      <w:r w:rsidR="0008167C" w:rsidRPr="0008167C">
        <w:t xml:space="preserve"> </w:t>
      </w:r>
      <w:r w:rsidRPr="0008167C">
        <w:t>воздуха,</w:t>
      </w:r>
      <w:r w:rsidR="0008167C" w:rsidRPr="0008167C">
        <w:t xml:space="preserve"> </w:t>
      </w:r>
      <w:r w:rsidRPr="0008167C">
        <w:t>то</w:t>
      </w:r>
      <w:r w:rsidR="0008167C" w:rsidRPr="0008167C">
        <w:t xml:space="preserve"> </w:t>
      </w:r>
      <w:r w:rsidRPr="0008167C">
        <w:t>происходит</w:t>
      </w:r>
      <w:r w:rsidR="0008167C" w:rsidRPr="0008167C">
        <w:t xml:space="preserve"> </w:t>
      </w:r>
      <w:r w:rsidRPr="0008167C">
        <w:t>отдача</w:t>
      </w:r>
      <w:r w:rsidR="0008167C" w:rsidRPr="0008167C">
        <w:t xml:space="preserve"> </w:t>
      </w:r>
      <w:r w:rsidRPr="0008167C">
        <w:t>тепла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атмосферу,</w:t>
      </w:r>
      <w:r w:rsidR="0008167C" w:rsidRPr="0008167C">
        <w:t xml:space="preserve"> </w:t>
      </w:r>
      <w:r w:rsidRPr="0008167C">
        <w:t>если</w:t>
      </w:r>
      <w:r w:rsidR="0008167C" w:rsidRPr="0008167C">
        <w:t xml:space="preserve"> </w:t>
      </w:r>
      <w:r w:rsidRPr="0008167C">
        <w:t>же</w:t>
      </w:r>
      <w:r w:rsidR="0008167C" w:rsidRPr="0008167C">
        <w:t xml:space="preserve"> </w:t>
      </w:r>
      <w:r w:rsidRPr="0008167C">
        <w:t>вода</w:t>
      </w:r>
      <w:r w:rsidR="0008167C" w:rsidRPr="0008167C">
        <w:t xml:space="preserve"> </w:t>
      </w:r>
      <w:r w:rsidRPr="0008167C">
        <w:t>холоднее,</w:t>
      </w:r>
      <w:r w:rsidR="0008167C" w:rsidRPr="0008167C">
        <w:t xml:space="preserve"> </w:t>
      </w:r>
      <w:r w:rsidRPr="0008167C">
        <w:t>она</w:t>
      </w:r>
      <w:r w:rsidR="0008167C" w:rsidRPr="0008167C">
        <w:t xml:space="preserve"> </w:t>
      </w:r>
      <w:r w:rsidRPr="0008167C">
        <w:t>получает</w:t>
      </w:r>
      <w:r w:rsidR="0008167C" w:rsidRPr="0008167C">
        <w:t xml:space="preserve"> </w:t>
      </w:r>
      <w:r w:rsidRPr="0008167C">
        <w:t>некоторое</w:t>
      </w:r>
      <w:r w:rsidR="0008167C" w:rsidRPr="0008167C">
        <w:t xml:space="preserve"> </w:t>
      </w:r>
      <w:r w:rsidRPr="0008167C">
        <w:t>количество</w:t>
      </w:r>
      <w:r w:rsidR="0008167C" w:rsidRPr="0008167C">
        <w:t xml:space="preserve"> </w:t>
      </w:r>
      <w:r w:rsidRPr="0008167C">
        <w:t>тепла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процессе</w:t>
      </w:r>
      <w:r w:rsidR="0008167C" w:rsidRPr="0008167C">
        <w:t xml:space="preserve"> </w:t>
      </w:r>
      <w:r w:rsidRPr="0008167C">
        <w:t>теплообмена</w:t>
      </w:r>
      <w:r w:rsidR="0008167C" w:rsidRPr="0008167C">
        <w:t xml:space="preserve">. </w:t>
      </w:r>
      <w:r w:rsidRPr="0008167C">
        <w:t>Большое</w:t>
      </w:r>
      <w:r w:rsidR="0008167C" w:rsidRPr="0008167C">
        <w:t xml:space="preserve"> </w:t>
      </w:r>
      <w:r w:rsidRPr="0008167C">
        <w:t>количество</w:t>
      </w:r>
      <w:r w:rsidR="0008167C" w:rsidRPr="0008167C">
        <w:t xml:space="preserve"> </w:t>
      </w:r>
      <w:r w:rsidRPr="0008167C">
        <w:t>тепла</w:t>
      </w:r>
      <w:r w:rsidR="0008167C" w:rsidRPr="0008167C">
        <w:t xml:space="preserve"> </w:t>
      </w:r>
      <w:r w:rsidRPr="0008167C">
        <w:t>море</w:t>
      </w:r>
      <w:r w:rsidR="0008167C" w:rsidRPr="0008167C">
        <w:t xml:space="preserve"> </w:t>
      </w:r>
      <w:r w:rsidRPr="0008167C">
        <w:t>теряет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испарение</w:t>
      </w:r>
      <w:r w:rsidR="0008167C" w:rsidRPr="0008167C">
        <w:t xml:space="preserve">. </w:t>
      </w:r>
      <w:r w:rsidRPr="0008167C">
        <w:t>Известно,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испарение</w:t>
      </w:r>
      <w:r w:rsidR="0008167C" w:rsidRPr="0008167C">
        <w:t xml:space="preserve"> </w:t>
      </w:r>
      <w:r w:rsidRPr="0008167C">
        <w:t>каждого</w:t>
      </w:r>
      <w:r w:rsidR="0008167C" w:rsidRPr="0008167C">
        <w:t xml:space="preserve"> </w:t>
      </w:r>
      <w:r w:rsidRPr="0008167C">
        <w:t>грамма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затрачивается</w:t>
      </w:r>
      <w:r w:rsidR="0008167C" w:rsidRPr="0008167C">
        <w:t xml:space="preserve"> </w:t>
      </w:r>
      <w:r w:rsidRPr="0008167C">
        <w:t>свыше</w:t>
      </w:r>
      <w:r w:rsidR="0008167C" w:rsidRPr="0008167C">
        <w:t xml:space="preserve"> </w:t>
      </w:r>
      <w:r w:rsidRPr="0008167C">
        <w:t>2,4310</w:t>
      </w:r>
      <w:r w:rsidRPr="0008167C">
        <w:rPr>
          <w:vertAlign w:val="superscript"/>
        </w:rPr>
        <w:t>5</w:t>
      </w:r>
      <w:r w:rsidR="0008167C" w:rsidRPr="0008167C">
        <w:t xml:space="preserve"> </w:t>
      </w:r>
      <w:r w:rsidRPr="0008167C">
        <w:t>Дж/кг</w:t>
      </w:r>
      <w:r w:rsidR="0008167C">
        <w:t xml:space="preserve"> (</w:t>
      </w:r>
      <w:r w:rsidRPr="0008167C">
        <w:t>580</w:t>
      </w:r>
      <w:r w:rsidR="0008167C" w:rsidRPr="0008167C">
        <w:t xml:space="preserve"> </w:t>
      </w:r>
      <w:r w:rsidRPr="0008167C">
        <w:t>кал</w:t>
      </w:r>
      <w:r w:rsidR="0008167C" w:rsidRPr="0008167C">
        <w:t xml:space="preserve">). </w:t>
      </w:r>
      <w:r w:rsidRPr="0008167C">
        <w:t>Отсюда</w:t>
      </w:r>
      <w:r w:rsidR="0008167C" w:rsidRPr="0008167C">
        <w:t xml:space="preserve"> </w:t>
      </w:r>
      <w:r w:rsidRPr="0008167C">
        <w:t>нетрудно</w:t>
      </w:r>
      <w:r w:rsidR="0008167C" w:rsidRPr="0008167C">
        <w:t xml:space="preserve"> </w:t>
      </w:r>
      <w:r w:rsidRPr="0008167C">
        <w:t>представить,</w:t>
      </w:r>
      <w:r w:rsidR="0008167C" w:rsidRPr="0008167C">
        <w:t xml:space="preserve"> </w:t>
      </w:r>
      <w:r w:rsidRPr="0008167C">
        <w:t>какое</w:t>
      </w:r>
      <w:r w:rsidR="0008167C" w:rsidRPr="0008167C">
        <w:t xml:space="preserve"> </w:t>
      </w:r>
      <w:r w:rsidRPr="0008167C">
        <w:t>большое</w:t>
      </w:r>
      <w:r w:rsidR="0008167C" w:rsidRPr="0008167C">
        <w:t xml:space="preserve"> </w:t>
      </w:r>
      <w:r w:rsidRPr="0008167C">
        <w:t>количество</w:t>
      </w:r>
      <w:r w:rsidR="0008167C" w:rsidRPr="0008167C">
        <w:t xml:space="preserve"> </w:t>
      </w:r>
      <w:r w:rsidRPr="0008167C">
        <w:t>тепла</w:t>
      </w:r>
      <w:r w:rsidR="0008167C" w:rsidRPr="0008167C">
        <w:t xml:space="preserve"> </w:t>
      </w:r>
      <w:r w:rsidRPr="0008167C">
        <w:t>теряют</w:t>
      </w:r>
      <w:r w:rsidR="0008167C" w:rsidRPr="0008167C">
        <w:t xml:space="preserve"> </w:t>
      </w:r>
      <w:r w:rsidRPr="0008167C">
        <w:t>поверхностные</w:t>
      </w:r>
      <w:r w:rsidR="0008167C" w:rsidRPr="0008167C">
        <w:t xml:space="preserve"> </w:t>
      </w:r>
      <w:r w:rsidRPr="0008167C">
        <w:t>слои</w:t>
      </w:r>
      <w:r w:rsidR="0008167C" w:rsidRPr="0008167C">
        <w:t xml:space="preserve"> </w:t>
      </w:r>
      <w:r w:rsidRPr="0008167C">
        <w:t>океана,</w:t>
      </w:r>
      <w:r w:rsidR="0008167C" w:rsidRPr="0008167C">
        <w:t xml:space="preserve"> </w:t>
      </w:r>
      <w:r w:rsidRPr="0008167C">
        <w:t>например,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области</w:t>
      </w:r>
      <w:r w:rsidR="0008167C" w:rsidRPr="0008167C">
        <w:t xml:space="preserve"> </w:t>
      </w:r>
      <w:r w:rsidRPr="0008167C">
        <w:t>пассатов,</w:t>
      </w:r>
      <w:r w:rsidR="0008167C" w:rsidRPr="0008167C">
        <w:t xml:space="preserve"> </w:t>
      </w:r>
      <w:r w:rsidRPr="0008167C">
        <w:t>где</w:t>
      </w:r>
      <w:r w:rsidR="0008167C" w:rsidRPr="0008167C">
        <w:t xml:space="preserve"> </w:t>
      </w:r>
      <w:r w:rsidRPr="0008167C">
        <w:t>испарение</w:t>
      </w:r>
      <w:r w:rsidR="0008167C" w:rsidRPr="0008167C">
        <w:t xml:space="preserve"> </w:t>
      </w:r>
      <w:r w:rsidRPr="0008167C">
        <w:t>очень</w:t>
      </w:r>
      <w:r w:rsidR="0008167C" w:rsidRPr="0008167C">
        <w:t xml:space="preserve"> </w:t>
      </w:r>
      <w:r w:rsidRPr="0008167C">
        <w:t>велико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В</w:t>
      </w:r>
      <w:r w:rsidR="0008167C" w:rsidRPr="0008167C">
        <w:t xml:space="preserve"> </w:t>
      </w:r>
      <w:r w:rsidRPr="0008167C">
        <w:t>высоких</w:t>
      </w:r>
      <w:r w:rsidR="0008167C" w:rsidRPr="0008167C">
        <w:t xml:space="preserve"> </w:t>
      </w:r>
      <w:r w:rsidRPr="0008167C">
        <w:t>широтах</w:t>
      </w:r>
      <w:r w:rsidR="0008167C" w:rsidRPr="0008167C">
        <w:t xml:space="preserve"> </w:t>
      </w:r>
      <w:r w:rsidRPr="0008167C">
        <w:t>нагревание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охлаждение</w:t>
      </w:r>
      <w:r w:rsidR="0008167C" w:rsidRPr="0008167C">
        <w:t xml:space="preserve"> </w:t>
      </w:r>
      <w:r w:rsidRPr="0008167C">
        <w:t>морской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связано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ледовыми</w:t>
      </w:r>
      <w:r w:rsidR="0008167C" w:rsidRPr="0008167C">
        <w:t xml:space="preserve"> </w:t>
      </w:r>
      <w:r w:rsidRPr="0008167C">
        <w:t>явлениями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осенне-зимний</w:t>
      </w:r>
      <w:r w:rsidR="0008167C" w:rsidRPr="0008167C">
        <w:t xml:space="preserve"> </w:t>
      </w:r>
      <w:r w:rsidRPr="0008167C">
        <w:t>период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образовании</w:t>
      </w:r>
      <w:r w:rsidR="0008167C" w:rsidRPr="0008167C">
        <w:t xml:space="preserve"> </w:t>
      </w:r>
      <w:r w:rsidRPr="0008167C">
        <w:t>льда</w:t>
      </w:r>
      <w:r w:rsidR="0008167C" w:rsidRPr="0008167C">
        <w:t xml:space="preserve"> </w:t>
      </w:r>
      <w:r w:rsidRPr="0008167C">
        <w:t>всегда</w:t>
      </w:r>
      <w:r w:rsidR="0008167C" w:rsidRPr="0008167C">
        <w:t xml:space="preserve"> </w:t>
      </w:r>
      <w:r w:rsidRPr="0008167C">
        <w:t>выделяется</w:t>
      </w:r>
      <w:r w:rsidR="0008167C" w:rsidRPr="0008167C">
        <w:t xml:space="preserve"> </w:t>
      </w:r>
      <w:r w:rsidRPr="0008167C">
        <w:t>скрытая</w:t>
      </w:r>
      <w:r w:rsidR="0008167C" w:rsidRPr="0008167C">
        <w:t xml:space="preserve"> </w:t>
      </w:r>
      <w:r w:rsidRPr="0008167C">
        <w:t>теплота</w:t>
      </w:r>
      <w:r w:rsidR="0008167C" w:rsidRPr="0008167C">
        <w:t xml:space="preserve"> </w:t>
      </w:r>
      <w:r w:rsidRPr="0008167C">
        <w:t>ледообразования,</w:t>
      </w:r>
      <w:r w:rsidR="0008167C" w:rsidRPr="0008167C">
        <w:t xml:space="preserve"> </w:t>
      </w:r>
      <w:r w:rsidRPr="0008167C">
        <w:t>которая</w:t>
      </w:r>
      <w:r w:rsidR="0008167C" w:rsidRPr="0008167C">
        <w:t xml:space="preserve"> </w:t>
      </w:r>
      <w:r w:rsidRPr="0008167C">
        <w:t>затрачивается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нагревание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воздуха</w:t>
      </w:r>
      <w:r w:rsidR="0008167C" w:rsidRPr="0008167C">
        <w:t xml:space="preserve"> </w:t>
      </w:r>
      <w:r w:rsidRPr="0008167C">
        <w:t>над</w:t>
      </w:r>
      <w:r w:rsidR="0008167C" w:rsidRPr="0008167C">
        <w:t xml:space="preserve"> </w:t>
      </w:r>
      <w:r w:rsidRPr="0008167C">
        <w:t>ней</w:t>
      </w:r>
      <w:r w:rsidR="0008167C" w:rsidRPr="0008167C">
        <w:t xml:space="preserve">. </w:t>
      </w:r>
      <w:r w:rsidRPr="0008167C">
        <w:t>Весной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таянии</w:t>
      </w:r>
      <w:r w:rsidR="0008167C" w:rsidRPr="0008167C">
        <w:t xml:space="preserve"> </w:t>
      </w:r>
      <w:r w:rsidRPr="0008167C">
        <w:t>льда</w:t>
      </w:r>
      <w:r w:rsidR="0008167C" w:rsidRPr="0008167C">
        <w:t xml:space="preserve"> </w:t>
      </w:r>
      <w:r w:rsidRPr="0008167C">
        <w:t>происходит,</w:t>
      </w:r>
      <w:r w:rsidR="0008167C" w:rsidRPr="0008167C">
        <w:t xml:space="preserve"> </w:t>
      </w:r>
      <w:r w:rsidRPr="0008167C">
        <w:t>наоборот,</w:t>
      </w:r>
      <w:r w:rsidR="0008167C" w:rsidRPr="0008167C">
        <w:t xml:space="preserve"> </w:t>
      </w:r>
      <w:r w:rsidRPr="0008167C">
        <w:t>охлаждение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воздуха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Дополнительным</w:t>
      </w:r>
      <w:r w:rsidR="0008167C" w:rsidRPr="0008167C">
        <w:t xml:space="preserve"> </w:t>
      </w:r>
      <w:r w:rsidRPr="0008167C">
        <w:t>источником</w:t>
      </w:r>
      <w:r w:rsidR="0008167C" w:rsidRPr="0008167C">
        <w:t xml:space="preserve"> </w:t>
      </w:r>
      <w:r w:rsidRPr="0008167C">
        <w:t>тепла</w:t>
      </w:r>
      <w:r w:rsidR="0008167C" w:rsidRPr="0008167C">
        <w:t xml:space="preserve"> </w:t>
      </w:r>
      <w:r w:rsidRPr="0008167C">
        <w:t>могут</w:t>
      </w:r>
      <w:r w:rsidR="0008167C" w:rsidRPr="0008167C">
        <w:t xml:space="preserve"> </w:t>
      </w:r>
      <w:r w:rsidRPr="0008167C">
        <w:t>служить</w:t>
      </w:r>
      <w:r w:rsidR="0008167C" w:rsidRPr="0008167C">
        <w:t xml:space="preserve"> </w:t>
      </w:r>
      <w:r w:rsidRPr="0008167C">
        <w:t>речные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. </w:t>
      </w:r>
      <w:r w:rsidRPr="0008167C">
        <w:t>Наконец,</w:t>
      </w:r>
      <w:r w:rsidR="0008167C" w:rsidRPr="0008167C">
        <w:t xml:space="preserve"> </w:t>
      </w:r>
      <w:r w:rsidRPr="0008167C">
        <w:t>большая</w:t>
      </w:r>
      <w:r w:rsidR="0008167C" w:rsidRPr="0008167C">
        <w:t xml:space="preserve"> </w:t>
      </w:r>
      <w:r w:rsidRPr="0008167C">
        <w:t>роль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распределении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изменении</w:t>
      </w:r>
      <w:r w:rsidR="0008167C" w:rsidRPr="0008167C">
        <w:t xml:space="preserve"> </w:t>
      </w:r>
      <w:r w:rsidRPr="0008167C">
        <w:t>температуры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 </w:t>
      </w:r>
      <w:r w:rsidRPr="0008167C">
        <w:t>океанов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морей</w:t>
      </w:r>
      <w:r w:rsidR="0008167C" w:rsidRPr="0008167C">
        <w:t xml:space="preserve"> </w:t>
      </w:r>
      <w:r w:rsidRPr="0008167C">
        <w:t>принадлежит</w:t>
      </w:r>
      <w:r w:rsidR="0008167C" w:rsidRPr="0008167C">
        <w:t xml:space="preserve"> </w:t>
      </w:r>
      <w:r w:rsidRPr="0008167C">
        <w:t>материкам,</w:t>
      </w:r>
      <w:r w:rsidR="0008167C" w:rsidRPr="0008167C">
        <w:t xml:space="preserve"> </w:t>
      </w:r>
      <w:r w:rsidRPr="0008167C">
        <w:t>господствующим</w:t>
      </w:r>
      <w:r w:rsidR="0008167C" w:rsidRPr="0008167C">
        <w:t xml:space="preserve"> </w:t>
      </w:r>
      <w:r w:rsidRPr="0008167C">
        <w:t>ветрам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особенно</w:t>
      </w:r>
      <w:r w:rsidR="0008167C" w:rsidRPr="0008167C">
        <w:t xml:space="preserve"> </w:t>
      </w:r>
      <w:r w:rsidRPr="0008167C">
        <w:t>течениям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На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раздела</w:t>
      </w:r>
      <w:r w:rsidR="0008167C" w:rsidRPr="0008167C">
        <w:t xml:space="preserve"> </w:t>
      </w:r>
      <w:r w:rsidRPr="0008167C">
        <w:t>океан</w:t>
      </w:r>
      <w:r w:rsidR="0008167C" w:rsidRPr="0008167C">
        <w:t xml:space="preserve"> - </w:t>
      </w:r>
      <w:r w:rsidRPr="0008167C">
        <w:t>атмосфера,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также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толще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непрерывно</w:t>
      </w:r>
      <w:r w:rsidR="0008167C" w:rsidRPr="0008167C">
        <w:t xml:space="preserve"> </w:t>
      </w:r>
      <w:r w:rsidRPr="0008167C">
        <w:t>происходят</w:t>
      </w:r>
      <w:r w:rsidR="0008167C" w:rsidRPr="0008167C">
        <w:t xml:space="preserve"> </w:t>
      </w:r>
      <w:r w:rsidRPr="0008167C">
        <w:t>процессы,</w:t>
      </w:r>
      <w:r w:rsidR="0008167C" w:rsidRPr="0008167C">
        <w:t xml:space="preserve"> </w:t>
      </w:r>
      <w:r w:rsidRPr="0008167C">
        <w:t>изменяющие</w:t>
      </w:r>
      <w:r w:rsidR="0008167C" w:rsidRPr="0008167C">
        <w:t xml:space="preserve"> </w:t>
      </w:r>
      <w:r w:rsidRPr="0008167C">
        <w:t>тепловое</w:t>
      </w:r>
      <w:r w:rsidR="0008167C" w:rsidRPr="0008167C">
        <w:t xml:space="preserve"> </w:t>
      </w:r>
      <w:r w:rsidRPr="0008167C">
        <w:t>состояние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. </w:t>
      </w:r>
      <w:r w:rsidRPr="0008167C">
        <w:t>Некоторые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этих</w:t>
      </w:r>
      <w:r w:rsidR="0008167C" w:rsidRPr="0008167C">
        <w:t xml:space="preserve"> </w:t>
      </w:r>
      <w:r w:rsidRPr="0008167C">
        <w:t>процессов</w:t>
      </w:r>
      <w:r w:rsidR="0008167C" w:rsidRPr="0008167C">
        <w:t xml:space="preserve"> </w:t>
      </w:r>
      <w:r w:rsidRPr="0008167C">
        <w:t>сопровождаются</w:t>
      </w:r>
      <w:r w:rsidR="0008167C" w:rsidRPr="0008167C">
        <w:t xml:space="preserve"> </w:t>
      </w:r>
      <w:r w:rsidRPr="0008167C">
        <w:t>выделением</w:t>
      </w:r>
      <w:r w:rsidR="0008167C" w:rsidRPr="0008167C">
        <w:t xml:space="preserve"> </w:t>
      </w:r>
      <w:r w:rsidRPr="0008167C">
        <w:t>тепла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приводят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повышению</w:t>
      </w:r>
      <w:r w:rsidR="0008167C" w:rsidRPr="0008167C">
        <w:t xml:space="preserve"> </w:t>
      </w:r>
      <w:r w:rsidRPr="0008167C">
        <w:t>температуры</w:t>
      </w:r>
      <w:r w:rsidR="0008167C" w:rsidRPr="0008167C">
        <w:t xml:space="preserve"> </w:t>
      </w:r>
      <w:r w:rsidRPr="0008167C">
        <w:t>воды,</w:t>
      </w:r>
      <w:r w:rsidR="0008167C" w:rsidRPr="0008167C">
        <w:t xml:space="preserve"> </w:t>
      </w:r>
      <w:r w:rsidRPr="0008167C">
        <w:t>другие</w:t>
      </w:r>
      <w:r w:rsidR="0008167C" w:rsidRPr="0008167C">
        <w:t xml:space="preserve"> </w:t>
      </w:r>
      <w:r w:rsidRPr="0008167C">
        <w:t>приводят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потере</w:t>
      </w:r>
      <w:r w:rsidR="0008167C" w:rsidRPr="0008167C">
        <w:t xml:space="preserve"> </w:t>
      </w:r>
      <w:r w:rsidRPr="0008167C">
        <w:t>тепла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понижению</w:t>
      </w:r>
      <w:r w:rsidR="0008167C" w:rsidRPr="0008167C">
        <w:t xml:space="preserve"> </w:t>
      </w:r>
      <w:r w:rsidRPr="0008167C">
        <w:t>температуры</w:t>
      </w:r>
      <w:r w:rsidR="0008167C" w:rsidRPr="0008167C">
        <w:t xml:space="preserve">. </w:t>
      </w:r>
      <w:r w:rsidRPr="0008167C">
        <w:t>Соотношение</w:t>
      </w:r>
      <w:r w:rsidR="0008167C" w:rsidRPr="0008167C">
        <w:t xml:space="preserve"> </w:t>
      </w:r>
      <w:r w:rsidRPr="0008167C">
        <w:t>количеств</w:t>
      </w:r>
      <w:r w:rsidR="0008167C" w:rsidRPr="0008167C">
        <w:t xml:space="preserve"> </w:t>
      </w:r>
      <w:r w:rsidRPr="0008167C">
        <w:t>тепла,</w:t>
      </w:r>
      <w:r w:rsidR="0008167C" w:rsidRPr="0008167C">
        <w:t xml:space="preserve"> </w:t>
      </w:r>
      <w:r w:rsidRPr="0008167C">
        <w:t>поступающего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воду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теряемого</w:t>
      </w:r>
      <w:r w:rsidR="0008167C" w:rsidRPr="0008167C">
        <w:t xml:space="preserve"> </w:t>
      </w:r>
      <w:r w:rsidRPr="0008167C">
        <w:t>ею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результате</w:t>
      </w:r>
      <w:r w:rsidR="0008167C" w:rsidRPr="0008167C">
        <w:t xml:space="preserve"> </w:t>
      </w:r>
      <w:r w:rsidRPr="0008167C">
        <w:t>взаимодействия</w:t>
      </w:r>
      <w:r w:rsidR="0008167C" w:rsidRPr="0008167C">
        <w:t xml:space="preserve"> </w:t>
      </w:r>
      <w:r w:rsidRPr="0008167C">
        <w:t>различных</w:t>
      </w:r>
      <w:r w:rsidR="0008167C" w:rsidRPr="0008167C">
        <w:t xml:space="preserve"> </w:t>
      </w:r>
      <w:r w:rsidRPr="0008167C">
        <w:t>тепловых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динамических</w:t>
      </w:r>
      <w:r w:rsidR="0008167C" w:rsidRPr="0008167C">
        <w:t xml:space="preserve"> </w:t>
      </w:r>
      <w:r w:rsidRPr="0008167C">
        <w:t>процессов,</w:t>
      </w:r>
      <w:r w:rsidR="0008167C" w:rsidRPr="0008167C">
        <w:t xml:space="preserve"> </w:t>
      </w:r>
      <w:r w:rsidRPr="0008167C">
        <w:t>называют</w:t>
      </w:r>
      <w:r w:rsidR="0008167C" w:rsidRPr="0008167C">
        <w:t xml:space="preserve"> </w:t>
      </w:r>
      <w:r w:rsidRPr="0008167C">
        <w:t>тепловым</w:t>
      </w:r>
      <w:r w:rsidR="0008167C" w:rsidRPr="0008167C">
        <w:t xml:space="preserve"> </w:t>
      </w:r>
      <w:r w:rsidRPr="0008167C">
        <w:t>балансом</w:t>
      </w:r>
      <w:r w:rsidR="0008167C" w:rsidRPr="0008167C">
        <w:t xml:space="preserve">. </w:t>
      </w:r>
      <w:r w:rsidRPr="0008167C">
        <w:t>Соотношение</w:t>
      </w:r>
      <w:r w:rsidR="0008167C" w:rsidRPr="0008167C">
        <w:t xml:space="preserve"> </w:t>
      </w:r>
      <w:r w:rsidRPr="0008167C">
        <w:t>между</w:t>
      </w:r>
      <w:r w:rsidR="0008167C" w:rsidRPr="0008167C">
        <w:t xml:space="preserve"> </w:t>
      </w:r>
      <w:r w:rsidRPr="0008167C">
        <w:t>приходной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расходной</w:t>
      </w:r>
      <w:r w:rsidR="0008167C" w:rsidRPr="0008167C">
        <w:t xml:space="preserve"> </w:t>
      </w:r>
      <w:r w:rsidRPr="0008167C">
        <w:t>частями</w:t>
      </w:r>
      <w:r w:rsidR="0008167C" w:rsidRPr="0008167C">
        <w:t xml:space="preserve"> </w:t>
      </w:r>
      <w:r w:rsidRPr="0008167C">
        <w:t>теплового</w:t>
      </w:r>
      <w:r w:rsidR="0008167C" w:rsidRPr="0008167C">
        <w:t xml:space="preserve"> </w:t>
      </w:r>
      <w:r w:rsidRPr="0008167C">
        <w:t>баланса</w:t>
      </w:r>
      <w:r w:rsidR="0008167C" w:rsidRPr="0008167C">
        <w:t xml:space="preserve"> </w:t>
      </w:r>
      <w:r w:rsidRPr="0008167C">
        <w:t>различно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отдельных</w:t>
      </w:r>
      <w:r w:rsidR="0008167C" w:rsidRPr="0008167C">
        <w:t xml:space="preserve"> </w:t>
      </w:r>
      <w:r w:rsidRPr="0008167C">
        <w:t>частях</w:t>
      </w:r>
      <w:r w:rsidR="0008167C" w:rsidRPr="0008167C">
        <w:t xml:space="preserve"> </w:t>
      </w:r>
      <w:r w:rsidRPr="0008167C">
        <w:t>Мирового</w:t>
      </w:r>
      <w:r w:rsidR="0008167C" w:rsidRPr="0008167C">
        <w:t xml:space="preserve"> </w:t>
      </w:r>
      <w:r w:rsidRPr="0008167C">
        <w:t>океана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значительно</w:t>
      </w:r>
      <w:r w:rsidR="0008167C" w:rsidRPr="0008167C">
        <w:t xml:space="preserve"> </w:t>
      </w:r>
      <w:r w:rsidRPr="0008167C">
        <w:t>меняется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течением</w:t>
      </w:r>
      <w:r w:rsidR="0008167C" w:rsidRPr="0008167C">
        <w:t xml:space="preserve"> </w:t>
      </w:r>
      <w:r w:rsidRPr="0008167C">
        <w:t>времени</w:t>
      </w:r>
      <w:r w:rsidR="0008167C" w:rsidRPr="0008167C">
        <w:t>.</w:t>
      </w:r>
    </w:p>
    <w:p w:rsidR="0008167C" w:rsidRPr="0008167C" w:rsidRDefault="00223F35" w:rsidP="0008167C">
      <w:pPr>
        <w:pStyle w:val="3"/>
        <w:tabs>
          <w:tab w:val="left" w:pos="726"/>
        </w:tabs>
        <w:rPr>
          <w:color w:val="000000"/>
        </w:rPr>
      </w:pPr>
      <w:bookmarkStart w:id="19" w:name="_Toc8497750"/>
      <w:bookmarkStart w:id="20" w:name="_Toc8498115"/>
      <w:bookmarkStart w:id="21" w:name="_Toc8498783"/>
      <w:r w:rsidRPr="0008167C">
        <w:rPr>
          <w:color w:val="000000"/>
        </w:rPr>
        <w:t>Течения</w:t>
      </w:r>
      <w:r w:rsidR="0008167C" w:rsidRPr="0008167C">
        <w:rPr>
          <w:color w:val="000000"/>
        </w:rPr>
        <w:t>.</w:t>
      </w:r>
      <w:bookmarkEnd w:id="19"/>
      <w:bookmarkEnd w:id="20"/>
      <w:bookmarkEnd w:id="21"/>
    </w:p>
    <w:p w:rsidR="0008167C" w:rsidRDefault="00223F35" w:rsidP="0008167C">
      <w:r w:rsidRPr="0008167C">
        <w:t>Происхождение</w:t>
      </w:r>
      <w:r w:rsidR="0008167C" w:rsidRPr="0008167C">
        <w:t xml:space="preserve"> </w:t>
      </w:r>
      <w:r w:rsidRPr="0008167C">
        <w:t>морских</w:t>
      </w:r>
      <w:r w:rsidR="0008167C" w:rsidRPr="0008167C">
        <w:t xml:space="preserve"> </w:t>
      </w:r>
      <w:r w:rsidRPr="0008167C">
        <w:t>течений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классификация</w:t>
      </w:r>
      <w:r w:rsidR="0008167C" w:rsidRPr="0008167C">
        <w:t xml:space="preserve">. </w:t>
      </w:r>
      <w:r w:rsidRPr="0008167C">
        <w:t>Поступательные</w:t>
      </w:r>
      <w:r w:rsidR="0008167C" w:rsidRPr="0008167C">
        <w:t xml:space="preserve"> </w:t>
      </w:r>
      <w:r w:rsidRPr="0008167C">
        <w:t>горизонтальные</w:t>
      </w:r>
      <w:r w:rsidR="0008167C" w:rsidRPr="0008167C">
        <w:t xml:space="preserve"> </w:t>
      </w:r>
      <w:r w:rsidRPr="0008167C">
        <w:t>движения</w:t>
      </w:r>
      <w:r w:rsidR="0008167C" w:rsidRPr="0008167C">
        <w:t xml:space="preserve"> </w:t>
      </w:r>
      <w:r w:rsidRPr="0008167C">
        <w:t>водных</w:t>
      </w:r>
      <w:r w:rsidR="0008167C" w:rsidRPr="0008167C">
        <w:t xml:space="preserve"> </w:t>
      </w:r>
      <w:r w:rsidRPr="0008167C">
        <w:t>масс,</w:t>
      </w:r>
      <w:r w:rsidR="0008167C" w:rsidRPr="0008167C">
        <w:t xml:space="preserve"> </w:t>
      </w:r>
      <w:r w:rsidRPr="0008167C">
        <w:t>связанные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перемещением</w:t>
      </w:r>
      <w:r w:rsidR="0008167C" w:rsidRPr="0008167C">
        <w:t xml:space="preserve"> </w:t>
      </w:r>
      <w:r w:rsidRPr="0008167C">
        <w:t>значительных</w:t>
      </w:r>
      <w:r w:rsidR="0008167C" w:rsidRPr="0008167C">
        <w:t xml:space="preserve"> </w:t>
      </w:r>
      <w:r w:rsidRPr="0008167C">
        <w:t>объемов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большие</w:t>
      </w:r>
      <w:r w:rsidR="0008167C" w:rsidRPr="0008167C">
        <w:t xml:space="preserve"> </w:t>
      </w:r>
      <w:r w:rsidRPr="0008167C">
        <w:t>расстояния,</w:t>
      </w:r>
      <w:r w:rsidR="0008167C" w:rsidRPr="0008167C">
        <w:t xml:space="preserve"> </w:t>
      </w:r>
      <w:r w:rsidRPr="0008167C">
        <w:t>называют</w:t>
      </w:r>
      <w:r w:rsidR="0008167C" w:rsidRPr="0008167C">
        <w:t xml:space="preserve"> </w:t>
      </w:r>
      <w:r w:rsidRPr="0008167C">
        <w:rPr>
          <w:i/>
        </w:rPr>
        <w:t>течениями</w:t>
      </w:r>
      <w:r w:rsidR="0008167C" w:rsidRPr="0008167C">
        <w:t xml:space="preserve">. </w:t>
      </w:r>
      <w:r w:rsidRPr="0008167C">
        <w:t>Течения</w:t>
      </w:r>
      <w:r w:rsidR="0008167C" w:rsidRPr="0008167C">
        <w:t xml:space="preserve"> </w:t>
      </w:r>
      <w:r w:rsidRPr="0008167C">
        <w:t>возникают</w:t>
      </w:r>
      <w:r w:rsidR="0008167C" w:rsidRPr="0008167C">
        <w:t xml:space="preserve"> </w:t>
      </w:r>
      <w:r w:rsidRPr="0008167C">
        <w:t>под</w:t>
      </w:r>
      <w:r w:rsidR="0008167C" w:rsidRPr="0008167C">
        <w:t xml:space="preserve"> </w:t>
      </w:r>
      <w:r w:rsidRPr="0008167C">
        <w:t>действием</w:t>
      </w:r>
      <w:r w:rsidR="0008167C" w:rsidRPr="0008167C">
        <w:t xml:space="preserve"> </w:t>
      </w:r>
      <w:r w:rsidRPr="0008167C">
        <w:t>различных</w:t>
      </w:r>
      <w:r w:rsidR="0008167C" w:rsidRPr="0008167C">
        <w:t xml:space="preserve"> </w:t>
      </w:r>
      <w:r w:rsidRPr="0008167C">
        <w:t>факторов,</w:t>
      </w:r>
      <w:r w:rsidR="0008167C" w:rsidRPr="0008167C">
        <w:t xml:space="preserve"> </w:t>
      </w:r>
      <w:r w:rsidRPr="0008167C">
        <w:t>таких,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ветер</w:t>
      </w:r>
      <w:r w:rsidR="0008167C">
        <w:t xml:space="preserve"> (т.е.</w:t>
      </w:r>
      <w:r w:rsidR="0008167C" w:rsidRPr="0008167C">
        <w:t xml:space="preserve"> </w:t>
      </w:r>
      <w:r w:rsidRPr="0008167C">
        <w:t>трение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давление</w:t>
      </w:r>
      <w:r w:rsidR="0008167C" w:rsidRPr="0008167C">
        <w:t xml:space="preserve"> </w:t>
      </w:r>
      <w:r w:rsidRPr="0008167C">
        <w:t>движущихся</w:t>
      </w:r>
      <w:r w:rsidR="0008167C" w:rsidRPr="0008167C">
        <w:t xml:space="preserve"> </w:t>
      </w:r>
      <w:r w:rsidRPr="0008167C">
        <w:t>воздушных</w:t>
      </w:r>
      <w:r w:rsidR="0008167C" w:rsidRPr="0008167C">
        <w:t xml:space="preserve"> </w:t>
      </w:r>
      <w:r w:rsidRPr="0008167C">
        <w:t>масс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водную</w:t>
      </w:r>
      <w:r w:rsidR="0008167C" w:rsidRPr="0008167C">
        <w:t xml:space="preserve"> </w:t>
      </w:r>
      <w:r w:rsidRPr="0008167C">
        <w:t>поверхность</w:t>
      </w:r>
      <w:r w:rsidR="0008167C" w:rsidRPr="0008167C">
        <w:t xml:space="preserve">), </w:t>
      </w:r>
      <w:r w:rsidRPr="0008167C">
        <w:t>изменения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распределении</w:t>
      </w:r>
      <w:r w:rsidR="0008167C" w:rsidRPr="0008167C">
        <w:t xml:space="preserve"> </w:t>
      </w:r>
      <w:r w:rsidRPr="0008167C">
        <w:t>атмосферного</w:t>
      </w:r>
      <w:r w:rsidR="0008167C" w:rsidRPr="0008167C">
        <w:t xml:space="preserve"> </w:t>
      </w:r>
      <w:r w:rsidRPr="0008167C">
        <w:t>давления,</w:t>
      </w:r>
      <w:r w:rsidR="0008167C" w:rsidRPr="0008167C">
        <w:t xml:space="preserve"> </w:t>
      </w:r>
      <w:r w:rsidRPr="0008167C">
        <w:t>неравномерность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распределении</w:t>
      </w:r>
      <w:r w:rsidR="0008167C" w:rsidRPr="0008167C">
        <w:t xml:space="preserve"> </w:t>
      </w:r>
      <w:r w:rsidRPr="0008167C">
        <w:t>плотности</w:t>
      </w:r>
      <w:r w:rsidR="0008167C" w:rsidRPr="0008167C">
        <w:t xml:space="preserve"> </w:t>
      </w:r>
      <w:r w:rsidRPr="0008167C">
        <w:t>морской</w:t>
      </w:r>
      <w:r w:rsidR="0008167C" w:rsidRPr="0008167C">
        <w:t xml:space="preserve"> </w:t>
      </w:r>
      <w:r w:rsidRPr="0008167C">
        <w:t>воды</w:t>
      </w:r>
      <w:r w:rsidR="0008167C">
        <w:t xml:space="preserve"> (т.е.</w:t>
      </w:r>
      <w:r w:rsidR="0008167C" w:rsidRPr="0008167C">
        <w:t xml:space="preserve"> </w:t>
      </w:r>
      <w:r w:rsidRPr="0008167C">
        <w:t>горизонтальный</w:t>
      </w:r>
      <w:r w:rsidR="0008167C" w:rsidRPr="0008167C">
        <w:t xml:space="preserve"> </w:t>
      </w:r>
      <w:r w:rsidRPr="0008167C">
        <w:t>градиент</w:t>
      </w:r>
      <w:r w:rsidR="0008167C" w:rsidRPr="0008167C">
        <w:t xml:space="preserve"> </w:t>
      </w:r>
      <w:r w:rsidRPr="0008167C">
        <w:t>давления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 </w:t>
      </w:r>
      <w:r w:rsidRPr="0008167C">
        <w:t>различной</w:t>
      </w:r>
      <w:r w:rsidR="0008167C" w:rsidRPr="0008167C">
        <w:t xml:space="preserve"> </w:t>
      </w:r>
      <w:r w:rsidRPr="0008167C">
        <w:t>плотности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одинаковых</w:t>
      </w:r>
      <w:r w:rsidR="0008167C" w:rsidRPr="0008167C">
        <w:t xml:space="preserve"> </w:t>
      </w:r>
      <w:r w:rsidRPr="0008167C">
        <w:t>глубинах</w:t>
      </w:r>
      <w:r w:rsidR="0008167C" w:rsidRPr="0008167C">
        <w:t xml:space="preserve">), </w:t>
      </w:r>
      <w:r w:rsidRPr="0008167C">
        <w:t>приливообразующие</w:t>
      </w:r>
      <w:r w:rsidR="0008167C" w:rsidRPr="0008167C">
        <w:t xml:space="preserve"> </w:t>
      </w:r>
      <w:r w:rsidRPr="0008167C">
        <w:t>силы</w:t>
      </w:r>
      <w:r w:rsidR="0008167C" w:rsidRPr="0008167C">
        <w:t xml:space="preserve"> </w:t>
      </w:r>
      <w:r w:rsidRPr="0008167C">
        <w:t>Луны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Солнца</w:t>
      </w:r>
      <w:r w:rsidR="0008167C" w:rsidRPr="0008167C">
        <w:t xml:space="preserve">. </w:t>
      </w:r>
      <w:r w:rsidRPr="0008167C">
        <w:t>На</w:t>
      </w:r>
      <w:r w:rsidR="0008167C" w:rsidRPr="0008167C">
        <w:t xml:space="preserve"> </w:t>
      </w:r>
      <w:r w:rsidRPr="0008167C">
        <w:t>характер</w:t>
      </w:r>
      <w:r w:rsidR="0008167C" w:rsidRPr="0008167C">
        <w:t xml:space="preserve"> </w:t>
      </w:r>
      <w:r w:rsidRPr="0008167C">
        <w:t>движения</w:t>
      </w:r>
      <w:r w:rsidR="0008167C" w:rsidRPr="0008167C">
        <w:t xml:space="preserve"> </w:t>
      </w:r>
      <w:r w:rsidRPr="0008167C">
        <w:t>масс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существенное</w:t>
      </w:r>
      <w:r w:rsidR="0008167C" w:rsidRPr="0008167C">
        <w:t xml:space="preserve"> </w:t>
      </w:r>
      <w:r w:rsidRPr="0008167C">
        <w:t>влияние</w:t>
      </w:r>
      <w:r w:rsidR="0008167C" w:rsidRPr="0008167C">
        <w:t xml:space="preserve"> </w:t>
      </w:r>
      <w:r w:rsidRPr="0008167C">
        <w:t>оказывают</w:t>
      </w:r>
      <w:r w:rsidR="0008167C" w:rsidRPr="0008167C">
        <w:t xml:space="preserve"> </w:t>
      </w:r>
      <w:r w:rsidRPr="0008167C">
        <w:t>также</w:t>
      </w:r>
      <w:r w:rsidR="0008167C" w:rsidRPr="0008167C">
        <w:t xml:space="preserve"> </w:t>
      </w:r>
      <w:r w:rsidRPr="0008167C">
        <w:t>вторичные</w:t>
      </w:r>
      <w:r w:rsidR="0008167C" w:rsidRPr="0008167C">
        <w:t xml:space="preserve"> </w:t>
      </w:r>
      <w:r w:rsidRPr="0008167C">
        <w:t>силы,</w:t>
      </w:r>
      <w:r w:rsidR="0008167C" w:rsidRPr="0008167C">
        <w:t xml:space="preserve"> </w:t>
      </w:r>
      <w:r w:rsidRPr="0008167C">
        <w:t>которые</w:t>
      </w:r>
      <w:r w:rsidR="0008167C" w:rsidRPr="0008167C">
        <w:t xml:space="preserve"> </w:t>
      </w:r>
      <w:r w:rsidRPr="0008167C">
        <w:t>сами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вызывают</w:t>
      </w:r>
      <w:r w:rsidR="0008167C" w:rsidRPr="0008167C">
        <w:t xml:space="preserve"> </w:t>
      </w:r>
      <w:r w:rsidRPr="0008167C">
        <w:t>его,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проявляются</w:t>
      </w:r>
      <w:r w:rsidR="0008167C" w:rsidRPr="0008167C">
        <w:t xml:space="preserve"> </w:t>
      </w:r>
      <w:r w:rsidRPr="0008167C">
        <w:t>лишь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наличии</w:t>
      </w:r>
      <w:r w:rsidR="0008167C" w:rsidRPr="0008167C">
        <w:t xml:space="preserve"> </w:t>
      </w:r>
      <w:r w:rsidRPr="0008167C">
        <w:t>движения</w:t>
      </w:r>
      <w:r w:rsidR="0008167C" w:rsidRPr="0008167C">
        <w:t xml:space="preserve">. </w:t>
      </w:r>
      <w:r w:rsidRPr="0008167C">
        <w:t>К</w:t>
      </w:r>
      <w:r w:rsidR="0008167C" w:rsidRPr="0008167C">
        <w:t xml:space="preserve"> </w:t>
      </w:r>
      <w:r w:rsidRPr="0008167C">
        <w:t>этим</w:t>
      </w:r>
      <w:r w:rsidR="0008167C" w:rsidRPr="0008167C">
        <w:t xml:space="preserve"> </w:t>
      </w:r>
      <w:r w:rsidRPr="0008167C">
        <w:t>силам</w:t>
      </w:r>
      <w:r w:rsidR="0008167C" w:rsidRPr="0008167C">
        <w:t xml:space="preserve"> </w:t>
      </w:r>
      <w:r w:rsidRPr="0008167C">
        <w:t>относятся</w:t>
      </w:r>
      <w:r w:rsidR="0008167C" w:rsidRPr="0008167C">
        <w:t xml:space="preserve"> </w:t>
      </w:r>
      <w:r w:rsidRPr="0008167C">
        <w:t>сила,</w:t>
      </w:r>
      <w:r w:rsidR="0008167C" w:rsidRPr="0008167C">
        <w:t xml:space="preserve"> </w:t>
      </w:r>
      <w:r w:rsidRPr="0008167C">
        <w:t>возникающая</w:t>
      </w:r>
      <w:r w:rsidR="0008167C" w:rsidRPr="0008167C">
        <w:t xml:space="preserve"> </w:t>
      </w:r>
      <w:r w:rsidRPr="0008167C">
        <w:t>благодаря</w:t>
      </w:r>
      <w:r w:rsidR="0008167C" w:rsidRPr="0008167C">
        <w:t xml:space="preserve"> </w:t>
      </w:r>
      <w:r w:rsidRPr="0008167C">
        <w:t>вращению</w:t>
      </w:r>
      <w:r w:rsidR="0008167C" w:rsidRPr="0008167C">
        <w:t xml:space="preserve"> </w:t>
      </w:r>
      <w:r w:rsidRPr="0008167C">
        <w:t>Земли</w:t>
      </w:r>
      <w:r w:rsidR="0008167C" w:rsidRPr="0008167C">
        <w:t xml:space="preserve"> - </w:t>
      </w:r>
      <w:r w:rsidRPr="0008167C">
        <w:t>сила</w:t>
      </w:r>
      <w:r w:rsidR="0008167C" w:rsidRPr="0008167C">
        <w:t xml:space="preserve"> </w:t>
      </w:r>
      <w:r w:rsidRPr="0008167C">
        <w:t>Кориолиса,</w:t>
      </w:r>
      <w:r w:rsidR="0008167C" w:rsidRPr="0008167C">
        <w:t xml:space="preserve"> </w:t>
      </w:r>
      <w:r w:rsidRPr="0008167C">
        <w:t>центробежные</w:t>
      </w:r>
      <w:r w:rsidR="0008167C" w:rsidRPr="0008167C">
        <w:t xml:space="preserve"> </w:t>
      </w:r>
      <w:r w:rsidRPr="0008167C">
        <w:t>силы,</w:t>
      </w:r>
      <w:r w:rsidR="0008167C" w:rsidRPr="0008167C">
        <w:t xml:space="preserve"> </w:t>
      </w:r>
      <w:r w:rsidRPr="0008167C">
        <w:t>трение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 </w:t>
      </w:r>
      <w:r w:rsidRPr="0008167C">
        <w:t>о</w:t>
      </w:r>
      <w:r w:rsidR="0008167C" w:rsidRPr="0008167C">
        <w:t xml:space="preserve"> </w:t>
      </w:r>
      <w:r w:rsidRPr="0008167C">
        <w:t>дно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берега</w:t>
      </w:r>
      <w:r w:rsidR="0008167C" w:rsidRPr="0008167C">
        <w:t xml:space="preserve"> </w:t>
      </w:r>
      <w:r w:rsidRPr="0008167C">
        <w:t>материков,</w:t>
      </w:r>
      <w:r w:rsidR="0008167C" w:rsidRPr="0008167C">
        <w:t xml:space="preserve"> </w:t>
      </w:r>
      <w:r w:rsidRPr="0008167C">
        <w:t>внутреннее</w:t>
      </w:r>
      <w:r w:rsidR="0008167C" w:rsidRPr="0008167C">
        <w:t xml:space="preserve"> </w:t>
      </w:r>
      <w:r w:rsidRPr="0008167C">
        <w:t>трение</w:t>
      </w:r>
      <w:r w:rsidR="0008167C" w:rsidRPr="0008167C">
        <w:t xml:space="preserve">. </w:t>
      </w:r>
      <w:r w:rsidRPr="0008167C">
        <w:t>Большое</w:t>
      </w:r>
      <w:r w:rsidR="0008167C" w:rsidRPr="0008167C">
        <w:t xml:space="preserve"> </w:t>
      </w:r>
      <w:r w:rsidRPr="0008167C">
        <w:t>влияние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морские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 </w:t>
      </w:r>
      <w:r w:rsidRPr="0008167C">
        <w:t>оказывают</w:t>
      </w:r>
      <w:r w:rsidR="0008167C" w:rsidRPr="0008167C">
        <w:t xml:space="preserve"> </w:t>
      </w:r>
      <w:r w:rsidRPr="0008167C">
        <w:t>распределение</w:t>
      </w:r>
      <w:r w:rsidR="0008167C" w:rsidRPr="0008167C">
        <w:t xml:space="preserve"> </w:t>
      </w:r>
      <w:r w:rsidRPr="0008167C">
        <w:t>суши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моря,</w:t>
      </w:r>
      <w:r w:rsidR="0008167C" w:rsidRPr="0008167C">
        <w:t xml:space="preserve"> </w:t>
      </w:r>
      <w:r w:rsidRPr="0008167C">
        <w:t>рельеф</w:t>
      </w:r>
      <w:r w:rsidR="0008167C" w:rsidRPr="0008167C">
        <w:t xml:space="preserve"> </w:t>
      </w:r>
      <w:r w:rsidRPr="0008167C">
        <w:t>дна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очертания</w:t>
      </w:r>
      <w:r w:rsidR="0008167C" w:rsidRPr="0008167C">
        <w:t xml:space="preserve"> </w:t>
      </w:r>
      <w:r w:rsidRPr="0008167C">
        <w:t>берегов</w:t>
      </w:r>
      <w:r w:rsidR="0008167C" w:rsidRPr="0008167C">
        <w:t xml:space="preserve">. </w:t>
      </w:r>
      <w:r w:rsidRPr="0008167C">
        <w:t>Классифицируют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 </w:t>
      </w:r>
      <w:r w:rsidRPr="0008167C">
        <w:t>главным</w:t>
      </w:r>
      <w:r w:rsidR="0008167C" w:rsidRPr="0008167C">
        <w:t xml:space="preserve"> </w:t>
      </w:r>
      <w:r w:rsidRPr="0008167C">
        <w:t>образом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происхождению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зависимости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сил,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возбуждающих,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 </w:t>
      </w:r>
      <w:r w:rsidRPr="0008167C">
        <w:t>объединяют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четыре</w:t>
      </w:r>
      <w:r w:rsidR="0008167C" w:rsidRPr="0008167C">
        <w:t xml:space="preserve"> </w:t>
      </w:r>
      <w:r w:rsidRPr="0008167C">
        <w:t>группы</w:t>
      </w:r>
      <w:r w:rsidR="0008167C">
        <w:t>:</w:t>
      </w:r>
    </w:p>
    <w:p w:rsidR="0008167C" w:rsidRDefault="0008167C" w:rsidP="0008167C">
      <w:r>
        <w:t>1)</w:t>
      </w:r>
      <w:r w:rsidRPr="0008167C">
        <w:t xml:space="preserve"> </w:t>
      </w:r>
      <w:r w:rsidR="00223F35" w:rsidRPr="0008167C">
        <w:t>фрикционные</w:t>
      </w:r>
      <w:r>
        <w:t xml:space="preserve"> (</w:t>
      </w:r>
      <w:r w:rsidR="00223F35" w:rsidRPr="0008167C">
        <w:t>ветровые</w:t>
      </w:r>
      <w:r w:rsidRPr="0008167C">
        <w:t xml:space="preserve"> </w:t>
      </w:r>
      <w:r w:rsidR="00223F35" w:rsidRPr="0008167C">
        <w:t>и</w:t>
      </w:r>
      <w:r w:rsidRPr="0008167C">
        <w:t xml:space="preserve"> </w:t>
      </w:r>
      <w:r w:rsidR="00223F35" w:rsidRPr="0008167C">
        <w:t>дрейфовые</w:t>
      </w:r>
      <w:r w:rsidRPr="0008167C">
        <w:t>)</w:t>
      </w:r>
      <w:r>
        <w:t>,</w:t>
      </w:r>
    </w:p>
    <w:p w:rsidR="0008167C" w:rsidRDefault="0008167C" w:rsidP="0008167C">
      <w:r>
        <w:t>2)</w:t>
      </w:r>
      <w:r w:rsidRPr="0008167C">
        <w:t xml:space="preserve"> </w:t>
      </w:r>
      <w:r w:rsidR="00223F35" w:rsidRPr="0008167C">
        <w:t>градиентно-гравитационные</w:t>
      </w:r>
      <w:r>
        <w:t>,</w:t>
      </w:r>
    </w:p>
    <w:p w:rsidR="0008167C" w:rsidRDefault="0008167C" w:rsidP="0008167C">
      <w:r>
        <w:t>3)</w:t>
      </w:r>
      <w:r w:rsidRPr="0008167C">
        <w:t xml:space="preserve"> </w:t>
      </w:r>
      <w:r w:rsidR="00223F35" w:rsidRPr="0008167C">
        <w:t>приливные</w:t>
      </w:r>
      <w:r>
        <w:t>,</w:t>
      </w:r>
    </w:p>
    <w:p w:rsidR="0008167C" w:rsidRPr="0008167C" w:rsidRDefault="0008167C" w:rsidP="0008167C">
      <w:r>
        <w:t>4)</w:t>
      </w:r>
      <w:r w:rsidRPr="0008167C">
        <w:t xml:space="preserve"> </w:t>
      </w:r>
      <w:r w:rsidR="00223F35" w:rsidRPr="0008167C">
        <w:t>инерционные</w:t>
      </w:r>
      <w:r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Течения,</w:t>
      </w:r>
      <w:r w:rsidR="0008167C" w:rsidRPr="0008167C">
        <w:t xml:space="preserve"> </w:t>
      </w:r>
      <w:r w:rsidRPr="0008167C">
        <w:t>возникающие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участии</w:t>
      </w:r>
      <w:r w:rsidR="0008167C" w:rsidRPr="0008167C">
        <w:t xml:space="preserve"> </w:t>
      </w:r>
      <w:r w:rsidRPr="0008167C">
        <w:t>сил</w:t>
      </w:r>
      <w:r w:rsidR="0008167C" w:rsidRPr="0008167C">
        <w:t xml:space="preserve"> </w:t>
      </w:r>
      <w:r w:rsidRPr="0008167C">
        <w:t>трения,</w:t>
      </w:r>
      <w:r w:rsidR="0008167C" w:rsidRPr="0008167C">
        <w:t xml:space="preserve"> - </w:t>
      </w:r>
      <w:r w:rsidRPr="0008167C">
        <w:t>это</w:t>
      </w:r>
      <w:r w:rsidR="0008167C" w:rsidRPr="0008167C">
        <w:t xml:space="preserve"> </w:t>
      </w:r>
      <w:r w:rsidRPr="0008167C">
        <w:t>ветровые</w:t>
      </w:r>
      <w:r w:rsidR="0008167C" w:rsidRPr="0008167C">
        <w:t xml:space="preserve"> </w:t>
      </w:r>
      <w:r w:rsidRPr="0008167C">
        <w:t>течения,</w:t>
      </w:r>
      <w:r w:rsidR="0008167C" w:rsidRPr="0008167C">
        <w:t xml:space="preserve"> </w:t>
      </w:r>
      <w:r w:rsidRPr="0008167C">
        <w:t>вызванные</w:t>
      </w:r>
      <w:r w:rsidR="0008167C" w:rsidRPr="0008167C">
        <w:t xml:space="preserve"> </w:t>
      </w:r>
      <w:r w:rsidRPr="0008167C">
        <w:t>временными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непродолжительными</w:t>
      </w:r>
      <w:r w:rsidR="0008167C" w:rsidRPr="0008167C">
        <w:t xml:space="preserve"> </w:t>
      </w:r>
      <w:r w:rsidRPr="0008167C">
        <w:t>ветрами,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дрейфовые,</w:t>
      </w:r>
      <w:r w:rsidR="0008167C" w:rsidRPr="0008167C">
        <w:t xml:space="preserve"> </w:t>
      </w:r>
      <w:r w:rsidRPr="0008167C">
        <w:t>вызванные</w:t>
      </w:r>
      <w:r w:rsidR="0008167C" w:rsidRPr="0008167C">
        <w:t xml:space="preserve"> </w:t>
      </w:r>
      <w:r w:rsidRPr="0008167C">
        <w:t>установившимися,</w:t>
      </w:r>
      <w:r w:rsidR="0008167C" w:rsidRPr="0008167C">
        <w:t xml:space="preserve"> </w:t>
      </w:r>
      <w:r w:rsidRPr="0008167C">
        <w:t>действующими</w:t>
      </w:r>
      <w:r w:rsidR="0008167C" w:rsidRPr="0008167C">
        <w:t xml:space="preserve"> </w:t>
      </w:r>
      <w:r w:rsidRPr="0008167C">
        <w:t>длительное</w:t>
      </w:r>
      <w:r w:rsidR="0008167C" w:rsidRPr="0008167C">
        <w:t xml:space="preserve"> </w:t>
      </w:r>
      <w:r w:rsidRPr="0008167C">
        <w:t>время</w:t>
      </w:r>
      <w:r w:rsidR="0008167C" w:rsidRPr="0008167C">
        <w:t xml:space="preserve"> </w:t>
      </w:r>
      <w:r w:rsidRPr="0008167C">
        <w:t>ветрами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ветровых</w:t>
      </w:r>
      <w:r w:rsidR="0008167C" w:rsidRPr="0008167C">
        <w:t xml:space="preserve"> </w:t>
      </w:r>
      <w:r w:rsidRPr="0008167C">
        <w:t>течениях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создается</w:t>
      </w:r>
      <w:r w:rsidR="0008167C" w:rsidRPr="0008167C">
        <w:t xml:space="preserve"> </w:t>
      </w:r>
      <w:r w:rsidRPr="0008167C">
        <w:t>наклона</w:t>
      </w:r>
      <w:r w:rsidR="0008167C" w:rsidRPr="0008167C">
        <w:t xml:space="preserve"> </w:t>
      </w:r>
      <w:r w:rsidRPr="0008167C">
        <w:t>уровня,</w:t>
      </w:r>
      <w:r w:rsidR="0008167C" w:rsidRPr="0008167C">
        <w:t xml:space="preserve"> </w:t>
      </w:r>
      <w:r w:rsidRPr="0008167C">
        <w:t>дрейфовые</w:t>
      </w:r>
      <w:r w:rsidR="0008167C" w:rsidRPr="0008167C">
        <w:t xml:space="preserve"> </w:t>
      </w:r>
      <w:r w:rsidRPr="0008167C">
        <w:t>же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 </w:t>
      </w:r>
      <w:r w:rsidRPr="0008167C">
        <w:t>приводят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наклону</w:t>
      </w:r>
      <w:r w:rsidR="0008167C" w:rsidRPr="0008167C">
        <w:t xml:space="preserve"> </w:t>
      </w:r>
      <w:r w:rsidRPr="0008167C">
        <w:t>уровня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появлению</w:t>
      </w:r>
      <w:r w:rsidR="0008167C" w:rsidRPr="0008167C">
        <w:t xml:space="preserve"> </w:t>
      </w:r>
      <w:r w:rsidRPr="0008167C">
        <w:t>градиента</w:t>
      </w:r>
      <w:r w:rsidR="0008167C" w:rsidRPr="0008167C">
        <w:t xml:space="preserve"> </w:t>
      </w:r>
      <w:r w:rsidRPr="0008167C">
        <w:t>давления,</w:t>
      </w:r>
      <w:r w:rsidR="0008167C" w:rsidRPr="0008167C">
        <w:t xml:space="preserve"> </w:t>
      </w:r>
      <w:r w:rsidRPr="0008167C">
        <w:t>которые</w:t>
      </w:r>
      <w:r w:rsidR="0008167C" w:rsidRPr="0008167C">
        <w:t xml:space="preserve"> </w:t>
      </w:r>
      <w:r w:rsidRPr="0008167C">
        <w:t>определяют</w:t>
      </w:r>
      <w:r w:rsidR="0008167C" w:rsidRPr="0008167C">
        <w:t xml:space="preserve"> </w:t>
      </w:r>
      <w:r w:rsidRPr="0008167C">
        <w:t>возникновение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прибрежных</w:t>
      </w:r>
      <w:r w:rsidR="0008167C" w:rsidRPr="0008167C">
        <w:t xml:space="preserve"> </w:t>
      </w:r>
      <w:r w:rsidRPr="0008167C">
        <w:t>районах</w:t>
      </w:r>
      <w:r w:rsidR="0008167C" w:rsidRPr="0008167C">
        <w:t xml:space="preserve"> </w:t>
      </w:r>
      <w:r w:rsidRPr="0008167C">
        <w:t>глубинного</w:t>
      </w:r>
      <w:r w:rsidR="0008167C" w:rsidRPr="0008167C">
        <w:t xml:space="preserve"> </w:t>
      </w:r>
      <w:r w:rsidRPr="0008167C">
        <w:t>градиентного</w:t>
      </w:r>
      <w:r w:rsidR="0008167C" w:rsidRPr="0008167C">
        <w:t xml:space="preserve"> </w:t>
      </w:r>
      <w:r w:rsidRPr="0008167C">
        <w:t>течения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Градиентно-гравитационные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 </w:t>
      </w:r>
      <w:r w:rsidRPr="0008167C">
        <w:t>возникают</w:t>
      </w:r>
      <w:r w:rsidR="0008167C" w:rsidRPr="0008167C">
        <w:t xml:space="preserve"> </w:t>
      </w:r>
      <w:r w:rsidRPr="0008167C">
        <w:t>вследствие</w:t>
      </w:r>
      <w:r w:rsidR="0008167C" w:rsidRPr="0008167C">
        <w:t xml:space="preserve"> </w:t>
      </w:r>
      <w:r w:rsidRPr="0008167C">
        <w:t>наклона</w:t>
      </w:r>
      <w:r w:rsidR="0008167C" w:rsidRPr="0008167C">
        <w:t xml:space="preserve"> </w:t>
      </w:r>
      <w:r w:rsidRPr="0008167C">
        <w:t>физической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моря,</w:t>
      </w:r>
      <w:r w:rsidR="0008167C" w:rsidRPr="0008167C">
        <w:t xml:space="preserve"> </w:t>
      </w:r>
      <w:r w:rsidRPr="0008167C">
        <w:t>вызванного</w:t>
      </w:r>
      <w:r w:rsidR="0008167C" w:rsidRPr="0008167C">
        <w:t xml:space="preserve"> </w:t>
      </w:r>
      <w:r w:rsidRPr="0008167C">
        <w:t>различными</w:t>
      </w:r>
      <w:r w:rsidR="0008167C" w:rsidRPr="0008167C">
        <w:t xml:space="preserve"> </w:t>
      </w:r>
      <w:r w:rsidRPr="0008167C">
        <w:t>факторами,</w:t>
      </w:r>
      <w:r w:rsidR="0008167C" w:rsidRPr="0008167C">
        <w:t xml:space="preserve"> - </w:t>
      </w:r>
      <w:r w:rsidRPr="0008167C">
        <w:t>это</w:t>
      </w:r>
      <w:r w:rsidR="0008167C" w:rsidRPr="0008167C">
        <w:t xml:space="preserve"> </w:t>
      </w:r>
      <w:r w:rsidRPr="0008167C">
        <w:t>плотностные,</w:t>
      </w:r>
      <w:r w:rsidR="0008167C" w:rsidRPr="0008167C">
        <w:t xml:space="preserve"> </w:t>
      </w:r>
      <w:r w:rsidRPr="0008167C">
        <w:t>бароградиентные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стоковые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. </w:t>
      </w:r>
      <w:r w:rsidRPr="0008167C">
        <w:t>Первые</w:t>
      </w:r>
      <w:r w:rsidR="0008167C" w:rsidRPr="0008167C">
        <w:t xml:space="preserve"> </w:t>
      </w:r>
      <w:r w:rsidRPr="0008167C">
        <w:t>создаются</w:t>
      </w:r>
      <w:r w:rsidR="0008167C" w:rsidRPr="0008167C">
        <w:t xml:space="preserve"> </w:t>
      </w:r>
      <w:r w:rsidRPr="0008167C">
        <w:t>горизонтальным</w:t>
      </w:r>
      <w:r w:rsidR="0008167C" w:rsidRPr="0008167C">
        <w:t xml:space="preserve"> </w:t>
      </w:r>
      <w:r w:rsidRPr="0008167C">
        <w:t>градиентом</w:t>
      </w:r>
      <w:r w:rsidR="0008167C" w:rsidRPr="0008167C">
        <w:t xml:space="preserve"> </w:t>
      </w:r>
      <w:r w:rsidRPr="0008167C">
        <w:t>плотности,</w:t>
      </w:r>
      <w:r w:rsidR="0008167C" w:rsidRPr="0008167C">
        <w:t xml:space="preserve"> </w:t>
      </w:r>
      <w:r w:rsidRPr="0008167C">
        <w:t>возникающим</w:t>
      </w:r>
      <w:r w:rsidR="0008167C" w:rsidRPr="0008167C">
        <w:t xml:space="preserve"> </w:t>
      </w:r>
      <w:r w:rsidRPr="0008167C">
        <w:t>вследствие</w:t>
      </w:r>
      <w:r w:rsidR="0008167C" w:rsidRPr="0008167C">
        <w:t xml:space="preserve"> </w:t>
      </w:r>
      <w:r w:rsidRPr="0008167C">
        <w:t>перераспределения</w:t>
      </w:r>
      <w:r w:rsidR="0008167C" w:rsidRPr="0008167C">
        <w:t xml:space="preserve"> </w:t>
      </w:r>
      <w:r w:rsidRPr="0008167C">
        <w:t>поля</w:t>
      </w:r>
      <w:r w:rsidR="0008167C" w:rsidRPr="0008167C">
        <w:t xml:space="preserve"> </w:t>
      </w:r>
      <w:r w:rsidRPr="0008167C">
        <w:t>плотности</w:t>
      </w:r>
      <w:r w:rsidR="0008167C" w:rsidRPr="0008167C">
        <w:t xml:space="preserve">. </w:t>
      </w:r>
      <w:r w:rsidRPr="0008167C">
        <w:t>Бароградиентные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 </w:t>
      </w:r>
      <w:r w:rsidRPr="0008167C">
        <w:t>вызываются</w:t>
      </w:r>
      <w:r w:rsidR="0008167C" w:rsidRPr="0008167C">
        <w:t xml:space="preserve"> </w:t>
      </w:r>
      <w:r w:rsidRPr="0008167C">
        <w:t>изменениями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распределении</w:t>
      </w:r>
      <w:r w:rsidR="0008167C" w:rsidRPr="0008167C">
        <w:t xml:space="preserve"> </w:t>
      </w:r>
      <w:r w:rsidRPr="0008167C">
        <w:t>атмосферного</w:t>
      </w:r>
      <w:r w:rsidR="0008167C" w:rsidRPr="0008167C">
        <w:t xml:space="preserve"> </w:t>
      </w:r>
      <w:r w:rsidRPr="0008167C">
        <w:t>давления,</w:t>
      </w:r>
      <w:r w:rsidR="0008167C" w:rsidRPr="0008167C">
        <w:t xml:space="preserve"> </w:t>
      </w:r>
      <w:r w:rsidRPr="0008167C">
        <w:t>которые</w:t>
      </w:r>
      <w:r w:rsidR="0008167C" w:rsidRPr="0008167C">
        <w:t xml:space="preserve"> </w:t>
      </w:r>
      <w:r w:rsidRPr="0008167C">
        <w:t>приводят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наклону</w:t>
      </w:r>
      <w:r w:rsidR="0008167C" w:rsidRPr="0008167C">
        <w:t xml:space="preserve"> </w:t>
      </w:r>
      <w:r w:rsidRPr="0008167C">
        <w:t>уровня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областях</w:t>
      </w:r>
      <w:r w:rsidR="0008167C" w:rsidRPr="0008167C">
        <w:t xml:space="preserve"> </w:t>
      </w:r>
      <w:r w:rsidRPr="0008167C">
        <w:t>повышенного</w:t>
      </w:r>
      <w:r w:rsidR="0008167C" w:rsidRPr="0008167C">
        <w:t xml:space="preserve"> </w:t>
      </w:r>
      <w:r w:rsidRPr="0008167C">
        <w:t>давления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повышению</w:t>
      </w:r>
      <w:r w:rsidR="0008167C" w:rsidRPr="0008167C">
        <w:t xml:space="preserve"> </w:t>
      </w:r>
      <w:r w:rsidRPr="0008167C">
        <w:t>его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области</w:t>
      </w:r>
      <w:r w:rsidR="0008167C" w:rsidRPr="0008167C">
        <w:t xml:space="preserve"> </w:t>
      </w:r>
      <w:r w:rsidRPr="0008167C">
        <w:t>пониженного</w:t>
      </w:r>
      <w:r w:rsidR="0008167C" w:rsidRPr="0008167C">
        <w:t xml:space="preserve"> </w:t>
      </w:r>
      <w:r w:rsidRPr="0008167C">
        <w:t>давления</w:t>
      </w:r>
      <w:r w:rsidR="0008167C" w:rsidRPr="0008167C">
        <w:t xml:space="preserve">. </w:t>
      </w:r>
      <w:r w:rsidRPr="0008167C">
        <w:t>Стоковые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 </w:t>
      </w:r>
      <w:r w:rsidRPr="0008167C">
        <w:t>создаются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результате</w:t>
      </w:r>
      <w:r w:rsidR="0008167C" w:rsidRPr="0008167C">
        <w:t xml:space="preserve"> </w:t>
      </w:r>
      <w:r w:rsidRPr="0008167C">
        <w:t>наклона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моря,</w:t>
      </w:r>
      <w:r w:rsidR="0008167C" w:rsidRPr="0008167C">
        <w:t xml:space="preserve"> </w:t>
      </w:r>
      <w:r w:rsidRPr="0008167C">
        <w:t>вызванного</w:t>
      </w:r>
      <w:r w:rsidR="0008167C" w:rsidRPr="0008167C">
        <w:t xml:space="preserve"> </w:t>
      </w:r>
      <w:r w:rsidRPr="0008167C">
        <w:t>притоком</w:t>
      </w:r>
      <w:r w:rsidR="0008167C" w:rsidRPr="0008167C">
        <w:t xml:space="preserve"> </w:t>
      </w:r>
      <w:r w:rsidRPr="0008167C">
        <w:t>береговых</w:t>
      </w:r>
      <w:r w:rsidR="0008167C" w:rsidRPr="0008167C">
        <w:t xml:space="preserve"> </w:t>
      </w:r>
      <w:r w:rsidRPr="0008167C">
        <w:t>вод,</w:t>
      </w:r>
      <w:r w:rsidR="0008167C" w:rsidRPr="0008167C">
        <w:t xml:space="preserve"> </w:t>
      </w:r>
      <w:r w:rsidRPr="0008167C">
        <w:t>атмосферными</w:t>
      </w:r>
      <w:r w:rsidR="0008167C" w:rsidRPr="0008167C">
        <w:t xml:space="preserve"> </w:t>
      </w:r>
      <w:r w:rsidRPr="0008167C">
        <w:t>осадками,</w:t>
      </w:r>
      <w:r w:rsidR="0008167C" w:rsidRPr="0008167C">
        <w:t xml:space="preserve"> </w:t>
      </w:r>
      <w:r w:rsidRPr="0008167C">
        <w:t>испарением,</w:t>
      </w:r>
      <w:r w:rsidR="0008167C" w:rsidRPr="0008167C">
        <w:t xml:space="preserve"> </w:t>
      </w:r>
      <w:r w:rsidRPr="0008167C">
        <w:t>притоком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другого</w:t>
      </w:r>
      <w:r w:rsidR="0008167C" w:rsidRPr="0008167C">
        <w:t xml:space="preserve"> </w:t>
      </w:r>
      <w:r w:rsidRPr="0008167C">
        <w:t>бассейна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оттоком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другие</w:t>
      </w:r>
      <w:r w:rsidR="0008167C" w:rsidRPr="0008167C">
        <w:t xml:space="preserve"> </w:t>
      </w:r>
      <w:r w:rsidRPr="0008167C">
        <w:t>районы</w:t>
      </w:r>
      <w:r w:rsidR="0008167C" w:rsidRPr="0008167C">
        <w:t xml:space="preserve">. </w:t>
      </w:r>
      <w:r w:rsidRPr="0008167C">
        <w:t>Наконец,</w:t>
      </w:r>
      <w:r w:rsidR="0008167C" w:rsidRPr="0008167C">
        <w:t xml:space="preserve"> </w:t>
      </w:r>
      <w:r w:rsidRPr="0008167C">
        <w:t>могут</w:t>
      </w:r>
      <w:r w:rsidR="0008167C" w:rsidRPr="0008167C">
        <w:t xml:space="preserve"> </w:t>
      </w:r>
      <w:r w:rsidRPr="0008167C">
        <w:t>возникать</w:t>
      </w:r>
      <w:r w:rsidR="0008167C" w:rsidRPr="0008167C">
        <w:t xml:space="preserve"> </w:t>
      </w:r>
      <w:r w:rsidRPr="0008167C">
        <w:t>компенсационные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 </w:t>
      </w:r>
      <w:r w:rsidRPr="0008167C">
        <w:t>вследствие</w:t>
      </w:r>
      <w:r w:rsidR="0008167C" w:rsidRPr="0008167C">
        <w:t xml:space="preserve"> </w:t>
      </w:r>
      <w:r w:rsidRPr="0008167C">
        <w:t>нарушения</w:t>
      </w:r>
      <w:r w:rsidR="0008167C" w:rsidRPr="0008167C">
        <w:t xml:space="preserve"> </w:t>
      </w:r>
      <w:r w:rsidRPr="0008167C">
        <w:t>равновесия</w:t>
      </w:r>
      <w:r w:rsidR="0008167C" w:rsidRPr="0008167C">
        <w:t xml:space="preserve"> </w:t>
      </w:r>
      <w:r w:rsidRPr="0008167C">
        <w:t>за</w:t>
      </w:r>
      <w:r w:rsidR="0008167C" w:rsidRPr="0008167C">
        <w:t xml:space="preserve"> </w:t>
      </w:r>
      <w:r w:rsidRPr="0008167C">
        <w:t>счет</w:t>
      </w:r>
      <w:r w:rsidR="0008167C" w:rsidRPr="0008167C">
        <w:t xml:space="preserve"> </w:t>
      </w:r>
      <w:r w:rsidRPr="0008167C">
        <w:t>убыли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оттока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одного</w:t>
      </w:r>
      <w:r w:rsidR="0008167C" w:rsidRPr="0008167C">
        <w:t xml:space="preserve"> </w:t>
      </w:r>
      <w:r w:rsidRPr="0008167C">
        <w:t>бассейна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другой</w:t>
      </w:r>
      <w:r w:rsidR="0008167C" w:rsidRPr="0008167C">
        <w:t xml:space="preserve"> </w:t>
      </w:r>
      <w:r w:rsidRPr="0008167C">
        <w:t>под</w:t>
      </w:r>
      <w:r w:rsidR="0008167C" w:rsidRPr="0008167C">
        <w:t xml:space="preserve"> </w:t>
      </w:r>
      <w:r w:rsidRPr="0008167C">
        <w:t>влиянием</w:t>
      </w:r>
      <w:r w:rsidR="0008167C" w:rsidRPr="0008167C">
        <w:t xml:space="preserve"> </w:t>
      </w:r>
      <w:r w:rsidRPr="0008167C">
        <w:t>сгонно-нагонной</w:t>
      </w:r>
      <w:r w:rsidR="0008167C" w:rsidRPr="0008167C">
        <w:t xml:space="preserve"> </w:t>
      </w:r>
      <w:r w:rsidRPr="0008167C">
        <w:t>циркуляции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других</w:t>
      </w:r>
      <w:r w:rsidR="0008167C" w:rsidRPr="0008167C">
        <w:t xml:space="preserve"> </w:t>
      </w:r>
      <w:r w:rsidRPr="0008167C">
        <w:t>факторов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</w:pPr>
      <w:r w:rsidRPr="0008167C">
        <w:t>Приливные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 </w:t>
      </w:r>
      <w:r w:rsidRPr="0008167C">
        <w:t>возникают</w:t>
      </w:r>
      <w:r w:rsidR="0008167C" w:rsidRPr="0008167C">
        <w:t xml:space="preserve"> </w:t>
      </w:r>
      <w:r w:rsidRPr="0008167C">
        <w:t>под</w:t>
      </w:r>
      <w:r w:rsidR="0008167C" w:rsidRPr="0008167C">
        <w:t xml:space="preserve"> </w:t>
      </w:r>
      <w:r w:rsidRPr="0008167C">
        <w:t>действием</w:t>
      </w:r>
      <w:r w:rsidR="0008167C" w:rsidRPr="0008167C">
        <w:t xml:space="preserve"> </w:t>
      </w:r>
      <w:r w:rsidRPr="0008167C">
        <w:t>приливообразующих</w:t>
      </w:r>
      <w:r w:rsidR="0008167C" w:rsidRPr="0008167C">
        <w:t xml:space="preserve"> </w:t>
      </w:r>
      <w:r w:rsidRPr="0008167C">
        <w:t>сил</w:t>
      </w:r>
      <w:r w:rsidR="0008167C" w:rsidRPr="0008167C">
        <w:t xml:space="preserve"> </w:t>
      </w:r>
      <w:r w:rsidRPr="0008167C">
        <w:t>Луны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Солнца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Инерционные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 - </w:t>
      </w:r>
      <w:r w:rsidRPr="0008167C">
        <w:t>это</w:t>
      </w:r>
      <w:r w:rsidR="0008167C" w:rsidRPr="0008167C">
        <w:t xml:space="preserve"> </w:t>
      </w:r>
      <w:r w:rsidRPr="0008167C">
        <w:t>остаточные</w:t>
      </w:r>
      <w:r w:rsidR="0008167C" w:rsidRPr="0008167C">
        <w:t xml:space="preserve"> </w:t>
      </w:r>
      <w:r w:rsidRPr="0008167C">
        <w:t>течения,</w:t>
      </w:r>
      <w:r w:rsidR="0008167C" w:rsidRPr="0008167C">
        <w:t xml:space="preserve"> </w:t>
      </w:r>
      <w:r w:rsidRPr="0008167C">
        <w:t>наблюдающиеся</w:t>
      </w:r>
      <w:r w:rsidR="0008167C" w:rsidRPr="0008167C">
        <w:t xml:space="preserve"> </w:t>
      </w:r>
      <w:r w:rsidRPr="0008167C">
        <w:t>после</w:t>
      </w:r>
      <w:r w:rsidR="0008167C" w:rsidRPr="0008167C">
        <w:t xml:space="preserve"> </w:t>
      </w:r>
      <w:r w:rsidRPr="0008167C">
        <w:t>прекращения</w:t>
      </w:r>
      <w:r w:rsidR="0008167C" w:rsidRPr="0008167C">
        <w:t xml:space="preserve"> </w:t>
      </w:r>
      <w:r w:rsidRPr="0008167C">
        <w:t>действия</w:t>
      </w:r>
      <w:r w:rsidR="0008167C" w:rsidRPr="0008167C">
        <w:t xml:space="preserve"> </w:t>
      </w:r>
      <w:r w:rsidRPr="0008167C">
        <w:t>всех</w:t>
      </w:r>
      <w:r w:rsidR="0008167C" w:rsidRPr="0008167C">
        <w:t xml:space="preserve"> </w:t>
      </w:r>
      <w:r w:rsidRPr="0008167C">
        <w:t>возбуждающих</w:t>
      </w:r>
      <w:r w:rsidR="0008167C" w:rsidRPr="0008167C">
        <w:t xml:space="preserve"> </w:t>
      </w:r>
      <w:r w:rsidRPr="0008167C">
        <w:t>движение</w:t>
      </w:r>
      <w:r w:rsidR="0008167C" w:rsidRPr="0008167C">
        <w:t xml:space="preserve"> </w:t>
      </w:r>
      <w:r w:rsidRPr="0008167C">
        <w:t>факторов</w:t>
      </w:r>
      <w:r w:rsidR="0008167C" w:rsidRPr="0008167C">
        <w:t xml:space="preserve">. </w:t>
      </w:r>
      <w:r w:rsidRPr="0008167C">
        <w:t>На</w:t>
      </w:r>
      <w:r w:rsidR="0008167C" w:rsidRPr="0008167C">
        <w:t xml:space="preserve"> </w:t>
      </w:r>
      <w:r w:rsidRPr="0008167C">
        <w:t>частицы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инерционных</w:t>
      </w:r>
      <w:r w:rsidR="0008167C" w:rsidRPr="0008167C">
        <w:t xml:space="preserve"> </w:t>
      </w:r>
      <w:r w:rsidRPr="0008167C">
        <w:t>течениях</w:t>
      </w:r>
      <w:r w:rsidR="0008167C" w:rsidRPr="0008167C">
        <w:t xml:space="preserve"> </w:t>
      </w:r>
      <w:r w:rsidRPr="0008167C">
        <w:t>действуют</w:t>
      </w:r>
      <w:r w:rsidR="0008167C" w:rsidRPr="0008167C">
        <w:t xml:space="preserve"> </w:t>
      </w:r>
      <w:r w:rsidRPr="0008167C">
        <w:t>только</w:t>
      </w:r>
      <w:r w:rsidR="0008167C" w:rsidRPr="0008167C">
        <w:t xml:space="preserve"> </w:t>
      </w:r>
      <w:r w:rsidRPr="0008167C">
        <w:t>две</w:t>
      </w:r>
      <w:r w:rsidR="0008167C" w:rsidRPr="0008167C">
        <w:t xml:space="preserve"> </w:t>
      </w:r>
      <w:r w:rsidRPr="0008167C">
        <w:t>уравновешивающие</w:t>
      </w:r>
      <w:r w:rsidR="0008167C" w:rsidRPr="0008167C">
        <w:t xml:space="preserve"> </w:t>
      </w:r>
      <w:r w:rsidRPr="0008167C">
        <w:t>одна</w:t>
      </w:r>
      <w:r w:rsidR="0008167C" w:rsidRPr="0008167C">
        <w:t xml:space="preserve"> </w:t>
      </w:r>
      <w:r w:rsidRPr="0008167C">
        <w:t>другую</w:t>
      </w:r>
      <w:r w:rsidR="0008167C" w:rsidRPr="0008167C">
        <w:t xml:space="preserve"> </w:t>
      </w:r>
      <w:r w:rsidRPr="0008167C">
        <w:t>силы</w:t>
      </w:r>
      <w:r w:rsidR="0008167C" w:rsidRPr="0008167C">
        <w:t xml:space="preserve"> - </w:t>
      </w:r>
      <w:r w:rsidRPr="0008167C">
        <w:t>Кориолиса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центробежная</w:t>
      </w:r>
      <w:r w:rsidR="0008167C" w:rsidRPr="0008167C">
        <w:t xml:space="preserve">. </w:t>
      </w:r>
      <w:r w:rsidRPr="0008167C">
        <w:t>Инерционные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 </w:t>
      </w:r>
      <w:r w:rsidRPr="0008167C">
        <w:t>наблюдались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Балтийском</w:t>
      </w:r>
      <w:r w:rsidR="0008167C" w:rsidRPr="0008167C">
        <w:t xml:space="preserve"> </w:t>
      </w:r>
      <w:r w:rsidRPr="0008167C">
        <w:t>море,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Черном,</w:t>
      </w:r>
      <w:r w:rsidR="0008167C" w:rsidRPr="0008167C">
        <w:t xml:space="preserve"> </w:t>
      </w:r>
      <w:r w:rsidRPr="0008167C">
        <w:t>Средиземном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др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Течения</w:t>
      </w:r>
      <w:r w:rsidR="0008167C" w:rsidRPr="0008167C">
        <w:t xml:space="preserve"> </w:t>
      </w:r>
      <w:r w:rsidRPr="0008167C">
        <w:t>подразделяются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степени</w:t>
      </w:r>
      <w:r w:rsidR="0008167C" w:rsidRPr="0008167C">
        <w:t xml:space="preserve"> </w:t>
      </w:r>
      <w:r w:rsidRPr="0008167C">
        <w:t>устойчивости,</w:t>
      </w:r>
      <w:r w:rsidR="0008167C" w:rsidRPr="0008167C">
        <w:t xml:space="preserve"> </w:t>
      </w:r>
      <w:r w:rsidRPr="0008167C">
        <w:t>расположению,</w:t>
      </w:r>
      <w:r w:rsidR="0008167C" w:rsidRPr="0008167C">
        <w:t xml:space="preserve"> </w:t>
      </w:r>
      <w:r w:rsidRPr="0008167C">
        <w:t>физико-химическим</w:t>
      </w:r>
      <w:r w:rsidR="0008167C" w:rsidRPr="0008167C">
        <w:t xml:space="preserve"> </w:t>
      </w:r>
      <w:r w:rsidRPr="0008167C">
        <w:t>свойствам,</w:t>
      </w:r>
      <w:r w:rsidR="0008167C" w:rsidRPr="0008167C">
        <w:t xml:space="preserve"> </w:t>
      </w:r>
      <w:r w:rsidRPr="0008167C">
        <w:t>характеру</w:t>
      </w:r>
      <w:r w:rsidR="0008167C" w:rsidRPr="0008167C">
        <w:t xml:space="preserve"> </w:t>
      </w:r>
      <w:r w:rsidRPr="0008167C">
        <w:t>движения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По</w:t>
      </w:r>
      <w:r w:rsidR="0008167C" w:rsidRPr="0008167C">
        <w:t xml:space="preserve"> </w:t>
      </w:r>
      <w:r w:rsidRPr="0008167C">
        <w:t>устойчивости</w:t>
      </w:r>
      <w:r w:rsidR="0008167C" w:rsidRPr="0008167C">
        <w:t xml:space="preserve"> </w:t>
      </w:r>
      <w:r w:rsidRPr="0008167C">
        <w:t>выделяют</w:t>
      </w:r>
      <w:r w:rsidR="0008167C" w:rsidRPr="0008167C">
        <w:t xml:space="preserve"> </w:t>
      </w:r>
      <w:r w:rsidRPr="0008167C">
        <w:t>постоянные,</w:t>
      </w:r>
      <w:r w:rsidR="0008167C" w:rsidRPr="0008167C">
        <w:t xml:space="preserve"> </w:t>
      </w:r>
      <w:r w:rsidRPr="0008167C">
        <w:t>периодические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временные</w:t>
      </w:r>
      <w:r w:rsidR="0008167C">
        <w:t xml:space="preserve"> (</w:t>
      </w:r>
      <w:r w:rsidRPr="0008167C">
        <w:t>случайные</w:t>
      </w:r>
      <w:r w:rsidR="0008167C" w:rsidRPr="0008167C">
        <w:t xml:space="preserve">) </w:t>
      </w:r>
      <w:r w:rsidRPr="0008167C">
        <w:t>течения</w:t>
      </w:r>
      <w:r w:rsidR="0008167C" w:rsidRPr="0008167C">
        <w:t xml:space="preserve">. </w:t>
      </w:r>
      <w:r w:rsidRPr="0008167C">
        <w:t>Постоянные</w:t>
      </w:r>
      <w:r w:rsidR="0008167C" w:rsidRPr="0008167C">
        <w:t xml:space="preserve"> - </w:t>
      </w:r>
      <w:r w:rsidRPr="0008167C">
        <w:t>это</w:t>
      </w:r>
      <w:r w:rsidR="0008167C" w:rsidRPr="0008167C">
        <w:t xml:space="preserve"> </w:t>
      </w:r>
      <w:r w:rsidRPr="0008167C">
        <w:t>течения,</w:t>
      </w:r>
      <w:r w:rsidR="0008167C" w:rsidRPr="0008167C">
        <w:t xml:space="preserve"> </w:t>
      </w:r>
      <w:r w:rsidRPr="0008167C">
        <w:t>сохраняющие</w:t>
      </w:r>
      <w:r w:rsidR="0008167C" w:rsidRPr="0008167C">
        <w:t xml:space="preserve"> </w:t>
      </w:r>
      <w:r w:rsidRPr="0008167C">
        <w:t>средние</w:t>
      </w:r>
      <w:r w:rsidR="0008167C" w:rsidRPr="0008167C">
        <w:t xml:space="preserve"> </w:t>
      </w:r>
      <w:r w:rsidRPr="0008167C">
        <w:t>значения</w:t>
      </w:r>
      <w:r w:rsidR="0008167C" w:rsidRPr="0008167C">
        <w:t xml:space="preserve"> </w:t>
      </w:r>
      <w:r w:rsidRPr="0008167C">
        <w:t>скорости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направления</w:t>
      </w:r>
      <w:r w:rsidR="0008167C" w:rsidRPr="0008167C">
        <w:t xml:space="preserve"> </w:t>
      </w:r>
      <w:r w:rsidRPr="0008167C">
        <w:t>длительное</w:t>
      </w:r>
      <w:r w:rsidR="0008167C" w:rsidRPr="0008167C">
        <w:t xml:space="preserve"> </w:t>
      </w:r>
      <w:r w:rsidRPr="0008167C">
        <w:t>время</w:t>
      </w:r>
      <w:r w:rsidR="0008167C" w:rsidRPr="0008167C">
        <w:t xml:space="preserve">. </w:t>
      </w:r>
      <w:r w:rsidRPr="0008167C">
        <w:t>Они</w:t>
      </w:r>
      <w:r w:rsidR="0008167C" w:rsidRPr="0008167C">
        <w:t xml:space="preserve"> </w:t>
      </w:r>
      <w:r w:rsidRPr="0008167C">
        <w:t>заметно</w:t>
      </w:r>
      <w:r w:rsidR="0008167C" w:rsidRPr="0008167C">
        <w:t xml:space="preserve"> </w:t>
      </w:r>
      <w:r w:rsidRPr="0008167C">
        <w:t>изменяют</w:t>
      </w:r>
      <w:r w:rsidR="0008167C" w:rsidRPr="0008167C">
        <w:t xml:space="preserve"> </w:t>
      </w:r>
      <w:r w:rsidRPr="0008167C">
        <w:t>свои</w:t>
      </w:r>
      <w:r w:rsidR="0008167C" w:rsidRPr="0008167C">
        <w:t xml:space="preserve"> </w:t>
      </w:r>
      <w:r w:rsidRPr="0008167C">
        <w:t>характеристики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сезона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сезону,</w:t>
      </w:r>
      <w:r w:rsidR="0008167C" w:rsidRPr="0008167C">
        <w:t xml:space="preserve"> </w:t>
      </w:r>
      <w:r w:rsidRPr="0008167C">
        <w:t>но</w:t>
      </w:r>
      <w:r w:rsidR="0008167C" w:rsidRPr="0008167C">
        <w:t xml:space="preserve"> </w:t>
      </w:r>
      <w:r w:rsidRPr="0008167C">
        <w:t>почти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изменяют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года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году</w:t>
      </w:r>
      <w:r w:rsidR="0008167C" w:rsidRPr="0008167C">
        <w:t xml:space="preserve">. </w:t>
      </w:r>
      <w:r w:rsidRPr="0008167C">
        <w:t>К</w:t>
      </w:r>
      <w:r w:rsidR="0008167C" w:rsidRPr="0008167C">
        <w:t xml:space="preserve"> </w:t>
      </w:r>
      <w:r w:rsidRPr="0008167C">
        <w:t>ним</w:t>
      </w:r>
      <w:r w:rsidR="0008167C" w:rsidRPr="0008167C">
        <w:t xml:space="preserve"> </w:t>
      </w:r>
      <w:r w:rsidRPr="0008167C">
        <w:t>относятся</w:t>
      </w:r>
      <w:r w:rsidR="0008167C" w:rsidRPr="0008167C">
        <w:t xml:space="preserve"> </w:t>
      </w:r>
      <w:r w:rsidRPr="0008167C">
        <w:t>Гольфстрим,</w:t>
      </w:r>
      <w:r w:rsidR="0008167C" w:rsidRPr="0008167C">
        <w:t xml:space="preserve"> </w:t>
      </w:r>
      <w:r w:rsidRPr="0008167C">
        <w:t>Куросио,</w:t>
      </w:r>
      <w:r w:rsidR="0008167C" w:rsidRPr="0008167C">
        <w:t xml:space="preserve"> </w:t>
      </w:r>
      <w:r w:rsidRPr="0008167C">
        <w:t>пассатные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др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Периодические</w:t>
      </w:r>
      <w:r w:rsidR="0008167C" w:rsidRPr="0008167C">
        <w:t xml:space="preserve"> - </w:t>
      </w:r>
      <w:r w:rsidRPr="0008167C">
        <w:t>течения,</w:t>
      </w:r>
      <w:r w:rsidR="0008167C" w:rsidRPr="0008167C">
        <w:t xml:space="preserve"> </w:t>
      </w:r>
      <w:r w:rsidRPr="0008167C">
        <w:t>меняющие</w:t>
      </w:r>
      <w:r w:rsidR="0008167C" w:rsidRPr="0008167C">
        <w:t xml:space="preserve"> </w:t>
      </w:r>
      <w:r w:rsidRPr="0008167C">
        <w:t>свои</w:t>
      </w:r>
      <w:r w:rsidR="0008167C" w:rsidRPr="0008167C">
        <w:t xml:space="preserve"> </w:t>
      </w:r>
      <w:r w:rsidRPr="0008167C">
        <w:t>элементы</w:t>
      </w:r>
      <w:r w:rsidR="0008167C" w:rsidRPr="0008167C">
        <w:t xml:space="preserve"> </w:t>
      </w:r>
      <w:r w:rsidRPr="0008167C">
        <w:t>во</w:t>
      </w:r>
      <w:r w:rsidR="0008167C" w:rsidRPr="0008167C">
        <w:t xml:space="preserve"> </w:t>
      </w:r>
      <w:r w:rsidRPr="0008167C">
        <w:t>времени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определенным</w:t>
      </w:r>
      <w:r w:rsidR="0008167C" w:rsidRPr="0008167C">
        <w:t xml:space="preserve"> </w:t>
      </w:r>
      <w:r w:rsidRPr="0008167C">
        <w:t>периодом</w:t>
      </w:r>
      <w:r w:rsidR="0008167C">
        <w:t xml:space="preserve"> (</w:t>
      </w:r>
      <w:r w:rsidRPr="0008167C">
        <w:t>муссонные,</w:t>
      </w:r>
      <w:r w:rsidR="0008167C" w:rsidRPr="0008167C">
        <w:t xml:space="preserve"> </w:t>
      </w:r>
      <w:r w:rsidRPr="0008167C">
        <w:t>приливные</w:t>
      </w:r>
      <w:r w:rsidR="0008167C" w:rsidRPr="0008167C">
        <w:t>).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Временные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 </w:t>
      </w:r>
      <w:r w:rsidRPr="0008167C">
        <w:t>возникают</w:t>
      </w:r>
      <w:r w:rsidR="0008167C" w:rsidRPr="0008167C">
        <w:t xml:space="preserve"> </w:t>
      </w:r>
      <w:r w:rsidRPr="0008167C">
        <w:t>под</w:t>
      </w:r>
      <w:r w:rsidR="0008167C" w:rsidRPr="0008167C">
        <w:t xml:space="preserve"> </w:t>
      </w:r>
      <w:r w:rsidRPr="0008167C">
        <w:t>влиянием</w:t>
      </w:r>
      <w:r w:rsidR="0008167C" w:rsidRPr="0008167C">
        <w:t xml:space="preserve"> </w:t>
      </w:r>
      <w:r w:rsidRPr="0008167C">
        <w:t>временных</w:t>
      </w:r>
      <w:r w:rsidR="0008167C" w:rsidRPr="0008167C">
        <w:t xml:space="preserve"> </w:t>
      </w:r>
      <w:r w:rsidRPr="0008167C">
        <w:t>интенсивных</w:t>
      </w:r>
      <w:r w:rsidR="0008167C" w:rsidRPr="0008167C">
        <w:t xml:space="preserve"> </w:t>
      </w:r>
      <w:r w:rsidRPr="0008167C">
        <w:t>ветров,</w:t>
      </w:r>
      <w:r w:rsidR="0008167C" w:rsidRPr="0008167C">
        <w:t xml:space="preserve"> </w:t>
      </w:r>
      <w:r w:rsidRPr="0008167C">
        <w:t>резких</w:t>
      </w:r>
      <w:r w:rsidR="0008167C" w:rsidRPr="0008167C">
        <w:t xml:space="preserve"> </w:t>
      </w:r>
      <w:r w:rsidRPr="0008167C">
        <w:t>внезапных</w:t>
      </w:r>
      <w:r w:rsidR="0008167C" w:rsidRPr="0008167C">
        <w:t xml:space="preserve"> </w:t>
      </w:r>
      <w:r w:rsidRPr="0008167C">
        <w:t>изменений</w:t>
      </w:r>
      <w:r w:rsidR="0008167C" w:rsidRPr="0008167C">
        <w:t xml:space="preserve"> </w:t>
      </w:r>
      <w:r w:rsidRPr="0008167C">
        <w:t>давления</w:t>
      </w:r>
      <w:r w:rsidR="0008167C" w:rsidRPr="0008167C">
        <w:t xml:space="preserve"> </w:t>
      </w:r>
      <w:r w:rsidRPr="0008167C">
        <w:t>атмосферы,</w:t>
      </w:r>
      <w:r w:rsidR="0008167C" w:rsidRPr="0008167C">
        <w:t xml:space="preserve"> </w:t>
      </w:r>
      <w:r w:rsidRPr="0008167C">
        <w:t>выпадения</w:t>
      </w:r>
      <w:r w:rsidR="0008167C" w:rsidRPr="0008167C">
        <w:t xml:space="preserve"> </w:t>
      </w:r>
      <w:r w:rsidRPr="0008167C">
        <w:t>осадков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По</w:t>
      </w:r>
      <w:r w:rsidR="0008167C" w:rsidRPr="0008167C">
        <w:t xml:space="preserve"> </w:t>
      </w:r>
      <w:r w:rsidRPr="0008167C">
        <w:t>расположению</w:t>
      </w:r>
      <w:r w:rsidR="0008167C" w:rsidRPr="0008167C">
        <w:t xml:space="preserve"> </w:t>
      </w:r>
      <w:r w:rsidRPr="0008167C">
        <w:t>выделяют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 </w:t>
      </w:r>
      <w:r w:rsidRPr="0008167C">
        <w:t>поверхностные,</w:t>
      </w:r>
      <w:r w:rsidR="0008167C" w:rsidRPr="0008167C">
        <w:t xml:space="preserve"> </w:t>
      </w:r>
      <w:r w:rsidRPr="0008167C">
        <w:t>глубинные,</w:t>
      </w:r>
      <w:r w:rsidR="0008167C" w:rsidRPr="0008167C">
        <w:t xml:space="preserve"> </w:t>
      </w:r>
      <w:r w:rsidRPr="0008167C">
        <w:t>придонные,</w:t>
      </w:r>
      <w:r w:rsidR="0008167C" w:rsidRPr="0008167C">
        <w:t xml:space="preserve"> </w:t>
      </w:r>
      <w:r w:rsidRPr="0008167C">
        <w:t>прибрежные,</w:t>
      </w:r>
      <w:r w:rsidR="0008167C" w:rsidRPr="0008167C">
        <w:t xml:space="preserve"> </w:t>
      </w:r>
      <w:r w:rsidRPr="0008167C">
        <w:t>открытого</w:t>
      </w:r>
      <w:r w:rsidR="0008167C" w:rsidRPr="0008167C">
        <w:t xml:space="preserve"> </w:t>
      </w:r>
      <w:r w:rsidRPr="0008167C">
        <w:t>моря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По</w:t>
      </w:r>
      <w:r w:rsidR="0008167C" w:rsidRPr="0008167C">
        <w:t xml:space="preserve"> </w:t>
      </w:r>
      <w:r w:rsidRPr="0008167C">
        <w:t>физико-химическим</w:t>
      </w:r>
      <w:r w:rsidR="0008167C" w:rsidRPr="0008167C">
        <w:t xml:space="preserve"> </w:t>
      </w:r>
      <w:r w:rsidRPr="0008167C">
        <w:t>свойствам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 </w:t>
      </w:r>
      <w:r w:rsidRPr="0008167C">
        <w:t>могут</w:t>
      </w:r>
      <w:r w:rsidR="0008167C" w:rsidRPr="0008167C">
        <w:t xml:space="preserve"> </w:t>
      </w:r>
      <w:r w:rsidRPr="0008167C">
        <w:t>быть</w:t>
      </w:r>
      <w:r w:rsidR="0008167C" w:rsidRPr="0008167C">
        <w:t xml:space="preserve"> </w:t>
      </w:r>
      <w:r w:rsidRPr="0008167C">
        <w:t>теплые,</w:t>
      </w:r>
      <w:r w:rsidR="0008167C" w:rsidRPr="0008167C">
        <w:t xml:space="preserve"> </w:t>
      </w:r>
      <w:r w:rsidRPr="0008167C">
        <w:t>холодные,</w:t>
      </w:r>
      <w:r w:rsidR="0008167C" w:rsidRPr="0008167C">
        <w:t xml:space="preserve"> </w:t>
      </w:r>
      <w:r w:rsidRPr="0008167C">
        <w:t>опресненные,</w:t>
      </w:r>
      <w:r w:rsidR="0008167C" w:rsidRPr="0008167C">
        <w:t xml:space="preserve"> </w:t>
      </w:r>
      <w:r w:rsidRPr="0008167C">
        <w:t>осолоненные,</w:t>
      </w:r>
      <w:r w:rsidR="0008167C" w:rsidRPr="0008167C">
        <w:t xml:space="preserve"> </w:t>
      </w:r>
      <w:r w:rsidRPr="0008167C">
        <w:t>нейтральные</w:t>
      </w:r>
      <w:r w:rsidR="0008167C" w:rsidRPr="0008167C">
        <w:t xml:space="preserve">. </w:t>
      </w:r>
      <w:r w:rsidRPr="0008167C">
        <w:t>Влияние</w:t>
      </w:r>
      <w:r w:rsidR="0008167C" w:rsidRPr="0008167C">
        <w:t xml:space="preserve"> </w:t>
      </w:r>
      <w:r w:rsidRPr="0008167C">
        <w:t>теплых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холодных</w:t>
      </w:r>
      <w:r w:rsidR="0008167C" w:rsidRPr="0008167C">
        <w:t xml:space="preserve"> </w:t>
      </w:r>
      <w:r w:rsidRPr="0008167C">
        <w:t>течений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ход</w:t>
      </w:r>
      <w:r w:rsidR="0008167C" w:rsidRPr="0008167C">
        <w:t xml:space="preserve"> </w:t>
      </w:r>
      <w:r w:rsidRPr="0008167C">
        <w:t>многих</w:t>
      </w:r>
      <w:r w:rsidR="0008167C" w:rsidRPr="0008167C">
        <w:t xml:space="preserve"> </w:t>
      </w:r>
      <w:r w:rsidRPr="0008167C">
        <w:t>физических</w:t>
      </w:r>
      <w:r w:rsidR="0008167C" w:rsidRPr="0008167C">
        <w:t xml:space="preserve"> </w:t>
      </w:r>
      <w:r w:rsidRPr="0008167C">
        <w:t>явлений,</w:t>
      </w:r>
      <w:r w:rsidR="0008167C" w:rsidRPr="0008167C">
        <w:t xml:space="preserve"> </w:t>
      </w:r>
      <w:r w:rsidRPr="0008167C">
        <w:t>особенно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климат</w:t>
      </w:r>
      <w:r w:rsidR="0008167C" w:rsidRPr="0008167C">
        <w:t xml:space="preserve"> </w:t>
      </w:r>
      <w:r w:rsidRPr="0008167C">
        <w:t>Земли,</w:t>
      </w:r>
      <w:r w:rsidR="0008167C" w:rsidRPr="0008167C">
        <w:t xml:space="preserve"> </w:t>
      </w:r>
      <w:r w:rsidRPr="0008167C">
        <w:t>огромно</w:t>
      </w:r>
      <w:r w:rsidR="0008167C" w:rsidRPr="0008167C">
        <w:t xml:space="preserve">. </w:t>
      </w:r>
      <w:r w:rsidRPr="0008167C">
        <w:t>Подразделение</w:t>
      </w:r>
      <w:r w:rsidR="0008167C" w:rsidRPr="0008167C">
        <w:t xml:space="preserve"> </w:t>
      </w:r>
      <w:r w:rsidRPr="0008167C">
        <w:t>течений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физико-химическим</w:t>
      </w:r>
      <w:r w:rsidR="0008167C" w:rsidRPr="0008167C">
        <w:t xml:space="preserve"> </w:t>
      </w:r>
      <w:r w:rsidRPr="0008167C">
        <w:t>свойствам</w:t>
      </w:r>
      <w:r w:rsidR="0008167C" w:rsidRPr="0008167C">
        <w:t xml:space="preserve"> </w:t>
      </w:r>
      <w:r w:rsidRPr="0008167C">
        <w:t>относительно</w:t>
      </w:r>
      <w:r w:rsidR="0008167C" w:rsidRPr="0008167C">
        <w:t xml:space="preserve">. </w:t>
      </w:r>
      <w:r w:rsidRPr="0008167C">
        <w:t>Теплые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осолоненные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 </w:t>
      </w:r>
      <w:r w:rsidRPr="0008167C">
        <w:t>имеют</w:t>
      </w:r>
      <w:r w:rsidR="0008167C" w:rsidRPr="0008167C">
        <w:t xml:space="preserve"> </w:t>
      </w:r>
      <w:r w:rsidRPr="0008167C">
        <w:t>температуру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соленость</w:t>
      </w:r>
      <w:r w:rsidR="0008167C" w:rsidRPr="0008167C">
        <w:t xml:space="preserve"> </w:t>
      </w:r>
      <w:r w:rsidRPr="0008167C">
        <w:t>выше,</w:t>
      </w:r>
      <w:r w:rsidR="0008167C" w:rsidRPr="0008167C">
        <w:t xml:space="preserve"> </w:t>
      </w:r>
      <w:r w:rsidRPr="0008167C">
        <w:t>чем</w:t>
      </w:r>
      <w:r w:rsidR="0008167C" w:rsidRPr="0008167C">
        <w:t xml:space="preserve"> </w:t>
      </w:r>
      <w:r w:rsidRPr="0008167C">
        <w:t>местные,</w:t>
      </w:r>
      <w:r w:rsidR="0008167C" w:rsidRPr="0008167C">
        <w:t xml:space="preserve"> </w:t>
      </w:r>
      <w:r w:rsidRPr="0008167C">
        <w:t>окружающие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воды,</w:t>
      </w:r>
      <w:r w:rsidR="0008167C" w:rsidRPr="0008167C">
        <w:t xml:space="preserve"> </w:t>
      </w:r>
      <w:r w:rsidRPr="0008167C">
        <w:t>холодные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опресненные</w:t>
      </w:r>
      <w:r w:rsidR="0008167C" w:rsidRPr="0008167C">
        <w:t xml:space="preserve"> - </w:t>
      </w:r>
      <w:r w:rsidRPr="0008167C">
        <w:t>ниже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По</w:t>
      </w:r>
      <w:r w:rsidR="0008167C" w:rsidRPr="0008167C">
        <w:t xml:space="preserve"> </w:t>
      </w:r>
      <w:r w:rsidRPr="0008167C">
        <w:t>характеру</w:t>
      </w:r>
      <w:r w:rsidR="0008167C" w:rsidRPr="0008167C">
        <w:t xml:space="preserve"> </w:t>
      </w:r>
      <w:r w:rsidRPr="0008167C">
        <w:t>движения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 </w:t>
      </w:r>
      <w:r w:rsidRPr="0008167C">
        <w:t>подразделяют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прямолинейные,</w:t>
      </w:r>
      <w:r w:rsidR="0008167C" w:rsidRPr="0008167C">
        <w:t xml:space="preserve"> </w:t>
      </w:r>
      <w:r w:rsidRPr="0008167C">
        <w:t>криволинейные,</w:t>
      </w:r>
      <w:r w:rsidR="0008167C" w:rsidRPr="0008167C">
        <w:t xml:space="preserve"> </w:t>
      </w:r>
      <w:r w:rsidRPr="0008167C">
        <w:t>циклонические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антициклонические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В</w:t>
      </w:r>
      <w:r w:rsidR="0008167C" w:rsidRPr="0008167C">
        <w:t xml:space="preserve"> </w:t>
      </w:r>
      <w:r w:rsidRPr="0008167C">
        <w:t>природных</w:t>
      </w:r>
      <w:r w:rsidR="0008167C" w:rsidRPr="0008167C">
        <w:t xml:space="preserve"> </w:t>
      </w:r>
      <w:r w:rsidRPr="0008167C">
        <w:t>условиях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существует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 </w:t>
      </w:r>
      <w:r w:rsidRPr="0008167C">
        <w:t>какого-либо</w:t>
      </w:r>
      <w:r w:rsidR="0008167C" w:rsidRPr="0008167C">
        <w:t xml:space="preserve"> </w:t>
      </w:r>
      <w:r w:rsidRPr="0008167C">
        <w:t>одного</w:t>
      </w:r>
      <w:r w:rsidR="0008167C" w:rsidRPr="0008167C">
        <w:t xml:space="preserve"> </w:t>
      </w:r>
      <w:r w:rsidRPr="0008167C">
        <w:t>происхождения,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имеет</w:t>
      </w:r>
      <w:r w:rsidR="0008167C" w:rsidRPr="0008167C">
        <w:t xml:space="preserve"> </w:t>
      </w:r>
      <w:r w:rsidRPr="0008167C">
        <w:t>место</w:t>
      </w:r>
      <w:r w:rsidR="0008167C" w:rsidRPr="0008167C">
        <w:t xml:space="preserve"> </w:t>
      </w:r>
      <w:r w:rsidRPr="0008167C">
        <w:t>комплексный</w:t>
      </w:r>
      <w:r w:rsidR="0008167C" w:rsidRPr="0008167C">
        <w:t xml:space="preserve"> </w:t>
      </w:r>
      <w:r w:rsidRPr="0008167C">
        <w:t>поток,</w:t>
      </w:r>
      <w:r w:rsidR="0008167C" w:rsidRPr="0008167C">
        <w:t xml:space="preserve"> </w:t>
      </w:r>
      <w:r w:rsidRPr="0008167C">
        <w:t>сочетающий</w:t>
      </w:r>
      <w:r w:rsidR="0008167C" w:rsidRPr="0008167C">
        <w:t xml:space="preserve"> </w:t>
      </w:r>
      <w:r w:rsidRPr="0008167C">
        <w:t>различные</w:t>
      </w:r>
      <w:r w:rsidR="0008167C" w:rsidRPr="0008167C">
        <w:t xml:space="preserve"> </w:t>
      </w:r>
      <w:r w:rsidRPr="0008167C">
        <w:t>типы</w:t>
      </w:r>
      <w:r w:rsidR="0008167C" w:rsidRPr="0008167C">
        <w:t xml:space="preserve"> </w:t>
      </w:r>
      <w:r w:rsidRPr="0008167C">
        <w:t>течений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rPr>
          <w:b/>
        </w:rPr>
        <w:t>Течения</w:t>
      </w:r>
      <w:r w:rsidR="0008167C" w:rsidRPr="0008167C">
        <w:rPr>
          <w:b/>
        </w:rPr>
        <w:t xml:space="preserve"> </w:t>
      </w:r>
      <w:r w:rsidRPr="0008167C">
        <w:rPr>
          <w:b/>
        </w:rPr>
        <w:t>в</w:t>
      </w:r>
      <w:r w:rsidR="0008167C" w:rsidRPr="0008167C">
        <w:rPr>
          <w:b/>
        </w:rPr>
        <w:t xml:space="preserve"> </w:t>
      </w:r>
      <w:r w:rsidRPr="0008167C">
        <w:rPr>
          <w:b/>
        </w:rPr>
        <w:t>морях</w:t>
      </w:r>
      <w:r w:rsidR="0008167C" w:rsidRPr="0008167C">
        <w:rPr>
          <w:b/>
        </w:rPr>
        <w:t xml:space="preserve">. </w:t>
      </w:r>
      <w:r w:rsidRPr="0008167C">
        <w:t>Течения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морях</w:t>
      </w:r>
      <w:r w:rsidR="0008167C" w:rsidRPr="0008167C">
        <w:t xml:space="preserve"> </w:t>
      </w:r>
      <w:r w:rsidRPr="0008167C">
        <w:t>формируются</w:t>
      </w:r>
      <w:r w:rsidR="0008167C" w:rsidRPr="0008167C">
        <w:t xml:space="preserve"> </w:t>
      </w:r>
      <w:r w:rsidRPr="0008167C">
        <w:t>под</w:t>
      </w:r>
      <w:r w:rsidR="0008167C" w:rsidRPr="0008167C">
        <w:t xml:space="preserve"> </w:t>
      </w:r>
      <w:r w:rsidRPr="0008167C">
        <w:t>влиянием</w:t>
      </w:r>
      <w:r w:rsidR="0008167C" w:rsidRPr="0008167C">
        <w:t xml:space="preserve"> </w:t>
      </w:r>
      <w:r w:rsidRPr="0008167C">
        <w:t>тех</w:t>
      </w:r>
      <w:r w:rsidR="0008167C" w:rsidRPr="0008167C">
        <w:t xml:space="preserve"> </w:t>
      </w:r>
      <w:r w:rsidRPr="0008167C">
        <w:t>же</w:t>
      </w:r>
      <w:r w:rsidR="0008167C" w:rsidRPr="0008167C">
        <w:t xml:space="preserve"> </w:t>
      </w:r>
      <w:r w:rsidRPr="0008167C">
        <w:t>факторов,</w:t>
      </w:r>
      <w:r w:rsidR="0008167C" w:rsidRPr="0008167C">
        <w:t xml:space="preserve"> </w:t>
      </w:r>
      <w:r w:rsidRPr="0008167C">
        <w:t>которые</w:t>
      </w:r>
      <w:r w:rsidR="0008167C" w:rsidRPr="0008167C">
        <w:t xml:space="preserve"> </w:t>
      </w:r>
      <w:r w:rsidRPr="0008167C">
        <w:t>возбуждают</w:t>
      </w:r>
      <w:r w:rsidR="0008167C" w:rsidRPr="0008167C">
        <w:t xml:space="preserve"> </w:t>
      </w:r>
      <w:r w:rsidRPr="0008167C">
        <w:t>океаническую</w:t>
      </w:r>
      <w:r w:rsidR="0008167C" w:rsidRPr="0008167C">
        <w:t xml:space="preserve"> </w:t>
      </w:r>
      <w:r w:rsidRPr="0008167C">
        <w:t>циркуляцию</w:t>
      </w:r>
      <w:r w:rsidR="0008167C" w:rsidRPr="0008167C">
        <w:t xml:space="preserve">. </w:t>
      </w:r>
      <w:r w:rsidRPr="0008167C">
        <w:t>Однако</w:t>
      </w:r>
      <w:r w:rsidR="0008167C" w:rsidRPr="0008167C">
        <w:t xml:space="preserve"> </w:t>
      </w:r>
      <w:r w:rsidRPr="0008167C">
        <w:t>местные</w:t>
      </w:r>
      <w:r w:rsidR="0008167C" w:rsidRPr="0008167C">
        <w:t xml:space="preserve"> </w:t>
      </w:r>
      <w:r w:rsidRPr="0008167C">
        <w:t>физико-географические</w:t>
      </w:r>
      <w:r w:rsidR="0008167C" w:rsidRPr="0008167C">
        <w:t xml:space="preserve"> </w:t>
      </w:r>
      <w:r w:rsidRPr="0008167C">
        <w:t>условия,</w:t>
      </w:r>
      <w:r w:rsidR="0008167C" w:rsidRPr="0008167C">
        <w:t xml:space="preserve"> </w:t>
      </w:r>
      <w:r w:rsidRPr="0008167C">
        <w:t>особенности</w:t>
      </w:r>
      <w:r w:rsidR="0008167C" w:rsidRPr="0008167C">
        <w:t xml:space="preserve"> </w:t>
      </w:r>
      <w:r w:rsidRPr="0008167C">
        <w:t>рельефа</w:t>
      </w:r>
      <w:r w:rsidR="0008167C" w:rsidRPr="0008167C">
        <w:t xml:space="preserve"> </w:t>
      </w:r>
      <w:r w:rsidRPr="0008167C">
        <w:t>дна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водообмен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соседними</w:t>
      </w:r>
      <w:r w:rsidR="0008167C" w:rsidRPr="0008167C">
        <w:t xml:space="preserve"> </w:t>
      </w:r>
      <w:r w:rsidRPr="0008167C">
        <w:t>морями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океаном</w:t>
      </w:r>
      <w:r w:rsidR="0008167C" w:rsidRPr="0008167C">
        <w:t xml:space="preserve"> </w:t>
      </w:r>
      <w:r w:rsidRPr="0008167C">
        <w:t>определяют</w:t>
      </w:r>
      <w:r w:rsidR="0008167C" w:rsidRPr="0008167C">
        <w:t xml:space="preserve"> </w:t>
      </w:r>
      <w:r w:rsidRPr="0008167C">
        <w:t>региональные</w:t>
      </w:r>
      <w:r w:rsidR="0008167C" w:rsidRPr="0008167C">
        <w:t xml:space="preserve"> </w:t>
      </w:r>
      <w:r w:rsidRPr="0008167C">
        <w:t>особенности</w:t>
      </w:r>
      <w:r w:rsidR="0008167C" w:rsidRPr="0008167C">
        <w:t xml:space="preserve"> </w:t>
      </w:r>
      <w:r w:rsidRPr="0008167C">
        <w:t>течений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морях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средиземных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окраинных</w:t>
      </w:r>
      <w:r w:rsidR="0008167C" w:rsidRPr="0008167C">
        <w:t xml:space="preserve"> </w:t>
      </w:r>
      <w:r w:rsidRPr="0008167C">
        <w:t>морях</w:t>
      </w:r>
      <w:r w:rsidR="0008167C" w:rsidRPr="0008167C">
        <w:t xml:space="preserve"> </w:t>
      </w:r>
      <w:r w:rsidRPr="0008167C">
        <w:t>формирование</w:t>
      </w:r>
      <w:r w:rsidR="0008167C" w:rsidRPr="0008167C">
        <w:t xml:space="preserve"> </w:t>
      </w:r>
      <w:r w:rsidRPr="0008167C">
        <w:t>течений</w:t>
      </w:r>
      <w:r w:rsidR="0008167C" w:rsidRPr="0008167C">
        <w:t xml:space="preserve"> </w:t>
      </w:r>
      <w:r w:rsidRPr="0008167C">
        <w:t>происходит</w:t>
      </w:r>
      <w:r w:rsidR="0008167C" w:rsidRPr="0008167C">
        <w:t xml:space="preserve"> </w:t>
      </w:r>
      <w:r w:rsidRPr="0008167C">
        <w:t>различно</w:t>
      </w:r>
      <w:r w:rsidR="0008167C" w:rsidRPr="0008167C">
        <w:t xml:space="preserve">. </w:t>
      </w:r>
      <w:r w:rsidRPr="0008167C">
        <w:t>Например,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Норвежском,</w:t>
      </w:r>
      <w:r w:rsidR="0008167C" w:rsidRPr="0008167C">
        <w:t xml:space="preserve"> </w:t>
      </w:r>
      <w:r w:rsidRPr="0008167C">
        <w:t>Гренландском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Баренцевом</w:t>
      </w:r>
      <w:r w:rsidR="0008167C" w:rsidRPr="0008167C">
        <w:t xml:space="preserve"> </w:t>
      </w:r>
      <w:r w:rsidRPr="0008167C">
        <w:t>морях,</w:t>
      </w:r>
      <w:r w:rsidR="0008167C" w:rsidRPr="0008167C">
        <w:t xml:space="preserve"> </w:t>
      </w:r>
      <w:r w:rsidRPr="0008167C">
        <w:t>входящие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систему</w:t>
      </w:r>
      <w:r w:rsidR="0008167C" w:rsidRPr="0008167C">
        <w:t xml:space="preserve"> </w:t>
      </w:r>
      <w:r w:rsidRPr="0008167C">
        <w:t>течений</w:t>
      </w:r>
      <w:r w:rsidR="0008167C" w:rsidRPr="0008167C">
        <w:t xml:space="preserve"> </w:t>
      </w:r>
      <w:r w:rsidRPr="0008167C">
        <w:t>Северного</w:t>
      </w:r>
      <w:r w:rsidR="0008167C" w:rsidRPr="0008167C">
        <w:t xml:space="preserve"> </w:t>
      </w:r>
      <w:r w:rsidRPr="0008167C">
        <w:t>Ледовитого</w:t>
      </w:r>
      <w:r w:rsidR="0008167C" w:rsidRPr="0008167C">
        <w:t xml:space="preserve"> </w:t>
      </w:r>
      <w:r w:rsidRPr="0008167C">
        <w:t>океана,</w:t>
      </w:r>
      <w:r w:rsidR="0008167C" w:rsidRPr="0008167C">
        <w:t xml:space="preserve"> </w:t>
      </w:r>
      <w:r w:rsidRPr="0008167C">
        <w:t>тесно</w:t>
      </w:r>
      <w:r w:rsidR="0008167C" w:rsidRPr="0008167C">
        <w:t xml:space="preserve"> </w:t>
      </w:r>
      <w:r w:rsidRPr="0008167C">
        <w:t>связаны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течениями</w:t>
      </w:r>
      <w:r w:rsidR="0008167C" w:rsidRPr="0008167C">
        <w:t xml:space="preserve"> </w:t>
      </w:r>
      <w:r w:rsidRPr="0008167C">
        <w:t>Атлантического</w:t>
      </w:r>
      <w:r w:rsidR="0008167C" w:rsidRPr="0008167C">
        <w:t xml:space="preserve"> </w:t>
      </w:r>
      <w:r w:rsidRPr="0008167C">
        <w:t>океана,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также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атмосферными</w:t>
      </w:r>
      <w:r w:rsidR="0008167C" w:rsidRPr="0008167C">
        <w:t xml:space="preserve"> </w:t>
      </w:r>
      <w:r w:rsidRPr="0008167C">
        <w:t>процессами,</w:t>
      </w:r>
      <w:r w:rsidR="0008167C" w:rsidRPr="0008167C">
        <w:t xml:space="preserve"> </w:t>
      </w:r>
      <w:r w:rsidRPr="0008167C">
        <w:t>господствующими</w:t>
      </w:r>
      <w:r w:rsidR="0008167C" w:rsidRPr="0008167C">
        <w:t xml:space="preserve"> </w:t>
      </w:r>
      <w:r w:rsidRPr="0008167C">
        <w:t>над</w:t>
      </w:r>
      <w:r w:rsidR="0008167C" w:rsidRPr="0008167C">
        <w:t xml:space="preserve"> </w:t>
      </w:r>
      <w:r w:rsidRPr="0008167C">
        <w:t>акваторией</w:t>
      </w:r>
      <w:r w:rsidR="0008167C" w:rsidRPr="0008167C">
        <w:t xml:space="preserve"> </w:t>
      </w:r>
      <w:r w:rsidRPr="0008167C">
        <w:t>этого</w:t>
      </w:r>
      <w:r w:rsidR="0008167C" w:rsidRPr="0008167C">
        <w:t xml:space="preserve"> </w:t>
      </w:r>
      <w:r w:rsidRPr="0008167C">
        <w:t>района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В</w:t>
      </w:r>
      <w:r w:rsidR="0008167C" w:rsidRPr="0008167C">
        <w:t xml:space="preserve"> </w:t>
      </w:r>
      <w:r w:rsidRPr="0008167C">
        <w:t>Балтийском</w:t>
      </w:r>
      <w:r w:rsidR="0008167C" w:rsidRPr="0008167C">
        <w:t xml:space="preserve"> </w:t>
      </w:r>
      <w:r w:rsidRPr="0008167C">
        <w:t>море</w:t>
      </w:r>
      <w:r w:rsidR="0008167C" w:rsidRPr="0008167C">
        <w:t xml:space="preserve"> </w:t>
      </w:r>
      <w:r w:rsidRPr="0008167C">
        <w:t>поверхностное</w:t>
      </w:r>
      <w:r w:rsidR="0008167C" w:rsidRPr="0008167C">
        <w:t xml:space="preserve"> </w:t>
      </w:r>
      <w:r w:rsidRPr="0008167C">
        <w:t>течение,</w:t>
      </w:r>
      <w:r w:rsidR="0008167C" w:rsidRPr="0008167C">
        <w:t xml:space="preserve"> </w:t>
      </w:r>
      <w:r w:rsidRPr="0008167C">
        <w:t>вызванное</w:t>
      </w:r>
      <w:r w:rsidR="0008167C" w:rsidRPr="0008167C">
        <w:t xml:space="preserve"> </w:t>
      </w:r>
      <w:r w:rsidRPr="0008167C">
        <w:t>обильным</w:t>
      </w:r>
      <w:r w:rsidR="0008167C" w:rsidRPr="0008167C">
        <w:t xml:space="preserve"> </w:t>
      </w:r>
      <w:r w:rsidRPr="0008167C">
        <w:t>притоком</w:t>
      </w:r>
      <w:r w:rsidR="0008167C" w:rsidRPr="0008167C">
        <w:t xml:space="preserve"> </w:t>
      </w:r>
      <w:r w:rsidRPr="0008167C">
        <w:t>речных</w:t>
      </w:r>
      <w:r w:rsidR="0008167C" w:rsidRPr="0008167C">
        <w:t xml:space="preserve"> </w:t>
      </w:r>
      <w:r w:rsidRPr="0008167C">
        <w:t>вод,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зависимости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направления</w:t>
      </w:r>
      <w:r w:rsidR="0008167C" w:rsidRPr="0008167C">
        <w:t xml:space="preserve"> </w:t>
      </w:r>
      <w:r w:rsidRPr="0008167C">
        <w:t>ветров</w:t>
      </w:r>
      <w:r w:rsidR="0008167C" w:rsidRPr="0008167C">
        <w:t xml:space="preserve"> </w:t>
      </w:r>
      <w:r w:rsidRPr="0008167C">
        <w:t>усиливается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ослабевает</w:t>
      </w:r>
      <w:r w:rsidR="0008167C" w:rsidRPr="0008167C">
        <w:t xml:space="preserve">. </w:t>
      </w:r>
      <w:r w:rsidRPr="0008167C">
        <w:t>При</w:t>
      </w:r>
      <w:r w:rsidR="0008167C" w:rsidRPr="0008167C">
        <w:t xml:space="preserve"> </w:t>
      </w:r>
      <w:r w:rsidRPr="0008167C">
        <w:t>преобладании</w:t>
      </w:r>
      <w:r w:rsidR="0008167C" w:rsidRPr="0008167C">
        <w:t xml:space="preserve"> </w:t>
      </w:r>
      <w:r w:rsidRPr="0008167C">
        <w:t>ветров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юго-запада</w:t>
      </w:r>
      <w:r w:rsidR="0008167C" w:rsidRPr="0008167C">
        <w:t xml:space="preserve"> </w:t>
      </w:r>
      <w:r w:rsidRPr="0008167C">
        <w:t>наблюдается</w:t>
      </w:r>
      <w:r w:rsidR="0008167C" w:rsidRPr="0008167C">
        <w:t xml:space="preserve"> </w:t>
      </w:r>
      <w:r w:rsidRPr="0008167C">
        <w:t>круговорот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 </w:t>
      </w:r>
      <w:r w:rsidRPr="0008167C">
        <w:t>против</w:t>
      </w:r>
      <w:r w:rsidR="0008167C" w:rsidRPr="0008167C">
        <w:t xml:space="preserve"> </w:t>
      </w:r>
      <w:r w:rsidRPr="0008167C">
        <w:t>часовой</w:t>
      </w:r>
      <w:r w:rsidR="0008167C" w:rsidRPr="0008167C">
        <w:t xml:space="preserve"> </w:t>
      </w:r>
      <w:r w:rsidRPr="0008167C">
        <w:t>стрелки</w:t>
      </w:r>
      <w:r w:rsidR="0008167C" w:rsidRPr="0008167C">
        <w:t xml:space="preserve">: </w:t>
      </w:r>
      <w:r w:rsidRPr="0008167C">
        <w:t>вдоль</w:t>
      </w:r>
      <w:r w:rsidR="0008167C" w:rsidRPr="0008167C">
        <w:t xml:space="preserve"> </w:t>
      </w:r>
      <w:r w:rsidRPr="0008167C">
        <w:t>южных</w:t>
      </w:r>
      <w:r w:rsidR="0008167C" w:rsidRPr="0008167C">
        <w:t xml:space="preserve"> </w:t>
      </w:r>
      <w:r w:rsidRPr="0008167C">
        <w:t>берегов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восток,</w:t>
      </w:r>
      <w:r w:rsidR="0008167C" w:rsidRPr="0008167C">
        <w:t xml:space="preserve"> </w:t>
      </w:r>
      <w:r w:rsidRPr="0008167C">
        <w:t>вдоль</w:t>
      </w:r>
      <w:r w:rsidR="0008167C" w:rsidRPr="0008167C">
        <w:t xml:space="preserve"> </w:t>
      </w:r>
      <w:r w:rsidRPr="0008167C">
        <w:t>восточных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север</w:t>
      </w:r>
      <w:r w:rsidR="0008167C" w:rsidRPr="0008167C">
        <w:t xml:space="preserve">. </w:t>
      </w:r>
      <w:r w:rsidRPr="0008167C">
        <w:t>Течения</w:t>
      </w:r>
      <w:r w:rsidR="0008167C" w:rsidRPr="0008167C">
        <w:t xml:space="preserve"> </w:t>
      </w:r>
      <w:r w:rsidRPr="0008167C">
        <w:t>Черного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Азовского</w:t>
      </w:r>
      <w:r w:rsidR="0008167C" w:rsidRPr="0008167C">
        <w:t xml:space="preserve"> </w:t>
      </w:r>
      <w:r w:rsidRPr="0008167C">
        <w:t>морей</w:t>
      </w:r>
      <w:r w:rsidR="0008167C" w:rsidRPr="0008167C">
        <w:t xml:space="preserve"> </w:t>
      </w:r>
      <w:r w:rsidRPr="0008167C">
        <w:t>связаны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господствующими</w:t>
      </w:r>
      <w:r w:rsidR="0008167C" w:rsidRPr="0008167C">
        <w:t xml:space="preserve"> </w:t>
      </w:r>
      <w:r w:rsidRPr="0008167C">
        <w:t>здесь</w:t>
      </w:r>
      <w:r w:rsidR="0008167C" w:rsidRPr="0008167C">
        <w:t xml:space="preserve"> </w:t>
      </w:r>
      <w:r w:rsidRPr="0008167C">
        <w:t>ветрами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Весьма</w:t>
      </w:r>
      <w:r w:rsidR="0008167C" w:rsidRPr="0008167C">
        <w:t xml:space="preserve"> </w:t>
      </w:r>
      <w:r w:rsidRPr="0008167C">
        <w:t>распространены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морях</w:t>
      </w:r>
      <w:r w:rsidR="0008167C" w:rsidRPr="0008167C">
        <w:t xml:space="preserve"> </w:t>
      </w:r>
      <w:r w:rsidRPr="0008167C">
        <w:t>стоковые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сточные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. </w:t>
      </w:r>
      <w:r w:rsidRPr="0008167C">
        <w:t>Дрейфовое</w:t>
      </w:r>
      <w:r w:rsidR="0008167C" w:rsidRPr="0008167C">
        <w:t xml:space="preserve"> </w:t>
      </w:r>
      <w:r w:rsidRPr="0008167C">
        <w:t>Карибское</w:t>
      </w:r>
      <w:r w:rsidR="0008167C" w:rsidRPr="0008167C">
        <w:t xml:space="preserve"> </w:t>
      </w:r>
      <w:r w:rsidRPr="0008167C">
        <w:t>течение</w:t>
      </w:r>
      <w:r w:rsidR="0008167C" w:rsidRPr="0008167C">
        <w:t xml:space="preserve"> </w:t>
      </w:r>
      <w:r w:rsidRPr="0008167C">
        <w:t>приносит</w:t>
      </w:r>
      <w:r w:rsidR="0008167C" w:rsidRPr="0008167C">
        <w:t xml:space="preserve"> </w:t>
      </w:r>
      <w:r w:rsidRPr="0008167C">
        <w:t>большое</w:t>
      </w:r>
      <w:r w:rsidR="0008167C" w:rsidRPr="0008167C">
        <w:t xml:space="preserve"> </w:t>
      </w:r>
      <w:r w:rsidRPr="0008167C">
        <w:t>количество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Мексиканский</w:t>
      </w:r>
      <w:r w:rsidR="0008167C" w:rsidRPr="0008167C">
        <w:t xml:space="preserve"> </w:t>
      </w:r>
      <w:r w:rsidRPr="0008167C">
        <w:t>залив,</w:t>
      </w:r>
      <w:r w:rsidR="0008167C" w:rsidRPr="0008167C">
        <w:t xml:space="preserve"> </w:t>
      </w:r>
      <w:r w:rsidRPr="0008167C">
        <w:t>куда</w:t>
      </w:r>
      <w:r w:rsidR="0008167C" w:rsidRPr="0008167C">
        <w:t xml:space="preserve"> </w:t>
      </w:r>
      <w:r w:rsidRPr="0008167C">
        <w:t>вливается</w:t>
      </w:r>
      <w:r w:rsidR="0008167C" w:rsidRPr="0008167C">
        <w:t xml:space="preserve"> </w:t>
      </w:r>
      <w:r w:rsidRPr="0008167C">
        <w:t>обильный</w:t>
      </w:r>
      <w:r w:rsidR="0008167C" w:rsidRPr="0008167C">
        <w:t xml:space="preserve"> </w:t>
      </w:r>
      <w:r w:rsidRPr="0008167C">
        <w:t>сток</w:t>
      </w:r>
      <w:r w:rsidR="0008167C" w:rsidRPr="0008167C">
        <w:t xml:space="preserve"> </w:t>
      </w:r>
      <w:r w:rsidRPr="0008167C">
        <w:t>Миссисипи</w:t>
      </w:r>
      <w:r w:rsidR="0008167C" w:rsidRPr="0008167C">
        <w:t xml:space="preserve">. </w:t>
      </w:r>
      <w:r w:rsidRPr="0008167C">
        <w:t>Избыток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этом</w:t>
      </w:r>
      <w:r w:rsidR="0008167C" w:rsidRPr="0008167C">
        <w:t xml:space="preserve"> </w:t>
      </w:r>
      <w:r w:rsidRPr="0008167C">
        <w:t>заливе</w:t>
      </w:r>
      <w:r w:rsidR="0008167C" w:rsidRPr="0008167C">
        <w:t xml:space="preserve"> </w:t>
      </w:r>
      <w:r w:rsidRPr="0008167C">
        <w:t>создает</w:t>
      </w:r>
      <w:r w:rsidR="0008167C" w:rsidRPr="0008167C">
        <w:t xml:space="preserve"> </w:t>
      </w:r>
      <w:r w:rsidRPr="0008167C">
        <w:t>мощное</w:t>
      </w:r>
      <w:r w:rsidR="0008167C" w:rsidRPr="0008167C">
        <w:t xml:space="preserve"> </w:t>
      </w:r>
      <w:r w:rsidRPr="0008167C">
        <w:t>сточное</w:t>
      </w:r>
      <w:r w:rsidR="0008167C" w:rsidRPr="0008167C">
        <w:t xml:space="preserve"> </w:t>
      </w:r>
      <w:r w:rsidRPr="0008167C">
        <w:t>Флоридское</w:t>
      </w:r>
      <w:r w:rsidR="0008167C" w:rsidRPr="0008167C">
        <w:t xml:space="preserve"> </w:t>
      </w:r>
      <w:r w:rsidRPr="0008167C">
        <w:t>течение</w:t>
      </w:r>
      <w:r w:rsidR="0008167C" w:rsidRPr="0008167C">
        <w:t xml:space="preserve"> </w:t>
      </w:r>
      <w:r w:rsidRPr="0008167C">
        <w:t>через</w:t>
      </w:r>
      <w:r w:rsidR="0008167C" w:rsidRPr="0008167C">
        <w:t xml:space="preserve"> </w:t>
      </w:r>
      <w:r w:rsidRPr="0008167C">
        <w:t>одноименный</w:t>
      </w:r>
      <w:r w:rsidR="0008167C" w:rsidRPr="0008167C">
        <w:t xml:space="preserve"> </w:t>
      </w:r>
      <w:r w:rsidRPr="0008167C">
        <w:t>пролив</w:t>
      </w:r>
      <w:r w:rsidR="0008167C" w:rsidRPr="0008167C">
        <w:t xml:space="preserve">. </w:t>
      </w:r>
      <w:r w:rsidRPr="0008167C">
        <w:t>Обь</w:t>
      </w:r>
      <w:r w:rsidR="0008167C" w:rsidRPr="0008167C">
        <w:t xml:space="preserve"> - </w:t>
      </w:r>
      <w:r w:rsidRPr="0008167C">
        <w:t>Енисейское</w:t>
      </w:r>
      <w:r w:rsidR="0008167C" w:rsidRPr="0008167C">
        <w:t xml:space="preserve"> </w:t>
      </w:r>
      <w:r w:rsidRPr="0008167C">
        <w:t>течение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Карском</w:t>
      </w:r>
      <w:r w:rsidR="0008167C" w:rsidRPr="0008167C">
        <w:t xml:space="preserve"> </w:t>
      </w:r>
      <w:r w:rsidRPr="0008167C">
        <w:t>море,</w:t>
      </w:r>
      <w:r w:rsidR="0008167C" w:rsidRPr="0008167C">
        <w:t xml:space="preserve"> </w:t>
      </w:r>
      <w:r w:rsidRPr="0008167C">
        <w:t>Ленское</w:t>
      </w:r>
      <w:r w:rsidR="0008167C" w:rsidRPr="0008167C">
        <w:t xml:space="preserve"> - </w:t>
      </w:r>
      <w:r w:rsidRPr="0008167C">
        <w:t>в</w:t>
      </w:r>
      <w:r w:rsidR="0008167C" w:rsidRPr="0008167C">
        <w:t xml:space="preserve"> </w:t>
      </w:r>
      <w:r w:rsidRPr="0008167C">
        <w:t>море</w:t>
      </w:r>
      <w:r w:rsidR="0008167C" w:rsidRPr="0008167C">
        <w:t xml:space="preserve"> </w:t>
      </w:r>
      <w:r w:rsidRPr="0008167C">
        <w:t>Лаптевых</w:t>
      </w:r>
      <w:r w:rsidR="0008167C" w:rsidRPr="0008167C">
        <w:t xml:space="preserve"> </w:t>
      </w:r>
      <w:r w:rsidRPr="0008167C">
        <w:t>представляют</w:t>
      </w:r>
      <w:r w:rsidR="0008167C" w:rsidRPr="0008167C">
        <w:t xml:space="preserve"> </w:t>
      </w:r>
      <w:r w:rsidRPr="0008167C">
        <w:t>собой</w:t>
      </w:r>
      <w:r w:rsidR="0008167C" w:rsidRPr="0008167C">
        <w:t xml:space="preserve"> </w:t>
      </w:r>
      <w:r w:rsidRPr="0008167C">
        <w:t>типичные</w:t>
      </w:r>
      <w:r w:rsidR="0008167C" w:rsidRPr="0008167C">
        <w:t xml:space="preserve"> </w:t>
      </w:r>
      <w:r w:rsidRPr="0008167C">
        <w:t>стоковые</w:t>
      </w:r>
      <w:r w:rsidR="0008167C" w:rsidRPr="0008167C">
        <w:t xml:space="preserve"> </w:t>
      </w:r>
      <w:r w:rsidRPr="0008167C">
        <w:t>течения,</w:t>
      </w:r>
      <w:r w:rsidR="0008167C" w:rsidRPr="0008167C">
        <w:t xml:space="preserve"> </w:t>
      </w:r>
      <w:r w:rsidRPr="0008167C">
        <w:t>возникающие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результате</w:t>
      </w:r>
      <w:r w:rsidR="0008167C" w:rsidRPr="0008167C">
        <w:t xml:space="preserve"> </w:t>
      </w:r>
      <w:r w:rsidRPr="0008167C">
        <w:t>стока</w:t>
      </w:r>
      <w:r w:rsidR="0008167C" w:rsidRPr="0008167C">
        <w:t xml:space="preserve"> </w:t>
      </w:r>
      <w:r w:rsidRPr="0008167C">
        <w:t>огромных</w:t>
      </w:r>
      <w:r w:rsidR="0008167C" w:rsidRPr="0008167C">
        <w:t xml:space="preserve"> </w:t>
      </w:r>
      <w:r w:rsidRPr="0008167C">
        <w:t>масс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 </w:t>
      </w:r>
      <w:r w:rsidRPr="0008167C">
        <w:t>рек</w:t>
      </w:r>
      <w:r w:rsidR="0008167C" w:rsidRPr="0008167C">
        <w:t xml:space="preserve"> </w:t>
      </w:r>
      <w:r w:rsidRPr="0008167C">
        <w:t>Сибири</w:t>
      </w:r>
      <w:r w:rsidR="0008167C" w:rsidRPr="0008167C">
        <w:t xml:space="preserve"> - </w:t>
      </w:r>
      <w:r w:rsidRPr="0008167C">
        <w:t>Оби,</w:t>
      </w:r>
      <w:r w:rsidR="0008167C" w:rsidRPr="0008167C">
        <w:t xml:space="preserve"> </w:t>
      </w:r>
      <w:r w:rsidRPr="0008167C">
        <w:t>Енисея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Лены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В</w:t>
      </w:r>
      <w:r w:rsidR="0008167C" w:rsidRPr="0008167C">
        <w:t xml:space="preserve"> </w:t>
      </w:r>
      <w:r w:rsidRPr="0008167C">
        <w:t>морях,</w:t>
      </w:r>
      <w:r w:rsidR="0008167C" w:rsidRPr="0008167C">
        <w:t xml:space="preserve"> </w:t>
      </w:r>
      <w:r w:rsidRPr="0008167C">
        <w:t>где</w:t>
      </w:r>
      <w:r w:rsidR="0008167C" w:rsidRPr="0008167C">
        <w:t xml:space="preserve"> </w:t>
      </w:r>
      <w:r w:rsidRPr="0008167C">
        <w:t>развиты</w:t>
      </w:r>
      <w:r w:rsidR="0008167C" w:rsidRPr="0008167C">
        <w:t xml:space="preserve"> </w:t>
      </w:r>
      <w:r w:rsidRPr="0008167C">
        <w:t>приливные</w:t>
      </w:r>
      <w:r w:rsidR="0008167C" w:rsidRPr="0008167C">
        <w:t xml:space="preserve"> </w:t>
      </w:r>
      <w:r w:rsidRPr="0008167C">
        <w:t>явления,</w:t>
      </w:r>
      <w:r w:rsidR="0008167C" w:rsidRPr="0008167C">
        <w:t xml:space="preserve"> </w:t>
      </w:r>
      <w:r w:rsidRPr="0008167C">
        <w:t>обычно</w:t>
      </w:r>
      <w:r w:rsidR="0008167C" w:rsidRPr="0008167C">
        <w:t xml:space="preserve"> </w:t>
      </w:r>
      <w:r w:rsidRPr="0008167C">
        <w:t>хорошо</w:t>
      </w:r>
      <w:r w:rsidR="0008167C" w:rsidRPr="0008167C">
        <w:t xml:space="preserve"> </w:t>
      </w:r>
      <w:r w:rsidRPr="0008167C">
        <w:t>выражены</w:t>
      </w:r>
      <w:r w:rsidR="0008167C" w:rsidRPr="0008167C">
        <w:t xml:space="preserve"> </w:t>
      </w:r>
      <w:r w:rsidRPr="0008167C">
        <w:t>приливные</w:t>
      </w:r>
      <w:r w:rsidR="0008167C" w:rsidRPr="0008167C">
        <w:t xml:space="preserve"> </w:t>
      </w:r>
      <w:r w:rsidRPr="0008167C">
        <w:t>течения,</w:t>
      </w:r>
      <w:r w:rsidR="0008167C" w:rsidRPr="0008167C">
        <w:t xml:space="preserve"> </w:t>
      </w:r>
      <w:r w:rsidRPr="0008167C">
        <w:t>иногда</w:t>
      </w:r>
      <w:r w:rsidR="0008167C" w:rsidRPr="0008167C">
        <w:t xml:space="preserve"> </w:t>
      </w:r>
      <w:r w:rsidRPr="0008167C">
        <w:t>превалирующие</w:t>
      </w:r>
      <w:r w:rsidR="0008167C" w:rsidRPr="0008167C">
        <w:t xml:space="preserve"> </w:t>
      </w:r>
      <w:r w:rsidRPr="0008167C">
        <w:t>над</w:t>
      </w:r>
      <w:r w:rsidR="0008167C" w:rsidRPr="0008167C">
        <w:t xml:space="preserve"> </w:t>
      </w:r>
      <w:r w:rsidRPr="0008167C">
        <w:t>всеми</w:t>
      </w:r>
      <w:r w:rsidR="0008167C" w:rsidRPr="0008167C">
        <w:t xml:space="preserve"> </w:t>
      </w:r>
      <w:r w:rsidRPr="0008167C">
        <w:t>остальными</w:t>
      </w:r>
      <w:r w:rsidR="0008167C" w:rsidRPr="0008167C">
        <w:t xml:space="preserve">. </w:t>
      </w:r>
      <w:r w:rsidRPr="0008167C">
        <w:t>Так,</w:t>
      </w:r>
      <w:r w:rsidR="0008167C" w:rsidRPr="0008167C">
        <w:t xml:space="preserve"> </w:t>
      </w:r>
      <w:r w:rsidRPr="0008167C">
        <w:t>например,</w:t>
      </w:r>
      <w:r w:rsidR="0008167C" w:rsidRPr="0008167C">
        <w:t xml:space="preserve"> </w:t>
      </w:r>
      <w:r w:rsidRPr="0008167C">
        <w:t>интенсивные</w:t>
      </w:r>
      <w:r w:rsidR="0008167C" w:rsidRPr="0008167C">
        <w:t xml:space="preserve"> </w:t>
      </w:r>
      <w:r w:rsidRPr="0008167C">
        <w:t>приливные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 </w:t>
      </w:r>
      <w:r w:rsidRPr="0008167C">
        <w:t>наблюдаются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Белом</w:t>
      </w:r>
      <w:r w:rsidR="0008167C" w:rsidRPr="0008167C">
        <w:t xml:space="preserve"> </w:t>
      </w:r>
      <w:r w:rsidRPr="0008167C">
        <w:t>море,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Японском,</w:t>
      </w:r>
      <w:r w:rsidR="0008167C" w:rsidRPr="0008167C">
        <w:t xml:space="preserve"> </w:t>
      </w:r>
      <w:r w:rsidRPr="0008167C">
        <w:t>Охотском,</w:t>
      </w:r>
      <w:r w:rsidR="0008167C" w:rsidRPr="0008167C">
        <w:t xml:space="preserve"> </w:t>
      </w:r>
      <w:r w:rsidRPr="0008167C">
        <w:t>Северном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др</w:t>
      </w:r>
      <w:r w:rsidR="0008167C" w:rsidRPr="0008167C">
        <w:t>.</w:t>
      </w:r>
    </w:p>
    <w:p w:rsidR="0008167C" w:rsidRPr="0008167C" w:rsidRDefault="00223F35" w:rsidP="0008167C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bookmarkStart w:id="22" w:name="_Toc8497751"/>
      <w:bookmarkStart w:id="23" w:name="_Toc8498116"/>
      <w:bookmarkStart w:id="24" w:name="_Toc8498784"/>
      <w:r w:rsidRPr="0008167C">
        <w:rPr>
          <w:smallCaps w:val="0"/>
        </w:rPr>
        <w:t>Реки</w:t>
      </w:r>
      <w:r w:rsidR="0008167C" w:rsidRPr="0008167C">
        <w:rPr>
          <w:smallCaps w:val="0"/>
        </w:rPr>
        <w:t>.</w:t>
      </w:r>
      <w:bookmarkEnd w:id="22"/>
      <w:bookmarkEnd w:id="23"/>
      <w:bookmarkEnd w:id="24"/>
    </w:p>
    <w:p w:rsidR="0008167C" w:rsidRPr="0008167C" w:rsidRDefault="00223F35" w:rsidP="0008167C">
      <w:pPr>
        <w:pStyle w:val="3"/>
        <w:tabs>
          <w:tab w:val="left" w:pos="726"/>
        </w:tabs>
        <w:rPr>
          <w:color w:val="000000"/>
        </w:rPr>
      </w:pPr>
      <w:bookmarkStart w:id="25" w:name="_Toc8497752"/>
      <w:bookmarkStart w:id="26" w:name="_Toc8498117"/>
      <w:bookmarkStart w:id="27" w:name="_Toc8498785"/>
      <w:r w:rsidRPr="0008167C">
        <w:rPr>
          <w:color w:val="000000"/>
        </w:rPr>
        <w:t>Река,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ее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притоки,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речная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система</w:t>
      </w:r>
      <w:r w:rsidR="0008167C" w:rsidRPr="0008167C">
        <w:rPr>
          <w:color w:val="000000"/>
        </w:rPr>
        <w:t>.</w:t>
      </w:r>
      <w:bookmarkEnd w:id="25"/>
      <w:bookmarkEnd w:id="26"/>
      <w:bookmarkEnd w:id="27"/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rPr>
          <w:i/>
        </w:rPr>
        <w:t>Рекой</w:t>
      </w:r>
      <w:r w:rsidR="0008167C" w:rsidRPr="0008167C">
        <w:t xml:space="preserve"> </w:t>
      </w:r>
      <w:r w:rsidRPr="0008167C">
        <w:t>называется</w:t>
      </w:r>
      <w:r w:rsidR="0008167C" w:rsidRPr="0008167C">
        <w:t xml:space="preserve"> </w:t>
      </w:r>
      <w:r w:rsidRPr="0008167C">
        <w:t>водный</w:t>
      </w:r>
      <w:r w:rsidR="0008167C" w:rsidRPr="0008167C">
        <w:t xml:space="preserve"> </w:t>
      </w:r>
      <w:r w:rsidRPr="0008167C">
        <w:t>поток,</w:t>
      </w:r>
      <w:r w:rsidR="0008167C" w:rsidRPr="0008167C">
        <w:t xml:space="preserve"> </w:t>
      </w:r>
      <w:r w:rsidRPr="0008167C">
        <w:t>протекающий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естественном</w:t>
      </w:r>
      <w:r w:rsidR="0008167C" w:rsidRPr="0008167C">
        <w:t xml:space="preserve"> </w:t>
      </w:r>
      <w:r w:rsidRPr="0008167C">
        <w:t>русле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питающийся</w:t>
      </w:r>
      <w:r w:rsidR="0008167C" w:rsidRPr="0008167C">
        <w:t xml:space="preserve"> </w:t>
      </w:r>
      <w:r w:rsidRPr="0008167C">
        <w:t>за</w:t>
      </w:r>
      <w:r w:rsidR="0008167C" w:rsidRPr="0008167C">
        <w:t xml:space="preserve"> </w:t>
      </w:r>
      <w:r w:rsidRPr="0008167C">
        <w:t>счет</w:t>
      </w:r>
      <w:r w:rsidR="0008167C" w:rsidRPr="0008167C">
        <w:t xml:space="preserve"> </w:t>
      </w:r>
      <w:r w:rsidRPr="0008167C">
        <w:t>поверхностного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подземного</w:t>
      </w:r>
      <w:r w:rsidR="0008167C" w:rsidRPr="0008167C">
        <w:t xml:space="preserve"> </w:t>
      </w:r>
      <w:r w:rsidRPr="0008167C">
        <w:t>стока</w:t>
      </w:r>
      <w:r w:rsidR="0008167C" w:rsidRPr="0008167C">
        <w:t xml:space="preserve"> </w:t>
      </w:r>
      <w:r w:rsidRPr="0008167C">
        <w:t>речного</w:t>
      </w:r>
      <w:r w:rsidR="0008167C" w:rsidRPr="0008167C">
        <w:t xml:space="preserve"> </w:t>
      </w:r>
      <w:r w:rsidRPr="0008167C">
        <w:t>бассейна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</w:pPr>
      <w:r w:rsidRPr="0008167C">
        <w:t>Атмосферные</w:t>
      </w:r>
      <w:r w:rsidR="0008167C" w:rsidRPr="0008167C">
        <w:t xml:space="preserve"> </w:t>
      </w:r>
      <w:r w:rsidRPr="0008167C">
        <w:t>осадки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сразу</w:t>
      </w:r>
      <w:r w:rsidR="0008167C" w:rsidRPr="0008167C">
        <w:t xml:space="preserve"> </w:t>
      </w:r>
      <w:r w:rsidRPr="0008167C">
        <w:t>попадают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реки</w:t>
      </w:r>
      <w:r w:rsidR="0008167C" w:rsidRPr="0008167C">
        <w:t xml:space="preserve">. </w:t>
      </w:r>
      <w:r w:rsidRPr="0008167C">
        <w:t>Сток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осуществляется</w:t>
      </w:r>
      <w:r w:rsidR="0008167C" w:rsidRPr="0008167C">
        <w:t xml:space="preserve"> </w:t>
      </w:r>
      <w:r w:rsidRPr="0008167C">
        <w:t>сначала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виде</w:t>
      </w:r>
      <w:r w:rsidR="0008167C" w:rsidRPr="0008167C">
        <w:t xml:space="preserve"> </w:t>
      </w:r>
      <w:r w:rsidRPr="0008167C">
        <w:t>временных</w:t>
      </w:r>
      <w:r w:rsidR="0008167C" w:rsidRPr="0008167C">
        <w:t xml:space="preserve"> </w:t>
      </w:r>
      <w:r w:rsidRPr="0008167C">
        <w:t>потоков,</w:t>
      </w:r>
      <w:r w:rsidR="0008167C" w:rsidRPr="0008167C">
        <w:t xml:space="preserve"> </w:t>
      </w:r>
      <w:r w:rsidRPr="0008167C">
        <w:t>возникающих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период</w:t>
      </w:r>
      <w:r w:rsidR="0008167C" w:rsidRPr="0008167C">
        <w:t xml:space="preserve"> </w:t>
      </w:r>
      <w:r w:rsidRPr="0008167C">
        <w:t>таяния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выпадения</w:t>
      </w:r>
      <w:r w:rsidR="0008167C" w:rsidRPr="0008167C">
        <w:t xml:space="preserve"> </w:t>
      </w:r>
      <w:r w:rsidRPr="0008167C">
        <w:t>дождей</w:t>
      </w:r>
      <w:r w:rsidR="0008167C" w:rsidRPr="0008167C">
        <w:t xml:space="preserve">. </w:t>
      </w:r>
      <w:r w:rsidRPr="0008167C">
        <w:t>Сливаясь</w:t>
      </w:r>
      <w:r w:rsidR="0008167C" w:rsidRPr="0008167C">
        <w:t xml:space="preserve"> </w:t>
      </w:r>
      <w:r w:rsidRPr="0008167C">
        <w:t>вместе,</w:t>
      </w:r>
      <w:r w:rsidR="0008167C" w:rsidRPr="0008167C">
        <w:t xml:space="preserve"> </w:t>
      </w:r>
      <w:r w:rsidRPr="0008167C">
        <w:t>они</w:t>
      </w:r>
      <w:r w:rsidR="0008167C" w:rsidRPr="0008167C">
        <w:t xml:space="preserve"> </w:t>
      </w:r>
      <w:r w:rsidRPr="0008167C">
        <w:t>дают</w:t>
      </w:r>
      <w:r w:rsidR="0008167C" w:rsidRPr="0008167C">
        <w:t xml:space="preserve"> </w:t>
      </w:r>
      <w:r w:rsidRPr="0008167C">
        <w:t>начало</w:t>
      </w:r>
      <w:r w:rsidR="0008167C" w:rsidRPr="0008167C">
        <w:t xml:space="preserve"> </w:t>
      </w:r>
      <w:r w:rsidRPr="0008167C">
        <w:t>постоянным</w:t>
      </w:r>
      <w:r w:rsidR="0008167C" w:rsidRPr="0008167C">
        <w:t xml:space="preserve"> </w:t>
      </w:r>
      <w:r w:rsidRPr="0008167C">
        <w:t>потокам</w:t>
      </w:r>
      <w:r w:rsidR="0008167C" w:rsidRPr="0008167C">
        <w:t xml:space="preserve"> - </w:t>
      </w:r>
      <w:r w:rsidRPr="0008167C">
        <w:t>сначала</w:t>
      </w:r>
      <w:r w:rsidR="0008167C" w:rsidRPr="0008167C">
        <w:t xml:space="preserve"> </w:t>
      </w:r>
      <w:r w:rsidRPr="0008167C">
        <w:t>ручьям,</w:t>
      </w:r>
      <w:r w:rsidR="0008167C" w:rsidRPr="0008167C">
        <w:t xml:space="preserve"> </w:t>
      </w:r>
      <w:r w:rsidRPr="0008167C">
        <w:t>малым</w:t>
      </w:r>
      <w:r w:rsidR="0008167C" w:rsidRPr="0008167C">
        <w:t xml:space="preserve"> </w:t>
      </w:r>
      <w:r w:rsidRPr="0008167C">
        <w:t>речкам,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затем</w:t>
      </w:r>
      <w:r w:rsidR="0008167C" w:rsidRPr="0008167C">
        <w:t xml:space="preserve"> </w:t>
      </w:r>
      <w:r w:rsidRPr="0008167C">
        <w:t>рекам</w:t>
      </w:r>
      <w:r w:rsidR="0008167C" w:rsidRPr="0008167C">
        <w:t xml:space="preserve">. </w:t>
      </w:r>
      <w:r w:rsidRPr="0008167C">
        <w:t>Водность</w:t>
      </w:r>
      <w:r w:rsidR="0008167C" w:rsidRPr="0008167C">
        <w:t xml:space="preserve"> </w:t>
      </w:r>
      <w:r w:rsidRPr="0008167C">
        <w:t>рек</w:t>
      </w:r>
      <w:r w:rsidR="0008167C" w:rsidRPr="0008167C">
        <w:t xml:space="preserve"> </w:t>
      </w:r>
      <w:r w:rsidRPr="0008167C">
        <w:t>увеличивается</w:t>
      </w:r>
      <w:r w:rsidR="0008167C" w:rsidRPr="0008167C">
        <w:t xml:space="preserve"> </w:t>
      </w:r>
      <w:r w:rsidRPr="0008167C">
        <w:t>притоком</w:t>
      </w:r>
      <w:r w:rsidR="0008167C" w:rsidRPr="0008167C">
        <w:t xml:space="preserve"> </w:t>
      </w:r>
      <w:r w:rsidRPr="0008167C">
        <w:t>подземных</w:t>
      </w:r>
      <w:r w:rsidR="0008167C" w:rsidRPr="0008167C">
        <w:t xml:space="preserve"> </w:t>
      </w:r>
      <w:r w:rsidRPr="0008167C">
        <w:t>вод,</w:t>
      </w:r>
      <w:r w:rsidR="0008167C" w:rsidRPr="0008167C">
        <w:t xml:space="preserve"> </w:t>
      </w:r>
      <w:r w:rsidRPr="0008167C">
        <w:t>дренируемых</w:t>
      </w:r>
      <w:r w:rsidR="0008167C" w:rsidRPr="0008167C">
        <w:t xml:space="preserve"> </w:t>
      </w:r>
      <w:r w:rsidRPr="0008167C">
        <w:t>речными</w:t>
      </w:r>
      <w:r w:rsidR="0008167C" w:rsidRPr="0008167C">
        <w:t xml:space="preserve"> </w:t>
      </w:r>
      <w:r w:rsidRPr="0008167C">
        <w:t>руслами</w:t>
      </w:r>
      <w:r w:rsidR="0008167C" w:rsidRPr="0008167C">
        <w:t xml:space="preserve">. </w:t>
      </w:r>
      <w:r w:rsidRPr="0008167C">
        <w:t>Реки</w:t>
      </w:r>
      <w:r w:rsidR="0008167C" w:rsidRPr="0008167C">
        <w:t xml:space="preserve"> </w:t>
      </w:r>
      <w:r w:rsidRPr="0008167C">
        <w:t>выносят</w:t>
      </w:r>
      <w:r w:rsidR="0008167C" w:rsidRPr="0008167C">
        <w:t xml:space="preserve"> </w:t>
      </w:r>
      <w:r w:rsidRPr="0008167C">
        <w:t>свои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океаны,</w:t>
      </w:r>
      <w:r w:rsidR="0008167C" w:rsidRPr="0008167C">
        <w:t xml:space="preserve"> </w:t>
      </w:r>
      <w:r w:rsidRPr="0008167C">
        <w:t>моря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озера</w:t>
      </w:r>
      <w:r w:rsidR="0008167C" w:rsidRPr="0008167C">
        <w:t xml:space="preserve">. </w:t>
      </w:r>
      <w:r w:rsidRPr="0008167C">
        <w:t>Река,</w:t>
      </w:r>
      <w:r w:rsidR="0008167C" w:rsidRPr="0008167C">
        <w:t xml:space="preserve"> </w:t>
      </w:r>
      <w:r w:rsidRPr="0008167C">
        <w:t>впадающая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один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таких</w:t>
      </w:r>
      <w:r w:rsidR="0008167C" w:rsidRPr="0008167C">
        <w:t xml:space="preserve"> </w:t>
      </w:r>
      <w:r w:rsidRPr="0008167C">
        <w:t>водоемов,</w:t>
      </w:r>
      <w:r w:rsidR="0008167C" w:rsidRPr="0008167C">
        <w:t xml:space="preserve"> </w:t>
      </w:r>
      <w:r w:rsidRPr="0008167C">
        <w:t>называется</w:t>
      </w:r>
      <w:r w:rsidR="0008167C" w:rsidRPr="0008167C">
        <w:t xml:space="preserve"> </w:t>
      </w:r>
      <w:r w:rsidRPr="0008167C">
        <w:t>главной</w:t>
      </w:r>
      <w:r w:rsidR="0008167C" w:rsidRPr="0008167C">
        <w:t xml:space="preserve"> </w:t>
      </w:r>
      <w:r w:rsidRPr="0008167C">
        <w:t>рекой,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реки,</w:t>
      </w:r>
      <w:r w:rsidR="0008167C" w:rsidRPr="0008167C">
        <w:t xml:space="preserve"> </w:t>
      </w:r>
      <w:r w:rsidRPr="0008167C">
        <w:t>впадающие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нее,</w:t>
      </w:r>
      <w:r w:rsidR="0008167C" w:rsidRPr="0008167C">
        <w:t xml:space="preserve"> - </w:t>
      </w:r>
      <w:r w:rsidRPr="0008167C">
        <w:t>ее</w:t>
      </w:r>
      <w:r w:rsidR="0008167C" w:rsidRPr="0008167C">
        <w:t xml:space="preserve"> </w:t>
      </w:r>
      <w:r w:rsidRPr="0008167C">
        <w:t>притоками</w:t>
      </w:r>
      <w:r w:rsidR="0008167C" w:rsidRPr="0008167C">
        <w:t xml:space="preserve">. </w:t>
      </w:r>
      <w:r w:rsidRPr="0008167C">
        <w:t>Совокупность</w:t>
      </w:r>
      <w:r w:rsidR="0008167C" w:rsidRPr="0008167C">
        <w:t xml:space="preserve"> </w:t>
      </w:r>
      <w:r w:rsidRPr="0008167C">
        <w:t>всех</w:t>
      </w:r>
      <w:r w:rsidR="0008167C" w:rsidRPr="0008167C">
        <w:t xml:space="preserve"> </w:t>
      </w:r>
      <w:r w:rsidRPr="0008167C">
        <w:t>рек,</w:t>
      </w:r>
      <w:r w:rsidR="0008167C" w:rsidRPr="0008167C">
        <w:t xml:space="preserve"> </w:t>
      </w:r>
      <w:r w:rsidRPr="0008167C">
        <w:t>сбрасывающих</w:t>
      </w:r>
      <w:r w:rsidR="0008167C" w:rsidRPr="0008167C">
        <w:t xml:space="preserve"> </w:t>
      </w:r>
      <w:r w:rsidRPr="0008167C">
        <w:t>свои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через</w:t>
      </w:r>
      <w:r w:rsidR="0008167C" w:rsidRPr="0008167C">
        <w:t xml:space="preserve"> </w:t>
      </w:r>
      <w:r w:rsidRPr="0008167C">
        <w:t>главную</w:t>
      </w:r>
      <w:r w:rsidR="0008167C" w:rsidRPr="0008167C">
        <w:t xml:space="preserve"> </w:t>
      </w:r>
      <w:r w:rsidRPr="0008167C">
        <w:t>реку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море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озеро,</w:t>
      </w:r>
      <w:r w:rsidR="0008167C" w:rsidRPr="0008167C">
        <w:t xml:space="preserve"> </w:t>
      </w:r>
      <w:r w:rsidRPr="0008167C">
        <w:t>называется</w:t>
      </w:r>
      <w:r w:rsidR="0008167C" w:rsidRPr="0008167C">
        <w:t xml:space="preserve"> </w:t>
      </w:r>
      <w:r w:rsidRPr="0008167C">
        <w:t>речной</w:t>
      </w:r>
      <w:r w:rsidR="0008167C" w:rsidRPr="0008167C">
        <w:t xml:space="preserve"> </w:t>
      </w:r>
      <w:r w:rsidRPr="0008167C">
        <w:t>системой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речной</w:t>
      </w:r>
      <w:r w:rsidR="0008167C" w:rsidRPr="0008167C">
        <w:t xml:space="preserve"> </w:t>
      </w:r>
      <w:r w:rsidRPr="0008167C">
        <w:t>сетью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Реки,</w:t>
      </w:r>
      <w:r w:rsidR="0008167C" w:rsidRPr="0008167C">
        <w:t xml:space="preserve"> </w:t>
      </w:r>
      <w:r w:rsidRPr="0008167C">
        <w:t>озера,</w:t>
      </w:r>
      <w:r w:rsidR="0008167C" w:rsidRPr="0008167C">
        <w:t xml:space="preserve"> </w:t>
      </w:r>
      <w:r w:rsidRPr="0008167C">
        <w:t>болота,</w:t>
      </w:r>
      <w:r w:rsidR="0008167C" w:rsidRPr="0008167C">
        <w:t xml:space="preserve"> </w:t>
      </w:r>
      <w:r w:rsidRPr="0008167C">
        <w:t>балки,</w:t>
      </w:r>
      <w:r w:rsidR="0008167C" w:rsidRPr="0008167C">
        <w:t xml:space="preserve"> </w:t>
      </w:r>
      <w:r w:rsidRPr="0008167C">
        <w:t>овраги</w:t>
      </w:r>
      <w:r w:rsidR="0008167C" w:rsidRPr="0008167C">
        <w:t xml:space="preserve"> </w:t>
      </w:r>
      <w:r w:rsidRPr="0008167C">
        <w:t>данной</w:t>
      </w:r>
      <w:r w:rsidR="0008167C" w:rsidRPr="0008167C">
        <w:t xml:space="preserve"> </w:t>
      </w:r>
      <w:r w:rsidRPr="0008167C">
        <w:t>территории</w:t>
      </w:r>
      <w:r w:rsidR="0008167C" w:rsidRPr="0008167C">
        <w:t xml:space="preserve"> </w:t>
      </w:r>
      <w:r w:rsidRPr="0008167C">
        <w:t>составляют</w:t>
      </w:r>
      <w:r w:rsidR="0008167C" w:rsidRPr="0008167C">
        <w:t xml:space="preserve"> </w:t>
      </w:r>
      <w:r w:rsidRPr="0008167C">
        <w:t>гидрографическую</w:t>
      </w:r>
      <w:r w:rsidR="0008167C" w:rsidRPr="0008167C">
        <w:t xml:space="preserve"> </w:t>
      </w:r>
      <w:r w:rsidRPr="0008167C">
        <w:t>сеть</w:t>
      </w:r>
      <w:r w:rsidR="0008167C" w:rsidRPr="0008167C">
        <w:t xml:space="preserve"> </w:t>
      </w:r>
      <w:r w:rsidRPr="0008167C">
        <w:t>этой</w:t>
      </w:r>
      <w:r w:rsidR="0008167C" w:rsidRPr="0008167C">
        <w:t xml:space="preserve"> </w:t>
      </w:r>
      <w:r w:rsidRPr="0008167C">
        <w:t>территории</w:t>
      </w:r>
      <w:r w:rsidR="0008167C" w:rsidRPr="0008167C">
        <w:t xml:space="preserve">. </w:t>
      </w:r>
      <w:r w:rsidRPr="0008167C">
        <w:t>Таким</w:t>
      </w:r>
      <w:r w:rsidR="0008167C" w:rsidRPr="0008167C">
        <w:t xml:space="preserve"> </w:t>
      </w:r>
      <w:r w:rsidRPr="0008167C">
        <w:t>образом,</w:t>
      </w:r>
      <w:r w:rsidR="0008167C" w:rsidRPr="0008167C">
        <w:t xml:space="preserve"> </w:t>
      </w:r>
      <w:r w:rsidRPr="0008167C">
        <w:t>речная</w:t>
      </w:r>
      <w:r w:rsidR="0008167C" w:rsidRPr="0008167C">
        <w:t xml:space="preserve"> </w:t>
      </w:r>
      <w:r w:rsidRPr="0008167C">
        <w:t>сеть</w:t>
      </w:r>
      <w:r w:rsidR="0008167C" w:rsidRPr="0008167C">
        <w:t xml:space="preserve"> </w:t>
      </w:r>
      <w:r w:rsidRPr="0008167C">
        <w:t>есть</w:t>
      </w:r>
      <w:r w:rsidR="0008167C" w:rsidRPr="0008167C">
        <w:t xml:space="preserve"> </w:t>
      </w:r>
      <w:r w:rsidRPr="0008167C">
        <w:t>часть</w:t>
      </w:r>
      <w:r w:rsidR="0008167C" w:rsidRPr="0008167C">
        <w:t xml:space="preserve"> </w:t>
      </w:r>
      <w:r w:rsidRPr="0008167C">
        <w:t>гидрографической</w:t>
      </w:r>
      <w:r w:rsidR="0008167C" w:rsidRPr="0008167C">
        <w:t xml:space="preserve"> </w:t>
      </w:r>
      <w:r w:rsidRPr="0008167C">
        <w:t>сети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Различают</w:t>
      </w:r>
      <w:r w:rsidR="0008167C" w:rsidRPr="0008167C">
        <w:t xml:space="preserve"> </w:t>
      </w:r>
      <w:r w:rsidRPr="0008167C">
        <w:t>притоки</w:t>
      </w:r>
      <w:r w:rsidR="0008167C" w:rsidRPr="0008167C">
        <w:t xml:space="preserve"> </w:t>
      </w:r>
      <w:r w:rsidRPr="0008167C">
        <w:t>различных</w:t>
      </w:r>
      <w:r w:rsidR="0008167C" w:rsidRPr="0008167C">
        <w:t xml:space="preserve"> </w:t>
      </w:r>
      <w:r w:rsidRPr="0008167C">
        <w:t>порядков</w:t>
      </w:r>
      <w:r w:rsidR="0008167C" w:rsidRPr="0008167C">
        <w:t xml:space="preserve">. </w:t>
      </w:r>
      <w:r w:rsidRPr="0008167C">
        <w:t>Реки,</w:t>
      </w:r>
      <w:r w:rsidR="0008167C" w:rsidRPr="0008167C">
        <w:t xml:space="preserve"> </w:t>
      </w:r>
      <w:r w:rsidRPr="0008167C">
        <w:t>впадающие</w:t>
      </w:r>
      <w:r w:rsidR="0008167C" w:rsidRPr="0008167C">
        <w:t xml:space="preserve"> </w:t>
      </w:r>
      <w:r w:rsidRPr="0008167C">
        <w:t>непосредственно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главную</w:t>
      </w:r>
      <w:r w:rsidR="0008167C" w:rsidRPr="0008167C">
        <w:t xml:space="preserve"> </w:t>
      </w:r>
      <w:r w:rsidRPr="0008167C">
        <w:t>реку,</w:t>
      </w:r>
      <w:r w:rsidR="0008167C" w:rsidRPr="0008167C">
        <w:t xml:space="preserve"> </w:t>
      </w:r>
      <w:r w:rsidRPr="0008167C">
        <w:t>называются</w:t>
      </w:r>
      <w:r w:rsidR="0008167C" w:rsidRPr="0008167C">
        <w:t xml:space="preserve"> </w:t>
      </w:r>
      <w:r w:rsidRPr="0008167C">
        <w:t>притоками</w:t>
      </w:r>
      <w:r w:rsidR="0008167C" w:rsidRPr="0008167C">
        <w:t xml:space="preserve"> </w:t>
      </w:r>
      <w:r w:rsidRPr="0008167C">
        <w:t>первого</w:t>
      </w:r>
      <w:r w:rsidR="0008167C" w:rsidRPr="0008167C">
        <w:t xml:space="preserve"> </w:t>
      </w:r>
      <w:r w:rsidRPr="0008167C">
        <w:t>порядка,</w:t>
      </w:r>
      <w:r w:rsidR="0008167C" w:rsidRPr="0008167C">
        <w:t xml:space="preserve"> </w:t>
      </w:r>
      <w:r w:rsidRPr="0008167C">
        <w:t>притоки</w:t>
      </w:r>
      <w:r w:rsidR="0008167C" w:rsidRPr="0008167C">
        <w:t xml:space="preserve"> </w:t>
      </w:r>
      <w:r w:rsidRPr="0008167C">
        <w:t>этих</w:t>
      </w:r>
      <w:r w:rsidR="0008167C" w:rsidRPr="0008167C">
        <w:t xml:space="preserve"> </w:t>
      </w:r>
      <w:r w:rsidRPr="0008167C">
        <w:t>притоков</w:t>
      </w:r>
      <w:r w:rsidR="0008167C" w:rsidRPr="0008167C">
        <w:t xml:space="preserve"> - </w:t>
      </w:r>
      <w:r w:rsidRPr="0008167C">
        <w:t>притоками</w:t>
      </w:r>
      <w:r w:rsidR="0008167C" w:rsidRPr="0008167C">
        <w:t xml:space="preserve"> </w:t>
      </w:r>
      <w:r w:rsidRPr="0008167C">
        <w:t>второго</w:t>
      </w:r>
      <w:r w:rsidR="0008167C" w:rsidRPr="0008167C">
        <w:t xml:space="preserve"> </w:t>
      </w:r>
      <w:r w:rsidRPr="0008167C">
        <w:t>порядка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="0008167C">
        <w:t>т.д.</w:t>
      </w:r>
      <w:r w:rsidR="0008167C" w:rsidRPr="0008167C">
        <w:t xml:space="preserve"> </w:t>
      </w:r>
      <w:r w:rsidRPr="0008167C">
        <w:t>Американский</w:t>
      </w:r>
      <w:r w:rsidR="0008167C" w:rsidRPr="0008167C">
        <w:t xml:space="preserve"> </w:t>
      </w:r>
      <w:r w:rsidRPr="0008167C">
        <w:t>гидролог</w:t>
      </w:r>
      <w:r w:rsidR="0008167C" w:rsidRPr="0008167C">
        <w:t xml:space="preserve"> </w:t>
      </w:r>
      <w:r w:rsidRPr="0008167C">
        <w:t>Хортон</w:t>
      </w:r>
      <w:r w:rsidR="0008167C" w:rsidRPr="0008167C">
        <w:t xml:space="preserve"> </w:t>
      </w:r>
      <w:r w:rsidRPr="0008167C">
        <w:t>предложил</w:t>
      </w:r>
      <w:r w:rsidR="0008167C" w:rsidRPr="0008167C">
        <w:t xml:space="preserve"> </w:t>
      </w:r>
      <w:r w:rsidRPr="0008167C">
        <w:t>другую</w:t>
      </w:r>
      <w:r w:rsidR="0008167C" w:rsidRPr="0008167C">
        <w:t xml:space="preserve"> </w:t>
      </w:r>
      <w:r w:rsidRPr="0008167C">
        <w:t>систему</w:t>
      </w:r>
      <w:r w:rsidR="0008167C" w:rsidRPr="0008167C">
        <w:t xml:space="preserve"> </w:t>
      </w:r>
      <w:r w:rsidRPr="0008167C">
        <w:t>классификации</w:t>
      </w:r>
      <w:r w:rsidR="0008167C" w:rsidRPr="0008167C">
        <w:t xml:space="preserve"> </w:t>
      </w:r>
      <w:r w:rsidRPr="0008167C">
        <w:t>притоков</w:t>
      </w:r>
      <w:r w:rsidR="0008167C" w:rsidRPr="0008167C">
        <w:t xml:space="preserve">. </w:t>
      </w:r>
      <w:r w:rsidRPr="0008167C">
        <w:t>Хортон</w:t>
      </w:r>
      <w:r w:rsidR="0008167C" w:rsidRPr="0008167C">
        <w:t xml:space="preserve"> </w:t>
      </w:r>
      <w:r w:rsidRPr="0008167C">
        <w:t>называет</w:t>
      </w:r>
      <w:r w:rsidR="0008167C" w:rsidRPr="0008167C">
        <w:t xml:space="preserve"> </w:t>
      </w:r>
      <w:r w:rsidRPr="0008167C">
        <w:t>рекой</w:t>
      </w:r>
      <w:r w:rsidR="0008167C" w:rsidRPr="0008167C">
        <w:t xml:space="preserve"> </w:t>
      </w:r>
      <w:r w:rsidRPr="0008167C">
        <w:t>первого</w:t>
      </w:r>
      <w:r w:rsidR="0008167C" w:rsidRPr="0008167C">
        <w:t xml:space="preserve"> </w:t>
      </w:r>
      <w:r w:rsidRPr="0008167C">
        <w:t>порядка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элементарной</w:t>
      </w:r>
      <w:r w:rsidR="0008167C" w:rsidRPr="0008167C">
        <w:t xml:space="preserve"> </w:t>
      </w:r>
      <w:r w:rsidRPr="0008167C">
        <w:t>рекой</w:t>
      </w:r>
      <w:r w:rsidR="0008167C" w:rsidRPr="0008167C">
        <w:t xml:space="preserve"> </w:t>
      </w:r>
      <w:r w:rsidRPr="0008167C">
        <w:t>реку,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имеющую</w:t>
      </w:r>
      <w:r w:rsidR="0008167C" w:rsidRPr="0008167C">
        <w:t xml:space="preserve"> </w:t>
      </w:r>
      <w:r w:rsidRPr="0008167C">
        <w:t>притоков,</w:t>
      </w:r>
      <w:r w:rsidR="0008167C" w:rsidRPr="0008167C">
        <w:t xml:space="preserve"> </w:t>
      </w:r>
      <w:r w:rsidRPr="0008167C">
        <w:t>рекой</w:t>
      </w:r>
      <w:r w:rsidR="0008167C" w:rsidRPr="0008167C">
        <w:t xml:space="preserve"> </w:t>
      </w:r>
      <w:r w:rsidRPr="0008167C">
        <w:t>второго</w:t>
      </w:r>
      <w:r w:rsidR="0008167C" w:rsidRPr="0008167C">
        <w:t xml:space="preserve"> </w:t>
      </w:r>
      <w:r w:rsidRPr="0008167C">
        <w:t>порядка</w:t>
      </w:r>
      <w:r w:rsidR="0008167C" w:rsidRPr="0008167C">
        <w:t xml:space="preserve"> - </w:t>
      </w:r>
      <w:r w:rsidRPr="0008167C">
        <w:t>реку,</w:t>
      </w:r>
      <w:r w:rsidR="0008167C" w:rsidRPr="0008167C">
        <w:t xml:space="preserve"> </w:t>
      </w:r>
      <w:r w:rsidRPr="0008167C">
        <w:t>принимающую</w:t>
      </w:r>
      <w:r w:rsidR="0008167C" w:rsidRPr="0008167C">
        <w:t xml:space="preserve"> </w:t>
      </w:r>
      <w:r w:rsidRPr="0008167C">
        <w:t>притоки</w:t>
      </w:r>
      <w:r w:rsidR="0008167C" w:rsidRPr="0008167C">
        <w:t xml:space="preserve"> </w:t>
      </w:r>
      <w:r w:rsidRPr="0008167C">
        <w:t>только</w:t>
      </w:r>
      <w:r w:rsidR="0008167C" w:rsidRPr="0008167C">
        <w:t xml:space="preserve"> </w:t>
      </w:r>
      <w:r w:rsidRPr="0008167C">
        <w:t>первого</w:t>
      </w:r>
      <w:r w:rsidR="0008167C" w:rsidRPr="0008167C">
        <w:t xml:space="preserve"> </w:t>
      </w:r>
      <w:r w:rsidRPr="0008167C">
        <w:t>порядка,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="0008167C">
        <w:t>т.д.</w:t>
      </w:r>
      <w:r w:rsidR="0008167C" w:rsidRPr="0008167C">
        <w:t xml:space="preserve"> </w:t>
      </w:r>
      <w:r w:rsidRPr="0008167C">
        <w:t>Таким</w:t>
      </w:r>
      <w:r w:rsidR="0008167C" w:rsidRPr="0008167C">
        <w:t xml:space="preserve"> </w:t>
      </w:r>
      <w:r w:rsidRPr="0008167C">
        <w:t>образом,</w:t>
      </w:r>
      <w:r w:rsidR="0008167C" w:rsidRPr="0008167C">
        <w:t xml:space="preserve"> </w:t>
      </w:r>
      <w:r w:rsidRPr="0008167C">
        <w:t>чем</w:t>
      </w:r>
      <w:r w:rsidR="0008167C" w:rsidRPr="0008167C">
        <w:t xml:space="preserve"> </w:t>
      </w:r>
      <w:r w:rsidRPr="0008167C">
        <w:t>больше</w:t>
      </w:r>
      <w:r w:rsidR="0008167C" w:rsidRPr="0008167C">
        <w:t xml:space="preserve"> </w:t>
      </w:r>
      <w:r w:rsidRPr="0008167C">
        <w:t>номер</w:t>
      </w:r>
      <w:r w:rsidR="0008167C" w:rsidRPr="0008167C">
        <w:t xml:space="preserve"> </w:t>
      </w:r>
      <w:r w:rsidRPr="0008167C">
        <w:t>главной</w:t>
      </w:r>
      <w:r w:rsidR="0008167C" w:rsidRPr="0008167C">
        <w:t xml:space="preserve"> </w:t>
      </w:r>
      <w:r w:rsidRPr="0008167C">
        <w:t>реки,</w:t>
      </w:r>
      <w:r w:rsidR="0008167C" w:rsidRPr="0008167C">
        <w:t xml:space="preserve"> </w:t>
      </w:r>
      <w:r w:rsidRPr="0008167C">
        <w:t>тем</w:t>
      </w:r>
      <w:r w:rsidR="0008167C" w:rsidRPr="0008167C">
        <w:t xml:space="preserve"> </w:t>
      </w:r>
      <w:r w:rsidRPr="0008167C">
        <w:t>более</w:t>
      </w:r>
      <w:r w:rsidR="0008167C" w:rsidRPr="0008167C">
        <w:t xml:space="preserve"> </w:t>
      </w:r>
      <w:r w:rsidRPr="0008167C">
        <w:t>сложный</w:t>
      </w:r>
      <w:r w:rsidR="0008167C" w:rsidRPr="0008167C">
        <w:t xml:space="preserve"> </w:t>
      </w:r>
      <w:r w:rsidRPr="0008167C">
        <w:t>характер</w:t>
      </w:r>
      <w:r w:rsidR="0008167C" w:rsidRPr="0008167C">
        <w:t xml:space="preserve"> </w:t>
      </w:r>
      <w:r w:rsidRPr="0008167C">
        <w:t>носит</w:t>
      </w:r>
      <w:r w:rsidR="0008167C" w:rsidRPr="0008167C">
        <w:t xml:space="preserve"> </w:t>
      </w:r>
      <w:r w:rsidRPr="0008167C">
        <w:t>речная</w:t>
      </w:r>
      <w:r w:rsidR="0008167C" w:rsidRPr="0008167C">
        <w:t xml:space="preserve"> </w:t>
      </w:r>
      <w:r w:rsidRPr="0008167C">
        <w:t>система</w:t>
      </w:r>
      <w:r w:rsidR="0008167C" w:rsidRPr="0008167C">
        <w:t xml:space="preserve"> </w:t>
      </w:r>
      <w:r w:rsidRPr="0008167C">
        <w:t>этой</w:t>
      </w:r>
      <w:r w:rsidR="0008167C" w:rsidRPr="0008167C">
        <w:t xml:space="preserve"> </w:t>
      </w:r>
      <w:r w:rsidRPr="0008167C">
        <w:t>реки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этом</w:t>
      </w:r>
      <w:r w:rsidR="0008167C" w:rsidRPr="0008167C">
        <w:t xml:space="preserve"> </w:t>
      </w:r>
      <w:r w:rsidRPr="0008167C">
        <w:t>несомненное</w:t>
      </w:r>
      <w:r w:rsidR="0008167C" w:rsidRPr="0008167C">
        <w:t xml:space="preserve"> </w:t>
      </w:r>
      <w:r w:rsidRPr="0008167C">
        <w:t>достоинство</w:t>
      </w:r>
      <w:r w:rsidR="0008167C" w:rsidRPr="0008167C">
        <w:t xml:space="preserve"> </w:t>
      </w:r>
      <w:r w:rsidRPr="0008167C">
        <w:t>предлагаемой</w:t>
      </w:r>
      <w:r w:rsidR="0008167C" w:rsidRPr="0008167C">
        <w:t xml:space="preserve"> </w:t>
      </w:r>
      <w:r w:rsidRPr="0008167C">
        <w:t>Хортоном</w:t>
      </w:r>
      <w:r w:rsidR="0008167C" w:rsidRPr="0008167C">
        <w:t xml:space="preserve"> </w:t>
      </w:r>
      <w:r w:rsidRPr="0008167C">
        <w:t>системы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Речная</w:t>
      </w:r>
      <w:r w:rsidR="0008167C" w:rsidRPr="0008167C">
        <w:t xml:space="preserve"> </w:t>
      </w:r>
      <w:r w:rsidRPr="0008167C">
        <w:t>система</w:t>
      </w:r>
      <w:r w:rsidR="0008167C" w:rsidRPr="0008167C">
        <w:t xml:space="preserve"> </w:t>
      </w:r>
      <w:r w:rsidRPr="0008167C">
        <w:t>характеризуется</w:t>
      </w:r>
      <w:r w:rsidR="0008167C" w:rsidRPr="0008167C">
        <w:t xml:space="preserve"> </w:t>
      </w:r>
      <w:r w:rsidRPr="0008167C">
        <w:t>протяженностью</w:t>
      </w:r>
      <w:r w:rsidR="0008167C" w:rsidRPr="0008167C">
        <w:t xml:space="preserve"> </w:t>
      </w:r>
      <w:r w:rsidRPr="0008167C">
        <w:t>рек,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извилистостью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густотой</w:t>
      </w:r>
      <w:r w:rsidR="0008167C" w:rsidRPr="0008167C">
        <w:t xml:space="preserve"> </w:t>
      </w:r>
      <w:r w:rsidRPr="0008167C">
        <w:t>речной</w:t>
      </w:r>
      <w:r w:rsidR="0008167C" w:rsidRPr="0008167C">
        <w:t xml:space="preserve"> </w:t>
      </w:r>
      <w:r w:rsidRPr="0008167C">
        <w:t>сети</w:t>
      </w:r>
      <w:r w:rsidR="0008167C" w:rsidRPr="0008167C">
        <w:t>.</w:t>
      </w:r>
    </w:p>
    <w:p w:rsidR="0008167C" w:rsidRDefault="0008167C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</w:rPr>
      </w:pPr>
    </w:p>
    <w:p w:rsidR="00223F35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</w:rPr>
      </w:pPr>
      <w:r w:rsidRPr="0008167C">
        <w:rPr>
          <w:b/>
        </w:rPr>
        <w:t>Таблица</w:t>
      </w:r>
      <w:r w:rsidR="0008167C" w:rsidRPr="0008167C">
        <w:rPr>
          <w:b/>
        </w:rPr>
        <w:t xml:space="preserve"> </w:t>
      </w:r>
      <w:r w:rsidR="0008167C">
        <w:rPr>
          <w:b/>
        </w:rPr>
        <w:t xml:space="preserve">1.2 </w:t>
      </w:r>
      <w:r w:rsidRPr="0008167C">
        <w:rPr>
          <w:b/>
        </w:rPr>
        <w:t>Количество</w:t>
      </w:r>
      <w:r w:rsidR="0008167C" w:rsidRPr="0008167C">
        <w:rPr>
          <w:b/>
        </w:rPr>
        <w:t xml:space="preserve"> </w:t>
      </w:r>
      <w:r w:rsidRPr="0008167C">
        <w:rPr>
          <w:b/>
        </w:rPr>
        <w:t>и</w:t>
      </w:r>
      <w:r w:rsidR="0008167C" w:rsidRPr="0008167C">
        <w:rPr>
          <w:b/>
        </w:rPr>
        <w:t xml:space="preserve"> </w:t>
      </w:r>
      <w:r w:rsidRPr="0008167C">
        <w:rPr>
          <w:b/>
        </w:rPr>
        <w:t>протяженность</w:t>
      </w:r>
      <w:r w:rsidR="0008167C" w:rsidRPr="0008167C">
        <w:rPr>
          <w:b/>
        </w:rPr>
        <w:t xml:space="preserve"> </w:t>
      </w:r>
      <w:r w:rsidRPr="0008167C">
        <w:rPr>
          <w:b/>
        </w:rPr>
        <w:t>речной</w:t>
      </w:r>
      <w:r w:rsidR="0008167C" w:rsidRPr="0008167C">
        <w:rPr>
          <w:b/>
        </w:rPr>
        <w:t xml:space="preserve"> </w:t>
      </w:r>
      <w:r w:rsidRPr="0008167C">
        <w:rPr>
          <w:b/>
        </w:rPr>
        <w:t>сети</w:t>
      </w:r>
      <w:r w:rsidR="0008167C" w:rsidRPr="0008167C">
        <w:rPr>
          <w:b/>
        </w:rPr>
        <w:t xml:space="preserve">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30"/>
        <w:gridCol w:w="3031"/>
        <w:gridCol w:w="3031"/>
      </w:tblGrid>
      <w:tr w:rsidR="00223F35" w:rsidRPr="0008167C" w:rsidTr="0036590D">
        <w:trPr>
          <w:jc w:val="center"/>
        </w:trPr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Категория</w:t>
            </w:r>
            <w:r w:rsidR="0008167C" w:rsidRPr="0008167C">
              <w:t xml:space="preserve"> </w:t>
            </w:r>
            <w:r w:rsidRPr="0008167C">
              <w:t>длин</w:t>
            </w:r>
            <w:r w:rsidR="0008167C" w:rsidRPr="0008167C">
              <w:t xml:space="preserve"> </w:t>
            </w:r>
            <w:r w:rsidRPr="0008167C">
              <w:t>рек,</w:t>
            </w:r>
            <w:r w:rsidR="0008167C" w:rsidRPr="0008167C">
              <w:t xml:space="preserve"> </w:t>
            </w:r>
            <w:r w:rsidRPr="0008167C">
              <w:t>км</w:t>
            </w:r>
          </w:p>
        </w:tc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Количество</w:t>
            </w:r>
          </w:p>
        </w:tc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Суммарная</w:t>
            </w:r>
            <w:r w:rsidR="0008167C" w:rsidRPr="0008167C">
              <w:t xml:space="preserve"> </w:t>
            </w:r>
            <w:r w:rsidRPr="0008167C">
              <w:t>длина</w:t>
            </w:r>
          </w:p>
        </w:tc>
      </w:tr>
      <w:tr w:rsidR="00223F35" w:rsidRPr="0008167C" w:rsidTr="0036590D">
        <w:trPr>
          <w:jc w:val="center"/>
        </w:trPr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Самые</w:t>
            </w:r>
            <w:r w:rsidR="0008167C" w:rsidRPr="0008167C">
              <w:t xml:space="preserve"> </w:t>
            </w:r>
            <w:r w:rsidRPr="0008167C">
              <w:t>малые</w:t>
            </w:r>
            <w:r w:rsidR="0008167C" w:rsidRPr="0008167C">
              <w:t xml:space="preserve"> </w:t>
            </w:r>
            <w:r w:rsidRPr="0008167C">
              <w:t>&lt;10</w:t>
            </w:r>
          </w:p>
        </w:tc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2</w:t>
            </w:r>
            <w:r w:rsidR="0008167C" w:rsidRPr="0008167C">
              <w:t xml:space="preserve"> </w:t>
            </w:r>
            <w:r w:rsidRPr="0008167C">
              <w:t>812</w:t>
            </w:r>
            <w:r w:rsidR="0008167C" w:rsidRPr="0008167C">
              <w:t xml:space="preserve"> </w:t>
            </w:r>
            <w:r w:rsidRPr="0008167C">
              <w:t>587</w:t>
            </w:r>
          </w:p>
        </w:tc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5</w:t>
            </w:r>
            <w:r w:rsidR="0008167C" w:rsidRPr="0008167C">
              <w:t xml:space="preserve"> </w:t>
            </w:r>
            <w:r w:rsidRPr="0008167C">
              <w:t>624</w:t>
            </w:r>
            <w:r w:rsidR="0008167C" w:rsidRPr="0008167C">
              <w:t xml:space="preserve"> </w:t>
            </w:r>
            <w:r w:rsidRPr="0008167C">
              <w:t>881</w:t>
            </w:r>
          </w:p>
        </w:tc>
      </w:tr>
      <w:tr w:rsidR="00223F35" w:rsidRPr="0008167C" w:rsidTr="0036590D">
        <w:trPr>
          <w:jc w:val="center"/>
        </w:trPr>
        <w:tc>
          <w:tcPr>
            <w:tcW w:w="2840" w:type="dxa"/>
            <w:shd w:val="clear" w:color="auto" w:fill="auto"/>
          </w:tcPr>
          <w:p w:rsidR="00223F35" w:rsidRPr="0008167C" w:rsidRDefault="0008167C" w:rsidP="0008167C">
            <w:pPr>
              <w:pStyle w:val="af8"/>
            </w:pPr>
            <w:r w:rsidRPr="0008167C">
              <w:t xml:space="preserve"> </w:t>
            </w:r>
            <w:r w:rsidR="00223F35" w:rsidRPr="0008167C">
              <w:t>11</w:t>
            </w:r>
            <w:r w:rsidRPr="0008167C">
              <w:t xml:space="preserve"> - </w:t>
            </w:r>
            <w:r w:rsidR="00223F35" w:rsidRPr="0008167C">
              <w:t>25</w:t>
            </w:r>
          </w:p>
        </w:tc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113</w:t>
            </w:r>
            <w:r w:rsidR="0008167C" w:rsidRPr="0008167C">
              <w:t xml:space="preserve"> </w:t>
            </w:r>
            <w:r w:rsidRPr="0008167C">
              <w:t>974</w:t>
            </w:r>
          </w:p>
        </w:tc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1</w:t>
            </w:r>
            <w:r w:rsidR="0008167C" w:rsidRPr="0008167C">
              <w:t xml:space="preserve"> </w:t>
            </w:r>
            <w:r w:rsidRPr="0008167C">
              <w:t>697</w:t>
            </w:r>
            <w:r w:rsidR="0008167C" w:rsidRPr="0008167C">
              <w:t xml:space="preserve"> </w:t>
            </w:r>
            <w:r w:rsidRPr="0008167C">
              <w:t>939</w:t>
            </w:r>
          </w:p>
        </w:tc>
      </w:tr>
      <w:tr w:rsidR="00223F35" w:rsidRPr="0008167C" w:rsidTr="0036590D">
        <w:trPr>
          <w:jc w:val="center"/>
        </w:trPr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Малые</w:t>
            </w:r>
            <w:r w:rsidR="0008167C" w:rsidRPr="0008167C">
              <w:t xml:space="preserve"> </w:t>
            </w:r>
            <w:r w:rsidRPr="0008167C">
              <w:t>26</w:t>
            </w:r>
            <w:r w:rsidR="0008167C" w:rsidRPr="0008167C">
              <w:t xml:space="preserve"> - </w:t>
            </w:r>
            <w:r w:rsidRPr="0008167C">
              <w:t>100</w:t>
            </w:r>
          </w:p>
        </w:tc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32</w:t>
            </w:r>
            <w:r w:rsidR="0008167C" w:rsidRPr="0008167C">
              <w:t xml:space="preserve"> </w:t>
            </w:r>
            <w:r w:rsidRPr="0008167C">
              <w:t>733</w:t>
            </w:r>
          </w:p>
        </w:tc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1</w:t>
            </w:r>
            <w:r w:rsidR="0008167C" w:rsidRPr="0008167C">
              <w:t xml:space="preserve"> </w:t>
            </w:r>
            <w:r w:rsidRPr="0008167C">
              <w:t>426</w:t>
            </w:r>
            <w:r w:rsidR="0008167C" w:rsidRPr="0008167C">
              <w:t xml:space="preserve"> </w:t>
            </w:r>
            <w:r w:rsidRPr="0008167C">
              <w:t>288</w:t>
            </w:r>
          </w:p>
        </w:tc>
      </w:tr>
      <w:tr w:rsidR="00223F35" w:rsidRPr="0008167C" w:rsidTr="0036590D">
        <w:trPr>
          <w:jc w:val="center"/>
        </w:trPr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Средние</w:t>
            </w:r>
            <w:r w:rsidR="0008167C" w:rsidRPr="0008167C">
              <w:t xml:space="preserve"> </w:t>
            </w:r>
            <w:r w:rsidRPr="0008167C">
              <w:t>101</w:t>
            </w:r>
            <w:r w:rsidR="0008167C" w:rsidRPr="0008167C">
              <w:t xml:space="preserve"> - </w:t>
            </w:r>
            <w:r w:rsidRPr="0008167C">
              <w:t>500</w:t>
            </w:r>
          </w:p>
        </w:tc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3</w:t>
            </w:r>
            <w:r w:rsidR="0008167C" w:rsidRPr="0008167C">
              <w:t xml:space="preserve"> </w:t>
            </w:r>
            <w:r w:rsidRPr="0008167C">
              <w:t>844</w:t>
            </w:r>
          </w:p>
        </w:tc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669</w:t>
            </w:r>
            <w:r w:rsidR="0008167C" w:rsidRPr="0008167C">
              <w:t xml:space="preserve"> </w:t>
            </w:r>
            <w:r w:rsidRPr="0008167C">
              <w:t>861</w:t>
            </w:r>
          </w:p>
        </w:tc>
      </w:tr>
      <w:tr w:rsidR="00223F35" w:rsidRPr="0008167C" w:rsidTr="0036590D">
        <w:trPr>
          <w:jc w:val="center"/>
        </w:trPr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Большие</w:t>
            </w:r>
            <w:r w:rsidR="0008167C" w:rsidRPr="0008167C">
              <w:t xml:space="preserve"> </w:t>
            </w:r>
            <w:r w:rsidRPr="0008167C">
              <w:t>&gt;500</w:t>
            </w:r>
          </w:p>
        </w:tc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280</w:t>
            </w:r>
          </w:p>
        </w:tc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228</w:t>
            </w:r>
            <w:r w:rsidR="0008167C" w:rsidRPr="0008167C">
              <w:t xml:space="preserve"> </w:t>
            </w:r>
            <w:r w:rsidRPr="0008167C">
              <w:t>895</w:t>
            </w:r>
          </w:p>
        </w:tc>
      </w:tr>
      <w:tr w:rsidR="00223F35" w:rsidRPr="0008167C" w:rsidTr="0036590D">
        <w:trPr>
          <w:jc w:val="center"/>
        </w:trPr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Всего</w:t>
            </w:r>
            <w:r w:rsidR="0008167C" w:rsidRPr="0008167C">
              <w:t xml:space="preserve">: </w:t>
            </w:r>
          </w:p>
        </w:tc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2</w:t>
            </w:r>
            <w:r w:rsidR="0008167C" w:rsidRPr="0008167C">
              <w:t xml:space="preserve"> </w:t>
            </w:r>
            <w:r w:rsidRPr="0008167C">
              <w:t>963</w:t>
            </w:r>
            <w:r w:rsidR="0008167C" w:rsidRPr="0008167C">
              <w:t xml:space="preserve"> </w:t>
            </w:r>
            <w:r w:rsidRPr="0008167C">
              <w:t>418</w:t>
            </w:r>
          </w:p>
        </w:tc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9</w:t>
            </w:r>
            <w:r w:rsidR="0008167C" w:rsidRPr="0008167C">
              <w:t xml:space="preserve"> </w:t>
            </w:r>
            <w:r w:rsidRPr="0008167C">
              <w:t>647</w:t>
            </w:r>
            <w:r w:rsidR="0008167C" w:rsidRPr="0008167C">
              <w:t xml:space="preserve"> </w:t>
            </w:r>
            <w:r w:rsidRPr="0008167C">
              <w:t>864</w:t>
            </w:r>
          </w:p>
        </w:tc>
      </w:tr>
    </w:tbl>
    <w:p w:rsidR="0008167C" w:rsidRDefault="0008167C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Под</w:t>
      </w:r>
      <w:r w:rsidR="0008167C" w:rsidRPr="0008167C">
        <w:t xml:space="preserve"> </w:t>
      </w:r>
      <w:r w:rsidRPr="0008167C">
        <w:t>протяженностью</w:t>
      </w:r>
      <w:r w:rsidR="0008167C" w:rsidRPr="0008167C">
        <w:t xml:space="preserve"> </w:t>
      </w:r>
      <w:r w:rsidRPr="0008167C">
        <w:t>понимается</w:t>
      </w:r>
      <w:r w:rsidR="0008167C" w:rsidRPr="0008167C">
        <w:t xml:space="preserve"> </w:t>
      </w:r>
      <w:r w:rsidRPr="0008167C">
        <w:t>суммарная</w:t>
      </w:r>
      <w:r w:rsidR="0008167C" w:rsidRPr="0008167C">
        <w:t xml:space="preserve"> </w:t>
      </w:r>
      <w:r w:rsidRPr="0008167C">
        <w:t>длина</w:t>
      </w:r>
      <w:r w:rsidR="0008167C" w:rsidRPr="0008167C">
        <w:t xml:space="preserve"> </w:t>
      </w:r>
      <w:r w:rsidRPr="0008167C">
        <w:t>всех</w:t>
      </w:r>
      <w:r w:rsidR="0008167C" w:rsidRPr="0008167C">
        <w:t xml:space="preserve"> </w:t>
      </w:r>
      <w:r w:rsidRPr="0008167C">
        <w:t>рек,</w:t>
      </w:r>
      <w:r w:rsidR="0008167C" w:rsidRPr="0008167C">
        <w:t xml:space="preserve"> </w:t>
      </w:r>
      <w:r w:rsidRPr="0008167C">
        <w:t>составляющих</w:t>
      </w:r>
      <w:r w:rsidR="0008167C" w:rsidRPr="0008167C">
        <w:t xml:space="preserve"> </w:t>
      </w:r>
      <w:r w:rsidRPr="0008167C">
        <w:t>данную</w:t>
      </w:r>
      <w:r w:rsidR="0008167C" w:rsidRPr="0008167C">
        <w:t xml:space="preserve"> </w:t>
      </w:r>
      <w:r w:rsidRPr="0008167C">
        <w:t>систему</w:t>
      </w:r>
      <w:r w:rsidR="0008167C" w:rsidRPr="0008167C">
        <w:t xml:space="preserve">. </w:t>
      </w:r>
      <w:r w:rsidRPr="0008167C">
        <w:t>Длина</w:t>
      </w:r>
      <w:r w:rsidR="0008167C" w:rsidRPr="0008167C">
        <w:t xml:space="preserve"> </w:t>
      </w:r>
      <w:r w:rsidRPr="0008167C">
        <w:t>рек</w:t>
      </w:r>
      <w:r w:rsidR="0008167C" w:rsidRPr="0008167C">
        <w:t xml:space="preserve"> </w:t>
      </w:r>
      <w:r w:rsidRPr="0008167C">
        <w:t>измеряется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карте</w:t>
      </w:r>
      <w:r w:rsidR="0008167C" w:rsidRPr="0008167C">
        <w:t xml:space="preserve"> </w:t>
      </w:r>
      <w:r w:rsidRPr="0008167C">
        <w:t>возможно</w:t>
      </w:r>
      <w:r w:rsidR="0008167C" w:rsidRPr="0008167C">
        <w:t xml:space="preserve"> </w:t>
      </w:r>
      <w:r w:rsidRPr="0008167C">
        <w:t>более</w:t>
      </w:r>
      <w:r w:rsidR="0008167C" w:rsidRPr="0008167C">
        <w:t xml:space="preserve"> </w:t>
      </w:r>
      <w:r w:rsidRPr="0008167C">
        <w:t>крупного</w:t>
      </w:r>
      <w:r w:rsidR="0008167C" w:rsidRPr="0008167C">
        <w:t xml:space="preserve"> </w:t>
      </w:r>
      <w:r w:rsidRPr="0008167C">
        <w:t>масштаба</w:t>
      </w:r>
      <w:r w:rsidR="0008167C" w:rsidRPr="0008167C">
        <w:t xml:space="preserve">. </w:t>
      </w:r>
      <w:r w:rsidRPr="0008167C">
        <w:t>Извилистость</w:t>
      </w:r>
      <w:r w:rsidR="0008167C" w:rsidRPr="0008167C">
        <w:t xml:space="preserve"> </w:t>
      </w:r>
      <w:r w:rsidRPr="0008167C">
        <w:t>реки</w:t>
      </w:r>
      <w:r w:rsidR="0008167C" w:rsidRPr="0008167C">
        <w:t xml:space="preserve"> </w:t>
      </w:r>
      <w:r w:rsidRPr="0008167C">
        <w:t>характеризуется</w:t>
      </w:r>
      <w:r w:rsidR="0008167C" w:rsidRPr="0008167C">
        <w:t xml:space="preserve"> </w:t>
      </w:r>
      <w:r w:rsidRPr="0008167C">
        <w:t>коэффициентом</w:t>
      </w:r>
      <w:r w:rsidR="0008167C" w:rsidRPr="0008167C">
        <w:t xml:space="preserve"> </w:t>
      </w:r>
      <w:r w:rsidRPr="0008167C">
        <w:t>извилистости</w:t>
      </w:r>
      <w:r w:rsidR="0008167C" w:rsidRPr="0008167C">
        <w:t xml:space="preserve">. </w:t>
      </w:r>
      <w:r w:rsidRPr="0008167C">
        <w:t>Этот</w:t>
      </w:r>
      <w:r w:rsidR="0008167C" w:rsidRPr="0008167C">
        <w:t xml:space="preserve"> </w:t>
      </w:r>
      <w:r w:rsidRPr="0008167C">
        <w:t>коэффициент</w:t>
      </w:r>
      <w:r w:rsidR="0008167C" w:rsidRPr="0008167C">
        <w:t xml:space="preserve"> </w:t>
      </w:r>
      <w:r w:rsidRPr="0008167C">
        <w:t>определяется</w:t>
      </w:r>
      <w:r w:rsidR="0008167C" w:rsidRPr="0008167C">
        <w:t xml:space="preserve"> </w:t>
      </w:r>
      <w:r w:rsidRPr="0008167C">
        <w:t>для</w:t>
      </w:r>
      <w:r w:rsidR="0008167C" w:rsidRPr="0008167C">
        <w:t xml:space="preserve"> </w:t>
      </w:r>
      <w:r w:rsidRPr="0008167C">
        <w:t>отдельных</w:t>
      </w:r>
      <w:r w:rsidR="0008167C" w:rsidRPr="0008167C">
        <w:t xml:space="preserve"> </w:t>
      </w:r>
      <w:r w:rsidRPr="0008167C">
        <w:t>участков</w:t>
      </w:r>
      <w:r w:rsidR="0008167C" w:rsidRPr="0008167C">
        <w:t xml:space="preserve"> </w:t>
      </w:r>
      <w:r w:rsidRPr="0008167C">
        <w:t>реки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представляет</w:t>
      </w:r>
      <w:r w:rsidR="0008167C" w:rsidRPr="0008167C">
        <w:t xml:space="preserve"> </w:t>
      </w:r>
      <w:r w:rsidRPr="0008167C">
        <w:t>собой</w:t>
      </w:r>
      <w:r w:rsidR="0008167C" w:rsidRPr="0008167C">
        <w:t xml:space="preserve"> </w:t>
      </w:r>
      <w:r w:rsidRPr="0008167C">
        <w:t>отношение</w:t>
      </w:r>
      <w:r w:rsidR="0008167C" w:rsidRPr="0008167C">
        <w:t xml:space="preserve"> </w:t>
      </w:r>
      <w:r w:rsidRPr="0008167C">
        <w:t>расстояния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прямой</w:t>
      </w:r>
      <w:r w:rsidR="0008167C" w:rsidRPr="0008167C">
        <w:t xml:space="preserve"> </w:t>
      </w:r>
      <w:r w:rsidRPr="0008167C">
        <w:t>линии</w:t>
      </w:r>
      <w:r w:rsidR="0008167C" w:rsidRPr="0008167C">
        <w:t xml:space="preserve"> </w:t>
      </w:r>
      <w:r w:rsidRPr="0008167C">
        <w:t>между</w:t>
      </w:r>
      <w:r w:rsidR="0008167C" w:rsidRPr="0008167C">
        <w:t xml:space="preserve"> </w:t>
      </w:r>
      <w:r w:rsidRPr="0008167C">
        <w:t>начальным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конечным</w:t>
      </w:r>
      <w:r w:rsidR="0008167C" w:rsidRPr="0008167C">
        <w:t xml:space="preserve"> </w:t>
      </w:r>
      <w:r w:rsidRPr="0008167C">
        <w:t>пунктами</w:t>
      </w:r>
      <w:r w:rsidR="0008167C" w:rsidRPr="0008167C">
        <w:t xml:space="preserve"> </w:t>
      </w:r>
      <w:r w:rsidRPr="0008167C">
        <w:t>участка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длине</w:t>
      </w:r>
      <w:r w:rsidR="0008167C" w:rsidRPr="0008167C">
        <w:t xml:space="preserve"> </w:t>
      </w:r>
      <w:r w:rsidRPr="0008167C">
        <w:t>реки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этом</w:t>
      </w:r>
      <w:r w:rsidR="0008167C" w:rsidRPr="0008167C">
        <w:t xml:space="preserve"> </w:t>
      </w:r>
      <w:r w:rsidRPr="0008167C">
        <w:t>участке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Густота</w:t>
      </w:r>
      <w:r w:rsidR="0008167C" w:rsidRPr="0008167C">
        <w:t xml:space="preserve"> </w:t>
      </w:r>
      <w:r w:rsidRPr="0008167C">
        <w:t>речной</w:t>
      </w:r>
      <w:r w:rsidR="0008167C" w:rsidRPr="0008167C">
        <w:t xml:space="preserve"> </w:t>
      </w:r>
      <w:r w:rsidRPr="0008167C">
        <w:t>сети</w:t>
      </w:r>
      <w:r w:rsidR="0008167C" w:rsidRPr="0008167C">
        <w:t xml:space="preserve"> </w:t>
      </w:r>
      <w:r w:rsidRPr="0008167C">
        <w:t>характеризуется</w:t>
      </w:r>
      <w:r w:rsidR="0008167C" w:rsidRPr="0008167C">
        <w:t xml:space="preserve"> </w:t>
      </w:r>
      <w:r w:rsidRPr="0008167C">
        <w:t>коэффициентом</w:t>
      </w:r>
      <w:r w:rsidR="0008167C" w:rsidRPr="0008167C">
        <w:t xml:space="preserve"> </w:t>
      </w:r>
      <w:r w:rsidRPr="0008167C">
        <w:t>густоты,</w:t>
      </w:r>
      <w:r w:rsidR="0008167C" w:rsidRPr="0008167C">
        <w:t xml:space="preserve"> </w:t>
      </w:r>
      <w:r w:rsidRPr="0008167C">
        <w:t>представляющим</w:t>
      </w:r>
      <w:r w:rsidR="0008167C" w:rsidRPr="0008167C">
        <w:t xml:space="preserve"> </w:t>
      </w:r>
      <w:r w:rsidRPr="0008167C">
        <w:t>собой</w:t>
      </w:r>
      <w:r w:rsidR="0008167C" w:rsidRPr="0008167C">
        <w:t xml:space="preserve"> </w:t>
      </w:r>
      <w:r w:rsidRPr="0008167C">
        <w:t>отношение</w:t>
      </w:r>
      <w:r w:rsidR="0008167C" w:rsidRPr="0008167C">
        <w:t xml:space="preserve"> </w:t>
      </w:r>
      <w:r w:rsidRPr="0008167C">
        <w:t>суммарной</w:t>
      </w:r>
      <w:r w:rsidR="0008167C" w:rsidRPr="0008167C">
        <w:t xml:space="preserve"> </w:t>
      </w:r>
      <w:r w:rsidRPr="0008167C">
        <w:t>протяженности</w:t>
      </w:r>
      <w:r w:rsidR="0008167C" w:rsidRPr="0008167C">
        <w:t xml:space="preserve"> </w:t>
      </w:r>
      <w:r w:rsidRPr="0008167C">
        <w:t>речной</w:t>
      </w:r>
      <w:r w:rsidR="0008167C" w:rsidRPr="0008167C">
        <w:t xml:space="preserve"> </w:t>
      </w:r>
      <w:r w:rsidRPr="0008167C">
        <w:t>сети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данной</w:t>
      </w:r>
      <w:r w:rsidR="0008167C" w:rsidRPr="0008167C">
        <w:t xml:space="preserve"> </w:t>
      </w:r>
      <w:r w:rsidRPr="0008167C">
        <w:t>площади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величине</w:t>
      </w:r>
      <w:r w:rsidR="0008167C" w:rsidRPr="0008167C">
        <w:t xml:space="preserve"> </w:t>
      </w:r>
      <w:r w:rsidRPr="0008167C">
        <w:t>этой</w:t>
      </w:r>
      <w:r w:rsidR="0008167C" w:rsidRPr="0008167C">
        <w:t xml:space="preserve"> </w:t>
      </w:r>
      <w:r w:rsidRPr="0008167C">
        <w:t>площади</w:t>
      </w:r>
      <w:r w:rsidR="0008167C" w:rsidRPr="0008167C">
        <w:t xml:space="preserve">. </w:t>
      </w:r>
      <w:r w:rsidRPr="0008167C">
        <w:t>Коэффициент</w:t>
      </w:r>
      <w:r w:rsidR="0008167C" w:rsidRPr="0008167C">
        <w:t xml:space="preserve"> </w:t>
      </w:r>
      <w:r w:rsidRPr="0008167C">
        <w:t>густоты</w:t>
      </w:r>
      <w:r w:rsidR="0008167C" w:rsidRPr="0008167C">
        <w:t xml:space="preserve"> </w:t>
      </w:r>
      <w:r w:rsidRPr="0008167C">
        <w:t>речной</w:t>
      </w:r>
      <w:r w:rsidR="0008167C" w:rsidRPr="0008167C">
        <w:t xml:space="preserve"> </w:t>
      </w:r>
      <w:r w:rsidRPr="0008167C">
        <w:t>сети</w:t>
      </w:r>
      <w:r w:rsidR="0008167C" w:rsidRPr="0008167C">
        <w:t xml:space="preserve"> </w:t>
      </w:r>
      <w:r w:rsidRPr="0008167C">
        <w:t>выражается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км/км</w:t>
      </w:r>
      <w:r w:rsidRPr="0008167C">
        <w:rPr>
          <w:vertAlign w:val="superscript"/>
        </w:rPr>
        <w:t>2</w:t>
      </w:r>
      <w:r w:rsidR="0008167C" w:rsidRPr="0008167C">
        <w:t xml:space="preserve">. </w:t>
      </w:r>
      <w:r w:rsidRPr="0008167C">
        <w:t>Густота</w:t>
      </w:r>
      <w:r w:rsidR="0008167C" w:rsidRPr="0008167C">
        <w:t xml:space="preserve"> </w:t>
      </w:r>
      <w:r w:rsidRPr="0008167C">
        <w:t>речной</w:t>
      </w:r>
      <w:r w:rsidR="0008167C" w:rsidRPr="0008167C">
        <w:t xml:space="preserve"> </w:t>
      </w:r>
      <w:r w:rsidRPr="0008167C">
        <w:t>сети</w:t>
      </w:r>
      <w:r w:rsidR="0008167C" w:rsidRPr="0008167C">
        <w:t xml:space="preserve"> </w:t>
      </w:r>
      <w:r w:rsidRPr="0008167C">
        <w:t>зависит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ряда</w:t>
      </w:r>
      <w:r w:rsidR="0008167C" w:rsidRPr="0008167C">
        <w:t xml:space="preserve"> </w:t>
      </w:r>
      <w:r w:rsidRPr="0008167C">
        <w:t>природных</w:t>
      </w:r>
      <w:r w:rsidR="0008167C" w:rsidRPr="0008167C">
        <w:t xml:space="preserve"> </w:t>
      </w:r>
      <w:r w:rsidRPr="0008167C">
        <w:t>факторов</w:t>
      </w:r>
      <w:r w:rsidR="0008167C" w:rsidRPr="0008167C">
        <w:t xml:space="preserve">: </w:t>
      </w:r>
      <w:r w:rsidRPr="0008167C">
        <w:t>рельефа,</w:t>
      </w:r>
      <w:r w:rsidR="0008167C" w:rsidRPr="0008167C">
        <w:t xml:space="preserve"> </w:t>
      </w:r>
      <w:r w:rsidRPr="0008167C">
        <w:t>геологического</w:t>
      </w:r>
      <w:r w:rsidR="0008167C" w:rsidRPr="0008167C">
        <w:t xml:space="preserve"> </w:t>
      </w:r>
      <w:r w:rsidRPr="0008167C">
        <w:t>строения</w:t>
      </w:r>
      <w:r w:rsidR="0008167C" w:rsidRPr="0008167C">
        <w:t xml:space="preserve"> </w:t>
      </w:r>
      <w:r w:rsidRPr="0008167C">
        <w:t>местности,</w:t>
      </w:r>
      <w:r w:rsidR="0008167C" w:rsidRPr="0008167C">
        <w:t xml:space="preserve"> </w:t>
      </w:r>
      <w:r w:rsidRPr="0008167C">
        <w:t>свойств</w:t>
      </w:r>
      <w:r w:rsidR="0008167C" w:rsidRPr="0008167C">
        <w:t xml:space="preserve"> </w:t>
      </w:r>
      <w:r w:rsidRPr="0008167C">
        <w:t>почв,</w:t>
      </w:r>
      <w:r w:rsidR="0008167C" w:rsidRPr="0008167C">
        <w:t xml:space="preserve"> </w:t>
      </w:r>
      <w:r w:rsidRPr="0008167C">
        <w:t>климата,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особенности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количества</w:t>
      </w:r>
      <w:r w:rsidR="0008167C" w:rsidRPr="0008167C">
        <w:t xml:space="preserve"> </w:t>
      </w:r>
      <w:r w:rsidRPr="0008167C">
        <w:t>осадков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условий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стока</w:t>
      </w:r>
      <w:r w:rsidR="0008167C" w:rsidRPr="0008167C">
        <w:t xml:space="preserve">. </w:t>
      </w:r>
      <w:r w:rsidRPr="0008167C">
        <w:t>Немаловажная</w:t>
      </w:r>
      <w:r w:rsidR="0008167C" w:rsidRPr="0008167C">
        <w:t xml:space="preserve"> </w:t>
      </w:r>
      <w:r w:rsidRPr="0008167C">
        <w:t>роль</w:t>
      </w:r>
      <w:r w:rsidR="0008167C" w:rsidRPr="0008167C">
        <w:t xml:space="preserve"> </w:t>
      </w:r>
      <w:r w:rsidRPr="0008167C">
        <w:t>принадлежит</w:t>
      </w:r>
      <w:r w:rsidR="0008167C" w:rsidRPr="0008167C">
        <w:t xml:space="preserve"> </w:t>
      </w:r>
      <w:r w:rsidRPr="0008167C">
        <w:t>также</w:t>
      </w:r>
      <w:r w:rsidR="0008167C" w:rsidRPr="0008167C">
        <w:t xml:space="preserve"> </w:t>
      </w:r>
      <w:r w:rsidRPr="0008167C">
        <w:t>историко-геоморфологическим</w:t>
      </w:r>
      <w:r w:rsidR="0008167C" w:rsidRPr="0008167C">
        <w:t xml:space="preserve"> </w:t>
      </w:r>
      <w:r w:rsidRPr="0008167C">
        <w:t>факторам</w:t>
      </w:r>
      <w:r w:rsidR="0008167C" w:rsidRPr="0008167C">
        <w:t>.</w:t>
      </w:r>
    </w:p>
    <w:p w:rsidR="0008167C" w:rsidRPr="0008167C" w:rsidRDefault="00223F35" w:rsidP="0008167C">
      <w:pPr>
        <w:pStyle w:val="3"/>
        <w:tabs>
          <w:tab w:val="left" w:pos="726"/>
        </w:tabs>
        <w:rPr>
          <w:color w:val="000000"/>
        </w:rPr>
      </w:pPr>
      <w:bookmarkStart w:id="28" w:name="_Toc8497753"/>
      <w:bookmarkStart w:id="29" w:name="_Toc8498118"/>
      <w:bookmarkStart w:id="30" w:name="_Toc8498786"/>
      <w:r w:rsidRPr="0008167C">
        <w:rPr>
          <w:color w:val="000000"/>
        </w:rPr>
        <w:t>Водоразделы</w:t>
      </w:r>
      <w:r w:rsidR="0008167C" w:rsidRPr="0008167C">
        <w:rPr>
          <w:color w:val="000000"/>
        </w:rPr>
        <w:t>.</w:t>
      </w:r>
      <w:bookmarkEnd w:id="28"/>
      <w:bookmarkEnd w:id="29"/>
      <w:bookmarkEnd w:id="30"/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Линия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земной</w:t>
      </w:r>
      <w:r w:rsidR="0008167C" w:rsidRPr="0008167C">
        <w:t xml:space="preserve"> </w:t>
      </w:r>
      <w:r w:rsidRPr="0008167C">
        <w:t>поверхности,</w:t>
      </w:r>
      <w:r w:rsidR="0008167C" w:rsidRPr="0008167C">
        <w:t xml:space="preserve"> </w:t>
      </w:r>
      <w:r w:rsidRPr="0008167C">
        <w:t>разделяющая</w:t>
      </w:r>
      <w:r w:rsidR="0008167C" w:rsidRPr="0008167C">
        <w:t xml:space="preserve"> </w:t>
      </w:r>
      <w:r w:rsidRPr="0008167C">
        <w:t>сток</w:t>
      </w:r>
      <w:r w:rsidR="0008167C" w:rsidRPr="0008167C">
        <w:t xml:space="preserve"> </w:t>
      </w:r>
      <w:r w:rsidRPr="0008167C">
        <w:t>атмосферных</w:t>
      </w:r>
      <w:r w:rsidR="0008167C" w:rsidRPr="0008167C">
        <w:t xml:space="preserve"> </w:t>
      </w:r>
      <w:r w:rsidRPr="0008167C">
        <w:t>осадков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двум</w:t>
      </w:r>
      <w:r w:rsidR="0008167C" w:rsidRPr="0008167C">
        <w:t xml:space="preserve"> </w:t>
      </w:r>
      <w:r w:rsidRPr="0008167C">
        <w:t>противоположно</w:t>
      </w:r>
      <w:r w:rsidR="0008167C" w:rsidRPr="0008167C">
        <w:t xml:space="preserve"> </w:t>
      </w:r>
      <w:r w:rsidRPr="0008167C">
        <w:t>направленным</w:t>
      </w:r>
      <w:r w:rsidR="0008167C" w:rsidRPr="0008167C">
        <w:t xml:space="preserve"> </w:t>
      </w:r>
      <w:r w:rsidRPr="0008167C">
        <w:t>склонам,</w:t>
      </w:r>
      <w:r w:rsidR="0008167C" w:rsidRPr="0008167C">
        <w:t xml:space="preserve"> </w:t>
      </w:r>
      <w:r w:rsidRPr="0008167C">
        <w:t>называется</w:t>
      </w:r>
      <w:r w:rsidR="0008167C" w:rsidRPr="0008167C">
        <w:t xml:space="preserve"> </w:t>
      </w:r>
      <w:r w:rsidRPr="0008167C">
        <w:t>водоразделом</w:t>
      </w:r>
      <w:r w:rsidR="0008167C" w:rsidRPr="0008167C">
        <w:t xml:space="preserve">. </w:t>
      </w:r>
      <w:r w:rsidRPr="0008167C">
        <w:t>Весь</w:t>
      </w:r>
      <w:r w:rsidR="0008167C" w:rsidRPr="0008167C">
        <w:t xml:space="preserve"> </w:t>
      </w:r>
      <w:r w:rsidRPr="0008167C">
        <w:t>земной</w:t>
      </w:r>
      <w:r w:rsidR="0008167C" w:rsidRPr="0008167C">
        <w:t xml:space="preserve"> </w:t>
      </w:r>
      <w:r w:rsidRPr="0008167C">
        <w:t>шар</w:t>
      </w:r>
      <w:r w:rsidR="0008167C" w:rsidRPr="0008167C">
        <w:t xml:space="preserve"> </w:t>
      </w:r>
      <w:r w:rsidRPr="0008167C">
        <w:t>можно</w:t>
      </w:r>
      <w:r w:rsidR="0008167C" w:rsidRPr="0008167C">
        <w:t xml:space="preserve"> </w:t>
      </w:r>
      <w:r w:rsidRPr="0008167C">
        <w:t>разделить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две</w:t>
      </w:r>
      <w:r w:rsidR="0008167C" w:rsidRPr="0008167C">
        <w:t xml:space="preserve"> </w:t>
      </w:r>
      <w:r w:rsidRPr="0008167C">
        <w:t>основные</w:t>
      </w:r>
      <w:r w:rsidR="0008167C" w:rsidRPr="0008167C">
        <w:t xml:space="preserve"> </w:t>
      </w:r>
      <w:r w:rsidRPr="0008167C">
        <w:t>покатости,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которым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стекают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континентов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Мировой</w:t>
      </w:r>
      <w:r w:rsidR="0008167C" w:rsidRPr="0008167C">
        <w:t xml:space="preserve"> </w:t>
      </w:r>
      <w:r w:rsidRPr="0008167C">
        <w:t>океан</w:t>
      </w:r>
      <w:r w:rsidR="0008167C" w:rsidRPr="0008167C">
        <w:t xml:space="preserve">: </w:t>
      </w:r>
      <w:r w:rsidRPr="0008167C">
        <w:t>Атлантическую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Тихоокеанско-Индийскую</w:t>
      </w:r>
      <w:r w:rsidR="0008167C" w:rsidRPr="0008167C">
        <w:t xml:space="preserve">. </w:t>
      </w:r>
      <w:r w:rsidRPr="0008167C">
        <w:t>Водораздел</w:t>
      </w:r>
      <w:r w:rsidR="0008167C" w:rsidRPr="0008167C">
        <w:t xml:space="preserve"> </w:t>
      </w:r>
      <w:r w:rsidRPr="0008167C">
        <w:t>между</w:t>
      </w:r>
      <w:r w:rsidR="0008167C" w:rsidRPr="0008167C">
        <w:t xml:space="preserve"> </w:t>
      </w:r>
      <w:r w:rsidRPr="0008167C">
        <w:t>этими</w:t>
      </w:r>
      <w:r w:rsidR="0008167C" w:rsidRPr="0008167C">
        <w:t xml:space="preserve"> </w:t>
      </w:r>
      <w:r w:rsidRPr="0008167C">
        <w:t>двумя</w:t>
      </w:r>
      <w:r w:rsidR="0008167C" w:rsidRPr="0008167C">
        <w:t xml:space="preserve"> </w:t>
      </w:r>
      <w:r w:rsidRPr="0008167C">
        <w:t>покатостями</w:t>
      </w:r>
      <w:r w:rsidR="0008167C" w:rsidRPr="0008167C">
        <w:t xml:space="preserve"> </w:t>
      </w:r>
      <w:r w:rsidRPr="0008167C">
        <w:t>называется</w:t>
      </w:r>
      <w:r w:rsidR="0008167C" w:rsidRPr="0008167C">
        <w:t xml:space="preserve"> </w:t>
      </w:r>
      <w:r w:rsidRPr="0008167C">
        <w:t>Мировым</w:t>
      </w:r>
      <w:r w:rsidR="0008167C" w:rsidRPr="0008167C">
        <w:t xml:space="preserve"> </w:t>
      </w:r>
      <w:r w:rsidRPr="0008167C">
        <w:t>водоразделом</w:t>
      </w:r>
      <w:r w:rsidR="0008167C" w:rsidRPr="0008167C">
        <w:t xml:space="preserve">. </w:t>
      </w:r>
      <w:r w:rsidRPr="0008167C">
        <w:t>Водоразделы</w:t>
      </w:r>
      <w:r w:rsidR="0008167C" w:rsidRPr="0008167C">
        <w:t xml:space="preserve"> </w:t>
      </w:r>
      <w:r w:rsidRPr="0008167C">
        <w:t>между</w:t>
      </w:r>
      <w:r w:rsidR="0008167C" w:rsidRPr="0008167C">
        <w:t xml:space="preserve"> </w:t>
      </w:r>
      <w:r w:rsidRPr="0008167C">
        <w:t>периферийными</w:t>
      </w:r>
      <w:r w:rsidR="0008167C" w:rsidRPr="0008167C">
        <w:t xml:space="preserve"> </w:t>
      </w:r>
      <w:r w:rsidRPr="0008167C">
        <w:t>областями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областями</w:t>
      </w:r>
      <w:r w:rsidR="0008167C" w:rsidRPr="0008167C">
        <w:t xml:space="preserve"> </w:t>
      </w:r>
      <w:r w:rsidRPr="0008167C">
        <w:t>внутреннего</w:t>
      </w:r>
      <w:r w:rsidR="0008167C" w:rsidRPr="0008167C">
        <w:t xml:space="preserve"> </w:t>
      </w:r>
      <w:r w:rsidRPr="0008167C">
        <w:t>стока</w:t>
      </w:r>
      <w:r w:rsidR="0008167C" w:rsidRPr="0008167C">
        <w:t xml:space="preserve"> </w:t>
      </w:r>
      <w:r w:rsidRPr="0008167C">
        <w:t>называются</w:t>
      </w:r>
      <w:r w:rsidR="0008167C" w:rsidRPr="0008167C">
        <w:t xml:space="preserve"> </w:t>
      </w:r>
      <w:r w:rsidRPr="0008167C">
        <w:t>внутренними</w:t>
      </w:r>
      <w:r w:rsidR="0008167C" w:rsidRPr="0008167C">
        <w:t xml:space="preserve"> </w:t>
      </w:r>
      <w:r w:rsidRPr="0008167C">
        <w:t>водоразделами</w:t>
      </w:r>
      <w:r w:rsidR="0008167C" w:rsidRPr="0008167C">
        <w:t xml:space="preserve">. </w:t>
      </w:r>
      <w:r w:rsidRPr="0008167C">
        <w:t>Линии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земной</w:t>
      </w:r>
      <w:r w:rsidR="0008167C" w:rsidRPr="0008167C">
        <w:t xml:space="preserve"> </w:t>
      </w:r>
      <w:r w:rsidRPr="0008167C">
        <w:t>поверхности,</w:t>
      </w:r>
      <w:r w:rsidR="0008167C" w:rsidRPr="0008167C">
        <w:t xml:space="preserve"> </w:t>
      </w:r>
      <w:r w:rsidRPr="0008167C">
        <w:t>разделяющие</w:t>
      </w:r>
      <w:r w:rsidR="0008167C" w:rsidRPr="0008167C">
        <w:t xml:space="preserve"> </w:t>
      </w:r>
      <w:r w:rsidRPr="0008167C">
        <w:t>области</w:t>
      </w:r>
      <w:r w:rsidR="0008167C" w:rsidRPr="0008167C">
        <w:t xml:space="preserve"> </w:t>
      </w:r>
      <w:r w:rsidRPr="0008167C">
        <w:t>суши,</w:t>
      </w:r>
      <w:r w:rsidR="0008167C" w:rsidRPr="0008167C">
        <w:t xml:space="preserve"> </w:t>
      </w:r>
      <w:r w:rsidRPr="0008167C">
        <w:t>сток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которых</w:t>
      </w:r>
      <w:r w:rsidR="0008167C" w:rsidRPr="0008167C">
        <w:t xml:space="preserve"> </w:t>
      </w:r>
      <w:r w:rsidRPr="0008167C">
        <w:t>направлен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различные</w:t>
      </w:r>
      <w:r w:rsidR="0008167C" w:rsidRPr="0008167C">
        <w:t xml:space="preserve"> </w:t>
      </w:r>
      <w:r w:rsidRPr="0008167C">
        <w:t>океаны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моря,</w:t>
      </w:r>
      <w:r w:rsidR="0008167C" w:rsidRPr="0008167C">
        <w:t xml:space="preserve"> </w:t>
      </w:r>
      <w:r w:rsidRPr="0008167C">
        <w:t>называются</w:t>
      </w:r>
      <w:r w:rsidR="0008167C" w:rsidRPr="0008167C">
        <w:t xml:space="preserve"> </w:t>
      </w:r>
      <w:r w:rsidRPr="0008167C">
        <w:t>водоразделами</w:t>
      </w:r>
      <w:r w:rsidR="0008167C" w:rsidRPr="0008167C">
        <w:t xml:space="preserve"> </w:t>
      </w:r>
      <w:r w:rsidRPr="0008167C">
        <w:t>океанов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морей</w:t>
      </w:r>
      <w:r w:rsidR="0008167C" w:rsidRPr="0008167C">
        <w:t xml:space="preserve">. </w:t>
      </w:r>
      <w:r w:rsidRPr="0008167C">
        <w:t>Водоразделы,</w:t>
      </w:r>
      <w:r w:rsidR="0008167C" w:rsidRPr="0008167C">
        <w:t xml:space="preserve"> </w:t>
      </w:r>
      <w:r w:rsidRPr="0008167C">
        <w:t>отделяющие</w:t>
      </w:r>
      <w:r w:rsidR="0008167C" w:rsidRPr="0008167C">
        <w:t xml:space="preserve"> </w:t>
      </w:r>
      <w:r w:rsidRPr="0008167C">
        <w:t>части</w:t>
      </w:r>
      <w:r w:rsidR="0008167C" w:rsidRPr="0008167C">
        <w:t xml:space="preserve"> </w:t>
      </w:r>
      <w:r w:rsidRPr="0008167C">
        <w:t>суши,</w:t>
      </w:r>
      <w:r w:rsidR="0008167C" w:rsidRPr="0008167C">
        <w:t xml:space="preserve"> </w:t>
      </w:r>
      <w:r w:rsidRPr="0008167C">
        <w:t>сток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которых</w:t>
      </w:r>
      <w:r w:rsidR="0008167C" w:rsidRPr="0008167C">
        <w:t xml:space="preserve"> </w:t>
      </w:r>
      <w:r w:rsidRPr="0008167C">
        <w:t>направлен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те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иные</w:t>
      </w:r>
      <w:r w:rsidR="0008167C" w:rsidRPr="0008167C">
        <w:t xml:space="preserve"> </w:t>
      </w:r>
      <w:r w:rsidRPr="0008167C">
        <w:t>речные</w:t>
      </w:r>
      <w:r w:rsidR="0008167C" w:rsidRPr="0008167C">
        <w:t xml:space="preserve"> </w:t>
      </w:r>
      <w:r w:rsidRPr="0008167C">
        <w:t>системы,</w:t>
      </w:r>
      <w:r w:rsidR="0008167C" w:rsidRPr="0008167C">
        <w:t xml:space="preserve"> </w:t>
      </w:r>
      <w:r w:rsidRPr="0008167C">
        <w:t>называют</w:t>
      </w:r>
      <w:r w:rsidR="0008167C" w:rsidRPr="0008167C">
        <w:t xml:space="preserve"> </w:t>
      </w:r>
      <w:r w:rsidRPr="0008167C">
        <w:t>речными</w:t>
      </w:r>
      <w:r w:rsidR="0008167C" w:rsidRPr="0008167C">
        <w:t xml:space="preserve"> </w:t>
      </w:r>
      <w:r w:rsidRPr="0008167C">
        <w:t>водоразделами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водоразделами</w:t>
      </w:r>
      <w:r w:rsidR="0008167C" w:rsidRPr="0008167C">
        <w:t xml:space="preserve"> </w:t>
      </w:r>
      <w:r w:rsidRPr="0008167C">
        <w:t>речных</w:t>
      </w:r>
      <w:r w:rsidR="0008167C" w:rsidRPr="0008167C">
        <w:t xml:space="preserve"> </w:t>
      </w:r>
      <w:r w:rsidRPr="0008167C">
        <w:t>бассейнов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В</w:t>
      </w:r>
      <w:r w:rsidR="0008167C" w:rsidRPr="0008167C">
        <w:t xml:space="preserve"> </w:t>
      </w:r>
      <w:r w:rsidRPr="0008167C">
        <w:t>горных</w:t>
      </w:r>
      <w:r w:rsidR="0008167C" w:rsidRPr="0008167C">
        <w:t xml:space="preserve"> </w:t>
      </w:r>
      <w:r w:rsidRPr="0008167C">
        <w:t>районах</w:t>
      </w:r>
      <w:r w:rsidR="0008167C" w:rsidRPr="0008167C">
        <w:t xml:space="preserve"> </w:t>
      </w:r>
      <w:r w:rsidRPr="0008167C">
        <w:t>водоразделы</w:t>
      </w:r>
      <w:r w:rsidR="0008167C" w:rsidRPr="0008167C">
        <w:t xml:space="preserve"> </w:t>
      </w:r>
      <w:r w:rsidRPr="0008167C">
        <w:t>обычно</w:t>
      </w:r>
      <w:r w:rsidR="0008167C" w:rsidRPr="0008167C">
        <w:t xml:space="preserve"> </w:t>
      </w:r>
      <w:r w:rsidRPr="0008167C">
        <w:t>хорошо</w:t>
      </w:r>
      <w:r w:rsidR="0008167C" w:rsidRPr="0008167C">
        <w:t xml:space="preserve"> </w:t>
      </w:r>
      <w:r w:rsidRPr="0008167C">
        <w:t>выражены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проходят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вершинам</w:t>
      </w:r>
      <w:r w:rsidR="0008167C" w:rsidRPr="0008167C">
        <w:t xml:space="preserve"> </w:t>
      </w:r>
      <w:r w:rsidRPr="0008167C">
        <w:t>горных</w:t>
      </w:r>
      <w:r w:rsidR="0008167C" w:rsidRPr="0008167C">
        <w:t xml:space="preserve"> </w:t>
      </w:r>
      <w:r w:rsidRPr="0008167C">
        <w:t>хребтов</w:t>
      </w:r>
      <w:r w:rsidR="0008167C" w:rsidRPr="0008167C">
        <w:t xml:space="preserve">. </w:t>
      </w:r>
      <w:r w:rsidRPr="0008167C">
        <w:t>На</w:t>
      </w:r>
      <w:r w:rsidR="0008167C" w:rsidRPr="0008167C">
        <w:t xml:space="preserve"> </w:t>
      </w:r>
      <w:r w:rsidRPr="0008167C">
        <w:t>равнинах</w:t>
      </w:r>
      <w:r w:rsidR="0008167C" w:rsidRPr="0008167C">
        <w:t xml:space="preserve"> </w:t>
      </w:r>
      <w:r w:rsidRPr="0008167C">
        <w:t>водоразделы</w:t>
      </w:r>
      <w:r w:rsidR="0008167C" w:rsidRPr="0008167C">
        <w:t xml:space="preserve"> </w:t>
      </w:r>
      <w:r w:rsidRPr="0008167C">
        <w:t>нередко</w:t>
      </w:r>
      <w:r w:rsidR="0008167C" w:rsidRPr="0008167C">
        <w:t xml:space="preserve"> </w:t>
      </w:r>
      <w:r w:rsidRPr="0008167C">
        <w:t>выражены</w:t>
      </w:r>
      <w:r w:rsidR="0008167C" w:rsidRPr="0008167C">
        <w:t xml:space="preserve"> </w:t>
      </w:r>
      <w:r w:rsidRPr="0008167C">
        <w:t>неясно,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определить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точно</w:t>
      </w:r>
      <w:r w:rsidR="0008167C" w:rsidRPr="0008167C">
        <w:t xml:space="preserve"> </w:t>
      </w:r>
      <w:r w:rsidRPr="0008167C">
        <w:t>бывает</w:t>
      </w:r>
      <w:r w:rsidR="0008167C" w:rsidRPr="0008167C">
        <w:t xml:space="preserve"> </w:t>
      </w:r>
      <w:r w:rsidRPr="0008167C">
        <w:t>трудно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Реки</w:t>
      </w:r>
      <w:r w:rsidR="0008167C" w:rsidRPr="0008167C">
        <w:t xml:space="preserve"> </w:t>
      </w:r>
      <w:r w:rsidRPr="0008167C">
        <w:t>собирают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только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земли,</w:t>
      </w:r>
      <w:r w:rsidR="0008167C" w:rsidRPr="0008167C">
        <w:t xml:space="preserve"> </w:t>
      </w:r>
      <w:r w:rsidRPr="0008167C">
        <w:t>но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верхних</w:t>
      </w:r>
      <w:r w:rsidR="0008167C" w:rsidRPr="0008167C">
        <w:t xml:space="preserve"> </w:t>
      </w:r>
      <w:r w:rsidRPr="0008167C">
        <w:t>слоев</w:t>
      </w:r>
      <w:r w:rsidR="0008167C" w:rsidRPr="0008167C">
        <w:t xml:space="preserve"> </w:t>
      </w:r>
      <w:r w:rsidRPr="0008167C">
        <w:t>литосферы</w:t>
      </w:r>
      <w:r w:rsidR="0008167C">
        <w:t xml:space="preserve"> (</w:t>
      </w:r>
      <w:r w:rsidRPr="0008167C">
        <w:t>подземные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). </w:t>
      </w:r>
      <w:r w:rsidRPr="0008167C">
        <w:t>В</w:t>
      </w:r>
      <w:r w:rsidR="0008167C" w:rsidRPr="0008167C">
        <w:t xml:space="preserve"> </w:t>
      </w:r>
      <w:r w:rsidRPr="0008167C">
        <w:t>соответствии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этим</w:t>
      </w:r>
      <w:r w:rsidR="0008167C" w:rsidRPr="0008167C">
        <w:t xml:space="preserve"> </w:t>
      </w:r>
      <w:r w:rsidRPr="0008167C">
        <w:t>различают</w:t>
      </w:r>
      <w:r w:rsidR="0008167C" w:rsidRPr="0008167C">
        <w:t xml:space="preserve"> </w:t>
      </w:r>
      <w:r w:rsidRPr="0008167C">
        <w:t>поверхностные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подземные</w:t>
      </w:r>
      <w:r w:rsidR="0008167C" w:rsidRPr="0008167C">
        <w:t xml:space="preserve"> </w:t>
      </w:r>
      <w:r w:rsidRPr="0008167C">
        <w:t>водоразделы</w:t>
      </w:r>
      <w:r w:rsidR="0008167C" w:rsidRPr="0008167C">
        <w:t xml:space="preserve">. </w:t>
      </w:r>
      <w:r w:rsidRPr="0008167C">
        <w:t>Поверхностные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подземные</w:t>
      </w:r>
      <w:r w:rsidR="0008167C" w:rsidRPr="0008167C">
        <w:t xml:space="preserve"> </w:t>
      </w:r>
      <w:r w:rsidRPr="0008167C">
        <w:t>водоразделы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всегда</w:t>
      </w:r>
      <w:r w:rsidR="0008167C" w:rsidRPr="0008167C">
        <w:t xml:space="preserve"> </w:t>
      </w:r>
      <w:r w:rsidRPr="0008167C">
        <w:t>совпадают</w:t>
      </w:r>
      <w:r w:rsidR="0008167C" w:rsidRPr="0008167C">
        <w:t>.</w:t>
      </w:r>
    </w:p>
    <w:p w:rsidR="0008167C" w:rsidRPr="0008167C" w:rsidRDefault="00223F35" w:rsidP="0008167C">
      <w:pPr>
        <w:pStyle w:val="3"/>
        <w:tabs>
          <w:tab w:val="left" w:pos="726"/>
        </w:tabs>
        <w:rPr>
          <w:color w:val="000000"/>
        </w:rPr>
      </w:pPr>
      <w:bookmarkStart w:id="31" w:name="_Toc8497754"/>
      <w:bookmarkStart w:id="32" w:name="_Toc8498119"/>
      <w:bookmarkStart w:id="33" w:name="_Toc8498787"/>
      <w:r w:rsidRPr="0008167C">
        <w:rPr>
          <w:color w:val="000000"/>
        </w:rPr>
        <w:t>Речной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бассейн</w:t>
      </w:r>
      <w:r w:rsidR="0008167C" w:rsidRPr="0008167C">
        <w:rPr>
          <w:color w:val="000000"/>
        </w:rPr>
        <w:t xml:space="preserve">. </w:t>
      </w:r>
      <w:r w:rsidRPr="0008167C">
        <w:rPr>
          <w:color w:val="000000"/>
        </w:rPr>
        <w:t>Водосбор</w:t>
      </w:r>
      <w:r w:rsidR="0008167C" w:rsidRPr="0008167C">
        <w:rPr>
          <w:color w:val="000000"/>
        </w:rPr>
        <w:t>.</w:t>
      </w:r>
      <w:bookmarkEnd w:id="31"/>
      <w:bookmarkEnd w:id="32"/>
      <w:bookmarkEnd w:id="33"/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Часть</w:t>
      </w:r>
      <w:r w:rsidR="0008167C" w:rsidRPr="0008167C">
        <w:t xml:space="preserve"> </w:t>
      </w:r>
      <w:r w:rsidRPr="0008167C">
        <w:t>земной</w:t>
      </w:r>
      <w:r w:rsidR="0008167C" w:rsidRPr="0008167C">
        <w:t xml:space="preserve"> </w:t>
      </w:r>
      <w:r w:rsidRPr="0008167C">
        <w:t>поверхности,</w:t>
      </w:r>
      <w:r w:rsidR="0008167C" w:rsidRPr="0008167C">
        <w:t xml:space="preserve"> </w:t>
      </w:r>
      <w:r w:rsidRPr="0008167C">
        <w:t>включающая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себя</w:t>
      </w:r>
      <w:r w:rsidR="0008167C" w:rsidRPr="0008167C">
        <w:t xml:space="preserve"> </w:t>
      </w:r>
      <w:r w:rsidRPr="0008167C">
        <w:t>данную</w:t>
      </w:r>
      <w:r w:rsidR="0008167C" w:rsidRPr="0008167C">
        <w:t xml:space="preserve"> </w:t>
      </w:r>
      <w:r w:rsidRPr="0008167C">
        <w:t>речную</w:t>
      </w:r>
      <w:r w:rsidR="0008167C" w:rsidRPr="0008167C">
        <w:t xml:space="preserve"> </w:t>
      </w:r>
      <w:r w:rsidRPr="0008167C">
        <w:t>систему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отделенная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других</w:t>
      </w:r>
      <w:r w:rsidR="0008167C" w:rsidRPr="0008167C">
        <w:t xml:space="preserve"> </w:t>
      </w:r>
      <w:r w:rsidRPr="0008167C">
        <w:t>речных</w:t>
      </w:r>
      <w:r w:rsidR="0008167C" w:rsidRPr="0008167C">
        <w:t xml:space="preserve"> </w:t>
      </w:r>
      <w:r w:rsidRPr="0008167C">
        <w:t>систем</w:t>
      </w:r>
      <w:r w:rsidR="0008167C" w:rsidRPr="0008167C">
        <w:t xml:space="preserve"> </w:t>
      </w:r>
      <w:r w:rsidRPr="0008167C">
        <w:t>водоразделами,</w:t>
      </w:r>
      <w:r w:rsidR="0008167C" w:rsidRPr="0008167C">
        <w:t xml:space="preserve"> </w:t>
      </w:r>
      <w:r w:rsidRPr="0008167C">
        <w:t>называется</w:t>
      </w:r>
      <w:r w:rsidR="0008167C" w:rsidRPr="0008167C">
        <w:t xml:space="preserve"> </w:t>
      </w:r>
      <w:r w:rsidRPr="0008167C">
        <w:t>речным</w:t>
      </w:r>
      <w:r w:rsidR="0008167C" w:rsidRPr="0008167C">
        <w:t xml:space="preserve"> </w:t>
      </w:r>
      <w:r w:rsidRPr="0008167C">
        <w:t>бассейном</w:t>
      </w:r>
      <w:r w:rsidR="0008167C" w:rsidRPr="0008167C">
        <w:t xml:space="preserve"> </w:t>
      </w:r>
      <w:r w:rsidRPr="0008167C">
        <w:t>этой</w:t>
      </w:r>
      <w:r w:rsidR="0008167C" w:rsidRPr="0008167C">
        <w:t xml:space="preserve"> </w:t>
      </w:r>
      <w:r w:rsidRPr="0008167C">
        <w:t>системы</w:t>
      </w:r>
      <w:r w:rsidR="0008167C" w:rsidRPr="0008167C">
        <w:t xml:space="preserve">. </w:t>
      </w:r>
      <w:r w:rsidRPr="0008167C">
        <w:t>Поверхность</w:t>
      </w:r>
      <w:r w:rsidR="0008167C" w:rsidRPr="0008167C">
        <w:t xml:space="preserve"> </w:t>
      </w:r>
      <w:r w:rsidRPr="0008167C">
        <w:t>суши,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которой</w:t>
      </w:r>
      <w:r w:rsidR="0008167C" w:rsidRPr="0008167C">
        <w:t xml:space="preserve"> </w:t>
      </w:r>
      <w:r w:rsidRPr="0008167C">
        <w:t>речная</w:t>
      </w:r>
      <w:r w:rsidR="0008167C" w:rsidRPr="0008167C">
        <w:t xml:space="preserve"> </w:t>
      </w:r>
      <w:r w:rsidRPr="0008167C">
        <w:t>система</w:t>
      </w:r>
      <w:r w:rsidR="0008167C" w:rsidRPr="0008167C">
        <w:t xml:space="preserve"> </w:t>
      </w:r>
      <w:r w:rsidRPr="0008167C">
        <w:t>собирает</w:t>
      </w:r>
      <w:r w:rsidR="0008167C" w:rsidRPr="0008167C">
        <w:t xml:space="preserve"> </w:t>
      </w:r>
      <w:r w:rsidRPr="0008167C">
        <w:t>свои</w:t>
      </w:r>
      <w:r w:rsidR="0008167C" w:rsidRPr="0008167C">
        <w:t xml:space="preserve"> </w:t>
      </w:r>
      <w:r w:rsidRPr="0008167C">
        <w:t>воды,</w:t>
      </w:r>
      <w:r w:rsidR="0008167C" w:rsidRPr="0008167C">
        <w:t xml:space="preserve"> </w:t>
      </w:r>
      <w:r w:rsidRPr="0008167C">
        <w:t>называется</w:t>
      </w:r>
      <w:r w:rsidR="0008167C" w:rsidRPr="0008167C">
        <w:t xml:space="preserve"> </w:t>
      </w:r>
      <w:r w:rsidRPr="0008167C">
        <w:t>водосбором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водосборной</w:t>
      </w:r>
      <w:r w:rsidR="0008167C" w:rsidRPr="0008167C">
        <w:t xml:space="preserve"> </w:t>
      </w:r>
      <w:r w:rsidRPr="0008167C">
        <w:t>площадью</w:t>
      </w:r>
      <w:r w:rsidR="0008167C" w:rsidRPr="0008167C">
        <w:t xml:space="preserve"> </w:t>
      </w:r>
      <w:r w:rsidRPr="0008167C">
        <w:t>бассейна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большинстве</w:t>
      </w:r>
      <w:r w:rsidR="0008167C" w:rsidRPr="0008167C">
        <w:t xml:space="preserve"> </w:t>
      </w:r>
      <w:r w:rsidRPr="0008167C">
        <w:t>случаев</w:t>
      </w:r>
      <w:r w:rsidR="0008167C" w:rsidRPr="0008167C">
        <w:t xml:space="preserve"> </w:t>
      </w:r>
      <w:r w:rsidRPr="0008167C">
        <w:t>площади</w:t>
      </w:r>
      <w:r w:rsidR="0008167C" w:rsidRPr="0008167C">
        <w:t xml:space="preserve"> </w:t>
      </w:r>
      <w:r w:rsidRPr="0008167C">
        <w:t>бассейна</w:t>
      </w:r>
      <w:r w:rsidR="0008167C" w:rsidRPr="0008167C">
        <w:t xml:space="preserve"> </w:t>
      </w:r>
      <w:r w:rsidRPr="0008167C">
        <w:t>реки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водосбора</w:t>
      </w:r>
      <w:r w:rsidR="0008167C" w:rsidRPr="0008167C">
        <w:t xml:space="preserve"> </w:t>
      </w:r>
      <w:r w:rsidRPr="0008167C">
        <w:t>совпадают</w:t>
      </w:r>
      <w:r w:rsidR="0008167C" w:rsidRPr="0008167C">
        <w:t xml:space="preserve">. </w:t>
      </w:r>
      <w:r w:rsidRPr="0008167C">
        <w:t>Но</w:t>
      </w:r>
      <w:r w:rsidR="0008167C" w:rsidRPr="0008167C">
        <w:t xml:space="preserve"> </w:t>
      </w:r>
      <w:r w:rsidRPr="0008167C">
        <w:t>иногда</w:t>
      </w:r>
      <w:r w:rsidR="0008167C" w:rsidRPr="0008167C">
        <w:t xml:space="preserve"> </w:t>
      </w:r>
      <w:r w:rsidRPr="0008167C">
        <w:t>водосборная</w:t>
      </w:r>
      <w:r w:rsidR="0008167C" w:rsidRPr="0008167C">
        <w:t xml:space="preserve"> </w:t>
      </w:r>
      <w:r w:rsidRPr="0008167C">
        <w:t>площадь</w:t>
      </w:r>
      <w:r w:rsidR="0008167C" w:rsidRPr="0008167C">
        <w:t xml:space="preserve"> </w:t>
      </w:r>
      <w:r w:rsidRPr="0008167C">
        <w:t>бывает</w:t>
      </w:r>
      <w:r w:rsidR="0008167C" w:rsidRPr="0008167C">
        <w:t xml:space="preserve"> </w:t>
      </w:r>
      <w:r w:rsidRPr="0008167C">
        <w:t>меньше</w:t>
      </w:r>
      <w:r w:rsidR="0008167C" w:rsidRPr="0008167C">
        <w:t xml:space="preserve"> </w:t>
      </w:r>
      <w:r w:rsidRPr="0008167C">
        <w:t>площади</w:t>
      </w:r>
      <w:r w:rsidR="0008167C" w:rsidRPr="0008167C">
        <w:t xml:space="preserve"> </w:t>
      </w:r>
      <w:r w:rsidRPr="0008167C">
        <w:t>бассейна</w:t>
      </w:r>
      <w:r w:rsidR="0008167C" w:rsidRPr="0008167C">
        <w:t xml:space="preserve">. </w:t>
      </w:r>
      <w:r w:rsidRPr="0008167C">
        <w:t>Это</w:t>
      </w:r>
      <w:r w:rsidR="0008167C" w:rsidRPr="0008167C">
        <w:t xml:space="preserve"> </w:t>
      </w:r>
      <w:r w:rsidRPr="0008167C">
        <w:t>наблюдается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тех</w:t>
      </w:r>
      <w:r w:rsidR="0008167C" w:rsidRPr="0008167C">
        <w:t xml:space="preserve"> </w:t>
      </w:r>
      <w:r w:rsidRPr="0008167C">
        <w:t>случаях,</w:t>
      </w:r>
      <w:r w:rsidR="0008167C" w:rsidRPr="0008167C">
        <w:t xml:space="preserve"> </w:t>
      </w:r>
      <w:r w:rsidRPr="0008167C">
        <w:t>когда</w:t>
      </w:r>
      <w:r w:rsidR="0008167C" w:rsidRPr="0008167C">
        <w:t xml:space="preserve"> </w:t>
      </w:r>
      <w:r w:rsidRPr="0008167C">
        <w:t>внутри</w:t>
      </w:r>
      <w:r w:rsidR="0008167C" w:rsidRPr="0008167C">
        <w:t xml:space="preserve"> </w:t>
      </w:r>
      <w:r w:rsidRPr="0008167C">
        <w:t>бассейна</w:t>
      </w:r>
      <w:r w:rsidR="0008167C" w:rsidRPr="0008167C">
        <w:t xml:space="preserve"> </w:t>
      </w:r>
      <w:r w:rsidRPr="0008167C">
        <w:t>имеются</w:t>
      </w:r>
      <w:r w:rsidR="0008167C" w:rsidRPr="0008167C">
        <w:t xml:space="preserve"> </w:t>
      </w:r>
      <w:r w:rsidRPr="0008167C">
        <w:t>либо</w:t>
      </w:r>
      <w:r w:rsidR="0008167C" w:rsidRPr="0008167C">
        <w:t xml:space="preserve"> </w:t>
      </w:r>
      <w:r w:rsidRPr="0008167C">
        <w:t>площади</w:t>
      </w:r>
      <w:r w:rsidR="0008167C" w:rsidRPr="0008167C">
        <w:t xml:space="preserve"> </w:t>
      </w:r>
      <w:r w:rsidRPr="0008167C">
        <w:t>внутреннего</w:t>
      </w:r>
      <w:r w:rsidR="0008167C" w:rsidRPr="0008167C">
        <w:t xml:space="preserve"> </w:t>
      </w:r>
      <w:r w:rsidRPr="0008167C">
        <w:t>стока,</w:t>
      </w:r>
      <w:r w:rsidR="0008167C" w:rsidRPr="0008167C">
        <w:t xml:space="preserve"> </w:t>
      </w:r>
      <w:r w:rsidRPr="0008167C">
        <w:t>либо</w:t>
      </w:r>
      <w:r w:rsidR="0008167C" w:rsidRPr="0008167C">
        <w:t xml:space="preserve"> </w:t>
      </w:r>
      <w:r w:rsidRPr="0008167C">
        <w:t>площади,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которых</w:t>
      </w:r>
      <w:r w:rsidR="0008167C" w:rsidRPr="0008167C">
        <w:t xml:space="preserve"> </w:t>
      </w:r>
      <w:r w:rsidRPr="0008167C">
        <w:t>стока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происходит</w:t>
      </w:r>
      <w:r w:rsidR="0008167C" w:rsidRPr="0008167C">
        <w:t xml:space="preserve"> </w:t>
      </w:r>
      <w:r w:rsidRPr="0008167C">
        <w:t>вовсе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Речные</w:t>
      </w:r>
      <w:r w:rsidR="0008167C" w:rsidRPr="0008167C">
        <w:t xml:space="preserve"> </w:t>
      </w:r>
      <w:r w:rsidRPr="0008167C">
        <w:t>бассейны</w:t>
      </w:r>
      <w:r w:rsidR="0008167C" w:rsidRPr="0008167C">
        <w:t xml:space="preserve"> </w:t>
      </w:r>
      <w:r w:rsidRPr="0008167C">
        <w:t>отличаются</w:t>
      </w:r>
      <w:r w:rsidR="0008167C" w:rsidRPr="0008167C">
        <w:t xml:space="preserve"> </w:t>
      </w:r>
      <w:r w:rsidRPr="0008167C">
        <w:t>друг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друга</w:t>
      </w:r>
      <w:r w:rsidR="0008167C" w:rsidRPr="0008167C">
        <w:t xml:space="preserve"> </w:t>
      </w:r>
      <w:r w:rsidRPr="0008167C">
        <w:t>размерами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формой</w:t>
      </w:r>
      <w:r w:rsidR="0008167C" w:rsidRPr="0008167C">
        <w:t xml:space="preserve">. </w:t>
      </w:r>
      <w:r w:rsidRPr="0008167C">
        <w:t>Основной</w:t>
      </w:r>
      <w:r w:rsidR="0008167C" w:rsidRPr="0008167C">
        <w:t xml:space="preserve"> </w:t>
      </w:r>
      <w:r w:rsidRPr="0008167C">
        <w:t>морфометрической</w:t>
      </w:r>
      <w:r w:rsidR="0008167C" w:rsidRPr="0008167C">
        <w:t xml:space="preserve"> </w:t>
      </w:r>
      <w:r w:rsidRPr="0008167C">
        <w:t>характеристикой</w:t>
      </w:r>
      <w:r w:rsidR="0008167C" w:rsidRPr="0008167C">
        <w:t xml:space="preserve"> </w:t>
      </w:r>
      <w:r w:rsidRPr="0008167C">
        <w:t>речного</w:t>
      </w:r>
      <w:r w:rsidR="0008167C" w:rsidRPr="0008167C">
        <w:t xml:space="preserve"> </w:t>
      </w:r>
      <w:r w:rsidRPr="0008167C">
        <w:t>бассейна</w:t>
      </w:r>
      <w:r w:rsidR="0008167C" w:rsidRPr="0008167C">
        <w:t xml:space="preserve"> </w:t>
      </w:r>
      <w:r w:rsidRPr="0008167C">
        <w:t>является</w:t>
      </w:r>
      <w:r w:rsidR="0008167C" w:rsidRPr="0008167C">
        <w:t xml:space="preserve"> </w:t>
      </w:r>
      <w:r w:rsidRPr="0008167C">
        <w:t>его</w:t>
      </w:r>
      <w:r w:rsidR="0008167C" w:rsidRPr="0008167C">
        <w:t xml:space="preserve"> </w:t>
      </w:r>
      <w:r w:rsidRPr="0008167C">
        <w:t>площадь,</w:t>
      </w:r>
      <w:r w:rsidR="0008167C" w:rsidRPr="0008167C">
        <w:t xml:space="preserve"> </w:t>
      </w:r>
      <w:r w:rsidRPr="0008167C">
        <w:t>выражаемая</w:t>
      </w:r>
      <w:r w:rsidR="0008167C" w:rsidRPr="0008167C">
        <w:t xml:space="preserve"> </w:t>
      </w:r>
      <w:r w:rsidRPr="0008167C">
        <w:t>обычно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квадратных</w:t>
      </w:r>
      <w:r w:rsidR="0008167C" w:rsidRPr="0008167C">
        <w:t xml:space="preserve"> </w:t>
      </w:r>
      <w:r w:rsidRPr="0008167C">
        <w:t>километрах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Бассейны</w:t>
      </w:r>
      <w:r w:rsidR="0008167C" w:rsidRPr="0008167C">
        <w:t xml:space="preserve"> </w:t>
      </w:r>
      <w:r w:rsidRPr="0008167C">
        <w:t>рек</w:t>
      </w:r>
      <w:r w:rsidR="0008167C" w:rsidRPr="0008167C">
        <w:t xml:space="preserve"> </w:t>
      </w:r>
      <w:r w:rsidRPr="0008167C">
        <w:t>нередко</w:t>
      </w:r>
      <w:r w:rsidR="0008167C" w:rsidRPr="0008167C">
        <w:t xml:space="preserve"> </w:t>
      </w:r>
      <w:r w:rsidRPr="0008167C">
        <w:t>отличаются</w:t>
      </w:r>
      <w:r w:rsidR="0008167C" w:rsidRPr="0008167C">
        <w:t xml:space="preserve"> </w:t>
      </w:r>
      <w:r w:rsidRPr="0008167C">
        <w:t>значительной</w:t>
      </w:r>
      <w:r w:rsidR="0008167C" w:rsidRPr="0008167C">
        <w:t xml:space="preserve"> </w:t>
      </w:r>
      <w:r w:rsidRPr="0008167C">
        <w:t>асимметрией,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имеет</w:t>
      </w:r>
      <w:r w:rsidR="0008167C" w:rsidRPr="0008167C">
        <w:t xml:space="preserve"> </w:t>
      </w:r>
      <w:r w:rsidRPr="0008167C">
        <w:t>большое</w:t>
      </w:r>
      <w:r w:rsidR="0008167C" w:rsidRPr="0008167C">
        <w:t xml:space="preserve"> </w:t>
      </w:r>
      <w:r w:rsidRPr="0008167C">
        <w:t>значение</w:t>
      </w:r>
      <w:r w:rsidR="0008167C" w:rsidRPr="0008167C">
        <w:t xml:space="preserve"> </w:t>
      </w:r>
      <w:r w:rsidRPr="0008167C">
        <w:t>для</w:t>
      </w:r>
      <w:r w:rsidR="0008167C" w:rsidRPr="0008167C">
        <w:t xml:space="preserve"> </w:t>
      </w:r>
      <w:r w:rsidRPr="0008167C">
        <w:t>формирования</w:t>
      </w:r>
      <w:r w:rsidR="0008167C" w:rsidRPr="0008167C">
        <w:t xml:space="preserve"> </w:t>
      </w:r>
      <w:r w:rsidRPr="0008167C">
        <w:t>водного</w:t>
      </w:r>
      <w:r w:rsidR="0008167C" w:rsidRPr="0008167C">
        <w:t xml:space="preserve"> </w:t>
      </w:r>
      <w:r w:rsidRPr="0008167C">
        <w:t>режима</w:t>
      </w:r>
      <w:r w:rsidR="0008167C" w:rsidRPr="0008167C">
        <w:t xml:space="preserve"> </w:t>
      </w:r>
      <w:r w:rsidRPr="0008167C">
        <w:t>реки</w:t>
      </w:r>
      <w:r w:rsidR="0008167C" w:rsidRPr="0008167C">
        <w:t xml:space="preserve">. </w:t>
      </w:r>
      <w:r w:rsidRPr="0008167C">
        <w:t>При</w:t>
      </w:r>
      <w:r w:rsidR="0008167C" w:rsidRPr="0008167C">
        <w:t xml:space="preserve"> </w:t>
      </w:r>
      <w:r w:rsidRPr="0008167C">
        <w:t>асимметрии</w:t>
      </w:r>
      <w:r w:rsidR="0008167C" w:rsidRPr="0008167C">
        <w:t xml:space="preserve"> </w:t>
      </w:r>
      <w:r w:rsidRPr="0008167C">
        <w:t>бассейна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главную</w:t>
      </w:r>
      <w:r w:rsidR="0008167C" w:rsidRPr="0008167C">
        <w:t xml:space="preserve"> </w:t>
      </w:r>
      <w:r w:rsidRPr="0008167C">
        <w:t>реку</w:t>
      </w:r>
      <w:r w:rsidR="0008167C" w:rsidRPr="0008167C">
        <w:t xml:space="preserve"> </w:t>
      </w:r>
      <w:r w:rsidRPr="0008167C">
        <w:t>будет</w:t>
      </w:r>
      <w:r w:rsidR="0008167C" w:rsidRPr="0008167C">
        <w:t xml:space="preserve"> </w:t>
      </w:r>
      <w:r w:rsidRPr="0008167C">
        <w:t>поступать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прочих</w:t>
      </w:r>
      <w:r w:rsidR="0008167C" w:rsidRPr="0008167C">
        <w:t xml:space="preserve"> </w:t>
      </w:r>
      <w:r w:rsidRPr="0008167C">
        <w:t>равных</w:t>
      </w:r>
      <w:r w:rsidR="0008167C" w:rsidRPr="0008167C">
        <w:t xml:space="preserve"> </w:t>
      </w:r>
      <w:r w:rsidRPr="0008167C">
        <w:t>условиях</w:t>
      </w:r>
      <w:r w:rsidR="0008167C" w:rsidRPr="0008167C">
        <w:t xml:space="preserve"> </w:t>
      </w:r>
      <w:r w:rsidRPr="0008167C">
        <w:t>различное</w:t>
      </w:r>
      <w:r w:rsidR="0008167C" w:rsidRPr="0008167C">
        <w:t xml:space="preserve"> </w:t>
      </w:r>
      <w:r w:rsidRPr="0008167C">
        <w:t>количество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правой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левой</w:t>
      </w:r>
      <w:r w:rsidR="0008167C" w:rsidRPr="0008167C">
        <w:t xml:space="preserve"> </w:t>
      </w:r>
      <w:r w:rsidRPr="0008167C">
        <w:t>частей</w:t>
      </w:r>
      <w:r w:rsidR="0008167C" w:rsidRPr="0008167C">
        <w:t xml:space="preserve"> </w:t>
      </w:r>
      <w:r w:rsidRPr="0008167C">
        <w:t>водосбора</w:t>
      </w:r>
      <w:r w:rsidR="0008167C" w:rsidRPr="0008167C">
        <w:t>.</w:t>
      </w:r>
    </w:p>
    <w:p w:rsidR="0008167C" w:rsidRPr="0008167C" w:rsidRDefault="00223F35" w:rsidP="0008167C">
      <w:pPr>
        <w:pStyle w:val="3"/>
        <w:tabs>
          <w:tab w:val="left" w:pos="726"/>
        </w:tabs>
        <w:rPr>
          <w:color w:val="000000"/>
        </w:rPr>
      </w:pPr>
      <w:bookmarkStart w:id="34" w:name="_Toc8497755"/>
      <w:bookmarkStart w:id="35" w:name="_Toc8498120"/>
      <w:bookmarkStart w:id="36" w:name="_Toc8498788"/>
      <w:r w:rsidRPr="0008167C">
        <w:rPr>
          <w:color w:val="000000"/>
        </w:rPr>
        <w:t>Исток,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верхнее,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среднее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и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нижнее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течение,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устье</w:t>
      </w:r>
      <w:r w:rsidR="0008167C" w:rsidRPr="0008167C">
        <w:rPr>
          <w:color w:val="000000"/>
        </w:rPr>
        <w:t>.</w:t>
      </w:r>
      <w:bookmarkEnd w:id="34"/>
      <w:bookmarkEnd w:id="35"/>
      <w:bookmarkEnd w:id="36"/>
    </w:p>
    <w:p w:rsidR="0008167C" w:rsidRPr="0008167C" w:rsidRDefault="00223F35" w:rsidP="0008167C">
      <w:pPr>
        <w:tabs>
          <w:tab w:val="left" w:pos="726"/>
        </w:tabs>
      </w:pPr>
      <w:r w:rsidRPr="0008167C">
        <w:t>Истоком</w:t>
      </w:r>
      <w:r w:rsidR="0008167C" w:rsidRPr="0008167C">
        <w:t xml:space="preserve"> </w:t>
      </w:r>
      <w:r w:rsidRPr="0008167C">
        <w:t>называется</w:t>
      </w:r>
      <w:r w:rsidR="0008167C" w:rsidRPr="0008167C">
        <w:t xml:space="preserve"> </w:t>
      </w:r>
      <w:r w:rsidRPr="0008167C">
        <w:t>место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земной</w:t>
      </w:r>
      <w:r w:rsidR="0008167C" w:rsidRPr="0008167C">
        <w:t xml:space="preserve"> </w:t>
      </w:r>
      <w:r w:rsidRPr="0008167C">
        <w:t>поверхности,</w:t>
      </w:r>
      <w:r w:rsidR="0008167C" w:rsidRPr="0008167C">
        <w:t xml:space="preserve"> </w:t>
      </w:r>
      <w:r w:rsidRPr="0008167C">
        <w:t>где</w:t>
      </w:r>
      <w:r w:rsidR="0008167C" w:rsidRPr="0008167C">
        <w:t xml:space="preserve"> </w:t>
      </w:r>
      <w:r w:rsidRPr="0008167C">
        <w:t>русло</w:t>
      </w:r>
      <w:r w:rsidR="0008167C" w:rsidRPr="0008167C">
        <w:t xml:space="preserve"> </w:t>
      </w:r>
      <w:r w:rsidRPr="0008167C">
        <w:t>реки</w:t>
      </w:r>
      <w:r w:rsidR="0008167C" w:rsidRPr="0008167C">
        <w:t xml:space="preserve"> </w:t>
      </w:r>
      <w:r w:rsidRPr="0008167C">
        <w:t>приобретает</w:t>
      </w:r>
      <w:r w:rsidR="0008167C" w:rsidRPr="0008167C">
        <w:t xml:space="preserve"> </w:t>
      </w:r>
      <w:r w:rsidRPr="0008167C">
        <w:t>отчетливо</w:t>
      </w:r>
      <w:r w:rsidR="0008167C" w:rsidRPr="0008167C">
        <w:t xml:space="preserve"> </w:t>
      </w:r>
      <w:r w:rsidRPr="0008167C">
        <w:t>выраженные</w:t>
      </w:r>
      <w:r w:rsidR="0008167C" w:rsidRPr="0008167C">
        <w:t xml:space="preserve"> </w:t>
      </w:r>
      <w:r w:rsidRPr="0008167C">
        <w:t>очертания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где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нем</w:t>
      </w:r>
      <w:r w:rsidR="0008167C" w:rsidRPr="0008167C">
        <w:t xml:space="preserve"> </w:t>
      </w:r>
      <w:r w:rsidRPr="0008167C">
        <w:t>наблюдается</w:t>
      </w:r>
      <w:r w:rsidR="0008167C" w:rsidRPr="0008167C">
        <w:t xml:space="preserve"> </w:t>
      </w:r>
      <w:r w:rsidRPr="0008167C">
        <w:t>течение</w:t>
      </w:r>
      <w:r w:rsidR="0008167C" w:rsidRPr="0008167C">
        <w:t xml:space="preserve">. </w:t>
      </w:r>
      <w:r w:rsidRPr="0008167C">
        <w:t>Река</w:t>
      </w:r>
      <w:r w:rsidR="0008167C" w:rsidRPr="0008167C">
        <w:t xml:space="preserve"> </w:t>
      </w:r>
      <w:r w:rsidRPr="0008167C">
        <w:t>может</w:t>
      </w:r>
      <w:r w:rsidR="0008167C" w:rsidRPr="0008167C">
        <w:t xml:space="preserve"> </w:t>
      </w:r>
      <w:r w:rsidRPr="0008167C">
        <w:t>образоваться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слияния</w:t>
      </w:r>
      <w:r w:rsidR="0008167C" w:rsidRPr="0008167C">
        <w:t xml:space="preserve"> </w:t>
      </w:r>
      <w:r w:rsidRPr="0008167C">
        <w:t>двух</w:t>
      </w:r>
      <w:r w:rsidR="0008167C" w:rsidRPr="0008167C">
        <w:t xml:space="preserve"> </w:t>
      </w:r>
      <w:r w:rsidRPr="0008167C">
        <w:t>рек</w:t>
      </w:r>
      <w:r w:rsidR="0008167C" w:rsidRPr="0008167C">
        <w:t xml:space="preserve">. </w:t>
      </w:r>
      <w:r w:rsidRPr="0008167C">
        <w:t>Тогда</w:t>
      </w:r>
      <w:r w:rsidR="0008167C" w:rsidRPr="0008167C">
        <w:t xml:space="preserve"> </w:t>
      </w:r>
      <w:r w:rsidRPr="0008167C">
        <w:t>за</w:t>
      </w:r>
      <w:r w:rsidR="0008167C" w:rsidRPr="0008167C">
        <w:t xml:space="preserve"> </w:t>
      </w:r>
      <w:r w:rsidRPr="0008167C">
        <w:t>начало</w:t>
      </w:r>
      <w:r w:rsidR="0008167C" w:rsidRPr="0008167C">
        <w:t xml:space="preserve"> </w:t>
      </w:r>
      <w:r w:rsidRPr="0008167C">
        <w:t>реки</w:t>
      </w:r>
      <w:r w:rsidR="0008167C" w:rsidRPr="0008167C">
        <w:t xml:space="preserve"> </w:t>
      </w:r>
      <w:r w:rsidRPr="0008167C">
        <w:t>принимается</w:t>
      </w:r>
      <w:r w:rsidR="0008167C" w:rsidRPr="0008167C">
        <w:t xml:space="preserve"> </w:t>
      </w:r>
      <w:r w:rsidRPr="0008167C">
        <w:t>место</w:t>
      </w:r>
      <w:r w:rsidR="0008167C" w:rsidRPr="0008167C">
        <w:t xml:space="preserve"> </w:t>
      </w:r>
      <w:r w:rsidRPr="0008167C">
        <w:t>слияния</w:t>
      </w:r>
      <w:r w:rsidR="0008167C" w:rsidRPr="0008167C">
        <w:t xml:space="preserve"> </w:t>
      </w:r>
      <w:r w:rsidRPr="0008167C">
        <w:t>этих</w:t>
      </w:r>
      <w:r w:rsidR="0008167C" w:rsidRPr="0008167C">
        <w:t xml:space="preserve"> </w:t>
      </w:r>
      <w:r w:rsidRPr="0008167C">
        <w:t>рек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Нередко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равнинах</w:t>
      </w:r>
      <w:r w:rsidR="0008167C" w:rsidRPr="0008167C">
        <w:t xml:space="preserve"> </w:t>
      </w:r>
      <w:r w:rsidRPr="0008167C">
        <w:t>реки</w:t>
      </w:r>
      <w:r w:rsidR="0008167C" w:rsidRPr="0008167C">
        <w:t xml:space="preserve"> </w:t>
      </w:r>
      <w:r w:rsidRPr="0008167C">
        <w:t>берут</w:t>
      </w:r>
      <w:r w:rsidR="0008167C" w:rsidRPr="0008167C">
        <w:t xml:space="preserve"> </w:t>
      </w:r>
      <w:r w:rsidRPr="0008167C">
        <w:t>начало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болота</w:t>
      </w:r>
      <w:r w:rsidR="0008167C" w:rsidRPr="0008167C">
        <w:t xml:space="preserve">. </w:t>
      </w:r>
      <w:r w:rsidRPr="0008167C">
        <w:t>Иногда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одного</w:t>
      </w:r>
      <w:r w:rsidR="0008167C" w:rsidRPr="0008167C">
        <w:t xml:space="preserve"> </w:t>
      </w:r>
      <w:r w:rsidRPr="0008167C">
        <w:t>болота</w:t>
      </w:r>
      <w:r w:rsidR="0008167C" w:rsidRPr="0008167C">
        <w:t xml:space="preserve"> </w:t>
      </w:r>
      <w:r w:rsidRPr="0008167C">
        <w:t>вытекают</w:t>
      </w:r>
      <w:r w:rsidR="0008167C" w:rsidRPr="0008167C">
        <w:t xml:space="preserve"> </w:t>
      </w:r>
      <w:r w:rsidRPr="0008167C">
        <w:t>ручьи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речки,</w:t>
      </w:r>
      <w:r w:rsidR="0008167C" w:rsidRPr="0008167C">
        <w:t xml:space="preserve"> </w:t>
      </w:r>
      <w:r w:rsidRPr="0008167C">
        <w:t>принадлежащие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разным</w:t>
      </w:r>
      <w:r w:rsidR="0008167C" w:rsidRPr="0008167C">
        <w:t xml:space="preserve"> </w:t>
      </w:r>
      <w:r w:rsidRPr="0008167C">
        <w:t>речным</w:t>
      </w:r>
      <w:r w:rsidR="0008167C" w:rsidRPr="0008167C">
        <w:t xml:space="preserve"> </w:t>
      </w:r>
      <w:r w:rsidRPr="0008167C">
        <w:t>системам</w:t>
      </w:r>
      <w:r w:rsidR="0008167C" w:rsidRPr="0008167C">
        <w:t xml:space="preserve">. </w:t>
      </w:r>
      <w:r w:rsidRPr="0008167C">
        <w:t>Многие</w:t>
      </w:r>
      <w:r w:rsidR="0008167C" w:rsidRPr="0008167C">
        <w:t xml:space="preserve"> </w:t>
      </w:r>
      <w:r w:rsidRPr="0008167C">
        <w:t>реки</w:t>
      </w:r>
      <w:r w:rsidR="0008167C" w:rsidRPr="0008167C">
        <w:t xml:space="preserve"> </w:t>
      </w:r>
      <w:r w:rsidRPr="0008167C">
        <w:t>вытекают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озер,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этом</w:t>
      </w:r>
      <w:r w:rsidR="0008167C" w:rsidRPr="0008167C">
        <w:t xml:space="preserve"> </w:t>
      </w:r>
      <w:r w:rsidRPr="0008167C">
        <w:t>случае</w:t>
      </w:r>
      <w:r w:rsidR="0008167C" w:rsidRPr="0008167C">
        <w:t xml:space="preserve"> </w:t>
      </w:r>
      <w:r w:rsidRPr="0008167C">
        <w:t>исток</w:t>
      </w:r>
      <w:r w:rsidR="0008167C" w:rsidRPr="0008167C">
        <w:t xml:space="preserve"> </w:t>
      </w:r>
      <w:r w:rsidRPr="0008167C">
        <w:t>реки</w:t>
      </w:r>
      <w:r w:rsidR="0008167C" w:rsidRPr="0008167C">
        <w:t xml:space="preserve"> </w:t>
      </w:r>
      <w:r w:rsidRPr="0008167C">
        <w:t>выражен</w:t>
      </w:r>
      <w:r w:rsidR="0008167C" w:rsidRPr="0008167C">
        <w:t xml:space="preserve"> </w:t>
      </w:r>
      <w:r w:rsidRPr="0008167C">
        <w:t>вполне</w:t>
      </w:r>
      <w:r w:rsidR="0008167C" w:rsidRPr="0008167C">
        <w:t xml:space="preserve"> </w:t>
      </w:r>
      <w:r w:rsidRPr="0008167C">
        <w:t>отчетливо</w:t>
      </w:r>
      <w:r w:rsidR="0008167C">
        <w:t xml:space="preserve"> (</w:t>
      </w:r>
      <w:r w:rsidRPr="0008167C">
        <w:t>Нева,</w:t>
      </w:r>
      <w:r w:rsidR="0008167C" w:rsidRPr="0008167C">
        <w:t xml:space="preserve"> </w:t>
      </w:r>
      <w:r w:rsidRPr="0008167C">
        <w:t>Свирь,</w:t>
      </w:r>
      <w:r w:rsidR="0008167C" w:rsidRPr="0008167C">
        <w:t xml:space="preserve"> </w:t>
      </w:r>
      <w:r w:rsidRPr="0008167C">
        <w:t>Ангара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др</w:t>
      </w:r>
      <w:r w:rsidR="0008167C" w:rsidRPr="0008167C">
        <w:t xml:space="preserve">.). </w:t>
      </w:r>
      <w:r w:rsidRPr="0008167C">
        <w:t>Иногда,</w:t>
      </w:r>
      <w:r w:rsidR="0008167C" w:rsidRPr="0008167C">
        <w:t xml:space="preserve"> </w:t>
      </w:r>
      <w:r w:rsidRPr="0008167C">
        <w:t>сравнительно</w:t>
      </w:r>
      <w:r w:rsidR="0008167C" w:rsidRPr="0008167C">
        <w:t xml:space="preserve"> </w:t>
      </w:r>
      <w:r w:rsidRPr="0008167C">
        <w:t>редко,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одного</w:t>
      </w:r>
      <w:r w:rsidR="0008167C" w:rsidRPr="0008167C">
        <w:t xml:space="preserve"> </w:t>
      </w:r>
      <w:r w:rsidRPr="0008167C">
        <w:t>озера</w:t>
      </w:r>
      <w:r w:rsidR="0008167C" w:rsidRPr="0008167C">
        <w:t xml:space="preserve"> </w:t>
      </w:r>
      <w:r w:rsidRPr="0008167C">
        <w:t>вытекают</w:t>
      </w:r>
      <w:r w:rsidR="0008167C" w:rsidRPr="0008167C">
        <w:t xml:space="preserve"> </w:t>
      </w:r>
      <w:r w:rsidRPr="0008167C">
        <w:t>две</w:t>
      </w:r>
      <w:r w:rsidR="0008167C" w:rsidRPr="0008167C">
        <w:t xml:space="preserve"> </w:t>
      </w:r>
      <w:r w:rsidRPr="0008167C">
        <w:t>реки,</w:t>
      </w:r>
      <w:r w:rsidR="0008167C" w:rsidRPr="0008167C">
        <w:t xml:space="preserve"> </w:t>
      </w:r>
      <w:r w:rsidRPr="0008167C">
        <w:t>принадлежащие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различным</w:t>
      </w:r>
      <w:r w:rsidR="0008167C" w:rsidRPr="0008167C">
        <w:t xml:space="preserve"> </w:t>
      </w:r>
      <w:r w:rsidRPr="0008167C">
        <w:t>системам</w:t>
      </w:r>
      <w:r w:rsidR="0008167C" w:rsidRPr="0008167C">
        <w:t xml:space="preserve">. </w:t>
      </w:r>
      <w:r w:rsidRPr="0008167C">
        <w:t>Это</w:t>
      </w:r>
      <w:r w:rsidR="0008167C" w:rsidRPr="0008167C">
        <w:t xml:space="preserve"> </w:t>
      </w:r>
      <w:r w:rsidRPr="0008167C">
        <w:t>наблюдается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том</w:t>
      </w:r>
      <w:r w:rsidR="0008167C" w:rsidRPr="0008167C">
        <w:t xml:space="preserve"> </w:t>
      </w:r>
      <w:r w:rsidRPr="0008167C">
        <w:t>случае,</w:t>
      </w:r>
      <w:r w:rsidR="0008167C" w:rsidRPr="0008167C">
        <w:t xml:space="preserve"> </w:t>
      </w:r>
      <w:r w:rsidRPr="0008167C">
        <w:t>если</w:t>
      </w:r>
      <w:r w:rsidR="0008167C" w:rsidRPr="0008167C">
        <w:t xml:space="preserve"> </w:t>
      </w:r>
      <w:r w:rsidRPr="0008167C">
        <w:t>озеро</w:t>
      </w:r>
      <w:r w:rsidR="0008167C" w:rsidRPr="0008167C">
        <w:t xml:space="preserve"> </w:t>
      </w:r>
      <w:r w:rsidRPr="0008167C">
        <w:t>расположено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высокогорном</w:t>
      </w:r>
      <w:r w:rsidR="0008167C" w:rsidRPr="0008167C">
        <w:t xml:space="preserve"> </w:t>
      </w:r>
      <w:r w:rsidRPr="0008167C">
        <w:t>плато,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водораздельном</w:t>
      </w:r>
      <w:r w:rsidR="0008167C" w:rsidRPr="0008167C">
        <w:t xml:space="preserve"> </w:t>
      </w:r>
      <w:r w:rsidRPr="0008167C">
        <w:t>пространстве</w:t>
      </w:r>
      <w:r w:rsidR="0008167C" w:rsidRPr="0008167C">
        <w:t xml:space="preserve">. </w:t>
      </w:r>
      <w:r w:rsidRPr="0008167C">
        <w:t>Иногда</w:t>
      </w:r>
      <w:r w:rsidR="0008167C" w:rsidRPr="0008167C">
        <w:t xml:space="preserve"> </w:t>
      </w:r>
      <w:r w:rsidRPr="0008167C">
        <w:t>ручьи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речки</w:t>
      </w:r>
      <w:r w:rsidR="0008167C" w:rsidRPr="0008167C">
        <w:t xml:space="preserve"> </w:t>
      </w:r>
      <w:r w:rsidRPr="0008167C">
        <w:t>берут</w:t>
      </w:r>
      <w:r w:rsidR="0008167C" w:rsidRPr="0008167C">
        <w:t xml:space="preserve"> </w:t>
      </w:r>
      <w:r w:rsidRPr="0008167C">
        <w:t>начало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родников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горных</w:t>
      </w:r>
      <w:r w:rsidR="0008167C" w:rsidRPr="0008167C">
        <w:t xml:space="preserve"> </w:t>
      </w:r>
      <w:r w:rsidRPr="0008167C">
        <w:t>районах,</w:t>
      </w:r>
      <w:r w:rsidR="0008167C" w:rsidRPr="0008167C">
        <w:t xml:space="preserve"> </w:t>
      </w:r>
      <w:r w:rsidRPr="0008167C">
        <w:t>там,</w:t>
      </w:r>
      <w:r w:rsidR="0008167C" w:rsidRPr="0008167C">
        <w:t xml:space="preserve"> </w:t>
      </w:r>
      <w:r w:rsidRPr="0008167C">
        <w:t>где</w:t>
      </w:r>
      <w:r w:rsidR="0008167C" w:rsidRPr="0008167C">
        <w:t xml:space="preserve"> </w:t>
      </w:r>
      <w:r w:rsidRPr="0008167C">
        <w:t>развито</w:t>
      </w:r>
      <w:r w:rsidR="0008167C" w:rsidRPr="0008167C">
        <w:t xml:space="preserve"> </w:t>
      </w:r>
      <w:r w:rsidRPr="0008167C">
        <w:t>оледенение,</w:t>
      </w:r>
      <w:r w:rsidR="0008167C" w:rsidRPr="0008167C">
        <w:t xml:space="preserve"> </w:t>
      </w:r>
      <w:r w:rsidRPr="0008167C">
        <w:t>многие</w:t>
      </w:r>
      <w:r w:rsidR="0008167C" w:rsidRPr="0008167C">
        <w:t xml:space="preserve"> </w:t>
      </w:r>
      <w:r w:rsidRPr="0008167C">
        <w:t>реки</w:t>
      </w:r>
      <w:r w:rsidR="0008167C" w:rsidRPr="0008167C">
        <w:t xml:space="preserve"> </w:t>
      </w:r>
      <w:r w:rsidRPr="0008167C">
        <w:t>вытекают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ледников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Течение</w:t>
      </w:r>
      <w:r w:rsidR="0008167C" w:rsidRPr="0008167C">
        <w:t xml:space="preserve"> </w:t>
      </w:r>
      <w:r w:rsidRPr="0008167C">
        <w:t>рек</w:t>
      </w:r>
      <w:r w:rsidR="0008167C" w:rsidRPr="0008167C">
        <w:t xml:space="preserve"> </w:t>
      </w:r>
      <w:r w:rsidRPr="0008167C">
        <w:t>можно</w:t>
      </w:r>
      <w:r w:rsidR="0008167C" w:rsidRPr="0008167C">
        <w:t xml:space="preserve"> </w:t>
      </w:r>
      <w:r w:rsidRPr="0008167C">
        <w:t>разделить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три</w:t>
      </w:r>
      <w:r w:rsidR="0008167C" w:rsidRPr="0008167C">
        <w:t xml:space="preserve"> </w:t>
      </w:r>
      <w:r w:rsidRPr="0008167C">
        <w:t>части,</w:t>
      </w:r>
      <w:r w:rsidR="0008167C" w:rsidRPr="0008167C">
        <w:t xml:space="preserve"> </w:t>
      </w:r>
      <w:r w:rsidRPr="0008167C">
        <w:t>имеющие</w:t>
      </w:r>
      <w:r w:rsidR="0008167C" w:rsidRPr="0008167C">
        <w:t xml:space="preserve"> </w:t>
      </w:r>
      <w:r w:rsidRPr="0008167C">
        <w:t>обычно</w:t>
      </w:r>
      <w:r w:rsidR="0008167C" w:rsidRPr="0008167C">
        <w:t xml:space="preserve"> </w:t>
      </w:r>
      <w:r w:rsidRPr="0008167C">
        <w:t>более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менее</w:t>
      </w:r>
      <w:r w:rsidR="0008167C" w:rsidRPr="0008167C">
        <w:t xml:space="preserve"> </w:t>
      </w:r>
      <w:r w:rsidRPr="0008167C">
        <w:t>общие</w:t>
      </w:r>
      <w:r w:rsidR="0008167C" w:rsidRPr="0008167C">
        <w:t xml:space="preserve"> </w:t>
      </w:r>
      <w:r w:rsidRPr="0008167C">
        <w:t>черты</w:t>
      </w:r>
      <w:r w:rsidR="0008167C" w:rsidRPr="0008167C">
        <w:t xml:space="preserve"> </w:t>
      </w:r>
      <w:r w:rsidRPr="0008167C">
        <w:t>для</w:t>
      </w:r>
      <w:r w:rsidR="0008167C" w:rsidRPr="0008167C">
        <w:t xml:space="preserve"> </w:t>
      </w:r>
      <w:r w:rsidRPr="0008167C">
        <w:t>разных</w:t>
      </w:r>
      <w:r w:rsidR="0008167C" w:rsidRPr="0008167C">
        <w:t xml:space="preserve"> </w:t>
      </w:r>
      <w:r w:rsidRPr="0008167C">
        <w:t>рек</w:t>
      </w:r>
      <w:r w:rsidR="0008167C" w:rsidRPr="0008167C">
        <w:t xml:space="preserve">: </w:t>
      </w:r>
      <w:r w:rsidRPr="0008167C">
        <w:t>верхнее,</w:t>
      </w:r>
      <w:r w:rsidR="0008167C" w:rsidRPr="0008167C">
        <w:t xml:space="preserve"> </w:t>
      </w:r>
      <w:r w:rsidRPr="0008167C">
        <w:t>среднее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нижнее</w:t>
      </w:r>
      <w:r w:rsidR="0008167C" w:rsidRPr="0008167C">
        <w:t xml:space="preserve"> </w:t>
      </w:r>
      <w:r w:rsidRPr="0008167C">
        <w:t>течение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верхнем</w:t>
      </w:r>
      <w:r w:rsidR="0008167C" w:rsidRPr="0008167C">
        <w:t xml:space="preserve"> </w:t>
      </w:r>
      <w:r w:rsidRPr="0008167C">
        <w:t>течении</w:t>
      </w:r>
      <w:r w:rsidR="0008167C" w:rsidRPr="0008167C">
        <w:t xml:space="preserve"> </w:t>
      </w:r>
      <w:r w:rsidRPr="0008167C">
        <w:t>река</w:t>
      </w:r>
      <w:r w:rsidR="0008167C" w:rsidRPr="0008167C">
        <w:t xml:space="preserve"> </w:t>
      </w:r>
      <w:r w:rsidRPr="0008167C">
        <w:t>обычно</w:t>
      </w:r>
      <w:r w:rsidR="0008167C" w:rsidRPr="0008167C">
        <w:t xml:space="preserve"> </w:t>
      </w:r>
      <w:r w:rsidRPr="0008167C">
        <w:t>отличается</w:t>
      </w:r>
      <w:r w:rsidR="0008167C" w:rsidRPr="0008167C">
        <w:t xml:space="preserve"> </w:t>
      </w:r>
      <w:r w:rsidRPr="0008167C">
        <w:t>большими</w:t>
      </w:r>
      <w:r w:rsidR="0008167C" w:rsidRPr="0008167C">
        <w:t xml:space="preserve"> </w:t>
      </w:r>
      <w:r w:rsidRPr="0008167C">
        <w:t>уклонами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соответствии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этим</w:t>
      </w:r>
      <w:r w:rsidR="0008167C" w:rsidRPr="0008167C">
        <w:t xml:space="preserve"> </w:t>
      </w:r>
      <w:r w:rsidRPr="0008167C">
        <w:t>большими</w:t>
      </w:r>
      <w:r w:rsidR="0008167C" w:rsidRPr="0008167C">
        <w:t xml:space="preserve"> </w:t>
      </w:r>
      <w:r w:rsidRPr="0008167C">
        <w:t>скоростями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этой</w:t>
      </w:r>
      <w:r w:rsidR="0008167C" w:rsidRPr="0008167C">
        <w:t xml:space="preserve"> </w:t>
      </w:r>
      <w:r w:rsidRPr="0008167C">
        <w:t>части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 </w:t>
      </w:r>
      <w:r w:rsidRPr="0008167C">
        <w:t>река,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правило,</w:t>
      </w:r>
      <w:r w:rsidR="0008167C" w:rsidRPr="0008167C">
        <w:t xml:space="preserve"> </w:t>
      </w:r>
      <w:r w:rsidRPr="0008167C">
        <w:t>энергично</w:t>
      </w:r>
      <w:r w:rsidR="0008167C" w:rsidRPr="0008167C">
        <w:t xml:space="preserve"> </w:t>
      </w:r>
      <w:r w:rsidRPr="0008167C">
        <w:t>размывает</w:t>
      </w:r>
      <w:r w:rsidR="0008167C" w:rsidRPr="0008167C">
        <w:t xml:space="preserve"> </w:t>
      </w:r>
      <w:r w:rsidRPr="0008167C">
        <w:t>свое</w:t>
      </w:r>
      <w:r w:rsidR="0008167C" w:rsidRPr="0008167C">
        <w:t xml:space="preserve"> </w:t>
      </w:r>
      <w:r w:rsidRPr="0008167C">
        <w:t>русло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средней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нижней</w:t>
      </w:r>
      <w:r w:rsidR="0008167C" w:rsidRPr="0008167C">
        <w:t xml:space="preserve"> </w:t>
      </w:r>
      <w:r w:rsidRPr="0008167C">
        <w:t>частях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 </w:t>
      </w:r>
      <w:r w:rsidRPr="0008167C">
        <w:t>уклоны</w:t>
      </w:r>
      <w:r w:rsidR="0008167C" w:rsidRPr="0008167C">
        <w:t xml:space="preserve"> </w:t>
      </w:r>
      <w:r w:rsidRPr="0008167C">
        <w:t>водной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скорости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 </w:t>
      </w:r>
      <w:r w:rsidRPr="0008167C">
        <w:t>уменьшаются,</w:t>
      </w:r>
      <w:r w:rsidR="0008167C" w:rsidRPr="0008167C">
        <w:t xml:space="preserve"> </w:t>
      </w:r>
      <w:r w:rsidRPr="0008167C">
        <w:t>эрозионная</w:t>
      </w:r>
      <w:r w:rsidR="0008167C" w:rsidRPr="0008167C">
        <w:t xml:space="preserve"> </w:t>
      </w:r>
      <w:r w:rsidRPr="0008167C">
        <w:t>деятельность</w:t>
      </w:r>
      <w:r w:rsidR="0008167C" w:rsidRPr="0008167C">
        <w:t xml:space="preserve"> </w:t>
      </w:r>
      <w:r w:rsidRPr="0008167C">
        <w:t>потока</w:t>
      </w:r>
      <w:r w:rsidR="0008167C" w:rsidRPr="0008167C">
        <w:t xml:space="preserve"> </w:t>
      </w:r>
      <w:r w:rsidRPr="0008167C">
        <w:t>ослабевает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средней</w:t>
      </w:r>
      <w:r w:rsidR="0008167C" w:rsidRPr="0008167C">
        <w:t xml:space="preserve"> </w:t>
      </w:r>
      <w:r w:rsidRPr="0008167C">
        <w:t>части</w:t>
      </w:r>
      <w:r w:rsidR="0008167C" w:rsidRPr="0008167C">
        <w:t xml:space="preserve"> </w:t>
      </w:r>
      <w:r w:rsidRPr="0008167C">
        <w:t>река</w:t>
      </w:r>
      <w:r w:rsidR="0008167C" w:rsidRPr="0008167C">
        <w:t xml:space="preserve"> </w:t>
      </w:r>
      <w:r w:rsidRPr="0008167C">
        <w:t>проносит</w:t>
      </w:r>
      <w:r w:rsidR="0008167C" w:rsidRPr="0008167C">
        <w:t xml:space="preserve"> </w:t>
      </w:r>
      <w:r w:rsidRPr="0008167C">
        <w:t>транзитом</w:t>
      </w:r>
      <w:r w:rsidR="0008167C" w:rsidRPr="0008167C">
        <w:t xml:space="preserve"> </w:t>
      </w:r>
      <w:r w:rsidRPr="0008167C">
        <w:t>продукты</w:t>
      </w:r>
      <w:r w:rsidR="0008167C" w:rsidRPr="0008167C">
        <w:t xml:space="preserve"> </w:t>
      </w:r>
      <w:r w:rsidRPr="0008167C">
        <w:t>размыва,</w:t>
      </w:r>
      <w:r w:rsidR="0008167C" w:rsidRPr="0008167C">
        <w:t xml:space="preserve"> </w:t>
      </w:r>
      <w:r w:rsidRPr="0008167C">
        <w:t>принесенные</w:t>
      </w:r>
      <w:r w:rsidR="0008167C" w:rsidRPr="0008167C">
        <w:t xml:space="preserve"> </w:t>
      </w:r>
      <w:r w:rsidRPr="0008167C">
        <w:t>сверху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нижнем</w:t>
      </w:r>
      <w:r w:rsidR="0008167C" w:rsidRPr="0008167C">
        <w:t xml:space="preserve"> </w:t>
      </w:r>
      <w:r w:rsidRPr="0008167C">
        <w:t>течении</w:t>
      </w:r>
      <w:r w:rsidR="0008167C" w:rsidRPr="0008167C">
        <w:t xml:space="preserve"> </w:t>
      </w:r>
      <w:r w:rsidRPr="0008167C">
        <w:t>происходит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преимуществу</w:t>
      </w:r>
      <w:r w:rsidR="0008167C" w:rsidRPr="0008167C">
        <w:t xml:space="preserve"> </w:t>
      </w:r>
      <w:r w:rsidRPr="0008167C">
        <w:t>аккумуляция</w:t>
      </w:r>
      <w:r w:rsidR="0008167C" w:rsidRPr="0008167C">
        <w:t xml:space="preserve"> </w:t>
      </w:r>
      <w:r w:rsidRPr="0008167C">
        <w:t>продуктов</w:t>
      </w:r>
      <w:r w:rsidR="0008167C" w:rsidRPr="0008167C">
        <w:t xml:space="preserve"> </w:t>
      </w:r>
      <w:r w:rsidRPr="0008167C">
        <w:t>размыва,</w:t>
      </w:r>
      <w:r w:rsidR="0008167C" w:rsidRPr="0008167C">
        <w:t xml:space="preserve"> </w:t>
      </w:r>
      <w:r w:rsidRPr="0008167C">
        <w:t>поступивших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верхних</w:t>
      </w:r>
      <w:r w:rsidR="0008167C" w:rsidRPr="0008167C">
        <w:t xml:space="preserve"> </w:t>
      </w:r>
      <w:r w:rsidRPr="0008167C">
        <w:t>частей</w:t>
      </w:r>
      <w:r w:rsidR="0008167C" w:rsidRPr="0008167C">
        <w:t xml:space="preserve"> </w:t>
      </w:r>
      <w:r w:rsidRPr="0008167C">
        <w:t>речного</w:t>
      </w:r>
      <w:r w:rsidR="0008167C" w:rsidRPr="0008167C">
        <w:t xml:space="preserve"> </w:t>
      </w:r>
      <w:r w:rsidRPr="0008167C">
        <w:t>бассейна</w:t>
      </w:r>
      <w:r w:rsidR="0008167C" w:rsidRPr="0008167C">
        <w:t xml:space="preserve">. </w:t>
      </w:r>
      <w:r w:rsidRPr="0008167C">
        <w:t>Иногда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отдельных</w:t>
      </w:r>
      <w:r w:rsidR="0008167C" w:rsidRPr="0008167C">
        <w:t xml:space="preserve"> </w:t>
      </w:r>
      <w:r w:rsidRPr="0008167C">
        <w:t>участках</w:t>
      </w:r>
      <w:r w:rsidR="0008167C" w:rsidRPr="0008167C">
        <w:t xml:space="preserve"> </w:t>
      </w:r>
      <w:r w:rsidRPr="0008167C">
        <w:t>река</w:t>
      </w:r>
      <w:r w:rsidR="0008167C" w:rsidRPr="0008167C">
        <w:t xml:space="preserve"> </w:t>
      </w:r>
      <w:r w:rsidRPr="0008167C">
        <w:t>под</w:t>
      </w:r>
      <w:r w:rsidR="0008167C" w:rsidRPr="0008167C">
        <w:t xml:space="preserve"> </w:t>
      </w:r>
      <w:r w:rsidRPr="0008167C">
        <w:t>влиянием</w:t>
      </w:r>
      <w:r w:rsidR="0008167C" w:rsidRPr="0008167C">
        <w:t xml:space="preserve"> </w:t>
      </w:r>
      <w:r w:rsidRPr="0008167C">
        <w:t>особенностей</w:t>
      </w:r>
      <w:r w:rsidR="0008167C" w:rsidRPr="0008167C">
        <w:t xml:space="preserve"> </w:t>
      </w:r>
      <w:r w:rsidRPr="0008167C">
        <w:t>рельефа</w:t>
      </w:r>
      <w:r w:rsidR="0008167C" w:rsidRPr="0008167C">
        <w:t xml:space="preserve"> </w:t>
      </w:r>
      <w:r w:rsidRPr="0008167C">
        <w:t>теряет</w:t>
      </w:r>
      <w:r w:rsidR="0008167C" w:rsidRPr="0008167C">
        <w:t xml:space="preserve"> </w:t>
      </w:r>
      <w:r w:rsidRPr="0008167C">
        <w:t>указанные</w:t>
      </w:r>
      <w:r w:rsidR="0008167C" w:rsidRPr="0008167C">
        <w:t xml:space="preserve"> </w:t>
      </w:r>
      <w:r w:rsidRPr="0008167C">
        <w:t>черты,</w:t>
      </w:r>
      <w:r w:rsidR="0008167C" w:rsidRPr="0008167C">
        <w:t xml:space="preserve"> </w:t>
      </w:r>
      <w:r w:rsidRPr="0008167C">
        <w:t>характерные</w:t>
      </w:r>
      <w:r w:rsidR="0008167C" w:rsidRPr="0008167C">
        <w:t xml:space="preserve"> </w:t>
      </w:r>
      <w:r w:rsidRPr="0008167C">
        <w:t>для</w:t>
      </w:r>
      <w:r w:rsidR="0008167C" w:rsidRPr="0008167C">
        <w:t xml:space="preserve"> </w:t>
      </w:r>
      <w:r w:rsidRPr="0008167C">
        <w:t>верхнего,</w:t>
      </w:r>
      <w:r w:rsidR="0008167C" w:rsidRPr="0008167C">
        <w:t xml:space="preserve"> </w:t>
      </w:r>
      <w:r w:rsidRPr="0008167C">
        <w:t>среднего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нижнего</w:t>
      </w:r>
      <w:r w:rsidR="0008167C" w:rsidRPr="0008167C">
        <w:t xml:space="preserve"> </w:t>
      </w:r>
      <w:r w:rsidRPr="0008167C">
        <w:t>течения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Место,</w:t>
      </w:r>
      <w:r w:rsidR="0008167C" w:rsidRPr="0008167C">
        <w:t xml:space="preserve"> </w:t>
      </w:r>
      <w:r w:rsidRPr="0008167C">
        <w:t>где</w:t>
      </w:r>
      <w:r w:rsidR="0008167C" w:rsidRPr="0008167C">
        <w:t xml:space="preserve"> </w:t>
      </w:r>
      <w:r w:rsidRPr="0008167C">
        <w:t>река</w:t>
      </w:r>
      <w:r w:rsidR="0008167C" w:rsidRPr="0008167C">
        <w:t xml:space="preserve"> </w:t>
      </w:r>
      <w:r w:rsidRPr="0008167C">
        <w:t>впадает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другую</w:t>
      </w:r>
      <w:r w:rsidR="0008167C" w:rsidRPr="0008167C">
        <w:t xml:space="preserve"> </w:t>
      </w:r>
      <w:r w:rsidRPr="0008167C">
        <w:t>реку,</w:t>
      </w:r>
      <w:r w:rsidR="0008167C" w:rsidRPr="0008167C">
        <w:t xml:space="preserve"> </w:t>
      </w:r>
      <w:r w:rsidRPr="0008167C">
        <w:t>озеро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море,</w:t>
      </w:r>
      <w:r w:rsidR="0008167C" w:rsidRPr="0008167C">
        <w:t xml:space="preserve"> </w:t>
      </w:r>
      <w:r w:rsidRPr="0008167C">
        <w:t>называется</w:t>
      </w:r>
      <w:r w:rsidR="0008167C" w:rsidRPr="0008167C">
        <w:t xml:space="preserve"> </w:t>
      </w:r>
      <w:r w:rsidRPr="0008167C">
        <w:t>устьем</w:t>
      </w:r>
      <w:r w:rsidR="0008167C" w:rsidRPr="0008167C">
        <w:t xml:space="preserve"> </w:t>
      </w:r>
      <w:r w:rsidRPr="0008167C">
        <w:t>реки</w:t>
      </w:r>
      <w:r w:rsidR="0008167C" w:rsidRPr="0008167C">
        <w:t xml:space="preserve">. </w:t>
      </w:r>
      <w:r w:rsidRPr="0008167C">
        <w:t>Иногда</w:t>
      </w:r>
      <w:r w:rsidR="0008167C" w:rsidRPr="0008167C">
        <w:t xml:space="preserve"> </w:t>
      </w:r>
      <w:r w:rsidRPr="0008167C">
        <w:t>вследствие</w:t>
      </w:r>
      <w:r w:rsidR="0008167C" w:rsidRPr="0008167C">
        <w:t xml:space="preserve"> </w:t>
      </w:r>
      <w:r w:rsidRPr="0008167C">
        <w:t>затрат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испарение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отчасти</w:t>
      </w:r>
      <w:r w:rsidR="0008167C" w:rsidRPr="0008167C">
        <w:t xml:space="preserve"> </w:t>
      </w:r>
      <w:r w:rsidRPr="0008167C">
        <w:t>фильтрацию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грунт,</w:t>
      </w:r>
      <w:r w:rsidR="0008167C" w:rsidRPr="0008167C">
        <w:t xml:space="preserve"> </w:t>
      </w:r>
      <w:r w:rsidRPr="0008167C">
        <w:t>слагающий</w:t>
      </w:r>
      <w:r w:rsidR="0008167C" w:rsidRPr="0008167C">
        <w:t xml:space="preserve"> </w:t>
      </w:r>
      <w:r w:rsidRPr="0008167C">
        <w:t>русло,</w:t>
      </w:r>
      <w:r w:rsidR="0008167C" w:rsidRPr="0008167C">
        <w:t xml:space="preserve"> </w:t>
      </w:r>
      <w:r w:rsidRPr="0008167C">
        <w:t>реки</w:t>
      </w:r>
      <w:r w:rsidR="0008167C" w:rsidRPr="0008167C">
        <w:t xml:space="preserve"> </w:t>
      </w:r>
      <w:r w:rsidRPr="0008167C">
        <w:t>заканчиваются</w:t>
      </w:r>
      <w:r w:rsidR="0008167C">
        <w:t xml:space="preserve"> "</w:t>
      </w:r>
      <w:r w:rsidRPr="0008167C">
        <w:t>слепыми</w:t>
      </w:r>
      <w:r w:rsidR="0008167C" w:rsidRPr="0008167C">
        <w:t xml:space="preserve"> </w:t>
      </w:r>
      <w:r w:rsidRPr="0008167C">
        <w:t>устьями</w:t>
      </w:r>
      <w:r w:rsidR="0008167C">
        <w:t>"</w:t>
      </w:r>
      <w:r w:rsidR="0008167C" w:rsidRPr="0008167C">
        <w:t xml:space="preserve">. </w:t>
      </w:r>
      <w:r w:rsidRPr="0008167C">
        <w:t>Так</w:t>
      </w:r>
      <w:r w:rsidR="0008167C" w:rsidRPr="0008167C">
        <w:t xml:space="preserve"> </w:t>
      </w:r>
      <w:r w:rsidRPr="0008167C">
        <w:t>называются</w:t>
      </w:r>
      <w:r w:rsidR="0008167C" w:rsidRPr="0008167C">
        <w:t xml:space="preserve"> </w:t>
      </w:r>
      <w:r w:rsidRPr="0008167C">
        <w:t>участки,</w:t>
      </w:r>
      <w:r w:rsidR="0008167C" w:rsidRPr="0008167C">
        <w:t xml:space="preserve"> </w:t>
      </w:r>
      <w:r w:rsidRPr="0008167C">
        <w:t>где</w:t>
      </w:r>
      <w:r w:rsidR="0008167C" w:rsidRPr="0008167C">
        <w:t xml:space="preserve"> </w:t>
      </w:r>
      <w:r w:rsidRPr="0008167C">
        <w:t>такие</w:t>
      </w:r>
      <w:r w:rsidR="0008167C" w:rsidRPr="0008167C">
        <w:t xml:space="preserve"> </w:t>
      </w:r>
      <w:r w:rsidRPr="0008167C">
        <w:t>реки</w:t>
      </w:r>
      <w:r w:rsidR="0008167C" w:rsidRPr="0008167C">
        <w:t xml:space="preserve"> </w:t>
      </w:r>
      <w:r w:rsidRPr="0008167C">
        <w:t>прекращают</w:t>
      </w:r>
      <w:r w:rsidR="0008167C" w:rsidRPr="0008167C">
        <w:t xml:space="preserve"> </w:t>
      </w:r>
      <w:r w:rsidRPr="0008167C">
        <w:t>свое</w:t>
      </w:r>
      <w:r w:rsidR="0008167C" w:rsidRPr="0008167C">
        <w:t xml:space="preserve"> </w:t>
      </w:r>
      <w:r w:rsidRPr="0008167C">
        <w:t>течение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результате</w:t>
      </w:r>
      <w:r w:rsidR="0008167C" w:rsidRPr="0008167C">
        <w:t xml:space="preserve"> </w:t>
      </w:r>
      <w:r w:rsidRPr="0008167C">
        <w:t>разбора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орошение</w:t>
      </w:r>
      <w:r w:rsidR="0008167C" w:rsidRPr="0008167C">
        <w:t xml:space="preserve"> </w:t>
      </w:r>
      <w:r w:rsidRPr="0008167C">
        <w:t>многие</w:t>
      </w:r>
      <w:r w:rsidR="0008167C" w:rsidRPr="0008167C">
        <w:t xml:space="preserve"> </w:t>
      </w:r>
      <w:r w:rsidRPr="0008167C">
        <w:t>реки</w:t>
      </w:r>
      <w:r w:rsidR="0008167C" w:rsidRPr="0008167C">
        <w:t xml:space="preserve"> </w:t>
      </w:r>
      <w:r w:rsidRPr="0008167C">
        <w:t>заканчиваются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нижнем</w:t>
      </w:r>
      <w:r w:rsidR="0008167C" w:rsidRPr="0008167C">
        <w:t xml:space="preserve"> </w:t>
      </w:r>
      <w:r w:rsidRPr="0008167C">
        <w:t>течении</w:t>
      </w:r>
      <w:r w:rsidR="0008167C" w:rsidRPr="0008167C">
        <w:t xml:space="preserve"> </w:t>
      </w:r>
      <w:r w:rsidRPr="0008167C">
        <w:t>рядом</w:t>
      </w:r>
      <w:r w:rsidR="0008167C" w:rsidRPr="0008167C">
        <w:t xml:space="preserve"> </w:t>
      </w:r>
      <w:r w:rsidRPr="0008167C">
        <w:t>ирригационных</w:t>
      </w:r>
      <w:r w:rsidR="0008167C" w:rsidRPr="0008167C">
        <w:t xml:space="preserve"> </w:t>
      </w:r>
      <w:r w:rsidRPr="0008167C">
        <w:t>каналов,</w:t>
      </w:r>
      <w:r w:rsidR="0008167C" w:rsidRPr="0008167C">
        <w:t xml:space="preserve"> </w:t>
      </w:r>
      <w:r w:rsidRPr="0008167C">
        <w:t>веерообразно</w:t>
      </w:r>
      <w:r w:rsidR="0008167C" w:rsidRPr="0008167C">
        <w:t xml:space="preserve"> </w:t>
      </w:r>
      <w:r w:rsidRPr="0008167C">
        <w:t>расходящихся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разные</w:t>
      </w:r>
      <w:r w:rsidR="0008167C" w:rsidRPr="0008167C">
        <w:t xml:space="preserve"> </w:t>
      </w:r>
      <w:r w:rsidRPr="0008167C">
        <w:t>стороны</w:t>
      </w:r>
      <w:r w:rsidR="0008167C" w:rsidRPr="0008167C">
        <w:t>.</w:t>
      </w:r>
    </w:p>
    <w:p w:rsidR="0008167C" w:rsidRPr="0008167C" w:rsidRDefault="00223F35" w:rsidP="0008167C">
      <w:pPr>
        <w:pStyle w:val="3"/>
        <w:tabs>
          <w:tab w:val="left" w:pos="726"/>
        </w:tabs>
        <w:rPr>
          <w:color w:val="000000"/>
        </w:rPr>
      </w:pPr>
      <w:bookmarkStart w:id="37" w:name="_Toc8497756"/>
      <w:bookmarkStart w:id="38" w:name="_Toc8498121"/>
      <w:bookmarkStart w:id="39" w:name="_Toc8498789"/>
      <w:r w:rsidRPr="0008167C">
        <w:rPr>
          <w:color w:val="000000"/>
        </w:rPr>
        <w:t>Речная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долина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и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русло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реки</w:t>
      </w:r>
      <w:r w:rsidR="0008167C" w:rsidRPr="0008167C">
        <w:rPr>
          <w:color w:val="000000"/>
        </w:rPr>
        <w:t>.</w:t>
      </w:r>
      <w:bookmarkEnd w:id="37"/>
      <w:bookmarkEnd w:id="38"/>
      <w:bookmarkEnd w:id="39"/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Реки</w:t>
      </w:r>
      <w:r w:rsidR="0008167C" w:rsidRPr="0008167C">
        <w:t xml:space="preserve"> </w:t>
      </w:r>
      <w:r w:rsidRPr="0008167C">
        <w:t>обычно</w:t>
      </w:r>
      <w:r w:rsidR="0008167C" w:rsidRPr="0008167C">
        <w:t xml:space="preserve"> </w:t>
      </w:r>
      <w:r w:rsidRPr="0008167C">
        <w:t>текут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узких</w:t>
      </w:r>
      <w:r w:rsidR="0008167C" w:rsidRPr="0008167C">
        <w:t xml:space="preserve"> </w:t>
      </w:r>
      <w:r w:rsidRPr="0008167C">
        <w:t>вытянутых</w:t>
      </w:r>
      <w:r w:rsidR="0008167C" w:rsidRPr="0008167C">
        <w:t xml:space="preserve"> </w:t>
      </w:r>
      <w:r w:rsidRPr="0008167C">
        <w:t>пониженных</w:t>
      </w:r>
      <w:r w:rsidR="0008167C" w:rsidRPr="0008167C">
        <w:t xml:space="preserve"> </w:t>
      </w:r>
      <w:r w:rsidRPr="0008167C">
        <w:t>формах</w:t>
      </w:r>
      <w:r w:rsidR="0008167C" w:rsidRPr="0008167C">
        <w:t xml:space="preserve"> </w:t>
      </w:r>
      <w:r w:rsidRPr="0008167C">
        <w:t>рельефа,</w:t>
      </w:r>
      <w:r w:rsidR="0008167C" w:rsidRPr="0008167C">
        <w:t xml:space="preserve"> </w:t>
      </w:r>
      <w:r w:rsidRPr="0008167C">
        <w:t>характеризующихся</w:t>
      </w:r>
      <w:r w:rsidR="0008167C" w:rsidRPr="0008167C">
        <w:t xml:space="preserve"> </w:t>
      </w:r>
      <w:r w:rsidRPr="0008167C">
        <w:t>общим</w:t>
      </w:r>
      <w:r w:rsidR="0008167C" w:rsidRPr="0008167C">
        <w:t xml:space="preserve"> </w:t>
      </w:r>
      <w:r w:rsidRPr="0008167C">
        <w:t>наклоном</w:t>
      </w:r>
      <w:r w:rsidR="0008167C" w:rsidRPr="0008167C">
        <w:t xml:space="preserve"> </w:t>
      </w:r>
      <w:r w:rsidRPr="0008167C">
        <w:t>своего</w:t>
      </w:r>
      <w:r w:rsidR="0008167C" w:rsidRPr="0008167C">
        <w:t xml:space="preserve"> </w:t>
      </w:r>
      <w:r w:rsidRPr="0008167C">
        <w:t>ложа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одного</w:t>
      </w:r>
      <w:r w:rsidR="0008167C" w:rsidRPr="0008167C">
        <w:t xml:space="preserve"> </w:t>
      </w:r>
      <w:r w:rsidRPr="0008167C">
        <w:t>конца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другому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называемых</w:t>
      </w:r>
      <w:r w:rsidR="0008167C" w:rsidRPr="0008167C">
        <w:t xml:space="preserve"> </w:t>
      </w:r>
      <w:r w:rsidRPr="0008167C">
        <w:t>долинами</w:t>
      </w:r>
      <w:r w:rsidR="0008167C" w:rsidRPr="0008167C">
        <w:t xml:space="preserve">. </w:t>
      </w:r>
      <w:r w:rsidRPr="0008167C">
        <w:t>Элементами</w:t>
      </w:r>
      <w:r w:rsidR="0008167C" w:rsidRPr="0008167C">
        <w:t xml:space="preserve"> </w:t>
      </w:r>
      <w:r w:rsidRPr="0008167C">
        <w:t>речной</w:t>
      </w:r>
      <w:r w:rsidR="0008167C" w:rsidRPr="0008167C">
        <w:t xml:space="preserve"> </w:t>
      </w:r>
      <w:r w:rsidRPr="0008167C">
        <w:t>долины</w:t>
      </w:r>
      <w:r w:rsidR="0008167C" w:rsidRPr="0008167C">
        <w:t xml:space="preserve"> </w:t>
      </w:r>
      <w:r w:rsidRPr="0008167C">
        <w:t>являются</w:t>
      </w:r>
      <w:r w:rsidR="0008167C" w:rsidRPr="0008167C">
        <w:t xml:space="preserve">: </w:t>
      </w:r>
      <w:r w:rsidRPr="0008167C">
        <w:t>дно,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ложе,</w:t>
      </w:r>
      <w:r w:rsidR="0008167C" w:rsidRPr="0008167C">
        <w:t xml:space="preserve"> </w:t>
      </w:r>
      <w:r w:rsidRPr="0008167C">
        <w:t>долины,</w:t>
      </w:r>
      <w:r w:rsidR="0008167C" w:rsidRPr="0008167C">
        <w:t xml:space="preserve"> </w:t>
      </w:r>
      <w:r w:rsidRPr="0008167C">
        <w:t>тальвег,</w:t>
      </w:r>
      <w:r w:rsidR="0008167C" w:rsidRPr="0008167C">
        <w:t xml:space="preserve"> </w:t>
      </w:r>
      <w:r w:rsidRPr="0008167C">
        <w:t>русло</w:t>
      </w:r>
      <w:r w:rsidR="0008167C" w:rsidRPr="0008167C">
        <w:t xml:space="preserve"> </w:t>
      </w:r>
      <w:r w:rsidRPr="0008167C">
        <w:t>реки,</w:t>
      </w:r>
      <w:r w:rsidR="0008167C" w:rsidRPr="0008167C">
        <w:t xml:space="preserve"> </w:t>
      </w:r>
      <w:r w:rsidRPr="0008167C">
        <w:t>пойма,</w:t>
      </w:r>
      <w:r w:rsidR="0008167C" w:rsidRPr="0008167C">
        <w:t xml:space="preserve"> </w:t>
      </w:r>
      <w:r w:rsidRPr="0008167C">
        <w:t>склоны</w:t>
      </w:r>
      <w:r w:rsidR="0008167C" w:rsidRPr="0008167C">
        <w:t xml:space="preserve"> </w:t>
      </w:r>
      <w:r w:rsidRPr="0008167C">
        <w:t>долины,</w:t>
      </w:r>
      <w:r w:rsidR="0008167C" w:rsidRPr="0008167C">
        <w:t xml:space="preserve"> </w:t>
      </w:r>
      <w:r w:rsidRPr="0008167C">
        <w:t>террасы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бровка</w:t>
      </w:r>
      <w:r w:rsidR="0008167C" w:rsidRPr="0008167C">
        <w:t xml:space="preserve">. </w:t>
      </w:r>
      <w:r w:rsidRPr="0008167C">
        <w:t>Дно,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ложе,</w:t>
      </w:r>
      <w:r w:rsidR="0008167C" w:rsidRPr="0008167C">
        <w:t xml:space="preserve"> </w:t>
      </w:r>
      <w:r w:rsidRPr="0008167C">
        <w:t>долины</w:t>
      </w:r>
      <w:r w:rsidR="0008167C" w:rsidRPr="0008167C">
        <w:t xml:space="preserve"> - </w:t>
      </w:r>
      <w:r w:rsidRPr="0008167C">
        <w:t>наиболее</w:t>
      </w:r>
      <w:r w:rsidR="0008167C" w:rsidRPr="0008167C">
        <w:t xml:space="preserve"> </w:t>
      </w:r>
      <w:r w:rsidRPr="0008167C">
        <w:t>пониженная</w:t>
      </w:r>
      <w:r w:rsidR="0008167C" w:rsidRPr="0008167C">
        <w:t xml:space="preserve"> </w:t>
      </w:r>
      <w:r w:rsidRPr="0008167C">
        <w:t>часть</w:t>
      </w:r>
      <w:r w:rsidR="0008167C" w:rsidRPr="0008167C">
        <w:t xml:space="preserve"> </w:t>
      </w:r>
      <w:r w:rsidRPr="0008167C">
        <w:t>ее</w:t>
      </w:r>
      <w:r w:rsidR="0008167C" w:rsidRPr="0008167C">
        <w:t xml:space="preserve">. </w:t>
      </w:r>
      <w:r w:rsidRPr="0008167C">
        <w:t>Тальвег</w:t>
      </w:r>
      <w:r w:rsidR="0008167C" w:rsidRPr="0008167C">
        <w:t xml:space="preserve"> - </w:t>
      </w:r>
      <w:r w:rsidRPr="0008167C">
        <w:t>непрерывная</w:t>
      </w:r>
      <w:r w:rsidR="0008167C" w:rsidRPr="0008167C">
        <w:t xml:space="preserve"> </w:t>
      </w:r>
      <w:r w:rsidRPr="0008167C">
        <w:t>извилистая</w:t>
      </w:r>
      <w:r w:rsidR="0008167C" w:rsidRPr="0008167C">
        <w:t xml:space="preserve"> </w:t>
      </w:r>
      <w:r w:rsidRPr="0008167C">
        <w:t>линия,</w:t>
      </w:r>
      <w:r w:rsidR="0008167C" w:rsidRPr="0008167C">
        <w:t xml:space="preserve"> </w:t>
      </w:r>
      <w:r w:rsidRPr="0008167C">
        <w:t>соединяющая</w:t>
      </w:r>
      <w:r w:rsidR="0008167C" w:rsidRPr="0008167C">
        <w:t xml:space="preserve"> </w:t>
      </w:r>
      <w:r w:rsidRPr="0008167C">
        <w:t>наиболее</w:t>
      </w:r>
      <w:r w:rsidR="0008167C" w:rsidRPr="0008167C">
        <w:t xml:space="preserve"> </w:t>
      </w:r>
      <w:r w:rsidRPr="0008167C">
        <w:t>глубокие</w:t>
      </w:r>
      <w:r w:rsidR="0008167C" w:rsidRPr="0008167C">
        <w:t xml:space="preserve"> </w:t>
      </w:r>
      <w:r w:rsidRPr="0008167C">
        <w:t>точки</w:t>
      </w:r>
      <w:r w:rsidR="0008167C" w:rsidRPr="0008167C">
        <w:t xml:space="preserve"> </w:t>
      </w:r>
      <w:r w:rsidRPr="0008167C">
        <w:t>дна</w:t>
      </w:r>
      <w:r w:rsidR="0008167C" w:rsidRPr="0008167C">
        <w:t xml:space="preserve"> </w:t>
      </w:r>
      <w:r w:rsidRPr="0008167C">
        <w:t>долины</w:t>
      </w:r>
      <w:r w:rsidR="0008167C" w:rsidRPr="0008167C">
        <w:t xml:space="preserve">. </w:t>
      </w:r>
      <w:r w:rsidRPr="0008167C">
        <w:t>Дно</w:t>
      </w:r>
      <w:r w:rsidR="0008167C" w:rsidRPr="0008167C">
        <w:t xml:space="preserve"> </w:t>
      </w:r>
      <w:r w:rsidRPr="0008167C">
        <w:t>долины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продольном</w:t>
      </w:r>
      <w:r w:rsidR="0008167C" w:rsidRPr="0008167C">
        <w:t xml:space="preserve"> </w:t>
      </w:r>
      <w:r w:rsidRPr="0008167C">
        <w:t>направлении</w:t>
      </w:r>
      <w:r w:rsidR="0008167C" w:rsidRPr="0008167C">
        <w:t xml:space="preserve"> </w:t>
      </w:r>
      <w:r w:rsidRPr="0008167C">
        <w:t>пересекается</w:t>
      </w:r>
      <w:r w:rsidR="0008167C" w:rsidRPr="0008167C">
        <w:t xml:space="preserve"> </w:t>
      </w:r>
      <w:r w:rsidRPr="0008167C">
        <w:t>речным</w:t>
      </w:r>
      <w:r w:rsidR="0008167C" w:rsidRPr="0008167C">
        <w:t xml:space="preserve"> </w:t>
      </w:r>
      <w:r w:rsidRPr="0008167C">
        <w:t>руслом,</w:t>
      </w:r>
      <w:r w:rsidR="0008167C" w:rsidRPr="0008167C">
        <w:t xml:space="preserve"> </w:t>
      </w:r>
      <w:r w:rsidRPr="0008167C">
        <w:t>представляющим</w:t>
      </w:r>
      <w:r w:rsidR="0008167C" w:rsidRPr="0008167C">
        <w:t xml:space="preserve"> </w:t>
      </w:r>
      <w:r w:rsidRPr="0008167C">
        <w:t>собой</w:t>
      </w:r>
      <w:r w:rsidR="0008167C" w:rsidRPr="0008167C">
        <w:t xml:space="preserve"> </w:t>
      </w:r>
      <w:r w:rsidRPr="0008167C">
        <w:t>эрозионный</w:t>
      </w:r>
      <w:r w:rsidR="0008167C" w:rsidRPr="0008167C">
        <w:t xml:space="preserve"> </w:t>
      </w:r>
      <w:r w:rsidRPr="0008167C">
        <w:t>врез,</w:t>
      </w:r>
      <w:r w:rsidR="0008167C" w:rsidRPr="0008167C">
        <w:t xml:space="preserve"> </w:t>
      </w:r>
      <w:r w:rsidRPr="0008167C">
        <w:t>образованный</w:t>
      </w:r>
      <w:r w:rsidR="0008167C" w:rsidRPr="0008167C">
        <w:t xml:space="preserve"> </w:t>
      </w:r>
      <w:r w:rsidRPr="0008167C">
        <w:t>водным</w:t>
      </w:r>
      <w:r w:rsidR="0008167C" w:rsidRPr="0008167C">
        <w:t xml:space="preserve"> </w:t>
      </w:r>
      <w:r w:rsidRPr="0008167C">
        <w:t>потоком</w:t>
      </w:r>
      <w:r w:rsidR="0008167C" w:rsidRPr="0008167C">
        <w:t xml:space="preserve">. </w:t>
      </w:r>
      <w:r w:rsidRPr="0008167C">
        <w:t>Часть</w:t>
      </w:r>
      <w:r w:rsidR="0008167C" w:rsidRPr="0008167C">
        <w:t xml:space="preserve"> </w:t>
      </w:r>
      <w:r w:rsidRPr="0008167C">
        <w:t>дна</w:t>
      </w:r>
      <w:r w:rsidR="0008167C" w:rsidRPr="0008167C">
        <w:t xml:space="preserve"> </w:t>
      </w:r>
      <w:r w:rsidRPr="0008167C">
        <w:t>долины,</w:t>
      </w:r>
      <w:r w:rsidR="0008167C" w:rsidRPr="0008167C">
        <w:t xml:space="preserve"> </w:t>
      </w:r>
      <w:r w:rsidRPr="0008167C">
        <w:t>заливаемая</w:t>
      </w:r>
      <w:r w:rsidR="0008167C" w:rsidRPr="0008167C">
        <w:t xml:space="preserve"> </w:t>
      </w:r>
      <w:r w:rsidRPr="0008167C">
        <w:t>высокими</w:t>
      </w:r>
      <w:r w:rsidR="0008167C" w:rsidRPr="0008167C">
        <w:t xml:space="preserve"> </w:t>
      </w:r>
      <w:r w:rsidRPr="0008167C">
        <w:t>речными</w:t>
      </w:r>
      <w:r w:rsidR="0008167C" w:rsidRPr="0008167C">
        <w:t xml:space="preserve"> </w:t>
      </w:r>
      <w:r w:rsidRPr="0008167C">
        <w:t>водами,</w:t>
      </w:r>
      <w:r w:rsidR="0008167C" w:rsidRPr="0008167C">
        <w:t xml:space="preserve"> </w:t>
      </w:r>
      <w:r w:rsidRPr="0008167C">
        <w:t>называется</w:t>
      </w:r>
      <w:r w:rsidR="0008167C" w:rsidRPr="0008167C">
        <w:t xml:space="preserve"> </w:t>
      </w:r>
      <w:r w:rsidRPr="0008167C">
        <w:t>поймой</w:t>
      </w:r>
      <w:r w:rsidR="0008167C" w:rsidRPr="0008167C">
        <w:t xml:space="preserve">. </w:t>
      </w:r>
      <w:r w:rsidRPr="0008167C">
        <w:t>Склоны</w:t>
      </w:r>
      <w:r w:rsidR="0008167C" w:rsidRPr="0008167C">
        <w:t xml:space="preserve"> </w:t>
      </w:r>
      <w:r w:rsidRPr="0008167C">
        <w:t>долины</w:t>
      </w:r>
      <w:r w:rsidR="0008167C" w:rsidRPr="0008167C">
        <w:t xml:space="preserve"> </w:t>
      </w:r>
      <w:r w:rsidRPr="0008167C">
        <w:t>редко</w:t>
      </w:r>
      <w:r w:rsidR="0008167C" w:rsidRPr="0008167C">
        <w:t xml:space="preserve"> </w:t>
      </w:r>
      <w:r w:rsidRPr="0008167C">
        <w:t>бывают</w:t>
      </w:r>
      <w:r w:rsidR="0008167C" w:rsidRPr="0008167C">
        <w:t xml:space="preserve"> </w:t>
      </w:r>
      <w:r w:rsidRPr="0008167C">
        <w:t>ровными</w:t>
      </w:r>
      <w:r w:rsidR="0008167C" w:rsidRPr="0008167C">
        <w:t xml:space="preserve">. </w:t>
      </w:r>
      <w:r w:rsidRPr="0008167C">
        <w:t>На</w:t>
      </w:r>
      <w:r w:rsidR="0008167C" w:rsidRPr="0008167C">
        <w:t xml:space="preserve"> </w:t>
      </w:r>
      <w:r w:rsidRPr="0008167C">
        <w:t>них</w:t>
      </w:r>
      <w:r w:rsidR="0008167C" w:rsidRPr="0008167C">
        <w:t xml:space="preserve"> </w:t>
      </w:r>
      <w:r w:rsidRPr="0008167C">
        <w:t>часто</w:t>
      </w:r>
      <w:r w:rsidR="0008167C" w:rsidRPr="0008167C">
        <w:t xml:space="preserve"> </w:t>
      </w:r>
      <w:r w:rsidRPr="0008167C">
        <w:t>образуются</w:t>
      </w:r>
      <w:r w:rsidR="0008167C" w:rsidRPr="0008167C">
        <w:t xml:space="preserve"> </w:t>
      </w:r>
      <w:r w:rsidRPr="0008167C">
        <w:t>располагающиеся</w:t>
      </w:r>
      <w:r w:rsidR="0008167C" w:rsidRPr="0008167C">
        <w:t xml:space="preserve"> </w:t>
      </w:r>
      <w:r w:rsidRPr="0008167C">
        <w:t>уступами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некоторой</w:t>
      </w:r>
      <w:r w:rsidR="0008167C" w:rsidRPr="0008167C">
        <w:t xml:space="preserve"> </w:t>
      </w:r>
      <w:r w:rsidRPr="0008167C">
        <w:t>высоте</w:t>
      </w:r>
      <w:r w:rsidR="0008167C" w:rsidRPr="0008167C">
        <w:t xml:space="preserve"> </w:t>
      </w:r>
      <w:r w:rsidRPr="0008167C">
        <w:t>над</w:t>
      </w:r>
      <w:r w:rsidR="0008167C" w:rsidRPr="0008167C">
        <w:t xml:space="preserve"> </w:t>
      </w:r>
      <w:r w:rsidRPr="0008167C">
        <w:t>тальвегом</w:t>
      </w:r>
      <w:r w:rsidR="0008167C" w:rsidRPr="0008167C">
        <w:t xml:space="preserve"> </w:t>
      </w:r>
      <w:r w:rsidRPr="0008167C">
        <w:t>более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менее</w:t>
      </w:r>
      <w:r w:rsidR="0008167C" w:rsidRPr="0008167C">
        <w:t xml:space="preserve"> </w:t>
      </w:r>
      <w:r w:rsidRPr="0008167C">
        <w:t>горизонтальные</w:t>
      </w:r>
      <w:r w:rsidR="0008167C" w:rsidRPr="0008167C">
        <w:t xml:space="preserve"> </w:t>
      </w:r>
      <w:r w:rsidRPr="0008167C">
        <w:t>площадки,</w:t>
      </w:r>
      <w:r w:rsidR="0008167C" w:rsidRPr="0008167C">
        <w:t xml:space="preserve"> </w:t>
      </w:r>
      <w:r w:rsidRPr="0008167C">
        <w:t>называемые</w:t>
      </w:r>
      <w:r w:rsidR="0008167C" w:rsidRPr="0008167C">
        <w:t xml:space="preserve"> </w:t>
      </w:r>
      <w:r w:rsidRPr="0008167C">
        <w:t>речными</w:t>
      </w:r>
      <w:r w:rsidR="0008167C" w:rsidRPr="0008167C">
        <w:t xml:space="preserve"> </w:t>
      </w:r>
      <w:r w:rsidRPr="0008167C">
        <w:t>террасами</w:t>
      </w:r>
      <w:r w:rsidR="0008167C" w:rsidRPr="0008167C">
        <w:t xml:space="preserve">. </w:t>
      </w:r>
      <w:r w:rsidRPr="0008167C">
        <w:t>Пойма</w:t>
      </w:r>
      <w:r w:rsidR="0008167C" w:rsidRPr="0008167C">
        <w:t xml:space="preserve"> </w:t>
      </w:r>
      <w:r w:rsidRPr="0008167C">
        <w:t>представляет</w:t>
      </w:r>
      <w:r w:rsidR="0008167C" w:rsidRPr="0008167C">
        <w:t xml:space="preserve"> </w:t>
      </w:r>
      <w:r w:rsidRPr="0008167C">
        <w:t>собой</w:t>
      </w:r>
      <w:r w:rsidR="0008167C" w:rsidRPr="0008167C">
        <w:t xml:space="preserve"> </w:t>
      </w:r>
      <w:r w:rsidRPr="0008167C">
        <w:t>нижнюю</w:t>
      </w:r>
      <w:r w:rsidR="0008167C" w:rsidRPr="0008167C">
        <w:t xml:space="preserve"> </w:t>
      </w:r>
      <w:r w:rsidRPr="0008167C">
        <w:t>террасу</w:t>
      </w:r>
      <w:r w:rsidR="0008167C" w:rsidRPr="0008167C">
        <w:t xml:space="preserve">. </w:t>
      </w:r>
      <w:r w:rsidRPr="0008167C">
        <w:t>Линия</w:t>
      </w:r>
      <w:r w:rsidR="0008167C" w:rsidRPr="0008167C">
        <w:t xml:space="preserve"> </w:t>
      </w:r>
      <w:r w:rsidRPr="0008167C">
        <w:t>сопряжения</w:t>
      </w:r>
      <w:r w:rsidR="0008167C" w:rsidRPr="0008167C">
        <w:t xml:space="preserve"> </w:t>
      </w:r>
      <w:r w:rsidRPr="0008167C">
        <w:t>склонов</w:t>
      </w:r>
      <w:r w:rsidR="0008167C" w:rsidRPr="0008167C">
        <w:t xml:space="preserve"> </w:t>
      </w:r>
      <w:r w:rsidRPr="0008167C">
        <w:t>долины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поверхностью</w:t>
      </w:r>
      <w:r w:rsidR="0008167C" w:rsidRPr="0008167C">
        <w:t xml:space="preserve"> </w:t>
      </w:r>
      <w:r w:rsidRPr="0008167C">
        <w:t>прилегающей</w:t>
      </w:r>
      <w:r w:rsidR="0008167C" w:rsidRPr="0008167C">
        <w:t xml:space="preserve"> </w:t>
      </w:r>
      <w:r w:rsidRPr="0008167C">
        <w:t>местности</w:t>
      </w:r>
      <w:r w:rsidR="0008167C" w:rsidRPr="0008167C">
        <w:t xml:space="preserve"> </w:t>
      </w:r>
      <w:r w:rsidRPr="0008167C">
        <w:t>называется</w:t>
      </w:r>
      <w:r w:rsidR="0008167C" w:rsidRPr="0008167C">
        <w:t xml:space="preserve"> </w:t>
      </w:r>
      <w:r w:rsidRPr="0008167C">
        <w:t>бровкой</w:t>
      </w:r>
      <w:r w:rsidR="0008167C" w:rsidRPr="0008167C">
        <w:t xml:space="preserve">. </w:t>
      </w:r>
      <w:r w:rsidRPr="0008167C">
        <w:t>Строение</w:t>
      </w:r>
      <w:r w:rsidR="0008167C" w:rsidRPr="0008167C">
        <w:t xml:space="preserve"> </w:t>
      </w:r>
      <w:r w:rsidRPr="0008167C">
        <w:t>речных</w:t>
      </w:r>
      <w:r w:rsidR="0008167C" w:rsidRPr="0008167C">
        <w:t xml:space="preserve"> </w:t>
      </w:r>
      <w:r w:rsidRPr="0008167C">
        <w:t>долин,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форма,</w:t>
      </w:r>
      <w:r w:rsidR="0008167C" w:rsidRPr="0008167C">
        <w:t xml:space="preserve"> </w:t>
      </w:r>
      <w:r w:rsidRPr="0008167C">
        <w:t>размеры</w:t>
      </w:r>
      <w:r w:rsidR="0008167C" w:rsidRPr="0008167C">
        <w:t xml:space="preserve"> </w:t>
      </w:r>
      <w:r w:rsidRPr="0008167C">
        <w:t>оказывают</w:t>
      </w:r>
      <w:r w:rsidR="0008167C" w:rsidRPr="0008167C">
        <w:t xml:space="preserve"> </w:t>
      </w:r>
      <w:r w:rsidRPr="0008167C">
        <w:t>большое</w:t>
      </w:r>
      <w:r w:rsidR="0008167C" w:rsidRPr="0008167C">
        <w:t xml:space="preserve"> </w:t>
      </w:r>
      <w:r w:rsidRPr="0008167C">
        <w:t>влияние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ряд</w:t>
      </w:r>
      <w:r w:rsidR="0008167C" w:rsidRPr="0008167C">
        <w:t xml:space="preserve"> </w:t>
      </w:r>
      <w:r w:rsidRPr="0008167C">
        <w:t>гидрологических</w:t>
      </w:r>
      <w:r w:rsidR="0008167C" w:rsidRPr="0008167C">
        <w:t xml:space="preserve"> </w:t>
      </w:r>
      <w:r w:rsidRPr="0008167C">
        <w:t>процессов,</w:t>
      </w:r>
      <w:r w:rsidR="0008167C" w:rsidRPr="0008167C">
        <w:t xml:space="preserve"> </w:t>
      </w:r>
      <w:r w:rsidRPr="0008167C">
        <w:t>происходящих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них,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свойства</w:t>
      </w:r>
      <w:r w:rsidR="0008167C" w:rsidRPr="0008167C">
        <w:t xml:space="preserve"> </w:t>
      </w:r>
      <w:r w:rsidRPr="0008167C">
        <w:t>реки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особенности</w:t>
      </w:r>
      <w:r w:rsidR="0008167C" w:rsidRPr="0008167C">
        <w:t xml:space="preserve"> </w:t>
      </w:r>
      <w:r w:rsidRPr="0008167C">
        <w:t>ее</w:t>
      </w:r>
      <w:r w:rsidR="0008167C" w:rsidRPr="0008167C">
        <w:t xml:space="preserve"> </w:t>
      </w:r>
      <w:r w:rsidRPr="0008167C">
        <w:t>режима</w:t>
      </w:r>
      <w:r w:rsidR="0008167C" w:rsidRPr="0008167C">
        <w:t xml:space="preserve">. </w:t>
      </w:r>
      <w:r w:rsidRPr="0008167C">
        <w:t>Большая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меньшая</w:t>
      </w:r>
      <w:r w:rsidR="0008167C" w:rsidRPr="0008167C">
        <w:t xml:space="preserve"> </w:t>
      </w:r>
      <w:r w:rsidRPr="0008167C">
        <w:t>крутизна</w:t>
      </w:r>
      <w:r w:rsidR="0008167C" w:rsidRPr="0008167C">
        <w:t xml:space="preserve"> </w:t>
      </w:r>
      <w:r w:rsidRPr="0008167C">
        <w:t>склонов</w:t>
      </w:r>
      <w:r w:rsidR="0008167C" w:rsidRPr="0008167C">
        <w:t xml:space="preserve"> </w:t>
      </w:r>
      <w:r w:rsidRPr="0008167C">
        <w:t>долины</w:t>
      </w:r>
      <w:r w:rsidR="0008167C" w:rsidRPr="0008167C">
        <w:t xml:space="preserve"> </w:t>
      </w:r>
      <w:r w:rsidRPr="0008167C">
        <w:t>способствует</w:t>
      </w:r>
      <w:r w:rsidR="0008167C" w:rsidRPr="0008167C">
        <w:t xml:space="preserve"> </w:t>
      </w:r>
      <w:r w:rsidRPr="0008167C">
        <w:t>ускорению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замедлению</w:t>
      </w:r>
      <w:r w:rsidR="0008167C" w:rsidRPr="0008167C">
        <w:t xml:space="preserve"> </w:t>
      </w:r>
      <w:r w:rsidRPr="0008167C">
        <w:t>стока</w:t>
      </w:r>
      <w:r w:rsidR="0008167C" w:rsidRPr="0008167C">
        <w:t xml:space="preserve"> </w:t>
      </w:r>
      <w:r w:rsidRPr="0008167C">
        <w:t>поверхностных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них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русло</w:t>
      </w:r>
      <w:r w:rsidR="0008167C" w:rsidRPr="0008167C">
        <w:t xml:space="preserve"> </w:t>
      </w:r>
      <w:r w:rsidRPr="0008167C">
        <w:t>реки,</w:t>
      </w:r>
      <w:r w:rsidR="0008167C" w:rsidRPr="0008167C">
        <w:t xml:space="preserve"> </w:t>
      </w:r>
      <w:r w:rsidRPr="0008167C">
        <w:t>усилению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ослаблению</w:t>
      </w:r>
      <w:r w:rsidR="0008167C" w:rsidRPr="0008167C">
        <w:t xml:space="preserve"> </w:t>
      </w:r>
      <w:r w:rsidRPr="0008167C">
        <w:t>процессов</w:t>
      </w:r>
      <w:r w:rsidR="0008167C" w:rsidRPr="0008167C">
        <w:t xml:space="preserve"> </w:t>
      </w:r>
      <w:r w:rsidRPr="0008167C">
        <w:t>размыва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склонов</w:t>
      </w:r>
      <w:r w:rsidR="0008167C" w:rsidRPr="0008167C">
        <w:t xml:space="preserve"> </w:t>
      </w:r>
      <w:r w:rsidRPr="0008167C">
        <w:t>долины,</w:t>
      </w:r>
      <w:r w:rsidR="0008167C" w:rsidRPr="0008167C">
        <w:t xml:space="preserve"> </w:t>
      </w:r>
      <w:r w:rsidRPr="0008167C">
        <w:t>а,</w:t>
      </w:r>
      <w:r w:rsidR="0008167C" w:rsidRPr="0008167C">
        <w:t xml:space="preserve"> </w:t>
      </w:r>
      <w:r w:rsidRPr="0008167C">
        <w:t>следовательно,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поступлению</w:t>
      </w:r>
      <w:r w:rsidR="0008167C" w:rsidRPr="0008167C">
        <w:t xml:space="preserve"> </w:t>
      </w:r>
      <w:r w:rsidRPr="0008167C">
        <w:t>продуктов</w:t>
      </w:r>
      <w:r w:rsidR="0008167C" w:rsidRPr="0008167C">
        <w:t xml:space="preserve"> </w:t>
      </w:r>
      <w:r w:rsidRPr="0008167C">
        <w:t>размыва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речное</w:t>
      </w:r>
      <w:r w:rsidR="0008167C" w:rsidRPr="0008167C">
        <w:t xml:space="preserve"> </w:t>
      </w:r>
      <w:r w:rsidRPr="0008167C">
        <w:t>русло</w:t>
      </w:r>
      <w:r w:rsidR="0008167C" w:rsidRPr="0008167C">
        <w:t xml:space="preserve">. </w:t>
      </w:r>
      <w:r w:rsidRPr="0008167C">
        <w:t>Мощные</w:t>
      </w:r>
      <w:r w:rsidR="0008167C" w:rsidRPr="0008167C">
        <w:t xml:space="preserve"> </w:t>
      </w:r>
      <w:r w:rsidRPr="0008167C">
        <w:t>аллювиальные</w:t>
      </w:r>
      <w:r w:rsidR="0008167C" w:rsidRPr="0008167C">
        <w:t xml:space="preserve"> </w:t>
      </w:r>
      <w:r w:rsidRPr="0008167C">
        <w:t>отложения,</w:t>
      </w:r>
      <w:r w:rsidR="0008167C" w:rsidRPr="0008167C">
        <w:t xml:space="preserve"> </w:t>
      </w:r>
      <w:r w:rsidRPr="0008167C">
        <w:t>скопившиеся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долинах</w:t>
      </w:r>
      <w:r w:rsidR="0008167C" w:rsidRPr="0008167C">
        <w:t xml:space="preserve"> </w:t>
      </w:r>
      <w:r w:rsidRPr="0008167C">
        <w:t>рек,</w:t>
      </w:r>
      <w:r w:rsidR="0008167C" w:rsidRPr="0008167C">
        <w:t xml:space="preserve"> </w:t>
      </w:r>
      <w:r w:rsidRPr="0008167C">
        <w:t>являются</w:t>
      </w:r>
      <w:r w:rsidR="0008167C" w:rsidRPr="0008167C">
        <w:t xml:space="preserve"> </w:t>
      </w:r>
      <w:r w:rsidRPr="0008167C">
        <w:t>вместилищем</w:t>
      </w:r>
      <w:r w:rsidR="0008167C" w:rsidRPr="0008167C">
        <w:t xml:space="preserve"> </w:t>
      </w:r>
      <w:r w:rsidRPr="0008167C">
        <w:t>грунтовых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тем</w:t>
      </w:r>
      <w:r w:rsidR="0008167C" w:rsidRPr="0008167C">
        <w:t xml:space="preserve"> </w:t>
      </w:r>
      <w:r w:rsidRPr="0008167C">
        <w:t>самым</w:t>
      </w:r>
      <w:r w:rsidR="0008167C" w:rsidRPr="0008167C">
        <w:t xml:space="preserve"> </w:t>
      </w:r>
      <w:r w:rsidRPr="0008167C">
        <w:t>оказывают</w:t>
      </w:r>
      <w:r w:rsidR="0008167C" w:rsidRPr="0008167C">
        <w:t xml:space="preserve"> </w:t>
      </w:r>
      <w:r w:rsidRPr="0008167C">
        <w:t>влияние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питание</w:t>
      </w:r>
      <w:r w:rsidR="0008167C" w:rsidRPr="0008167C">
        <w:t xml:space="preserve"> </w:t>
      </w:r>
      <w:r w:rsidRPr="0008167C">
        <w:t>рек</w:t>
      </w:r>
      <w:r w:rsidR="0008167C" w:rsidRPr="0008167C">
        <w:t xml:space="preserve"> </w:t>
      </w:r>
      <w:r w:rsidRPr="0008167C">
        <w:t>грунтовыми</w:t>
      </w:r>
      <w:r w:rsidR="0008167C" w:rsidRPr="0008167C">
        <w:t xml:space="preserve"> </w:t>
      </w:r>
      <w:r w:rsidRPr="0008167C">
        <w:t>водами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Размеры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форма</w:t>
      </w:r>
      <w:r w:rsidR="0008167C" w:rsidRPr="0008167C">
        <w:t xml:space="preserve"> </w:t>
      </w:r>
      <w:r w:rsidRPr="0008167C">
        <w:t>русла</w:t>
      </w:r>
      <w:r w:rsidR="0008167C" w:rsidRPr="0008167C">
        <w:t xml:space="preserve"> </w:t>
      </w:r>
      <w:r w:rsidRPr="0008167C">
        <w:t>сильно</w:t>
      </w:r>
      <w:r w:rsidR="0008167C" w:rsidRPr="0008167C">
        <w:t xml:space="preserve"> </w:t>
      </w:r>
      <w:r w:rsidRPr="0008167C">
        <w:t>меняются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длине</w:t>
      </w:r>
      <w:r w:rsidR="0008167C" w:rsidRPr="0008167C">
        <w:t xml:space="preserve"> </w:t>
      </w:r>
      <w:r w:rsidRPr="0008167C">
        <w:t>реки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зависимости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ее</w:t>
      </w:r>
      <w:r w:rsidR="0008167C" w:rsidRPr="0008167C">
        <w:t xml:space="preserve"> </w:t>
      </w:r>
      <w:r w:rsidRPr="0008167C">
        <w:t>водности,</w:t>
      </w:r>
      <w:r w:rsidR="0008167C" w:rsidRPr="0008167C">
        <w:t xml:space="preserve"> </w:t>
      </w:r>
      <w:r w:rsidRPr="0008167C">
        <w:t>строения</w:t>
      </w:r>
      <w:r w:rsidR="0008167C" w:rsidRPr="0008167C">
        <w:t xml:space="preserve"> </w:t>
      </w:r>
      <w:r w:rsidRPr="0008167C">
        <w:t>долины,</w:t>
      </w:r>
      <w:r w:rsidR="0008167C" w:rsidRPr="0008167C">
        <w:t xml:space="preserve"> </w:t>
      </w:r>
      <w:r w:rsidRPr="0008167C">
        <w:t>характера</w:t>
      </w:r>
      <w:r w:rsidR="0008167C" w:rsidRPr="0008167C">
        <w:t xml:space="preserve"> </w:t>
      </w:r>
      <w:r w:rsidRPr="0008167C">
        <w:t>пород,</w:t>
      </w:r>
      <w:r w:rsidR="0008167C" w:rsidRPr="0008167C">
        <w:t xml:space="preserve"> </w:t>
      </w:r>
      <w:r w:rsidRPr="0008167C">
        <w:t>слагающих</w:t>
      </w:r>
      <w:r w:rsidR="0008167C" w:rsidRPr="0008167C">
        <w:t xml:space="preserve"> </w:t>
      </w:r>
      <w:r w:rsidRPr="0008167C">
        <w:t>русло</w:t>
      </w:r>
      <w:r w:rsidR="0008167C" w:rsidRPr="0008167C">
        <w:t xml:space="preserve">. </w:t>
      </w:r>
      <w:r w:rsidRPr="0008167C">
        <w:t>Морфологические</w:t>
      </w:r>
      <w:r w:rsidR="0008167C" w:rsidRPr="0008167C">
        <w:t xml:space="preserve"> </w:t>
      </w:r>
      <w:r w:rsidRPr="0008167C">
        <w:t>особенности</w:t>
      </w:r>
      <w:r w:rsidR="0008167C" w:rsidRPr="0008167C">
        <w:t xml:space="preserve"> </w:t>
      </w:r>
      <w:r w:rsidRPr="0008167C">
        <w:t>русла</w:t>
      </w:r>
      <w:r w:rsidR="0008167C" w:rsidRPr="0008167C">
        <w:t xml:space="preserve"> </w:t>
      </w:r>
      <w:r w:rsidRPr="0008167C">
        <w:t>могут</w:t>
      </w:r>
      <w:r w:rsidR="0008167C" w:rsidRPr="0008167C">
        <w:t xml:space="preserve"> </w:t>
      </w:r>
      <w:r w:rsidRPr="0008167C">
        <w:t>быть</w:t>
      </w:r>
      <w:r w:rsidR="0008167C" w:rsidRPr="0008167C">
        <w:t xml:space="preserve"> </w:t>
      </w:r>
      <w:r w:rsidRPr="0008167C">
        <w:t>охарактеризованы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помощи</w:t>
      </w:r>
      <w:r w:rsidR="0008167C" w:rsidRPr="0008167C">
        <w:t xml:space="preserve"> </w:t>
      </w:r>
      <w:r w:rsidRPr="0008167C">
        <w:t>плана</w:t>
      </w:r>
      <w:r w:rsidR="0008167C" w:rsidRPr="0008167C">
        <w:t xml:space="preserve"> </w:t>
      </w:r>
      <w:r w:rsidRPr="0008167C">
        <w:t>русла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нанесенными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нем</w:t>
      </w:r>
      <w:r w:rsidR="0008167C" w:rsidRPr="0008167C">
        <w:t xml:space="preserve"> </w:t>
      </w:r>
      <w:r w:rsidRPr="0008167C">
        <w:t>изобатами,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горизонталями,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поперечного</w:t>
      </w:r>
      <w:r w:rsidR="0008167C" w:rsidRPr="0008167C">
        <w:t xml:space="preserve"> </w:t>
      </w:r>
      <w:r w:rsidRPr="0008167C">
        <w:t>профиля</w:t>
      </w:r>
      <w:r w:rsidR="0008167C" w:rsidRPr="0008167C">
        <w:t xml:space="preserve"> </w:t>
      </w:r>
      <w:r w:rsidRPr="0008167C">
        <w:t>русла</w:t>
      </w:r>
      <w:r w:rsidR="0008167C" w:rsidRPr="0008167C">
        <w:t xml:space="preserve">. </w:t>
      </w:r>
      <w:r w:rsidRPr="0008167C">
        <w:t>Сечение</w:t>
      </w:r>
      <w:r w:rsidR="0008167C" w:rsidRPr="0008167C">
        <w:t xml:space="preserve"> </w:t>
      </w:r>
      <w:r w:rsidRPr="0008167C">
        <w:t>русла</w:t>
      </w:r>
      <w:r w:rsidR="0008167C" w:rsidRPr="0008167C">
        <w:t xml:space="preserve"> </w:t>
      </w:r>
      <w:r w:rsidRPr="0008167C">
        <w:t>вертикальной</w:t>
      </w:r>
      <w:r w:rsidR="0008167C" w:rsidRPr="0008167C">
        <w:t xml:space="preserve"> </w:t>
      </w:r>
      <w:r w:rsidRPr="0008167C">
        <w:t>плоскостью,</w:t>
      </w:r>
      <w:r w:rsidR="0008167C" w:rsidRPr="0008167C">
        <w:t xml:space="preserve"> </w:t>
      </w:r>
      <w:r w:rsidRPr="0008167C">
        <w:t>перпендикулярной</w:t>
      </w:r>
      <w:r w:rsidR="0008167C" w:rsidRPr="0008167C">
        <w:t xml:space="preserve"> </w:t>
      </w:r>
      <w:r w:rsidRPr="0008167C">
        <w:t>направлению</w:t>
      </w:r>
      <w:r w:rsidR="0008167C" w:rsidRPr="0008167C">
        <w:t xml:space="preserve"> </w:t>
      </w:r>
      <w:r w:rsidRPr="0008167C">
        <w:t>течения,</w:t>
      </w:r>
      <w:r w:rsidR="0008167C" w:rsidRPr="0008167C">
        <w:t xml:space="preserve"> </w:t>
      </w:r>
      <w:r w:rsidRPr="0008167C">
        <w:t>называется</w:t>
      </w:r>
      <w:r w:rsidR="0008167C" w:rsidRPr="0008167C">
        <w:t xml:space="preserve"> </w:t>
      </w:r>
      <w:r w:rsidRPr="0008167C">
        <w:t>водным</w:t>
      </w:r>
      <w:r w:rsidR="0008167C" w:rsidRPr="0008167C">
        <w:t xml:space="preserve"> </w:t>
      </w:r>
      <w:r w:rsidRPr="0008167C">
        <w:t>сечением</w:t>
      </w:r>
      <w:r w:rsidR="0008167C" w:rsidRPr="0008167C">
        <w:t xml:space="preserve"> </w:t>
      </w:r>
      <w:r w:rsidRPr="0008167C">
        <w:t>потока</w:t>
      </w:r>
      <w:r w:rsidR="0008167C" w:rsidRPr="0008167C">
        <w:t xml:space="preserve">. </w:t>
      </w:r>
      <w:r w:rsidRPr="0008167C">
        <w:t>Часть</w:t>
      </w:r>
      <w:r w:rsidR="0008167C" w:rsidRPr="0008167C">
        <w:t xml:space="preserve"> </w:t>
      </w:r>
      <w:r w:rsidRPr="0008167C">
        <w:t>площади</w:t>
      </w:r>
      <w:r w:rsidR="0008167C" w:rsidRPr="0008167C">
        <w:t xml:space="preserve"> </w:t>
      </w:r>
      <w:r w:rsidRPr="0008167C">
        <w:t>водного</w:t>
      </w:r>
      <w:r w:rsidR="0008167C" w:rsidRPr="0008167C">
        <w:t xml:space="preserve"> </w:t>
      </w:r>
      <w:r w:rsidRPr="0008167C">
        <w:t>сечения,</w:t>
      </w:r>
      <w:r w:rsidR="0008167C" w:rsidRPr="0008167C">
        <w:t xml:space="preserve"> </w:t>
      </w:r>
      <w:r w:rsidRPr="0008167C">
        <w:t>где</w:t>
      </w:r>
      <w:r w:rsidR="0008167C" w:rsidRPr="0008167C">
        <w:t xml:space="preserve"> </w:t>
      </w:r>
      <w:r w:rsidRPr="0008167C">
        <w:t>наблюдаются</w:t>
      </w:r>
      <w:r w:rsidR="0008167C" w:rsidRPr="0008167C">
        <w:t xml:space="preserve"> </w:t>
      </w:r>
      <w:r w:rsidRPr="0008167C">
        <w:t>скорости</w:t>
      </w:r>
      <w:r w:rsidR="0008167C" w:rsidRPr="0008167C">
        <w:t xml:space="preserve"> </w:t>
      </w:r>
      <w:r w:rsidRPr="0008167C">
        <w:t>течения,</w:t>
      </w:r>
      <w:r w:rsidR="0008167C" w:rsidRPr="0008167C">
        <w:t xml:space="preserve"> </w:t>
      </w:r>
      <w:r w:rsidRPr="0008167C">
        <w:t>называется</w:t>
      </w:r>
      <w:r w:rsidR="0008167C" w:rsidRPr="0008167C">
        <w:t xml:space="preserve"> </w:t>
      </w:r>
      <w:r w:rsidRPr="0008167C">
        <w:t>площадью</w:t>
      </w:r>
      <w:r w:rsidR="0008167C" w:rsidRPr="0008167C">
        <w:t xml:space="preserve"> </w:t>
      </w:r>
      <w:r w:rsidRPr="0008167C">
        <w:t>живого</w:t>
      </w:r>
      <w:r w:rsidR="0008167C" w:rsidRPr="0008167C">
        <w:t xml:space="preserve"> </w:t>
      </w:r>
      <w:r w:rsidRPr="0008167C">
        <w:t>сечения</w:t>
      </w:r>
      <w:r w:rsidR="0008167C" w:rsidRPr="0008167C">
        <w:t xml:space="preserve">. </w:t>
      </w:r>
      <w:r w:rsidRPr="0008167C">
        <w:t>Та</w:t>
      </w:r>
      <w:r w:rsidR="0008167C" w:rsidRPr="0008167C">
        <w:t xml:space="preserve"> </w:t>
      </w:r>
      <w:r w:rsidRPr="0008167C">
        <w:t>же</w:t>
      </w:r>
      <w:r w:rsidR="0008167C" w:rsidRPr="0008167C">
        <w:t xml:space="preserve"> </w:t>
      </w:r>
      <w:r w:rsidRPr="0008167C">
        <w:t>часть</w:t>
      </w:r>
      <w:r w:rsidR="0008167C" w:rsidRPr="0008167C">
        <w:t xml:space="preserve"> </w:t>
      </w:r>
      <w:r w:rsidRPr="0008167C">
        <w:t>площади</w:t>
      </w:r>
      <w:r w:rsidR="0008167C" w:rsidRPr="0008167C">
        <w:t xml:space="preserve"> </w:t>
      </w:r>
      <w:r w:rsidRPr="0008167C">
        <w:t>водного</w:t>
      </w:r>
      <w:r w:rsidR="0008167C" w:rsidRPr="0008167C">
        <w:t xml:space="preserve"> </w:t>
      </w:r>
      <w:r w:rsidRPr="0008167C">
        <w:t>сечения,</w:t>
      </w:r>
      <w:r w:rsidR="0008167C" w:rsidRPr="0008167C">
        <w:t xml:space="preserve"> </w:t>
      </w:r>
      <w:r w:rsidRPr="0008167C">
        <w:t>где</w:t>
      </w:r>
      <w:r w:rsidR="0008167C" w:rsidRPr="0008167C">
        <w:t xml:space="preserve"> </w:t>
      </w:r>
      <w:r w:rsidRPr="0008167C">
        <w:t>течение</w:t>
      </w:r>
      <w:r w:rsidR="0008167C" w:rsidRPr="0008167C">
        <w:t xml:space="preserve"> </w:t>
      </w:r>
      <w:r w:rsidRPr="0008167C">
        <w:t>практически</w:t>
      </w:r>
      <w:r w:rsidR="0008167C" w:rsidRPr="0008167C">
        <w:t xml:space="preserve"> </w:t>
      </w:r>
      <w:r w:rsidRPr="0008167C">
        <w:t>отсутствует,</w:t>
      </w:r>
      <w:r w:rsidR="0008167C" w:rsidRPr="0008167C">
        <w:t xml:space="preserve"> </w:t>
      </w:r>
      <w:r w:rsidRPr="0008167C">
        <w:t>называется</w:t>
      </w:r>
      <w:r w:rsidR="0008167C" w:rsidRPr="0008167C">
        <w:t xml:space="preserve"> </w:t>
      </w:r>
      <w:r w:rsidRPr="0008167C">
        <w:t>площадью</w:t>
      </w:r>
      <w:r w:rsidR="0008167C" w:rsidRPr="0008167C">
        <w:t xml:space="preserve"> </w:t>
      </w:r>
      <w:r w:rsidRPr="0008167C">
        <w:t>мертвого</w:t>
      </w:r>
      <w:r w:rsidR="0008167C" w:rsidRPr="0008167C">
        <w:t xml:space="preserve"> </w:t>
      </w:r>
      <w:r w:rsidRPr="0008167C">
        <w:t>пространства</w:t>
      </w:r>
      <w:r w:rsidR="0008167C" w:rsidRPr="0008167C">
        <w:t>.</w:t>
      </w:r>
    </w:p>
    <w:p w:rsidR="0008167C" w:rsidRPr="0008167C" w:rsidRDefault="00223F35" w:rsidP="0008167C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bookmarkStart w:id="40" w:name="_Toc8497757"/>
      <w:bookmarkStart w:id="41" w:name="_Toc8498122"/>
      <w:bookmarkStart w:id="42" w:name="_Toc8498790"/>
      <w:r w:rsidRPr="0008167C">
        <w:rPr>
          <w:smallCaps w:val="0"/>
        </w:rPr>
        <w:t>Озера</w:t>
      </w:r>
      <w:r w:rsidR="0008167C" w:rsidRPr="0008167C">
        <w:rPr>
          <w:smallCaps w:val="0"/>
        </w:rPr>
        <w:t xml:space="preserve"> </w:t>
      </w:r>
      <w:r w:rsidRPr="0008167C">
        <w:rPr>
          <w:smallCaps w:val="0"/>
        </w:rPr>
        <w:t>и</w:t>
      </w:r>
      <w:r w:rsidR="0008167C" w:rsidRPr="0008167C">
        <w:rPr>
          <w:smallCaps w:val="0"/>
        </w:rPr>
        <w:t xml:space="preserve"> </w:t>
      </w:r>
      <w:r w:rsidRPr="0008167C">
        <w:rPr>
          <w:smallCaps w:val="0"/>
        </w:rPr>
        <w:t>водохранилища</w:t>
      </w:r>
      <w:r w:rsidR="0008167C" w:rsidRPr="0008167C">
        <w:rPr>
          <w:smallCaps w:val="0"/>
        </w:rPr>
        <w:t>.</w:t>
      </w:r>
      <w:bookmarkEnd w:id="40"/>
      <w:bookmarkEnd w:id="41"/>
      <w:bookmarkEnd w:id="42"/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Озерами</w:t>
      </w:r>
      <w:r w:rsidR="0008167C" w:rsidRPr="0008167C">
        <w:t xml:space="preserve"> </w:t>
      </w:r>
      <w:r w:rsidRPr="0008167C">
        <w:t>называются</w:t>
      </w:r>
      <w:r w:rsidR="0008167C" w:rsidRPr="0008167C">
        <w:t xml:space="preserve"> </w:t>
      </w:r>
      <w:r w:rsidRPr="0008167C">
        <w:t>котловины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впадины</w:t>
      </w:r>
      <w:r w:rsidR="0008167C" w:rsidRPr="0008167C">
        <w:rPr>
          <w:i/>
        </w:rPr>
        <w:t xml:space="preserve"> </w:t>
      </w:r>
      <w:r w:rsidRPr="0008167C">
        <w:t>земной</w:t>
      </w:r>
      <w:r w:rsidR="0008167C" w:rsidRPr="0008167C">
        <w:t xml:space="preserve"> </w:t>
      </w:r>
      <w:r w:rsidRPr="0008167C">
        <w:t>поверхности,</w:t>
      </w:r>
      <w:r w:rsidR="0008167C" w:rsidRPr="0008167C">
        <w:t xml:space="preserve"> </w:t>
      </w:r>
      <w:r w:rsidRPr="0008167C">
        <w:t>заполненные</w:t>
      </w:r>
      <w:r w:rsidR="0008167C" w:rsidRPr="0008167C">
        <w:t xml:space="preserve"> </w:t>
      </w:r>
      <w:r w:rsidRPr="0008167C">
        <w:t>водой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имеющие</w:t>
      </w:r>
      <w:r w:rsidR="0008167C" w:rsidRPr="0008167C">
        <w:t xml:space="preserve"> </w:t>
      </w:r>
      <w:r w:rsidRPr="0008167C">
        <w:t>прямого</w:t>
      </w:r>
      <w:r w:rsidR="0008167C" w:rsidRPr="0008167C">
        <w:t xml:space="preserve"> </w:t>
      </w:r>
      <w:r w:rsidRPr="0008167C">
        <w:t>соединения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морем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</w:pPr>
      <w:r w:rsidRPr="0008167C">
        <w:t>Размеры</w:t>
      </w:r>
      <w:r w:rsidR="0008167C" w:rsidRPr="0008167C">
        <w:t xml:space="preserve"> </w:t>
      </w:r>
      <w:r w:rsidRPr="0008167C">
        <w:t>озер</w:t>
      </w:r>
      <w:r w:rsidR="0008167C" w:rsidRPr="0008167C">
        <w:t xml:space="preserve"> </w:t>
      </w:r>
      <w:r w:rsidRPr="0008167C">
        <w:t>колеблются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весьма</w:t>
      </w:r>
      <w:r w:rsidR="0008167C" w:rsidRPr="0008167C">
        <w:t xml:space="preserve"> </w:t>
      </w:r>
      <w:r w:rsidRPr="0008167C">
        <w:t>широком</w:t>
      </w:r>
      <w:r w:rsidR="0008167C" w:rsidRPr="0008167C">
        <w:t xml:space="preserve"> </w:t>
      </w:r>
      <w:r w:rsidRPr="0008167C">
        <w:t>диапазоне</w:t>
      </w:r>
      <w:r w:rsidR="0008167C" w:rsidRPr="0008167C">
        <w:t xml:space="preserve">. </w:t>
      </w:r>
      <w:r w:rsidRPr="0008167C">
        <w:t>Согласно</w:t>
      </w:r>
      <w:r w:rsidR="0008167C" w:rsidRPr="0008167C">
        <w:t xml:space="preserve"> </w:t>
      </w:r>
      <w:r w:rsidRPr="0008167C">
        <w:t>приведенному</w:t>
      </w:r>
      <w:r w:rsidR="0008167C" w:rsidRPr="0008167C">
        <w:t xml:space="preserve"> </w:t>
      </w:r>
      <w:r w:rsidRPr="0008167C">
        <w:t>определению,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озерам</w:t>
      </w:r>
      <w:r w:rsidR="0008167C" w:rsidRPr="0008167C">
        <w:t xml:space="preserve"> </w:t>
      </w:r>
      <w:r w:rsidRPr="0008167C">
        <w:t>могут</w:t>
      </w:r>
      <w:r w:rsidR="0008167C" w:rsidRPr="0008167C">
        <w:t xml:space="preserve"> </w:t>
      </w:r>
      <w:r w:rsidRPr="0008167C">
        <w:t>быть</w:t>
      </w:r>
      <w:r w:rsidR="0008167C" w:rsidRPr="0008167C">
        <w:t xml:space="preserve"> </w:t>
      </w:r>
      <w:r w:rsidRPr="0008167C">
        <w:t>отнесены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такие</w:t>
      </w:r>
      <w:r w:rsidR="0008167C" w:rsidRPr="0008167C">
        <w:t xml:space="preserve"> </w:t>
      </w:r>
      <w:r w:rsidRPr="0008167C">
        <w:t>крупные</w:t>
      </w:r>
      <w:r w:rsidR="0008167C" w:rsidRPr="0008167C">
        <w:t xml:space="preserve"> </w:t>
      </w:r>
      <w:r w:rsidRPr="0008167C">
        <w:t>водоемы,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Каспийское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Аральское</w:t>
      </w:r>
      <w:r w:rsidR="0008167C" w:rsidRPr="0008167C">
        <w:t xml:space="preserve"> </w:t>
      </w:r>
      <w:r w:rsidRPr="0008167C">
        <w:t>моря,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также</w:t>
      </w:r>
      <w:r w:rsidR="0008167C" w:rsidRPr="0008167C">
        <w:t xml:space="preserve"> </w:t>
      </w:r>
      <w:r w:rsidRPr="0008167C">
        <w:t>сравнительно</w:t>
      </w:r>
      <w:r w:rsidR="0008167C" w:rsidRPr="0008167C">
        <w:t xml:space="preserve"> </w:t>
      </w:r>
      <w:r w:rsidRPr="0008167C">
        <w:t>небольшие</w:t>
      </w:r>
      <w:r w:rsidR="0008167C" w:rsidRPr="0008167C">
        <w:t xml:space="preserve"> </w:t>
      </w:r>
      <w:r w:rsidRPr="0008167C">
        <w:t>временные</w:t>
      </w:r>
      <w:r w:rsidR="0008167C" w:rsidRPr="0008167C">
        <w:t xml:space="preserve"> </w:t>
      </w:r>
      <w:r w:rsidRPr="0008167C">
        <w:t>скопления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понижениях</w:t>
      </w:r>
      <w:r w:rsidR="0008167C" w:rsidRPr="0008167C">
        <w:t xml:space="preserve"> </w:t>
      </w:r>
      <w:r w:rsidRPr="0008167C">
        <w:t>местности,</w:t>
      </w:r>
      <w:r w:rsidR="0008167C" w:rsidRPr="0008167C">
        <w:t xml:space="preserve"> </w:t>
      </w:r>
      <w:r w:rsidRPr="0008167C">
        <w:t>образующиеся,</w:t>
      </w:r>
      <w:r w:rsidR="0008167C" w:rsidRPr="0008167C">
        <w:t xml:space="preserve"> </w:t>
      </w:r>
      <w:r w:rsidRPr="0008167C">
        <w:t>например,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период</w:t>
      </w:r>
      <w:r w:rsidR="0008167C" w:rsidRPr="0008167C">
        <w:t xml:space="preserve"> </w:t>
      </w:r>
      <w:r w:rsidRPr="0008167C">
        <w:t>весеннего</w:t>
      </w:r>
      <w:r w:rsidR="0008167C" w:rsidRPr="0008167C">
        <w:t xml:space="preserve"> </w:t>
      </w:r>
      <w:r w:rsidRPr="0008167C">
        <w:t>снеготаяния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</w:pPr>
      <w:r w:rsidRPr="0008167C">
        <w:t>Иногда,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отличие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текущих</w:t>
      </w:r>
      <w:r w:rsidR="0008167C" w:rsidRPr="0008167C">
        <w:t xml:space="preserve"> </w:t>
      </w:r>
      <w:r w:rsidRPr="0008167C">
        <w:t>вод</w:t>
      </w:r>
      <w:r w:rsidR="0008167C">
        <w:t xml:space="preserve"> (</w:t>
      </w:r>
      <w:r w:rsidRPr="0008167C">
        <w:t>рек</w:t>
      </w:r>
      <w:r w:rsidR="0008167C" w:rsidRPr="0008167C">
        <w:t xml:space="preserve">), </w:t>
      </w:r>
      <w:r w:rsidRPr="0008167C">
        <w:t>озера</w:t>
      </w:r>
      <w:r w:rsidR="0008167C" w:rsidRPr="0008167C">
        <w:t xml:space="preserve"> </w:t>
      </w:r>
      <w:r w:rsidRPr="0008167C">
        <w:t>определяют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водоемы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замедленным</w:t>
      </w:r>
      <w:r w:rsidR="0008167C" w:rsidRPr="0008167C">
        <w:t xml:space="preserve"> </w:t>
      </w:r>
      <w:r w:rsidRPr="0008167C">
        <w:t>стоком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замедленным</w:t>
      </w:r>
      <w:r w:rsidR="0008167C" w:rsidRPr="0008167C">
        <w:t xml:space="preserve"> </w:t>
      </w:r>
      <w:r w:rsidRPr="0008167C">
        <w:t>водообменом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При</w:t>
      </w:r>
      <w:r w:rsidR="0008167C" w:rsidRPr="0008167C">
        <w:t xml:space="preserve"> </w:t>
      </w:r>
      <w:r w:rsidRPr="0008167C">
        <w:t>наличии</w:t>
      </w:r>
      <w:r w:rsidR="0008167C" w:rsidRPr="0008167C">
        <w:t xml:space="preserve"> </w:t>
      </w:r>
      <w:r w:rsidRPr="0008167C">
        <w:t>котловины</w:t>
      </w:r>
      <w:r w:rsidR="0008167C" w:rsidRPr="0008167C">
        <w:t xml:space="preserve"> </w:t>
      </w:r>
      <w:r w:rsidRPr="0008167C">
        <w:t>образование</w:t>
      </w:r>
      <w:r w:rsidR="0008167C" w:rsidRPr="0008167C">
        <w:t xml:space="preserve"> </w:t>
      </w:r>
      <w:r w:rsidRPr="0008167C">
        <w:t>озера</w:t>
      </w:r>
      <w:r w:rsidR="0008167C" w:rsidRPr="0008167C">
        <w:t xml:space="preserve"> </w:t>
      </w:r>
      <w:r w:rsidRPr="0008167C">
        <w:t>произойдет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том</w:t>
      </w:r>
      <w:r w:rsidR="0008167C" w:rsidRPr="0008167C">
        <w:t xml:space="preserve"> </w:t>
      </w:r>
      <w:r w:rsidRPr="0008167C">
        <w:t>случае,</w:t>
      </w:r>
      <w:r w:rsidR="0008167C" w:rsidRPr="0008167C">
        <w:t xml:space="preserve"> </w:t>
      </w:r>
      <w:r w:rsidRPr="0008167C">
        <w:t>когда</w:t>
      </w:r>
      <w:r w:rsidR="0008167C" w:rsidRPr="0008167C">
        <w:t xml:space="preserve"> </w:t>
      </w:r>
      <w:r w:rsidRPr="0008167C">
        <w:t>приток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это</w:t>
      </w:r>
      <w:r w:rsidR="0008167C" w:rsidRPr="0008167C">
        <w:t xml:space="preserve"> </w:t>
      </w:r>
      <w:r w:rsidRPr="0008167C">
        <w:t>углубление</w:t>
      </w:r>
      <w:r w:rsidR="0008167C" w:rsidRPr="0008167C">
        <w:t xml:space="preserve"> </w:t>
      </w:r>
      <w:r w:rsidRPr="0008167C">
        <w:t>будет</w:t>
      </w:r>
      <w:r w:rsidR="0008167C" w:rsidRPr="0008167C">
        <w:t xml:space="preserve"> </w:t>
      </w:r>
      <w:r w:rsidRPr="0008167C">
        <w:t>превышать</w:t>
      </w:r>
      <w:r w:rsidR="0008167C" w:rsidRPr="0008167C">
        <w:t xml:space="preserve"> </w:t>
      </w:r>
      <w:r w:rsidRPr="0008167C">
        <w:t>потери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фильтрацию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испарение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Искусственно</w:t>
      </w:r>
      <w:r w:rsidR="0008167C" w:rsidRPr="0008167C">
        <w:t xml:space="preserve"> </w:t>
      </w:r>
      <w:r w:rsidRPr="0008167C">
        <w:t>созданное</w:t>
      </w:r>
      <w:r w:rsidR="0008167C" w:rsidRPr="0008167C">
        <w:t xml:space="preserve"> </w:t>
      </w:r>
      <w:r w:rsidRPr="0008167C">
        <w:t>озеро</w:t>
      </w:r>
      <w:r w:rsidR="0008167C" w:rsidRPr="0008167C">
        <w:t xml:space="preserve"> </w:t>
      </w:r>
      <w:r w:rsidRPr="0008167C">
        <w:t>называется</w:t>
      </w:r>
      <w:r w:rsidR="0008167C" w:rsidRPr="0008167C">
        <w:t xml:space="preserve"> </w:t>
      </w:r>
      <w:r w:rsidRPr="0008167C">
        <w:t>водохранилищем</w:t>
      </w:r>
      <w:r w:rsidR="0008167C" w:rsidRPr="0008167C">
        <w:t xml:space="preserve">. </w:t>
      </w:r>
      <w:r w:rsidRPr="0008167C">
        <w:t>Если</w:t>
      </w:r>
      <w:r w:rsidR="0008167C" w:rsidRPr="0008167C">
        <w:t xml:space="preserve"> </w:t>
      </w:r>
      <w:r w:rsidRPr="0008167C">
        <w:t>водохранилище</w:t>
      </w:r>
      <w:r w:rsidR="0008167C" w:rsidRPr="0008167C">
        <w:t xml:space="preserve"> </w:t>
      </w:r>
      <w:r w:rsidRPr="0008167C">
        <w:t>имеет</w:t>
      </w:r>
      <w:r w:rsidR="0008167C" w:rsidRPr="0008167C">
        <w:t xml:space="preserve"> </w:t>
      </w:r>
      <w:r w:rsidRPr="0008167C">
        <w:t>небольшие</w:t>
      </w:r>
      <w:r w:rsidR="0008167C" w:rsidRPr="0008167C">
        <w:t xml:space="preserve"> </w:t>
      </w:r>
      <w:r w:rsidRPr="0008167C">
        <w:t>размеры,</w:t>
      </w:r>
      <w:r w:rsidR="0008167C" w:rsidRPr="0008167C">
        <w:t xml:space="preserve"> </w:t>
      </w:r>
      <w:r w:rsidRPr="0008167C">
        <w:t>его</w:t>
      </w:r>
      <w:r w:rsidR="0008167C" w:rsidRPr="0008167C">
        <w:t xml:space="preserve"> </w:t>
      </w:r>
      <w:r w:rsidRPr="0008167C">
        <w:t>называют</w:t>
      </w:r>
      <w:r w:rsidR="0008167C" w:rsidRPr="0008167C">
        <w:t xml:space="preserve"> </w:t>
      </w:r>
      <w:r w:rsidRPr="0008167C">
        <w:t>прудом</w:t>
      </w:r>
      <w:r w:rsidR="0008167C" w:rsidRPr="0008167C">
        <w:t xml:space="preserve">. </w:t>
      </w:r>
      <w:r w:rsidRPr="0008167C">
        <w:t>Иногда</w:t>
      </w:r>
      <w:r w:rsidR="0008167C" w:rsidRPr="0008167C">
        <w:t xml:space="preserve"> </w:t>
      </w:r>
      <w:r w:rsidRPr="0008167C">
        <w:t>прудами</w:t>
      </w:r>
      <w:r w:rsidR="0008167C" w:rsidRPr="0008167C">
        <w:t xml:space="preserve"> </w:t>
      </w:r>
      <w:r w:rsidRPr="0008167C">
        <w:t>называют</w:t>
      </w:r>
      <w:r w:rsidR="0008167C" w:rsidRPr="0008167C">
        <w:t xml:space="preserve"> </w:t>
      </w:r>
      <w:r w:rsidRPr="0008167C">
        <w:t>мелководные</w:t>
      </w:r>
      <w:r w:rsidR="0008167C" w:rsidRPr="0008167C">
        <w:t xml:space="preserve"> </w:t>
      </w:r>
      <w:r w:rsidRPr="0008167C">
        <w:t>естественные</w:t>
      </w:r>
      <w:r w:rsidR="0008167C" w:rsidRPr="0008167C">
        <w:t xml:space="preserve"> </w:t>
      </w:r>
      <w:r w:rsidRPr="0008167C">
        <w:t>озера,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площади</w:t>
      </w:r>
      <w:r w:rsidR="0008167C" w:rsidRPr="0008167C">
        <w:t xml:space="preserve"> </w:t>
      </w:r>
      <w:r w:rsidRPr="0008167C">
        <w:t>которых</w:t>
      </w:r>
      <w:r w:rsidR="0008167C" w:rsidRPr="0008167C">
        <w:t xml:space="preserve"> </w:t>
      </w:r>
      <w:r w:rsidRPr="0008167C">
        <w:t>распространена</w:t>
      </w:r>
      <w:r w:rsidR="0008167C" w:rsidRPr="0008167C">
        <w:t xml:space="preserve"> </w:t>
      </w:r>
      <w:r w:rsidRPr="0008167C">
        <w:t>водная</w:t>
      </w:r>
      <w:r w:rsidR="0008167C" w:rsidRPr="0008167C">
        <w:t xml:space="preserve"> </w:t>
      </w:r>
      <w:r w:rsidRPr="0008167C">
        <w:t>растительность</w:t>
      </w:r>
      <w:r w:rsidR="0008167C" w:rsidRPr="0008167C">
        <w:t>.</w:t>
      </w:r>
    </w:p>
    <w:p w:rsidR="0008167C" w:rsidRDefault="0008167C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</w:rPr>
      </w:pPr>
    </w:p>
    <w:p w:rsidR="00223F35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</w:rPr>
      </w:pPr>
      <w:r w:rsidRPr="0008167C">
        <w:rPr>
          <w:b/>
        </w:rPr>
        <w:t>Таблица</w:t>
      </w:r>
      <w:r w:rsidR="0008167C" w:rsidRPr="0008167C">
        <w:rPr>
          <w:b/>
        </w:rPr>
        <w:t xml:space="preserve"> </w:t>
      </w:r>
      <w:r w:rsidR="0008167C">
        <w:rPr>
          <w:b/>
        </w:rPr>
        <w:t xml:space="preserve">1.3 </w:t>
      </w:r>
      <w:r w:rsidRPr="0008167C">
        <w:rPr>
          <w:b/>
        </w:rPr>
        <w:t>Количество</w:t>
      </w:r>
      <w:r w:rsidR="0008167C" w:rsidRPr="0008167C">
        <w:rPr>
          <w:b/>
        </w:rPr>
        <w:t xml:space="preserve"> </w:t>
      </w:r>
      <w:r w:rsidRPr="0008167C">
        <w:rPr>
          <w:b/>
        </w:rPr>
        <w:t>и</w:t>
      </w:r>
      <w:r w:rsidR="0008167C" w:rsidRPr="0008167C">
        <w:rPr>
          <w:b/>
        </w:rPr>
        <w:t xml:space="preserve"> </w:t>
      </w:r>
      <w:r w:rsidRPr="0008167C">
        <w:rPr>
          <w:b/>
        </w:rPr>
        <w:t>суммарная</w:t>
      </w:r>
      <w:r w:rsidR="0008167C" w:rsidRPr="0008167C">
        <w:rPr>
          <w:b/>
        </w:rPr>
        <w:t xml:space="preserve"> </w:t>
      </w:r>
      <w:r w:rsidRPr="0008167C">
        <w:rPr>
          <w:b/>
        </w:rPr>
        <w:t>площадь</w:t>
      </w:r>
      <w:r w:rsidR="0008167C" w:rsidRPr="0008167C">
        <w:rPr>
          <w:b/>
        </w:rPr>
        <w:t xml:space="preserve"> </w:t>
      </w:r>
      <w:r w:rsidRPr="0008167C">
        <w:rPr>
          <w:b/>
        </w:rPr>
        <w:t>озер*</w:t>
      </w:r>
      <w:r w:rsidR="0008167C" w:rsidRPr="0008167C">
        <w:rPr>
          <w:b/>
        </w:rPr>
        <w:t xml:space="preserve">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30"/>
        <w:gridCol w:w="3031"/>
        <w:gridCol w:w="3031"/>
      </w:tblGrid>
      <w:tr w:rsidR="00223F35" w:rsidRPr="0008167C" w:rsidTr="0036590D">
        <w:trPr>
          <w:jc w:val="center"/>
        </w:trPr>
        <w:tc>
          <w:tcPr>
            <w:tcW w:w="2840" w:type="dxa"/>
            <w:shd w:val="clear" w:color="auto" w:fill="auto"/>
          </w:tcPr>
          <w:p w:rsidR="00223F35" w:rsidRPr="0036590D" w:rsidRDefault="00223F35" w:rsidP="0008167C">
            <w:pPr>
              <w:pStyle w:val="af8"/>
              <w:rPr>
                <w:vertAlign w:val="superscript"/>
              </w:rPr>
            </w:pPr>
            <w:r w:rsidRPr="0008167C">
              <w:t>Размеры</w:t>
            </w:r>
            <w:r w:rsidR="0008167C" w:rsidRPr="0008167C">
              <w:t xml:space="preserve"> </w:t>
            </w:r>
            <w:r w:rsidRPr="0008167C">
              <w:t>озер,</w:t>
            </w:r>
            <w:r w:rsidR="0008167C" w:rsidRPr="0008167C">
              <w:t xml:space="preserve"> </w:t>
            </w:r>
            <w:r w:rsidRPr="0008167C">
              <w:t>км</w:t>
            </w:r>
            <w:r w:rsidRPr="0036590D">
              <w:rPr>
                <w:vertAlign w:val="superscript"/>
              </w:rPr>
              <w:t>2</w:t>
            </w:r>
          </w:p>
        </w:tc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Количество</w:t>
            </w:r>
          </w:p>
        </w:tc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Суммарная</w:t>
            </w:r>
            <w:r w:rsidR="0008167C" w:rsidRPr="0008167C">
              <w:t xml:space="preserve"> </w:t>
            </w:r>
            <w:r w:rsidRPr="0008167C">
              <w:t>площадь</w:t>
            </w:r>
          </w:p>
        </w:tc>
      </w:tr>
      <w:tr w:rsidR="00223F35" w:rsidRPr="0008167C" w:rsidTr="0036590D">
        <w:trPr>
          <w:jc w:val="center"/>
        </w:trPr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Менее</w:t>
            </w:r>
            <w:r w:rsidR="0008167C" w:rsidRPr="0008167C">
              <w:t xml:space="preserve"> </w:t>
            </w:r>
            <w:r w:rsidRPr="0008167C">
              <w:t>1</w:t>
            </w:r>
          </w:p>
        </w:tc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2</w:t>
            </w:r>
            <w:r w:rsidR="0008167C" w:rsidRPr="0008167C">
              <w:t xml:space="preserve"> </w:t>
            </w:r>
            <w:r w:rsidRPr="0008167C">
              <w:t>814</w:t>
            </w:r>
            <w:r w:rsidR="0008167C" w:rsidRPr="0008167C">
              <w:t xml:space="preserve"> </w:t>
            </w:r>
            <w:r w:rsidRPr="0008167C">
              <w:t>727</w:t>
            </w:r>
          </w:p>
        </w:tc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159</w:t>
            </w:r>
            <w:r w:rsidR="0008167C" w:rsidRPr="0008167C">
              <w:t xml:space="preserve"> </w:t>
            </w:r>
            <w:r w:rsidRPr="0008167C">
              <w:t>532</w:t>
            </w:r>
          </w:p>
        </w:tc>
      </w:tr>
      <w:tr w:rsidR="00223F35" w:rsidRPr="0008167C" w:rsidTr="0036590D">
        <w:trPr>
          <w:jc w:val="center"/>
        </w:trPr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1</w:t>
            </w:r>
            <w:r w:rsidR="0008167C" w:rsidRPr="0008167C">
              <w:t xml:space="preserve"> - </w:t>
            </w:r>
            <w:r w:rsidRPr="0008167C">
              <w:t>10</w:t>
            </w:r>
          </w:p>
        </w:tc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36</w:t>
            </w:r>
            <w:r w:rsidR="0008167C" w:rsidRPr="0008167C">
              <w:t xml:space="preserve"> </w:t>
            </w:r>
            <w:r w:rsidRPr="0008167C">
              <w:t>896</w:t>
            </w:r>
          </w:p>
        </w:tc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87</w:t>
            </w:r>
            <w:r w:rsidR="0008167C" w:rsidRPr="0008167C">
              <w:t xml:space="preserve"> </w:t>
            </w:r>
            <w:r w:rsidRPr="0008167C">
              <w:t>075</w:t>
            </w:r>
          </w:p>
        </w:tc>
      </w:tr>
      <w:tr w:rsidR="00223F35" w:rsidRPr="0008167C" w:rsidTr="0036590D">
        <w:trPr>
          <w:jc w:val="center"/>
        </w:trPr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10</w:t>
            </w:r>
            <w:r w:rsidR="0008167C" w:rsidRPr="0008167C">
              <w:t xml:space="preserve"> - </w:t>
            </w:r>
            <w:r w:rsidRPr="0008167C">
              <w:t>100</w:t>
            </w:r>
          </w:p>
        </w:tc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2</w:t>
            </w:r>
            <w:r w:rsidR="0008167C" w:rsidRPr="0008167C">
              <w:t xml:space="preserve"> </w:t>
            </w:r>
            <w:r w:rsidRPr="0008167C">
              <w:t>958</w:t>
            </w:r>
          </w:p>
        </w:tc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55</w:t>
            </w:r>
            <w:r w:rsidR="0008167C" w:rsidRPr="0008167C">
              <w:t xml:space="preserve"> </w:t>
            </w:r>
            <w:r w:rsidRPr="0008167C">
              <w:t>913</w:t>
            </w:r>
          </w:p>
        </w:tc>
      </w:tr>
      <w:tr w:rsidR="00223F35" w:rsidRPr="0008167C" w:rsidTr="0036590D">
        <w:trPr>
          <w:jc w:val="center"/>
        </w:trPr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Более</w:t>
            </w:r>
            <w:r w:rsidR="0008167C" w:rsidRPr="0008167C">
              <w:t xml:space="preserve"> </w:t>
            </w:r>
            <w:r w:rsidRPr="0008167C">
              <w:t>100</w:t>
            </w:r>
          </w:p>
        </w:tc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185</w:t>
            </w:r>
          </w:p>
        </w:tc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185</w:t>
            </w:r>
            <w:r w:rsidR="0008167C" w:rsidRPr="0008167C">
              <w:t xml:space="preserve"> </w:t>
            </w:r>
            <w:r w:rsidRPr="0008167C">
              <w:t>920</w:t>
            </w:r>
          </w:p>
        </w:tc>
      </w:tr>
      <w:tr w:rsidR="00223F35" w:rsidRPr="0008167C" w:rsidTr="0036590D">
        <w:trPr>
          <w:jc w:val="center"/>
        </w:trPr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Всего</w:t>
            </w:r>
            <w:r w:rsidR="0008167C" w:rsidRPr="0008167C">
              <w:t xml:space="preserve">: </w:t>
            </w:r>
          </w:p>
        </w:tc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2</w:t>
            </w:r>
            <w:r w:rsidR="0008167C" w:rsidRPr="0008167C">
              <w:t xml:space="preserve"> </w:t>
            </w:r>
            <w:r w:rsidRPr="0008167C">
              <w:t>854</w:t>
            </w:r>
            <w:r w:rsidR="0008167C" w:rsidRPr="0008167C">
              <w:t xml:space="preserve"> </w:t>
            </w:r>
            <w:r w:rsidRPr="0008167C">
              <w:t>766</w:t>
            </w:r>
          </w:p>
        </w:tc>
        <w:tc>
          <w:tcPr>
            <w:tcW w:w="2840" w:type="dxa"/>
            <w:shd w:val="clear" w:color="auto" w:fill="auto"/>
          </w:tcPr>
          <w:p w:rsidR="00223F35" w:rsidRPr="0008167C" w:rsidRDefault="00223F35" w:rsidP="0008167C">
            <w:pPr>
              <w:pStyle w:val="af8"/>
            </w:pPr>
            <w:r w:rsidRPr="0008167C">
              <w:t>488</w:t>
            </w:r>
            <w:r w:rsidR="0008167C" w:rsidRPr="0008167C">
              <w:t xml:space="preserve"> </w:t>
            </w:r>
            <w:r w:rsidRPr="0008167C">
              <w:t>440</w:t>
            </w:r>
          </w:p>
        </w:tc>
      </w:tr>
    </w:tbl>
    <w:p w:rsidR="0008167C" w:rsidRDefault="0008167C" w:rsidP="0008167C"/>
    <w:p w:rsidR="00223F35" w:rsidRPr="0008167C" w:rsidRDefault="00223F35" w:rsidP="0008167C">
      <w:pPr>
        <w:numPr>
          <w:ilvl w:val="0"/>
          <w:numId w:val="10"/>
        </w:numPr>
        <w:tabs>
          <w:tab w:val="clear" w:pos="360"/>
          <w:tab w:val="left" w:pos="726"/>
        </w:tabs>
        <w:ind w:left="0" w:firstLine="709"/>
      </w:pPr>
      <w:r w:rsidRPr="0008167C">
        <w:t>без</w:t>
      </w:r>
      <w:r w:rsidR="0008167C" w:rsidRPr="0008167C">
        <w:t xml:space="preserve"> </w:t>
      </w:r>
      <w:r w:rsidRPr="0008167C">
        <w:t>Каспийского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Аральского</w:t>
      </w:r>
      <w:r w:rsidR="0008167C" w:rsidRPr="0008167C">
        <w:t xml:space="preserve"> </w:t>
      </w:r>
      <w:r w:rsidRPr="0008167C">
        <w:t>моря</w:t>
      </w:r>
    </w:p>
    <w:p w:rsidR="0008167C" w:rsidRPr="0008167C" w:rsidRDefault="00223F35" w:rsidP="0008167C">
      <w:pPr>
        <w:pStyle w:val="3"/>
        <w:tabs>
          <w:tab w:val="left" w:pos="726"/>
        </w:tabs>
        <w:rPr>
          <w:color w:val="000000"/>
        </w:rPr>
      </w:pPr>
      <w:bookmarkStart w:id="43" w:name="_Toc8497758"/>
      <w:bookmarkStart w:id="44" w:name="_Toc8498123"/>
      <w:bookmarkStart w:id="45" w:name="_Toc8498791"/>
      <w:r w:rsidRPr="0008167C">
        <w:rPr>
          <w:color w:val="000000"/>
        </w:rPr>
        <w:t>Типы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озер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по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характеру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котловин</w:t>
      </w:r>
      <w:r w:rsidR="0008167C" w:rsidRPr="0008167C">
        <w:rPr>
          <w:color w:val="000000"/>
        </w:rPr>
        <w:t>.</w:t>
      </w:r>
      <w:bookmarkEnd w:id="43"/>
      <w:bookmarkEnd w:id="44"/>
      <w:bookmarkEnd w:id="45"/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Несмотря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большое</w:t>
      </w:r>
      <w:r w:rsidR="0008167C" w:rsidRPr="0008167C">
        <w:t xml:space="preserve"> </w:t>
      </w:r>
      <w:r w:rsidRPr="0008167C">
        <w:t>разнообразие</w:t>
      </w:r>
      <w:r w:rsidR="0008167C" w:rsidRPr="0008167C">
        <w:t xml:space="preserve"> </w:t>
      </w:r>
      <w:r w:rsidRPr="0008167C">
        <w:t>встречающихся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природе</w:t>
      </w:r>
      <w:r w:rsidR="0008167C" w:rsidRPr="0008167C">
        <w:t xml:space="preserve"> </w:t>
      </w:r>
      <w:r w:rsidRPr="0008167C">
        <w:t>озер,</w:t>
      </w:r>
      <w:r w:rsidR="0008167C" w:rsidRPr="0008167C">
        <w:t xml:space="preserve"> </w:t>
      </w:r>
      <w:r w:rsidRPr="0008167C">
        <w:t>среди</w:t>
      </w:r>
      <w:r w:rsidR="0008167C" w:rsidRPr="0008167C">
        <w:t xml:space="preserve"> </w:t>
      </w:r>
      <w:r w:rsidRPr="0008167C">
        <w:t>них</w:t>
      </w:r>
      <w:r w:rsidR="0008167C" w:rsidRPr="0008167C">
        <w:t xml:space="preserve"> </w:t>
      </w:r>
      <w:r w:rsidRPr="0008167C">
        <w:t>могут</w:t>
      </w:r>
      <w:r w:rsidR="0008167C" w:rsidRPr="0008167C">
        <w:t xml:space="preserve"> </w:t>
      </w:r>
      <w:r w:rsidRPr="0008167C">
        <w:t>быть</w:t>
      </w:r>
      <w:r w:rsidR="0008167C" w:rsidRPr="0008167C">
        <w:t xml:space="preserve"> </w:t>
      </w:r>
      <w:r w:rsidRPr="0008167C">
        <w:t>выделены</w:t>
      </w:r>
      <w:r w:rsidR="0008167C" w:rsidRPr="0008167C">
        <w:t xml:space="preserve"> </w:t>
      </w:r>
      <w:r w:rsidRPr="0008167C">
        <w:t>определенные</w:t>
      </w:r>
      <w:r w:rsidR="0008167C" w:rsidRPr="0008167C">
        <w:t xml:space="preserve"> </w:t>
      </w:r>
      <w:r w:rsidRPr="0008167C">
        <w:t>типы,</w:t>
      </w:r>
      <w:r w:rsidR="0008167C" w:rsidRPr="0008167C">
        <w:t xml:space="preserve"> </w:t>
      </w:r>
      <w:r w:rsidRPr="0008167C">
        <w:t>имеющие</w:t>
      </w:r>
      <w:r w:rsidR="0008167C" w:rsidRPr="0008167C">
        <w:t xml:space="preserve"> </w:t>
      </w:r>
      <w:r w:rsidRPr="0008167C">
        <w:t>сходство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ряду</w:t>
      </w:r>
      <w:r w:rsidR="0008167C" w:rsidRPr="0008167C">
        <w:t xml:space="preserve"> </w:t>
      </w:r>
      <w:r w:rsidRPr="0008167C">
        <w:t>признаков</w:t>
      </w:r>
      <w:r w:rsidR="0008167C" w:rsidRPr="0008167C">
        <w:t xml:space="preserve">. </w:t>
      </w:r>
      <w:r w:rsidRPr="0008167C">
        <w:t>Прежде</w:t>
      </w:r>
      <w:r w:rsidR="0008167C" w:rsidRPr="0008167C">
        <w:t xml:space="preserve"> </w:t>
      </w:r>
      <w:r w:rsidRPr="0008167C">
        <w:t>всего</w:t>
      </w:r>
      <w:r w:rsidR="0008167C" w:rsidRPr="0008167C">
        <w:t xml:space="preserve"> </w:t>
      </w:r>
      <w:r w:rsidRPr="0008167C">
        <w:t>можно</w:t>
      </w:r>
      <w:r w:rsidR="0008167C" w:rsidRPr="0008167C">
        <w:t xml:space="preserve"> </w:t>
      </w:r>
      <w:r w:rsidRPr="0008167C">
        <w:t>выделить</w:t>
      </w:r>
      <w:r w:rsidR="0008167C" w:rsidRPr="0008167C">
        <w:t xml:space="preserve"> </w:t>
      </w:r>
      <w:r w:rsidRPr="0008167C">
        <w:t>определенные</w:t>
      </w:r>
      <w:r w:rsidR="0008167C" w:rsidRPr="0008167C">
        <w:t xml:space="preserve"> </w:t>
      </w:r>
      <w:r w:rsidRPr="0008167C">
        <w:t>типы</w:t>
      </w:r>
      <w:r w:rsidR="0008167C" w:rsidRPr="0008167C">
        <w:t xml:space="preserve"> </w:t>
      </w:r>
      <w:r w:rsidRPr="0008167C">
        <w:t>озер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зависимости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условий</w:t>
      </w:r>
      <w:r w:rsidR="0008167C" w:rsidRPr="0008167C">
        <w:t xml:space="preserve"> </w:t>
      </w:r>
      <w:r w:rsidRPr="0008167C">
        <w:t>образования</w:t>
      </w:r>
      <w:r w:rsidR="0008167C" w:rsidRPr="0008167C">
        <w:t xml:space="preserve"> </w:t>
      </w:r>
      <w:r w:rsidRPr="0008167C">
        <w:t>озерного</w:t>
      </w:r>
      <w:r w:rsidR="0008167C" w:rsidRPr="0008167C">
        <w:t xml:space="preserve"> </w:t>
      </w:r>
      <w:r w:rsidRPr="0008167C">
        <w:t>ложа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По</w:t>
      </w:r>
      <w:r w:rsidR="0008167C" w:rsidRPr="0008167C">
        <w:t xml:space="preserve"> </w:t>
      </w:r>
      <w:r w:rsidRPr="0008167C">
        <w:t>характеру</w:t>
      </w:r>
      <w:r w:rsidR="0008167C" w:rsidRPr="0008167C">
        <w:t xml:space="preserve"> </w:t>
      </w:r>
      <w:r w:rsidRPr="0008167C">
        <w:t>котловин,</w:t>
      </w:r>
      <w:r w:rsidR="0008167C" w:rsidRPr="0008167C">
        <w:t xml:space="preserve"> </w:t>
      </w:r>
      <w:r w:rsidRPr="0008167C">
        <w:t>послуживших</w:t>
      </w:r>
      <w:r w:rsidR="0008167C" w:rsidRPr="0008167C">
        <w:t xml:space="preserve"> </w:t>
      </w:r>
      <w:r w:rsidRPr="0008167C">
        <w:t>основой</w:t>
      </w:r>
      <w:r w:rsidR="0008167C" w:rsidRPr="0008167C">
        <w:t xml:space="preserve"> </w:t>
      </w:r>
      <w:r w:rsidRPr="0008167C">
        <w:t>для</w:t>
      </w:r>
      <w:r w:rsidR="0008167C" w:rsidRPr="0008167C">
        <w:t xml:space="preserve"> </w:t>
      </w:r>
      <w:r w:rsidRPr="0008167C">
        <w:t>образования</w:t>
      </w:r>
      <w:r w:rsidR="0008167C" w:rsidRPr="0008167C">
        <w:t xml:space="preserve"> </w:t>
      </w:r>
      <w:r w:rsidRPr="0008167C">
        <w:t>озера,</w:t>
      </w:r>
      <w:r w:rsidR="0008167C" w:rsidRPr="0008167C">
        <w:t xml:space="preserve"> </w:t>
      </w:r>
      <w:r w:rsidRPr="0008167C">
        <w:t>можно</w:t>
      </w:r>
      <w:r w:rsidR="0008167C" w:rsidRPr="0008167C">
        <w:t xml:space="preserve"> </w:t>
      </w:r>
      <w:r w:rsidRPr="0008167C">
        <w:t>выделить</w:t>
      </w:r>
      <w:r w:rsidR="0008167C" w:rsidRPr="0008167C">
        <w:t xml:space="preserve"> </w:t>
      </w:r>
      <w:r w:rsidRPr="0008167C">
        <w:t>озера</w:t>
      </w:r>
      <w:r w:rsidR="0008167C" w:rsidRPr="0008167C">
        <w:t xml:space="preserve"> </w:t>
      </w:r>
      <w:r w:rsidRPr="0008167C">
        <w:t>плотинные,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запрудные,</w:t>
      </w:r>
      <w:r w:rsidR="0008167C" w:rsidRPr="0008167C">
        <w:t xml:space="preserve"> </w:t>
      </w:r>
      <w:r w:rsidRPr="0008167C">
        <w:t>котловинные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смешанные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rPr>
          <w:i/>
        </w:rPr>
        <w:t>Плотинные</w:t>
      </w:r>
      <w:r w:rsidR="0008167C" w:rsidRPr="0008167C">
        <w:rPr>
          <w:i/>
        </w:rPr>
        <w:t xml:space="preserve"> </w:t>
      </w:r>
      <w:r w:rsidRPr="0008167C">
        <w:rPr>
          <w:i/>
        </w:rPr>
        <w:t>озера</w:t>
      </w:r>
      <w:r w:rsidR="0008167C" w:rsidRPr="0008167C">
        <w:t xml:space="preserve"> </w:t>
      </w:r>
      <w:r w:rsidRPr="0008167C">
        <w:t>образуются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том</w:t>
      </w:r>
      <w:r w:rsidR="0008167C" w:rsidRPr="0008167C">
        <w:t xml:space="preserve"> </w:t>
      </w:r>
      <w:r w:rsidRPr="0008167C">
        <w:t>случае,</w:t>
      </w:r>
      <w:r w:rsidR="0008167C" w:rsidRPr="0008167C">
        <w:t xml:space="preserve"> </w:t>
      </w:r>
      <w:r w:rsidRPr="0008167C">
        <w:t>когда</w:t>
      </w:r>
      <w:r w:rsidR="0008167C" w:rsidRPr="0008167C">
        <w:t xml:space="preserve"> </w:t>
      </w:r>
      <w:r w:rsidRPr="0008167C">
        <w:t>долина</w:t>
      </w:r>
      <w:r w:rsidR="0008167C" w:rsidRPr="0008167C">
        <w:t xml:space="preserve"> </w:t>
      </w:r>
      <w:r w:rsidRPr="0008167C">
        <w:t>перекрывается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каком-либо</w:t>
      </w:r>
      <w:r w:rsidR="0008167C" w:rsidRPr="0008167C">
        <w:t xml:space="preserve"> </w:t>
      </w:r>
      <w:r w:rsidRPr="0008167C">
        <w:t>месте</w:t>
      </w:r>
      <w:r w:rsidR="0008167C" w:rsidRPr="0008167C">
        <w:t xml:space="preserve"> </w:t>
      </w:r>
      <w:r w:rsidRPr="0008167C">
        <w:t>обвалом,</w:t>
      </w:r>
      <w:r w:rsidR="0008167C" w:rsidRPr="0008167C">
        <w:t xml:space="preserve"> </w:t>
      </w:r>
      <w:r w:rsidRPr="0008167C">
        <w:t>ледником,</w:t>
      </w:r>
      <w:r w:rsidR="0008167C" w:rsidRPr="0008167C">
        <w:t xml:space="preserve"> </w:t>
      </w:r>
      <w:r w:rsidRPr="0008167C">
        <w:t>наносами</w:t>
      </w:r>
      <w:r w:rsidR="0008167C" w:rsidRPr="0008167C">
        <w:t xml:space="preserve"> </w:t>
      </w:r>
      <w:r w:rsidR="0008167C">
        <w:t>т.п.</w:t>
      </w:r>
      <w:r w:rsidR="0008167C" w:rsidRPr="0008167C">
        <w:t xml:space="preserve">; </w:t>
      </w:r>
      <w:r w:rsidRPr="0008167C">
        <w:t>в</w:t>
      </w:r>
      <w:r w:rsidR="0008167C" w:rsidRPr="0008167C">
        <w:t xml:space="preserve"> </w:t>
      </w:r>
      <w:r w:rsidRPr="0008167C">
        <w:t>эту</w:t>
      </w:r>
      <w:r w:rsidR="0008167C" w:rsidRPr="0008167C">
        <w:t xml:space="preserve"> </w:t>
      </w:r>
      <w:r w:rsidRPr="0008167C">
        <w:t>группу</w:t>
      </w:r>
      <w:r w:rsidR="0008167C" w:rsidRPr="0008167C">
        <w:t xml:space="preserve"> </w:t>
      </w:r>
      <w:r w:rsidRPr="0008167C">
        <w:t>входят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искусственные</w:t>
      </w:r>
      <w:r w:rsidR="0008167C" w:rsidRPr="0008167C">
        <w:t xml:space="preserve"> </w:t>
      </w:r>
      <w:r w:rsidRPr="0008167C">
        <w:t>озера</w:t>
      </w:r>
      <w:r w:rsidR="0008167C" w:rsidRPr="0008167C">
        <w:t xml:space="preserve"> - </w:t>
      </w:r>
      <w:r w:rsidRPr="0008167C">
        <w:t>водохранилища</w:t>
      </w:r>
      <w:r w:rsidR="0008167C" w:rsidRPr="0008167C">
        <w:t xml:space="preserve">. </w:t>
      </w:r>
      <w:r w:rsidRPr="0008167C">
        <w:t>Среди</w:t>
      </w:r>
      <w:r w:rsidR="0008167C" w:rsidRPr="0008167C">
        <w:t xml:space="preserve"> </w:t>
      </w:r>
      <w:r w:rsidRPr="0008167C">
        <w:t>плотинных</w:t>
      </w:r>
      <w:r w:rsidR="0008167C" w:rsidRPr="0008167C">
        <w:t xml:space="preserve"> </w:t>
      </w:r>
      <w:r w:rsidRPr="0008167C">
        <w:t>озер</w:t>
      </w:r>
      <w:r w:rsidR="0008167C" w:rsidRPr="0008167C">
        <w:t xml:space="preserve"> </w:t>
      </w:r>
      <w:r w:rsidRPr="0008167C">
        <w:t>можно</w:t>
      </w:r>
      <w:r w:rsidR="0008167C" w:rsidRPr="0008167C">
        <w:t xml:space="preserve"> </w:t>
      </w:r>
      <w:r w:rsidRPr="0008167C">
        <w:t>выделить</w:t>
      </w:r>
      <w:r w:rsidR="0008167C" w:rsidRPr="0008167C">
        <w:t xml:space="preserve"> </w:t>
      </w:r>
      <w:r w:rsidRPr="0008167C">
        <w:t>речные,</w:t>
      </w:r>
      <w:r w:rsidR="0008167C" w:rsidRPr="0008167C">
        <w:t xml:space="preserve"> </w:t>
      </w:r>
      <w:r w:rsidRPr="0008167C">
        <w:t>долинные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прибрежные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rPr>
          <w:i/>
        </w:rPr>
        <w:t>Речные</w:t>
      </w:r>
      <w:r w:rsidR="0008167C" w:rsidRPr="0008167C">
        <w:rPr>
          <w:i/>
        </w:rPr>
        <w:t xml:space="preserve"> </w:t>
      </w:r>
      <w:r w:rsidRPr="0008167C">
        <w:rPr>
          <w:i/>
        </w:rPr>
        <w:t>озера</w:t>
      </w:r>
      <w:r w:rsidR="0008167C" w:rsidRPr="0008167C">
        <w:rPr>
          <w:i/>
        </w:rPr>
        <w:t xml:space="preserve"> </w:t>
      </w:r>
      <w:r w:rsidRPr="0008167C">
        <w:t>могут</w:t>
      </w:r>
      <w:r w:rsidR="0008167C" w:rsidRPr="0008167C">
        <w:t xml:space="preserve"> </w:t>
      </w:r>
      <w:r w:rsidRPr="0008167C">
        <w:t>возникать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временные</w:t>
      </w:r>
      <w:r w:rsidR="0008167C" w:rsidRPr="0008167C">
        <w:t xml:space="preserve"> </w:t>
      </w:r>
      <w:r w:rsidRPr="0008167C">
        <w:t>образования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результате</w:t>
      </w:r>
      <w:r w:rsidR="0008167C" w:rsidRPr="0008167C">
        <w:t xml:space="preserve"> </w:t>
      </w:r>
      <w:r w:rsidRPr="0008167C">
        <w:t>резкого</w:t>
      </w:r>
      <w:r w:rsidR="0008167C" w:rsidRPr="0008167C">
        <w:t xml:space="preserve"> </w:t>
      </w:r>
      <w:r w:rsidRPr="0008167C">
        <w:t>снижения</w:t>
      </w:r>
      <w:r w:rsidR="0008167C" w:rsidRPr="0008167C">
        <w:t xml:space="preserve"> </w:t>
      </w:r>
      <w:r w:rsidRPr="0008167C">
        <w:t>стока</w:t>
      </w:r>
      <w:r w:rsidR="0008167C" w:rsidRPr="0008167C">
        <w:t xml:space="preserve"> </w:t>
      </w:r>
      <w:r w:rsidRPr="0008167C">
        <w:t>отдельных</w:t>
      </w:r>
      <w:r w:rsidR="0008167C" w:rsidRPr="0008167C">
        <w:t xml:space="preserve"> </w:t>
      </w:r>
      <w:r w:rsidRPr="0008167C">
        <w:t>рек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сухое</w:t>
      </w:r>
      <w:r w:rsidR="0008167C" w:rsidRPr="0008167C">
        <w:t xml:space="preserve"> </w:t>
      </w:r>
      <w:r w:rsidRPr="0008167C">
        <w:t>время</w:t>
      </w:r>
      <w:r w:rsidR="0008167C" w:rsidRPr="0008167C">
        <w:t xml:space="preserve"> </w:t>
      </w:r>
      <w:r w:rsidRPr="0008167C">
        <w:t>года</w:t>
      </w:r>
      <w:r w:rsidR="0008167C" w:rsidRPr="0008167C">
        <w:t xml:space="preserve">; </w:t>
      </w:r>
      <w:r w:rsidRPr="0008167C">
        <w:t>в</w:t>
      </w:r>
      <w:r w:rsidR="0008167C" w:rsidRPr="0008167C">
        <w:t xml:space="preserve"> </w:t>
      </w:r>
      <w:r w:rsidRPr="0008167C">
        <w:t>этом</w:t>
      </w:r>
      <w:r w:rsidR="0008167C" w:rsidRPr="0008167C">
        <w:t xml:space="preserve"> </w:t>
      </w:r>
      <w:r w:rsidRPr="0008167C">
        <w:t>случае</w:t>
      </w:r>
      <w:r w:rsidR="0008167C" w:rsidRPr="0008167C">
        <w:t xml:space="preserve"> </w:t>
      </w:r>
      <w:r w:rsidRPr="0008167C">
        <w:t>реки</w:t>
      </w:r>
      <w:r w:rsidR="0008167C" w:rsidRPr="0008167C">
        <w:t xml:space="preserve"> </w:t>
      </w:r>
      <w:r w:rsidRPr="0008167C">
        <w:t>нередко</w:t>
      </w:r>
      <w:r w:rsidR="0008167C" w:rsidRPr="0008167C">
        <w:t xml:space="preserve"> </w:t>
      </w:r>
      <w:r w:rsidRPr="0008167C">
        <w:t>обращаются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цепочку</w:t>
      </w:r>
      <w:r w:rsidR="0008167C" w:rsidRPr="0008167C">
        <w:t xml:space="preserve"> </w:t>
      </w:r>
      <w:r w:rsidRPr="0008167C">
        <w:t>озер,</w:t>
      </w:r>
      <w:r w:rsidR="0008167C" w:rsidRPr="0008167C">
        <w:t xml:space="preserve"> </w:t>
      </w:r>
      <w:r w:rsidRPr="0008167C">
        <w:t>лежащих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долине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отделенных</w:t>
      </w:r>
      <w:r w:rsidR="0008167C" w:rsidRPr="0008167C">
        <w:t xml:space="preserve"> </w:t>
      </w:r>
      <w:r w:rsidRPr="0008167C">
        <w:t>друг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друга</w:t>
      </w:r>
      <w:r w:rsidR="0008167C" w:rsidRPr="0008167C">
        <w:t xml:space="preserve"> </w:t>
      </w:r>
      <w:r w:rsidRPr="0008167C">
        <w:t>сухими</w:t>
      </w:r>
      <w:r w:rsidR="0008167C" w:rsidRPr="0008167C">
        <w:t xml:space="preserve"> </w:t>
      </w:r>
      <w:r w:rsidRPr="0008167C">
        <w:t>участками</w:t>
      </w:r>
      <w:r w:rsidR="0008167C" w:rsidRPr="0008167C">
        <w:t xml:space="preserve"> </w:t>
      </w:r>
      <w:r w:rsidRPr="0008167C">
        <w:t>русла</w:t>
      </w:r>
      <w:r w:rsidR="0008167C" w:rsidRPr="0008167C">
        <w:t xml:space="preserve">. </w:t>
      </w:r>
      <w:r w:rsidRPr="0008167C">
        <w:t>Другим</w:t>
      </w:r>
      <w:r w:rsidR="0008167C" w:rsidRPr="0008167C">
        <w:t xml:space="preserve"> </w:t>
      </w:r>
      <w:r w:rsidRPr="0008167C">
        <w:t>типом</w:t>
      </w:r>
      <w:r w:rsidR="0008167C" w:rsidRPr="0008167C">
        <w:t xml:space="preserve"> </w:t>
      </w:r>
      <w:r w:rsidRPr="0008167C">
        <w:t>речных</w:t>
      </w:r>
      <w:r w:rsidR="0008167C" w:rsidRPr="0008167C">
        <w:t xml:space="preserve"> </w:t>
      </w:r>
      <w:r w:rsidRPr="0008167C">
        <w:t>озер</w:t>
      </w:r>
      <w:r w:rsidR="0008167C" w:rsidRPr="0008167C">
        <w:t xml:space="preserve"> </w:t>
      </w:r>
      <w:r w:rsidRPr="0008167C">
        <w:t>являются</w:t>
      </w:r>
      <w:r w:rsidR="0008167C" w:rsidRPr="0008167C">
        <w:t xml:space="preserve"> </w:t>
      </w:r>
      <w:r w:rsidRPr="0008167C">
        <w:t>так</w:t>
      </w:r>
      <w:r w:rsidR="0008167C" w:rsidRPr="0008167C">
        <w:t xml:space="preserve"> </w:t>
      </w:r>
      <w:r w:rsidRPr="0008167C">
        <w:t>называемые</w:t>
      </w:r>
      <w:r w:rsidR="0008167C" w:rsidRPr="0008167C">
        <w:t xml:space="preserve"> </w:t>
      </w:r>
      <w:r w:rsidRPr="0008167C">
        <w:rPr>
          <w:i/>
        </w:rPr>
        <w:t>пойменные</w:t>
      </w:r>
      <w:r w:rsidR="0008167C" w:rsidRPr="0008167C">
        <w:rPr>
          <w:i/>
        </w:rPr>
        <w:t xml:space="preserve"> </w:t>
      </w:r>
      <w:r w:rsidRPr="0008167C">
        <w:rPr>
          <w:i/>
        </w:rPr>
        <w:t>озера</w:t>
      </w:r>
      <w:r w:rsidR="0008167C" w:rsidRPr="0008167C">
        <w:rPr>
          <w:i/>
        </w:rPr>
        <w:t xml:space="preserve">. </w:t>
      </w:r>
      <w:r w:rsidRPr="0008167C">
        <w:t>Этот</w:t>
      </w:r>
      <w:r w:rsidR="0008167C" w:rsidRPr="0008167C">
        <w:t xml:space="preserve"> </w:t>
      </w:r>
      <w:r w:rsidRPr="0008167C">
        <w:t>тип</w:t>
      </w:r>
      <w:r w:rsidR="0008167C" w:rsidRPr="0008167C">
        <w:t xml:space="preserve"> </w:t>
      </w:r>
      <w:r w:rsidRPr="0008167C">
        <w:t>озер</w:t>
      </w:r>
      <w:r w:rsidR="0008167C" w:rsidRPr="0008167C">
        <w:t xml:space="preserve"> </w:t>
      </w:r>
      <w:r w:rsidRPr="0008167C">
        <w:t>непосредственно</w:t>
      </w:r>
      <w:r w:rsidR="0008167C" w:rsidRPr="0008167C">
        <w:t xml:space="preserve"> </w:t>
      </w:r>
      <w:r w:rsidRPr="0008167C">
        <w:t>связан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процессом</w:t>
      </w:r>
      <w:r w:rsidR="0008167C" w:rsidRPr="0008167C">
        <w:t xml:space="preserve"> </w:t>
      </w:r>
      <w:r w:rsidRPr="0008167C">
        <w:t>образования</w:t>
      </w:r>
      <w:r w:rsidR="0008167C" w:rsidRPr="0008167C">
        <w:t xml:space="preserve"> </w:t>
      </w:r>
      <w:r w:rsidRPr="0008167C">
        <w:t>стариц,</w:t>
      </w:r>
      <w:r w:rsidR="0008167C" w:rsidRPr="0008167C">
        <w:t xml:space="preserve"> </w:t>
      </w:r>
      <w:r w:rsidRPr="0008167C">
        <w:t>возникающих</w:t>
      </w:r>
      <w:r w:rsidR="0008167C" w:rsidRPr="0008167C">
        <w:t xml:space="preserve"> </w:t>
      </w:r>
      <w:r w:rsidRPr="0008167C">
        <w:t>вследствие</w:t>
      </w:r>
      <w:r w:rsidR="0008167C" w:rsidRPr="0008167C">
        <w:t xml:space="preserve"> </w:t>
      </w:r>
      <w:r w:rsidRPr="0008167C">
        <w:t>преграждения</w:t>
      </w:r>
      <w:r w:rsidR="0008167C" w:rsidRPr="0008167C">
        <w:t xml:space="preserve"> </w:t>
      </w:r>
      <w:r w:rsidRPr="0008167C">
        <w:t>отдельных</w:t>
      </w:r>
      <w:r w:rsidR="0008167C" w:rsidRPr="0008167C">
        <w:t xml:space="preserve"> </w:t>
      </w:r>
      <w:r w:rsidRPr="0008167C">
        <w:t>рукавов</w:t>
      </w:r>
      <w:r w:rsidR="0008167C" w:rsidRPr="0008167C">
        <w:t xml:space="preserve"> </w:t>
      </w:r>
      <w:r w:rsidRPr="0008167C">
        <w:t>реки</w:t>
      </w:r>
      <w:r w:rsidR="0008167C" w:rsidRPr="0008167C">
        <w:t xml:space="preserve"> </w:t>
      </w:r>
      <w:r w:rsidRPr="0008167C">
        <w:t>грядой</w:t>
      </w:r>
      <w:r w:rsidR="0008167C" w:rsidRPr="0008167C">
        <w:t xml:space="preserve"> </w:t>
      </w:r>
      <w:r w:rsidRPr="0008167C">
        <w:t>наносов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образования</w:t>
      </w:r>
      <w:r w:rsidR="0008167C" w:rsidRPr="0008167C">
        <w:t xml:space="preserve"> </w:t>
      </w:r>
      <w:r w:rsidRPr="0008167C">
        <w:t>рекой</w:t>
      </w:r>
      <w:r w:rsidR="0008167C" w:rsidRPr="0008167C">
        <w:t xml:space="preserve"> </w:t>
      </w:r>
      <w:r w:rsidRPr="0008167C">
        <w:t>нового</w:t>
      </w:r>
      <w:r w:rsidR="0008167C" w:rsidRPr="0008167C">
        <w:t xml:space="preserve"> </w:t>
      </w:r>
      <w:r w:rsidRPr="0008167C">
        <w:t>русла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rPr>
          <w:i/>
        </w:rPr>
        <w:t>Долинные</w:t>
      </w:r>
      <w:r w:rsidR="0008167C" w:rsidRPr="0008167C">
        <w:rPr>
          <w:i/>
        </w:rPr>
        <w:t xml:space="preserve"> </w:t>
      </w:r>
      <w:r w:rsidRPr="0008167C">
        <w:rPr>
          <w:i/>
        </w:rPr>
        <w:t>озера</w:t>
      </w:r>
      <w:r w:rsidR="0008167C" w:rsidRPr="0008167C">
        <w:rPr>
          <w:i/>
        </w:rPr>
        <w:t xml:space="preserve"> </w:t>
      </w:r>
      <w:r w:rsidRPr="0008167C">
        <w:t>могут</w:t>
      </w:r>
      <w:r w:rsidR="0008167C" w:rsidRPr="0008167C">
        <w:t xml:space="preserve"> </w:t>
      </w:r>
      <w:r w:rsidRPr="0008167C">
        <w:t>возникать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горах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завалов</w:t>
      </w:r>
      <w:r w:rsidR="0008167C" w:rsidRPr="0008167C">
        <w:t xml:space="preserve">. </w:t>
      </w:r>
      <w:r w:rsidRPr="0008167C">
        <w:t>Озера</w:t>
      </w:r>
      <w:r w:rsidR="0008167C" w:rsidRPr="0008167C">
        <w:t xml:space="preserve"> </w:t>
      </w:r>
      <w:r w:rsidRPr="0008167C">
        <w:t>завального</w:t>
      </w:r>
      <w:r w:rsidR="0008167C" w:rsidRPr="0008167C">
        <w:t xml:space="preserve"> </w:t>
      </w:r>
      <w:r w:rsidRPr="0008167C">
        <w:t>происхождения</w:t>
      </w:r>
      <w:r w:rsidR="0008167C" w:rsidRPr="0008167C">
        <w:t xml:space="preserve"> </w:t>
      </w:r>
      <w:r w:rsidRPr="0008167C">
        <w:t>образуются</w:t>
      </w:r>
      <w:r w:rsidR="0008167C" w:rsidRPr="0008167C">
        <w:t xml:space="preserve"> </w:t>
      </w:r>
      <w:r w:rsidRPr="0008167C">
        <w:t>вследствие</w:t>
      </w:r>
      <w:r w:rsidR="0008167C" w:rsidRPr="0008167C">
        <w:t xml:space="preserve"> </w:t>
      </w:r>
      <w:r w:rsidRPr="0008167C">
        <w:t>закупорки</w:t>
      </w:r>
      <w:r w:rsidR="0008167C" w:rsidRPr="0008167C">
        <w:t xml:space="preserve"> </w:t>
      </w:r>
      <w:r w:rsidRPr="0008167C">
        <w:t>узкой</w:t>
      </w:r>
      <w:r w:rsidR="0008167C" w:rsidRPr="0008167C">
        <w:t xml:space="preserve"> </w:t>
      </w:r>
      <w:r w:rsidRPr="0008167C">
        <w:t>долины</w:t>
      </w:r>
      <w:r w:rsidR="0008167C" w:rsidRPr="0008167C">
        <w:t xml:space="preserve"> </w:t>
      </w:r>
      <w:r w:rsidRPr="0008167C">
        <w:t>продуктами</w:t>
      </w:r>
      <w:r w:rsidR="0008167C" w:rsidRPr="0008167C">
        <w:t xml:space="preserve"> </w:t>
      </w:r>
      <w:r w:rsidRPr="0008167C">
        <w:t>разрушения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склонов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rPr>
          <w:i/>
        </w:rPr>
        <w:t>Прибрежные</w:t>
      </w:r>
      <w:r w:rsidR="0008167C" w:rsidRPr="0008167C">
        <w:rPr>
          <w:i/>
        </w:rPr>
        <w:t xml:space="preserve"> </w:t>
      </w:r>
      <w:r w:rsidRPr="0008167C">
        <w:rPr>
          <w:i/>
        </w:rPr>
        <w:t>озера</w:t>
      </w:r>
      <w:r w:rsidR="0008167C" w:rsidRPr="0008167C">
        <w:rPr>
          <w:i/>
        </w:rPr>
        <w:t xml:space="preserve"> </w:t>
      </w:r>
      <w:r w:rsidRPr="0008167C">
        <w:t>бывают</w:t>
      </w:r>
      <w:r w:rsidR="0008167C" w:rsidRPr="0008167C">
        <w:t xml:space="preserve"> </w:t>
      </w:r>
      <w:r w:rsidRPr="0008167C">
        <w:t>двух</w:t>
      </w:r>
      <w:r w:rsidR="0008167C" w:rsidRPr="0008167C">
        <w:t xml:space="preserve"> </w:t>
      </w:r>
      <w:r w:rsidRPr="0008167C">
        <w:t>типов</w:t>
      </w:r>
      <w:r w:rsidR="0008167C" w:rsidRPr="0008167C">
        <w:t xml:space="preserve">: </w:t>
      </w:r>
      <w:r w:rsidRPr="0008167C">
        <w:t>лагуны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лиманы</w:t>
      </w:r>
      <w:r w:rsidR="0008167C" w:rsidRPr="0008167C">
        <w:t xml:space="preserve">. </w:t>
      </w:r>
      <w:r w:rsidRPr="0008167C">
        <w:rPr>
          <w:i/>
        </w:rPr>
        <w:t>Лагуны</w:t>
      </w:r>
      <w:r w:rsidR="0008167C" w:rsidRPr="0008167C">
        <w:rPr>
          <w:i/>
        </w:rPr>
        <w:t xml:space="preserve"> </w:t>
      </w:r>
      <w:r w:rsidRPr="0008167C">
        <w:t>возникают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том</w:t>
      </w:r>
      <w:r w:rsidR="0008167C" w:rsidRPr="0008167C">
        <w:t xml:space="preserve"> </w:t>
      </w:r>
      <w:r w:rsidRPr="0008167C">
        <w:t>случае,</w:t>
      </w:r>
      <w:r w:rsidR="0008167C" w:rsidRPr="0008167C">
        <w:t xml:space="preserve"> </w:t>
      </w:r>
      <w:r w:rsidRPr="0008167C">
        <w:t>когда</w:t>
      </w:r>
      <w:r w:rsidR="0008167C" w:rsidRPr="0008167C">
        <w:t xml:space="preserve"> </w:t>
      </w:r>
      <w:r w:rsidRPr="0008167C">
        <w:t>мелководные</w:t>
      </w:r>
      <w:r w:rsidR="0008167C" w:rsidRPr="0008167C">
        <w:t xml:space="preserve"> </w:t>
      </w:r>
      <w:r w:rsidRPr="0008167C">
        <w:t>заливы,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бухты,</w:t>
      </w:r>
      <w:r w:rsidR="0008167C" w:rsidRPr="0008167C">
        <w:t xml:space="preserve"> </w:t>
      </w:r>
      <w:r w:rsidRPr="0008167C">
        <w:t>отделяются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моря</w:t>
      </w:r>
      <w:r w:rsidR="0008167C" w:rsidRPr="0008167C">
        <w:t xml:space="preserve"> </w:t>
      </w:r>
      <w:r w:rsidRPr="0008167C">
        <w:t>наносными</w:t>
      </w:r>
      <w:r w:rsidR="0008167C" w:rsidRPr="0008167C">
        <w:t xml:space="preserve"> </w:t>
      </w:r>
      <w:r w:rsidRPr="0008167C">
        <w:t>песчано-глинистыми</w:t>
      </w:r>
      <w:r w:rsidR="0008167C" w:rsidRPr="0008167C">
        <w:t xml:space="preserve"> </w:t>
      </w:r>
      <w:r w:rsidRPr="0008167C">
        <w:t>валами,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косами</w:t>
      </w:r>
      <w:r w:rsidR="0008167C" w:rsidRPr="0008167C">
        <w:t xml:space="preserve">. </w:t>
      </w:r>
      <w:r w:rsidRPr="0008167C">
        <w:rPr>
          <w:i/>
        </w:rPr>
        <w:t>Лиманы</w:t>
      </w:r>
      <w:r w:rsidR="0008167C" w:rsidRPr="0008167C">
        <w:rPr>
          <w:i/>
        </w:rPr>
        <w:t xml:space="preserve"> </w:t>
      </w:r>
      <w:r w:rsidRPr="0008167C">
        <w:t>представляют</w:t>
      </w:r>
      <w:r w:rsidR="0008167C" w:rsidRPr="0008167C">
        <w:t xml:space="preserve"> </w:t>
      </w:r>
      <w:r w:rsidRPr="0008167C">
        <w:t>собой</w:t>
      </w:r>
      <w:r w:rsidR="0008167C" w:rsidRPr="0008167C">
        <w:t xml:space="preserve"> </w:t>
      </w:r>
      <w:r w:rsidRPr="0008167C">
        <w:t>затопленную</w:t>
      </w:r>
      <w:r w:rsidR="0008167C" w:rsidRPr="0008167C">
        <w:t xml:space="preserve"> </w:t>
      </w:r>
      <w:r w:rsidRPr="0008167C">
        <w:t>морем</w:t>
      </w:r>
      <w:r w:rsidR="0008167C" w:rsidRPr="0008167C">
        <w:t xml:space="preserve"> </w:t>
      </w:r>
      <w:r w:rsidRPr="0008167C">
        <w:t>устьевую</w:t>
      </w:r>
      <w:r w:rsidR="0008167C" w:rsidRPr="0008167C">
        <w:t xml:space="preserve"> </w:t>
      </w:r>
      <w:r w:rsidRPr="0008167C">
        <w:t>часть</w:t>
      </w:r>
      <w:r w:rsidR="0008167C" w:rsidRPr="0008167C">
        <w:t xml:space="preserve"> </w:t>
      </w:r>
      <w:r w:rsidRPr="0008167C">
        <w:t>долины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rPr>
          <w:i/>
        </w:rPr>
        <w:t>Моренные</w:t>
      </w:r>
      <w:r w:rsidR="0008167C" w:rsidRPr="0008167C">
        <w:rPr>
          <w:i/>
        </w:rPr>
        <w:t xml:space="preserve"> </w:t>
      </w:r>
      <w:r w:rsidRPr="0008167C">
        <w:rPr>
          <w:i/>
        </w:rPr>
        <w:t>озера</w:t>
      </w:r>
      <w:r w:rsidR="0008167C" w:rsidRPr="0008167C">
        <w:rPr>
          <w:i/>
        </w:rPr>
        <w:t xml:space="preserve"> </w:t>
      </w:r>
      <w:r w:rsidRPr="0008167C">
        <w:t>обязаны</w:t>
      </w:r>
      <w:r w:rsidR="0008167C" w:rsidRPr="0008167C">
        <w:t xml:space="preserve"> </w:t>
      </w:r>
      <w:r w:rsidRPr="0008167C">
        <w:t>своим</w:t>
      </w:r>
      <w:r w:rsidR="0008167C" w:rsidRPr="0008167C">
        <w:t xml:space="preserve"> </w:t>
      </w:r>
      <w:r w:rsidRPr="0008167C">
        <w:t>происхождением</w:t>
      </w:r>
      <w:r w:rsidR="0008167C" w:rsidRPr="0008167C">
        <w:t xml:space="preserve"> </w:t>
      </w:r>
      <w:r w:rsidRPr="0008167C">
        <w:t>деятельности</w:t>
      </w:r>
      <w:r w:rsidR="0008167C" w:rsidRPr="0008167C">
        <w:t xml:space="preserve"> </w:t>
      </w:r>
      <w:r w:rsidRPr="0008167C">
        <w:t>ледников,</w:t>
      </w:r>
      <w:r w:rsidR="0008167C" w:rsidRPr="0008167C">
        <w:t xml:space="preserve"> </w:t>
      </w:r>
      <w:r w:rsidRPr="0008167C">
        <w:t>особенно</w:t>
      </w:r>
      <w:r w:rsidR="0008167C" w:rsidRPr="0008167C">
        <w:t xml:space="preserve"> </w:t>
      </w:r>
      <w:r w:rsidRPr="0008167C">
        <w:t>мощных</w:t>
      </w:r>
      <w:r w:rsidR="0008167C" w:rsidRPr="0008167C">
        <w:t xml:space="preserve"> </w:t>
      </w:r>
      <w:r w:rsidRPr="0008167C">
        <w:t>ледниковых</w:t>
      </w:r>
      <w:r w:rsidR="0008167C" w:rsidRPr="0008167C">
        <w:t xml:space="preserve"> </w:t>
      </w:r>
      <w:r w:rsidRPr="0008167C">
        <w:t>покровов</w:t>
      </w:r>
      <w:r w:rsidR="0008167C" w:rsidRPr="0008167C">
        <w:t xml:space="preserve"> </w:t>
      </w:r>
      <w:r w:rsidRPr="0008167C">
        <w:t>четвертичного</w:t>
      </w:r>
      <w:r w:rsidR="0008167C" w:rsidRPr="0008167C">
        <w:t xml:space="preserve"> </w:t>
      </w:r>
      <w:r w:rsidRPr="0008167C">
        <w:t>периода,</w:t>
      </w:r>
      <w:r w:rsidR="0008167C" w:rsidRPr="0008167C">
        <w:t xml:space="preserve"> </w:t>
      </w:r>
      <w:r w:rsidRPr="0008167C">
        <w:t>которые</w:t>
      </w:r>
      <w:r w:rsidR="0008167C" w:rsidRPr="0008167C">
        <w:t xml:space="preserve"> </w:t>
      </w:r>
      <w:r w:rsidRPr="0008167C">
        <w:t>погребали</w:t>
      </w:r>
      <w:r w:rsidR="0008167C" w:rsidRPr="0008167C">
        <w:t xml:space="preserve"> </w:t>
      </w:r>
      <w:r w:rsidRPr="0008167C">
        <w:t>под</w:t>
      </w:r>
      <w:r w:rsidR="0008167C" w:rsidRPr="0008167C">
        <w:t xml:space="preserve"> </w:t>
      </w:r>
      <w:r w:rsidRPr="0008167C">
        <w:t>собой</w:t>
      </w:r>
      <w:r w:rsidR="0008167C" w:rsidRPr="0008167C">
        <w:t xml:space="preserve"> </w:t>
      </w:r>
      <w:r w:rsidRPr="0008167C">
        <w:t>огромные</w:t>
      </w:r>
      <w:r w:rsidR="0008167C" w:rsidRPr="0008167C">
        <w:t xml:space="preserve"> </w:t>
      </w:r>
      <w:r w:rsidRPr="0008167C">
        <w:t>пространства</w:t>
      </w:r>
      <w:r w:rsidR="0008167C" w:rsidRPr="0008167C">
        <w:t xml:space="preserve">. </w:t>
      </w:r>
      <w:r w:rsidRPr="0008167C">
        <w:t>После</w:t>
      </w:r>
      <w:r w:rsidR="0008167C" w:rsidRPr="0008167C">
        <w:t xml:space="preserve"> </w:t>
      </w:r>
      <w:r w:rsidRPr="0008167C">
        <w:t>отступления</w:t>
      </w:r>
      <w:r w:rsidR="0008167C">
        <w:t xml:space="preserve"> (</w:t>
      </w:r>
      <w:r w:rsidRPr="0008167C">
        <w:t>таяния</w:t>
      </w:r>
      <w:r w:rsidR="0008167C" w:rsidRPr="0008167C">
        <w:t xml:space="preserve">) </w:t>
      </w:r>
      <w:r w:rsidRPr="0008167C">
        <w:t>и</w:t>
      </w:r>
      <w:r w:rsidR="0008167C" w:rsidRPr="0008167C">
        <w:t xml:space="preserve"> </w:t>
      </w:r>
      <w:r w:rsidRPr="0008167C">
        <w:t>исчезновения</w:t>
      </w:r>
      <w:r w:rsidR="0008167C" w:rsidRPr="0008167C">
        <w:t xml:space="preserve"> </w:t>
      </w:r>
      <w:r w:rsidRPr="0008167C">
        <w:t>такого</w:t>
      </w:r>
      <w:r w:rsidR="0008167C" w:rsidRPr="0008167C">
        <w:t xml:space="preserve"> </w:t>
      </w:r>
      <w:r w:rsidRPr="0008167C">
        <w:t>ледникового</w:t>
      </w:r>
      <w:r w:rsidR="0008167C" w:rsidRPr="0008167C">
        <w:t xml:space="preserve"> </w:t>
      </w:r>
      <w:r w:rsidRPr="0008167C">
        <w:t>щита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его</w:t>
      </w:r>
      <w:r w:rsidR="0008167C" w:rsidRPr="0008167C">
        <w:t xml:space="preserve"> </w:t>
      </w:r>
      <w:r w:rsidRPr="0008167C">
        <w:t>месте</w:t>
      </w:r>
      <w:r w:rsidR="0008167C" w:rsidRPr="0008167C">
        <w:t xml:space="preserve"> </w:t>
      </w:r>
      <w:r w:rsidRPr="0008167C">
        <w:t>остался</w:t>
      </w:r>
      <w:r w:rsidR="0008167C" w:rsidRPr="0008167C">
        <w:t xml:space="preserve"> </w:t>
      </w:r>
      <w:r w:rsidRPr="0008167C">
        <w:t>обломочный</w:t>
      </w:r>
      <w:r w:rsidR="0008167C" w:rsidRPr="0008167C">
        <w:t xml:space="preserve"> </w:t>
      </w:r>
      <w:r w:rsidRPr="0008167C">
        <w:t>материал,</w:t>
      </w:r>
      <w:r w:rsidR="0008167C" w:rsidRPr="0008167C">
        <w:t xml:space="preserve"> </w:t>
      </w:r>
      <w:r w:rsidRPr="0008167C">
        <w:t>который</w:t>
      </w:r>
      <w:r w:rsidR="0008167C" w:rsidRPr="0008167C">
        <w:t xml:space="preserve"> </w:t>
      </w:r>
      <w:r w:rsidRPr="0008167C">
        <w:t>переносил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собой</w:t>
      </w:r>
      <w:r w:rsidR="0008167C" w:rsidRPr="0008167C">
        <w:t xml:space="preserve"> </w:t>
      </w:r>
      <w:r w:rsidRPr="0008167C">
        <w:t>ледник</w:t>
      </w:r>
      <w:r w:rsidR="0008167C" w:rsidRPr="0008167C">
        <w:t xml:space="preserve">: </w:t>
      </w:r>
      <w:r w:rsidRPr="0008167C">
        <w:t>глина,</w:t>
      </w:r>
      <w:r w:rsidR="0008167C" w:rsidRPr="0008167C">
        <w:t xml:space="preserve"> </w:t>
      </w:r>
      <w:r w:rsidRPr="0008167C">
        <w:t>песок,</w:t>
      </w:r>
      <w:r w:rsidR="0008167C" w:rsidRPr="0008167C">
        <w:t xml:space="preserve"> </w:t>
      </w:r>
      <w:r w:rsidRPr="0008167C">
        <w:t>щебень,</w:t>
      </w:r>
      <w:r w:rsidR="0008167C" w:rsidRPr="0008167C">
        <w:t xml:space="preserve"> </w:t>
      </w:r>
      <w:r w:rsidRPr="0008167C">
        <w:t>крупные</w:t>
      </w:r>
      <w:r w:rsidR="0008167C" w:rsidRPr="0008167C">
        <w:t xml:space="preserve"> </w:t>
      </w:r>
      <w:r w:rsidRPr="0008167C">
        <w:t>глыбы</w:t>
      </w:r>
      <w:r w:rsidR="0008167C" w:rsidRPr="0008167C">
        <w:t xml:space="preserve"> </w:t>
      </w:r>
      <w:r w:rsidRPr="0008167C">
        <w:t>горных</w:t>
      </w:r>
      <w:r w:rsidR="0008167C" w:rsidRPr="0008167C">
        <w:t xml:space="preserve"> </w:t>
      </w:r>
      <w:r w:rsidRPr="0008167C">
        <w:t>пород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="0008167C">
        <w:t>т.д.</w:t>
      </w:r>
      <w:r w:rsidR="0008167C" w:rsidRPr="0008167C">
        <w:t xml:space="preserve"> </w:t>
      </w:r>
      <w:r w:rsidRPr="0008167C">
        <w:t>Большое</w:t>
      </w:r>
      <w:r w:rsidR="0008167C" w:rsidRPr="0008167C">
        <w:t xml:space="preserve"> </w:t>
      </w:r>
      <w:r w:rsidRPr="0008167C">
        <w:t>скопление</w:t>
      </w:r>
      <w:r w:rsidR="0008167C" w:rsidRPr="0008167C">
        <w:t xml:space="preserve"> </w:t>
      </w:r>
      <w:r w:rsidRPr="0008167C">
        <w:t>этого</w:t>
      </w:r>
      <w:r w:rsidR="0008167C" w:rsidRPr="0008167C">
        <w:t xml:space="preserve"> </w:t>
      </w:r>
      <w:r w:rsidRPr="0008167C">
        <w:t>материала</w:t>
      </w:r>
      <w:r w:rsidR="0008167C">
        <w:t xml:space="preserve"> (</w:t>
      </w:r>
      <w:r w:rsidRPr="0008167C">
        <w:t>так</w:t>
      </w:r>
      <w:r w:rsidR="0008167C" w:rsidRPr="0008167C">
        <w:t xml:space="preserve"> </w:t>
      </w:r>
      <w:r w:rsidRPr="0008167C">
        <w:t>называемой</w:t>
      </w:r>
      <w:r w:rsidR="0008167C" w:rsidRPr="0008167C">
        <w:t xml:space="preserve"> </w:t>
      </w:r>
      <w:r w:rsidRPr="0008167C">
        <w:t>морены</w:t>
      </w:r>
      <w:r w:rsidR="0008167C" w:rsidRPr="0008167C">
        <w:t xml:space="preserve">) </w:t>
      </w:r>
      <w:r w:rsidRPr="0008167C">
        <w:t>в</w:t>
      </w:r>
      <w:r w:rsidR="0008167C" w:rsidRPr="0008167C">
        <w:t xml:space="preserve"> </w:t>
      </w:r>
      <w:r w:rsidRPr="0008167C">
        <w:t>одних</w:t>
      </w:r>
      <w:r w:rsidR="0008167C" w:rsidRPr="0008167C">
        <w:t xml:space="preserve"> </w:t>
      </w:r>
      <w:r w:rsidRPr="0008167C">
        <w:t>местах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незначительное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других</w:t>
      </w:r>
      <w:r w:rsidR="0008167C" w:rsidRPr="0008167C">
        <w:t xml:space="preserve"> </w:t>
      </w:r>
      <w:r w:rsidRPr="0008167C">
        <w:t>создает</w:t>
      </w:r>
      <w:r w:rsidR="0008167C" w:rsidRPr="0008167C">
        <w:t xml:space="preserve"> </w:t>
      </w:r>
      <w:r w:rsidRPr="0008167C">
        <w:t>рельеф,</w:t>
      </w:r>
      <w:r w:rsidR="0008167C" w:rsidRPr="0008167C">
        <w:t xml:space="preserve"> </w:t>
      </w:r>
      <w:r w:rsidRPr="0008167C">
        <w:t>отличающийся</w:t>
      </w:r>
      <w:r w:rsidR="0008167C" w:rsidRPr="0008167C">
        <w:t xml:space="preserve"> </w:t>
      </w:r>
      <w:r w:rsidRPr="0008167C">
        <w:t>холмистостью,</w:t>
      </w:r>
      <w:r w:rsidR="0008167C" w:rsidRPr="0008167C">
        <w:t xml:space="preserve"> </w:t>
      </w:r>
      <w:r w:rsidRPr="0008167C">
        <w:t>непрерывным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частым</w:t>
      </w:r>
      <w:r w:rsidR="0008167C" w:rsidRPr="0008167C">
        <w:t xml:space="preserve"> </w:t>
      </w:r>
      <w:r w:rsidRPr="0008167C">
        <w:t>чередованием</w:t>
      </w:r>
      <w:r w:rsidR="0008167C" w:rsidRPr="0008167C">
        <w:t xml:space="preserve"> </w:t>
      </w:r>
      <w:r w:rsidRPr="0008167C">
        <w:t>возвышенностей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понижений,</w:t>
      </w:r>
      <w:r w:rsidR="0008167C" w:rsidRPr="0008167C">
        <w:t xml:space="preserve"> </w:t>
      </w:r>
      <w:r w:rsidRPr="0008167C">
        <w:t>причем</w:t>
      </w:r>
      <w:r w:rsidR="0008167C" w:rsidRPr="0008167C">
        <w:t xml:space="preserve"> </w:t>
      </w:r>
      <w:r w:rsidRPr="0008167C">
        <w:t>понижения</w:t>
      </w:r>
      <w:r w:rsidR="0008167C" w:rsidRPr="0008167C">
        <w:t xml:space="preserve"> </w:t>
      </w:r>
      <w:r w:rsidRPr="0008167C">
        <w:t>обычно</w:t>
      </w:r>
      <w:r w:rsidR="0008167C" w:rsidRPr="0008167C">
        <w:t xml:space="preserve"> </w:t>
      </w:r>
      <w:r w:rsidRPr="0008167C">
        <w:t>бывают</w:t>
      </w:r>
      <w:r w:rsidR="0008167C" w:rsidRPr="0008167C">
        <w:t xml:space="preserve"> </w:t>
      </w:r>
      <w:r w:rsidRPr="0008167C">
        <w:t>замкнутыми</w:t>
      </w:r>
      <w:r w:rsidR="0008167C" w:rsidRPr="0008167C">
        <w:t xml:space="preserve">. </w:t>
      </w:r>
      <w:r w:rsidRPr="0008167C">
        <w:t>Заполненные</w:t>
      </w:r>
      <w:r w:rsidR="0008167C" w:rsidRPr="0008167C">
        <w:t xml:space="preserve"> </w:t>
      </w:r>
      <w:r w:rsidRPr="0008167C">
        <w:t>водой,</w:t>
      </w:r>
      <w:r w:rsidR="0008167C" w:rsidRPr="0008167C">
        <w:t xml:space="preserve"> </w:t>
      </w:r>
      <w:r w:rsidRPr="0008167C">
        <w:t>они</w:t>
      </w:r>
      <w:r w:rsidR="0008167C" w:rsidRPr="0008167C">
        <w:t xml:space="preserve"> </w:t>
      </w:r>
      <w:r w:rsidRPr="0008167C">
        <w:t>образуют</w:t>
      </w:r>
      <w:r w:rsidR="0008167C" w:rsidRPr="0008167C">
        <w:t xml:space="preserve"> </w:t>
      </w:r>
      <w:r w:rsidRPr="0008167C">
        <w:t>моренные</w:t>
      </w:r>
      <w:r w:rsidR="0008167C" w:rsidRPr="0008167C">
        <w:t xml:space="preserve"> </w:t>
      </w:r>
      <w:r w:rsidRPr="0008167C">
        <w:t>озера</w:t>
      </w:r>
      <w:r w:rsidR="0008167C" w:rsidRPr="0008167C">
        <w:t xml:space="preserve"> </w:t>
      </w:r>
      <w:r w:rsidRPr="0008167C">
        <w:t>круглой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неправильной</w:t>
      </w:r>
      <w:r w:rsidR="0008167C" w:rsidRPr="0008167C">
        <w:t xml:space="preserve"> </w:t>
      </w:r>
      <w:r w:rsidRPr="0008167C">
        <w:t>формы,</w:t>
      </w:r>
      <w:r w:rsidR="0008167C" w:rsidRPr="0008167C">
        <w:t xml:space="preserve"> </w:t>
      </w:r>
      <w:r w:rsidRPr="0008167C">
        <w:t>со</w:t>
      </w:r>
      <w:r w:rsidR="0008167C" w:rsidRPr="0008167C">
        <w:t xml:space="preserve"> </w:t>
      </w:r>
      <w:r w:rsidRPr="0008167C">
        <w:t>многими</w:t>
      </w:r>
      <w:r w:rsidR="0008167C" w:rsidRPr="0008167C">
        <w:t xml:space="preserve"> </w:t>
      </w:r>
      <w:r w:rsidRPr="0008167C">
        <w:t>ответвлениями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заливами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rPr>
          <w:i/>
        </w:rPr>
        <w:t>Карстовые</w:t>
      </w:r>
      <w:r w:rsidR="0008167C" w:rsidRPr="0008167C">
        <w:rPr>
          <w:i/>
        </w:rPr>
        <w:t xml:space="preserve"> </w:t>
      </w:r>
      <w:r w:rsidRPr="0008167C">
        <w:rPr>
          <w:i/>
        </w:rPr>
        <w:t>озера</w:t>
      </w:r>
      <w:r w:rsidR="0008167C" w:rsidRPr="0008167C">
        <w:rPr>
          <w:i/>
        </w:rPr>
        <w:t xml:space="preserve"> </w:t>
      </w:r>
      <w:r w:rsidRPr="0008167C">
        <w:t>представляют</w:t>
      </w:r>
      <w:r w:rsidR="0008167C" w:rsidRPr="0008167C">
        <w:t xml:space="preserve"> </w:t>
      </w:r>
      <w:r w:rsidRPr="0008167C">
        <w:t>собой</w:t>
      </w:r>
      <w:r w:rsidR="0008167C" w:rsidRPr="0008167C">
        <w:t xml:space="preserve"> </w:t>
      </w:r>
      <w:r w:rsidRPr="0008167C">
        <w:t>результат</w:t>
      </w:r>
      <w:r w:rsidR="0008167C" w:rsidRPr="0008167C">
        <w:t xml:space="preserve"> </w:t>
      </w:r>
      <w:r w:rsidRPr="0008167C">
        <w:t>химической</w:t>
      </w:r>
      <w:r w:rsidR="0008167C">
        <w:t xml:space="preserve"> (</w:t>
      </w:r>
      <w:r w:rsidRPr="0008167C">
        <w:t>растворяющей</w:t>
      </w:r>
      <w:r w:rsidR="0008167C" w:rsidRPr="0008167C">
        <w:t xml:space="preserve">) </w:t>
      </w:r>
      <w:r w:rsidRPr="0008167C">
        <w:t>деятельности</w:t>
      </w:r>
      <w:r w:rsidR="0008167C" w:rsidRPr="0008167C">
        <w:t xml:space="preserve"> </w:t>
      </w:r>
      <w:r w:rsidRPr="0008167C">
        <w:t>подземных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поверхностных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. </w:t>
      </w:r>
      <w:r w:rsidRPr="0008167C">
        <w:t>Вынос</w:t>
      </w:r>
      <w:r w:rsidR="0008167C" w:rsidRPr="0008167C">
        <w:t xml:space="preserve"> </w:t>
      </w:r>
      <w:r w:rsidRPr="0008167C">
        <w:t>растворенных</w:t>
      </w:r>
      <w:r w:rsidR="0008167C" w:rsidRPr="0008167C">
        <w:t xml:space="preserve"> </w:t>
      </w:r>
      <w:r w:rsidRPr="0008167C">
        <w:t>веществ,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также</w:t>
      </w:r>
      <w:r w:rsidR="0008167C" w:rsidRPr="0008167C">
        <w:t xml:space="preserve"> </w:t>
      </w:r>
      <w:r w:rsidRPr="0008167C">
        <w:t>тонких</w:t>
      </w:r>
      <w:r w:rsidR="0008167C" w:rsidRPr="0008167C">
        <w:t xml:space="preserve"> </w:t>
      </w:r>
      <w:r w:rsidRPr="0008167C">
        <w:t>глинистых</w:t>
      </w:r>
      <w:r w:rsidR="0008167C" w:rsidRPr="0008167C">
        <w:t xml:space="preserve"> </w:t>
      </w:r>
      <w:r w:rsidRPr="0008167C">
        <w:t>частиц</w:t>
      </w:r>
      <w:r w:rsidR="0008167C">
        <w:t xml:space="preserve"> (</w:t>
      </w:r>
      <w:r w:rsidRPr="0008167C">
        <w:t>суффозия</w:t>
      </w:r>
      <w:r w:rsidR="0008167C" w:rsidRPr="0008167C">
        <w:t xml:space="preserve">) </w:t>
      </w:r>
      <w:r w:rsidRPr="0008167C">
        <w:t>может</w:t>
      </w:r>
      <w:r w:rsidR="0008167C" w:rsidRPr="0008167C">
        <w:t xml:space="preserve"> </w:t>
      </w:r>
      <w:r w:rsidRPr="0008167C">
        <w:t>привести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образованию</w:t>
      </w:r>
      <w:r w:rsidR="0008167C" w:rsidRPr="0008167C">
        <w:t xml:space="preserve"> </w:t>
      </w:r>
      <w:r w:rsidRPr="0008167C">
        <w:t>подземных</w:t>
      </w:r>
      <w:r w:rsidR="0008167C" w:rsidRPr="0008167C">
        <w:t xml:space="preserve"> </w:t>
      </w:r>
      <w:r w:rsidRPr="0008167C">
        <w:t>пустот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оседанию</w:t>
      </w:r>
      <w:r w:rsidR="0008167C" w:rsidRPr="0008167C">
        <w:t xml:space="preserve"> </w:t>
      </w:r>
      <w:r w:rsidRPr="0008167C">
        <w:t>кровли</w:t>
      </w:r>
      <w:r w:rsidR="0008167C" w:rsidRPr="0008167C">
        <w:t xml:space="preserve"> </w:t>
      </w:r>
      <w:r w:rsidRPr="0008167C">
        <w:t>над</w:t>
      </w:r>
      <w:r w:rsidR="0008167C" w:rsidRPr="0008167C">
        <w:t xml:space="preserve"> </w:t>
      </w:r>
      <w:r w:rsidRPr="0008167C">
        <w:t>этими</w:t>
      </w:r>
      <w:r w:rsidR="0008167C" w:rsidRPr="0008167C">
        <w:t xml:space="preserve"> </w:t>
      </w:r>
      <w:r w:rsidRPr="0008167C">
        <w:t>пустотами,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обусловит</w:t>
      </w:r>
      <w:r w:rsidR="0008167C" w:rsidRPr="0008167C">
        <w:t xml:space="preserve"> </w:t>
      </w:r>
      <w:r w:rsidRPr="0008167C">
        <w:t>появление</w:t>
      </w:r>
      <w:r w:rsidR="0008167C" w:rsidRPr="0008167C">
        <w:t xml:space="preserve"> </w:t>
      </w:r>
      <w:r w:rsidRPr="0008167C">
        <w:t>воронок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земли</w:t>
      </w:r>
      <w:r w:rsidR="0008167C" w:rsidRPr="0008167C">
        <w:t xml:space="preserve">; </w:t>
      </w:r>
      <w:r w:rsidRPr="0008167C">
        <w:t>если</w:t>
      </w:r>
      <w:r w:rsidR="0008167C" w:rsidRPr="0008167C">
        <w:t xml:space="preserve"> </w:t>
      </w:r>
      <w:r w:rsidRPr="0008167C">
        <w:t>эти</w:t>
      </w:r>
      <w:r w:rsidR="0008167C" w:rsidRPr="0008167C">
        <w:t xml:space="preserve"> </w:t>
      </w:r>
      <w:r w:rsidRPr="0008167C">
        <w:t>воронки</w:t>
      </w:r>
      <w:r w:rsidR="0008167C" w:rsidRPr="0008167C">
        <w:t xml:space="preserve"> </w:t>
      </w:r>
      <w:r w:rsidRPr="0008167C">
        <w:t>будут</w:t>
      </w:r>
      <w:r w:rsidR="0008167C" w:rsidRPr="0008167C">
        <w:t xml:space="preserve"> </w:t>
      </w:r>
      <w:r w:rsidRPr="0008167C">
        <w:t>заполнены</w:t>
      </w:r>
      <w:r w:rsidR="0008167C" w:rsidRPr="0008167C">
        <w:t xml:space="preserve"> </w:t>
      </w:r>
      <w:r w:rsidRPr="0008167C">
        <w:t>водой,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месте</w:t>
      </w:r>
      <w:r w:rsidR="0008167C" w:rsidRPr="0008167C">
        <w:t xml:space="preserve"> </w:t>
      </w:r>
      <w:r w:rsidRPr="0008167C">
        <w:t>возникнут</w:t>
      </w:r>
      <w:r w:rsidR="0008167C" w:rsidRPr="0008167C">
        <w:t xml:space="preserve"> </w:t>
      </w:r>
      <w:r w:rsidRPr="0008167C">
        <w:t>карстовые</w:t>
      </w:r>
      <w:r w:rsidR="0008167C" w:rsidRPr="0008167C">
        <w:t xml:space="preserve"> </w:t>
      </w:r>
      <w:r w:rsidRPr="0008167C">
        <w:t>озера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Своеобразной</w:t>
      </w:r>
      <w:r w:rsidR="0008167C" w:rsidRPr="0008167C">
        <w:t xml:space="preserve"> </w:t>
      </w:r>
      <w:r w:rsidRPr="0008167C">
        <w:t>разновидностью</w:t>
      </w:r>
      <w:r w:rsidR="0008167C" w:rsidRPr="0008167C">
        <w:t xml:space="preserve"> </w:t>
      </w:r>
      <w:r w:rsidRPr="0008167C">
        <w:t>карстового</w:t>
      </w:r>
      <w:r w:rsidR="0008167C" w:rsidRPr="0008167C">
        <w:t xml:space="preserve"> </w:t>
      </w:r>
      <w:r w:rsidRPr="0008167C">
        <w:t>типа</w:t>
      </w:r>
      <w:r w:rsidR="0008167C" w:rsidRPr="0008167C">
        <w:t xml:space="preserve"> </w:t>
      </w:r>
      <w:r w:rsidRPr="0008167C">
        <w:t>озер</w:t>
      </w:r>
      <w:r w:rsidR="0008167C" w:rsidRPr="0008167C">
        <w:t xml:space="preserve"> </w:t>
      </w:r>
      <w:r w:rsidRPr="0008167C">
        <w:t>являются</w:t>
      </w:r>
      <w:r w:rsidR="0008167C" w:rsidRPr="0008167C">
        <w:t xml:space="preserve"> </w:t>
      </w:r>
      <w:r w:rsidRPr="0008167C">
        <w:rPr>
          <w:i/>
        </w:rPr>
        <w:t>термокарстовые</w:t>
      </w:r>
      <w:r w:rsidR="0008167C" w:rsidRPr="0008167C">
        <w:rPr>
          <w:i/>
        </w:rPr>
        <w:t xml:space="preserve"> </w:t>
      </w:r>
      <w:r w:rsidRPr="0008167C">
        <w:rPr>
          <w:i/>
        </w:rPr>
        <w:t>озера,</w:t>
      </w:r>
      <w:r w:rsidR="0008167C" w:rsidRPr="0008167C">
        <w:rPr>
          <w:i/>
        </w:rPr>
        <w:t xml:space="preserve"> </w:t>
      </w:r>
      <w:r w:rsidRPr="0008167C">
        <w:t>возникающие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результате</w:t>
      </w:r>
      <w:r w:rsidR="0008167C" w:rsidRPr="0008167C">
        <w:t xml:space="preserve"> </w:t>
      </w:r>
      <w:r w:rsidRPr="0008167C">
        <w:t>заполнения</w:t>
      </w:r>
      <w:r w:rsidR="0008167C" w:rsidRPr="0008167C">
        <w:t xml:space="preserve"> </w:t>
      </w:r>
      <w:r w:rsidRPr="0008167C">
        <w:t>водой</w:t>
      </w:r>
      <w:r w:rsidR="0008167C" w:rsidRPr="0008167C">
        <w:t xml:space="preserve"> </w:t>
      </w:r>
      <w:r w:rsidRPr="0008167C">
        <w:t>углублений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земли,</w:t>
      </w:r>
      <w:r w:rsidR="0008167C" w:rsidRPr="0008167C">
        <w:t xml:space="preserve"> </w:t>
      </w:r>
      <w:r w:rsidRPr="0008167C">
        <w:t>образующихся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областях</w:t>
      </w:r>
      <w:r w:rsidR="0008167C" w:rsidRPr="0008167C">
        <w:t xml:space="preserve"> </w:t>
      </w:r>
      <w:r w:rsidRPr="0008167C">
        <w:t>развития</w:t>
      </w:r>
      <w:r w:rsidR="0008167C" w:rsidRPr="0008167C">
        <w:t xml:space="preserve"> </w:t>
      </w:r>
      <w:r w:rsidRPr="0008167C">
        <w:t>вечной</w:t>
      </w:r>
      <w:r w:rsidR="0008167C" w:rsidRPr="0008167C">
        <w:t xml:space="preserve"> </w:t>
      </w:r>
      <w:r w:rsidRPr="0008167C">
        <w:t>мерзлоты</w:t>
      </w:r>
      <w:r w:rsidR="0008167C" w:rsidRPr="0008167C">
        <w:t xml:space="preserve"> </w:t>
      </w:r>
      <w:r w:rsidRPr="0008167C">
        <w:t>вследствие</w:t>
      </w:r>
      <w:r w:rsidR="0008167C" w:rsidRPr="0008167C">
        <w:t xml:space="preserve"> </w:t>
      </w:r>
      <w:r w:rsidRPr="0008167C">
        <w:t>таяния</w:t>
      </w:r>
      <w:r w:rsidR="0008167C" w:rsidRPr="0008167C">
        <w:t xml:space="preserve"> </w:t>
      </w:r>
      <w:r w:rsidRPr="0008167C">
        <w:t>подземных</w:t>
      </w:r>
      <w:r w:rsidR="0008167C" w:rsidRPr="0008167C">
        <w:t xml:space="preserve"> </w:t>
      </w:r>
      <w:r w:rsidRPr="0008167C">
        <w:t>пластов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линз</w:t>
      </w:r>
      <w:r w:rsidR="0008167C" w:rsidRPr="0008167C">
        <w:t xml:space="preserve"> </w:t>
      </w:r>
      <w:r w:rsidRPr="0008167C">
        <w:t>льда</w:t>
      </w:r>
      <w:r w:rsidR="0008167C" w:rsidRPr="0008167C">
        <w:t xml:space="preserve">. </w:t>
      </w:r>
      <w:r w:rsidRPr="0008167C">
        <w:t>Таяние</w:t>
      </w:r>
      <w:r w:rsidR="0008167C" w:rsidRPr="0008167C">
        <w:t xml:space="preserve"> </w:t>
      </w:r>
      <w:r w:rsidRPr="0008167C">
        <w:t>этого</w:t>
      </w:r>
      <w:r w:rsidR="0008167C" w:rsidRPr="0008167C">
        <w:t xml:space="preserve"> </w:t>
      </w:r>
      <w:r w:rsidRPr="0008167C">
        <w:t>льда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только</w:t>
      </w:r>
      <w:r w:rsidR="0008167C" w:rsidRPr="0008167C">
        <w:t xml:space="preserve"> </w:t>
      </w:r>
      <w:r w:rsidRPr="0008167C">
        <w:t>способствует</w:t>
      </w:r>
      <w:r w:rsidR="0008167C" w:rsidRPr="0008167C">
        <w:t xml:space="preserve"> </w:t>
      </w:r>
      <w:r w:rsidRPr="0008167C">
        <w:t>образованию</w:t>
      </w:r>
      <w:r w:rsidR="0008167C" w:rsidRPr="0008167C">
        <w:t xml:space="preserve"> </w:t>
      </w:r>
      <w:r w:rsidRPr="0008167C">
        <w:t>озерной</w:t>
      </w:r>
      <w:r w:rsidR="0008167C" w:rsidRPr="0008167C">
        <w:t xml:space="preserve"> </w:t>
      </w:r>
      <w:r w:rsidRPr="0008167C">
        <w:t>котловины,</w:t>
      </w:r>
      <w:r w:rsidR="0008167C" w:rsidRPr="0008167C">
        <w:t xml:space="preserve"> </w:t>
      </w:r>
      <w:r w:rsidRPr="0008167C">
        <w:t>но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значительной</w:t>
      </w:r>
      <w:r w:rsidR="0008167C" w:rsidRPr="0008167C">
        <w:t xml:space="preserve"> </w:t>
      </w:r>
      <w:r w:rsidRPr="0008167C">
        <w:t>мере</w:t>
      </w:r>
      <w:r w:rsidR="0008167C" w:rsidRPr="0008167C">
        <w:t xml:space="preserve"> </w:t>
      </w:r>
      <w:r w:rsidRPr="0008167C">
        <w:t>поставляет</w:t>
      </w:r>
      <w:r w:rsidR="0008167C" w:rsidRPr="0008167C">
        <w:t xml:space="preserve"> </w:t>
      </w:r>
      <w:r w:rsidRPr="0008167C">
        <w:t>воду</w:t>
      </w:r>
      <w:r w:rsidR="0008167C" w:rsidRPr="0008167C">
        <w:t xml:space="preserve"> </w:t>
      </w:r>
      <w:r w:rsidRPr="0008167C">
        <w:t>для</w:t>
      </w:r>
      <w:r w:rsidR="0008167C" w:rsidRPr="0008167C">
        <w:t xml:space="preserve"> </w:t>
      </w:r>
      <w:r w:rsidRPr="0008167C">
        <w:t>заполнения</w:t>
      </w:r>
      <w:r w:rsidR="0008167C" w:rsidRPr="0008167C">
        <w:t xml:space="preserve"> </w:t>
      </w:r>
      <w:r w:rsidRPr="0008167C">
        <w:t>котловины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rPr>
          <w:i/>
        </w:rPr>
        <w:t>Дефляционные</w:t>
      </w:r>
      <w:r w:rsidR="0008167C" w:rsidRPr="0008167C">
        <w:rPr>
          <w:i/>
        </w:rPr>
        <w:t xml:space="preserve"> </w:t>
      </w:r>
      <w:r w:rsidRPr="0008167C">
        <w:rPr>
          <w:i/>
        </w:rPr>
        <w:t>озера</w:t>
      </w:r>
      <w:r w:rsidR="0008167C" w:rsidRPr="0008167C">
        <w:rPr>
          <w:i/>
        </w:rPr>
        <w:t xml:space="preserve"> </w:t>
      </w:r>
      <w:r w:rsidRPr="0008167C">
        <w:t>располагаются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котловинах,</w:t>
      </w:r>
      <w:r w:rsidR="0008167C" w:rsidRPr="0008167C">
        <w:t xml:space="preserve"> </w:t>
      </w:r>
      <w:r w:rsidRPr="0008167C">
        <w:t>созданных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результате</w:t>
      </w:r>
      <w:r w:rsidR="0008167C" w:rsidRPr="0008167C">
        <w:t xml:space="preserve"> </w:t>
      </w:r>
      <w:r w:rsidRPr="0008167C">
        <w:t>процесса</w:t>
      </w:r>
      <w:r w:rsidR="0008167C" w:rsidRPr="0008167C">
        <w:t xml:space="preserve"> </w:t>
      </w:r>
      <w:r w:rsidRPr="0008167C">
        <w:t>выдувания,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понижениях</w:t>
      </w:r>
      <w:r w:rsidR="0008167C" w:rsidRPr="0008167C">
        <w:t xml:space="preserve"> </w:t>
      </w:r>
      <w:r w:rsidRPr="0008167C">
        <w:t>между</w:t>
      </w:r>
      <w:r w:rsidR="0008167C" w:rsidRPr="0008167C">
        <w:t xml:space="preserve"> </w:t>
      </w:r>
      <w:r w:rsidRPr="0008167C">
        <w:t>барханами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дюнами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Многие</w:t>
      </w:r>
      <w:r w:rsidR="0008167C" w:rsidRPr="0008167C">
        <w:t xml:space="preserve"> </w:t>
      </w:r>
      <w:r w:rsidRPr="0008167C">
        <w:t>котловинные</w:t>
      </w:r>
      <w:r w:rsidR="0008167C" w:rsidRPr="0008167C">
        <w:t xml:space="preserve"> </w:t>
      </w:r>
      <w:r w:rsidRPr="0008167C">
        <w:t>озера</w:t>
      </w:r>
      <w:r w:rsidR="0008167C" w:rsidRPr="0008167C">
        <w:t xml:space="preserve"> </w:t>
      </w:r>
      <w:r w:rsidRPr="0008167C">
        <w:t>возникают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результате</w:t>
      </w:r>
      <w:r w:rsidR="0008167C" w:rsidRPr="0008167C">
        <w:t xml:space="preserve"> </w:t>
      </w:r>
      <w:r w:rsidRPr="0008167C">
        <w:t>вулканических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тектонических</w:t>
      </w:r>
      <w:r w:rsidR="0008167C" w:rsidRPr="0008167C">
        <w:t xml:space="preserve"> </w:t>
      </w:r>
      <w:r w:rsidRPr="0008167C">
        <w:t>процессов</w:t>
      </w:r>
      <w:r w:rsidR="0008167C" w:rsidRPr="0008167C">
        <w:t xml:space="preserve">. </w:t>
      </w:r>
      <w:r w:rsidRPr="0008167C">
        <w:t>Тектонические</w:t>
      </w:r>
      <w:r w:rsidR="0008167C" w:rsidRPr="0008167C">
        <w:t xml:space="preserve"> </w:t>
      </w:r>
      <w:r w:rsidRPr="0008167C">
        <w:t>процессы</w:t>
      </w:r>
      <w:r w:rsidR="0008167C" w:rsidRPr="0008167C">
        <w:t xml:space="preserve"> </w:t>
      </w:r>
      <w:r w:rsidRPr="0008167C">
        <w:t>обусловливают</w:t>
      </w:r>
      <w:r w:rsidR="0008167C" w:rsidRPr="0008167C">
        <w:t xml:space="preserve"> </w:t>
      </w:r>
      <w:r w:rsidRPr="0008167C">
        <w:t>появление</w:t>
      </w:r>
      <w:r w:rsidR="0008167C" w:rsidRPr="0008167C">
        <w:t xml:space="preserve"> </w:t>
      </w:r>
      <w:r w:rsidRPr="0008167C">
        <w:t>котловин</w:t>
      </w:r>
      <w:r w:rsidR="0008167C" w:rsidRPr="0008167C">
        <w:t xml:space="preserve"> </w:t>
      </w:r>
      <w:r w:rsidRPr="0008167C">
        <w:t>огромных</w:t>
      </w:r>
      <w:r w:rsidR="0008167C" w:rsidRPr="0008167C">
        <w:t xml:space="preserve"> </w:t>
      </w:r>
      <w:r w:rsidRPr="0008167C">
        <w:t>размеров</w:t>
      </w:r>
      <w:r w:rsidR="0008167C" w:rsidRPr="0008167C">
        <w:t xml:space="preserve">. </w:t>
      </w:r>
      <w:r w:rsidRPr="0008167C">
        <w:t>Поэтому</w:t>
      </w:r>
      <w:r w:rsidR="0008167C" w:rsidRPr="0008167C">
        <w:t xml:space="preserve"> </w:t>
      </w:r>
      <w:r w:rsidRPr="0008167C">
        <w:rPr>
          <w:i/>
        </w:rPr>
        <w:t>тектонические</w:t>
      </w:r>
      <w:r w:rsidR="0008167C" w:rsidRPr="0008167C">
        <w:rPr>
          <w:i/>
        </w:rPr>
        <w:t xml:space="preserve"> </w:t>
      </w:r>
      <w:r w:rsidRPr="0008167C">
        <w:rPr>
          <w:i/>
        </w:rPr>
        <w:t>озера</w:t>
      </w:r>
      <w:r w:rsidR="0008167C" w:rsidRPr="0008167C">
        <w:rPr>
          <w:i/>
        </w:rPr>
        <w:t xml:space="preserve"> </w:t>
      </w:r>
      <w:r w:rsidRPr="0008167C">
        <w:t>обычно</w:t>
      </w:r>
      <w:r w:rsidR="0008167C" w:rsidRPr="0008167C">
        <w:t xml:space="preserve"> </w:t>
      </w:r>
      <w:r w:rsidRPr="0008167C">
        <w:t>глубоки</w:t>
      </w:r>
      <w:r w:rsidR="0008167C" w:rsidRPr="0008167C">
        <w:t xml:space="preserve">. </w:t>
      </w:r>
      <w:r w:rsidRPr="0008167C">
        <w:t>Примерами</w:t>
      </w:r>
      <w:r w:rsidR="0008167C" w:rsidRPr="0008167C">
        <w:t xml:space="preserve"> </w:t>
      </w:r>
      <w:r w:rsidRPr="0008167C">
        <w:t>могут</w:t>
      </w:r>
      <w:r w:rsidR="0008167C" w:rsidRPr="0008167C">
        <w:t xml:space="preserve"> </w:t>
      </w:r>
      <w:r w:rsidRPr="0008167C">
        <w:t>служить</w:t>
      </w:r>
      <w:r w:rsidR="0008167C" w:rsidRPr="0008167C">
        <w:t xml:space="preserve"> </w:t>
      </w:r>
      <w:r w:rsidRPr="0008167C">
        <w:t>озера</w:t>
      </w:r>
      <w:r w:rsidR="0008167C" w:rsidRPr="0008167C">
        <w:t xml:space="preserve"> </w:t>
      </w:r>
      <w:r w:rsidRPr="0008167C">
        <w:t>Иссык-Куль,</w:t>
      </w:r>
      <w:r w:rsidR="0008167C" w:rsidRPr="0008167C">
        <w:t xml:space="preserve"> </w:t>
      </w:r>
      <w:r w:rsidRPr="0008167C">
        <w:t>Байкал,</w:t>
      </w:r>
      <w:r w:rsidR="0008167C" w:rsidRPr="0008167C">
        <w:t xml:space="preserve"> </w:t>
      </w:r>
      <w:r w:rsidRPr="0008167C">
        <w:t>Севан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др</w:t>
      </w:r>
      <w:r w:rsidR="0008167C" w:rsidRPr="0008167C">
        <w:t xml:space="preserve">. </w:t>
      </w:r>
      <w:r w:rsidRPr="0008167C">
        <w:rPr>
          <w:i/>
        </w:rPr>
        <w:t>Вулканические</w:t>
      </w:r>
      <w:r w:rsidR="0008167C" w:rsidRPr="0008167C">
        <w:rPr>
          <w:i/>
        </w:rPr>
        <w:t xml:space="preserve"> </w:t>
      </w:r>
      <w:r w:rsidRPr="0008167C">
        <w:rPr>
          <w:i/>
        </w:rPr>
        <w:t>озера</w:t>
      </w:r>
      <w:r w:rsidR="0008167C" w:rsidRPr="0008167C">
        <w:rPr>
          <w:i/>
        </w:rPr>
        <w:t xml:space="preserve"> </w:t>
      </w:r>
      <w:r w:rsidRPr="0008167C">
        <w:t>возникают</w:t>
      </w:r>
      <w:r w:rsidR="0008167C" w:rsidRPr="0008167C">
        <w:t xml:space="preserve"> </w:t>
      </w:r>
      <w:r w:rsidRPr="0008167C">
        <w:t>либо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кратере</w:t>
      </w:r>
      <w:r w:rsidR="0008167C" w:rsidRPr="0008167C">
        <w:t xml:space="preserve"> </w:t>
      </w:r>
      <w:r w:rsidRPr="0008167C">
        <w:t>потухшего</w:t>
      </w:r>
      <w:r w:rsidR="0008167C" w:rsidRPr="0008167C">
        <w:t xml:space="preserve"> </w:t>
      </w:r>
      <w:r w:rsidRPr="0008167C">
        <w:t>вулкана,</w:t>
      </w:r>
      <w:r w:rsidR="0008167C" w:rsidRPr="0008167C">
        <w:t xml:space="preserve"> </w:t>
      </w:r>
      <w:r w:rsidRPr="0008167C">
        <w:t>либо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углублениях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лавового</w:t>
      </w:r>
      <w:r w:rsidR="0008167C" w:rsidRPr="0008167C">
        <w:t xml:space="preserve"> </w:t>
      </w:r>
      <w:r w:rsidRPr="0008167C">
        <w:t>потока,</w:t>
      </w:r>
      <w:r w:rsidR="0008167C" w:rsidRPr="0008167C">
        <w:t xml:space="preserve"> </w:t>
      </w:r>
      <w:r w:rsidRPr="0008167C">
        <w:t>образовавшихся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его</w:t>
      </w:r>
      <w:r w:rsidR="0008167C" w:rsidRPr="0008167C">
        <w:t xml:space="preserve"> </w:t>
      </w:r>
      <w:r w:rsidRPr="0008167C">
        <w:t>застывании,</w:t>
      </w:r>
      <w:r w:rsidR="0008167C" w:rsidRPr="0008167C">
        <w:t xml:space="preserve"> </w:t>
      </w:r>
      <w:r w:rsidRPr="0008167C">
        <w:t>либо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долине</w:t>
      </w:r>
      <w:r w:rsidR="0008167C" w:rsidRPr="0008167C">
        <w:t xml:space="preserve"> </w:t>
      </w:r>
      <w:r w:rsidRPr="0008167C">
        <w:t>реки</w:t>
      </w:r>
      <w:r w:rsidR="0008167C" w:rsidRPr="0008167C">
        <w:t xml:space="preserve"> </w:t>
      </w:r>
      <w:r w:rsidRPr="0008167C">
        <w:t>вследствие</w:t>
      </w:r>
      <w:r w:rsidR="0008167C" w:rsidRPr="0008167C">
        <w:t xml:space="preserve"> </w:t>
      </w:r>
      <w:r w:rsidRPr="0008167C">
        <w:t>перегораживания</w:t>
      </w:r>
      <w:r w:rsidR="0008167C" w:rsidRPr="0008167C">
        <w:t xml:space="preserve"> </w:t>
      </w:r>
      <w:r w:rsidRPr="0008167C">
        <w:t>ее</w:t>
      </w:r>
      <w:r w:rsidR="0008167C" w:rsidRPr="0008167C">
        <w:t xml:space="preserve"> </w:t>
      </w:r>
      <w:r w:rsidRPr="0008167C">
        <w:t>потоком</w:t>
      </w:r>
      <w:r w:rsidR="0008167C" w:rsidRPr="0008167C">
        <w:t xml:space="preserve"> </w:t>
      </w:r>
      <w:r w:rsidRPr="0008167C">
        <w:t>лавы</w:t>
      </w:r>
      <w:r w:rsidR="0008167C" w:rsidRPr="0008167C">
        <w:t>.</w:t>
      </w:r>
    </w:p>
    <w:p w:rsidR="0008167C" w:rsidRPr="0008167C" w:rsidRDefault="00223F35" w:rsidP="0008167C">
      <w:pPr>
        <w:pStyle w:val="3"/>
        <w:tabs>
          <w:tab w:val="left" w:pos="726"/>
        </w:tabs>
        <w:rPr>
          <w:color w:val="000000"/>
        </w:rPr>
      </w:pPr>
      <w:bookmarkStart w:id="46" w:name="_Toc8497759"/>
      <w:bookmarkStart w:id="47" w:name="_Toc8498124"/>
      <w:bookmarkStart w:id="48" w:name="_Toc8498792"/>
      <w:r w:rsidRPr="0008167C">
        <w:rPr>
          <w:color w:val="000000"/>
        </w:rPr>
        <w:t>Элементы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водного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баланса</w:t>
      </w:r>
      <w:r w:rsidR="0008167C" w:rsidRPr="0008167C">
        <w:rPr>
          <w:color w:val="000000"/>
        </w:rPr>
        <w:t>.</w:t>
      </w:r>
      <w:bookmarkEnd w:id="46"/>
      <w:bookmarkEnd w:id="47"/>
      <w:bookmarkEnd w:id="48"/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Водный</w:t>
      </w:r>
      <w:r w:rsidR="0008167C" w:rsidRPr="0008167C">
        <w:t xml:space="preserve"> </w:t>
      </w:r>
      <w:r w:rsidRPr="0008167C">
        <w:t>баланс</w:t>
      </w:r>
      <w:r w:rsidR="0008167C" w:rsidRPr="0008167C">
        <w:t xml:space="preserve"> </w:t>
      </w:r>
      <w:r w:rsidRPr="0008167C">
        <w:t>озера</w:t>
      </w:r>
      <w:r w:rsidR="0008167C" w:rsidRPr="0008167C">
        <w:t xml:space="preserve"> </w:t>
      </w:r>
      <w:r w:rsidRPr="0008167C">
        <w:t>непосредственно</w:t>
      </w:r>
      <w:r w:rsidR="0008167C" w:rsidRPr="0008167C">
        <w:t xml:space="preserve"> </w:t>
      </w:r>
      <w:r w:rsidRPr="0008167C">
        <w:t>определяется</w:t>
      </w:r>
      <w:r w:rsidR="0008167C" w:rsidRPr="0008167C">
        <w:t xml:space="preserve"> </w:t>
      </w:r>
      <w:r w:rsidRPr="0008167C">
        <w:t>процессами</w:t>
      </w:r>
      <w:r w:rsidR="0008167C" w:rsidRPr="0008167C">
        <w:t xml:space="preserve"> </w:t>
      </w:r>
      <w:r w:rsidRPr="0008167C">
        <w:t>притока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расхода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. </w:t>
      </w:r>
      <w:r w:rsidRPr="0008167C">
        <w:t>Приход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озеро</w:t>
      </w:r>
      <w:r w:rsidR="0008167C" w:rsidRPr="0008167C">
        <w:t xml:space="preserve"> </w:t>
      </w:r>
      <w:r w:rsidRPr="0008167C">
        <w:t>осуществляется</w:t>
      </w:r>
      <w:r w:rsidR="0008167C" w:rsidRPr="0008167C">
        <w:t xml:space="preserve"> </w:t>
      </w:r>
      <w:r w:rsidRPr="0008167C">
        <w:t>путем</w:t>
      </w:r>
      <w:r w:rsidR="0008167C" w:rsidRPr="0008167C">
        <w:t xml:space="preserve"> </w:t>
      </w:r>
      <w:r w:rsidRPr="0008167C">
        <w:t>поверхностного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подземного</w:t>
      </w:r>
      <w:r w:rsidR="0008167C" w:rsidRPr="0008167C">
        <w:t xml:space="preserve"> </w:t>
      </w:r>
      <w:r w:rsidRPr="0008167C">
        <w:t>притока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выпадения</w:t>
      </w:r>
      <w:r w:rsidR="0008167C" w:rsidRPr="0008167C">
        <w:t xml:space="preserve"> </w:t>
      </w:r>
      <w:r w:rsidRPr="0008167C">
        <w:t>атмосферных</w:t>
      </w:r>
      <w:r w:rsidR="0008167C" w:rsidRPr="0008167C">
        <w:t xml:space="preserve"> </w:t>
      </w:r>
      <w:r w:rsidRPr="0008167C">
        <w:t>осадков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его</w:t>
      </w:r>
      <w:r w:rsidR="0008167C" w:rsidRPr="0008167C">
        <w:t xml:space="preserve"> </w:t>
      </w:r>
      <w:r w:rsidRPr="0008167C">
        <w:t>поверхность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В</w:t>
      </w:r>
      <w:r w:rsidR="0008167C" w:rsidRPr="0008167C">
        <w:t xml:space="preserve"> </w:t>
      </w:r>
      <w:r w:rsidRPr="0008167C">
        <w:t>некоторые</w:t>
      </w:r>
      <w:r w:rsidR="0008167C" w:rsidRPr="0008167C">
        <w:t xml:space="preserve"> </w:t>
      </w:r>
      <w:r w:rsidRPr="0008167C">
        <w:t>периоды</w:t>
      </w:r>
      <w:r w:rsidR="0008167C" w:rsidRPr="0008167C">
        <w:t xml:space="preserve"> </w:t>
      </w:r>
      <w:r w:rsidRPr="0008167C">
        <w:t>пополнение</w:t>
      </w:r>
      <w:r w:rsidR="0008167C" w:rsidRPr="0008167C">
        <w:t xml:space="preserve"> </w:t>
      </w:r>
      <w:r w:rsidRPr="0008167C">
        <w:t>запасов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озере</w:t>
      </w:r>
      <w:r w:rsidR="0008167C" w:rsidRPr="0008167C">
        <w:t xml:space="preserve"> </w:t>
      </w:r>
      <w:r w:rsidRPr="0008167C">
        <w:t>может</w:t>
      </w:r>
      <w:r w:rsidR="0008167C" w:rsidRPr="0008167C">
        <w:t xml:space="preserve"> </w:t>
      </w:r>
      <w:r w:rsidRPr="0008167C">
        <w:t>происходить</w:t>
      </w:r>
      <w:r w:rsidR="0008167C" w:rsidRPr="0008167C">
        <w:t xml:space="preserve"> </w:t>
      </w:r>
      <w:r w:rsidRPr="0008167C">
        <w:t>за</w:t>
      </w:r>
      <w:r w:rsidR="0008167C" w:rsidRPr="0008167C">
        <w:t xml:space="preserve"> </w:t>
      </w:r>
      <w:r w:rsidRPr="0008167C">
        <w:t>счет</w:t>
      </w:r>
      <w:r w:rsidR="0008167C" w:rsidRPr="0008167C">
        <w:t xml:space="preserve"> </w:t>
      </w:r>
      <w:r w:rsidRPr="0008167C">
        <w:t>конденсации</w:t>
      </w:r>
      <w:r w:rsidR="0008167C" w:rsidRPr="0008167C">
        <w:t xml:space="preserve"> </w:t>
      </w:r>
      <w:r w:rsidRPr="0008167C">
        <w:t>водяного</w:t>
      </w:r>
      <w:r w:rsidR="0008167C" w:rsidRPr="0008167C">
        <w:t xml:space="preserve"> </w:t>
      </w:r>
      <w:r w:rsidRPr="0008167C">
        <w:t>пара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его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. </w:t>
      </w:r>
      <w:r w:rsidRPr="0008167C">
        <w:t>Существенное</w:t>
      </w:r>
      <w:r w:rsidR="0008167C" w:rsidRPr="0008167C">
        <w:t xml:space="preserve"> </w:t>
      </w:r>
      <w:r w:rsidRPr="0008167C">
        <w:t>влияние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водный</w:t>
      </w:r>
      <w:r w:rsidR="0008167C" w:rsidRPr="0008167C">
        <w:t xml:space="preserve"> </w:t>
      </w:r>
      <w:r w:rsidRPr="0008167C">
        <w:t>баланс</w:t>
      </w:r>
      <w:r w:rsidR="0008167C" w:rsidRPr="0008167C">
        <w:t xml:space="preserve"> </w:t>
      </w:r>
      <w:r w:rsidRPr="0008167C">
        <w:t>небольших</w:t>
      </w:r>
      <w:r w:rsidR="0008167C" w:rsidRPr="0008167C">
        <w:t xml:space="preserve"> </w:t>
      </w:r>
      <w:r w:rsidRPr="0008167C">
        <w:t>озер,</w:t>
      </w:r>
      <w:r w:rsidR="0008167C" w:rsidRPr="0008167C">
        <w:t xml:space="preserve"> </w:t>
      </w:r>
      <w:r w:rsidRPr="0008167C">
        <w:t>особенно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степных</w:t>
      </w:r>
      <w:r w:rsidR="0008167C" w:rsidRPr="0008167C">
        <w:t xml:space="preserve"> </w:t>
      </w:r>
      <w:r w:rsidRPr="0008167C">
        <w:t>районах,</w:t>
      </w:r>
      <w:r w:rsidR="0008167C" w:rsidRPr="0008167C">
        <w:t xml:space="preserve"> </w:t>
      </w:r>
      <w:r w:rsidRPr="0008167C">
        <w:t>оказывают</w:t>
      </w:r>
      <w:r w:rsidR="0008167C" w:rsidRPr="0008167C">
        <w:t xml:space="preserve"> </w:t>
      </w:r>
      <w:r w:rsidRPr="0008167C">
        <w:t>скопления</w:t>
      </w:r>
      <w:r w:rsidR="0008167C" w:rsidRPr="0008167C">
        <w:t xml:space="preserve"> </w:t>
      </w:r>
      <w:r w:rsidRPr="0008167C">
        <w:t>снега,</w:t>
      </w:r>
      <w:r w:rsidR="0008167C" w:rsidRPr="0008167C">
        <w:t xml:space="preserve"> </w:t>
      </w:r>
      <w:r w:rsidRPr="0008167C">
        <w:t>переносимого</w:t>
      </w:r>
      <w:r w:rsidR="0008167C" w:rsidRPr="0008167C">
        <w:t xml:space="preserve"> </w:t>
      </w:r>
      <w:r w:rsidRPr="0008167C">
        <w:t>ветром,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зарослях</w:t>
      </w:r>
      <w:r w:rsidR="0008167C" w:rsidRPr="0008167C">
        <w:t xml:space="preserve"> </w:t>
      </w:r>
      <w:r w:rsidRPr="0008167C">
        <w:t>тростника,</w:t>
      </w:r>
      <w:r w:rsidR="0008167C" w:rsidRPr="0008167C">
        <w:t xml:space="preserve"> </w:t>
      </w:r>
      <w:r w:rsidRPr="0008167C">
        <w:t>растущего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берегам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Расходование</w:t>
      </w:r>
      <w:r w:rsidR="0008167C" w:rsidRPr="0008167C">
        <w:t xml:space="preserve"> </w:t>
      </w:r>
      <w:r w:rsidRPr="0008167C">
        <w:t>поступающей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озеро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происходит</w:t>
      </w:r>
      <w:r w:rsidR="0008167C" w:rsidRPr="0008167C">
        <w:t xml:space="preserve"> </w:t>
      </w:r>
      <w:r w:rsidRPr="0008167C">
        <w:t>путем</w:t>
      </w:r>
      <w:r w:rsidR="0008167C" w:rsidRPr="0008167C">
        <w:t xml:space="preserve"> </w:t>
      </w:r>
      <w:r w:rsidRPr="0008167C">
        <w:t>испарения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озера,</w:t>
      </w:r>
      <w:r w:rsidR="0008167C" w:rsidRPr="0008167C">
        <w:t xml:space="preserve"> </w:t>
      </w:r>
      <w:r w:rsidRPr="0008167C">
        <w:t>поверхностного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подземного</w:t>
      </w:r>
      <w:r w:rsidR="0008167C" w:rsidRPr="0008167C">
        <w:t xml:space="preserve"> </w:t>
      </w:r>
      <w:r w:rsidRPr="0008167C">
        <w:t>стока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него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/>
        </w:rPr>
      </w:pPr>
      <w:r w:rsidRPr="0008167C">
        <w:t>По</w:t>
      </w:r>
      <w:r w:rsidR="0008167C" w:rsidRPr="0008167C">
        <w:t xml:space="preserve"> </w:t>
      </w:r>
      <w:r w:rsidRPr="0008167C">
        <w:t>условиям</w:t>
      </w:r>
      <w:r w:rsidR="0008167C" w:rsidRPr="0008167C">
        <w:t xml:space="preserve"> </w:t>
      </w:r>
      <w:r w:rsidRPr="0008167C">
        <w:t>формирования</w:t>
      </w:r>
      <w:r w:rsidR="0008167C" w:rsidRPr="0008167C">
        <w:t xml:space="preserve"> </w:t>
      </w:r>
      <w:r w:rsidRPr="0008167C">
        <w:t>водного</w:t>
      </w:r>
      <w:r w:rsidR="0008167C" w:rsidRPr="0008167C">
        <w:t xml:space="preserve"> </w:t>
      </w:r>
      <w:r w:rsidRPr="0008167C">
        <w:t>баланса</w:t>
      </w:r>
      <w:r w:rsidR="0008167C" w:rsidRPr="0008167C">
        <w:t xml:space="preserve"> </w:t>
      </w:r>
      <w:r w:rsidRPr="0008167C">
        <w:t>озера</w:t>
      </w:r>
      <w:r w:rsidR="0008167C" w:rsidRPr="0008167C">
        <w:t xml:space="preserve"> </w:t>
      </w:r>
      <w:r w:rsidRPr="0008167C">
        <w:t>можно</w:t>
      </w:r>
      <w:r w:rsidR="0008167C" w:rsidRPr="0008167C">
        <w:t xml:space="preserve"> </w:t>
      </w:r>
      <w:r w:rsidRPr="0008167C">
        <w:t>разделить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две</w:t>
      </w:r>
      <w:r w:rsidR="0008167C" w:rsidRPr="0008167C">
        <w:t xml:space="preserve"> </w:t>
      </w:r>
      <w:r w:rsidRPr="0008167C">
        <w:t>основные</w:t>
      </w:r>
      <w:r w:rsidR="0008167C" w:rsidRPr="0008167C">
        <w:t xml:space="preserve"> </w:t>
      </w:r>
      <w:r w:rsidRPr="0008167C">
        <w:t>группы</w:t>
      </w:r>
      <w:r w:rsidR="0008167C" w:rsidRPr="0008167C">
        <w:t xml:space="preserve">: </w:t>
      </w:r>
      <w:r w:rsidRPr="0008167C">
        <w:rPr>
          <w:i/>
        </w:rPr>
        <w:t>сточные</w:t>
      </w:r>
      <w:r w:rsidR="0008167C" w:rsidRPr="0008167C">
        <w:rPr>
          <w:i/>
        </w:rPr>
        <w:t xml:space="preserve"> </w:t>
      </w:r>
      <w:r w:rsidRPr="0008167C">
        <w:t>и</w:t>
      </w:r>
      <w:r w:rsidR="0008167C" w:rsidRPr="0008167C">
        <w:t xml:space="preserve"> </w:t>
      </w:r>
      <w:r w:rsidRPr="0008167C">
        <w:rPr>
          <w:i/>
        </w:rPr>
        <w:t>бессточные</w:t>
      </w:r>
      <w:r w:rsidR="0008167C" w:rsidRPr="0008167C">
        <w:rPr>
          <w:i/>
        </w:rPr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Озеро</w:t>
      </w:r>
      <w:r w:rsidR="0008167C" w:rsidRPr="0008167C">
        <w:t xml:space="preserve"> </w:t>
      </w:r>
      <w:r w:rsidRPr="0008167C">
        <w:t>будет</w:t>
      </w:r>
      <w:r w:rsidR="0008167C" w:rsidRPr="0008167C">
        <w:t xml:space="preserve"> </w:t>
      </w:r>
      <w:r w:rsidRPr="0008167C">
        <w:t>бессточным,</w:t>
      </w:r>
      <w:r w:rsidR="0008167C" w:rsidRPr="0008167C">
        <w:t xml:space="preserve"> </w:t>
      </w:r>
      <w:r w:rsidRPr="0008167C">
        <w:t>если</w:t>
      </w:r>
      <w:r w:rsidR="0008167C" w:rsidRPr="0008167C">
        <w:t xml:space="preserve"> </w:t>
      </w:r>
      <w:r w:rsidRPr="0008167C">
        <w:t>поступающая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него</w:t>
      </w:r>
      <w:r w:rsidR="0008167C" w:rsidRPr="0008167C">
        <w:t xml:space="preserve"> </w:t>
      </w:r>
      <w:r w:rsidRPr="0008167C">
        <w:t>вода</w:t>
      </w:r>
      <w:r w:rsidR="0008167C" w:rsidRPr="0008167C">
        <w:t xml:space="preserve"> </w:t>
      </w:r>
      <w:r w:rsidRPr="0008167C">
        <w:t>полностью</w:t>
      </w:r>
      <w:r w:rsidR="0008167C" w:rsidRPr="0008167C">
        <w:t xml:space="preserve"> </w:t>
      </w:r>
      <w:r w:rsidRPr="0008167C">
        <w:t>расходуется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испарение</w:t>
      </w:r>
      <w:r w:rsidR="0008167C" w:rsidRPr="0008167C">
        <w:t xml:space="preserve">. </w:t>
      </w:r>
      <w:r w:rsidRPr="0008167C">
        <w:t>Если</w:t>
      </w:r>
      <w:r w:rsidR="0008167C" w:rsidRPr="0008167C">
        <w:t xml:space="preserve"> </w:t>
      </w:r>
      <w:r w:rsidRPr="0008167C">
        <w:t>приток</w:t>
      </w:r>
      <w:r w:rsidR="0008167C" w:rsidRPr="0008167C">
        <w:t xml:space="preserve"> </w:t>
      </w:r>
      <w:r w:rsidRPr="0008167C">
        <w:t>превышает</w:t>
      </w:r>
      <w:r w:rsidR="0008167C" w:rsidRPr="0008167C">
        <w:t xml:space="preserve"> </w:t>
      </w:r>
      <w:r w:rsidRPr="0008167C">
        <w:t>потери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испарение,</w:t>
      </w:r>
      <w:r w:rsidR="0008167C" w:rsidRPr="0008167C">
        <w:t xml:space="preserve"> </w:t>
      </w:r>
      <w:r w:rsidRPr="0008167C">
        <w:t>то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течением</w:t>
      </w:r>
      <w:r w:rsidR="0008167C" w:rsidRPr="0008167C">
        <w:t xml:space="preserve"> </w:t>
      </w:r>
      <w:r w:rsidRPr="0008167C">
        <w:t>времени</w:t>
      </w:r>
      <w:r w:rsidR="0008167C" w:rsidRPr="0008167C">
        <w:t xml:space="preserve"> </w:t>
      </w:r>
      <w:r w:rsidRPr="0008167C">
        <w:t>котловина</w:t>
      </w:r>
      <w:r w:rsidR="0008167C" w:rsidRPr="0008167C">
        <w:t xml:space="preserve"> </w:t>
      </w:r>
      <w:r w:rsidRPr="0008167C">
        <w:t>переполняется,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излишек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стекает,</w:t>
      </w:r>
      <w:r w:rsidR="0008167C" w:rsidRPr="0008167C">
        <w:t xml:space="preserve"> </w:t>
      </w:r>
      <w:r w:rsidRPr="0008167C">
        <w:t>образуя</w:t>
      </w:r>
      <w:r w:rsidR="0008167C" w:rsidRPr="0008167C">
        <w:t xml:space="preserve"> </w:t>
      </w:r>
      <w:r w:rsidRPr="0008167C">
        <w:t>реку</w:t>
      </w:r>
      <w:r w:rsidR="0008167C" w:rsidRPr="0008167C">
        <w:t>.</w:t>
      </w:r>
    </w:p>
    <w:p w:rsidR="0008167C" w:rsidRPr="0008167C" w:rsidRDefault="00223F35" w:rsidP="0008167C">
      <w:pPr>
        <w:pStyle w:val="3"/>
        <w:tabs>
          <w:tab w:val="left" w:pos="726"/>
        </w:tabs>
        <w:rPr>
          <w:color w:val="000000"/>
        </w:rPr>
      </w:pPr>
      <w:bookmarkStart w:id="49" w:name="_Toc8497760"/>
      <w:bookmarkStart w:id="50" w:name="_Toc8498125"/>
      <w:bookmarkStart w:id="51" w:name="_Toc8498793"/>
      <w:r w:rsidRPr="0008167C">
        <w:rPr>
          <w:color w:val="000000"/>
        </w:rPr>
        <w:t>Основные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особенности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гидрологического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режима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водохранилищ</w:t>
      </w:r>
      <w:r w:rsidR="0008167C" w:rsidRPr="0008167C">
        <w:rPr>
          <w:color w:val="000000"/>
        </w:rPr>
        <w:t>.</w:t>
      </w:r>
      <w:bookmarkEnd w:id="49"/>
      <w:bookmarkEnd w:id="50"/>
      <w:bookmarkEnd w:id="51"/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Интенсивное</w:t>
      </w:r>
      <w:r w:rsidR="0008167C" w:rsidRPr="0008167C">
        <w:t xml:space="preserve"> </w:t>
      </w:r>
      <w:r w:rsidRPr="0008167C">
        <w:t>использование</w:t>
      </w:r>
      <w:r w:rsidR="0008167C" w:rsidRPr="0008167C">
        <w:t xml:space="preserve"> </w:t>
      </w:r>
      <w:r w:rsidRPr="0008167C">
        <w:t>водных</w:t>
      </w:r>
      <w:r w:rsidR="0008167C" w:rsidRPr="0008167C">
        <w:t xml:space="preserve"> </w:t>
      </w:r>
      <w:r w:rsidRPr="0008167C">
        <w:t>ресурсов</w:t>
      </w:r>
      <w:r w:rsidR="0008167C" w:rsidRPr="0008167C">
        <w:t xml:space="preserve"> </w:t>
      </w:r>
      <w:r w:rsidRPr="0008167C">
        <w:t>связано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созданием</w:t>
      </w:r>
      <w:r w:rsidR="0008167C" w:rsidRPr="0008167C">
        <w:t xml:space="preserve"> </w:t>
      </w:r>
      <w:r w:rsidRPr="0008167C">
        <w:t>водохранилищ</w:t>
      </w:r>
      <w:r w:rsidR="0008167C" w:rsidRPr="0008167C">
        <w:t xml:space="preserve"> </w:t>
      </w:r>
      <w:r w:rsidRPr="0008167C">
        <w:t>различных</w:t>
      </w:r>
      <w:r w:rsidR="0008167C" w:rsidRPr="0008167C">
        <w:t xml:space="preserve"> </w:t>
      </w:r>
      <w:r w:rsidRPr="0008167C">
        <w:t>размеров,</w:t>
      </w:r>
      <w:r w:rsidR="0008167C" w:rsidRPr="0008167C">
        <w:t xml:space="preserve"> </w:t>
      </w:r>
      <w:r w:rsidRPr="0008167C">
        <w:t>позволяющих</w:t>
      </w:r>
      <w:r w:rsidR="0008167C" w:rsidRPr="0008167C">
        <w:t xml:space="preserve"> </w:t>
      </w:r>
      <w:r w:rsidRPr="0008167C">
        <w:t>накапливать</w:t>
      </w:r>
      <w:r w:rsidR="0008167C" w:rsidRPr="0008167C">
        <w:t xml:space="preserve"> </w:t>
      </w:r>
      <w:r w:rsidRPr="0008167C">
        <w:t>воду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период</w:t>
      </w:r>
      <w:r w:rsidR="0008167C" w:rsidRPr="0008167C">
        <w:t xml:space="preserve"> </w:t>
      </w:r>
      <w:r w:rsidRPr="0008167C">
        <w:t>избытка</w:t>
      </w:r>
      <w:r w:rsidR="0008167C" w:rsidRPr="0008167C">
        <w:t xml:space="preserve"> </w:t>
      </w:r>
      <w:r w:rsidRPr="0008167C">
        <w:t>речного</w:t>
      </w:r>
      <w:r w:rsidR="0008167C" w:rsidRPr="0008167C">
        <w:t xml:space="preserve"> </w:t>
      </w:r>
      <w:r w:rsidRPr="0008167C">
        <w:t>стока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использовать</w:t>
      </w:r>
      <w:r w:rsidR="0008167C" w:rsidRPr="0008167C">
        <w:t xml:space="preserve"> </w:t>
      </w:r>
      <w:r w:rsidRPr="0008167C">
        <w:t>ее</w:t>
      </w:r>
      <w:r w:rsidR="0008167C" w:rsidRPr="0008167C">
        <w:t xml:space="preserve"> </w:t>
      </w:r>
      <w:r w:rsidRPr="0008167C">
        <w:t>затем</w:t>
      </w:r>
      <w:r w:rsidR="0008167C" w:rsidRPr="0008167C">
        <w:t xml:space="preserve"> </w:t>
      </w:r>
      <w:r w:rsidRPr="0008167C">
        <w:t>для</w:t>
      </w:r>
      <w:r w:rsidR="0008167C" w:rsidRPr="0008167C">
        <w:t xml:space="preserve"> </w:t>
      </w:r>
      <w:r w:rsidRPr="0008167C">
        <w:t>выработки</w:t>
      </w:r>
      <w:r w:rsidR="0008167C" w:rsidRPr="0008167C">
        <w:t xml:space="preserve"> </w:t>
      </w:r>
      <w:r w:rsidRPr="0008167C">
        <w:t>энергии,</w:t>
      </w:r>
      <w:r w:rsidR="0008167C" w:rsidRPr="0008167C">
        <w:t xml:space="preserve"> </w:t>
      </w:r>
      <w:r w:rsidRPr="0008167C">
        <w:t>водоснабжения,</w:t>
      </w:r>
      <w:r w:rsidR="0008167C" w:rsidRPr="0008167C">
        <w:t xml:space="preserve"> </w:t>
      </w:r>
      <w:r w:rsidRPr="0008167C">
        <w:t>орошения</w:t>
      </w:r>
      <w:r w:rsidR="0008167C" w:rsidRPr="0008167C">
        <w:t xml:space="preserve"> </w:t>
      </w:r>
      <w:r w:rsidRPr="0008167C">
        <w:t>полей,</w:t>
      </w:r>
      <w:r w:rsidR="0008167C" w:rsidRPr="0008167C">
        <w:t xml:space="preserve"> </w:t>
      </w:r>
      <w:r w:rsidRPr="0008167C">
        <w:t>повышения</w:t>
      </w:r>
      <w:r w:rsidR="0008167C" w:rsidRPr="0008167C">
        <w:t xml:space="preserve"> </w:t>
      </w:r>
      <w:r w:rsidRPr="0008167C">
        <w:t>глубин</w:t>
      </w:r>
      <w:r w:rsidR="0008167C" w:rsidRPr="0008167C">
        <w:t xml:space="preserve"> </w:t>
      </w:r>
      <w:r w:rsidRPr="0008167C">
        <w:t>рек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межень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др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Водохранилища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зависимости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морфологических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гидрологических</w:t>
      </w:r>
      <w:r w:rsidR="0008167C" w:rsidRPr="0008167C">
        <w:t xml:space="preserve"> </w:t>
      </w:r>
      <w:r w:rsidRPr="0008167C">
        <w:t>особенностей</w:t>
      </w:r>
      <w:r w:rsidR="0008167C" w:rsidRPr="0008167C">
        <w:t xml:space="preserve"> </w:t>
      </w:r>
      <w:r w:rsidRPr="0008167C">
        <w:t>можно</w:t>
      </w:r>
      <w:r w:rsidR="0008167C" w:rsidRPr="0008167C">
        <w:t xml:space="preserve"> </w:t>
      </w:r>
      <w:r w:rsidRPr="0008167C">
        <w:t>разделить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несколько</w:t>
      </w:r>
      <w:r w:rsidR="0008167C" w:rsidRPr="0008167C">
        <w:t xml:space="preserve"> </w:t>
      </w:r>
      <w:r w:rsidRPr="0008167C">
        <w:t>групп</w:t>
      </w:r>
      <w:r w:rsidR="0008167C" w:rsidRPr="0008167C">
        <w:t xml:space="preserve">. </w:t>
      </w:r>
      <w:r w:rsidRPr="0008167C">
        <w:t>Так,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величине</w:t>
      </w:r>
      <w:r w:rsidR="0008167C" w:rsidRPr="0008167C">
        <w:t xml:space="preserve"> </w:t>
      </w:r>
      <w:r w:rsidRPr="0008167C">
        <w:t>напора,</w:t>
      </w:r>
      <w:r w:rsidR="0008167C" w:rsidRPr="0008167C">
        <w:t xml:space="preserve"> </w:t>
      </w:r>
      <w:r w:rsidRPr="0008167C">
        <w:t>создаваемого</w:t>
      </w:r>
      <w:r w:rsidR="0008167C" w:rsidRPr="0008167C">
        <w:t xml:space="preserve"> </w:t>
      </w:r>
      <w:r w:rsidRPr="0008167C">
        <w:t>плотиной,</w:t>
      </w:r>
      <w:r w:rsidR="0008167C" w:rsidRPr="0008167C">
        <w:t xml:space="preserve"> </w:t>
      </w:r>
      <w:r w:rsidRPr="0008167C">
        <w:t>среди</w:t>
      </w:r>
      <w:r w:rsidR="0008167C" w:rsidRPr="0008167C">
        <w:t xml:space="preserve"> </w:t>
      </w:r>
      <w:r w:rsidRPr="0008167C">
        <w:t>крупных</w:t>
      </w:r>
      <w:r w:rsidR="0008167C" w:rsidRPr="0008167C">
        <w:t xml:space="preserve"> </w:t>
      </w:r>
      <w:r w:rsidRPr="0008167C">
        <w:t>водохранилищ</w:t>
      </w:r>
      <w:r w:rsidR="0008167C" w:rsidRPr="0008167C">
        <w:t xml:space="preserve"> </w:t>
      </w:r>
      <w:r w:rsidRPr="0008167C">
        <w:t>можно</w:t>
      </w:r>
      <w:r w:rsidR="0008167C" w:rsidRPr="0008167C">
        <w:t xml:space="preserve"> </w:t>
      </w:r>
      <w:r w:rsidRPr="0008167C">
        <w:t>выделить</w:t>
      </w:r>
      <w:r w:rsidR="0008167C" w:rsidRPr="0008167C">
        <w:t>: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1</w:t>
      </w:r>
      <w:r w:rsidR="0008167C" w:rsidRPr="0008167C">
        <w:t xml:space="preserve">) </w:t>
      </w:r>
      <w:r w:rsidRPr="0008167C">
        <w:t>равнинные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напором</w:t>
      </w:r>
      <w:r w:rsidR="0008167C" w:rsidRPr="0008167C">
        <w:t xml:space="preserve"> </w:t>
      </w:r>
      <w:r w:rsidRPr="0008167C">
        <w:t>15</w:t>
      </w:r>
      <w:r w:rsidR="0008167C" w:rsidRPr="0008167C">
        <w:t>-</w:t>
      </w:r>
      <w:smartTag w:uri="urn:schemas-microsoft-com:office:smarttags" w:element="metricconverter">
        <w:smartTagPr>
          <w:attr w:name="ProductID" w:val="35 м"/>
        </w:smartTagPr>
        <w:r w:rsidRPr="0008167C">
          <w:t>35</w:t>
        </w:r>
        <w:r w:rsidR="0008167C" w:rsidRPr="0008167C">
          <w:t xml:space="preserve"> </w:t>
        </w:r>
        <w:r w:rsidRPr="0008167C">
          <w:t>м</w:t>
        </w:r>
      </w:smartTag>
      <w:r w:rsidR="0008167C" w:rsidRPr="0008167C">
        <w:t>;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2</w:t>
      </w:r>
      <w:r w:rsidR="0008167C" w:rsidRPr="0008167C">
        <w:t xml:space="preserve">) </w:t>
      </w:r>
      <w:r w:rsidRPr="0008167C">
        <w:t>предгорные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напором</w:t>
      </w:r>
      <w:r w:rsidR="0008167C" w:rsidRPr="0008167C">
        <w:t xml:space="preserve"> </w:t>
      </w:r>
      <w:r w:rsidRPr="0008167C">
        <w:t>50</w:t>
      </w:r>
      <w:r w:rsidR="0008167C" w:rsidRPr="0008167C">
        <w:t>-</w:t>
      </w:r>
      <w:r w:rsidRPr="0008167C">
        <w:t>100м</w:t>
      </w:r>
      <w:r w:rsidR="0008167C" w:rsidRPr="0008167C">
        <w:t>;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3</w:t>
      </w:r>
      <w:r w:rsidR="0008167C" w:rsidRPr="0008167C">
        <w:t xml:space="preserve">) </w:t>
      </w:r>
      <w:r w:rsidRPr="0008167C">
        <w:t>горные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напором</w:t>
      </w:r>
      <w:r w:rsidR="0008167C" w:rsidRPr="0008167C">
        <w:t xml:space="preserve"> </w:t>
      </w:r>
      <w:r w:rsidRPr="0008167C">
        <w:t>у</w:t>
      </w:r>
      <w:r w:rsidR="0008167C" w:rsidRPr="0008167C">
        <w:t xml:space="preserve"> </w:t>
      </w:r>
      <w:r w:rsidRPr="0008167C">
        <w:t>плотины</w:t>
      </w:r>
      <w:r w:rsidR="0008167C" w:rsidRPr="0008167C">
        <w:t xml:space="preserve"> </w:t>
      </w:r>
      <w:smartTag w:uri="urn:schemas-microsoft-com:office:smarttags" w:element="metricconverter">
        <w:smartTagPr>
          <w:attr w:name="ProductID" w:val="200 м"/>
        </w:smartTagPr>
        <w:r w:rsidRPr="0008167C">
          <w:t>200</w:t>
        </w:r>
        <w:r w:rsidR="0008167C" w:rsidRPr="0008167C">
          <w:t xml:space="preserve"> </w:t>
        </w:r>
        <w:r w:rsidRPr="0008167C">
          <w:t>м</w:t>
        </w:r>
      </w:smartTag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более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Обычно</w:t>
      </w:r>
      <w:r w:rsidR="0008167C" w:rsidRPr="0008167C">
        <w:t xml:space="preserve"> </w:t>
      </w:r>
      <w:r w:rsidRPr="0008167C">
        <w:t>водохранилища</w:t>
      </w:r>
      <w:r w:rsidR="0008167C" w:rsidRPr="0008167C">
        <w:t xml:space="preserve"> </w:t>
      </w:r>
      <w:r w:rsidRPr="0008167C">
        <w:t>располагаются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долинах</w:t>
      </w:r>
      <w:r w:rsidR="0008167C" w:rsidRPr="0008167C">
        <w:t xml:space="preserve"> </w:t>
      </w:r>
      <w:r w:rsidRPr="0008167C">
        <w:t>рек</w:t>
      </w:r>
      <w:r w:rsidR="0008167C" w:rsidRPr="0008167C">
        <w:t xml:space="preserve">. </w:t>
      </w:r>
      <w:r w:rsidRPr="0008167C">
        <w:t>Это</w:t>
      </w:r>
      <w:r w:rsidR="0008167C" w:rsidRPr="0008167C">
        <w:t xml:space="preserve"> </w:t>
      </w:r>
      <w:r w:rsidRPr="0008167C">
        <w:t>так</w:t>
      </w:r>
      <w:r w:rsidR="0008167C" w:rsidRPr="0008167C">
        <w:t xml:space="preserve"> </w:t>
      </w:r>
      <w:r w:rsidRPr="0008167C">
        <w:t>называемые</w:t>
      </w:r>
      <w:r w:rsidR="0008167C" w:rsidRPr="0008167C">
        <w:t xml:space="preserve"> </w:t>
      </w:r>
      <w:r w:rsidRPr="0008167C">
        <w:t>русловые</w:t>
      </w:r>
      <w:r w:rsidR="0008167C">
        <w:t xml:space="preserve"> (</w:t>
      </w:r>
      <w:r w:rsidRPr="0008167C">
        <w:t>речные</w:t>
      </w:r>
      <w:r w:rsidR="0008167C" w:rsidRPr="0008167C">
        <w:t xml:space="preserve">) </w:t>
      </w:r>
      <w:r w:rsidRPr="0008167C">
        <w:t>водохранилища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условиях</w:t>
      </w:r>
      <w:r w:rsidR="0008167C" w:rsidRPr="0008167C">
        <w:t xml:space="preserve"> </w:t>
      </w:r>
      <w:r w:rsidRPr="0008167C">
        <w:t>широких</w:t>
      </w:r>
      <w:r w:rsidR="0008167C" w:rsidRPr="0008167C">
        <w:t xml:space="preserve"> </w:t>
      </w:r>
      <w:r w:rsidRPr="0008167C">
        <w:t>долин</w:t>
      </w:r>
      <w:r w:rsidR="0008167C" w:rsidRPr="0008167C">
        <w:t xml:space="preserve"> </w:t>
      </w:r>
      <w:r w:rsidRPr="0008167C">
        <w:t>русловые</w:t>
      </w:r>
      <w:r w:rsidR="0008167C" w:rsidRPr="0008167C">
        <w:t xml:space="preserve"> </w:t>
      </w:r>
      <w:r w:rsidRPr="0008167C">
        <w:t>водохранилища</w:t>
      </w:r>
      <w:r w:rsidR="0008167C" w:rsidRPr="0008167C">
        <w:t xml:space="preserve"> </w:t>
      </w:r>
      <w:r w:rsidRPr="0008167C">
        <w:t>приобретают</w:t>
      </w:r>
      <w:r w:rsidR="0008167C" w:rsidRPr="0008167C">
        <w:t xml:space="preserve"> </w:t>
      </w:r>
      <w:r w:rsidRPr="0008167C">
        <w:t>ясно</w:t>
      </w:r>
      <w:r w:rsidR="0008167C" w:rsidRPr="0008167C">
        <w:t xml:space="preserve"> </w:t>
      </w:r>
      <w:r w:rsidRPr="0008167C">
        <w:t>выраженные</w:t>
      </w:r>
      <w:r w:rsidR="0008167C" w:rsidRPr="0008167C">
        <w:t xml:space="preserve"> </w:t>
      </w:r>
      <w:r w:rsidRPr="0008167C">
        <w:t>черты</w:t>
      </w:r>
      <w:r w:rsidR="0008167C" w:rsidRPr="0008167C">
        <w:t xml:space="preserve"> </w:t>
      </w:r>
      <w:r w:rsidRPr="0008167C">
        <w:t>искусственных</w:t>
      </w:r>
      <w:r w:rsidR="0008167C" w:rsidRPr="0008167C">
        <w:t xml:space="preserve"> </w:t>
      </w:r>
      <w:r w:rsidRPr="0008167C">
        <w:t>озер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Иногда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систему</w:t>
      </w:r>
      <w:r w:rsidR="0008167C" w:rsidRPr="0008167C">
        <w:t xml:space="preserve"> </w:t>
      </w:r>
      <w:r w:rsidRPr="0008167C">
        <w:t>емкостей,</w:t>
      </w:r>
      <w:r w:rsidR="0008167C" w:rsidRPr="0008167C">
        <w:t xml:space="preserve"> </w:t>
      </w:r>
      <w:r w:rsidRPr="0008167C">
        <w:t>регулирующих</w:t>
      </w:r>
      <w:r w:rsidR="0008167C" w:rsidRPr="0008167C">
        <w:t xml:space="preserve"> </w:t>
      </w:r>
      <w:r w:rsidRPr="0008167C">
        <w:t>сток</w:t>
      </w:r>
      <w:r w:rsidR="0008167C" w:rsidRPr="0008167C">
        <w:t xml:space="preserve"> </w:t>
      </w:r>
      <w:r w:rsidRPr="0008167C">
        <w:t>рек,</w:t>
      </w:r>
      <w:r w:rsidR="0008167C" w:rsidRPr="0008167C">
        <w:t xml:space="preserve"> </w:t>
      </w:r>
      <w:r w:rsidRPr="0008167C">
        <w:t>включают</w:t>
      </w:r>
      <w:r w:rsidR="0008167C" w:rsidRPr="0008167C">
        <w:t xml:space="preserve"> </w:t>
      </w:r>
      <w:r w:rsidRPr="0008167C">
        <w:t>естественные</w:t>
      </w:r>
      <w:r w:rsidR="0008167C" w:rsidRPr="0008167C">
        <w:t xml:space="preserve"> </w:t>
      </w:r>
      <w:r w:rsidRPr="0008167C">
        <w:t>озера,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которых</w:t>
      </w:r>
      <w:r w:rsidR="0008167C" w:rsidRPr="0008167C">
        <w:t xml:space="preserve"> </w:t>
      </w:r>
      <w:r w:rsidRPr="0008167C">
        <w:t>накапливают</w:t>
      </w:r>
      <w:r w:rsidR="0008167C" w:rsidRPr="0008167C">
        <w:t xml:space="preserve"> </w:t>
      </w:r>
      <w:r w:rsidRPr="0008167C">
        <w:t>дополнительные</w:t>
      </w:r>
      <w:r w:rsidR="0008167C" w:rsidRPr="0008167C">
        <w:t xml:space="preserve"> </w:t>
      </w:r>
      <w:r w:rsidRPr="0008167C">
        <w:t>запасы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путем</w:t>
      </w:r>
      <w:r w:rsidR="0008167C" w:rsidRPr="0008167C">
        <w:t xml:space="preserve"> </w:t>
      </w:r>
      <w:r w:rsidRPr="0008167C">
        <w:t>возведения</w:t>
      </w:r>
      <w:r w:rsidR="0008167C" w:rsidRPr="0008167C">
        <w:t xml:space="preserve"> </w:t>
      </w:r>
      <w:r w:rsidRPr="0008167C">
        <w:t>плотин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истоке</w:t>
      </w:r>
      <w:r w:rsidR="0008167C" w:rsidRPr="0008167C">
        <w:t xml:space="preserve"> </w:t>
      </w:r>
      <w:r w:rsidRPr="0008167C">
        <w:t>реки,</w:t>
      </w:r>
      <w:r w:rsidR="0008167C" w:rsidRPr="0008167C">
        <w:t xml:space="preserve"> </w:t>
      </w:r>
      <w:r w:rsidRPr="0008167C">
        <w:t>вытекающей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озера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этом</w:t>
      </w:r>
      <w:r w:rsidR="0008167C" w:rsidRPr="0008167C">
        <w:t xml:space="preserve"> </w:t>
      </w:r>
      <w:r w:rsidRPr="0008167C">
        <w:t>случае</w:t>
      </w:r>
      <w:r w:rsidR="0008167C" w:rsidRPr="0008167C">
        <w:t xml:space="preserve"> </w:t>
      </w:r>
      <w:r w:rsidRPr="0008167C">
        <w:t>образуются</w:t>
      </w:r>
      <w:r w:rsidR="0008167C" w:rsidRPr="0008167C">
        <w:t xml:space="preserve"> </w:t>
      </w:r>
      <w:r w:rsidRPr="0008167C">
        <w:t>озерные</w:t>
      </w:r>
      <w:r w:rsidR="0008167C" w:rsidRPr="0008167C">
        <w:t xml:space="preserve"> </w:t>
      </w:r>
      <w:r w:rsidRPr="0008167C">
        <w:t>водохранилища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</w:pPr>
      <w:r w:rsidRPr="0008167C">
        <w:t>В</w:t>
      </w:r>
      <w:r w:rsidR="0008167C" w:rsidRPr="0008167C">
        <w:t xml:space="preserve"> </w:t>
      </w:r>
      <w:r w:rsidRPr="0008167C">
        <w:t>искусственно</w:t>
      </w:r>
      <w:r w:rsidR="0008167C" w:rsidRPr="0008167C">
        <w:t xml:space="preserve"> </w:t>
      </w:r>
      <w:r w:rsidRPr="0008167C">
        <w:t>создаваемых</w:t>
      </w:r>
      <w:r w:rsidR="0008167C" w:rsidRPr="0008167C">
        <w:t xml:space="preserve"> </w:t>
      </w:r>
      <w:r w:rsidRPr="0008167C">
        <w:t>водоемах</w:t>
      </w:r>
      <w:r w:rsidR="0008167C" w:rsidRPr="0008167C">
        <w:t xml:space="preserve"> </w:t>
      </w:r>
      <w:r w:rsidRPr="0008167C">
        <w:t>сразу</w:t>
      </w:r>
      <w:r w:rsidR="0008167C" w:rsidRPr="0008167C">
        <w:t xml:space="preserve"> </w:t>
      </w:r>
      <w:r w:rsidRPr="0008167C">
        <w:t>после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возникновения</w:t>
      </w:r>
      <w:r w:rsidR="0008167C" w:rsidRPr="0008167C">
        <w:t xml:space="preserve"> </w:t>
      </w:r>
      <w:r w:rsidRPr="0008167C">
        <w:t>начинают</w:t>
      </w:r>
      <w:r w:rsidR="0008167C" w:rsidRPr="0008167C">
        <w:t xml:space="preserve"> </w:t>
      </w:r>
      <w:r w:rsidRPr="0008167C">
        <w:t>проявляться</w:t>
      </w:r>
      <w:r w:rsidR="0008167C" w:rsidRPr="0008167C">
        <w:t xml:space="preserve"> </w:t>
      </w:r>
      <w:r w:rsidRPr="0008167C">
        <w:t>характерные</w:t>
      </w:r>
      <w:r w:rsidR="0008167C" w:rsidRPr="0008167C">
        <w:t xml:space="preserve"> </w:t>
      </w:r>
      <w:r w:rsidRPr="0008167C">
        <w:t>для</w:t>
      </w:r>
      <w:r w:rsidR="0008167C" w:rsidRPr="0008167C">
        <w:t xml:space="preserve"> </w:t>
      </w:r>
      <w:r w:rsidRPr="0008167C">
        <w:t>них</w:t>
      </w:r>
      <w:r w:rsidR="0008167C" w:rsidRPr="0008167C">
        <w:t xml:space="preserve"> </w:t>
      </w:r>
      <w:r w:rsidRPr="0008167C">
        <w:t>гидрологические</w:t>
      </w:r>
      <w:r w:rsidR="0008167C" w:rsidRPr="0008167C">
        <w:t xml:space="preserve"> </w:t>
      </w:r>
      <w:r w:rsidRPr="0008167C">
        <w:t>закономерности,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всегда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во</w:t>
      </w:r>
      <w:r w:rsidR="0008167C" w:rsidRPr="0008167C">
        <w:t xml:space="preserve"> </w:t>
      </w:r>
      <w:r w:rsidRPr="0008167C">
        <w:t>всем</w:t>
      </w:r>
      <w:r w:rsidR="0008167C" w:rsidRPr="0008167C">
        <w:t xml:space="preserve"> </w:t>
      </w:r>
      <w:r w:rsidRPr="0008167C">
        <w:t>соответствующие</w:t>
      </w:r>
      <w:r w:rsidR="0008167C" w:rsidRPr="0008167C">
        <w:t xml:space="preserve"> </w:t>
      </w:r>
      <w:r w:rsidRPr="0008167C">
        <w:t>развитию</w:t>
      </w:r>
      <w:r w:rsidR="0008167C" w:rsidRPr="0008167C">
        <w:t xml:space="preserve"> </w:t>
      </w:r>
      <w:r w:rsidRPr="0008167C">
        <w:t>этих</w:t>
      </w:r>
      <w:r w:rsidR="0008167C" w:rsidRPr="0008167C">
        <w:t xml:space="preserve"> </w:t>
      </w:r>
      <w:r w:rsidRPr="0008167C">
        <w:t>процессов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естественных</w:t>
      </w:r>
      <w:r w:rsidR="0008167C" w:rsidRPr="0008167C">
        <w:t xml:space="preserve"> </w:t>
      </w:r>
      <w:r w:rsidRPr="0008167C">
        <w:t>озерах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</w:pPr>
      <w:bookmarkStart w:id="52" w:name="_Toc8497761"/>
      <w:r w:rsidRPr="0008167C">
        <w:rPr>
          <w:b/>
        </w:rPr>
        <w:t>Условия</w:t>
      </w:r>
      <w:r w:rsidR="0008167C" w:rsidRPr="0008167C">
        <w:rPr>
          <w:b/>
        </w:rPr>
        <w:t xml:space="preserve"> </w:t>
      </w:r>
      <w:r w:rsidRPr="0008167C">
        <w:rPr>
          <w:b/>
        </w:rPr>
        <w:t>водообмена</w:t>
      </w:r>
      <w:r w:rsidR="0008167C" w:rsidRPr="0008167C">
        <w:rPr>
          <w:b/>
        </w:rPr>
        <w:t xml:space="preserve">. </w:t>
      </w:r>
      <w:r w:rsidRPr="0008167C">
        <w:t>Особенностью</w:t>
      </w:r>
      <w:r w:rsidR="0008167C" w:rsidRPr="0008167C">
        <w:t xml:space="preserve"> </w:t>
      </w:r>
      <w:r w:rsidRPr="0008167C">
        <w:t>водохранилищ</w:t>
      </w:r>
      <w:r w:rsidR="0008167C" w:rsidRPr="0008167C">
        <w:t xml:space="preserve"> </w:t>
      </w:r>
      <w:r w:rsidRPr="0008167C">
        <w:t>является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относительно</w:t>
      </w:r>
      <w:r w:rsidR="0008167C" w:rsidRPr="0008167C">
        <w:t xml:space="preserve"> </w:t>
      </w:r>
      <w:r w:rsidRPr="0008167C">
        <w:t>большая</w:t>
      </w:r>
      <w:r w:rsidR="0008167C" w:rsidRPr="0008167C">
        <w:t xml:space="preserve"> </w:t>
      </w:r>
      <w:r w:rsidRPr="0008167C">
        <w:t>проточность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сравнению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озерами</w:t>
      </w:r>
      <w:r w:rsidR="0008167C" w:rsidRPr="0008167C">
        <w:t xml:space="preserve"> </w:t>
      </w:r>
      <w:r w:rsidRPr="0008167C">
        <w:t>такой</w:t>
      </w:r>
      <w:r w:rsidR="0008167C" w:rsidRPr="0008167C">
        <w:t xml:space="preserve"> </w:t>
      </w:r>
      <w:r w:rsidRPr="0008167C">
        <w:t>же</w:t>
      </w:r>
      <w:r w:rsidR="0008167C" w:rsidRPr="0008167C">
        <w:t xml:space="preserve"> </w:t>
      </w:r>
      <w:r w:rsidRPr="0008167C">
        <w:t>площади</w:t>
      </w:r>
      <w:r w:rsidR="0008167C" w:rsidRPr="0008167C">
        <w:t xml:space="preserve">. </w:t>
      </w:r>
      <w:r w:rsidRPr="0008167C">
        <w:t>Вследствие</w:t>
      </w:r>
      <w:r w:rsidR="0008167C" w:rsidRPr="0008167C">
        <w:t xml:space="preserve"> </w:t>
      </w:r>
      <w:r w:rsidRPr="0008167C">
        <w:t>повышенной</w:t>
      </w:r>
      <w:r w:rsidR="0008167C" w:rsidRPr="0008167C">
        <w:t xml:space="preserve"> </w:t>
      </w:r>
      <w:r w:rsidRPr="0008167C">
        <w:t>проточности</w:t>
      </w:r>
      <w:r w:rsidR="0008167C" w:rsidRPr="0008167C">
        <w:t xml:space="preserve"> </w:t>
      </w:r>
      <w:r w:rsidRPr="0008167C">
        <w:t>наблюдаются</w:t>
      </w:r>
      <w:r w:rsidR="0008167C" w:rsidRPr="0008167C">
        <w:t xml:space="preserve"> </w:t>
      </w:r>
      <w:r w:rsidRPr="0008167C">
        <w:t>более</w:t>
      </w:r>
      <w:r w:rsidR="0008167C" w:rsidRPr="0008167C">
        <w:t xml:space="preserve"> </w:t>
      </w:r>
      <w:r w:rsidRPr="0008167C">
        <w:t>высокие</w:t>
      </w:r>
      <w:r w:rsidR="0008167C" w:rsidRPr="0008167C">
        <w:t xml:space="preserve"> </w:t>
      </w:r>
      <w:r w:rsidRPr="0008167C">
        <w:t>скорости</w:t>
      </w:r>
      <w:r w:rsidR="0008167C" w:rsidRPr="0008167C">
        <w:t xml:space="preserve"> </w:t>
      </w:r>
      <w:r w:rsidRPr="0008167C">
        <w:t>постоянных</w:t>
      </w:r>
      <w:r w:rsidR="0008167C" w:rsidRPr="0008167C">
        <w:t xml:space="preserve"> </w:t>
      </w:r>
      <w:r w:rsidRPr="0008167C">
        <w:t>течений</w:t>
      </w:r>
      <w:r w:rsidR="0008167C" w:rsidRPr="0008167C">
        <w:t xml:space="preserve">. </w:t>
      </w:r>
      <w:r w:rsidRPr="0008167C">
        <w:t>Даже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таком</w:t>
      </w:r>
      <w:r w:rsidR="0008167C" w:rsidRPr="0008167C">
        <w:t xml:space="preserve"> </w:t>
      </w:r>
      <w:r w:rsidRPr="0008167C">
        <w:t>крупнейшем</w:t>
      </w:r>
      <w:r w:rsidR="0008167C" w:rsidRPr="0008167C">
        <w:t xml:space="preserve"> </w:t>
      </w:r>
      <w:r w:rsidRPr="0008167C">
        <w:t>водохранилище,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Рыбинское,</w:t>
      </w:r>
      <w:r w:rsidR="0008167C" w:rsidRPr="0008167C">
        <w:t xml:space="preserve"> </w:t>
      </w:r>
      <w:r w:rsidRPr="0008167C">
        <w:t>замена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пределах</w:t>
      </w:r>
      <w:r w:rsidR="0008167C" w:rsidRPr="0008167C">
        <w:t xml:space="preserve"> </w:t>
      </w:r>
      <w:r w:rsidRPr="0008167C">
        <w:t>сливной</w:t>
      </w:r>
      <w:r w:rsidR="0008167C" w:rsidRPr="0008167C">
        <w:t xml:space="preserve"> </w:t>
      </w:r>
      <w:r w:rsidRPr="0008167C">
        <w:t>призмы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среднем</w:t>
      </w:r>
      <w:r w:rsidR="0008167C" w:rsidRPr="0008167C">
        <w:t xml:space="preserve"> </w:t>
      </w:r>
      <w:r w:rsidRPr="0008167C">
        <w:t>осуществляется</w:t>
      </w:r>
      <w:r w:rsidR="0008167C" w:rsidRPr="0008167C">
        <w:t xml:space="preserve"> </w:t>
      </w:r>
      <w:r w:rsidRPr="0008167C">
        <w:t>примерно</w:t>
      </w:r>
      <w:r w:rsidR="0008167C" w:rsidRPr="0008167C">
        <w:t xml:space="preserve"> </w:t>
      </w:r>
      <w:r w:rsidRPr="0008167C">
        <w:t>дважды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течение</w:t>
      </w:r>
      <w:r w:rsidR="0008167C" w:rsidRPr="0008167C">
        <w:t xml:space="preserve"> </w:t>
      </w:r>
      <w:r w:rsidRPr="0008167C">
        <w:t>весны</w:t>
      </w:r>
      <w:r w:rsidR="0008167C" w:rsidRPr="0008167C">
        <w:t xml:space="preserve">. </w:t>
      </w:r>
      <w:r w:rsidRPr="0008167C">
        <w:t>Полная</w:t>
      </w:r>
      <w:r w:rsidR="0008167C" w:rsidRPr="0008167C">
        <w:t xml:space="preserve"> </w:t>
      </w:r>
      <w:r w:rsidRPr="0008167C">
        <w:t>смена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пределах</w:t>
      </w:r>
      <w:r w:rsidR="0008167C" w:rsidRPr="0008167C">
        <w:t xml:space="preserve"> </w:t>
      </w:r>
      <w:r w:rsidRPr="0008167C">
        <w:t>этого</w:t>
      </w:r>
      <w:r w:rsidR="0008167C" w:rsidRPr="0008167C">
        <w:t xml:space="preserve"> </w:t>
      </w:r>
      <w:r w:rsidRPr="0008167C">
        <w:t>водохранилища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среднем</w:t>
      </w:r>
      <w:r w:rsidR="0008167C" w:rsidRPr="0008167C">
        <w:t xml:space="preserve"> </w:t>
      </w:r>
      <w:r w:rsidRPr="0008167C">
        <w:t>осуществляется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течение</w:t>
      </w:r>
      <w:r w:rsidR="0008167C" w:rsidRPr="0008167C">
        <w:t xml:space="preserve"> </w:t>
      </w:r>
      <w:r w:rsidRPr="0008167C">
        <w:t>годичного</w:t>
      </w:r>
      <w:r w:rsidR="0008167C" w:rsidRPr="0008167C">
        <w:t xml:space="preserve"> </w:t>
      </w:r>
      <w:r w:rsidRPr="0008167C">
        <w:t>периода</w:t>
      </w:r>
      <w:r w:rsidR="0008167C" w:rsidRPr="0008167C">
        <w:t>.</w:t>
      </w:r>
      <w:bookmarkEnd w:id="52"/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Сравнительно</w:t>
      </w:r>
      <w:r w:rsidR="0008167C" w:rsidRPr="0008167C">
        <w:t xml:space="preserve"> </w:t>
      </w:r>
      <w:r w:rsidRPr="0008167C">
        <w:t>быстрая</w:t>
      </w:r>
      <w:r w:rsidR="0008167C" w:rsidRPr="0008167C">
        <w:t xml:space="preserve"> </w:t>
      </w:r>
      <w:r w:rsidRPr="0008167C">
        <w:t>смена</w:t>
      </w:r>
      <w:r w:rsidR="0008167C" w:rsidRPr="0008167C">
        <w:t xml:space="preserve"> </w:t>
      </w:r>
      <w:r w:rsidRPr="0008167C">
        <w:t>водных</w:t>
      </w:r>
      <w:r w:rsidR="0008167C" w:rsidRPr="0008167C">
        <w:t xml:space="preserve"> </w:t>
      </w:r>
      <w:r w:rsidRPr="0008167C">
        <w:t>масс</w:t>
      </w:r>
      <w:r w:rsidR="0008167C" w:rsidRPr="0008167C">
        <w:t xml:space="preserve"> </w:t>
      </w:r>
      <w:r w:rsidRPr="0008167C">
        <w:t>обеспечивает</w:t>
      </w:r>
      <w:r w:rsidR="0008167C" w:rsidRPr="0008167C">
        <w:t xml:space="preserve"> </w:t>
      </w:r>
      <w:r w:rsidRPr="0008167C">
        <w:t>большее</w:t>
      </w:r>
      <w:r w:rsidR="0008167C" w:rsidRPr="0008167C">
        <w:t xml:space="preserve"> </w:t>
      </w:r>
      <w:r w:rsidRPr="0008167C">
        <w:t>выравнивание</w:t>
      </w:r>
      <w:r w:rsidR="0008167C" w:rsidRPr="0008167C">
        <w:t xml:space="preserve"> </w:t>
      </w:r>
      <w:r w:rsidRPr="0008167C">
        <w:t>температуры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водохранилищах,</w:t>
      </w:r>
      <w:r w:rsidR="0008167C" w:rsidRPr="0008167C">
        <w:t xml:space="preserve"> </w:t>
      </w:r>
      <w:r w:rsidRPr="0008167C">
        <w:t>чем</w:t>
      </w:r>
      <w:r w:rsidR="0008167C" w:rsidRPr="0008167C">
        <w:t xml:space="preserve"> </w:t>
      </w:r>
      <w:r w:rsidRPr="0008167C">
        <w:t>обычно</w:t>
      </w:r>
      <w:r w:rsidR="0008167C" w:rsidRPr="0008167C">
        <w:t xml:space="preserve"> </w:t>
      </w:r>
      <w:r w:rsidRPr="0008167C">
        <w:t>наблюдается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озерах,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это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свою</w:t>
      </w:r>
      <w:r w:rsidR="0008167C" w:rsidRPr="0008167C">
        <w:t xml:space="preserve"> </w:t>
      </w:r>
      <w:r w:rsidRPr="0008167C">
        <w:t>очередь</w:t>
      </w:r>
      <w:r w:rsidR="0008167C" w:rsidRPr="0008167C">
        <w:t xml:space="preserve"> </w:t>
      </w:r>
      <w:r w:rsidRPr="0008167C">
        <w:t>приводит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меньшему</w:t>
      </w:r>
      <w:r w:rsidR="0008167C" w:rsidRPr="0008167C">
        <w:t xml:space="preserve"> </w:t>
      </w:r>
      <w:r w:rsidRPr="0008167C">
        <w:t>нагреву</w:t>
      </w:r>
      <w:r w:rsidR="0008167C" w:rsidRPr="0008167C">
        <w:t xml:space="preserve"> </w:t>
      </w:r>
      <w:r w:rsidRPr="0008167C">
        <w:t>поверхностных</w:t>
      </w:r>
      <w:r w:rsidR="0008167C" w:rsidRPr="0008167C">
        <w:t xml:space="preserve"> </w:t>
      </w:r>
      <w:r w:rsidRPr="0008167C">
        <w:t>слоев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сравнению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теми</w:t>
      </w:r>
      <w:r w:rsidR="0008167C" w:rsidRPr="0008167C">
        <w:t xml:space="preserve"> </w:t>
      </w:r>
      <w:r w:rsidRPr="0008167C">
        <w:t>условиями,</w:t>
      </w:r>
      <w:r w:rsidR="0008167C" w:rsidRPr="0008167C">
        <w:t xml:space="preserve"> </w:t>
      </w:r>
      <w:r w:rsidRPr="0008167C">
        <w:t>которые</w:t>
      </w:r>
      <w:r w:rsidR="0008167C" w:rsidRPr="0008167C">
        <w:t xml:space="preserve"> </w:t>
      </w:r>
      <w:r w:rsidRPr="0008167C">
        <w:t>имели</w:t>
      </w:r>
      <w:r w:rsidR="0008167C" w:rsidRPr="0008167C">
        <w:t xml:space="preserve"> </w:t>
      </w:r>
      <w:r w:rsidRPr="0008167C">
        <w:t>бы</w:t>
      </w:r>
      <w:r w:rsidR="0008167C" w:rsidRPr="0008167C">
        <w:t xml:space="preserve"> </w:t>
      </w:r>
      <w:r w:rsidRPr="0008167C">
        <w:t>место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озерах</w:t>
      </w:r>
      <w:r w:rsidR="0008167C" w:rsidRPr="0008167C">
        <w:t xml:space="preserve"> </w:t>
      </w:r>
      <w:r w:rsidRPr="0008167C">
        <w:t>той</w:t>
      </w:r>
      <w:r w:rsidR="0008167C" w:rsidRPr="0008167C">
        <w:t xml:space="preserve"> </w:t>
      </w:r>
      <w:r w:rsidRPr="0008167C">
        <w:t>же</w:t>
      </w:r>
      <w:r w:rsidR="0008167C" w:rsidRPr="0008167C">
        <w:t xml:space="preserve"> </w:t>
      </w:r>
      <w:r w:rsidRPr="0008167C">
        <w:t>площади,</w:t>
      </w:r>
      <w:r w:rsidR="0008167C" w:rsidRPr="0008167C">
        <w:t xml:space="preserve"> </w:t>
      </w:r>
      <w:r w:rsidRPr="0008167C">
        <w:t>расположенных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однородных</w:t>
      </w:r>
      <w:r w:rsidR="0008167C" w:rsidRPr="0008167C">
        <w:t xml:space="preserve"> </w:t>
      </w:r>
      <w:r w:rsidRPr="0008167C">
        <w:t>климатических</w:t>
      </w:r>
      <w:r w:rsidR="0008167C" w:rsidRPr="0008167C">
        <w:t xml:space="preserve"> </w:t>
      </w:r>
      <w:r w:rsidRPr="0008167C">
        <w:t>условиях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rPr>
          <w:b/>
        </w:rPr>
        <w:t>Формирование</w:t>
      </w:r>
      <w:r w:rsidR="0008167C" w:rsidRPr="0008167C">
        <w:rPr>
          <w:b/>
        </w:rPr>
        <w:t xml:space="preserve"> </w:t>
      </w:r>
      <w:r w:rsidRPr="0008167C">
        <w:rPr>
          <w:b/>
        </w:rPr>
        <w:t>берегов</w:t>
      </w:r>
      <w:r w:rsidR="0008167C" w:rsidRPr="0008167C">
        <w:rPr>
          <w:b/>
        </w:rPr>
        <w:t xml:space="preserve">. </w:t>
      </w:r>
      <w:r w:rsidRPr="0008167C">
        <w:t>С</w:t>
      </w:r>
      <w:r w:rsidR="0008167C" w:rsidRPr="0008167C">
        <w:t xml:space="preserve"> </w:t>
      </w:r>
      <w:r w:rsidRPr="0008167C">
        <w:t>созданием</w:t>
      </w:r>
      <w:r w:rsidR="0008167C" w:rsidRPr="0008167C">
        <w:t xml:space="preserve"> </w:t>
      </w:r>
      <w:r w:rsidRPr="0008167C">
        <w:t>водохранилищ</w:t>
      </w:r>
      <w:r w:rsidR="0008167C" w:rsidRPr="0008167C">
        <w:t xml:space="preserve"> </w:t>
      </w:r>
      <w:r w:rsidRPr="0008167C">
        <w:t>коренному</w:t>
      </w:r>
      <w:r w:rsidR="0008167C" w:rsidRPr="0008167C">
        <w:t xml:space="preserve"> </w:t>
      </w:r>
      <w:r w:rsidRPr="0008167C">
        <w:t>переформированию</w:t>
      </w:r>
      <w:r w:rsidR="0008167C" w:rsidRPr="0008167C">
        <w:t xml:space="preserve"> </w:t>
      </w:r>
      <w:r w:rsidRPr="0008167C">
        <w:t>подвергаются</w:t>
      </w:r>
      <w:r w:rsidR="0008167C" w:rsidRPr="0008167C">
        <w:t xml:space="preserve"> </w:t>
      </w:r>
      <w:r w:rsidRPr="0008167C">
        <w:t>затапливаемые</w:t>
      </w:r>
      <w:r w:rsidR="0008167C" w:rsidRPr="0008167C">
        <w:t xml:space="preserve"> </w:t>
      </w:r>
      <w:r w:rsidRPr="0008167C">
        <w:t>речные</w:t>
      </w:r>
      <w:r w:rsidR="0008167C" w:rsidRPr="0008167C">
        <w:t xml:space="preserve"> </w:t>
      </w:r>
      <w:r w:rsidRPr="0008167C">
        <w:t>долины,</w:t>
      </w:r>
      <w:r w:rsidR="0008167C" w:rsidRPr="0008167C">
        <w:t xml:space="preserve"> </w:t>
      </w:r>
      <w:r w:rsidRPr="0008167C">
        <w:t>особенно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береговой</w:t>
      </w:r>
      <w:r w:rsidR="0008167C" w:rsidRPr="0008167C">
        <w:t xml:space="preserve"> </w:t>
      </w:r>
      <w:r w:rsidRPr="0008167C">
        <w:t>зоне</w:t>
      </w:r>
      <w:r w:rsidR="0008167C" w:rsidRPr="0008167C">
        <w:t xml:space="preserve"> </w:t>
      </w:r>
      <w:r w:rsidRPr="0008167C">
        <w:t>водохранилища</w:t>
      </w:r>
      <w:r w:rsidR="0008167C" w:rsidRPr="0008167C">
        <w:t xml:space="preserve">. </w:t>
      </w:r>
      <w:r w:rsidRPr="0008167C">
        <w:t>Процессы,</w:t>
      </w:r>
      <w:r w:rsidR="0008167C" w:rsidRPr="0008167C">
        <w:t xml:space="preserve"> </w:t>
      </w:r>
      <w:r w:rsidRPr="0008167C">
        <w:t>происходящие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формировании</w:t>
      </w:r>
      <w:r w:rsidR="0008167C" w:rsidRPr="0008167C">
        <w:t xml:space="preserve"> </w:t>
      </w:r>
      <w:r w:rsidRPr="0008167C">
        <w:t>берегов</w:t>
      </w:r>
      <w:r w:rsidR="0008167C" w:rsidRPr="0008167C">
        <w:t xml:space="preserve"> </w:t>
      </w:r>
      <w:r w:rsidRPr="0008167C">
        <w:t>водохранилищ,</w:t>
      </w:r>
      <w:r w:rsidR="0008167C" w:rsidRPr="0008167C">
        <w:t xml:space="preserve"> </w:t>
      </w:r>
      <w:r w:rsidRPr="0008167C">
        <w:t>весьма</w:t>
      </w:r>
      <w:r w:rsidR="0008167C" w:rsidRPr="0008167C">
        <w:t xml:space="preserve"> </w:t>
      </w:r>
      <w:r w:rsidRPr="0008167C">
        <w:t>существенно</w:t>
      </w:r>
      <w:r w:rsidR="0008167C" w:rsidRPr="0008167C">
        <w:t xml:space="preserve"> </w:t>
      </w:r>
      <w:r w:rsidRPr="0008167C">
        <w:t>отличаются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тех,</w:t>
      </w:r>
      <w:r w:rsidR="0008167C" w:rsidRPr="0008167C">
        <w:t xml:space="preserve"> </w:t>
      </w:r>
      <w:r w:rsidRPr="0008167C">
        <w:t>которые</w:t>
      </w:r>
      <w:r w:rsidR="0008167C" w:rsidRPr="0008167C">
        <w:t xml:space="preserve"> </w:t>
      </w:r>
      <w:r w:rsidRPr="0008167C">
        <w:t>наблюдаются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береговой</w:t>
      </w:r>
      <w:r w:rsidR="0008167C" w:rsidRPr="0008167C">
        <w:t xml:space="preserve"> </w:t>
      </w:r>
      <w:r w:rsidRPr="0008167C">
        <w:t>зоне</w:t>
      </w:r>
      <w:r w:rsidR="0008167C" w:rsidRPr="0008167C">
        <w:t xml:space="preserve"> </w:t>
      </w:r>
      <w:r w:rsidRPr="0008167C">
        <w:t>озер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Береговая</w:t>
      </w:r>
      <w:r w:rsidR="0008167C" w:rsidRPr="0008167C">
        <w:t xml:space="preserve"> </w:t>
      </w:r>
      <w:r w:rsidRPr="0008167C">
        <w:t>область</w:t>
      </w:r>
      <w:r w:rsidR="0008167C" w:rsidRPr="0008167C">
        <w:t xml:space="preserve"> </w:t>
      </w:r>
      <w:r w:rsidRPr="0008167C">
        <w:t>озер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течение</w:t>
      </w:r>
      <w:r w:rsidR="0008167C" w:rsidRPr="0008167C">
        <w:t xml:space="preserve"> </w:t>
      </w:r>
      <w:r w:rsidRPr="0008167C">
        <w:t>многолетнего</w:t>
      </w:r>
      <w:r w:rsidR="0008167C" w:rsidRPr="0008167C">
        <w:t xml:space="preserve"> </w:t>
      </w:r>
      <w:r w:rsidRPr="0008167C">
        <w:t>периода</w:t>
      </w:r>
      <w:r w:rsidR="0008167C" w:rsidRPr="0008167C">
        <w:t xml:space="preserve"> </w:t>
      </w:r>
      <w:r w:rsidRPr="0008167C">
        <w:t>существования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условиях</w:t>
      </w:r>
      <w:r w:rsidR="0008167C" w:rsidRPr="0008167C">
        <w:t xml:space="preserve"> </w:t>
      </w:r>
      <w:r w:rsidRPr="0008167C">
        <w:t>достаточно</w:t>
      </w:r>
      <w:r w:rsidR="0008167C" w:rsidRPr="0008167C">
        <w:t xml:space="preserve"> </w:t>
      </w:r>
      <w:r w:rsidRPr="0008167C">
        <w:t>размываемых</w:t>
      </w:r>
      <w:r w:rsidR="0008167C" w:rsidRPr="0008167C">
        <w:t xml:space="preserve"> </w:t>
      </w:r>
      <w:r w:rsidRPr="0008167C">
        <w:t>грунтов</w:t>
      </w:r>
      <w:r w:rsidR="0008167C" w:rsidRPr="0008167C">
        <w:t xml:space="preserve"> </w:t>
      </w:r>
      <w:r w:rsidRPr="0008167C">
        <w:t>приобретает</w:t>
      </w:r>
      <w:r w:rsidR="0008167C" w:rsidRPr="0008167C">
        <w:t xml:space="preserve"> </w:t>
      </w:r>
      <w:r w:rsidRPr="0008167C">
        <w:t>пологие</w:t>
      </w:r>
      <w:r w:rsidR="0008167C" w:rsidRPr="0008167C">
        <w:t xml:space="preserve"> </w:t>
      </w:r>
      <w:r w:rsidRPr="0008167C">
        <w:t>очертания</w:t>
      </w:r>
      <w:r w:rsidR="0008167C" w:rsidRPr="0008167C">
        <w:t xml:space="preserve">. </w:t>
      </w:r>
      <w:r w:rsidRPr="0008167C">
        <w:t>Ветровые</w:t>
      </w:r>
      <w:r w:rsidR="0008167C" w:rsidRPr="0008167C">
        <w:t xml:space="preserve"> </w:t>
      </w:r>
      <w:r w:rsidRPr="0008167C">
        <w:t>волны,</w:t>
      </w:r>
      <w:r w:rsidR="0008167C" w:rsidRPr="0008167C">
        <w:t xml:space="preserve"> </w:t>
      </w:r>
      <w:r w:rsidRPr="0008167C">
        <w:t>воздействуя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берега</w:t>
      </w:r>
      <w:r w:rsidR="0008167C" w:rsidRPr="0008167C">
        <w:t xml:space="preserve"> </w:t>
      </w:r>
      <w:r w:rsidRPr="0008167C">
        <w:t>озер,</w:t>
      </w:r>
      <w:r w:rsidR="0008167C" w:rsidRPr="0008167C">
        <w:t xml:space="preserve"> </w:t>
      </w:r>
      <w:r w:rsidRPr="0008167C">
        <w:t>выносят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глубь</w:t>
      </w:r>
      <w:r w:rsidR="0008167C" w:rsidRPr="0008167C">
        <w:t xml:space="preserve"> </w:t>
      </w:r>
      <w:r w:rsidRPr="0008167C">
        <w:t>озера</w:t>
      </w:r>
      <w:r w:rsidR="0008167C" w:rsidRPr="0008167C">
        <w:t xml:space="preserve"> </w:t>
      </w:r>
      <w:r w:rsidRPr="0008167C">
        <w:t>более</w:t>
      </w:r>
      <w:r w:rsidR="0008167C" w:rsidRPr="0008167C">
        <w:t xml:space="preserve"> </w:t>
      </w:r>
      <w:r w:rsidRPr="0008167C">
        <w:t>мелкие</w:t>
      </w:r>
      <w:r w:rsidR="0008167C" w:rsidRPr="0008167C">
        <w:t xml:space="preserve"> </w:t>
      </w:r>
      <w:r w:rsidRPr="0008167C">
        <w:t>частицы</w:t>
      </w:r>
      <w:r w:rsidR="0008167C" w:rsidRPr="0008167C">
        <w:t xml:space="preserve"> </w:t>
      </w:r>
      <w:r w:rsidRPr="0008167C">
        <w:t>грунта,</w:t>
      </w:r>
      <w:r w:rsidR="0008167C" w:rsidRPr="0008167C">
        <w:t xml:space="preserve"> </w:t>
      </w:r>
      <w:r w:rsidRPr="0008167C">
        <w:t>делают</w:t>
      </w:r>
      <w:r w:rsidR="0008167C" w:rsidRPr="0008167C">
        <w:t xml:space="preserve"> </w:t>
      </w:r>
      <w:r w:rsidRPr="0008167C">
        <w:t>откос</w:t>
      </w:r>
      <w:r w:rsidR="0008167C" w:rsidRPr="0008167C">
        <w:t xml:space="preserve"> </w:t>
      </w:r>
      <w:r w:rsidRPr="0008167C">
        <w:t>более</w:t>
      </w:r>
      <w:r w:rsidR="0008167C" w:rsidRPr="0008167C">
        <w:t xml:space="preserve"> </w:t>
      </w:r>
      <w:r w:rsidRPr="0008167C">
        <w:t>пологим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создают</w:t>
      </w:r>
      <w:r w:rsidR="0008167C" w:rsidRPr="0008167C">
        <w:t xml:space="preserve"> </w:t>
      </w:r>
      <w:r w:rsidRPr="0008167C">
        <w:t>отмостку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крупных</w:t>
      </w:r>
      <w:r w:rsidR="0008167C" w:rsidRPr="0008167C">
        <w:t xml:space="preserve"> </w:t>
      </w:r>
      <w:r w:rsidRPr="0008167C">
        <w:t>фракций</w:t>
      </w:r>
      <w:r w:rsidR="0008167C" w:rsidRPr="0008167C">
        <w:t xml:space="preserve"> </w:t>
      </w:r>
      <w:r w:rsidRPr="0008167C">
        <w:t>грунта</w:t>
      </w:r>
      <w:r w:rsidR="0008167C" w:rsidRPr="0008167C">
        <w:t xml:space="preserve">; </w:t>
      </w:r>
      <w:r w:rsidRPr="0008167C">
        <w:t>эти</w:t>
      </w:r>
      <w:r w:rsidR="0008167C" w:rsidRPr="0008167C">
        <w:t xml:space="preserve"> </w:t>
      </w:r>
      <w:r w:rsidRPr="0008167C">
        <w:t>частицы</w:t>
      </w:r>
      <w:r w:rsidR="0008167C" w:rsidRPr="0008167C">
        <w:t xml:space="preserve"> </w:t>
      </w:r>
      <w:r w:rsidRPr="0008167C">
        <w:t>грунта</w:t>
      </w:r>
      <w:r w:rsidR="0008167C" w:rsidRPr="0008167C">
        <w:t xml:space="preserve"> </w:t>
      </w:r>
      <w:r w:rsidRPr="0008167C">
        <w:t>создают</w:t>
      </w:r>
      <w:r w:rsidR="0008167C" w:rsidRPr="0008167C">
        <w:t xml:space="preserve"> </w:t>
      </w:r>
      <w:r w:rsidRPr="0008167C">
        <w:t>защитный</w:t>
      </w:r>
      <w:r w:rsidR="0008167C" w:rsidRPr="0008167C">
        <w:t xml:space="preserve"> </w:t>
      </w:r>
      <w:r w:rsidRPr="0008167C">
        <w:t>слой,</w:t>
      </w:r>
      <w:r w:rsidR="0008167C" w:rsidRPr="0008167C">
        <w:t xml:space="preserve"> </w:t>
      </w:r>
      <w:r w:rsidRPr="0008167C">
        <w:t>предохраняющий</w:t>
      </w:r>
      <w:r w:rsidR="0008167C" w:rsidRPr="0008167C">
        <w:t xml:space="preserve"> </w:t>
      </w:r>
      <w:r w:rsidRPr="0008167C">
        <w:t>берег</w:t>
      </w:r>
      <w:r w:rsidR="0008167C" w:rsidRPr="0008167C">
        <w:t xml:space="preserve"> </w:t>
      </w:r>
      <w:r w:rsidRPr="0008167C">
        <w:t>озера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дальнейших</w:t>
      </w:r>
      <w:r w:rsidR="0008167C" w:rsidRPr="0008167C">
        <w:t xml:space="preserve"> </w:t>
      </w:r>
      <w:r w:rsidRPr="0008167C">
        <w:t>разрушений</w:t>
      </w:r>
      <w:r w:rsidR="0008167C" w:rsidRPr="0008167C">
        <w:t xml:space="preserve">. </w:t>
      </w:r>
      <w:r w:rsidRPr="0008167C">
        <w:t>Указанный</w:t>
      </w:r>
      <w:r w:rsidR="0008167C" w:rsidRPr="0008167C">
        <w:t xml:space="preserve"> </w:t>
      </w:r>
      <w:r w:rsidRPr="0008167C">
        <w:t>процесс,</w:t>
      </w:r>
      <w:r w:rsidR="0008167C" w:rsidRPr="0008167C">
        <w:t xml:space="preserve"> </w:t>
      </w:r>
      <w:r w:rsidRPr="0008167C">
        <w:t>продолжаясь</w:t>
      </w:r>
      <w:r w:rsidR="0008167C" w:rsidRPr="0008167C">
        <w:t xml:space="preserve"> </w:t>
      </w:r>
      <w:r w:rsidRPr="0008167C">
        <w:t>весьма</w:t>
      </w:r>
      <w:r w:rsidR="0008167C" w:rsidRPr="0008167C">
        <w:t xml:space="preserve"> </w:t>
      </w:r>
      <w:r w:rsidRPr="0008167C">
        <w:t>длительный</w:t>
      </w:r>
      <w:r w:rsidR="0008167C" w:rsidRPr="0008167C">
        <w:t xml:space="preserve"> </w:t>
      </w:r>
      <w:r w:rsidRPr="0008167C">
        <w:t>период,</w:t>
      </w:r>
      <w:r w:rsidR="0008167C" w:rsidRPr="0008167C">
        <w:t xml:space="preserve"> </w:t>
      </w:r>
      <w:r w:rsidRPr="0008167C">
        <w:t>приводит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созданию</w:t>
      </w:r>
      <w:r w:rsidR="0008167C" w:rsidRPr="0008167C">
        <w:t xml:space="preserve"> </w:t>
      </w:r>
      <w:r w:rsidRPr="0008167C">
        <w:t>береговой</w:t>
      </w:r>
      <w:r w:rsidR="0008167C" w:rsidRPr="0008167C">
        <w:t xml:space="preserve"> </w:t>
      </w:r>
      <w:r w:rsidRPr="0008167C">
        <w:t>зоны,</w:t>
      </w:r>
      <w:r w:rsidR="0008167C" w:rsidRPr="0008167C">
        <w:t xml:space="preserve"> </w:t>
      </w:r>
      <w:r w:rsidRPr="0008167C">
        <w:t>являющейся</w:t>
      </w:r>
      <w:r w:rsidR="0008167C" w:rsidRPr="0008167C">
        <w:t xml:space="preserve"> </w:t>
      </w:r>
      <w:r w:rsidRPr="0008167C">
        <w:t>относительно</w:t>
      </w:r>
      <w:r w:rsidR="0008167C" w:rsidRPr="0008167C">
        <w:t xml:space="preserve"> </w:t>
      </w:r>
      <w:r w:rsidRPr="0008167C">
        <w:t>устойчивой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данных</w:t>
      </w:r>
      <w:r w:rsidR="0008167C" w:rsidRPr="0008167C">
        <w:t xml:space="preserve"> </w:t>
      </w:r>
      <w:r w:rsidRPr="0008167C">
        <w:t>условиях</w:t>
      </w:r>
      <w:r w:rsidR="0008167C" w:rsidRPr="0008167C">
        <w:t xml:space="preserve"> </w:t>
      </w:r>
      <w:r w:rsidRPr="0008167C">
        <w:t>ветрового</w:t>
      </w:r>
      <w:r w:rsidR="0008167C" w:rsidRPr="0008167C">
        <w:t xml:space="preserve"> </w:t>
      </w:r>
      <w:r w:rsidRPr="0008167C">
        <w:t>волнения,</w:t>
      </w:r>
      <w:r w:rsidR="0008167C" w:rsidRPr="0008167C">
        <w:t xml:space="preserve"> </w:t>
      </w:r>
      <w:r w:rsidRPr="0008167C">
        <w:t>уклона</w:t>
      </w:r>
      <w:r w:rsidR="0008167C" w:rsidRPr="0008167C">
        <w:t xml:space="preserve"> </w:t>
      </w:r>
      <w:r w:rsidRPr="0008167C">
        <w:t>склонов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размеров</w:t>
      </w:r>
      <w:r w:rsidR="0008167C" w:rsidRPr="0008167C">
        <w:t xml:space="preserve"> </w:t>
      </w:r>
      <w:r w:rsidRPr="0008167C">
        <w:t>частиц</w:t>
      </w:r>
      <w:r w:rsidR="0008167C" w:rsidRPr="0008167C">
        <w:t xml:space="preserve"> </w:t>
      </w:r>
      <w:r w:rsidRPr="0008167C">
        <w:t>верхнего</w:t>
      </w:r>
      <w:r w:rsidR="0008167C" w:rsidRPr="0008167C">
        <w:t xml:space="preserve"> </w:t>
      </w:r>
      <w:r w:rsidRPr="0008167C">
        <w:t>слоя</w:t>
      </w:r>
      <w:r w:rsidR="0008167C" w:rsidRPr="0008167C">
        <w:t xml:space="preserve"> </w:t>
      </w:r>
      <w:r w:rsidRPr="0008167C">
        <w:t>грунта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Таким</w:t>
      </w:r>
      <w:r w:rsidR="0008167C" w:rsidRPr="0008167C">
        <w:t xml:space="preserve"> </w:t>
      </w:r>
      <w:r w:rsidRPr="0008167C">
        <w:t>образом,</w:t>
      </w:r>
      <w:r w:rsidR="0008167C" w:rsidRPr="0008167C">
        <w:t xml:space="preserve"> </w:t>
      </w:r>
      <w:r w:rsidRPr="0008167C">
        <w:t>естественные</w:t>
      </w:r>
      <w:r w:rsidR="0008167C" w:rsidRPr="0008167C">
        <w:t xml:space="preserve"> </w:t>
      </w:r>
      <w:r w:rsidRPr="0008167C">
        <w:t>озера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условиях</w:t>
      </w:r>
      <w:r w:rsidR="0008167C" w:rsidRPr="0008167C">
        <w:t xml:space="preserve"> </w:t>
      </w:r>
      <w:r w:rsidRPr="0008167C">
        <w:t>равнинного</w:t>
      </w:r>
      <w:r w:rsidR="0008167C" w:rsidRPr="0008167C">
        <w:t xml:space="preserve"> </w:t>
      </w:r>
      <w:r w:rsidRPr="0008167C">
        <w:t>рельефа</w:t>
      </w:r>
      <w:r w:rsidR="0008167C" w:rsidRPr="0008167C">
        <w:t xml:space="preserve"> </w:t>
      </w:r>
      <w:r w:rsidRPr="0008167C">
        <w:t>имеют</w:t>
      </w:r>
      <w:r w:rsidR="0008167C" w:rsidRPr="0008167C">
        <w:t xml:space="preserve"> </w:t>
      </w:r>
      <w:r w:rsidRPr="0008167C">
        <w:t>такие</w:t>
      </w:r>
      <w:r w:rsidR="0008167C" w:rsidRPr="0008167C">
        <w:t xml:space="preserve"> </w:t>
      </w:r>
      <w:r w:rsidRPr="0008167C">
        <w:t>берега,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которых</w:t>
      </w:r>
      <w:r w:rsidR="0008167C" w:rsidRPr="0008167C">
        <w:t xml:space="preserve"> </w:t>
      </w:r>
      <w:r w:rsidRPr="0008167C">
        <w:t>уже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происходят</w:t>
      </w:r>
      <w:r w:rsidR="0008167C" w:rsidRPr="0008167C">
        <w:t xml:space="preserve"> </w:t>
      </w:r>
      <w:r w:rsidRPr="0008167C">
        <w:t>интенсивные</w:t>
      </w:r>
      <w:r w:rsidR="0008167C" w:rsidRPr="0008167C">
        <w:t xml:space="preserve"> </w:t>
      </w:r>
      <w:r w:rsidRPr="0008167C">
        <w:t>процессы</w:t>
      </w:r>
      <w:r w:rsidR="0008167C" w:rsidRPr="0008167C">
        <w:t xml:space="preserve"> </w:t>
      </w:r>
      <w:r w:rsidRPr="0008167C">
        <w:t>размыва</w:t>
      </w:r>
      <w:r w:rsidR="0008167C" w:rsidRPr="0008167C">
        <w:t xml:space="preserve">. </w:t>
      </w:r>
      <w:r w:rsidRPr="0008167C">
        <w:t>Имеющиеся</w:t>
      </w:r>
      <w:r w:rsidR="0008167C" w:rsidRPr="0008167C">
        <w:t xml:space="preserve"> </w:t>
      </w:r>
      <w:r w:rsidRPr="0008167C">
        <w:t>движения</w:t>
      </w:r>
      <w:r w:rsidR="0008167C" w:rsidRPr="0008167C">
        <w:t xml:space="preserve"> </w:t>
      </w:r>
      <w:r w:rsidRPr="0008167C">
        <w:t>твердых</w:t>
      </w:r>
      <w:r w:rsidR="0008167C" w:rsidRPr="0008167C">
        <w:t xml:space="preserve"> </w:t>
      </w:r>
      <w:r w:rsidRPr="0008167C">
        <w:t>частиц,</w:t>
      </w:r>
      <w:r w:rsidR="0008167C" w:rsidRPr="0008167C">
        <w:t xml:space="preserve"> </w:t>
      </w:r>
      <w:r w:rsidRPr="0008167C">
        <w:t>образующих</w:t>
      </w:r>
      <w:r w:rsidR="0008167C" w:rsidRPr="0008167C">
        <w:t xml:space="preserve"> </w:t>
      </w:r>
      <w:r w:rsidRPr="0008167C">
        <w:t>берег,</w:t>
      </w:r>
      <w:r w:rsidR="0008167C" w:rsidRPr="0008167C">
        <w:t xml:space="preserve"> </w:t>
      </w:r>
      <w:r w:rsidRPr="0008167C">
        <w:t>обычно</w:t>
      </w:r>
      <w:r w:rsidR="0008167C" w:rsidRPr="0008167C">
        <w:t xml:space="preserve"> </w:t>
      </w:r>
      <w:r w:rsidRPr="0008167C">
        <w:t>приводят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перемещению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береговой</w:t>
      </w:r>
      <w:r w:rsidR="0008167C" w:rsidRPr="0008167C">
        <w:t xml:space="preserve"> </w:t>
      </w:r>
      <w:r w:rsidRPr="0008167C">
        <w:t>зоне</w:t>
      </w:r>
      <w:r w:rsidR="0008167C" w:rsidRPr="0008167C">
        <w:t xml:space="preserve"> </w:t>
      </w:r>
      <w:r w:rsidRPr="0008167C">
        <w:t>без</w:t>
      </w:r>
      <w:r w:rsidR="0008167C" w:rsidRPr="0008167C">
        <w:t xml:space="preserve"> </w:t>
      </w:r>
      <w:r w:rsidRPr="0008167C">
        <w:t>существенного</w:t>
      </w:r>
      <w:r w:rsidR="0008167C" w:rsidRPr="0008167C">
        <w:t xml:space="preserve"> </w:t>
      </w:r>
      <w:r w:rsidRPr="0008167C">
        <w:t>сноса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глубинную</w:t>
      </w:r>
      <w:r w:rsidR="0008167C" w:rsidRPr="0008167C">
        <w:t xml:space="preserve"> </w:t>
      </w:r>
      <w:r w:rsidRPr="0008167C">
        <w:t>область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После</w:t>
      </w:r>
      <w:r w:rsidR="0008167C" w:rsidRPr="0008167C">
        <w:t xml:space="preserve"> </w:t>
      </w:r>
      <w:r w:rsidRPr="0008167C">
        <w:t>создания</w:t>
      </w:r>
      <w:r w:rsidR="0008167C" w:rsidRPr="0008167C">
        <w:t xml:space="preserve"> </w:t>
      </w:r>
      <w:r w:rsidRPr="0008167C">
        <w:t>водохранилищ</w:t>
      </w:r>
      <w:r w:rsidR="0008167C" w:rsidRPr="0008167C">
        <w:t xml:space="preserve"> </w:t>
      </w:r>
      <w:r w:rsidRPr="0008167C">
        <w:t>ветровые</w:t>
      </w:r>
      <w:r w:rsidR="0008167C" w:rsidRPr="0008167C">
        <w:t xml:space="preserve"> </w:t>
      </w:r>
      <w:r w:rsidRPr="0008167C">
        <w:t>волны,</w:t>
      </w:r>
      <w:r w:rsidR="0008167C" w:rsidRPr="0008167C">
        <w:t xml:space="preserve"> </w:t>
      </w:r>
      <w:r w:rsidRPr="0008167C">
        <w:t>достигающие</w:t>
      </w:r>
      <w:r w:rsidR="0008167C" w:rsidRPr="0008167C">
        <w:t xml:space="preserve"> </w:t>
      </w:r>
      <w:r w:rsidRPr="0008167C">
        <w:t>иногда</w:t>
      </w:r>
      <w:r w:rsidR="0008167C" w:rsidRPr="0008167C">
        <w:t xml:space="preserve"> </w:t>
      </w:r>
      <w:r w:rsidRPr="0008167C">
        <w:t>высоты</w:t>
      </w:r>
      <w:r w:rsidR="0008167C" w:rsidRPr="0008167C">
        <w:t xml:space="preserve"> </w:t>
      </w:r>
      <w:smartTag w:uri="urn:schemas-microsoft-com:office:smarttags" w:element="metricconverter">
        <w:smartTagPr>
          <w:attr w:name="ProductID" w:val="3 м"/>
        </w:smartTagPr>
        <w:r w:rsidRPr="0008167C">
          <w:t>3</w:t>
        </w:r>
        <w:r w:rsidR="0008167C" w:rsidRPr="0008167C">
          <w:t xml:space="preserve"> </w:t>
        </w:r>
        <w:r w:rsidRPr="0008167C">
          <w:t>м</w:t>
        </w:r>
      </w:smartTag>
      <w:r w:rsidRPr="0008167C">
        <w:t>,</w:t>
      </w:r>
      <w:r w:rsidR="0008167C" w:rsidRPr="0008167C">
        <w:t xml:space="preserve"> </w:t>
      </w:r>
      <w:r w:rsidRPr="0008167C">
        <w:t>сразу</w:t>
      </w:r>
      <w:r w:rsidR="0008167C" w:rsidRPr="0008167C">
        <w:t xml:space="preserve"> </w:t>
      </w:r>
      <w:r w:rsidRPr="0008167C">
        <w:t>начинают</w:t>
      </w:r>
      <w:r w:rsidR="0008167C" w:rsidRPr="0008167C">
        <w:t xml:space="preserve"> </w:t>
      </w:r>
      <w:r w:rsidRPr="0008167C">
        <w:t>интенсивно</w:t>
      </w:r>
      <w:r w:rsidR="0008167C" w:rsidRPr="0008167C">
        <w:t xml:space="preserve"> </w:t>
      </w:r>
      <w:r w:rsidRPr="0008167C">
        <w:t>размывать</w:t>
      </w:r>
      <w:r w:rsidR="0008167C" w:rsidRPr="0008167C">
        <w:t xml:space="preserve"> </w:t>
      </w:r>
      <w:r w:rsidRPr="0008167C">
        <w:t>склоны</w:t>
      </w:r>
      <w:r w:rsidR="0008167C" w:rsidRPr="0008167C">
        <w:t xml:space="preserve"> </w:t>
      </w:r>
      <w:r w:rsidRPr="0008167C">
        <w:t>речной</w:t>
      </w:r>
      <w:r w:rsidR="0008167C" w:rsidRPr="0008167C">
        <w:t xml:space="preserve"> </w:t>
      </w:r>
      <w:r w:rsidRPr="0008167C">
        <w:t>долины,</w:t>
      </w:r>
      <w:r w:rsidR="0008167C" w:rsidRPr="0008167C">
        <w:t xml:space="preserve"> </w:t>
      </w:r>
      <w:r w:rsidRPr="0008167C">
        <w:t>которые</w:t>
      </w:r>
      <w:r w:rsidR="0008167C" w:rsidRPr="0008167C">
        <w:t xml:space="preserve"> </w:t>
      </w:r>
      <w:r w:rsidRPr="0008167C">
        <w:t>до</w:t>
      </w:r>
      <w:r w:rsidR="0008167C" w:rsidRPr="0008167C">
        <w:t xml:space="preserve"> </w:t>
      </w:r>
      <w:r w:rsidRPr="0008167C">
        <w:t>этого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соприкасались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водой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имели</w:t>
      </w:r>
      <w:r w:rsidR="0008167C" w:rsidRPr="0008167C">
        <w:t xml:space="preserve"> </w:t>
      </w:r>
      <w:r w:rsidRPr="0008167C">
        <w:t>профиль,</w:t>
      </w:r>
      <w:r w:rsidR="0008167C" w:rsidRPr="0008167C">
        <w:t xml:space="preserve"> </w:t>
      </w:r>
      <w:r w:rsidRPr="0008167C">
        <w:t>сформированный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условиях</w:t>
      </w:r>
      <w:r w:rsidR="0008167C" w:rsidRPr="0008167C">
        <w:t xml:space="preserve"> </w:t>
      </w:r>
      <w:r w:rsidRPr="0008167C">
        <w:t>отсутствия</w:t>
      </w:r>
      <w:r w:rsidR="0008167C" w:rsidRPr="0008167C">
        <w:t xml:space="preserve"> </w:t>
      </w:r>
      <w:r w:rsidRPr="0008167C">
        <w:t>постоянного</w:t>
      </w:r>
      <w:r w:rsidR="0008167C" w:rsidRPr="0008167C">
        <w:t xml:space="preserve"> </w:t>
      </w:r>
      <w:r w:rsidRPr="0008167C">
        <w:t>воздействия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. </w:t>
      </w:r>
      <w:r w:rsidRPr="0008167C">
        <w:t>Внезапное</w:t>
      </w:r>
      <w:r w:rsidR="0008167C" w:rsidRPr="0008167C">
        <w:t xml:space="preserve"> </w:t>
      </w:r>
      <w:r w:rsidRPr="0008167C">
        <w:t>нарушение</w:t>
      </w:r>
      <w:r w:rsidR="0008167C" w:rsidRPr="0008167C">
        <w:t xml:space="preserve"> </w:t>
      </w:r>
      <w:r w:rsidRPr="0008167C">
        <w:t>условий</w:t>
      </w:r>
      <w:r w:rsidR="0008167C" w:rsidRPr="0008167C">
        <w:t xml:space="preserve"> </w:t>
      </w:r>
      <w:r w:rsidRPr="0008167C">
        <w:t>существования</w:t>
      </w:r>
      <w:r w:rsidR="0008167C" w:rsidRPr="0008167C">
        <w:t xml:space="preserve"> </w:t>
      </w:r>
      <w:r w:rsidRPr="0008167C">
        <w:t>склонов</w:t>
      </w:r>
      <w:r w:rsidR="0008167C" w:rsidRPr="0008167C">
        <w:t xml:space="preserve"> </w:t>
      </w:r>
      <w:r w:rsidRPr="0008167C">
        <w:t>речных</w:t>
      </w:r>
      <w:r w:rsidR="0008167C" w:rsidRPr="0008167C">
        <w:t xml:space="preserve"> </w:t>
      </w:r>
      <w:r w:rsidRPr="0008167C">
        <w:t>долин,</w:t>
      </w:r>
      <w:r w:rsidR="0008167C" w:rsidRPr="0008167C">
        <w:t xml:space="preserve"> </w:t>
      </w:r>
      <w:r w:rsidRPr="0008167C">
        <w:t>превращаемых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берега</w:t>
      </w:r>
      <w:r w:rsidR="0008167C" w:rsidRPr="0008167C">
        <w:t xml:space="preserve"> </w:t>
      </w:r>
      <w:r w:rsidRPr="0008167C">
        <w:t>водохранилищ,</w:t>
      </w:r>
      <w:r w:rsidR="0008167C" w:rsidRPr="0008167C">
        <w:t xml:space="preserve"> </w:t>
      </w:r>
      <w:r w:rsidRPr="0008167C">
        <w:t>приводит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стремительному</w:t>
      </w:r>
      <w:r w:rsidR="0008167C" w:rsidRPr="0008167C">
        <w:t xml:space="preserve"> </w:t>
      </w:r>
      <w:r w:rsidRPr="0008167C">
        <w:t>одностороннему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преобразованию</w:t>
      </w:r>
      <w:r w:rsidR="0008167C" w:rsidRPr="0008167C">
        <w:t xml:space="preserve">. </w:t>
      </w:r>
      <w:r w:rsidRPr="0008167C">
        <w:t>Можно</w:t>
      </w:r>
      <w:r w:rsidR="0008167C" w:rsidRPr="0008167C">
        <w:t xml:space="preserve"> </w:t>
      </w:r>
      <w:r w:rsidRPr="0008167C">
        <w:t>сказать,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береговая</w:t>
      </w:r>
      <w:r w:rsidR="0008167C" w:rsidRPr="0008167C">
        <w:t xml:space="preserve"> </w:t>
      </w:r>
      <w:r w:rsidRPr="0008167C">
        <w:t>зона</w:t>
      </w:r>
      <w:r w:rsidR="0008167C" w:rsidRPr="0008167C">
        <w:t xml:space="preserve"> </w:t>
      </w:r>
      <w:r w:rsidRPr="0008167C">
        <w:t>озера</w:t>
      </w:r>
      <w:r w:rsidR="0008167C" w:rsidRPr="0008167C">
        <w:t xml:space="preserve"> </w:t>
      </w:r>
      <w:r w:rsidRPr="0008167C">
        <w:t>находится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пределах</w:t>
      </w:r>
      <w:r w:rsidR="0008167C" w:rsidRPr="0008167C">
        <w:t xml:space="preserve"> </w:t>
      </w:r>
      <w:r w:rsidRPr="0008167C">
        <w:t>уже</w:t>
      </w:r>
      <w:r w:rsidR="0008167C" w:rsidRPr="0008167C">
        <w:t xml:space="preserve"> </w:t>
      </w:r>
      <w:r w:rsidRPr="0008167C">
        <w:t>развившегося</w:t>
      </w:r>
      <w:r w:rsidR="0008167C" w:rsidRPr="0008167C">
        <w:t xml:space="preserve"> </w:t>
      </w:r>
      <w:r w:rsidRPr="0008167C">
        <w:t>процесса,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береговая</w:t>
      </w:r>
      <w:r w:rsidR="0008167C" w:rsidRPr="0008167C">
        <w:t xml:space="preserve"> </w:t>
      </w:r>
      <w:r w:rsidRPr="0008167C">
        <w:t>зона</w:t>
      </w:r>
      <w:r w:rsidR="0008167C" w:rsidRPr="0008167C">
        <w:t xml:space="preserve"> </w:t>
      </w:r>
      <w:r w:rsidRPr="0008167C">
        <w:t>водохранилищ</w:t>
      </w:r>
      <w:r w:rsidR="0008167C" w:rsidRPr="0008167C">
        <w:t xml:space="preserve"> </w:t>
      </w:r>
      <w:r w:rsidRPr="0008167C">
        <w:t>находится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стадии</w:t>
      </w:r>
      <w:r w:rsidR="0008167C" w:rsidRPr="0008167C">
        <w:t xml:space="preserve"> </w:t>
      </w:r>
      <w:r w:rsidRPr="0008167C">
        <w:t>преобразования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процессе</w:t>
      </w:r>
      <w:r w:rsidR="0008167C" w:rsidRPr="0008167C">
        <w:t xml:space="preserve"> </w:t>
      </w:r>
      <w:r w:rsidRPr="0008167C">
        <w:t>преобразования</w:t>
      </w:r>
      <w:r w:rsidR="0008167C" w:rsidRPr="0008167C">
        <w:t xml:space="preserve"> </w:t>
      </w:r>
      <w:r w:rsidRPr="0008167C">
        <w:t>береговой</w:t>
      </w:r>
      <w:r w:rsidR="0008167C" w:rsidRPr="0008167C">
        <w:t xml:space="preserve"> </w:t>
      </w:r>
      <w:r w:rsidRPr="0008167C">
        <w:t>зоны</w:t>
      </w:r>
      <w:r w:rsidR="0008167C" w:rsidRPr="0008167C">
        <w:t xml:space="preserve"> </w:t>
      </w:r>
      <w:r w:rsidRPr="0008167C">
        <w:t>водохранилищ</w:t>
      </w:r>
      <w:r w:rsidR="0008167C" w:rsidRPr="0008167C">
        <w:t xml:space="preserve"> </w:t>
      </w:r>
      <w:r w:rsidRPr="0008167C">
        <w:t>даже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течение</w:t>
      </w:r>
      <w:r w:rsidR="0008167C" w:rsidRPr="0008167C">
        <w:t xml:space="preserve"> </w:t>
      </w:r>
      <w:r w:rsidRPr="0008167C">
        <w:t>одного</w:t>
      </w:r>
      <w:r w:rsidR="0008167C" w:rsidRPr="0008167C">
        <w:t xml:space="preserve"> </w:t>
      </w:r>
      <w:r w:rsidRPr="0008167C">
        <w:t>летнего</w:t>
      </w:r>
      <w:r w:rsidR="0008167C" w:rsidRPr="0008167C">
        <w:t xml:space="preserve"> </w:t>
      </w:r>
      <w:r w:rsidRPr="0008167C">
        <w:t>сезона</w:t>
      </w:r>
      <w:r w:rsidR="0008167C" w:rsidRPr="0008167C">
        <w:t xml:space="preserve"> </w:t>
      </w:r>
      <w:r w:rsidRPr="0008167C">
        <w:t>могут</w:t>
      </w:r>
      <w:r w:rsidR="0008167C" w:rsidRPr="0008167C">
        <w:t xml:space="preserve"> </w:t>
      </w:r>
      <w:r w:rsidRPr="0008167C">
        <w:t>происходить</w:t>
      </w:r>
      <w:r w:rsidR="0008167C" w:rsidRPr="0008167C">
        <w:t xml:space="preserve"> </w:t>
      </w:r>
      <w:r w:rsidRPr="0008167C">
        <w:t>обрушения</w:t>
      </w:r>
      <w:r w:rsidR="0008167C" w:rsidRPr="0008167C">
        <w:t xml:space="preserve"> </w:t>
      </w:r>
      <w:r w:rsidRPr="0008167C">
        <w:t>берегов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расстоянии</w:t>
      </w:r>
      <w:r w:rsidR="0008167C" w:rsidRPr="0008167C">
        <w:t xml:space="preserve"> </w:t>
      </w:r>
      <w:r w:rsidRPr="0008167C">
        <w:t>нескольких</w:t>
      </w:r>
      <w:r w:rsidR="0008167C" w:rsidRPr="0008167C">
        <w:t xml:space="preserve"> </w:t>
      </w:r>
      <w:r w:rsidRPr="0008167C">
        <w:t>десятков</w:t>
      </w:r>
      <w:r w:rsidR="0008167C" w:rsidRPr="0008167C">
        <w:t xml:space="preserve"> </w:t>
      </w:r>
      <w:r w:rsidRPr="0008167C">
        <w:t>метров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первоначального</w:t>
      </w:r>
      <w:r w:rsidR="0008167C" w:rsidRPr="0008167C">
        <w:t xml:space="preserve"> </w:t>
      </w:r>
      <w:r w:rsidRPr="0008167C">
        <w:t>положения</w:t>
      </w:r>
      <w:r w:rsidR="0008167C" w:rsidRPr="0008167C">
        <w:t xml:space="preserve">. </w:t>
      </w:r>
      <w:r w:rsidRPr="0008167C">
        <w:t>При</w:t>
      </w:r>
      <w:r w:rsidR="0008167C" w:rsidRPr="0008167C">
        <w:t xml:space="preserve"> </w:t>
      </w:r>
      <w:r w:rsidRPr="0008167C">
        <w:t>этом</w:t>
      </w:r>
      <w:r w:rsidR="0008167C" w:rsidRPr="0008167C">
        <w:t xml:space="preserve"> </w:t>
      </w:r>
      <w:r w:rsidRPr="0008167C">
        <w:t>высота</w:t>
      </w:r>
      <w:r w:rsidR="0008167C" w:rsidRPr="0008167C">
        <w:t xml:space="preserve"> </w:t>
      </w:r>
      <w:r w:rsidRPr="0008167C">
        <w:t>откосов</w:t>
      </w:r>
      <w:r w:rsidR="0008167C" w:rsidRPr="0008167C">
        <w:t xml:space="preserve"> </w:t>
      </w:r>
      <w:r w:rsidRPr="0008167C">
        <w:t>может</w:t>
      </w:r>
      <w:r w:rsidR="0008167C" w:rsidRPr="0008167C">
        <w:t xml:space="preserve"> </w:t>
      </w:r>
      <w:r w:rsidRPr="0008167C">
        <w:t>достигать</w:t>
      </w:r>
      <w:r w:rsidR="0008167C" w:rsidRPr="0008167C">
        <w:t xml:space="preserve"> </w:t>
      </w:r>
      <w:r w:rsidRPr="0008167C">
        <w:t>40</w:t>
      </w:r>
      <w:r w:rsidR="0008167C" w:rsidRPr="0008167C">
        <w:t>-</w:t>
      </w:r>
      <w:smartTag w:uri="urn:schemas-microsoft-com:office:smarttags" w:element="metricconverter">
        <w:smartTagPr>
          <w:attr w:name="ProductID" w:val="60 м"/>
        </w:smartTagPr>
        <w:r w:rsidRPr="0008167C">
          <w:t>60</w:t>
        </w:r>
        <w:r w:rsidR="0008167C" w:rsidRPr="0008167C">
          <w:t xml:space="preserve"> </w:t>
        </w:r>
        <w:r w:rsidRPr="0008167C">
          <w:t>м</w:t>
        </w:r>
      </w:smartTag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более</w:t>
      </w:r>
      <w:r w:rsidR="0008167C" w:rsidRPr="0008167C">
        <w:t xml:space="preserve">. </w:t>
      </w:r>
      <w:r w:rsidRPr="0008167C">
        <w:t>Общая</w:t>
      </w:r>
      <w:r w:rsidR="0008167C" w:rsidRPr="0008167C">
        <w:t xml:space="preserve"> </w:t>
      </w:r>
      <w:r w:rsidRPr="0008167C">
        <w:t>зона</w:t>
      </w:r>
      <w:r w:rsidR="0008167C" w:rsidRPr="0008167C">
        <w:t xml:space="preserve"> </w:t>
      </w:r>
      <w:r w:rsidRPr="0008167C">
        <w:t>разрушения</w:t>
      </w:r>
      <w:r w:rsidR="0008167C" w:rsidRPr="0008167C">
        <w:t xml:space="preserve"> </w:t>
      </w:r>
      <w:r w:rsidRPr="0008167C">
        <w:t>береговой</w:t>
      </w:r>
      <w:r w:rsidR="0008167C" w:rsidRPr="0008167C">
        <w:t xml:space="preserve"> </w:t>
      </w:r>
      <w:r w:rsidRPr="0008167C">
        <w:t>области</w:t>
      </w:r>
      <w:r w:rsidR="0008167C" w:rsidRPr="0008167C">
        <w:t xml:space="preserve"> </w:t>
      </w:r>
      <w:r w:rsidRPr="0008167C">
        <w:t>до</w:t>
      </w:r>
      <w:r w:rsidR="0008167C" w:rsidRPr="0008167C">
        <w:t xml:space="preserve"> </w:t>
      </w:r>
      <w:r w:rsidRPr="0008167C">
        <w:t>момента</w:t>
      </w:r>
      <w:r w:rsidR="0008167C" w:rsidRPr="0008167C">
        <w:t xml:space="preserve"> </w:t>
      </w:r>
      <w:r w:rsidRPr="0008167C">
        <w:t>образования</w:t>
      </w:r>
      <w:r w:rsidR="0008167C" w:rsidRPr="0008167C">
        <w:t xml:space="preserve"> </w:t>
      </w:r>
      <w:r w:rsidRPr="0008167C">
        <w:t>более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менее</w:t>
      </w:r>
      <w:r w:rsidR="0008167C" w:rsidRPr="0008167C">
        <w:t xml:space="preserve"> </w:t>
      </w:r>
      <w:r w:rsidRPr="0008167C">
        <w:t>устойчивых</w:t>
      </w:r>
      <w:r w:rsidR="0008167C" w:rsidRPr="0008167C">
        <w:t xml:space="preserve"> </w:t>
      </w:r>
      <w:r w:rsidRPr="0008167C">
        <w:t>береговых</w:t>
      </w:r>
      <w:r w:rsidR="0008167C" w:rsidRPr="0008167C">
        <w:t xml:space="preserve"> </w:t>
      </w:r>
      <w:r w:rsidRPr="0008167C">
        <w:t>очертаний</w:t>
      </w:r>
      <w:r w:rsidR="0008167C" w:rsidRPr="0008167C">
        <w:t xml:space="preserve"> </w:t>
      </w:r>
      <w:r w:rsidRPr="0008167C">
        <w:t>может</w:t>
      </w:r>
      <w:r w:rsidR="0008167C" w:rsidRPr="0008167C">
        <w:t xml:space="preserve"> </w:t>
      </w:r>
      <w:r w:rsidRPr="0008167C">
        <w:t>достигать</w:t>
      </w:r>
      <w:r w:rsidR="0008167C" w:rsidRPr="0008167C">
        <w:t xml:space="preserve"> </w:t>
      </w:r>
      <w:r w:rsidRPr="0008167C">
        <w:t>нескольких</w:t>
      </w:r>
      <w:r w:rsidR="0008167C">
        <w:t xml:space="preserve"> (</w:t>
      </w:r>
      <w:r w:rsidRPr="0008167C">
        <w:t>двух-трех</w:t>
      </w:r>
      <w:r w:rsidR="0008167C" w:rsidRPr="0008167C">
        <w:t xml:space="preserve">) </w:t>
      </w:r>
      <w:r w:rsidRPr="0008167C">
        <w:t>километров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В</w:t>
      </w:r>
      <w:r w:rsidR="0008167C" w:rsidRPr="0008167C">
        <w:t xml:space="preserve"> </w:t>
      </w:r>
      <w:r w:rsidRPr="0008167C">
        <w:t>условиях</w:t>
      </w:r>
      <w:r w:rsidR="0008167C" w:rsidRPr="0008167C">
        <w:t xml:space="preserve"> </w:t>
      </w:r>
      <w:r w:rsidRPr="0008167C">
        <w:t>водохранилищ,</w:t>
      </w:r>
      <w:r w:rsidR="0008167C" w:rsidRPr="0008167C">
        <w:t xml:space="preserve"> </w:t>
      </w:r>
      <w:r w:rsidRPr="0008167C">
        <w:t>создаваемых</w:t>
      </w:r>
      <w:r w:rsidR="0008167C" w:rsidRPr="0008167C">
        <w:t xml:space="preserve"> </w:t>
      </w:r>
      <w:r w:rsidRPr="0008167C">
        <w:t>подпором</w:t>
      </w:r>
      <w:r w:rsidR="0008167C" w:rsidRPr="0008167C">
        <w:t xml:space="preserve"> </w:t>
      </w:r>
      <w:r w:rsidRPr="0008167C">
        <w:t>больших</w:t>
      </w:r>
      <w:r w:rsidR="0008167C" w:rsidRPr="0008167C">
        <w:t xml:space="preserve"> </w:t>
      </w:r>
      <w:r w:rsidRPr="0008167C">
        <w:t>рек,</w:t>
      </w:r>
      <w:r w:rsidR="0008167C" w:rsidRPr="0008167C">
        <w:t xml:space="preserve"> </w:t>
      </w:r>
      <w:r w:rsidRPr="0008167C">
        <w:t>основным</w:t>
      </w:r>
      <w:r w:rsidR="0008167C" w:rsidRPr="0008167C">
        <w:t xml:space="preserve"> </w:t>
      </w:r>
      <w:r w:rsidRPr="0008167C">
        <w:t>фактором,</w:t>
      </w:r>
      <w:r w:rsidR="0008167C" w:rsidRPr="0008167C">
        <w:t xml:space="preserve"> </w:t>
      </w:r>
      <w:r w:rsidRPr="0008167C">
        <w:t>определяющим</w:t>
      </w:r>
      <w:r w:rsidR="0008167C" w:rsidRPr="0008167C">
        <w:t xml:space="preserve"> </w:t>
      </w:r>
      <w:r w:rsidRPr="0008167C">
        <w:t>процесс</w:t>
      </w:r>
      <w:r w:rsidR="0008167C" w:rsidRPr="0008167C">
        <w:t xml:space="preserve"> </w:t>
      </w:r>
      <w:r w:rsidRPr="0008167C">
        <w:t>формирования</w:t>
      </w:r>
      <w:r w:rsidR="0008167C" w:rsidRPr="0008167C">
        <w:t xml:space="preserve"> </w:t>
      </w:r>
      <w:r w:rsidRPr="0008167C">
        <w:t>береговой</w:t>
      </w:r>
      <w:r w:rsidR="0008167C" w:rsidRPr="0008167C">
        <w:t xml:space="preserve"> </w:t>
      </w:r>
      <w:r w:rsidRPr="0008167C">
        <w:t>области,</w:t>
      </w:r>
      <w:r w:rsidR="0008167C" w:rsidRPr="0008167C">
        <w:t xml:space="preserve"> </w:t>
      </w:r>
      <w:r w:rsidRPr="0008167C">
        <w:t>является</w:t>
      </w:r>
      <w:r w:rsidR="0008167C" w:rsidRPr="0008167C">
        <w:t xml:space="preserve"> </w:t>
      </w:r>
      <w:r w:rsidRPr="0008167C">
        <w:t>ветровое</w:t>
      </w:r>
      <w:r w:rsidR="0008167C" w:rsidRPr="0008167C">
        <w:t xml:space="preserve"> </w:t>
      </w:r>
      <w:r w:rsidRPr="0008167C">
        <w:t>волнение</w:t>
      </w:r>
      <w:r w:rsidR="0008167C" w:rsidRPr="0008167C">
        <w:t xml:space="preserve">. </w:t>
      </w:r>
      <w:r w:rsidRPr="0008167C">
        <w:t>Скорости</w:t>
      </w:r>
      <w:r w:rsidR="0008167C" w:rsidRPr="0008167C">
        <w:t xml:space="preserve"> </w:t>
      </w:r>
      <w:r w:rsidRPr="0008167C">
        <w:t>течения,</w:t>
      </w:r>
      <w:r w:rsidR="0008167C" w:rsidRPr="0008167C">
        <w:t xml:space="preserve"> </w:t>
      </w:r>
      <w:r w:rsidRPr="0008167C">
        <w:t>определяемые</w:t>
      </w:r>
      <w:r w:rsidR="0008167C" w:rsidRPr="0008167C">
        <w:t xml:space="preserve"> </w:t>
      </w:r>
      <w:r w:rsidRPr="0008167C">
        <w:t>транзитными</w:t>
      </w:r>
      <w:r w:rsidR="0008167C" w:rsidRPr="0008167C">
        <w:t xml:space="preserve"> </w:t>
      </w:r>
      <w:r w:rsidRPr="0008167C">
        <w:t>расходами</w:t>
      </w:r>
      <w:r w:rsidR="0008167C" w:rsidRPr="0008167C">
        <w:t xml:space="preserve"> </w:t>
      </w:r>
      <w:r w:rsidRPr="0008167C">
        <w:t>воды,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больших</w:t>
      </w:r>
      <w:r w:rsidR="0008167C" w:rsidRPr="0008167C">
        <w:t xml:space="preserve"> </w:t>
      </w:r>
      <w:r w:rsidRPr="0008167C">
        <w:t>водохранилищах</w:t>
      </w:r>
      <w:r w:rsidR="0008167C" w:rsidRPr="0008167C">
        <w:t xml:space="preserve"> </w:t>
      </w:r>
      <w:r w:rsidRPr="0008167C">
        <w:t>малы</w:t>
      </w:r>
      <w:r w:rsidR="0008167C" w:rsidRPr="0008167C">
        <w:t xml:space="preserve"> </w:t>
      </w:r>
      <w:r w:rsidRPr="0008167C">
        <w:t>для</w:t>
      </w:r>
      <w:r w:rsidR="0008167C" w:rsidRPr="0008167C">
        <w:t xml:space="preserve"> </w:t>
      </w:r>
      <w:r w:rsidRPr="0008167C">
        <w:t>того,</w:t>
      </w:r>
      <w:r w:rsidR="0008167C" w:rsidRPr="0008167C">
        <w:t xml:space="preserve"> </w:t>
      </w:r>
      <w:r w:rsidRPr="0008167C">
        <w:t>чтобы</w:t>
      </w:r>
      <w:r w:rsidR="0008167C" w:rsidRPr="0008167C">
        <w:t xml:space="preserve"> </w:t>
      </w:r>
      <w:r w:rsidRPr="0008167C">
        <w:t>создать</w:t>
      </w:r>
      <w:r w:rsidR="0008167C" w:rsidRPr="0008167C">
        <w:t xml:space="preserve"> </w:t>
      </w:r>
      <w:r w:rsidRPr="0008167C">
        <w:t>значительные</w:t>
      </w:r>
      <w:r w:rsidR="0008167C" w:rsidRPr="0008167C">
        <w:t xml:space="preserve"> </w:t>
      </w:r>
      <w:r w:rsidRPr="0008167C">
        <w:t>размывы</w:t>
      </w:r>
      <w:r w:rsidR="0008167C" w:rsidRPr="0008167C">
        <w:t xml:space="preserve"> </w:t>
      </w:r>
      <w:r w:rsidRPr="0008167C">
        <w:t>берегов</w:t>
      </w:r>
      <w:r w:rsidR="0008167C" w:rsidRPr="0008167C">
        <w:t xml:space="preserve">. </w:t>
      </w:r>
      <w:r w:rsidRPr="0008167C">
        <w:t>При</w:t>
      </w:r>
      <w:r w:rsidR="0008167C" w:rsidRPr="0008167C">
        <w:t xml:space="preserve"> </w:t>
      </w:r>
      <w:r w:rsidRPr="0008167C">
        <w:t>движениях</w:t>
      </w:r>
      <w:r w:rsidR="0008167C" w:rsidRPr="0008167C">
        <w:t xml:space="preserve"> </w:t>
      </w:r>
      <w:r w:rsidRPr="0008167C">
        <w:t>воды,</w:t>
      </w:r>
      <w:r w:rsidR="0008167C" w:rsidRPr="0008167C">
        <w:t xml:space="preserve"> </w:t>
      </w:r>
      <w:r w:rsidRPr="0008167C">
        <w:t>связанных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действием</w:t>
      </w:r>
      <w:r w:rsidR="0008167C" w:rsidRPr="0008167C">
        <w:t xml:space="preserve"> </w:t>
      </w:r>
      <w:r w:rsidRPr="0008167C">
        <w:t>ветра,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том</w:t>
      </w:r>
      <w:r w:rsidR="0008167C" w:rsidRPr="0008167C">
        <w:t xml:space="preserve"> </w:t>
      </w:r>
      <w:r w:rsidRPr="0008167C">
        <w:t>числе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сгонно-нагонных,</w:t>
      </w:r>
      <w:r w:rsidR="0008167C" w:rsidRPr="0008167C">
        <w:t xml:space="preserve"> </w:t>
      </w:r>
      <w:r w:rsidRPr="0008167C">
        <w:t>так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иначе</w:t>
      </w:r>
      <w:r w:rsidR="0008167C" w:rsidRPr="0008167C">
        <w:t xml:space="preserve"> </w:t>
      </w:r>
      <w:r w:rsidRPr="0008167C">
        <w:t>связанных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волнением,</w:t>
      </w:r>
      <w:r w:rsidR="0008167C" w:rsidRPr="0008167C">
        <w:t xml:space="preserve"> </w:t>
      </w:r>
      <w:r w:rsidRPr="0008167C">
        <w:t>создаются</w:t>
      </w:r>
      <w:r w:rsidR="0008167C" w:rsidRPr="0008167C">
        <w:t xml:space="preserve"> </w:t>
      </w:r>
      <w:r w:rsidRPr="0008167C">
        <w:t>скорости,</w:t>
      </w:r>
      <w:r w:rsidR="0008167C" w:rsidRPr="0008167C">
        <w:t xml:space="preserve"> </w:t>
      </w:r>
      <w:r w:rsidRPr="0008167C">
        <w:t>способные</w:t>
      </w:r>
      <w:r w:rsidR="0008167C" w:rsidRPr="0008167C">
        <w:t xml:space="preserve"> </w:t>
      </w:r>
      <w:r w:rsidRPr="0008167C">
        <w:t>размывать</w:t>
      </w:r>
      <w:r w:rsidR="0008167C" w:rsidRPr="0008167C">
        <w:t xml:space="preserve"> </w:t>
      </w:r>
      <w:r w:rsidRPr="0008167C">
        <w:t>берега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дно,</w:t>
      </w:r>
      <w:r w:rsidR="0008167C" w:rsidRPr="0008167C">
        <w:t xml:space="preserve"> </w:t>
      </w:r>
      <w:r w:rsidRPr="0008167C">
        <w:t>перемещать</w:t>
      </w:r>
      <w:r w:rsidR="0008167C" w:rsidRPr="0008167C">
        <w:t xml:space="preserve"> </w:t>
      </w:r>
      <w:r w:rsidRPr="0008167C">
        <w:t>большие</w:t>
      </w:r>
      <w:r w:rsidR="0008167C" w:rsidRPr="0008167C">
        <w:t xml:space="preserve"> </w:t>
      </w:r>
      <w:r w:rsidRPr="0008167C">
        <w:t>массы</w:t>
      </w:r>
      <w:r w:rsidR="0008167C" w:rsidRPr="0008167C">
        <w:t xml:space="preserve"> </w:t>
      </w:r>
      <w:r w:rsidRPr="0008167C">
        <w:t>грунта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Под</w:t>
      </w:r>
      <w:r w:rsidR="0008167C" w:rsidRPr="0008167C">
        <w:t xml:space="preserve"> </w:t>
      </w:r>
      <w:r w:rsidRPr="0008167C">
        <w:t>действием</w:t>
      </w:r>
      <w:r w:rsidR="0008167C" w:rsidRPr="0008167C">
        <w:t xml:space="preserve"> </w:t>
      </w:r>
      <w:r w:rsidRPr="0008167C">
        <w:t>указанных</w:t>
      </w:r>
      <w:r w:rsidR="0008167C" w:rsidRPr="0008167C">
        <w:t xml:space="preserve"> </w:t>
      </w:r>
      <w:r w:rsidRPr="0008167C">
        <w:t>причин</w:t>
      </w:r>
      <w:r w:rsidR="0008167C" w:rsidRPr="0008167C">
        <w:t xml:space="preserve"> </w:t>
      </w:r>
      <w:r w:rsidRPr="0008167C">
        <w:t>первоначальный</w:t>
      </w:r>
      <w:r w:rsidR="0008167C" w:rsidRPr="0008167C">
        <w:t xml:space="preserve"> </w:t>
      </w:r>
      <w:r w:rsidRPr="0008167C">
        <w:t>берег,</w:t>
      </w:r>
      <w:r w:rsidR="0008167C" w:rsidRPr="0008167C">
        <w:t xml:space="preserve"> </w:t>
      </w:r>
      <w:r w:rsidRPr="0008167C">
        <w:t>линия</w:t>
      </w:r>
      <w:r w:rsidR="0008167C" w:rsidRPr="0008167C">
        <w:t xml:space="preserve"> </w:t>
      </w:r>
      <w:r w:rsidRPr="0008167C">
        <w:t>профиля</w:t>
      </w:r>
      <w:r w:rsidR="0008167C" w:rsidRPr="0008167C">
        <w:t xml:space="preserve"> </w:t>
      </w:r>
      <w:r w:rsidRPr="0008167C">
        <w:t>которого</w:t>
      </w:r>
      <w:r w:rsidR="0008167C" w:rsidRPr="0008167C">
        <w:t xml:space="preserve"> </w:t>
      </w:r>
      <w:r w:rsidRPr="0008167C">
        <w:t>разрушается</w:t>
      </w:r>
      <w:r w:rsidR="0008167C" w:rsidRPr="0008167C">
        <w:t xml:space="preserve">. </w:t>
      </w:r>
      <w:r w:rsidRPr="0008167C">
        <w:t>Продукты</w:t>
      </w:r>
      <w:r w:rsidR="0008167C" w:rsidRPr="0008167C">
        <w:t xml:space="preserve"> </w:t>
      </w:r>
      <w:r w:rsidRPr="0008167C">
        <w:t>разрушения</w:t>
      </w:r>
      <w:r w:rsidR="0008167C" w:rsidRPr="0008167C">
        <w:t xml:space="preserve"> </w:t>
      </w:r>
      <w:r w:rsidRPr="0008167C">
        <w:t>отлагаются</w:t>
      </w:r>
      <w:r w:rsidR="0008167C" w:rsidRPr="0008167C">
        <w:t xml:space="preserve"> </w:t>
      </w:r>
      <w:r w:rsidRPr="0008167C">
        <w:t>вниз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откосу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виде</w:t>
      </w:r>
      <w:r w:rsidR="0008167C" w:rsidRPr="0008167C">
        <w:t xml:space="preserve"> </w:t>
      </w:r>
      <w:r w:rsidRPr="0008167C">
        <w:t>подводной</w:t>
      </w:r>
      <w:r w:rsidR="0008167C" w:rsidRPr="0008167C">
        <w:t xml:space="preserve"> </w:t>
      </w:r>
      <w:r w:rsidRPr="0008167C">
        <w:t>береговой</w:t>
      </w:r>
      <w:r w:rsidR="0008167C" w:rsidRPr="0008167C">
        <w:t xml:space="preserve"> </w:t>
      </w:r>
      <w:r w:rsidRPr="0008167C">
        <w:t>отмели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береговой</w:t>
      </w:r>
      <w:r w:rsidR="0008167C" w:rsidRPr="0008167C">
        <w:t xml:space="preserve"> </w:t>
      </w:r>
      <w:r w:rsidRPr="0008167C">
        <w:t>платформы</w:t>
      </w:r>
      <w:r w:rsidR="0008167C" w:rsidRPr="0008167C">
        <w:t xml:space="preserve">. </w:t>
      </w:r>
      <w:r w:rsidRPr="0008167C">
        <w:t>Рост</w:t>
      </w:r>
      <w:r w:rsidR="0008167C" w:rsidRPr="0008167C">
        <w:t xml:space="preserve"> </w:t>
      </w:r>
      <w:r w:rsidRPr="0008167C">
        <w:t>береговой</w:t>
      </w:r>
      <w:r w:rsidR="0008167C" w:rsidRPr="0008167C">
        <w:t xml:space="preserve"> </w:t>
      </w:r>
      <w:r w:rsidRPr="0008167C">
        <w:t>отмели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разрушение</w:t>
      </w:r>
      <w:r w:rsidR="0008167C" w:rsidRPr="0008167C">
        <w:t xml:space="preserve"> </w:t>
      </w:r>
      <w:r w:rsidRPr="0008167C">
        <w:t>берега</w:t>
      </w:r>
      <w:r w:rsidR="0008167C" w:rsidRPr="0008167C">
        <w:t xml:space="preserve"> </w:t>
      </w:r>
      <w:r w:rsidRPr="0008167C">
        <w:t>продолжаются,</w:t>
      </w:r>
      <w:r w:rsidR="0008167C" w:rsidRPr="0008167C">
        <w:t xml:space="preserve"> </w:t>
      </w:r>
      <w:r w:rsidRPr="0008167C">
        <w:t>постепенно</w:t>
      </w:r>
      <w:r w:rsidR="0008167C" w:rsidRPr="0008167C">
        <w:t xml:space="preserve"> </w:t>
      </w:r>
      <w:r w:rsidRPr="0008167C">
        <w:t>затухая,</w:t>
      </w:r>
      <w:r w:rsidR="0008167C" w:rsidRPr="0008167C">
        <w:t xml:space="preserve"> </w:t>
      </w:r>
      <w:r w:rsidRPr="0008167C">
        <w:t>до</w:t>
      </w:r>
      <w:r w:rsidR="0008167C" w:rsidRPr="0008167C">
        <w:t xml:space="preserve"> </w:t>
      </w:r>
      <w:r w:rsidRPr="0008167C">
        <w:t>тех</w:t>
      </w:r>
      <w:r w:rsidR="0008167C" w:rsidRPr="0008167C">
        <w:t xml:space="preserve"> </w:t>
      </w:r>
      <w:r w:rsidRPr="0008167C">
        <w:t>пор,</w:t>
      </w:r>
      <w:r w:rsidR="0008167C" w:rsidRPr="0008167C">
        <w:t xml:space="preserve"> </w:t>
      </w:r>
      <w:r w:rsidRPr="0008167C">
        <w:t>пока</w:t>
      </w:r>
      <w:r w:rsidR="0008167C" w:rsidRPr="0008167C">
        <w:t xml:space="preserve"> </w:t>
      </w:r>
      <w:r w:rsidRPr="0008167C">
        <w:t>отмель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образует</w:t>
      </w:r>
      <w:r w:rsidR="0008167C" w:rsidRPr="0008167C">
        <w:t xml:space="preserve"> </w:t>
      </w:r>
      <w:r w:rsidRPr="0008167C">
        <w:t>надежную</w:t>
      </w:r>
      <w:r w:rsidR="0008167C" w:rsidRPr="0008167C">
        <w:t xml:space="preserve"> </w:t>
      </w:r>
      <w:r w:rsidRPr="0008167C">
        <w:t>защитную</w:t>
      </w:r>
      <w:r w:rsidR="0008167C" w:rsidRPr="0008167C">
        <w:t xml:space="preserve"> </w:t>
      </w:r>
      <w:r w:rsidRPr="0008167C">
        <w:t>полосу,</w:t>
      </w:r>
      <w:r w:rsidR="0008167C" w:rsidRPr="0008167C">
        <w:t xml:space="preserve"> </w:t>
      </w:r>
      <w:r w:rsidRPr="0008167C">
        <w:t>выполненную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достаточно</w:t>
      </w:r>
      <w:r w:rsidR="0008167C" w:rsidRPr="0008167C">
        <w:t xml:space="preserve"> </w:t>
      </w:r>
      <w:r w:rsidRPr="0008167C">
        <w:t>крупных</w:t>
      </w:r>
      <w:r w:rsidR="0008167C" w:rsidRPr="0008167C">
        <w:t xml:space="preserve"> </w:t>
      </w:r>
      <w:r w:rsidRPr="0008167C">
        <w:t>частиц</w:t>
      </w:r>
      <w:r w:rsidR="0008167C" w:rsidRPr="0008167C">
        <w:t xml:space="preserve"> </w:t>
      </w:r>
      <w:r w:rsidRPr="0008167C">
        <w:t>грунта,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пределах</w:t>
      </w:r>
      <w:r w:rsidR="0008167C" w:rsidRPr="0008167C">
        <w:t xml:space="preserve"> </w:t>
      </w:r>
      <w:r w:rsidRPr="0008167C">
        <w:t>которой</w:t>
      </w:r>
      <w:r w:rsidR="0008167C" w:rsidRPr="0008167C">
        <w:t xml:space="preserve"> </w:t>
      </w:r>
      <w:r w:rsidRPr="0008167C">
        <w:t>волны</w:t>
      </w:r>
      <w:r w:rsidR="0008167C" w:rsidRPr="0008167C">
        <w:t xml:space="preserve"> </w:t>
      </w:r>
      <w:r w:rsidRPr="0008167C">
        <w:t>теряют</w:t>
      </w:r>
      <w:r w:rsidR="0008167C" w:rsidRPr="0008167C">
        <w:t xml:space="preserve"> </w:t>
      </w:r>
      <w:r w:rsidRPr="0008167C">
        <w:t>значительную</w:t>
      </w:r>
      <w:r w:rsidR="0008167C" w:rsidRPr="0008167C">
        <w:t xml:space="preserve"> </w:t>
      </w:r>
      <w:r w:rsidRPr="0008167C">
        <w:t>часть</w:t>
      </w:r>
      <w:r w:rsidR="0008167C" w:rsidRPr="0008167C">
        <w:t xml:space="preserve"> </w:t>
      </w:r>
      <w:r w:rsidRPr="0008167C">
        <w:t>своей</w:t>
      </w:r>
      <w:r w:rsidR="0008167C" w:rsidRPr="0008167C">
        <w:t xml:space="preserve"> </w:t>
      </w:r>
      <w:r w:rsidRPr="0008167C">
        <w:t>энергии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перестают</w:t>
      </w:r>
      <w:r w:rsidR="0008167C" w:rsidRPr="0008167C">
        <w:t xml:space="preserve"> </w:t>
      </w:r>
      <w:r w:rsidRPr="0008167C">
        <w:t>действовать</w:t>
      </w:r>
      <w:r w:rsidR="0008167C" w:rsidRPr="0008167C">
        <w:t xml:space="preserve"> </w:t>
      </w:r>
      <w:r w:rsidRPr="0008167C">
        <w:t>разрушающе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берега</w:t>
      </w:r>
      <w:r w:rsidR="0008167C" w:rsidRPr="0008167C">
        <w:t>.</w:t>
      </w:r>
    </w:p>
    <w:p w:rsidR="0008167C" w:rsidRPr="0008167C" w:rsidRDefault="00223F35" w:rsidP="0008167C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bookmarkStart w:id="53" w:name="_Toc8497762"/>
      <w:bookmarkStart w:id="54" w:name="_Toc8498126"/>
      <w:bookmarkStart w:id="55" w:name="_Toc8498794"/>
      <w:r w:rsidRPr="0008167C">
        <w:rPr>
          <w:smallCaps w:val="0"/>
        </w:rPr>
        <w:t>Ледники</w:t>
      </w:r>
      <w:r w:rsidR="0008167C" w:rsidRPr="0008167C">
        <w:rPr>
          <w:smallCaps w:val="0"/>
        </w:rPr>
        <w:t>.</w:t>
      </w:r>
      <w:bookmarkEnd w:id="53"/>
      <w:bookmarkEnd w:id="54"/>
      <w:bookmarkEnd w:id="55"/>
    </w:p>
    <w:p w:rsidR="0008167C" w:rsidRPr="0008167C" w:rsidRDefault="00223F35" w:rsidP="0008167C">
      <w:pPr>
        <w:pStyle w:val="3"/>
        <w:tabs>
          <w:tab w:val="left" w:pos="726"/>
        </w:tabs>
        <w:rPr>
          <w:color w:val="000000"/>
        </w:rPr>
      </w:pPr>
      <w:bookmarkStart w:id="56" w:name="_Toc8497763"/>
      <w:bookmarkStart w:id="57" w:name="_Toc8498127"/>
      <w:bookmarkStart w:id="58" w:name="_Toc8498795"/>
      <w:r w:rsidRPr="0008167C">
        <w:rPr>
          <w:color w:val="000000"/>
        </w:rPr>
        <w:t>Условия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и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процесс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возникновения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ледников</w:t>
      </w:r>
      <w:r w:rsidR="0008167C" w:rsidRPr="0008167C">
        <w:rPr>
          <w:color w:val="000000"/>
        </w:rPr>
        <w:t>.</w:t>
      </w:r>
      <w:bookmarkEnd w:id="56"/>
      <w:bookmarkEnd w:id="57"/>
      <w:bookmarkEnd w:id="58"/>
    </w:p>
    <w:p w:rsidR="0008167C" w:rsidRPr="0008167C" w:rsidRDefault="00223F35" w:rsidP="0008167C">
      <w:pPr>
        <w:shd w:val="clear" w:color="auto" w:fill="FFFFFF"/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увеличением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высоты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местности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температура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воздуха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постепенно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падает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некоторой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высоте,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различной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для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каждого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географического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района,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осадки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уже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выпадают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только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виде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снега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Выпадающий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снег,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скапливаясь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течение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длительного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периода,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постепенно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превращается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ледяные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зерна,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которые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затем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образуют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сплошной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ледниковый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Граница,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выше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которой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снег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стаивает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полностью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даже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летом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из-за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недостатка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тепла,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называется</w:t>
      </w:r>
      <w:r w:rsidR="0008167C" w:rsidRPr="0008167C">
        <w:rPr>
          <w:snapToGrid w:val="0"/>
        </w:rPr>
        <w:t xml:space="preserve"> </w:t>
      </w:r>
      <w:r w:rsidRPr="0008167C">
        <w:rPr>
          <w:i/>
          <w:snapToGrid w:val="0"/>
        </w:rPr>
        <w:t>климатической</w:t>
      </w:r>
      <w:r w:rsidR="0008167C" w:rsidRPr="0008167C">
        <w:rPr>
          <w:i/>
          <w:snapToGrid w:val="0"/>
        </w:rPr>
        <w:t xml:space="preserve"> </w:t>
      </w:r>
      <w:r w:rsidRPr="0008167C">
        <w:rPr>
          <w:i/>
          <w:snapToGrid w:val="0"/>
        </w:rPr>
        <w:t>снеговой</w:t>
      </w:r>
      <w:r w:rsidR="0008167C" w:rsidRPr="0008167C">
        <w:rPr>
          <w:i/>
          <w:snapToGrid w:val="0"/>
        </w:rPr>
        <w:t xml:space="preserve"> </w:t>
      </w:r>
      <w:r w:rsidRPr="0008167C">
        <w:rPr>
          <w:i/>
          <w:snapToGrid w:val="0"/>
        </w:rPr>
        <w:t>линией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rPr>
          <w:snapToGrid w:val="0"/>
        </w:rPr>
      </w:pPr>
      <w:r w:rsidRPr="0008167C">
        <w:rPr>
          <w:i/>
          <w:snapToGrid w:val="0"/>
        </w:rPr>
        <w:t>Ледник</w:t>
      </w:r>
      <w:r w:rsidR="0008167C" w:rsidRPr="0008167C">
        <w:rPr>
          <w:snapToGrid w:val="0"/>
        </w:rPr>
        <w:t xml:space="preserve"> - </w:t>
      </w:r>
      <w:r w:rsidRPr="0008167C">
        <w:rPr>
          <w:snapToGrid w:val="0"/>
        </w:rPr>
        <w:t>это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масса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льда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постоянным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закономерным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движением,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расположенная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главным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образом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суше,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существующая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длительное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время,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обладающая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определенной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формой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значительными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размерами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образованная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результате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скопления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перекристаллизации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различных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твердых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атмосферных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осадков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Главным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источником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питания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являются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твердые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атмосферные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осадки,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скапливающиеся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дне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склонах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котловин,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которых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начинается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Процесс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накопления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твердых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осадков,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очевидно,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может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осуществляться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только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случае,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когда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количество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тепла,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поступающее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или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ином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районе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земную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поверхность,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оказывается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недостаточным,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чтобы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выпадающий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снег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мог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полностью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растаять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Таким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образом,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можно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сказать,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существованию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должен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благоприятствовать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сырой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климат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отрицательными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температурами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Обильная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влажность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воздуха</w:t>
      </w:r>
      <w:r w:rsidR="0008167C" w:rsidRPr="0008167C">
        <w:rPr>
          <w:snapToGrid w:val="0"/>
        </w:rPr>
        <w:t xml:space="preserve"> - </w:t>
      </w:r>
      <w:r w:rsidRPr="0008167C">
        <w:rPr>
          <w:snapToGrid w:val="0"/>
        </w:rPr>
        <w:t>основной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источник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атмосферных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осадков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Отрицательная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температура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необходима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для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того,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чтобы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осадки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могли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выпадать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твердом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виде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При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отрицательной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средней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температуре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лета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ежегодно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создается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некоторый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запас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нерастаявшего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снега,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накапливание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которого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временем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создает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значительные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его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массы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Формирование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запасов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снега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может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происходить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положительных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средних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температурах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некоторого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периода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лета,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условии,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если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этот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теплый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период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является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непродолжительным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pStyle w:val="3"/>
        <w:tabs>
          <w:tab w:val="left" w:pos="726"/>
        </w:tabs>
        <w:rPr>
          <w:snapToGrid w:val="0"/>
          <w:color w:val="000000"/>
        </w:rPr>
      </w:pPr>
      <w:bookmarkStart w:id="59" w:name="_Toc8497764"/>
      <w:bookmarkStart w:id="60" w:name="_Toc8498128"/>
      <w:bookmarkStart w:id="61" w:name="_Toc8498796"/>
      <w:r w:rsidRPr="0008167C">
        <w:rPr>
          <w:snapToGrid w:val="0"/>
          <w:color w:val="000000"/>
        </w:rPr>
        <w:t>Фирн</w:t>
      </w:r>
      <w:r w:rsidR="0008167C" w:rsidRPr="0008167C">
        <w:rPr>
          <w:snapToGrid w:val="0"/>
          <w:color w:val="000000"/>
        </w:rPr>
        <w:t xml:space="preserve">. </w:t>
      </w:r>
      <w:r w:rsidRPr="0008167C">
        <w:rPr>
          <w:snapToGrid w:val="0"/>
          <w:color w:val="000000"/>
        </w:rPr>
        <w:t>Ледниковый</w:t>
      </w:r>
      <w:r w:rsidR="0008167C" w:rsidRPr="0008167C">
        <w:rPr>
          <w:snapToGrid w:val="0"/>
          <w:color w:val="000000"/>
        </w:rPr>
        <w:t xml:space="preserve"> </w:t>
      </w:r>
      <w:r w:rsidRPr="0008167C">
        <w:rPr>
          <w:snapToGrid w:val="0"/>
          <w:color w:val="000000"/>
        </w:rPr>
        <w:t>лед,</w:t>
      </w:r>
      <w:r w:rsidR="0008167C" w:rsidRPr="0008167C">
        <w:rPr>
          <w:snapToGrid w:val="0"/>
          <w:color w:val="000000"/>
        </w:rPr>
        <w:t xml:space="preserve"> </w:t>
      </w:r>
      <w:r w:rsidRPr="0008167C">
        <w:rPr>
          <w:snapToGrid w:val="0"/>
          <w:color w:val="000000"/>
        </w:rPr>
        <w:t>его</w:t>
      </w:r>
      <w:r w:rsidR="0008167C" w:rsidRPr="0008167C">
        <w:rPr>
          <w:snapToGrid w:val="0"/>
          <w:color w:val="000000"/>
        </w:rPr>
        <w:t xml:space="preserve"> </w:t>
      </w:r>
      <w:r w:rsidRPr="0008167C">
        <w:rPr>
          <w:snapToGrid w:val="0"/>
          <w:color w:val="000000"/>
        </w:rPr>
        <w:t>свойства</w:t>
      </w:r>
      <w:r w:rsidR="0008167C" w:rsidRPr="0008167C">
        <w:rPr>
          <w:snapToGrid w:val="0"/>
          <w:color w:val="000000"/>
        </w:rPr>
        <w:t>.</w:t>
      </w:r>
      <w:bookmarkEnd w:id="59"/>
      <w:bookmarkEnd w:id="60"/>
      <w:bookmarkEnd w:id="61"/>
    </w:p>
    <w:p w:rsidR="0008167C" w:rsidRPr="0008167C" w:rsidRDefault="00223F35" w:rsidP="0008167C">
      <w:pPr>
        <w:shd w:val="clear" w:color="auto" w:fill="FFFFFF"/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Твердые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атмосферные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осадки,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накапливаясь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отрицательных</w:t>
      </w:r>
      <w:r w:rsidR="0008167C">
        <w:rPr>
          <w:snapToGrid w:val="0"/>
        </w:rPr>
        <w:t xml:space="preserve"> (</w:t>
      </w:r>
      <w:r w:rsidRPr="0008167C">
        <w:rPr>
          <w:snapToGrid w:val="0"/>
        </w:rPr>
        <w:t>вогнутых</w:t>
      </w:r>
      <w:r w:rsidR="0008167C" w:rsidRPr="0008167C">
        <w:rPr>
          <w:snapToGrid w:val="0"/>
        </w:rPr>
        <w:t xml:space="preserve">) </w:t>
      </w:r>
      <w:r w:rsidRPr="0008167C">
        <w:rPr>
          <w:snapToGrid w:val="0"/>
        </w:rPr>
        <w:t>формах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рельефа,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испытывают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временем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значительные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преобразования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Свежевыпавший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снег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под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действием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солнечного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тепла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оттаивает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поверхности,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ночью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вновь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замерзает,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покрываясь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тонкой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ледяной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корочкой</w:t>
      </w:r>
      <w:r w:rsidR="0008167C" w:rsidRPr="0008167C">
        <w:rPr>
          <w:snapToGrid w:val="0"/>
        </w:rPr>
        <w:t xml:space="preserve"> - </w:t>
      </w:r>
      <w:r w:rsidRPr="0008167C">
        <w:rPr>
          <w:i/>
          <w:snapToGrid w:val="0"/>
        </w:rPr>
        <w:t>настом</w:t>
      </w:r>
      <w:r w:rsidR="0008167C" w:rsidRPr="0008167C">
        <w:rPr>
          <w:i/>
          <w:snapToGrid w:val="0"/>
        </w:rPr>
        <w:t xml:space="preserve">. </w:t>
      </w:r>
      <w:r w:rsidRPr="0008167C">
        <w:rPr>
          <w:snapToGrid w:val="0"/>
        </w:rPr>
        <w:t>Часть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талой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просачивается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внутрь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снежной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массы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там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отвердевает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виде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крупинок,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зерен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пленок,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обволакивающих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снежинки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По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мере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накопления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снега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его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нижние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пласты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под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давлением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верхних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делаются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плотнее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переходят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пузырчатую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серо-белую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массу,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состоящую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из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подвергшихся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первоначальному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переформированию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под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действием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замерзания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оттаивания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снежинок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ледяных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зерен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называемому</w:t>
      </w:r>
      <w:r w:rsidR="0008167C" w:rsidRPr="0008167C">
        <w:rPr>
          <w:snapToGrid w:val="0"/>
        </w:rPr>
        <w:t xml:space="preserve"> </w:t>
      </w:r>
      <w:r w:rsidRPr="0008167C">
        <w:rPr>
          <w:i/>
          <w:snapToGrid w:val="0"/>
        </w:rPr>
        <w:t>фирном</w:t>
      </w:r>
      <w:r w:rsidR="0008167C" w:rsidRPr="0008167C">
        <w:rPr>
          <w:i/>
          <w:snapToGrid w:val="0"/>
        </w:rPr>
        <w:t xml:space="preserve">. </w:t>
      </w:r>
      <w:r w:rsidRPr="0008167C">
        <w:rPr>
          <w:snapToGrid w:val="0"/>
        </w:rPr>
        <w:t>Периодическое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выпадение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снега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обусловливает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характерное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слоистое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строение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фирна,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причем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толщина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слоев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колеблется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довольно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широких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пределах</w:t>
      </w:r>
      <w:r w:rsidR="0008167C" w:rsidRPr="0008167C">
        <w:rPr>
          <w:snapToGrid w:val="0"/>
        </w:rPr>
        <w:t xml:space="preserve"> - </w:t>
      </w:r>
      <w:r w:rsidRPr="0008167C">
        <w:rPr>
          <w:snapToGrid w:val="0"/>
        </w:rPr>
        <w:t>от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нескольких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миллиметров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десятков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сантиметров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Фирн,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имеющий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плотность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0,3-0,5,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все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более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уплотняясь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под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давлением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вышележащих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слоев,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переходит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белый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фирновый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плотностью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0,85,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затем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чистый,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прозрачный,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собственно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ледниковый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голубого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цвета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плотностью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0,88-0,91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Важное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значение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процессе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переформирования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снега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образовании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имеет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свойство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льда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срастаться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одну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глыбу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вследствие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отвердевания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жидкой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пленки,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заключенной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между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отдельными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кусками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льда,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приведенными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соприкосновение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Указанное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свойство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называют</w:t>
      </w:r>
      <w:r w:rsidR="0008167C" w:rsidRPr="0008167C">
        <w:rPr>
          <w:snapToGrid w:val="0"/>
        </w:rPr>
        <w:t xml:space="preserve"> </w:t>
      </w:r>
      <w:r w:rsidRPr="0008167C">
        <w:rPr>
          <w:i/>
          <w:snapToGrid w:val="0"/>
        </w:rPr>
        <w:t>режеляцией</w:t>
      </w:r>
      <w:r w:rsidR="0008167C" w:rsidRPr="0008167C">
        <w:rPr>
          <w:i/>
          <w:snapToGrid w:val="0"/>
        </w:rPr>
        <w:t xml:space="preserve">. </w:t>
      </w:r>
      <w:r w:rsidRPr="0008167C">
        <w:rPr>
          <w:snapToGrid w:val="0"/>
        </w:rPr>
        <w:t>Благодаря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режеляции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происходит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слияние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двух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ледниковых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потоков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один,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фирновые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зерна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смерзаются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плотную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ледяную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массу,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заплывают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трещины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ледниках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="0008167C">
        <w:rPr>
          <w:snapToGrid w:val="0"/>
        </w:rPr>
        <w:t>т.д.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Другим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важным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свойством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льда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является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пластичность,</w:t>
      </w:r>
      <w:r w:rsidR="0008167C" w:rsidRPr="0008167C">
        <w:rPr>
          <w:snapToGrid w:val="0"/>
        </w:rPr>
        <w:t xml:space="preserve"> </w:t>
      </w:r>
      <w:r w:rsidR="0008167C">
        <w:rPr>
          <w:snapToGrid w:val="0"/>
        </w:rPr>
        <w:t>т.е.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способность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его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течь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под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влиянием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непрерывно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действующей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силы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Под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влиянием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тяжести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силу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присущей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ему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пластичности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образовавшийся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под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покровом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фирнового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поля,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начинает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стекать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вниз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склону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горы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или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дну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долины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Выползая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из-под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фирнового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покрова,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опускается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ниже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снеговой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линии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Таким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образом,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может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быть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разделен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две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части</w:t>
      </w:r>
      <w:r w:rsidR="0008167C" w:rsidRPr="0008167C">
        <w:rPr>
          <w:snapToGrid w:val="0"/>
        </w:rPr>
        <w:t xml:space="preserve">: </w:t>
      </w:r>
      <w:r w:rsidRPr="0008167C">
        <w:rPr>
          <w:snapToGrid w:val="0"/>
        </w:rPr>
        <w:t>верхнюю,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где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преобладает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накопление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снега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льда</w:t>
      </w:r>
      <w:r w:rsidR="0008167C">
        <w:rPr>
          <w:snapToGrid w:val="0"/>
        </w:rPr>
        <w:t xml:space="preserve"> (</w:t>
      </w:r>
      <w:r w:rsidRPr="0008167C">
        <w:rPr>
          <w:snapToGrid w:val="0"/>
        </w:rPr>
        <w:t>фирновый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бассейн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или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бассейн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питания</w:t>
      </w:r>
      <w:r w:rsidR="0008167C" w:rsidRPr="0008167C">
        <w:rPr>
          <w:snapToGrid w:val="0"/>
        </w:rPr>
        <w:t xml:space="preserve">),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нижнюю,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где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происходит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стаивание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ледника</w:t>
      </w:r>
      <w:r w:rsidR="0008167C">
        <w:rPr>
          <w:snapToGrid w:val="0"/>
        </w:rPr>
        <w:t xml:space="preserve"> (</w:t>
      </w:r>
      <w:r w:rsidRPr="0008167C">
        <w:rPr>
          <w:snapToGrid w:val="0"/>
        </w:rPr>
        <w:t>область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стока,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область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абляции,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язык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ледника</w:t>
      </w:r>
      <w:r w:rsidR="0008167C" w:rsidRPr="0008167C">
        <w:rPr>
          <w:snapToGrid w:val="0"/>
        </w:rPr>
        <w:t>).</w:t>
      </w:r>
    </w:p>
    <w:p w:rsidR="0008167C" w:rsidRPr="0008167C" w:rsidRDefault="00223F35" w:rsidP="0008167C">
      <w:pPr>
        <w:pStyle w:val="3"/>
        <w:tabs>
          <w:tab w:val="left" w:pos="726"/>
        </w:tabs>
        <w:rPr>
          <w:snapToGrid w:val="0"/>
          <w:color w:val="000000"/>
        </w:rPr>
      </w:pPr>
      <w:bookmarkStart w:id="62" w:name="_Toc8497765"/>
      <w:bookmarkStart w:id="63" w:name="_Toc8498129"/>
      <w:bookmarkStart w:id="64" w:name="_Toc8498797"/>
      <w:r w:rsidRPr="0008167C">
        <w:rPr>
          <w:snapToGrid w:val="0"/>
          <w:color w:val="000000"/>
        </w:rPr>
        <w:t>Типы</w:t>
      </w:r>
      <w:r w:rsidR="0008167C" w:rsidRPr="0008167C">
        <w:rPr>
          <w:snapToGrid w:val="0"/>
          <w:color w:val="000000"/>
        </w:rPr>
        <w:t xml:space="preserve"> </w:t>
      </w:r>
      <w:r w:rsidRPr="0008167C">
        <w:rPr>
          <w:snapToGrid w:val="0"/>
          <w:color w:val="000000"/>
        </w:rPr>
        <w:t>ледников</w:t>
      </w:r>
      <w:r w:rsidR="0008167C" w:rsidRPr="0008167C">
        <w:rPr>
          <w:snapToGrid w:val="0"/>
          <w:color w:val="000000"/>
        </w:rPr>
        <w:t>.</w:t>
      </w:r>
      <w:bookmarkEnd w:id="62"/>
      <w:bookmarkEnd w:id="63"/>
      <w:bookmarkEnd w:id="64"/>
    </w:p>
    <w:p w:rsidR="0008167C" w:rsidRDefault="00223F35" w:rsidP="0008167C">
      <w:pPr>
        <w:shd w:val="clear" w:color="auto" w:fill="FFFFFF"/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Ледники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зависимости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климатических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условий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рельефа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отличаются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большим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разнообразием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Наиболее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характерные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типы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следующие</w:t>
      </w:r>
      <w:r w:rsidR="0008167C">
        <w:rPr>
          <w:snapToGrid w:val="0"/>
        </w:rPr>
        <w:t>:</w:t>
      </w:r>
    </w:p>
    <w:p w:rsidR="0008167C" w:rsidRDefault="0008167C" w:rsidP="0008167C">
      <w:pPr>
        <w:shd w:val="clear" w:color="auto" w:fill="FFFFFF"/>
        <w:tabs>
          <w:tab w:val="left" w:pos="726"/>
        </w:tabs>
        <w:rPr>
          <w:snapToGrid w:val="0"/>
        </w:rPr>
      </w:pPr>
      <w:r>
        <w:rPr>
          <w:snapToGrid w:val="0"/>
        </w:rPr>
        <w:t>1)</w:t>
      </w:r>
      <w:r w:rsidRPr="0008167C">
        <w:rPr>
          <w:snapToGrid w:val="0"/>
        </w:rPr>
        <w:t xml:space="preserve"> </w:t>
      </w:r>
      <w:r w:rsidR="00223F35" w:rsidRPr="0008167C">
        <w:rPr>
          <w:snapToGrid w:val="0"/>
        </w:rPr>
        <w:t>ледники</w:t>
      </w:r>
      <w:r w:rsidRPr="0008167C">
        <w:rPr>
          <w:snapToGrid w:val="0"/>
        </w:rPr>
        <w:t xml:space="preserve"> </w:t>
      </w:r>
      <w:r w:rsidR="00223F35" w:rsidRPr="0008167C">
        <w:rPr>
          <w:snapToGrid w:val="0"/>
        </w:rPr>
        <w:t>горных</w:t>
      </w:r>
      <w:r w:rsidRPr="0008167C">
        <w:rPr>
          <w:snapToGrid w:val="0"/>
        </w:rPr>
        <w:t xml:space="preserve"> </w:t>
      </w:r>
      <w:r w:rsidR="00223F35" w:rsidRPr="0008167C">
        <w:rPr>
          <w:snapToGrid w:val="0"/>
        </w:rPr>
        <w:t>склонов</w:t>
      </w:r>
      <w:r>
        <w:rPr>
          <w:snapToGrid w:val="0"/>
        </w:rPr>
        <w:t>,</w:t>
      </w:r>
    </w:p>
    <w:p w:rsidR="0008167C" w:rsidRDefault="0008167C" w:rsidP="0008167C">
      <w:pPr>
        <w:shd w:val="clear" w:color="auto" w:fill="FFFFFF"/>
        <w:tabs>
          <w:tab w:val="left" w:pos="726"/>
        </w:tabs>
        <w:rPr>
          <w:snapToGrid w:val="0"/>
        </w:rPr>
      </w:pPr>
      <w:r>
        <w:rPr>
          <w:snapToGrid w:val="0"/>
        </w:rPr>
        <w:t>2)</w:t>
      </w:r>
      <w:r w:rsidRPr="0008167C">
        <w:rPr>
          <w:snapToGrid w:val="0"/>
        </w:rPr>
        <w:t xml:space="preserve"> </w:t>
      </w:r>
      <w:r w:rsidR="00223F35" w:rsidRPr="0008167C">
        <w:rPr>
          <w:snapToGrid w:val="0"/>
        </w:rPr>
        <w:t>долинные</w:t>
      </w:r>
      <w:r w:rsidRPr="0008167C">
        <w:rPr>
          <w:snapToGrid w:val="0"/>
        </w:rPr>
        <w:t xml:space="preserve"> </w:t>
      </w:r>
      <w:r w:rsidR="00223F35" w:rsidRPr="0008167C">
        <w:rPr>
          <w:snapToGrid w:val="0"/>
        </w:rPr>
        <w:t>ледники</w:t>
      </w:r>
      <w:r>
        <w:rPr>
          <w:snapToGrid w:val="0"/>
        </w:rPr>
        <w:t>,</w:t>
      </w:r>
    </w:p>
    <w:p w:rsidR="0008167C" w:rsidRDefault="0008167C" w:rsidP="0008167C">
      <w:pPr>
        <w:shd w:val="clear" w:color="auto" w:fill="FFFFFF"/>
        <w:tabs>
          <w:tab w:val="left" w:pos="726"/>
        </w:tabs>
        <w:rPr>
          <w:snapToGrid w:val="0"/>
        </w:rPr>
      </w:pPr>
      <w:r>
        <w:rPr>
          <w:snapToGrid w:val="0"/>
        </w:rPr>
        <w:t>3)</w:t>
      </w:r>
      <w:r w:rsidRPr="0008167C">
        <w:rPr>
          <w:snapToGrid w:val="0"/>
        </w:rPr>
        <w:t xml:space="preserve"> </w:t>
      </w:r>
      <w:r w:rsidR="00223F35" w:rsidRPr="0008167C">
        <w:rPr>
          <w:snapToGrid w:val="0"/>
        </w:rPr>
        <w:t>ледники</w:t>
      </w:r>
      <w:r w:rsidRPr="0008167C">
        <w:rPr>
          <w:snapToGrid w:val="0"/>
        </w:rPr>
        <w:t xml:space="preserve"> </w:t>
      </w:r>
      <w:r w:rsidR="00223F35" w:rsidRPr="0008167C">
        <w:rPr>
          <w:snapToGrid w:val="0"/>
        </w:rPr>
        <w:t>горных</w:t>
      </w:r>
      <w:r w:rsidRPr="0008167C">
        <w:rPr>
          <w:snapToGrid w:val="0"/>
        </w:rPr>
        <w:t xml:space="preserve"> </w:t>
      </w:r>
      <w:r w:rsidR="00223F35" w:rsidRPr="0008167C">
        <w:rPr>
          <w:snapToGrid w:val="0"/>
        </w:rPr>
        <w:t>вершин</w:t>
      </w:r>
      <w:r>
        <w:rPr>
          <w:snapToGrid w:val="0"/>
        </w:rPr>
        <w:t>,</w:t>
      </w:r>
    </w:p>
    <w:p w:rsidR="0008167C" w:rsidRPr="0008167C" w:rsidRDefault="0008167C" w:rsidP="0008167C">
      <w:pPr>
        <w:shd w:val="clear" w:color="auto" w:fill="FFFFFF"/>
        <w:tabs>
          <w:tab w:val="left" w:pos="726"/>
        </w:tabs>
        <w:rPr>
          <w:snapToGrid w:val="0"/>
        </w:rPr>
      </w:pPr>
      <w:r>
        <w:rPr>
          <w:snapToGrid w:val="0"/>
        </w:rPr>
        <w:t>4)</w:t>
      </w:r>
      <w:r w:rsidRPr="0008167C">
        <w:rPr>
          <w:snapToGrid w:val="0"/>
        </w:rPr>
        <w:t xml:space="preserve"> </w:t>
      </w:r>
      <w:r w:rsidR="00223F35" w:rsidRPr="0008167C">
        <w:rPr>
          <w:snapToGrid w:val="0"/>
        </w:rPr>
        <w:t>сложные</w:t>
      </w:r>
      <w:r w:rsidRPr="0008167C">
        <w:rPr>
          <w:snapToGrid w:val="0"/>
        </w:rPr>
        <w:t xml:space="preserve"> </w:t>
      </w:r>
      <w:r w:rsidR="00223F35" w:rsidRPr="0008167C">
        <w:rPr>
          <w:snapToGrid w:val="0"/>
        </w:rPr>
        <w:t>ледниковые</w:t>
      </w:r>
      <w:r w:rsidRPr="0008167C">
        <w:rPr>
          <w:snapToGrid w:val="0"/>
        </w:rPr>
        <w:t xml:space="preserve"> </w:t>
      </w:r>
      <w:r w:rsidR="00223F35" w:rsidRPr="0008167C">
        <w:rPr>
          <w:snapToGrid w:val="0"/>
        </w:rPr>
        <w:t>комплексы</w:t>
      </w:r>
      <w:r w:rsidRPr="0008167C">
        <w:rPr>
          <w:snapToGrid w:val="0"/>
        </w:rPr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1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склонах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горных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хребтов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или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отдельных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гор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часто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встречаются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так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называемые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висячие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ледники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Эти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приурочены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каким-либо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резко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выраженным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понижениям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рельефа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Они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почти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никогда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спускаются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подошве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горы,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висят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высоко,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словно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приклеенные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всей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своей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массой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склону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Ледники,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занимающие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склонах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гор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нишеобразные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углубления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крутыми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стенками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плоским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дном,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называются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каровыми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или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мульдовыми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2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Долинные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образуют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наиболее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характерную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группу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Свойства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этих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изучены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лучше,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других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типов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Ледники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этого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типа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занимают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более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или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менее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значительную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часть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долины,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верхняя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часть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которой,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расширенная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виде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чаши,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служит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бассейном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для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накопления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твердых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атмосферных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осадков,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участок,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расположенный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ниже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области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накопления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твердых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осадков,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является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каналом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истечения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льда,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вместилищем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ледникового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языка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Долинный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состоящий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из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одного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ледяного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потока,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называют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простым,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если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же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он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имеет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боковые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притоки,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его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называют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сложным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Простые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долинные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характерны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для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Альп,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поэтому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иногда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определяют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как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альпийский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тип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Среди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простых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выделяют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особый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тип,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называемый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туркестанским,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питание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которого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происходит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главным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образом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счет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снежных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лавин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Среди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сложных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выделяют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древовидный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тип,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образующийся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условиях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обильного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питания,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когда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склонах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главной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долины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возникают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боковые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спускающиеся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главную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долину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3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Среди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горных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вершин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особую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категорию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составляют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переметные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расположенные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двух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противоположных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склонах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горного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хребта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соединяющиеся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своими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верхними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частями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седловине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гребне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этого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хребта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некоторых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горных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странах,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где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гребни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гор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имеют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довольно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обширные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горизонтальные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или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слабо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наклоненные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одну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сторону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площадки,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соответствующих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климатических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условиях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образуются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плоских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вершин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Особый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морфологический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тип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оледенения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составляют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вулканических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конусов,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которые,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заполняя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углубление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вершине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потухшего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вулкана,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лучеобразно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спускаются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все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стороны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бороздам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трещинам,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заложенным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склонах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горы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Для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слабо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расчлененных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нагорий,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имеющих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характер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массивов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волнистой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поверхностью,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характерны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скандинавского,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или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норвежского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типа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условиях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указанного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рельефа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образуются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обширные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снежные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фирновые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поля,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которых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отделяются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ледниковые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языки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4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арктических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антарктических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областях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встречаются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почти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все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перечисленные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выше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формы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оледенения,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смыкающиеся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друг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другом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покрывающие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большие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пространства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материков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островов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полярных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широтах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Такие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материковые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образующие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сложные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ледниковые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комплексы,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мало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возвышаются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над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уровнем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моря,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нередко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языки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спускаются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непосредственно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море,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где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обламываются,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давая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начало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ледяным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плавучим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горам,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или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айсбергам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pStyle w:val="3"/>
        <w:tabs>
          <w:tab w:val="left" w:pos="726"/>
        </w:tabs>
        <w:rPr>
          <w:snapToGrid w:val="0"/>
          <w:color w:val="000000"/>
        </w:rPr>
      </w:pPr>
      <w:bookmarkStart w:id="65" w:name="_Toc8497766"/>
      <w:bookmarkStart w:id="66" w:name="_Toc8498130"/>
      <w:bookmarkStart w:id="67" w:name="_Toc8498798"/>
      <w:r w:rsidRPr="0008167C">
        <w:rPr>
          <w:snapToGrid w:val="0"/>
          <w:color w:val="000000"/>
        </w:rPr>
        <w:t>Движение</w:t>
      </w:r>
      <w:r w:rsidR="0008167C" w:rsidRPr="0008167C">
        <w:rPr>
          <w:snapToGrid w:val="0"/>
          <w:color w:val="000000"/>
        </w:rPr>
        <w:t xml:space="preserve"> </w:t>
      </w:r>
      <w:r w:rsidRPr="0008167C">
        <w:rPr>
          <w:snapToGrid w:val="0"/>
          <w:color w:val="000000"/>
        </w:rPr>
        <w:t>ледников</w:t>
      </w:r>
      <w:r w:rsidR="0008167C" w:rsidRPr="0008167C">
        <w:rPr>
          <w:snapToGrid w:val="0"/>
          <w:color w:val="000000"/>
        </w:rPr>
        <w:t xml:space="preserve">. </w:t>
      </w:r>
      <w:r w:rsidRPr="0008167C">
        <w:rPr>
          <w:snapToGrid w:val="0"/>
          <w:color w:val="000000"/>
        </w:rPr>
        <w:t>Морены</w:t>
      </w:r>
      <w:r w:rsidR="0008167C" w:rsidRPr="0008167C">
        <w:rPr>
          <w:snapToGrid w:val="0"/>
          <w:color w:val="000000"/>
        </w:rPr>
        <w:t>.</w:t>
      </w:r>
      <w:bookmarkEnd w:id="65"/>
      <w:bookmarkEnd w:id="66"/>
      <w:bookmarkEnd w:id="67"/>
    </w:p>
    <w:p w:rsidR="0008167C" w:rsidRPr="0008167C" w:rsidRDefault="00223F35" w:rsidP="0008167C">
      <w:pPr>
        <w:shd w:val="clear" w:color="auto" w:fill="FFFFFF"/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Движение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представляет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собой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достаточно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сложный,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еще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вполне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выясненный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процесс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Как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речном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потоке,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движущей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силой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здесь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является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сила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тяжести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Многочисленные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наблюдения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специально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поставленные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опыты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показали,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течение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сходно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течением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водного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потока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Скорость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движения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льда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результате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трения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его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склоны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долины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постепенно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уменьшается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середины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краям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Вследствие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различного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сопротивления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скорость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также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убывает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поверхности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его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дну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Всякое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сужение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долины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вызывает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увеличение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скорости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движения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этом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месте,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всякое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расширение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снижает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скорость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Уменьшение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скорости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движения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наблюдается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также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участке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выхода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его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из-под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фирнового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поля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конца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ледника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Скорость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движения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колеблется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значительных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пределах,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оставаясь,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однако,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всех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случаях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достаточно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малой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Так,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материковый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движется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скоростью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20-</w:t>
      </w:r>
      <w:smartTag w:uri="urn:schemas-microsoft-com:office:smarttags" w:element="metricconverter">
        <w:smartTagPr>
          <w:attr w:name="ProductID" w:val="30 м"/>
        </w:smartTagPr>
        <w:r w:rsidRPr="0008167C">
          <w:rPr>
            <w:snapToGrid w:val="0"/>
          </w:rPr>
          <w:t>30</w:t>
        </w:r>
        <w:r w:rsidR="0008167C" w:rsidRPr="0008167C">
          <w:rPr>
            <w:snapToGrid w:val="0"/>
          </w:rPr>
          <w:t xml:space="preserve"> </w:t>
        </w:r>
        <w:r w:rsidRPr="0008167C">
          <w:rPr>
            <w:snapToGrid w:val="0"/>
          </w:rPr>
          <w:t>м</w:t>
        </w:r>
      </w:smartTag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год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Во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время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движения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могут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возникать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поперечные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продольные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трещины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Поперечные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трещины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образуются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наличии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ложе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резких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уступов,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продольные</w:t>
      </w:r>
      <w:r w:rsidR="0008167C" w:rsidRPr="0008167C">
        <w:rPr>
          <w:snapToGrid w:val="0"/>
        </w:rPr>
        <w:t xml:space="preserve"> - </w:t>
      </w:r>
      <w:r w:rsidRPr="0008167C">
        <w:rPr>
          <w:snapToGrid w:val="0"/>
        </w:rPr>
        <w:t>вследствие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растекания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льда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стороны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переходе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из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более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узкого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участка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долины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расширенный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различной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скорости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движения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берегов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процессе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движения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выносят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устье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долины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продукты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разрушения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горных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пород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оказывают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существенное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влияние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ложе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препятствия,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встречающиеся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пути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Все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продукты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разрушения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горных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пород</w:t>
      </w:r>
      <w:r w:rsidR="0008167C" w:rsidRPr="0008167C">
        <w:rPr>
          <w:snapToGrid w:val="0"/>
        </w:rPr>
        <w:t xml:space="preserve"> - </w:t>
      </w:r>
      <w:r w:rsidRPr="0008167C">
        <w:rPr>
          <w:snapToGrid w:val="0"/>
        </w:rPr>
        <w:t>от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крупных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каменных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глыб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мелкой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пыли,</w:t>
      </w:r>
      <w:r w:rsidR="0008167C" w:rsidRPr="0008167C">
        <w:rPr>
          <w:snapToGrid w:val="0"/>
        </w:rPr>
        <w:t xml:space="preserve"> - </w:t>
      </w:r>
      <w:r w:rsidRPr="0008167C">
        <w:rPr>
          <w:snapToGrid w:val="0"/>
        </w:rPr>
        <w:t>попавшие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тело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движущиеся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вместе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льдом,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принято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называть</w:t>
      </w:r>
      <w:r w:rsidR="0008167C" w:rsidRPr="0008167C">
        <w:rPr>
          <w:snapToGrid w:val="0"/>
        </w:rPr>
        <w:t xml:space="preserve"> </w:t>
      </w:r>
      <w:r w:rsidRPr="0008167C">
        <w:rPr>
          <w:i/>
          <w:snapToGrid w:val="0"/>
        </w:rPr>
        <w:t>мореной</w:t>
      </w:r>
      <w:r w:rsidR="0008167C" w:rsidRPr="0008167C">
        <w:rPr>
          <w:i/>
          <w:snapToGrid w:val="0"/>
        </w:rPr>
        <w:t xml:space="preserve">. </w:t>
      </w:r>
      <w:r w:rsidRPr="0008167C">
        <w:rPr>
          <w:snapToGrid w:val="0"/>
        </w:rPr>
        <w:t>Морены,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участвующие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перемещении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называются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движущимися,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из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них,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которые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прекратили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движение,</w:t>
      </w:r>
      <w:r w:rsidR="0008167C" w:rsidRPr="0008167C">
        <w:rPr>
          <w:snapToGrid w:val="0"/>
        </w:rPr>
        <w:t xml:space="preserve"> - </w:t>
      </w:r>
      <w:r w:rsidRPr="0008167C">
        <w:rPr>
          <w:snapToGrid w:val="0"/>
        </w:rPr>
        <w:t>отложенными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Движущиеся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морены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соответствии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положением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разделяются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поверхностные,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внутренние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донные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Поверхностные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морены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возникают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результате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скопления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поверхности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обломков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горных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пород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склонов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долины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образовании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поверхностей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морены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участвует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также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пыль,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сметаемая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ветром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окрестных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горных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склонов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Валы,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образующиеся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из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обломочного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материала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краям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носят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название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боковых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морен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Поверхностная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морена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обычно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состоит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из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угловатых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обломков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неправильных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очертаний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Внутренняя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морена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формируется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из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материала,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попавшего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сперва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поверхность,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затем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поглощенного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ледником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Нижняя,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или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донная,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морена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образуется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из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материала,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оторванного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своего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ложа,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также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результате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опускания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части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поверхностной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внутренней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морены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Материал,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образующий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донную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морену,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характеризуется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окатанностью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форм</w:t>
      </w:r>
      <w:r w:rsidR="0008167C" w:rsidRPr="0008167C">
        <w:rPr>
          <w:snapToGrid w:val="0"/>
        </w:rPr>
        <w:t xml:space="preserve">: </w:t>
      </w:r>
      <w:r w:rsidRPr="0008167C">
        <w:rPr>
          <w:snapToGrid w:val="0"/>
        </w:rPr>
        <w:t>резкие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углы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камней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сглажены,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валуны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покрыты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царапинами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штрихами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Весь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моренный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материал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переносит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своему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концу,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где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нагромождает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его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виде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вала,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располагающегося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поперек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долины</w:t>
      </w:r>
      <w:r w:rsidR="0008167C" w:rsidRPr="0008167C">
        <w:rPr>
          <w:snapToGrid w:val="0"/>
        </w:rPr>
        <w:t xml:space="preserve"> - </w:t>
      </w:r>
      <w:r w:rsidRPr="0008167C">
        <w:rPr>
          <w:snapToGrid w:val="0"/>
        </w:rPr>
        <w:t>это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конечная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морена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Воздействие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ложе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препятствия,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встречающиеся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пути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его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движения,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выражается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том,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шлифует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горные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породы,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стирает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перетирает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обломочный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материал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более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мягких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породах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выпахивает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глубокие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борозды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pStyle w:val="3"/>
        <w:tabs>
          <w:tab w:val="left" w:pos="726"/>
        </w:tabs>
        <w:rPr>
          <w:color w:val="000000"/>
        </w:rPr>
      </w:pPr>
      <w:bookmarkStart w:id="68" w:name="_Toc8497767"/>
      <w:bookmarkStart w:id="69" w:name="_Toc8498131"/>
      <w:bookmarkStart w:id="70" w:name="_Toc8498799"/>
      <w:r w:rsidRPr="0008167C">
        <w:rPr>
          <w:color w:val="000000"/>
        </w:rPr>
        <w:t>Таяние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ледников</w:t>
      </w:r>
      <w:r w:rsidR="0008167C" w:rsidRPr="0008167C">
        <w:rPr>
          <w:color w:val="000000"/>
        </w:rPr>
        <w:t>.</w:t>
      </w:r>
      <w:bookmarkEnd w:id="68"/>
      <w:bookmarkEnd w:id="69"/>
      <w:bookmarkEnd w:id="70"/>
    </w:p>
    <w:p w:rsidR="0008167C" w:rsidRPr="0008167C" w:rsidRDefault="00223F35" w:rsidP="0008167C">
      <w:pPr>
        <w:shd w:val="clear" w:color="auto" w:fill="FFFFFF"/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Ледник,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опустившись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ниже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снеговой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линии,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под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влиянием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притока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тепла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начинает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таять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Основную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роль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процессе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таяния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играют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климатические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факторы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Таяние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поверхности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вызывается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непосредственным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нагреванием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льда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солнечными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лучами,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нагреванием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теплым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воздухом,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действием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дождей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теплом,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излучаемым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окружающими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склонами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гор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Вследствие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резкого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колебания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температур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горах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течение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суток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таяние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поверхности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особенно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сильно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выражено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дневные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часы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наступлением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ночи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холодных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пасмурных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дней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таяние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резко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уменьшается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Приток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тепла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осуществляется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только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его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поверхности,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стороны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ложа,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вызывая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таяние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льда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Это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подледниковое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таяние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играет,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конечно,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меньшую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роль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распространяется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только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ближайший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дну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ледника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Сохранение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ледникового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языка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ниже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снеговой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линии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течение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длительного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времени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непрерывном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таянии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льда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возможно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только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случае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постоянного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поступления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новых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масс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льда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Если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это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поступление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равно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таянию,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положении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крайней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линии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замечается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перемен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Если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льда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поступает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больше,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может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растаять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испариться,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размеры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ледникового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языка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увеличиваются,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он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делается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длиннее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спускается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ниже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долине</w:t>
      </w:r>
      <w:r w:rsidR="0008167C" w:rsidRPr="0008167C">
        <w:rPr>
          <w:snapToGrid w:val="0"/>
        </w:rPr>
        <w:t xml:space="preserve"> - </w:t>
      </w:r>
      <w:r w:rsidRPr="0008167C">
        <w:rPr>
          <w:snapToGrid w:val="0"/>
        </w:rPr>
        <w:t>ледник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наступает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противном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случае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происходит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обратное</w:t>
      </w:r>
      <w:r w:rsidR="0008167C" w:rsidRPr="0008167C">
        <w:rPr>
          <w:snapToGrid w:val="0"/>
        </w:rPr>
        <w:t xml:space="preserve">: </w:t>
      </w:r>
      <w:r w:rsidRPr="0008167C">
        <w:rPr>
          <w:snapToGrid w:val="0"/>
        </w:rPr>
        <w:t>масса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уменьшается,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язык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становится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короче,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как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отодвигаясь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вверх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долине,</w:t>
      </w:r>
      <w:r w:rsidR="0008167C" w:rsidRPr="0008167C">
        <w:rPr>
          <w:snapToGrid w:val="0"/>
        </w:rPr>
        <w:t xml:space="preserve"> - </w:t>
      </w:r>
      <w:r w:rsidRPr="0008167C">
        <w:rPr>
          <w:snapToGrid w:val="0"/>
        </w:rPr>
        <w:t>ледник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отступает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Указанные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колебания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вызываются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изменением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условий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таяния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поступления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масс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льда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могут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совершаться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как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течение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сезона,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так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более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длительные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периоды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времени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bookmarkStart w:id="71" w:name="_Toc8497768"/>
      <w:bookmarkStart w:id="72" w:name="_Toc8498132"/>
      <w:bookmarkStart w:id="73" w:name="_Toc8498800"/>
      <w:r w:rsidRPr="0008167C">
        <w:rPr>
          <w:smallCaps w:val="0"/>
        </w:rPr>
        <w:t>Болота</w:t>
      </w:r>
      <w:r w:rsidR="0008167C" w:rsidRPr="0008167C">
        <w:rPr>
          <w:smallCaps w:val="0"/>
        </w:rPr>
        <w:t>.</w:t>
      </w:r>
      <w:bookmarkEnd w:id="71"/>
      <w:bookmarkEnd w:id="72"/>
      <w:bookmarkEnd w:id="73"/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rPr>
          <w:i/>
        </w:rPr>
        <w:t>Болото</w:t>
      </w:r>
      <w:r w:rsidR="0008167C" w:rsidRPr="0008167C">
        <w:rPr>
          <w:i/>
        </w:rPr>
        <w:t xml:space="preserve"> - </w:t>
      </w:r>
      <w:r w:rsidRPr="0008167C">
        <w:t>участок</w:t>
      </w:r>
      <w:r w:rsidR="0008167C" w:rsidRPr="0008167C">
        <w:t xml:space="preserve"> </w:t>
      </w:r>
      <w:r w:rsidRPr="0008167C">
        <w:t>земной</w:t>
      </w:r>
      <w:r w:rsidR="0008167C" w:rsidRPr="0008167C">
        <w:t xml:space="preserve"> </w:t>
      </w:r>
      <w:r w:rsidRPr="0008167C">
        <w:t>поверхности,</w:t>
      </w:r>
      <w:r w:rsidR="0008167C" w:rsidRPr="0008167C">
        <w:t xml:space="preserve"> </w:t>
      </w:r>
      <w:r w:rsidRPr="0008167C">
        <w:t>характеризующийся</w:t>
      </w:r>
      <w:r w:rsidR="0008167C" w:rsidRPr="0008167C">
        <w:t xml:space="preserve"> </w:t>
      </w:r>
      <w:r w:rsidRPr="0008167C">
        <w:t>обильным</w:t>
      </w:r>
      <w:r w:rsidR="0008167C" w:rsidRPr="0008167C">
        <w:t xml:space="preserve"> </w:t>
      </w:r>
      <w:r w:rsidRPr="0008167C">
        <w:t>застойным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слабо</w:t>
      </w:r>
      <w:r w:rsidR="0008167C" w:rsidRPr="0008167C">
        <w:t xml:space="preserve"> </w:t>
      </w:r>
      <w:r w:rsidRPr="0008167C">
        <w:t>проточным</w:t>
      </w:r>
      <w:r w:rsidR="0008167C" w:rsidRPr="0008167C">
        <w:t xml:space="preserve"> </w:t>
      </w:r>
      <w:r w:rsidRPr="0008167C">
        <w:t>увлажнением</w:t>
      </w:r>
      <w:r w:rsidR="0008167C" w:rsidRPr="0008167C">
        <w:t xml:space="preserve"> </w:t>
      </w:r>
      <w:r w:rsidRPr="0008167C">
        <w:t>верхних</w:t>
      </w:r>
      <w:r w:rsidR="0008167C" w:rsidRPr="0008167C">
        <w:t xml:space="preserve"> </w:t>
      </w:r>
      <w:r w:rsidRPr="0008167C">
        <w:t>горизонтов</w:t>
      </w:r>
      <w:r w:rsidR="0008167C" w:rsidRPr="0008167C">
        <w:t xml:space="preserve"> </w:t>
      </w:r>
      <w:r w:rsidRPr="0008167C">
        <w:t>почвогрунтов,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которой</w:t>
      </w:r>
      <w:r w:rsidR="0008167C" w:rsidRPr="0008167C">
        <w:t xml:space="preserve"> </w:t>
      </w:r>
      <w:r w:rsidRPr="0008167C">
        <w:t>произрастает</w:t>
      </w:r>
      <w:r w:rsidR="0008167C" w:rsidRPr="0008167C">
        <w:t xml:space="preserve"> </w:t>
      </w:r>
      <w:r w:rsidRPr="0008167C">
        <w:t>специфическая</w:t>
      </w:r>
      <w:r w:rsidR="0008167C" w:rsidRPr="0008167C">
        <w:t xml:space="preserve"> </w:t>
      </w:r>
      <w:r w:rsidRPr="0008167C">
        <w:t>болотная</w:t>
      </w:r>
      <w:r w:rsidR="0008167C" w:rsidRPr="0008167C">
        <w:t xml:space="preserve"> </w:t>
      </w:r>
      <w:r w:rsidRPr="0008167C">
        <w:t>растительность,</w:t>
      </w:r>
      <w:r w:rsidR="0008167C" w:rsidRPr="0008167C">
        <w:t xml:space="preserve"> </w:t>
      </w:r>
      <w:r w:rsidRPr="0008167C">
        <w:t>приспособленная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условиям</w:t>
      </w:r>
      <w:r w:rsidR="0008167C" w:rsidRPr="0008167C">
        <w:t xml:space="preserve"> </w:t>
      </w:r>
      <w:r w:rsidRPr="0008167C">
        <w:t>обильного</w:t>
      </w:r>
      <w:r w:rsidR="0008167C" w:rsidRPr="0008167C">
        <w:t xml:space="preserve"> </w:t>
      </w:r>
      <w:r w:rsidRPr="0008167C">
        <w:t>увлажнения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недостатка</w:t>
      </w:r>
      <w:r w:rsidR="0008167C" w:rsidRPr="0008167C">
        <w:t xml:space="preserve"> </w:t>
      </w:r>
      <w:r w:rsidRPr="0008167C">
        <w:t>кислорода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почве</w:t>
      </w:r>
      <w:r w:rsidR="0008167C" w:rsidRPr="0008167C">
        <w:t xml:space="preserve">. </w:t>
      </w:r>
      <w:r w:rsidRPr="0008167C">
        <w:t>Если</w:t>
      </w:r>
      <w:r w:rsidR="0008167C" w:rsidRPr="0008167C">
        <w:t xml:space="preserve"> </w:t>
      </w:r>
      <w:r w:rsidRPr="0008167C">
        <w:t>мощность</w:t>
      </w:r>
      <w:r w:rsidR="0008167C" w:rsidRPr="0008167C">
        <w:t xml:space="preserve"> </w:t>
      </w:r>
      <w:r w:rsidRPr="0008167C">
        <w:t>отложившегося</w:t>
      </w:r>
      <w:r w:rsidR="0008167C" w:rsidRPr="0008167C">
        <w:t xml:space="preserve"> </w:t>
      </w:r>
      <w:r w:rsidRPr="0008167C">
        <w:t>торфа</w:t>
      </w:r>
      <w:r w:rsidR="0008167C" w:rsidRPr="0008167C">
        <w:t xml:space="preserve"> </w:t>
      </w:r>
      <w:r w:rsidRPr="0008167C">
        <w:t>такова,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корни</w:t>
      </w:r>
      <w:r w:rsidR="0008167C" w:rsidRPr="0008167C">
        <w:t xml:space="preserve"> </w:t>
      </w:r>
      <w:r w:rsidRPr="0008167C">
        <w:t>основной</w:t>
      </w:r>
      <w:r w:rsidR="0008167C" w:rsidRPr="0008167C">
        <w:t xml:space="preserve"> </w:t>
      </w:r>
      <w:r w:rsidRPr="0008167C">
        <w:t>массы</w:t>
      </w:r>
      <w:r w:rsidR="0008167C" w:rsidRPr="0008167C">
        <w:t xml:space="preserve"> </w:t>
      </w:r>
      <w:r w:rsidRPr="0008167C">
        <w:t>растений</w:t>
      </w:r>
      <w:r w:rsidR="0008167C" w:rsidRPr="0008167C">
        <w:t xml:space="preserve"> </w:t>
      </w:r>
      <w:r w:rsidRPr="0008167C">
        <w:t>достигают</w:t>
      </w:r>
      <w:r w:rsidR="0008167C" w:rsidRPr="0008167C">
        <w:t xml:space="preserve"> </w:t>
      </w:r>
      <w:r w:rsidRPr="0008167C">
        <w:t>подстилающего</w:t>
      </w:r>
      <w:r w:rsidR="0008167C" w:rsidRPr="0008167C">
        <w:t xml:space="preserve"> </w:t>
      </w:r>
      <w:r w:rsidRPr="0008167C">
        <w:t>минерального</w:t>
      </w:r>
      <w:r w:rsidR="0008167C" w:rsidRPr="0008167C">
        <w:t xml:space="preserve"> </w:t>
      </w:r>
      <w:r w:rsidRPr="0008167C">
        <w:t>грунта,</w:t>
      </w:r>
      <w:r w:rsidR="0008167C" w:rsidRPr="0008167C">
        <w:t xml:space="preserve"> </w:t>
      </w:r>
      <w:r w:rsidRPr="0008167C">
        <w:t>то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этом</w:t>
      </w:r>
      <w:r w:rsidR="0008167C" w:rsidRPr="0008167C">
        <w:t xml:space="preserve"> </w:t>
      </w:r>
      <w:r w:rsidRPr="0008167C">
        <w:t>случае</w:t>
      </w:r>
      <w:r w:rsidR="0008167C" w:rsidRPr="0008167C">
        <w:t xml:space="preserve"> </w:t>
      </w:r>
      <w:r w:rsidRPr="0008167C">
        <w:t>избыточно</w:t>
      </w:r>
      <w:r w:rsidR="0008167C" w:rsidRPr="0008167C">
        <w:t xml:space="preserve"> </w:t>
      </w:r>
      <w:r w:rsidRPr="0008167C">
        <w:t>увлажненные</w:t>
      </w:r>
      <w:r w:rsidR="0008167C" w:rsidRPr="0008167C">
        <w:t xml:space="preserve"> </w:t>
      </w:r>
      <w:r w:rsidRPr="0008167C">
        <w:t>участки</w:t>
      </w:r>
      <w:r w:rsidR="0008167C" w:rsidRPr="0008167C">
        <w:t xml:space="preserve"> </w:t>
      </w:r>
      <w:r w:rsidRPr="0008167C">
        <w:t>суши</w:t>
      </w:r>
      <w:r w:rsidR="0008167C" w:rsidRPr="0008167C">
        <w:t xml:space="preserve"> </w:t>
      </w:r>
      <w:r w:rsidRPr="0008167C">
        <w:t>относятся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rPr>
          <w:i/>
        </w:rPr>
        <w:t>заболоченным</w:t>
      </w:r>
      <w:r w:rsidR="0008167C" w:rsidRPr="0008167C">
        <w:rPr>
          <w:i/>
        </w:rPr>
        <w:t xml:space="preserve"> </w:t>
      </w:r>
      <w:r w:rsidRPr="0008167C">
        <w:rPr>
          <w:i/>
        </w:rPr>
        <w:t>землям</w:t>
      </w:r>
      <w:r w:rsidR="0008167C" w:rsidRPr="0008167C">
        <w:rPr>
          <w:i/>
        </w:rPr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болотам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начальной</w:t>
      </w:r>
      <w:r w:rsidR="0008167C" w:rsidRPr="0008167C">
        <w:t xml:space="preserve"> </w:t>
      </w:r>
      <w:r w:rsidRPr="0008167C">
        <w:t>стадии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развития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В</w:t>
      </w:r>
      <w:r w:rsidR="0008167C" w:rsidRPr="0008167C">
        <w:t xml:space="preserve"> </w:t>
      </w:r>
      <w:r w:rsidRPr="0008167C">
        <w:t>связи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тем,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условием,</w:t>
      </w:r>
      <w:r w:rsidR="0008167C" w:rsidRPr="0008167C">
        <w:t xml:space="preserve"> </w:t>
      </w:r>
      <w:r w:rsidRPr="0008167C">
        <w:t>определяющим</w:t>
      </w:r>
      <w:r w:rsidR="0008167C" w:rsidRPr="0008167C">
        <w:t xml:space="preserve"> </w:t>
      </w:r>
      <w:r w:rsidRPr="0008167C">
        <w:t>существование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избыточно</w:t>
      </w:r>
      <w:r w:rsidR="0008167C" w:rsidRPr="0008167C">
        <w:t xml:space="preserve"> </w:t>
      </w:r>
      <w:r w:rsidRPr="0008167C">
        <w:t>увлажненных</w:t>
      </w:r>
      <w:r w:rsidR="0008167C" w:rsidRPr="0008167C">
        <w:t xml:space="preserve"> </w:t>
      </w:r>
      <w:r w:rsidRPr="0008167C">
        <w:t>территориях</w:t>
      </w:r>
      <w:r w:rsidR="0008167C" w:rsidRPr="0008167C">
        <w:t xml:space="preserve"> </w:t>
      </w:r>
      <w:r w:rsidRPr="0008167C">
        <w:t>тех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других</w:t>
      </w:r>
      <w:r w:rsidR="0008167C" w:rsidRPr="0008167C">
        <w:t xml:space="preserve"> </w:t>
      </w:r>
      <w:r w:rsidRPr="0008167C">
        <w:t>растительных</w:t>
      </w:r>
      <w:r w:rsidR="0008167C" w:rsidRPr="0008167C">
        <w:t xml:space="preserve"> </w:t>
      </w:r>
      <w:r w:rsidRPr="0008167C">
        <w:t>ассоциаций,</w:t>
      </w:r>
      <w:r w:rsidR="0008167C" w:rsidRPr="0008167C">
        <w:t xml:space="preserve"> </w:t>
      </w:r>
      <w:r w:rsidRPr="0008167C">
        <w:t>является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первую</w:t>
      </w:r>
      <w:r w:rsidR="0008167C" w:rsidRPr="0008167C">
        <w:t xml:space="preserve"> </w:t>
      </w:r>
      <w:r w:rsidRPr="0008167C">
        <w:t>очередь</w:t>
      </w:r>
      <w:r w:rsidR="0008167C" w:rsidRPr="0008167C">
        <w:t xml:space="preserve"> </w:t>
      </w:r>
      <w:r w:rsidRPr="0008167C">
        <w:t>водный</w:t>
      </w:r>
      <w:r w:rsidR="0008167C" w:rsidRPr="0008167C">
        <w:t xml:space="preserve"> </w:t>
      </w:r>
      <w:r w:rsidRPr="0008167C">
        <w:t>режим,</w:t>
      </w:r>
      <w:r w:rsidR="0008167C" w:rsidRPr="0008167C">
        <w:t xml:space="preserve"> </w:t>
      </w:r>
      <w:r w:rsidRPr="0008167C">
        <w:t>указанное</w:t>
      </w:r>
      <w:r w:rsidR="0008167C" w:rsidRPr="0008167C">
        <w:t xml:space="preserve"> </w:t>
      </w:r>
      <w:r w:rsidRPr="0008167C">
        <w:t>различие</w:t>
      </w:r>
      <w:r w:rsidR="0008167C" w:rsidRPr="0008167C">
        <w:t xml:space="preserve"> </w:t>
      </w:r>
      <w:r w:rsidRPr="0008167C">
        <w:t>между</w:t>
      </w:r>
      <w:r w:rsidR="0008167C" w:rsidRPr="0008167C">
        <w:t xml:space="preserve"> </w:t>
      </w:r>
      <w:r w:rsidRPr="0008167C">
        <w:t>заболоченными</w:t>
      </w:r>
      <w:r w:rsidR="0008167C" w:rsidRPr="0008167C">
        <w:t xml:space="preserve"> </w:t>
      </w:r>
      <w:r w:rsidRPr="0008167C">
        <w:t>землями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болотами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последующей</w:t>
      </w:r>
      <w:r w:rsidR="0008167C" w:rsidRPr="0008167C">
        <w:t xml:space="preserve"> </w:t>
      </w:r>
      <w:r w:rsidRPr="0008167C">
        <w:t>стадии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развития</w:t>
      </w:r>
      <w:r w:rsidR="0008167C" w:rsidRPr="0008167C">
        <w:t xml:space="preserve"> </w:t>
      </w:r>
      <w:r w:rsidRPr="0008167C">
        <w:t>имеет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гидрологическое</w:t>
      </w:r>
      <w:r w:rsidR="0008167C" w:rsidRPr="0008167C">
        <w:t xml:space="preserve"> </w:t>
      </w:r>
      <w:r w:rsidRPr="0008167C">
        <w:t>значение</w:t>
      </w:r>
      <w:r w:rsidR="0008167C" w:rsidRPr="0008167C">
        <w:t xml:space="preserve">. </w:t>
      </w:r>
      <w:r w:rsidRPr="0008167C">
        <w:t>Помимо</w:t>
      </w:r>
      <w:r w:rsidR="0008167C" w:rsidRPr="0008167C">
        <w:t xml:space="preserve"> </w:t>
      </w:r>
      <w:r w:rsidRPr="0008167C">
        <w:t>определения</w:t>
      </w:r>
      <w:r w:rsidR="0008167C" w:rsidRPr="0008167C">
        <w:t xml:space="preserve"> </w:t>
      </w:r>
      <w:r w:rsidRPr="0008167C">
        <w:t>болота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гидрологического</w:t>
      </w:r>
      <w:r w:rsidR="0008167C" w:rsidRPr="0008167C">
        <w:t xml:space="preserve"> </w:t>
      </w:r>
      <w:r w:rsidRPr="0008167C">
        <w:t>объекта,</w:t>
      </w:r>
      <w:r w:rsidR="0008167C" w:rsidRPr="0008167C">
        <w:t xml:space="preserve"> </w:t>
      </w:r>
      <w:r w:rsidRPr="0008167C">
        <w:t>имеются</w:t>
      </w:r>
      <w:r w:rsidR="0008167C" w:rsidRPr="0008167C">
        <w:t xml:space="preserve"> </w:t>
      </w:r>
      <w:r w:rsidRPr="0008167C">
        <w:t>определения,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которых</w:t>
      </w:r>
      <w:r w:rsidR="0008167C" w:rsidRPr="0008167C">
        <w:t xml:space="preserve"> </w:t>
      </w:r>
      <w:r w:rsidRPr="0008167C">
        <w:t>болото</w:t>
      </w:r>
      <w:r w:rsidR="0008167C" w:rsidRPr="0008167C">
        <w:t xml:space="preserve"> </w:t>
      </w:r>
      <w:r w:rsidRPr="0008167C">
        <w:t>рассматривается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объект</w:t>
      </w:r>
      <w:r w:rsidR="0008167C" w:rsidRPr="0008167C">
        <w:t xml:space="preserve"> </w:t>
      </w:r>
      <w:r w:rsidRPr="0008167C">
        <w:t>добычи</w:t>
      </w:r>
      <w:r w:rsidR="0008167C" w:rsidRPr="0008167C">
        <w:t xml:space="preserve"> </w:t>
      </w:r>
      <w:r w:rsidRPr="0008167C">
        <w:t>торфа,</w:t>
      </w:r>
      <w:r w:rsidR="0008167C" w:rsidRPr="0008167C">
        <w:t xml:space="preserve"> </w:t>
      </w:r>
      <w:r w:rsidR="0008167C">
        <w:t>т.е.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точки</w:t>
      </w:r>
      <w:r w:rsidR="0008167C" w:rsidRPr="0008167C">
        <w:t xml:space="preserve"> </w:t>
      </w:r>
      <w:r w:rsidRPr="0008167C">
        <w:t>зрения</w:t>
      </w:r>
      <w:r w:rsidR="0008167C" w:rsidRPr="0008167C">
        <w:t xml:space="preserve"> </w:t>
      </w:r>
      <w:r w:rsidRPr="0008167C">
        <w:t>наличия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отсутствия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нем</w:t>
      </w:r>
      <w:r w:rsidR="0008167C" w:rsidRPr="0008167C">
        <w:t xml:space="preserve"> </w:t>
      </w:r>
      <w:r w:rsidRPr="0008167C">
        <w:t>запасов</w:t>
      </w:r>
      <w:r w:rsidR="0008167C" w:rsidRPr="0008167C">
        <w:t xml:space="preserve"> </w:t>
      </w:r>
      <w:r w:rsidRPr="0008167C">
        <w:t>топлива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Так,</w:t>
      </w:r>
      <w:r w:rsidR="0008167C" w:rsidRPr="0008167C">
        <w:t xml:space="preserve"> </w:t>
      </w:r>
      <w:r w:rsidRPr="0008167C">
        <w:t>Всесоюзная</w:t>
      </w:r>
      <w:r w:rsidR="0008167C" w:rsidRPr="0008167C">
        <w:t xml:space="preserve"> </w:t>
      </w:r>
      <w:r w:rsidRPr="0008167C">
        <w:t>конференция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кадастру</w:t>
      </w:r>
      <w:r w:rsidR="0008167C" w:rsidRPr="0008167C">
        <w:t xml:space="preserve"> </w:t>
      </w:r>
      <w:r w:rsidRPr="0008167C">
        <w:t>болот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smartTag w:uri="urn:schemas-microsoft-com:office:smarttags" w:element="metricconverter">
        <w:smartTagPr>
          <w:attr w:name="ProductID" w:val="1934 г"/>
        </w:smartTagPr>
        <w:r w:rsidRPr="0008167C">
          <w:t>1934</w:t>
        </w:r>
        <w:r w:rsidR="0008167C" w:rsidRPr="0008167C">
          <w:t xml:space="preserve"> </w:t>
        </w:r>
        <w:r w:rsidRPr="0008167C">
          <w:t>г</w:t>
        </w:r>
      </w:smartTag>
      <w:r w:rsidR="0008167C" w:rsidRPr="0008167C">
        <w:t xml:space="preserve">. </w:t>
      </w:r>
      <w:r w:rsidRPr="0008167C">
        <w:t>предложила</w:t>
      </w:r>
      <w:r w:rsidR="0008167C" w:rsidRPr="0008167C">
        <w:t xml:space="preserve"> </w:t>
      </w:r>
      <w:r w:rsidRPr="0008167C">
        <w:t>определять</w:t>
      </w:r>
      <w:r w:rsidR="0008167C" w:rsidRPr="0008167C">
        <w:t xml:space="preserve"> </w:t>
      </w:r>
      <w:r w:rsidRPr="0008167C">
        <w:t>болота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избыточно</w:t>
      </w:r>
      <w:r w:rsidR="0008167C" w:rsidRPr="0008167C">
        <w:t xml:space="preserve"> </w:t>
      </w:r>
      <w:r w:rsidRPr="0008167C">
        <w:t>увлажненные</w:t>
      </w:r>
      <w:r w:rsidR="0008167C" w:rsidRPr="0008167C">
        <w:t xml:space="preserve"> </w:t>
      </w:r>
      <w:r w:rsidRPr="0008167C">
        <w:t>участки</w:t>
      </w:r>
      <w:r w:rsidR="0008167C" w:rsidRPr="0008167C">
        <w:t xml:space="preserve"> </w:t>
      </w:r>
      <w:r w:rsidRPr="0008167C">
        <w:t>земной</w:t>
      </w:r>
      <w:r w:rsidR="0008167C" w:rsidRPr="0008167C">
        <w:t xml:space="preserve"> </w:t>
      </w:r>
      <w:r w:rsidRPr="0008167C">
        <w:t>поверхности,</w:t>
      </w:r>
      <w:r w:rsidR="0008167C" w:rsidRPr="0008167C">
        <w:t xml:space="preserve"> </w:t>
      </w:r>
      <w:r w:rsidRPr="0008167C">
        <w:t>покрытые</w:t>
      </w:r>
      <w:r w:rsidR="0008167C" w:rsidRPr="0008167C">
        <w:t xml:space="preserve"> </w:t>
      </w:r>
      <w:r w:rsidRPr="0008167C">
        <w:t>слоем</w:t>
      </w:r>
      <w:r w:rsidR="0008167C" w:rsidRPr="0008167C">
        <w:t xml:space="preserve"> </w:t>
      </w:r>
      <w:r w:rsidRPr="0008167C">
        <w:t>торфа</w:t>
      </w:r>
      <w:r w:rsidR="0008167C" w:rsidRPr="0008167C">
        <w:t xml:space="preserve"> </w:t>
      </w:r>
      <w:r w:rsidRPr="0008167C">
        <w:t>глубиной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менее</w:t>
      </w:r>
      <w:r w:rsidR="0008167C" w:rsidRPr="0008167C">
        <w:t xml:space="preserve"> </w:t>
      </w:r>
      <w:smartTag w:uri="urn:schemas-microsoft-com:office:smarttags" w:element="metricconverter">
        <w:smartTagPr>
          <w:attr w:name="ProductID" w:val="30 см"/>
        </w:smartTagPr>
        <w:r w:rsidRPr="0008167C">
          <w:t>30</w:t>
        </w:r>
        <w:r w:rsidR="0008167C" w:rsidRPr="0008167C">
          <w:t xml:space="preserve"> </w:t>
        </w:r>
        <w:r w:rsidRPr="0008167C">
          <w:t>см</w:t>
        </w:r>
      </w:smartTag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неосушенном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smartTag w:uri="urn:schemas-microsoft-com:office:smarttags" w:element="metricconverter">
        <w:smartTagPr>
          <w:attr w:name="ProductID" w:val="20 см"/>
        </w:smartTagPr>
        <w:r w:rsidRPr="0008167C">
          <w:t>20</w:t>
        </w:r>
        <w:r w:rsidR="0008167C" w:rsidRPr="0008167C">
          <w:t xml:space="preserve"> </w:t>
        </w:r>
        <w:r w:rsidRPr="0008167C">
          <w:t>см</w:t>
        </w:r>
      </w:smartTag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осушенном</w:t>
      </w:r>
      <w:r w:rsidR="0008167C" w:rsidRPr="0008167C">
        <w:t xml:space="preserve"> </w:t>
      </w:r>
      <w:r w:rsidRPr="0008167C">
        <w:t>виде</w:t>
      </w:r>
      <w:r w:rsidR="0008167C" w:rsidRPr="0008167C">
        <w:t>.</w:t>
      </w:r>
    </w:p>
    <w:p w:rsidR="0008167C" w:rsidRPr="0008167C" w:rsidRDefault="00223F35" w:rsidP="0008167C">
      <w:pPr>
        <w:pStyle w:val="3"/>
        <w:tabs>
          <w:tab w:val="left" w:pos="726"/>
        </w:tabs>
        <w:rPr>
          <w:color w:val="000000"/>
        </w:rPr>
      </w:pPr>
      <w:bookmarkStart w:id="74" w:name="_Toc8497769"/>
      <w:bookmarkStart w:id="75" w:name="_Toc8498133"/>
      <w:bookmarkStart w:id="76" w:name="_Toc8498801"/>
      <w:r w:rsidRPr="0008167C">
        <w:rPr>
          <w:color w:val="000000"/>
        </w:rPr>
        <w:t>Образование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болот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и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их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типы</w:t>
      </w:r>
      <w:r w:rsidR="0008167C" w:rsidRPr="0008167C">
        <w:rPr>
          <w:color w:val="000000"/>
        </w:rPr>
        <w:t>.</w:t>
      </w:r>
      <w:bookmarkEnd w:id="74"/>
      <w:bookmarkEnd w:id="75"/>
      <w:bookmarkEnd w:id="76"/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Степень</w:t>
      </w:r>
      <w:r w:rsidR="0008167C" w:rsidRPr="0008167C">
        <w:t xml:space="preserve"> </w:t>
      </w:r>
      <w:r w:rsidRPr="0008167C">
        <w:t>заболоченности</w:t>
      </w:r>
      <w:r w:rsidR="0008167C" w:rsidRPr="0008167C">
        <w:t xml:space="preserve"> </w:t>
      </w:r>
      <w:r w:rsidRPr="0008167C">
        <w:t>территории</w:t>
      </w:r>
      <w:r w:rsidR="0008167C" w:rsidRPr="0008167C">
        <w:t xml:space="preserve"> </w:t>
      </w:r>
      <w:r w:rsidRPr="0008167C">
        <w:t>находится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прямой</w:t>
      </w:r>
      <w:r w:rsidR="0008167C" w:rsidRPr="0008167C">
        <w:t xml:space="preserve"> </w:t>
      </w:r>
      <w:r w:rsidRPr="0008167C">
        <w:t>связи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условиями</w:t>
      </w:r>
      <w:r w:rsidR="0008167C" w:rsidRPr="0008167C">
        <w:t xml:space="preserve"> </w:t>
      </w:r>
      <w:r w:rsidRPr="0008167C">
        <w:t>ее</w:t>
      </w:r>
      <w:r w:rsidR="0008167C" w:rsidRPr="0008167C">
        <w:t xml:space="preserve"> </w:t>
      </w:r>
      <w:r w:rsidRPr="0008167C">
        <w:t>обводнения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зоне</w:t>
      </w:r>
      <w:r w:rsidR="0008167C" w:rsidRPr="0008167C">
        <w:t xml:space="preserve"> </w:t>
      </w:r>
      <w:r w:rsidRPr="0008167C">
        <w:t>избыточного</w:t>
      </w:r>
      <w:r w:rsidR="0008167C" w:rsidRPr="0008167C">
        <w:t xml:space="preserve"> </w:t>
      </w:r>
      <w:r w:rsidRPr="0008167C">
        <w:t>увлажнения,</w:t>
      </w:r>
      <w:r w:rsidR="0008167C" w:rsidRPr="0008167C">
        <w:t xml:space="preserve"> </w:t>
      </w:r>
      <w:r w:rsidRPr="0008167C">
        <w:t>где</w:t>
      </w:r>
      <w:r w:rsidR="0008167C" w:rsidRPr="0008167C">
        <w:t xml:space="preserve"> </w:t>
      </w:r>
      <w:r w:rsidRPr="0008167C">
        <w:t>среднее</w:t>
      </w:r>
      <w:r w:rsidR="0008167C" w:rsidRPr="0008167C">
        <w:t xml:space="preserve"> </w:t>
      </w:r>
      <w:r w:rsidRPr="0008167C">
        <w:t>многолетнее</w:t>
      </w:r>
      <w:r w:rsidR="0008167C" w:rsidRPr="0008167C">
        <w:t xml:space="preserve"> </w:t>
      </w:r>
      <w:r w:rsidRPr="0008167C">
        <w:t>значение</w:t>
      </w:r>
      <w:r w:rsidR="0008167C" w:rsidRPr="0008167C">
        <w:t xml:space="preserve"> </w:t>
      </w:r>
      <w:r w:rsidRPr="0008167C">
        <w:t>годовых</w:t>
      </w:r>
      <w:r w:rsidR="0008167C" w:rsidRPr="0008167C">
        <w:t xml:space="preserve"> </w:t>
      </w:r>
      <w:r w:rsidRPr="0008167C">
        <w:t>осадков</w:t>
      </w:r>
      <w:r w:rsidR="0008167C" w:rsidRPr="0008167C">
        <w:t xml:space="preserve"> </w:t>
      </w:r>
      <w:r w:rsidRPr="0008167C">
        <w:t>значительно</w:t>
      </w:r>
      <w:r w:rsidR="0008167C" w:rsidRPr="0008167C">
        <w:t xml:space="preserve"> </w:t>
      </w:r>
      <w:r w:rsidRPr="0008167C">
        <w:t>превышает</w:t>
      </w:r>
      <w:r w:rsidR="0008167C" w:rsidRPr="0008167C">
        <w:t xml:space="preserve"> </w:t>
      </w:r>
      <w:r w:rsidRPr="0008167C">
        <w:t>испарение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суши,</w:t>
      </w:r>
      <w:r w:rsidR="0008167C" w:rsidRPr="0008167C">
        <w:t xml:space="preserve"> </w:t>
      </w:r>
      <w:r w:rsidRPr="0008167C">
        <w:t>обусловливая</w:t>
      </w:r>
      <w:r w:rsidR="0008167C" w:rsidRPr="0008167C">
        <w:t xml:space="preserve"> </w:t>
      </w:r>
      <w:r w:rsidRPr="0008167C">
        <w:t>более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менее</w:t>
      </w:r>
      <w:r w:rsidR="0008167C" w:rsidRPr="0008167C">
        <w:t xml:space="preserve"> </w:t>
      </w:r>
      <w:r w:rsidRPr="0008167C">
        <w:t>постоянное</w:t>
      </w:r>
      <w:r w:rsidR="0008167C" w:rsidRPr="0008167C">
        <w:t xml:space="preserve"> </w:t>
      </w:r>
      <w:r w:rsidRPr="0008167C">
        <w:t>увлажнение</w:t>
      </w:r>
      <w:r w:rsidR="0008167C" w:rsidRPr="0008167C">
        <w:t xml:space="preserve"> </w:t>
      </w:r>
      <w:r w:rsidRPr="0008167C">
        <w:t>верхних</w:t>
      </w:r>
      <w:r w:rsidR="0008167C" w:rsidRPr="0008167C">
        <w:t xml:space="preserve"> </w:t>
      </w:r>
      <w:r w:rsidRPr="0008167C">
        <w:t>горизонтов</w:t>
      </w:r>
      <w:r w:rsidR="0008167C" w:rsidRPr="0008167C">
        <w:t xml:space="preserve"> </w:t>
      </w:r>
      <w:r w:rsidRPr="0008167C">
        <w:t>почвогрунтов,</w:t>
      </w:r>
      <w:r w:rsidR="0008167C" w:rsidRPr="0008167C">
        <w:t xml:space="preserve"> </w:t>
      </w:r>
      <w:r w:rsidRPr="0008167C">
        <w:t>процессы</w:t>
      </w:r>
      <w:r w:rsidR="0008167C" w:rsidRPr="0008167C">
        <w:t xml:space="preserve"> </w:t>
      </w:r>
      <w:r w:rsidRPr="0008167C">
        <w:t>болотообразования</w:t>
      </w:r>
      <w:r w:rsidR="0008167C" w:rsidRPr="0008167C">
        <w:t xml:space="preserve"> </w:t>
      </w:r>
      <w:r w:rsidRPr="0008167C">
        <w:t>имеют</w:t>
      </w:r>
      <w:r w:rsidR="0008167C" w:rsidRPr="0008167C">
        <w:t xml:space="preserve"> </w:t>
      </w:r>
      <w:r w:rsidRPr="0008167C">
        <w:t>наиболее</w:t>
      </w:r>
      <w:r w:rsidR="0008167C" w:rsidRPr="0008167C">
        <w:t xml:space="preserve"> </w:t>
      </w:r>
      <w:r w:rsidRPr="0008167C">
        <w:t>широкое</w:t>
      </w:r>
      <w:r w:rsidR="0008167C" w:rsidRPr="0008167C">
        <w:t xml:space="preserve"> </w:t>
      </w:r>
      <w:r w:rsidRPr="0008167C">
        <w:t>распространение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этой</w:t>
      </w:r>
      <w:r w:rsidR="0008167C" w:rsidRPr="0008167C">
        <w:t xml:space="preserve"> </w:t>
      </w:r>
      <w:r w:rsidRPr="0008167C">
        <w:t>зоне</w:t>
      </w:r>
      <w:r w:rsidR="0008167C" w:rsidRPr="0008167C">
        <w:t xml:space="preserve"> </w:t>
      </w:r>
      <w:r w:rsidRPr="0008167C">
        <w:t>значительная</w:t>
      </w:r>
      <w:r w:rsidR="0008167C" w:rsidRPr="0008167C">
        <w:t xml:space="preserve"> </w:t>
      </w:r>
      <w:r w:rsidRPr="0008167C">
        <w:t>часть</w:t>
      </w:r>
      <w:r w:rsidR="0008167C" w:rsidRPr="0008167C">
        <w:t xml:space="preserve"> </w:t>
      </w:r>
      <w:r w:rsidRPr="0008167C">
        <w:t>влаги,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расходуемая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испарение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суши,</w:t>
      </w:r>
      <w:r w:rsidR="0008167C" w:rsidRPr="0008167C">
        <w:t xml:space="preserve"> </w:t>
      </w:r>
      <w:r w:rsidRPr="0008167C">
        <w:t>должна</w:t>
      </w:r>
      <w:r w:rsidR="0008167C" w:rsidRPr="0008167C">
        <w:t xml:space="preserve"> </w:t>
      </w:r>
      <w:r w:rsidRPr="0008167C">
        <w:t>удаляться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виде</w:t>
      </w:r>
      <w:r w:rsidR="0008167C" w:rsidRPr="0008167C">
        <w:t xml:space="preserve"> </w:t>
      </w:r>
      <w:r w:rsidRPr="0008167C">
        <w:t>поверхностного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грунтового</w:t>
      </w:r>
      <w:r w:rsidR="0008167C" w:rsidRPr="0008167C">
        <w:t xml:space="preserve"> </w:t>
      </w:r>
      <w:r w:rsidRPr="0008167C">
        <w:t>стока</w:t>
      </w:r>
      <w:r w:rsidR="0008167C" w:rsidRPr="0008167C">
        <w:t xml:space="preserve">. </w:t>
      </w:r>
      <w:r w:rsidRPr="0008167C">
        <w:t>При</w:t>
      </w:r>
      <w:r w:rsidR="0008167C" w:rsidRPr="0008167C">
        <w:t xml:space="preserve"> </w:t>
      </w:r>
      <w:r w:rsidRPr="0008167C">
        <w:t>равнинном</w:t>
      </w:r>
      <w:r w:rsidR="0008167C" w:rsidRPr="0008167C">
        <w:t xml:space="preserve"> </w:t>
      </w:r>
      <w:r w:rsidRPr="0008167C">
        <w:t>рельефе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малыми</w:t>
      </w:r>
      <w:r w:rsidR="0008167C" w:rsidRPr="0008167C">
        <w:t xml:space="preserve"> </w:t>
      </w:r>
      <w:r w:rsidRPr="0008167C">
        <w:t>уклонами</w:t>
      </w:r>
      <w:r w:rsidR="0008167C" w:rsidRPr="0008167C">
        <w:t xml:space="preserve"> </w:t>
      </w:r>
      <w:r w:rsidRPr="0008167C">
        <w:t>избыток</w:t>
      </w:r>
      <w:r w:rsidR="0008167C" w:rsidRPr="0008167C">
        <w:t xml:space="preserve"> </w:t>
      </w:r>
      <w:r w:rsidRPr="0008167C">
        <w:t>влаги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поверхностных</w:t>
      </w:r>
      <w:r w:rsidR="0008167C" w:rsidRPr="0008167C">
        <w:t xml:space="preserve"> </w:t>
      </w:r>
      <w:r w:rsidRPr="0008167C">
        <w:t>почвогрунтов</w:t>
      </w:r>
      <w:r w:rsidR="0008167C" w:rsidRPr="0008167C">
        <w:t xml:space="preserve"> </w:t>
      </w:r>
      <w:r w:rsidRPr="0008167C">
        <w:t>отводится</w:t>
      </w:r>
      <w:r w:rsidR="0008167C" w:rsidRPr="0008167C">
        <w:t xml:space="preserve"> </w:t>
      </w:r>
      <w:r w:rsidRPr="0008167C">
        <w:t>чрезвычайно</w:t>
      </w:r>
      <w:r w:rsidR="0008167C" w:rsidRPr="0008167C">
        <w:t xml:space="preserve"> </w:t>
      </w:r>
      <w:r w:rsidRPr="0008167C">
        <w:t>медленно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На</w:t>
      </w:r>
      <w:r w:rsidR="0008167C" w:rsidRPr="0008167C">
        <w:t xml:space="preserve"> </w:t>
      </w:r>
      <w:r w:rsidRPr="0008167C">
        <w:t>обширных</w:t>
      </w:r>
      <w:r w:rsidR="0008167C" w:rsidRPr="0008167C">
        <w:t xml:space="preserve"> </w:t>
      </w:r>
      <w:r w:rsidRPr="0008167C">
        <w:t>площадях</w:t>
      </w:r>
      <w:r w:rsidR="0008167C" w:rsidRPr="0008167C">
        <w:t xml:space="preserve"> </w:t>
      </w:r>
      <w:r w:rsidRPr="0008167C">
        <w:t>создаются</w:t>
      </w:r>
      <w:r w:rsidR="0008167C" w:rsidRPr="0008167C">
        <w:t xml:space="preserve"> </w:t>
      </w:r>
      <w:r w:rsidRPr="0008167C">
        <w:t>благоприятные</w:t>
      </w:r>
      <w:r w:rsidR="0008167C" w:rsidRPr="0008167C">
        <w:t xml:space="preserve"> </w:t>
      </w:r>
      <w:r w:rsidRPr="0008167C">
        <w:t>условия</w:t>
      </w:r>
      <w:r w:rsidR="0008167C" w:rsidRPr="0008167C">
        <w:t xml:space="preserve"> </w:t>
      </w:r>
      <w:r w:rsidRPr="0008167C">
        <w:t>для</w:t>
      </w:r>
      <w:r w:rsidR="0008167C" w:rsidRPr="0008167C">
        <w:t xml:space="preserve"> </w:t>
      </w:r>
      <w:r w:rsidRPr="0008167C">
        <w:t>переувлажнения</w:t>
      </w:r>
      <w:r w:rsidR="0008167C" w:rsidRPr="0008167C">
        <w:t xml:space="preserve"> </w:t>
      </w:r>
      <w:r w:rsidRPr="0008167C">
        <w:t>почвы</w:t>
      </w:r>
      <w:r w:rsidR="0008167C" w:rsidRPr="0008167C">
        <w:t xml:space="preserve"> </w:t>
      </w:r>
      <w:r w:rsidRPr="0008167C">
        <w:t>застойными</w:t>
      </w:r>
      <w:r w:rsidR="0008167C" w:rsidRPr="0008167C">
        <w:t xml:space="preserve"> </w:t>
      </w:r>
      <w:r w:rsidRPr="0008167C">
        <w:t>водами</w:t>
      </w:r>
      <w:r w:rsidR="0008167C" w:rsidRPr="0008167C">
        <w:t xml:space="preserve">. </w:t>
      </w:r>
      <w:r w:rsidRPr="0008167C">
        <w:t>Только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районах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всхолмленным</w:t>
      </w:r>
      <w:r w:rsidR="0008167C" w:rsidRPr="0008167C">
        <w:t xml:space="preserve"> </w:t>
      </w:r>
      <w:r w:rsidRPr="0008167C">
        <w:t>рельефом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хорошо</w:t>
      </w:r>
      <w:r w:rsidR="0008167C" w:rsidRPr="0008167C">
        <w:t xml:space="preserve"> </w:t>
      </w:r>
      <w:r w:rsidRPr="0008167C">
        <w:t>развитой</w:t>
      </w:r>
      <w:r w:rsidR="0008167C" w:rsidRPr="0008167C">
        <w:t xml:space="preserve"> </w:t>
      </w:r>
      <w:r w:rsidRPr="0008167C">
        <w:t>речной</w:t>
      </w:r>
      <w:r w:rsidR="0008167C" w:rsidRPr="0008167C">
        <w:t xml:space="preserve"> </w:t>
      </w:r>
      <w:r w:rsidRPr="0008167C">
        <w:t>сетью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наблюдается</w:t>
      </w:r>
      <w:r w:rsidR="0008167C" w:rsidRPr="0008167C">
        <w:t xml:space="preserve"> </w:t>
      </w:r>
      <w:r w:rsidRPr="0008167C">
        <w:t>возникновение</w:t>
      </w:r>
      <w:r w:rsidR="0008167C" w:rsidRPr="0008167C">
        <w:t xml:space="preserve"> </w:t>
      </w:r>
      <w:r w:rsidRPr="0008167C">
        <w:t>болот</w:t>
      </w:r>
      <w:r w:rsidR="0008167C" w:rsidRPr="0008167C">
        <w:t xml:space="preserve">. </w:t>
      </w:r>
      <w:r w:rsidRPr="0008167C">
        <w:t>Напротив,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обширных</w:t>
      </w:r>
      <w:r w:rsidR="0008167C" w:rsidRPr="0008167C">
        <w:t xml:space="preserve"> </w:t>
      </w:r>
      <w:r w:rsidRPr="0008167C">
        <w:t>плоских</w:t>
      </w:r>
      <w:r w:rsidR="0008167C" w:rsidRPr="0008167C">
        <w:t xml:space="preserve"> </w:t>
      </w:r>
      <w:r w:rsidRPr="0008167C">
        <w:t>междуречных</w:t>
      </w:r>
      <w:r w:rsidR="0008167C" w:rsidRPr="0008167C">
        <w:t xml:space="preserve"> </w:t>
      </w:r>
      <w:r w:rsidRPr="0008167C">
        <w:t>пространствах</w:t>
      </w:r>
      <w:r w:rsidR="0008167C" w:rsidRPr="0008167C">
        <w:t xml:space="preserve"> </w:t>
      </w:r>
      <w:r w:rsidRPr="0008167C">
        <w:t>болота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только</w:t>
      </w:r>
      <w:r w:rsidR="0008167C" w:rsidRPr="0008167C">
        <w:t xml:space="preserve"> </w:t>
      </w:r>
      <w:r w:rsidRPr="0008167C">
        <w:t>располагаются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отрицательных</w:t>
      </w:r>
      <w:r w:rsidR="0008167C" w:rsidRPr="0008167C">
        <w:t xml:space="preserve"> </w:t>
      </w:r>
      <w:r w:rsidRPr="0008167C">
        <w:t>элементах</w:t>
      </w:r>
      <w:r w:rsidR="0008167C" w:rsidRPr="0008167C">
        <w:t xml:space="preserve"> </w:t>
      </w:r>
      <w:r w:rsidRPr="0008167C">
        <w:t>рельефа</w:t>
      </w:r>
      <w:r w:rsidR="0008167C">
        <w:t xml:space="preserve"> (</w:t>
      </w:r>
      <w:r w:rsidRPr="0008167C">
        <w:t>понижениях</w:t>
      </w:r>
      <w:r w:rsidR="0008167C" w:rsidRPr="0008167C">
        <w:t xml:space="preserve"> </w:t>
      </w:r>
      <w:r w:rsidRPr="0008167C">
        <w:t>местности,</w:t>
      </w:r>
      <w:r w:rsidR="0008167C" w:rsidRPr="0008167C">
        <w:t xml:space="preserve"> </w:t>
      </w:r>
      <w:r w:rsidRPr="0008167C">
        <w:t>котловинах,</w:t>
      </w:r>
      <w:r w:rsidR="0008167C" w:rsidRPr="0008167C">
        <w:t xml:space="preserve"> </w:t>
      </w:r>
      <w:r w:rsidRPr="0008167C">
        <w:t>долинах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оврагах</w:t>
      </w:r>
      <w:r w:rsidR="0008167C" w:rsidRPr="0008167C">
        <w:t xml:space="preserve">), </w:t>
      </w:r>
      <w:r w:rsidRPr="0008167C">
        <w:t>но</w:t>
      </w:r>
      <w:r w:rsidR="0008167C" w:rsidRPr="0008167C">
        <w:t xml:space="preserve"> </w:t>
      </w:r>
      <w:r w:rsidRPr="0008167C">
        <w:t>часто</w:t>
      </w:r>
      <w:r w:rsidR="0008167C" w:rsidRPr="0008167C">
        <w:t xml:space="preserve"> </w:t>
      </w:r>
      <w:r w:rsidRPr="0008167C">
        <w:t>покрывают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сплошными</w:t>
      </w:r>
      <w:r w:rsidR="0008167C" w:rsidRPr="0008167C">
        <w:t xml:space="preserve"> </w:t>
      </w:r>
      <w:r w:rsidRPr="0008167C">
        <w:t>массивами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В</w:t>
      </w:r>
      <w:r w:rsidR="0008167C" w:rsidRPr="0008167C">
        <w:t xml:space="preserve"> </w:t>
      </w:r>
      <w:r w:rsidRPr="0008167C">
        <w:t>зоне</w:t>
      </w:r>
      <w:r w:rsidR="0008167C" w:rsidRPr="0008167C">
        <w:t xml:space="preserve"> </w:t>
      </w:r>
      <w:r w:rsidRPr="0008167C">
        <w:t>неустойчивого</w:t>
      </w:r>
      <w:r w:rsidR="0008167C" w:rsidRPr="0008167C">
        <w:t xml:space="preserve"> </w:t>
      </w:r>
      <w:r w:rsidRPr="0008167C">
        <w:t>увлажнения</w:t>
      </w:r>
      <w:r w:rsidR="0008167C" w:rsidRPr="0008167C">
        <w:t xml:space="preserve"> </w:t>
      </w:r>
      <w:r w:rsidRPr="0008167C">
        <w:t>болотные</w:t>
      </w:r>
      <w:r w:rsidR="0008167C" w:rsidRPr="0008167C">
        <w:t xml:space="preserve"> </w:t>
      </w:r>
      <w:r w:rsidRPr="0008167C">
        <w:t>массивы</w:t>
      </w:r>
      <w:r w:rsidR="0008167C" w:rsidRPr="0008167C">
        <w:t xml:space="preserve"> </w:t>
      </w:r>
      <w:r w:rsidRPr="0008167C">
        <w:t>приурочены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основном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котловинообразным</w:t>
      </w:r>
      <w:r w:rsidR="0008167C" w:rsidRPr="0008167C">
        <w:t xml:space="preserve"> </w:t>
      </w:r>
      <w:r w:rsidRPr="0008167C">
        <w:t>бессточным</w:t>
      </w:r>
      <w:r w:rsidR="0008167C" w:rsidRPr="0008167C">
        <w:t xml:space="preserve"> </w:t>
      </w:r>
      <w:r w:rsidRPr="0008167C">
        <w:t>понижениям</w:t>
      </w:r>
      <w:r w:rsidR="0008167C" w:rsidRPr="0008167C">
        <w:t xml:space="preserve"> </w:t>
      </w:r>
      <w:r w:rsidRPr="0008167C">
        <w:t>местности,</w:t>
      </w:r>
      <w:r w:rsidR="0008167C" w:rsidRPr="0008167C">
        <w:t xml:space="preserve"> </w:t>
      </w:r>
      <w:r w:rsidRPr="0008167C">
        <w:t>озерным</w:t>
      </w:r>
      <w:r w:rsidR="0008167C" w:rsidRPr="0008167C">
        <w:t xml:space="preserve"> </w:t>
      </w:r>
      <w:r w:rsidRPr="0008167C">
        <w:t>котловинам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речным</w:t>
      </w:r>
      <w:r w:rsidR="0008167C" w:rsidRPr="0008167C">
        <w:t xml:space="preserve"> </w:t>
      </w:r>
      <w:r w:rsidRPr="0008167C">
        <w:t>долинам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зоне</w:t>
      </w:r>
      <w:r w:rsidR="0008167C" w:rsidRPr="0008167C">
        <w:t xml:space="preserve"> </w:t>
      </w:r>
      <w:r w:rsidRPr="0008167C">
        <w:t>недостаточного</w:t>
      </w:r>
      <w:r w:rsidR="0008167C" w:rsidRPr="0008167C">
        <w:t xml:space="preserve"> </w:t>
      </w:r>
      <w:r w:rsidRPr="0008167C">
        <w:t>увлажнения</w:t>
      </w:r>
      <w:r w:rsidR="0008167C" w:rsidRPr="0008167C">
        <w:t xml:space="preserve"> </w:t>
      </w:r>
      <w:r w:rsidRPr="0008167C">
        <w:t>болота</w:t>
      </w:r>
      <w:r w:rsidR="0008167C" w:rsidRPr="0008167C">
        <w:t xml:space="preserve"> </w:t>
      </w:r>
      <w:r w:rsidRPr="0008167C">
        <w:t>встречаются</w:t>
      </w:r>
      <w:r w:rsidR="0008167C" w:rsidRPr="0008167C">
        <w:t xml:space="preserve"> </w:t>
      </w:r>
      <w:r w:rsidRPr="0008167C">
        <w:t>редко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располагаются</w:t>
      </w:r>
      <w:r w:rsidR="0008167C" w:rsidRPr="0008167C">
        <w:t xml:space="preserve"> </w:t>
      </w:r>
      <w:r w:rsidRPr="0008167C">
        <w:t>либо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поймах</w:t>
      </w:r>
      <w:r w:rsidR="0008167C" w:rsidRPr="0008167C">
        <w:t xml:space="preserve"> </w:t>
      </w:r>
      <w:r w:rsidRPr="0008167C">
        <w:t>рек,</w:t>
      </w:r>
      <w:r w:rsidR="0008167C" w:rsidRPr="0008167C">
        <w:t xml:space="preserve"> </w:t>
      </w:r>
      <w:r w:rsidRPr="0008167C">
        <w:t>либо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глубоких</w:t>
      </w:r>
      <w:r w:rsidR="0008167C" w:rsidRPr="0008167C">
        <w:t xml:space="preserve"> </w:t>
      </w:r>
      <w:r w:rsidRPr="0008167C">
        <w:t>долинах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впадинах,</w:t>
      </w:r>
      <w:r w:rsidR="0008167C" w:rsidRPr="0008167C">
        <w:t xml:space="preserve"> </w:t>
      </w:r>
      <w:r w:rsidRPr="0008167C">
        <w:t>где</w:t>
      </w:r>
      <w:r w:rsidR="0008167C" w:rsidRPr="0008167C">
        <w:t xml:space="preserve"> </w:t>
      </w:r>
      <w:r w:rsidRPr="0008167C">
        <w:t>избыток</w:t>
      </w:r>
      <w:r w:rsidR="0008167C" w:rsidRPr="0008167C">
        <w:t xml:space="preserve"> </w:t>
      </w:r>
      <w:r w:rsidRPr="0008167C">
        <w:t>влаги</w:t>
      </w:r>
      <w:r w:rsidR="0008167C" w:rsidRPr="0008167C">
        <w:t xml:space="preserve"> </w:t>
      </w:r>
      <w:r w:rsidRPr="0008167C">
        <w:t>создается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результате</w:t>
      </w:r>
      <w:r w:rsidR="0008167C" w:rsidRPr="0008167C">
        <w:t xml:space="preserve"> </w:t>
      </w:r>
      <w:r w:rsidRPr="0008167C">
        <w:t>разливов</w:t>
      </w:r>
      <w:r w:rsidR="0008167C" w:rsidRPr="0008167C">
        <w:t xml:space="preserve"> </w:t>
      </w:r>
      <w:r w:rsidRPr="0008167C">
        <w:t>рек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выходящими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поверхность</w:t>
      </w:r>
      <w:r w:rsidR="0008167C" w:rsidRPr="0008167C">
        <w:t xml:space="preserve"> </w:t>
      </w:r>
      <w:r w:rsidRPr="0008167C">
        <w:t>грунтовыми</w:t>
      </w:r>
      <w:r w:rsidR="0008167C" w:rsidRPr="0008167C">
        <w:t xml:space="preserve"> </w:t>
      </w:r>
      <w:r w:rsidRPr="0008167C">
        <w:t>водами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Болота</w:t>
      </w:r>
      <w:r w:rsidR="0008167C" w:rsidRPr="0008167C">
        <w:t xml:space="preserve"> </w:t>
      </w:r>
      <w:r w:rsidRPr="0008167C">
        <w:t>могут</w:t>
      </w:r>
      <w:r w:rsidR="0008167C" w:rsidRPr="0008167C">
        <w:t xml:space="preserve"> </w:t>
      </w:r>
      <w:r w:rsidRPr="0008167C">
        <w:t>возникать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путем</w:t>
      </w:r>
      <w:r w:rsidR="0008167C" w:rsidRPr="0008167C">
        <w:t xml:space="preserve"> </w:t>
      </w:r>
      <w:r w:rsidRPr="0008167C">
        <w:t>зарастания</w:t>
      </w:r>
      <w:r w:rsidR="0008167C" w:rsidRPr="0008167C">
        <w:t xml:space="preserve"> </w:t>
      </w:r>
      <w:r w:rsidRPr="0008167C">
        <w:t>водоемов,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вследствие</w:t>
      </w:r>
      <w:r w:rsidR="0008167C" w:rsidRPr="0008167C">
        <w:t xml:space="preserve"> </w:t>
      </w:r>
      <w:r w:rsidRPr="0008167C">
        <w:t>заболачивания</w:t>
      </w:r>
      <w:r w:rsidR="0008167C" w:rsidRPr="0008167C">
        <w:t xml:space="preserve"> </w:t>
      </w:r>
      <w:r w:rsidRPr="0008167C">
        <w:t>водораздельных</w:t>
      </w:r>
      <w:r w:rsidR="0008167C" w:rsidRPr="0008167C">
        <w:t xml:space="preserve"> </w:t>
      </w:r>
      <w:r w:rsidRPr="0008167C">
        <w:t>пространств</w:t>
      </w:r>
      <w:r w:rsidR="0008167C" w:rsidRPr="0008167C">
        <w:t xml:space="preserve">. </w:t>
      </w:r>
      <w:r w:rsidRPr="0008167C">
        <w:t>Непрерывно</w:t>
      </w:r>
      <w:r w:rsidR="0008167C" w:rsidRPr="0008167C">
        <w:t xml:space="preserve"> </w:t>
      </w:r>
      <w:r w:rsidRPr="0008167C">
        <w:t>продолжающийся</w:t>
      </w:r>
      <w:r w:rsidR="0008167C" w:rsidRPr="0008167C">
        <w:t xml:space="preserve"> </w:t>
      </w:r>
      <w:r w:rsidRPr="0008167C">
        <w:t>процесс</w:t>
      </w:r>
      <w:r w:rsidR="0008167C" w:rsidRPr="0008167C">
        <w:t xml:space="preserve"> </w:t>
      </w:r>
      <w:r w:rsidRPr="0008167C">
        <w:t>выноса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озеро</w:t>
      </w:r>
      <w:r w:rsidR="0008167C" w:rsidRPr="0008167C">
        <w:t xml:space="preserve"> </w:t>
      </w:r>
      <w:r w:rsidRPr="0008167C">
        <w:t>минеральных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органических</w:t>
      </w:r>
      <w:r w:rsidR="0008167C" w:rsidRPr="0008167C">
        <w:t xml:space="preserve"> </w:t>
      </w:r>
      <w:r w:rsidRPr="0008167C">
        <w:t>частиц</w:t>
      </w:r>
      <w:r w:rsidR="0008167C" w:rsidRPr="0008167C">
        <w:t xml:space="preserve"> </w:t>
      </w:r>
      <w:r w:rsidRPr="0008167C">
        <w:t>грунта,</w:t>
      </w:r>
      <w:r w:rsidR="0008167C" w:rsidRPr="0008167C">
        <w:t xml:space="preserve"> </w:t>
      </w:r>
      <w:r w:rsidRPr="0008167C">
        <w:t>смытых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водосборной</w:t>
      </w:r>
      <w:r w:rsidR="0008167C" w:rsidRPr="0008167C">
        <w:t xml:space="preserve"> </w:t>
      </w:r>
      <w:r w:rsidRPr="0008167C">
        <w:t>площади</w:t>
      </w:r>
      <w:r w:rsidR="0008167C" w:rsidRPr="0008167C">
        <w:t xml:space="preserve"> </w:t>
      </w:r>
      <w:r w:rsidRPr="0008167C">
        <w:t>озера,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также</w:t>
      </w:r>
      <w:r w:rsidR="0008167C" w:rsidRPr="0008167C">
        <w:t xml:space="preserve"> </w:t>
      </w:r>
      <w:r w:rsidRPr="0008167C">
        <w:t>отложение</w:t>
      </w:r>
      <w:r w:rsidR="0008167C" w:rsidRPr="0008167C">
        <w:t xml:space="preserve"> </w:t>
      </w:r>
      <w:r w:rsidRPr="0008167C">
        <w:t>отмирающих</w:t>
      </w:r>
      <w:r w:rsidR="0008167C" w:rsidRPr="0008167C">
        <w:t xml:space="preserve"> </w:t>
      </w:r>
      <w:r w:rsidRPr="0008167C">
        <w:t>растений,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большом</w:t>
      </w:r>
      <w:r w:rsidR="0008167C" w:rsidRPr="0008167C">
        <w:t xml:space="preserve"> </w:t>
      </w:r>
      <w:r w:rsidRPr="0008167C">
        <w:t>количестве</w:t>
      </w:r>
      <w:r w:rsidR="0008167C" w:rsidRPr="0008167C">
        <w:t xml:space="preserve"> </w:t>
      </w:r>
      <w:r w:rsidRPr="0008167C">
        <w:t>развивающихся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озере,</w:t>
      </w:r>
      <w:r w:rsidR="0008167C" w:rsidRPr="0008167C">
        <w:t xml:space="preserve"> </w:t>
      </w:r>
      <w:r w:rsidRPr="0008167C">
        <w:t>обусловливают</w:t>
      </w:r>
      <w:r w:rsidR="0008167C" w:rsidRPr="0008167C">
        <w:t xml:space="preserve"> </w:t>
      </w:r>
      <w:r w:rsidRPr="0008167C">
        <w:t>постепенное</w:t>
      </w:r>
      <w:r w:rsidR="0008167C" w:rsidRPr="0008167C">
        <w:t xml:space="preserve"> </w:t>
      </w:r>
      <w:r w:rsidRPr="0008167C">
        <w:t>его</w:t>
      </w:r>
      <w:r w:rsidR="0008167C" w:rsidRPr="0008167C">
        <w:t xml:space="preserve"> </w:t>
      </w:r>
      <w:r w:rsidRPr="0008167C">
        <w:t>обмеление</w:t>
      </w:r>
      <w:r w:rsidR="0008167C" w:rsidRPr="0008167C">
        <w:t xml:space="preserve">. </w:t>
      </w:r>
      <w:r w:rsidRPr="0008167C">
        <w:t>Вместо</w:t>
      </w:r>
      <w:r w:rsidR="0008167C" w:rsidRPr="0008167C">
        <w:t xml:space="preserve"> </w:t>
      </w:r>
      <w:r w:rsidRPr="0008167C">
        <w:t>высоких</w:t>
      </w:r>
      <w:r w:rsidR="0008167C" w:rsidRPr="0008167C">
        <w:t xml:space="preserve"> </w:t>
      </w:r>
      <w:r w:rsidRPr="0008167C">
        <w:t>камышей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тростников,</w:t>
      </w:r>
      <w:r w:rsidR="0008167C" w:rsidRPr="0008167C">
        <w:t xml:space="preserve"> </w:t>
      </w:r>
      <w:r w:rsidRPr="0008167C">
        <w:t>развиваются</w:t>
      </w:r>
      <w:r w:rsidR="0008167C" w:rsidRPr="0008167C">
        <w:t xml:space="preserve"> </w:t>
      </w:r>
      <w:r w:rsidRPr="0008167C">
        <w:t>мелководные</w:t>
      </w:r>
      <w:r w:rsidR="0008167C" w:rsidRPr="0008167C">
        <w:t xml:space="preserve"> </w:t>
      </w:r>
      <w:r w:rsidRPr="0008167C">
        <w:t>растения</w:t>
      </w:r>
      <w:r w:rsidR="0008167C" w:rsidRPr="0008167C">
        <w:t xml:space="preserve"> - </w:t>
      </w:r>
      <w:r w:rsidRPr="0008167C">
        <w:t>хвощи,</w:t>
      </w:r>
      <w:r w:rsidR="0008167C" w:rsidRPr="0008167C">
        <w:t xml:space="preserve"> </w:t>
      </w:r>
      <w:r w:rsidRPr="0008167C">
        <w:t>осоки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многие</w:t>
      </w:r>
      <w:r w:rsidR="0008167C" w:rsidRPr="0008167C">
        <w:t xml:space="preserve"> </w:t>
      </w:r>
      <w:r w:rsidRPr="0008167C">
        <w:t>другие</w:t>
      </w:r>
      <w:r w:rsidR="0008167C" w:rsidRPr="0008167C">
        <w:t xml:space="preserve"> </w:t>
      </w:r>
      <w:r w:rsidRPr="0008167C">
        <w:t>водолюбивые</w:t>
      </w:r>
      <w:r w:rsidR="0008167C" w:rsidRPr="0008167C">
        <w:t xml:space="preserve"> </w:t>
      </w:r>
      <w:r w:rsidRPr="0008167C">
        <w:t>растения,</w:t>
      </w:r>
      <w:r w:rsidR="0008167C" w:rsidRPr="0008167C">
        <w:t xml:space="preserve"> </w:t>
      </w:r>
      <w:r w:rsidRPr="0008167C">
        <w:t>отложения</w:t>
      </w:r>
      <w:r w:rsidR="0008167C" w:rsidRPr="0008167C">
        <w:t xml:space="preserve"> </w:t>
      </w:r>
      <w:r w:rsidRPr="0008167C">
        <w:t>которых</w:t>
      </w:r>
      <w:r w:rsidR="0008167C" w:rsidRPr="0008167C">
        <w:t xml:space="preserve"> </w:t>
      </w:r>
      <w:r w:rsidRPr="0008167C">
        <w:t>хотя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поднимаются</w:t>
      </w:r>
      <w:r w:rsidR="0008167C" w:rsidRPr="0008167C">
        <w:t xml:space="preserve"> </w:t>
      </w:r>
      <w:r w:rsidRPr="0008167C">
        <w:t>над</w:t>
      </w:r>
      <w:r w:rsidR="0008167C" w:rsidRPr="0008167C">
        <w:t xml:space="preserve"> </w:t>
      </w:r>
      <w:r w:rsidRPr="0008167C">
        <w:t>поверхностью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озере,</w:t>
      </w:r>
      <w:r w:rsidR="0008167C" w:rsidRPr="0008167C">
        <w:t xml:space="preserve"> </w:t>
      </w:r>
      <w:r w:rsidRPr="0008167C">
        <w:t>но</w:t>
      </w:r>
      <w:r w:rsidR="0008167C" w:rsidRPr="0008167C">
        <w:t xml:space="preserve"> </w:t>
      </w:r>
      <w:r w:rsidRPr="0008167C">
        <w:t>затопляются</w:t>
      </w:r>
      <w:r w:rsidR="0008167C" w:rsidRPr="0008167C">
        <w:t xml:space="preserve"> </w:t>
      </w:r>
      <w:r w:rsidRPr="0008167C">
        <w:t>весенними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летними</w:t>
      </w:r>
      <w:r w:rsidR="0008167C" w:rsidRPr="0008167C">
        <w:t xml:space="preserve"> </w:t>
      </w:r>
      <w:r w:rsidRPr="0008167C">
        <w:t>высокими</w:t>
      </w:r>
      <w:r w:rsidR="0008167C" w:rsidRPr="0008167C">
        <w:t xml:space="preserve"> </w:t>
      </w:r>
      <w:r w:rsidRPr="0008167C">
        <w:t>водами,</w:t>
      </w:r>
      <w:r w:rsidR="0008167C" w:rsidRPr="0008167C">
        <w:t xml:space="preserve"> </w:t>
      </w:r>
      <w:r w:rsidRPr="0008167C">
        <w:t>отлагающими</w:t>
      </w:r>
      <w:r w:rsidR="0008167C" w:rsidRPr="0008167C">
        <w:t xml:space="preserve"> </w:t>
      </w:r>
      <w:r w:rsidRPr="0008167C">
        <w:t>принесенные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взмученные</w:t>
      </w:r>
      <w:r w:rsidR="0008167C" w:rsidRPr="0008167C">
        <w:t xml:space="preserve"> </w:t>
      </w:r>
      <w:r w:rsidRPr="0008167C">
        <w:t>частицы</w:t>
      </w:r>
      <w:r w:rsidR="0008167C" w:rsidRPr="0008167C">
        <w:t xml:space="preserve"> </w:t>
      </w:r>
      <w:r w:rsidRPr="0008167C">
        <w:t>ила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Нередко</w:t>
      </w:r>
      <w:r w:rsidR="0008167C" w:rsidRPr="0008167C">
        <w:t xml:space="preserve"> </w:t>
      </w:r>
      <w:r w:rsidRPr="0008167C">
        <w:t>болота</w:t>
      </w:r>
      <w:r w:rsidR="0008167C" w:rsidRPr="0008167C">
        <w:t xml:space="preserve"> </w:t>
      </w:r>
      <w:r w:rsidRPr="0008167C">
        <w:t>образуются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путем</w:t>
      </w:r>
      <w:r w:rsidR="0008167C" w:rsidRPr="0008167C">
        <w:t xml:space="preserve"> </w:t>
      </w:r>
      <w:r w:rsidRPr="0008167C">
        <w:t>зарастания</w:t>
      </w:r>
      <w:r w:rsidR="0008167C" w:rsidRPr="0008167C">
        <w:t xml:space="preserve"> </w:t>
      </w:r>
      <w:r w:rsidRPr="0008167C">
        <w:t>водоемов,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непосредственно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минеральном</w:t>
      </w:r>
      <w:r w:rsidR="0008167C" w:rsidRPr="0008167C">
        <w:t xml:space="preserve"> </w:t>
      </w:r>
      <w:r w:rsidRPr="0008167C">
        <w:t>грунте</w:t>
      </w:r>
      <w:r w:rsidR="0008167C" w:rsidRPr="0008167C">
        <w:t xml:space="preserve">. </w:t>
      </w:r>
      <w:r w:rsidRPr="0008167C">
        <w:t>Этот</w:t>
      </w:r>
      <w:r w:rsidR="0008167C" w:rsidRPr="0008167C">
        <w:t xml:space="preserve"> </w:t>
      </w:r>
      <w:r w:rsidRPr="0008167C">
        <w:t>процесс</w:t>
      </w:r>
      <w:r w:rsidR="0008167C" w:rsidRPr="0008167C">
        <w:t xml:space="preserve"> </w:t>
      </w:r>
      <w:r w:rsidRPr="0008167C">
        <w:t>может</w:t>
      </w:r>
      <w:r w:rsidR="0008167C" w:rsidRPr="0008167C">
        <w:t xml:space="preserve"> </w:t>
      </w:r>
      <w:r w:rsidRPr="0008167C">
        <w:t>осуществиться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следующих</w:t>
      </w:r>
      <w:r w:rsidR="0008167C" w:rsidRPr="0008167C">
        <w:t xml:space="preserve"> </w:t>
      </w:r>
      <w:r w:rsidRPr="0008167C">
        <w:t>различных</w:t>
      </w:r>
      <w:r w:rsidR="0008167C" w:rsidRPr="0008167C">
        <w:t xml:space="preserve"> </w:t>
      </w:r>
      <w:r w:rsidRPr="0008167C">
        <w:t>условиях</w:t>
      </w:r>
      <w:r w:rsidR="0008167C" w:rsidRPr="0008167C">
        <w:t>.</w:t>
      </w:r>
    </w:p>
    <w:p w:rsidR="0008167C" w:rsidRPr="0008167C" w:rsidRDefault="00223F35" w:rsidP="0008167C">
      <w:pPr>
        <w:numPr>
          <w:ilvl w:val="0"/>
          <w:numId w:val="3"/>
        </w:numPr>
        <w:shd w:val="clear" w:color="auto" w:fill="FFFFFF"/>
        <w:tabs>
          <w:tab w:val="clear" w:pos="1069"/>
          <w:tab w:val="left" w:pos="726"/>
        </w:tabs>
        <w:autoSpaceDE w:val="0"/>
        <w:autoSpaceDN w:val="0"/>
        <w:adjustRightInd w:val="0"/>
        <w:ind w:left="0" w:firstLine="709"/>
      </w:pPr>
      <w:r w:rsidRPr="0008167C">
        <w:rPr>
          <w:i/>
        </w:rPr>
        <w:t>Равнинный</w:t>
      </w:r>
      <w:r w:rsidR="0008167C" w:rsidRPr="0008167C">
        <w:rPr>
          <w:i/>
        </w:rPr>
        <w:t xml:space="preserve"> </w:t>
      </w:r>
      <w:r w:rsidRPr="0008167C">
        <w:rPr>
          <w:i/>
        </w:rPr>
        <w:t>рельеф</w:t>
      </w:r>
      <w:r w:rsidR="0008167C" w:rsidRPr="0008167C">
        <w:rPr>
          <w:i/>
        </w:rPr>
        <w:t xml:space="preserve"> </w:t>
      </w:r>
      <w:r w:rsidRPr="0008167C">
        <w:rPr>
          <w:i/>
        </w:rPr>
        <w:t>и</w:t>
      </w:r>
      <w:r w:rsidR="0008167C" w:rsidRPr="0008167C">
        <w:rPr>
          <w:i/>
        </w:rPr>
        <w:t xml:space="preserve"> </w:t>
      </w:r>
      <w:r w:rsidRPr="0008167C">
        <w:rPr>
          <w:i/>
        </w:rPr>
        <w:t>наличие</w:t>
      </w:r>
      <w:r w:rsidR="0008167C" w:rsidRPr="0008167C">
        <w:rPr>
          <w:i/>
        </w:rPr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близ</w:t>
      </w:r>
      <w:r w:rsidR="0008167C" w:rsidRPr="0008167C">
        <w:t xml:space="preserve"> </w:t>
      </w:r>
      <w:r w:rsidRPr="0008167C">
        <w:t>нее</w:t>
      </w:r>
      <w:r w:rsidR="0008167C" w:rsidRPr="0008167C">
        <w:t xml:space="preserve"> </w:t>
      </w:r>
      <w:r w:rsidRPr="0008167C">
        <w:t>водонепроницаемого</w:t>
      </w:r>
      <w:r w:rsidR="0008167C" w:rsidRPr="0008167C">
        <w:t xml:space="preserve"> </w:t>
      </w:r>
      <w:r w:rsidRPr="0008167C">
        <w:t>слоя</w:t>
      </w:r>
      <w:r w:rsidR="0008167C">
        <w:t xml:space="preserve"> (</w:t>
      </w:r>
      <w:r w:rsidRPr="0008167C">
        <w:t>обычно</w:t>
      </w:r>
      <w:r w:rsidR="0008167C" w:rsidRPr="0008167C">
        <w:t xml:space="preserve"> </w:t>
      </w:r>
      <w:r w:rsidRPr="0008167C">
        <w:t>глины</w:t>
      </w:r>
      <w:r w:rsidR="0008167C" w:rsidRPr="0008167C">
        <w:t xml:space="preserve">) </w:t>
      </w:r>
      <w:r w:rsidRPr="0008167C">
        <w:t>ведут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постоянному</w:t>
      </w:r>
      <w:r w:rsidR="0008167C" w:rsidRPr="0008167C">
        <w:t xml:space="preserve"> </w:t>
      </w:r>
      <w:r w:rsidRPr="0008167C">
        <w:t>избыточному</w:t>
      </w:r>
      <w:r w:rsidR="0008167C" w:rsidRPr="0008167C">
        <w:t xml:space="preserve"> </w:t>
      </w:r>
      <w:r w:rsidRPr="0008167C">
        <w:t>содержанию</w:t>
      </w:r>
      <w:r w:rsidR="0008167C" w:rsidRPr="0008167C">
        <w:t xml:space="preserve"> </w:t>
      </w:r>
      <w:r w:rsidRPr="0008167C">
        <w:t>влаги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верхнем</w:t>
      </w:r>
      <w:r w:rsidR="0008167C" w:rsidRPr="0008167C">
        <w:t xml:space="preserve"> </w:t>
      </w:r>
      <w:r w:rsidRPr="0008167C">
        <w:t>горизонте</w:t>
      </w:r>
      <w:r w:rsidR="0008167C" w:rsidRPr="0008167C">
        <w:t xml:space="preserve"> </w:t>
      </w:r>
      <w:r w:rsidRPr="0008167C">
        <w:t>грунта</w:t>
      </w:r>
      <w:r w:rsidR="0008167C" w:rsidRPr="0008167C">
        <w:t>.</w:t>
      </w:r>
    </w:p>
    <w:p w:rsidR="00223F35" w:rsidRPr="0008167C" w:rsidRDefault="00223F35" w:rsidP="0008167C">
      <w:pPr>
        <w:numPr>
          <w:ilvl w:val="0"/>
          <w:numId w:val="3"/>
        </w:numPr>
        <w:shd w:val="clear" w:color="auto" w:fill="FFFFFF"/>
        <w:tabs>
          <w:tab w:val="clear" w:pos="1069"/>
          <w:tab w:val="left" w:pos="726"/>
        </w:tabs>
        <w:autoSpaceDE w:val="0"/>
        <w:autoSpaceDN w:val="0"/>
        <w:adjustRightInd w:val="0"/>
        <w:ind w:left="0" w:firstLine="709"/>
      </w:pPr>
      <w:r w:rsidRPr="0008167C">
        <w:t>Часто</w:t>
      </w:r>
      <w:r w:rsidR="0008167C" w:rsidRPr="0008167C">
        <w:t xml:space="preserve"> </w:t>
      </w:r>
      <w:r w:rsidRPr="0008167C">
        <w:t>процесс</w:t>
      </w:r>
      <w:r w:rsidR="0008167C" w:rsidRPr="0008167C">
        <w:t xml:space="preserve"> </w:t>
      </w:r>
      <w:r w:rsidRPr="0008167C">
        <w:t>заболачивания</w:t>
      </w:r>
      <w:r w:rsidR="0008167C" w:rsidRPr="0008167C">
        <w:t xml:space="preserve"> </w:t>
      </w:r>
      <w:r w:rsidRPr="0008167C">
        <w:t>развивается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rPr>
          <w:i/>
        </w:rPr>
        <w:t>месте</w:t>
      </w:r>
      <w:r w:rsidR="0008167C" w:rsidRPr="0008167C">
        <w:rPr>
          <w:i/>
        </w:rPr>
        <w:t xml:space="preserve"> </w:t>
      </w:r>
      <w:r w:rsidRPr="0008167C">
        <w:rPr>
          <w:i/>
        </w:rPr>
        <w:t>вырубленного</w:t>
      </w:r>
      <w:r w:rsidR="0008167C" w:rsidRPr="0008167C">
        <w:rPr>
          <w:i/>
        </w:rPr>
        <w:t xml:space="preserve"> </w:t>
      </w:r>
      <w:r w:rsidRPr="0008167C">
        <w:rPr>
          <w:i/>
        </w:rPr>
        <w:t>леса</w:t>
      </w:r>
      <w:r w:rsidR="0008167C" w:rsidRPr="0008167C">
        <w:rPr>
          <w:i/>
        </w:rPr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только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низинах,</w:t>
      </w:r>
      <w:r w:rsidR="0008167C" w:rsidRPr="0008167C">
        <w:t xml:space="preserve"> </w:t>
      </w:r>
      <w:r w:rsidRPr="0008167C">
        <w:t>но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возвышенных</w:t>
      </w:r>
      <w:r w:rsidR="0008167C" w:rsidRPr="0008167C">
        <w:t xml:space="preserve"> </w:t>
      </w:r>
      <w:r w:rsidRPr="0008167C">
        <w:t>местах</w:t>
      </w:r>
      <w:r w:rsidR="0008167C" w:rsidRPr="0008167C">
        <w:t xml:space="preserve">. </w:t>
      </w:r>
      <w:r w:rsidRPr="0008167C">
        <w:t>Лесосека</w:t>
      </w:r>
      <w:r w:rsidR="0008167C" w:rsidRPr="0008167C">
        <w:t xml:space="preserve"> </w:t>
      </w:r>
      <w:r w:rsidRPr="0008167C">
        <w:t>покрывается</w:t>
      </w:r>
      <w:r w:rsidR="0008167C" w:rsidRPr="0008167C">
        <w:t xml:space="preserve"> </w:t>
      </w:r>
      <w:r w:rsidRPr="0008167C">
        <w:t>злаками,</w:t>
      </w:r>
      <w:r w:rsidR="0008167C" w:rsidRPr="0008167C">
        <w:t xml:space="preserve"> </w:t>
      </w:r>
      <w:r w:rsidRPr="0008167C">
        <w:t>образующими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благоприятных</w:t>
      </w:r>
      <w:r w:rsidR="0008167C" w:rsidRPr="0008167C">
        <w:t xml:space="preserve"> </w:t>
      </w:r>
      <w:r w:rsidRPr="0008167C">
        <w:t>условиях</w:t>
      </w:r>
      <w:r w:rsidR="0008167C" w:rsidRPr="0008167C">
        <w:t xml:space="preserve"> </w:t>
      </w:r>
      <w:r w:rsidRPr="0008167C">
        <w:t>плотную</w:t>
      </w:r>
      <w:r w:rsidR="0008167C" w:rsidRPr="0008167C">
        <w:t xml:space="preserve"> </w:t>
      </w:r>
      <w:r w:rsidRPr="0008167C">
        <w:t>дернину,</w:t>
      </w:r>
      <w:r w:rsidR="0008167C" w:rsidRPr="0008167C">
        <w:t xml:space="preserve"> </w:t>
      </w:r>
      <w:r w:rsidRPr="0008167C">
        <w:t>которая</w:t>
      </w:r>
      <w:r w:rsidR="0008167C" w:rsidRPr="0008167C">
        <w:t xml:space="preserve"> </w:t>
      </w:r>
      <w:r w:rsidRPr="0008167C">
        <w:t>препятствует</w:t>
      </w:r>
      <w:r w:rsidR="0008167C" w:rsidRPr="0008167C">
        <w:t xml:space="preserve"> </w:t>
      </w:r>
      <w:r w:rsidRPr="0008167C">
        <w:t>возобновлению</w:t>
      </w:r>
      <w:r w:rsidR="0008167C" w:rsidRPr="0008167C">
        <w:t xml:space="preserve"> </w:t>
      </w:r>
      <w:r w:rsidRPr="0008167C">
        <w:t>древесной</w:t>
      </w:r>
      <w:r w:rsidR="0008167C" w:rsidRPr="0008167C">
        <w:t xml:space="preserve"> </w:t>
      </w:r>
      <w:r w:rsidRPr="0008167C">
        <w:t>растительности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способствует</w:t>
      </w:r>
      <w:r w:rsidR="0008167C" w:rsidRPr="0008167C">
        <w:t xml:space="preserve"> </w:t>
      </w:r>
      <w:r w:rsidRPr="0008167C">
        <w:t>застаиванию</w:t>
      </w:r>
      <w:r w:rsidR="0008167C" w:rsidRPr="0008167C">
        <w:t xml:space="preserve"> </w:t>
      </w:r>
      <w:r w:rsidRPr="0008167C">
        <w:t>влаги</w:t>
      </w:r>
    </w:p>
    <w:p w:rsidR="0008167C" w:rsidRPr="0008167C" w:rsidRDefault="00223F35" w:rsidP="0008167C">
      <w:pPr>
        <w:numPr>
          <w:ilvl w:val="0"/>
          <w:numId w:val="3"/>
        </w:numPr>
        <w:shd w:val="clear" w:color="auto" w:fill="FFFFFF"/>
        <w:tabs>
          <w:tab w:val="clear" w:pos="1069"/>
          <w:tab w:val="left" w:pos="726"/>
        </w:tabs>
        <w:autoSpaceDE w:val="0"/>
        <w:autoSpaceDN w:val="0"/>
        <w:adjustRightInd w:val="0"/>
        <w:ind w:left="0" w:firstLine="709"/>
      </w:pPr>
      <w:r w:rsidRPr="0008167C">
        <w:t>Заболачивание</w:t>
      </w:r>
      <w:r w:rsidR="0008167C" w:rsidRPr="0008167C">
        <w:t xml:space="preserve"> </w:t>
      </w:r>
      <w:r w:rsidRPr="0008167C">
        <w:t>наблюдается</w:t>
      </w:r>
      <w:r w:rsidR="0008167C" w:rsidRPr="0008167C">
        <w:t xml:space="preserve"> </w:t>
      </w:r>
      <w:r w:rsidRPr="0008167C">
        <w:t>также</w:t>
      </w:r>
      <w:r w:rsidR="0008167C" w:rsidRPr="0008167C">
        <w:t xml:space="preserve"> </w:t>
      </w:r>
      <w:r w:rsidRPr="0008167C">
        <w:rPr>
          <w:i/>
        </w:rPr>
        <w:t>после</w:t>
      </w:r>
      <w:r w:rsidR="0008167C" w:rsidRPr="0008167C">
        <w:rPr>
          <w:i/>
        </w:rPr>
        <w:t xml:space="preserve"> </w:t>
      </w:r>
      <w:r w:rsidRPr="0008167C">
        <w:rPr>
          <w:i/>
        </w:rPr>
        <w:t>лесного</w:t>
      </w:r>
      <w:r w:rsidR="0008167C" w:rsidRPr="0008167C">
        <w:rPr>
          <w:i/>
        </w:rPr>
        <w:t xml:space="preserve"> </w:t>
      </w:r>
      <w:r w:rsidRPr="0008167C">
        <w:rPr>
          <w:i/>
        </w:rPr>
        <w:t>пожара</w:t>
      </w:r>
      <w:r w:rsidR="0008167C" w:rsidRPr="0008167C">
        <w:rPr>
          <w:i/>
        </w:rPr>
        <w:t xml:space="preserve">. </w:t>
      </w:r>
      <w:r w:rsidRPr="0008167C">
        <w:t>Развивающаяся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пожарище</w:t>
      </w:r>
      <w:r w:rsidR="0008167C" w:rsidRPr="0008167C">
        <w:t xml:space="preserve"> </w:t>
      </w:r>
      <w:r w:rsidRPr="0008167C">
        <w:t>растительность</w:t>
      </w:r>
      <w:r w:rsidR="0008167C" w:rsidRPr="0008167C">
        <w:t xml:space="preserve"> </w:t>
      </w:r>
      <w:r w:rsidRPr="0008167C">
        <w:t>образует</w:t>
      </w:r>
      <w:r w:rsidR="0008167C" w:rsidRPr="0008167C">
        <w:t xml:space="preserve"> </w:t>
      </w:r>
      <w:r w:rsidRPr="0008167C">
        <w:t>основу,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которой</w:t>
      </w:r>
      <w:r w:rsidR="0008167C" w:rsidRPr="0008167C">
        <w:t xml:space="preserve"> </w:t>
      </w:r>
      <w:r w:rsidRPr="0008167C">
        <w:t>затем</w:t>
      </w:r>
      <w:r w:rsidR="0008167C" w:rsidRPr="0008167C">
        <w:t xml:space="preserve"> </w:t>
      </w:r>
      <w:r w:rsidRPr="0008167C">
        <w:t>разрастаются</w:t>
      </w:r>
      <w:r w:rsidR="0008167C" w:rsidRPr="0008167C">
        <w:t xml:space="preserve"> </w:t>
      </w:r>
      <w:r w:rsidRPr="0008167C">
        <w:t>подушки</w:t>
      </w:r>
      <w:r w:rsidR="0008167C" w:rsidRPr="0008167C">
        <w:t xml:space="preserve"> </w:t>
      </w:r>
      <w:r w:rsidRPr="0008167C">
        <w:t>сфагнума,</w:t>
      </w:r>
      <w:r w:rsidR="0008167C" w:rsidRPr="0008167C">
        <w:t xml:space="preserve"> </w:t>
      </w:r>
      <w:r w:rsidRPr="0008167C">
        <w:t>постепенно</w:t>
      </w:r>
      <w:r w:rsidR="0008167C" w:rsidRPr="0008167C">
        <w:t xml:space="preserve"> </w:t>
      </w:r>
      <w:r w:rsidRPr="0008167C">
        <w:t>сливающиеся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сплошной</w:t>
      </w:r>
      <w:r w:rsidR="0008167C" w:rsidRPr="0008167C">
        <w:t xml:space="preserve"> </w:t>
      </w:r>
      <w:r w:rsidRPr="0008167C">
        <w:t>сфагновый</w:t>
      </w:r>
      <w:r w:rsidR="0008167C" w:rsidRPr="0008167C">
        <w:t xml:space="preserve"> </w:t>
      </w:r>
      <w:r w:rsidRPr="0008167C">
        <w:t>ковер</w:t>
      </w:r>
      <w:r w:rsidR="0008167C" w:rsidRPr="0008167C">
        <w:t>.</w:t>
      </w:r>
    </w:p>
    <w:p w:rsidR="0008167C" w:rsidRPr="0008167C" w:rsidRDefault="00223F35" w:rsidP="0008167C">
      <w:pPr>
        <w:numPr>
          <w:ilvl w:val="0"/>
          <w:numId w:val="3"/>
        </w:numPr>
        <w:shd w:val="clear" w:color="auto" w:fill="FFFFFF"/>
        <w:tabs>
          <w:tab w:val="clear" w:pos="1069"/>
          <w:tab w:val="left" w:pos="726"/>
        </w:tabs>
        <w:autoSpaceDE w:val="0"/>
        <w:autoSpaceDN w:val="0"/>
        <w:adjustRightInd w:val="0"/>
        <w:ind w:left="0" w:firstLine="709"/>
      </w:pPr>
      <w:r w:rsidRPr="0008167C">
        <w:t>Низинные</w:t>
      </w:r>
      <w:r w:rsidR="0008167C" w:rsidRPr="0008167C">
        <w:t xml:space="preserve"> </w:t>
      </w:r>
      <w:r w:rsidRPr="0008167C">
        <w:t>болота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осоковой</w:t>
      </w:r>
      <w:r w:rsidR="0008167C" w:rsidRPr="0008167C">
        <w:t xml:space="preserve"> </w:t>
      </w:r>
      <w:r w:rsidRPr="0008167C">
        <w:t>растительностью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малой</w:t>
      </w:r>
      <w:r w:rsidR="0008167C" w:rsidRPr="0008167C">
        <w:t xml:space="preserve"> </w:t>
      </w:r>
      <w:r w:rsidRPr="0008167C">
        <w:t>мощностью</w:t>
      </w:r>
      <w:r w:rsidR="0008167C" w:rsidRPr="0008167C">
        <w:t xml:space="preserve"> </w:t>
      </w:r>
      <w:r w:rsidRPr="0008167C">
        <w:t>отложений</w:t>
      </w:r>
      <w:r w:rsidR="0008167C" w:rsidRPr="0008167C">
        <w:t xml:space="preserve"> </w:t>
      </w:r>
      <w:r w:rsidRPr="0008167C">
        <w:t>торфа</w:t>
      </w:r>
      <w:r w:rsidR="0008167C" w:rsidRPr="0008167C">
        <w:t xml:space="preserve"> </w:t>
      </w:r>
      <w:r w:rsidRPr="0008167C">
        <w:t>могут</w:t>
      </w:r>
      <w:r w:rsidR="0008167C" w:rsidRPr="0008167C">
        <w:t xml:space="preserve"> </w:t>
      </w:r>
      <w:r w:rsidRPr="0008167C">
        <w:t>образоваться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условиях</w:t>
      </w:r>
      <w:r w:rsidR="0008167C" w:rsidRPr="0008167C">
        <w:t xml:space="preserve"> </w:t>
      </w:r>
      <w:r w:rsidRPr="0008167C">
        <w:rPr>
          <w:i/>
        </w:rPr>
        <w:t>затрудненного</w:t>
      </w:r>
      <w:r w:rsidR="0008167C" w:rsidRPr="0008167C">
        <w:rPr>
          <w:i/>
        </w:rPr>
        <w:t xml:space="preserve"> </w:t>
      </w:r>
      <w:r w:rsidRPr="0008167C">
        <w:rPr>
          <w:i/>
        </w:rPr>
        <w:t>стока</w:t>
      </w:r>
      <w:r w:rsidR="0008167C" w:rsidRPr="0008167C">
        <w:rPr>
          <w:i/>
        </w:rPr>
        <w:t xml:space="preserve"> </w:t>
      </w:r>
      <w:r w:rsidRPr="0008167C">
        <w:rPr>
          <w:i/>
        </w:rPr>
        <w:t>весенней</w:t>
      </w:r>
      <w:r w:rsidR="0008167C" w:rsidRPr="0008167C">
        <w:rPr>
          <w:i/>
        </w:rPr>
        <w:t xml:space="preserve"> </w:t>
      </w:r>
      <w:r w:rsidRPr="0008167C">
        <w:rPr>
          <w:i/>
        </w:rPr>
        <w:t>воды</w:t>
      </w:r>
      <w:r w:rsidR="0008167C" w:rsidRPr="0008167C">
        <w:rPr>
          <w:i/>
        </w:rPr>
        <w:t xml:space="preserve"> </w:t>
      </w:r>
      <w:r w:rsidRPr="0008167C">
        <w:rPr>
          <w:i/>
        </w:rPr>
        <w:t>с</w:t>
      </w:r>
      <w:r w:rsidR="0008167C" w:rsidRPr="0008167C">
        <w:rPr>
          <w:i/>
        </w:rPr>
        <w:t xml:space="preserve"> </w:t>
      </w:r>
      <w:r w:rsidRPr="0008167C">
        <w:t>поймы</w:t>
      </w:r>
      <w:r w:rsidR="0008167C" w:rsidRPr="0008167C">
        <w:t xml:space="preserve"> </w:t>
      </w:r>
      <w:r w:rsidRPr="0008167C">
        <w:t>речных</w:t>
      </w:r>
      <w:r w:rsidR="0008167C" w:rsidRPr="0008167C">
        <w:t xml:space="preserve"> </w:t>
      </w:r>
      <w:r w:rsidRPr="0008167C">
        <w:t>долин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русло</w:t>
      </w:r>
      <w:r w:rsidR="0008167C" w:rsidRPr="0008167C">
        <w:t xml:space="preserve"> </w:t>
      </w:r>
      <w:r w:rsidRPr="0008167C">
        <w:t>реки</w:t>
      </w:r>
      <w:r w:rsidR="0008167C" w:rsidRPr="0008167C">
        <w:t>.</w:t>
      </w:r>
    </w:p>
    <w:p w:rsidR="0008167C" w:rsidRPr="0008167C" w:rsidRDefault="00223F35" w:rsidP="0008167C">
      <w:pPr>
        <w:numPr>
          <w:ilvl w:val="0"/>
          <w:numId w:val="3"/>
        </w:numPr>
        <w:shd w:val="clear" w:color="auto" w:fill="FFFFFF"/>
        <w:tabs>
          <w:tab w:val="clear" w:pos="1069"/>
          <w:tab w:val="left" w:pos="726"/>
        </w:tabs>
        <w:autoSpaceDE w:val="0"/>
        <w:autoSpaceDN w:val="0"/>
        <w:adjustRightInd w:val="0"/>
        <w:ind w:left="0" w:firstLine="709"/>
      </w:pPr>
      <w:r w:rsidRPr="0008167C">
        <w:t>Заболачивание</w:t>
      </w:r>
      <w:r w:rsidR="0008167C" w:rsidRPr="0008167C">
        <w:t xml:space="preserve"> </w:t>
      </w:r>
      <w:r w:rsidRPr="0008167C">
        <w:t>приречных</w:t>
      </w:r>
      <w:r w:rsidR="0008167C" w:rsidRPr="0008167C">
        <w:t xml:space="preserve"> </w:t>
      </w:r>
      <w:r w:rsidRPr="0008167C">
        <w:t>низменностей</w:t>
      </w:r>
      <w:r w:rsidR="0008167C" w:rsidRPr="0008167C">
        <w:t xml:space="preserve"> </w:t>
      </w:r>
      <w:r w:rsidRPr="0008167C">
        <w:t>происходит</w:t>
      </w:r>
      <w:r w:rsidR="0008167C" w:rsidRPr="0008167C">
        <w:t xml:space="preserve"> </w:t>
      </w:r>
      <w:r w:rsidRPr="0008167C">
        <w:t>также</w:t>
      </w:r>
      <w:r w:rsidR="0008167C" w:rsidRPr="0008167C">
        <w:t xml:space="preserve"> </w:t>
      </w:r>
      <w:r w:rsidRPr="0008167C">
        <w:rPr>
          <w:i/>
        </w:rPr>
        <w:t>вследствие</w:t>
      </w:r>
      <w:r w:rsidR="0008167C" w:rsidRPr="0008167C">
        <w:rPr>
          <w:i/>
        </w:rPr>
        <w:t xml:space="preserve"> </w:t>
      </w:r>
      <w:r w:rsidRPr="0008167C">
        <w:rPr>
          <w:i/>
        </w:rPr>
        <w:t>поднятия</w:t>
      </w:r>
      <w:r w:rsidR="0008167C" w:rsidRPr="0008167C">
        <w:rPr>
          <w:i/>
        </w:rPr>
        <w:t xml:space="preserve"> </w:t>
      </w:r>
      <w:r w:rsidRPr="0008167C">
        <w:rPr>
          <w:i/>
        </w:rPr>
        <w:t>уровня</w:t>
      </w:r>
      <w:r w:rsidR="0008167C" w:rsidRPr="0008167C">
        <w:rPr>
          <w:i/>
        </w:rPr>
        <w:t xml:space="preserve"> </w:t>
      </w:r>
      <w:r w:rsidRPr="0008167C">
        <w:rPr>
          <w:i/>
        </w:rPr>
        <w:t>воды</w:t>
      </w:r>
      <w:r w:rsidR="0008167C" w:rsidRPr="0008167C">
        <w:rPr>
          <w:i/>
        </w:rPr>
        <w:t xml:space="preserve"> </w:t>
      </w:r>
      <w:r w:rsidRPr="0008167C">
        <w:rPr>
          <w:i/>
        </w:rPr>
        <w:t>в</w:t>
      </w:r>
      <w:r w:rsidR="0008167C" w:rsidRPr="0008167C">
        <w:rPr>
          <w:i/>
        </w:rPr>
        <w:t xml:space="preserve"> </w:t>
      </w:r>
      <w:r w:rsidRPr="0008167C">
        <w:rPr>
          <w:i/>
        </w:rPr>
        <w:t>реке</w:t>
      </w:r>
      <w:r w:rsidR="0008167C" w:rsidRPr="0008167C">
        <w:rPr>
          <w:i/>
        </w:rPr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результате</w:t>
      </w:r>
      <w:r w:rsidR="0008167C" w:rsidRPr="0008167C">
        <w:t xml:space="preserve"> </w:t>
      </w:r>
      <w:r w:rsidRPr="0008167C">
        <w:t>устройства</w:t>
      </w:r>
      <w:r w:rsidR="0008167C" w:rsidRPr="0008167C">
        <w:t xml:space="preserve"> </w:t>
      </w:r>
      <w:r w:rsidRPr="0008167C">
        <w:t>плотин</w:t>
      </w:r>
      <w:r w:rsidR="0008167C" w:rsidRPr="0008167C">
        <w:t xml:space="preserve">; </w:t>
      </w:r>
      <w:r w:rsidRPr="0008167C">
        <w:t>в</w:t>
      </w:r>
      <w:r w:rsidR="0008167C" w:rsidRPr="0008167C">
        <w:t xml:space="preserve"> </w:t>
      </w:r>
      <w:r w:rsidRPr="0008167C">
        <w:t>этом</w:t>
      </w:r>
      <w:r w:rsidR="0008167C" w:rsidRPr="0008167C">
        <w:t xml:space="preserve"> </w:t>
      </w:r>
      <w:r w:rsidRPr="0008167C">
        <w:t>случае</w:t>
      </w:r>
      <w:r w:rsidR="0008167C" w:rsidRPr="0008167C">
        <w:t xml:space="preserve"> </w:t>
      </w:r>
      <w:r w:rsidRPr="0008167C">
        <w:t>одновременно</w:t>
      </w:r>
      <w:r w:rsidR="0008167C" w:rsidRPr="0008167C">
        <w:t xml:space="preserve"> </w:t>
      </w:r>
      <w:r w:rsidRPr="0008167C">
        <w:t>имеет</w:t>
      </w:r>
      <w:r w:rsidR="0008167C" w:rsidRPr="0008167C">
        <w:t xml:space="preserve"> </w:t>
      </w:r>
      <w:r w:rsidRPr="0008167C">
        <w:t>место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затопление</w:t>
      </w:r>
      <w:r w:rsidR="0008167C" w:rsidRPr="0008167C">
        <w:t xml:space="preserve"> </w:t>
      </w:r>
      <w:r w:rsidRPr="0008167C">
        <w:t>водой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поверхности,</w:t>
      </w:r>
      <w:r w:rsidR="0008167C" w:rsidRPr="0008167C">
        <w:t xml:space="preserve"> </w:t>
      </w:r>
      <w:r w:rsidRPr="0008167C">
        <w:t>так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подтопление</w:t>
      </w:r>
      <w:r w:rsidR="0008167C" w:rsidRPr="0008167C">
        <w:t xml:space="preserve"> </w:t>
      </w:r>
      <w:r w:rsidRPr="0008167C">
        <w:t>площади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результате</w:t>
      </w:r>
      <w:r w:rsidR="0008167C" w:rsidRPr="0008167C">
        <w:t xml:space="preserve"> </w:t>
      </w:r>
      <w:r w:rsidRPr="0008167C">
        <w:t>поднятия</w:t>
      </w:r>
      <w:r w:rsidR="0008167C" w:rsidRPr="0008167C">
        <w:t xml:space="preserve"> </w:t>
      </w:r>
      <w:r w:rsidRPr="0008167C">
        <w:t>грунтовой</w:t>
      </w:r>
      <w:r w:rsidR="0008167C" w:rsidRPr="0008167C">
        <w:t xml:space="preserve"> </w:t>
      </w:r>
      <w:r w:rsidRPr="0008167C">
        <w:t>воды</w:t>
      </w:r>
      <w:r w:rsidR="0008167C" w:rsidRPr="0008167C">
        <w:t>.</w:t>
      </w:r>
    </w:p>
    <w:p w:rsidR="0008167C" w:rsidRPr="0008167C" w:rsidRDefault="00223F35" w:rsidP="0008167C">
      <w:pPr>
        <w:numPr>
          <w:ilvl w:val="0"/>
          <w:numId w:val="3"/>
        </w:numPr>
        <w:shd w:val="clear" w:color="auto" w:fill="FFFFFF"/>
        <w:tabs>
          <w:tab w:val="clear" w:pos="1069"/>
          <w:tab w:val="left" w:pos="726"/>
        </w:tabs>
        <w:autoSpaceDE w:val="0"/>
        <w:autoSpaceDN w:val="0"/>
        <w:adjustRightInd w:val="0"/>
        <w:ind w:left="0" w:firstLine="709"/>
        <w:rPr>
          <w:i/>
        </w:rPr>
      </w:pPr>
      <w:r w:rsidRPr="0008167C">
        <w:t>Часто</w:t>
      </w:r>
      <w:r w:rsidR="0008167C" w:rsidRPr="0008167C">
        <w:t xml:space="preserve"> </w:t>
      </w:r>
      <w:r w:rsidRPr="0008167C">
        <w:t>происходит</w:t>
      </w:r>
      <w:r w:rsidR="0008167C" w:rsidRPr="0008167C">
        <w:t xml:space="preserve"> </w:t>
      </w:r>
      <w:r w:rsidRPr="0008167C">
        <w:t>заболачивание</w:t>
      </w:r>
      <w:r w:rsidR="0008167C" w:rsidRPr="0008167C">
        <w:t xml:space="preserve"> </w:t>
      </w:r>
      <w:r w:rsidRPr="0008167C">
        <w:t>неширокой</w:t>
      </w:r>
      <w:r w:rsidR="0008167C" w:rsidRPr="0008167C">
        <w:t xml:space="preserve"> </w:t>
      </w:r>
      <w:r w:rsidRPr="0008167C">
        <w:t>полосы</w:t>
      </w:r>
      <w:r w:rsidR="0008167C" w:rsidRPr="0008167C">
        <w:t xml:space="preserve"> </w:t>
      </w:r>
      <w:r w:rsidRPr="0008167C">
        <w:t>у</w:t>
      </w:r>
      <w:r w:rsidR="0008167C" w:rsidRPr="0008167C">
        <w:t xml:space="preserve"> </w:t>
      </w:r>
      <w:r w:rsidRPr="0008167C">
        <w:t>подножия</w:t>
      </w:r>
      <w:r w:rsidR="0008167C" w:rsidRPr="0008167C">
        <w:t xml:space="preserve"> </w:t>
      </w:r>
      <w:r w:rsidRPr="0008167C">
        <w:t>склона</w:t>
      </w:r>
      <w:r w:rsidR="0008167C" w:rsidRPr="0008167C">
        <w:t xml:space="preserve"> </w:t>
      </w:r>
      <w:r w:rsidRPr="0008167C">
        <w:t>речной</w:t>
      </w:r>
      <w:r w:rsidR="0008167C" w:rsidRPr="0008167C">
        <w:t xml:space="preserve"> </w:t>
      </w:r>
      <w:r w:rsidRPr="0008167C">
        <w:t>долины</w:t>
      </w:r>
      <w:r w:rsidR="0008167C" w:rsidRPr="0008167C">
        <w:t xml:space="preserve"> </w:t>
      </w:r>
      <w:r w:rsidRPr="0008167C">
        <w:t>вследствие</w:t>
      </w:r>
      <w:r w:rsidR="0008167C" w:rsidRPr="0008167C">
        <w:t xml:space="preserve"> </w:t>
      </w:r>
      <w:r w:rsidRPr="0008167C">
        <w:rPr>
          <w:i/>
        </w:rPr>
        <w:t>выхода</w:t>
      </w:r>
      <w:r w:rsidR="0008167C" w:rsidRPr="0008167C">
        <w:rPr>
          <w:i/>
        </w:rPr>
        <w:t xml:space="preserve"> </w:t>
      </w:r>
      <w:r w:rsidRPr="0008167C">
        <w:rPr>
          <w:i/>
        </w:rPr>
        <w:t>здесь</w:t>
      </w:r>
      <w:r w:rsidR="0008167C" w:rsidRPr="0008167C">
        <w:rPr>
          <w:i/>
        </w:rPr>
        <w:t xml:space="preserve"> </w:t>
      </w:r>
      <w:r w:rsidRPr="0008167C">
        <w:rPr>
          <w:i/>
        </w:rPr>
        <w:t>грунтовых</w:t>
      </w:r>
      <w:r w:rsidR="0008167C" w:rsidRPr="0008167C">
        <w:rPr>
          <w:i/>
        </w:rPr>
        <w:t xml:space="preserve"> </w:t>
      </w:r>
      <w:r w:rsidRPr="0008167C">
        <w:rPr>
          <w:i/>
        </w:rPr>
        <w:t>вод</w:t>
      </w:r>
      <w:r w:rsidR="0008167C" w:rsidRPr="0008167C">
        <w:rPr>
          <w:i/>
        </w:rPr>
        <w:t>.</w:t>
      </w:r>
    </w:p>
    <w:p w:rsidR="0008167C" w:rsidRPr="0008167C" w:rsidRDefault="00223F35" w:rsidP="0008167C">
      <w:pPr>
        <w:numPr>
          <w:ilvl w:val="0"/>
          <w:numId w:val="3"/>
        </w:numPr>
        <w:shd w:val="clear" w:color="auto" w:fill="FFFFFF"/>
        <w:tabs>
          <w:tab w:val="clear" w:pos="1069"/>
          <w:tab w:val="left" w:pos="726"/>
        </w:tabs>
        <w:autoSpaceDE w:val="0"/>
        <w:autoSpaceDN w:val="0"/>
        <w:adjustRightInd w:val="0"/>
        <w:ind w:left="0" w:firstLine="709"/>
      </w:pPr>
      <w:r w:rsidRPr="0008167C">
        <w:t>Очагами</w:t>
      </w:r>
      <w:r w:rsidR="0008167C" w:rsidRPr="0008167C">
        <w:t xml:space="preserve"> </w:t>
      </w:r>
      <w:r w:rsidRPr="0008167C">
        <w:t>заболачивания</w:t>
      </w:r>
      <w:r w:rsidR="0008167C" w:rsidRPr="0008167C">
        <w:t xml:space="preserve"> </w:t>
      </w:r>
      <w:r w:rsidRPr="0008167C">
        <w:t>водоразделов</w:t>
      </w:r>
      <w:r w:rsidR="0008167C" w:rsidRPr="0008167C">
        <w:t xml:space="preserve"> </w:t>
      </w:r>
      <w:r w:rsidRPr="0008167C">
        <w:t>служат</w:t>
      </w:r>
      <w:r w:rsidR="0008167C" w:rsidRPr="0008167C">
        <w:t xml:space="preserve"> </w:t>
      </w:r>
      <w:r w:rsidRPr="0008167C">
        <w:t>иногда</w:t>
      </w:r>
      <w:r w:rsidR="0008167C" w:rsidRPr="0008167C">
        <w:t xml:space="preserve"> </w:t>
      </w:r>
      <w:r w:rsidRPr="0008167C">
        <w:rPr>
          <w:i/>
        </w:rPr>
        <w:t>мелкие</w:t>
      </w:r>
      <w:r w:rsidR="0008167C" w:rsidRPr="0008167C">
        <w:rPr>
          <w:i/>
        </w:rPr>
        <w:t xml:space="preserve"> </w:t>
      </w:r>
      <w:r w:rsidRPr="0008167C">
        <w:rPr>
          <w:i/>
        </w:rPr>
        <w:t>впадины,</w:t>
      </w:r>
      <w:r w:rsidR="0008167C" w:rsidRPr="0008167C">
        <w:rPr>
          <w:i/>
        </w:rPr>
        <w:t xml:space="preserve"> </w:t>
      </w:r>
      <w:r w:rsidRPr="0008167C">
        <w:t>возникающие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провалы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местах</w:t>
      </w:r>
      <w:r w:rsidR="0008167C" w:rsidRPr="0008167C">
        <w:t xml:space="preserve"> </w:t>
      </w:r>
      <w:r w:rsidRPr="0008167C">
        <w:t>выноса</w:t>
      </w:r>
      <w:r w:rsidR="0008167C" w:rsidRPr="0008167C">
        <w:t xml:space="preserve"> </w:t>
      </w:r>
      <w:r w:rsidRPr="0008167C">
        <w:t>грунтовыми</w:t>
      </w:r>
      <w:r w:rsidR="0008167C" w:rsidRPr="0008167C">
        <w:t xml:space="preserve"> </w:t>
      </w:r>
      <w:r w:rsidRPr="0008167C">
        <w:t>водами</w:t>
      </w:r>
      <w:r w:rsidR="0008167C" w:rsidRPr="0008167C">
        <w:t xml:space="preserve"> </w:t>
      </w:r>
      <w:r w:rsidRPr="0008167C">
        <w:t>растворимых</w:t>
      </w:r>
      <w:r w:rsidR="0008167C" w:rsidRPr="0008167C">
        <w:t xml:space="preserve"> </w:t>
      </w:r>
      <w:r w:rsidRPr="0008167C">
        <w:t>солей,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также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участках</w:t>
      </w:r>
      <w:r w:rsidR="0008167C" w:rsidRPr="0008167C">
        <w:t xml:space="preserve"> </w:t>
      </w:r>
      <w:r w:rsidRPr="0008167C">
        <w:t>механического</w:t>
      </w:r>
      <w:r w:rsidR="0008167C" w:rsidRPr="0008167C">
        <w:t xml:space="preserve"> </w:t>
      </w:r>
      <w:r w:rsidRPr="0008167C">
        <w:t>выноса</w:t>
      </w:r>
      <w:r w:rsidR="0008167C" w:rsidRPr="0008167C">
        <w:t xml:space="preserve"> </w:t>
      </w:r>
      <w:r w:rsidRPr="0008167C">
        <w:t>мелкопесчаного</w:t>
      </w:r>
      <w:r w:rsidR="0008167C" w:rsidRPr="0008167C">
        <w:t xml:space="preserve"> </w:t>
      </w:r>
      <w:r w:rsidRPr="0008167C">
        <w:t>грунта</w:t>
      </w:r>
      <w:r w:rsidR="0008167C" w:rsidRPr="0008167C">
        <w:t xml:space="preserve"> </w:t>
      </w:r>
      <w:r w:rsidRPr="0008167C">
        <w:t>из-под</w:t>
      </w:r>
      <w:r w:rsidR="0008167C" w:rsidRPr="0008167C">
        <w:t xml:space="preserve"> </w:t>
      </w:r>
      <w:r w:rsidRPr="0008167C">
        <w:t>слоя</w:t>
      </w:r>
      <w:r w:rsidR="0008167C" w:rsidRPr="0008167C">
        <w:t xml:space="preserve"> </w:t>
      </w:r>
      <w:r w:rsidRPr="0008167C">
        <w:t>глины</w:t>
      </w:r>
      <w:r w:rsidR="0008167C" w:rsidRPr="0008167C">
        <w:t>.</w:t>
      </w:r>
    </w:p>
    <w:p w:rsidR="0008167C" w:rsidRPr="0008167C" w:rsidRDefault="00223F35" w:rsidP="0008167C">
      <w:pPr>
        <w:numPr>
          <w:ilvl w:val="0"/>
          <w:numId w:val="3"/>
        </w:numPr>
        <w:shd w:val="clear" w:color="auto" w:fill="FFFFFF"/>
        <w:tabs>
          <w:tab w:val="clear" w:pos="1069"/>
          <w:tab w:val="left" w:pos="726"/>
        </w:tabs>
        <w:autoSpaceDE w:val="0"/>
        <w:autoSpaceDN w:val="0"/>
        <w:adjustRightInd w:val="0"/>
        <w:ind w:left="0" w:firstLine="709"/>
        <w:rPr>
          <w:i/>
        </w:rPr>
      </w:pPr>
      <w:r w:rsidRPr="0008167C">
        <w:t>В</w:t>
      </w:r>
      <w:r w:rsidR="0008167C" w:rsidRPr="0008167C">
        <w:t xml:space="preserve"> </w:t>
      </w:r>
      <w:r w:rsidRPr="0008167C">
        <w:t>области</w:t>
      </w:r>
      <w:r w:rsidR="0008167C" w:rsidRPr="0008167C">
        <w:t xml:space="preserve"> </w:t>
      </w:r>
      <w:r w:rsidRPr="0008167C">
        <w:t>тундры</w:t>
      </w:r>
      <w:r w:rsidR="0008167C" w:rsidRPr="0008167C">
        <w:t xml:space="preserve"> </w:t>
      </w:r>
      <w:r w:rsidRPr="0008167C">
        <w:t>причиной</w:t>
      </w:r>
      <w:r w:rsidR="0008167C" w:rsidRPr="0008167C">
        <w:t xml:space="preserve"> </w:t>
      </w:r>
      <w:r w:rsidRPr="0008167C">
        <w:t>заболачивания</w:t>
      </w:r>
      <w:r w:rsidR="0008167C" w:rsidRPr="0008167C">
        <w:t xml:space="preserve"> </w:t>
      </w:r>
      <w:r w:rsidRPr="0008167C">
        <w:t>является</w:t>
      </w:r>
      <w:r w:rsidR="0008167C" w:rsidRPr="0008167C">
        <w:t xml:space="preserve"> </w:t>
      </w:r>
      <w:r w:rsidRPr="0008167C">
        <w:t>весьма</w:t>
      </w:r>
      <w:r w:rsidR="0008167C" w:rsidRPr="0008167C">
        <w:t xml:space="preserve"> </w:t>
      </w:r>
      <w:r w:rsidRPr="0008167C">
        <w:t>малое</w:t>
      </w:r>
      <w:r w:rsidR="0008167C" w:rsidRPr="0008167C">
        <w:t xml:space="preserve"> </w:t>
      </w:r>
      <w:r w:rsidRPr="0008167C">
        <w:t>испарение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земли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неглубокое</w:t>
      </w:r>
      <w:r w:rsidR="0008167C" w:rsidRPr="0008167C">
        <w:t xml:space="preserve"> </w:t>
      </w:r>
      <w:r w:rsidRPr="0008167C">
        <w:t>залегание</w:t>
      </w:r>
      <w:r w:rsidR="0008167C" w:rsidRPr="0008167C">
        <w:t xml:space="preserve"> </w:t>
      </w:r>
      <w:r w:rsidRPr="0008167C">
        <w:rPr>
          <w:i/>
        </w:rPr>
        <w:t>слоя</w:t>
      </w:r>
      <w:r w:rsidR="0008167C" w:rsidRPr="0008167C">
        <w:rPr>
          <w:i/>
        </w:rPr>
        <w:t xml:space="preserve"> </w:t>
      </w:r>
      <w:r w:rsidRPr="0008167C">
        <w:rPr>
          <w:i/>
        </w:rPr>
        <w:t>вечной</w:t>
      </w:r>
      <w:r w:rsidR="0008167C" w:rsidRPr="0008167C">
        <w:rPr>
          <w:i/>
        </w:rPr>
        <w:t xml:space="preserve"> </w:t>
      </w:r>
      <w:r w:rsidRPr="0008167C">
        <w:rPr>
          <w:i/>
        </w:rPr>
        <w:t>мерзлоты</w:t>
      </w:r>
      <w:r w:rsidR="0008167C" w:rsidRPr="0008167C">
        <w:rPr>
          <w:i/>
        </w:rPr>
        <w:t>.</w:t>
      </w:r>
    </w:p>
    <w:p w:rsidR="0008167C" w:rsidRPr="0008167C" w:rsidRDefault="00223F35" w:rsidP="0008167C">
      <w:pPr>
        <w:tabs>
          <w:tab w:val="left" w:pos="726"/>
        </w:tabs>
      </w:pPr>
      <w:r w:rsidRPr="0008167C">
        <w:t>Сочетание</w:t>
      </w:r>
      <w:r w:rsidR="0008167C" w:rsidRPr="0008167C">
        <w:t xml:space="preserve"> </w:t>
      </w:r>
      <w:r w:rsidRPr="0008167C">
        <w:t>растительных</w:t>
      </w:r>
      <w:r w:rsidR="0008167C" w:rsidRPr="0008167C">
        <w:t xml:space="preserve"> </w:t>
      </w:r>
      <w:r w:rsidRPr="0008167C">
        <w:t>ассоциаций,</w:t>
      </w:r>
      <w:r w:rsidR="0008167C" w:rsidRPr="0008167C">
        <w:t xml:space="preserve"> </w:t>
      </w:r>
      <w:r w:rsidRPr="0008167C">
        <w:t>возникающее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обильном</w:t>
      </w:r>
      <w:r w:rsidR="0008167C" w:rsidRPr="0008167C">
        <w:t xml:space="preserve"> </w:t>
      </w:r>
      <w:r w:rsidRPr="0008167C">
        <w:t>водно-минеральном</w:t>
      </w:r>
      <w:r w:rsidR="0008167C" w:rsidRPr="0008167C">
        <w:t xml:space="preserve"> </w:t>
      </w:r>
      <w:r w:rsidRPr="0008167C">
        <w:t>питании,</w:t>
      </w:r>
      <w:r w:rsidR="0008167C" w:rsidRPr="0008167C">
        <w:t xml:space="preserve"> </w:t>
      </w:r>
      <w:r w:rsidRPr="0008167C">
        <w:t>характерном</w:t>
      </w:r>
      <w:r w:rsidR="0008167C" w:rsidRPr="0008167C">
        <w:t xml:space="preserve"> </w:t>
      </w:r>
      <w:r w:rsidRPr="0008167C">
        <w:t>для</w:t>
      </w:r>
      <w:r w:rsidR="0008167C" w:rsidRPr="0008167C">
        <w:t xml:space="preserve"> </w:t>
      </w:r>
      <w:r w:rsidRPr="0008167C">
        <w:t>условий</w:t>
      </w:r>
      <w:r w:rsidR="0008167C" w:rsidRPr="0008167C">
        <w:t xml:space="preserve"> </w:t>
      </w:r>
      <w:r w:rsidRPr="0008167C">
        <w:t>низинных</w:t>
      </w:r>
      <w:r w:rsidR="0008167C" w:rsidRPr="0008167C">
        <w:t xml:space="preserve"> </w:t>
      </w:r>
      <w:r w:rsidRPr="0008167C">
        <w:t>болот,</w:t>
      </w:r>
      <w:r w:rsidR="0008167C" w:rsidRPr="0008167C">
        <w:t xml:space="preserve"> </w:t>
      </w:r>
      <w:r w:rsidRPr="0008167C">
        <w:t>образует</w:t>
      </w:r>
      <w:r w:rsidR="0008167C" w:rsidRPr="0008167C">
        <w:t xml:space="preserve"> </w:t>
      </w:r>
      <w:r w:rsidRPr="0008167C">
        <w:t>так</w:t>
      </w:r>
      <w:r w:rsidR="0008167C" w:rsidRPr="0008167C">
        <w:t xml:space="preserve"> </w:t>
      </w:r>
      <w:r w:rsidRPr="0008167C">
        <w:t>называемую</w:t>
      </w:r>
      <w:r w:rsidR="0008167C" w:rsidRPr="0008167C">
        <w:t xml:space="preserve"> </w:t>
      </w:r>
      <w:r w:rsidRPr="0008167C">
        <w:t>евтрофную</w:t>
      </w:r>
      <w:r w:rsidR="0008167C" w:rsidRPr="0008167C">
        <w:t xml:space="preserve"> </w:t>
      </w:r>
      <w:r w:rsidRPr="0008167C">
        <w:t>болотную</w:t>
      </w:r>
      <w:r w:rsidR="0008167C" w:rsidRPr="0008167C">
        <w:t xml:space="preserve"> </w:t>
      </w:r>
      <w:r w:rsidRPr="0008167C">
        <w:t>растительность,</w:t>
      </w:r>
      <w:r w:rsidR="0008167C" w:rsidRPr="0008167C">
        <w:t xml:space="preserve"> </w:t>
      </w:r>
      <w:r w:rsidR="0008167C">
        <w:t>т.е.</w:t>
      </w:r>
      <w:r w:rsidR="0008167C" w:rsidRPr="0008167C">
        <w:t xml:space="preserve"> </w:t>
      </w:r>
      <w:r w:rsidRPr="0008167C">
        <w:t>растительность,</w:t>
      </w:r>
      <w:r w:rsidR="0008167C" w:rsidRPr="0008167C">
        <w:t xml:space="preserve"> </w:t>
      </w:r>
      <w:r w:rsidRPr="0008167C">
        <w:t>нуждающуюся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достаточно</w:t>
      </w:r>
      <w:r w:rsidR="0008167C" w:rsidRPr="0008167C">
        <w:t xml:space="preserve"> </w:t>
      </w:r>
      <w:r w:rsidRPr="0008167C">
        <w:t>обильном</w:t>
      </w:r>
      <w:r w:rsidR="0008167C" w:rsidRPr="0008167C">
        <w:t xml:space="preserve"> </w:t>
      </w:r>
      <w:r w:rsidRPr="0008167C">
        <w:t>питании</w:t>
      </w:r>
      <w:r w:rsidR="0008167C" w:rsidRPr="0008167C">
        <w:t xml:space="preserve"> </w:t>
      </w:r>
      <w:r w:rsidRPr="0008167C">
        <w:t>минеральными</w:t>
      </w:r>
      <w:r w:rsidR="0008167C" w:rsidRPr="0008167C">
        <w:t xml:space="preserve"> </w:t>
      </w:r>
      <w:r w:rsidRPr="0008167C">
        <w:t>солями</w:t>
      </w:r>
      <w:r w:rsidR="0008167C" w:rsidRPr="0008167C">
        <w:t xml:space="preserve">. </w:t>
      </w:r>
      <w:r w:rsidRPr="0008167C">
        <w:t>Растительность,</w:t>
      </w:r>
      <w:r w:rsidR="0008167C" w:rsidRPr="0008167C">
        <w:t xml:space="preserve"> </w:t>
      </w:r>
      <w:r w:rsidRPr="0008167C">
        <w:t>развивающуюся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болотах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условиях</w:t>
      </w:r>
      <w:r w:rsidR="0008167C" w:rsidRPr="0008167C">
        <w:t xml:space="preserve"> </w:t>
      </w:r>
      <w:r w:rsidRPr="0008167C">
        <w:t>бедного</w:t>
      </w:r>
      <w:r w:rsidR="0008167C" w:rsidRPr="0008167C">
        <w:t xml:space="preserve"> </w:t>
      </w:r>
      <w:r w:rsidRPr="0008167C">
        <w:t>питания</w:t>
      </w:r>
      <w:r w:rsidR="0008167C" w:rsidRPr="0008167C">
        <w:t xml:space="preserve"> </w:t>
      </w:r>
      <w:r w:rsidRPr="0008167C">
        <w:t>минеральными</w:t>
      </w:r>
      <w:r w:rsidR="0008167C" w:rsidRPr="0008167C">
        <w:t xml:space="preserve"> </w:t>
      </w:r>
      <w:r w:rsidRPr="0008167C">
        <w:t>солями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водном</w:t>
      </w:r>
      <w:r w:rsidR="0008167C" w:rsidRPr="0008167C">
        <w:t xml:space="preserve"> </w:t>
      </w:r>
      <w:r w:rsidRPr="0008167C">
        <w:t>питании</w:t>
      </w:r>
      <w:r w:rsidR="0008167C" w:rsidRPr="0008167C">
        <w:t xml:space="preserve"> </w:t>
      </w:r>
      <w:r w:rsidRPr="0008167C">
        <w:t>за</w:t>
      </w:r>
      <w:r w:rsidR="0008167C" w:rsidRPr="0008167C">
        <w:t xml:space="preserve"> </w:t>
      </w:r>
      <w:r w:rsidRPr="0008167C">
        <w:t>счет</w:t>
      </w:r>
      <w:r w:rsidR="0008167C" w:rsidRPr="0008167C">
        <w:t xml:space="preserve"> </w:t>
      </w:r>
      <w:r w:rsidRPr="0008167C">
        <w:t>атмосферных</w:t>
      </w:r>
      <w:r w:rsidR="0008167C" w:rsidRPr="0008167C">
        <w:t xml:space="preserve"> </w:t>
      </w:r>
      <w:r w:rsidRPr="0008167C">
        <w:t>осадков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весьма</w:t>
      </w:r>
      <w:r w:rsidR="0008167C" w:rsidRPr="0008167C">
        <w:t xml:space="preserve"> </w:t>
      </w:r>
      <w:r w:rsidRPr="0008167C">
        <w:t>слабой</w:t>
      </w:r>
      <w:r w:rsidR="0008167C" w:rsidRPr="0008167C">
        <w:t xml:space="preserve"> </w:t>
      </w:r>
      <w:r w:rsidRPr="0008167C">
        <w:t>проточности</w:t>
      </w:r>
      <w:r w:rsidR="0008167C" w:rsidRPr="0008167C">
        <w:t xml:space="preserve"> </w:t>
      </w:r>
      <w:r w:rsidRPr="0008167C">
        <w:t>вод,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характерно</w:t>
      </w:r>
      <w:r w:rsidR="0008167C" w:rsidRPr="0008167C">
        <w:t xml:space="preserve"> </w:t>
      </w:r>
      <w:r w:rsidRPr="0008167C">
        <w:t>для</w:t>
      </w:r>
      <w:r w:rsidR="0008167C" w:rsidRPr="0008167C">
        <w:t xml:space="preserve"> </w:t>
      </w:r>
      <w:r w:rsidRPr="0008167C">
        <w:t>верховых</w:t>
      </w:r>
      <w:r w:rsidR="0008167C" w:rsidRPr="0008167C">
        <w:t xml:space="preserve"> </w:t>
      </w:r>
      <w:r w:rsidRPr="0008167C">
        <w:t>болот,</w:t>
      </w:r>
      <w:r w:rsidR="0008167C" w:rsidRPr="0008167C">
        <w:t xml:space="preserve"> </w:t>
      </w:r>
      <w:r w:rsidRPr="0008167C">
        <w:t>называют</w:t>
      </w:r>
      <w:r w:rsidR="0008167C" w:rsidRPr="0008167C">
        <w:t xml:space="preserve"> </w:t>
      </w:r>
      <w:r w:rsidRPr="0008167C">
        <w:rPr>
          <w:i/>
        </w:rPr>
        <w:t>олиготрофной</w:t>
      </w:r>
      <w:r w:rsidR="0008167C" w:rsidRPr="0008167C">
        <w:rPr>
          <w:i/>
        </w:rPr>
        <w:t xml:space="preserve"> </w:t>
      </w:r>
      <w:r w:rsidRPr="0008167C">
        <w:t>болотной</w:t>
      </w:r>
      <w:r w:rsidR="0008167C" w:rsidRPr="0008167C">
        <w:t xml:space="preserve"> </w:t>
      </w:r>
      <w:r w:rsidRPr="0008167C">
        <w:t>растительностью</w:t>
      </w:r>
      <w:r w:rsidR="0008167C" w:rsidRPr="0008167C">
        <w:t xml:space="preserve">. </w:t>
      </w:r>
      <w:r w:rsidRPr="0008167C">
        <w:t>Выделяют</w:t>
      </w:r>
      <w:r w:rsidR="0008167C" w:rsidRPr="0008167C">
        <w:t xml:space="preserve"> </w:t>
      </w:r>
      <w:r w:rsidRPr="0008167C">
        <w:t>еще</w:t>
      </w:r>
      <w:r w:rsidR="0008167C" w:rsidRPr="0008167C">
        <w:t xml:space="preserve"> </w:t>
      </w:r>
      <w:r w:rsidRPr="0008167C">
        <w:rPr>
          <w:i/>
        </w:rPr>
        <w:t>мезотрофную</w:t>
      </w:r>
      <w:r w:rsidR="0008167C" w:rsidRPr="0008167C">
        <w:rPr>
          <w:i/>
        </w:rPr>
        <w:t xml:space="preserve"> </w:t>
      </w:r>
      <w:r w:rsidRPr="0008167C">
        <w:t>болотную</w:t>
      </w:r>
      <w:r w:rsidR="0008167C" w:rsidRPr="0008167C">
        <w:t xml:space="preserve"> </w:t>
      </w:r>
      <w:r w:rsidRPr="0008167C">
        <w:t>растительность,</w:t>
      </w:r>
      <w:r w:rsidR="0008167C" w:rsidRPr="0008167C">
        <w:t xml:space="preserve"> </w:t>
      </w:r>
      <w:r w:rsidRPr="0008167C">
        <w:t>объединяющую</w:t>
      </w:r>
      <w:r w:rsidR="0008167C" w:rsidRPr="0008167C">
        <w:t xml:space="preserve"> </w:t>
      </w:r>
      <w:r w:rsidRPr="0008167C">
        <w:t>виды</w:t>
      </w:r>
      <w:r w:rsidR="0008167C" w:rsidRPr="0008167C">
        <w:t xml:space="preserve"> </w:t>
      </w:r>
      <w:r w:rsidRPr="0008167C">
        <w:t>болотных</w:t>
      </w:r>
      <w:r w:rsidR="0008167C" w:rsidRPr="0008167C">
        <w:t xml:space="preserve"> </w:t>
      </w:r>
      <w:r w:rsidRPr="0008167C">
        <w:t>растений,</w:t>
      </w:r>
      <w:r w:rsidR="0008167C" w:rsidRPr="0008167C">
        <w:t xml:space="preserve"> </w:t>
      </w:r>
      <w:r w:rsidRPr="0008167C">
        <w:t>мало</w:t>
      </w:r>
      <w:r w:rsidR="0008167C" w:rsidRPr="0008167C">
        <w:t xml:space="preserve"> </w:t>
      </w:r>
      <w:r w:rsidRPr="0008167C">
        <w:t>требовательных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минерализации</w:t>
      </w:r>
      <w:r w:rsidR="0008167C" w:rsidRPr="0008167C">
        <w:t xml:space="preserve"> </w:t>
      </w:r>
      <w:r w:rsidRPr="0008167C">
        <w:t>болотных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произрастающих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обедненных</w:t>
      </w:r>
      <w:r w:rsidR="0008167C" w:rsidRPr="0008167C">
        <w:t xml:space="preserve"> </w:t>
      </w:r>
      <w:r w:rsidRPr="0008167C">
        <w:t>минеральными</w:t>
      </w:r>
      <w:r w:rsidR="0008167C" w:rsidRPr="0008167C">
        <w:t xml:space="preserve"> </w:t>
      </w:r>
      <w:r w:rsidRPr="0008167C">
        <w:t>солями</w:t>
      </w:r>
      <w:r w:rsidR="0008167C" w:rsidRPr="0008167C">
        <w:t xml:space="preserve"> </w:t>
      </w:r>
      <w:r w:rsidRPr="0008167C">
        <w:t>водах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условиях</w:t>
      </w:r>
      <w:r w:rsidR="0008167C" w:rsidRPr="0008167C">
        <w:t xml:space="preserve"> </w:t>
      </w:r>
      <w:r w:rsidRPr="0008167C">
        <w:t>средней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слабой</w:t>
      </w:r>
      <w:r w:rsidR="0008167C" w:rsidRPr="0008167C">
        <w:t xml:space="preserve"> </w:t>
      </w:r>
      <w:r w:rsidRPr="0008167C">
        <w:t>проточности</w:t>
      </w:r>
      <w:r w:rsidR="0008167C" w:rsidRPr="0008167C">
        <w:t xml:space="preserve">. </w:t>
      </w:r>
      <w:r w:rsidRPr="0008167C">
        <w:t>Евтрофная,</w:t>
      </w:r>
      <w:r w:rsidR="0008167C" w:rsidRPr="0008167C">
        <w:t xml:space="preserve"> </w:t>
      </w:r>
      <w:r w:rsidRPr="0008167C">
        <w:t>мезотрофная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олиготрофная</w:t>
      </w:r>
      <w:r w:rsidR="0008167C" w:rsidRPr="0008167C">
        <w:t xml:space="preserve"> </w:t>
      </w:r>
      <w:r w:rsidRPr="0008167C">
        <w:t>растительность</w:t>
      </w:r>
      <w:r w:rsidR="0008167C" w:rsidRPr="0008167C">
        <w:t xml:space="preserve"> </w:t>
      </w:r>
      <w:r w:rsidRPr="0008167C">
        <w:t>болот</w:t>
      </w:r>
      <w:r w:rsidR="0008167C" w:rsidRPr="0008167C">
        <w:t xml:space="preserve"> </w:t>
      </w:r>
      <w:r w:rsidRPr="0008167C">
        <w:t>часто</w:t>
      </w:r>
      <w:r w:rsidR="0008167C" w:rsidRPr="0008167C">
        <w:t xml:space="preserve"> </w:t>
      </w:r>
      <w:r w:rsidRPr="0008167C">
        <w:t>называется</w:t>
      </w:r>
      <w:r w:rsidR="0008167C" w:rsidRPr="0008167C">
        <w:t xml:space="preserve"> </w:t>
      </w:r>
      <w:r w:rsidRPr="0008167C">
        <w:t>соответственно</w:t>
      </w:r>
      <w:r w:rsidR="0008167C" w:rsidRPr="0008167C">
        <w:t xml:space="preserve"> </w:t>
      </w:r>
      <w:r w:rsidRPr="0008167C">
        <w:rPr>
          <w:i/>
        </w:rPr>
        <w:t>низинной,</w:t>
      </w:r>
      <w:r w:rsidR="0008167C" w:rsidRPr="0008167C">
        <w:rPr>
          <w:i/>
        </w:rPr>
        <w:t xml:space="preserve"> </w:t>
      </w:r>
      <w:r w:rsidRPr="0008167C">
        <w:rPr>
          <w:i/>
        </w:rPr>
        <w:t>переходной</w:t>
      </w:r>
      <w:r w:rsidR="0008167C" w:rsidRPr="0008167C">
        <w:rPr>
          <w:i/>
        </w:rPr>
        <w:t xml:space="preserve"> </w:t>
      </w:r>
      <w:r w:rsidRPr="0008167C">
        <w:rPr>
          <w:i/>
        </w:rPr>
        <w:t>и</w:t>
      </w:r>
      <w:r w:rsidR="0008167C" w:rsidRPr="0008167C">
        <w:rPr>
          <w:i/>
        </w:rPr>
        <w:t xml:space="preserve"> </w:t>
      </w:r>
      <w:r w:rsidRPr="0008167C">
        <w:rPr>
          <w:i/>
        </w:rPr>
        <w:t>верховой</w:t>
      </w:r>
      <w:r w:rsidR="0008167C" w:rsidRPr="0008167C">
        <w:rPr>
          <w:i/>
        </w:rPr>
        <w:t xml:space="preserve"> </w:t>
      </w:r>
      <w:r w:rsidRPr="0008167C">
        <w:t>растительностью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Указанное</w:t>
      </w:r>
      <w:r w:rsidR="0008167C" w:rsidRPr="0008167C">
        <w:t xml:space="preserve"> </w:t>
      </w:r>
      <w:r w:rsidRPr="0008167C">
        <w:t>деление</w:t>
      </w:r>
      <w:r w:rsidR="0008167C" w:rsidRPr="0008167C">
        <w:t xml:space="preserve"> </w:t>
      </w:r>
      <w:r w:rsidRPr="0008167C">
        <w:t>болот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верховые,</w:t>
      </w:r>
      <w:r w:rsidR="0008167C" w:rsidRPr="0008167C">
        <w:t xml:space="preserve"> </w:t>
      </w:r>
      <w:r w:rsidRPr="0008167C">
        <w:t>низинные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переходные</w:t>
      </w:r>
      <w:r w:rsidR="0008167C" w:rsidRPr="0008167C">
        <w:t xml:space="preserve"> </w:t>
      </w:r>
      <w:r w:rsidRPr="0008167C">
        <w:t>достаточно</w:t>
      </w:r>
      <w:r w:rsidR="0008167C" w:rsidRPr="0008167C">
        <w:t xml:space="preserve"> </w:t>
      </w:r>
      <w:r w:rsidRPr="0008167C">
        <w:t>четко</w:t>
      </w:r>
      <w:r w:rsidR="0008167C" w:rsidRPr="0008167C">
        <w:t xml:space="preserve"> </w:t>
      </w:r>
      <w:r w:rsidRPr="0008167C">
        <w:t>отражает</w:t>
      </w:r>
      <w:r w:rsidR="0008167C" w:rsidRPr="0008167C">
        <w:t xml:space="preserve"> </w:t>
      </w:r>
      <w:r w:rsidRPr="0008167C">
        <w:t>главнейшие</w:t>
      </w:r>
      <w:r w:rsidR="0008167C" w:rsidRPr="0008167C">
        <w:t xml:space="preserve"> </w:t>
      </w:r>
      <w:r w:rsidRPr="0008167C">
        <w:t>стадии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развития,</w:t>
      </w:r>
      <w:r w:rsidR="0008167C" w:rsidRPr="0008167C">
        <w:t xml:space="preserve"> </w:t>
      </w:r>
      <w:r w:rsidRPr="0008167C">
        <w:t>особенности</w:t>
      </w:r>
      <w:r w:rsidR="0008167C" w:rsidRPr="0008167C">
        <w:t xml:space="preserve"> </w:t>
      </w:r>
      <w:r w:rsidRPr="0008167C">
        <w:t>водного</w:t>
      </w:r>
      <w:r w:rsidR="0008167C" w:rsidRPr="0008167C">
        <w:t xml:space="preserve"> </w:t>
      </w:r>
      <w:r w:rsidRPr="0008167C">
        <w:t>питания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характера</w:t>
      </w:r>
      <w:r w:rsidR="0008167C" w:rsidRPr="0008167C">
        <w:t xml:space="preserve"> </w:t>
      </w:r>
      <w:r w:rsidRPr="0008167C">
        <w:t>растительного</w:t>
      </w:r>
      <w:r w:rsidR="0008167C" w:rsidRPr="0008167C">
        <w:t xml:space="preserve"> </w:t>
      </w:r>
      <w:r w:rsidRPr="0008167C">
        <w:t>покрова,</w:t>
      </w:r>
      <w:r w:rsidR="0008167C" w:rsidRPr="0008167C">
        <w:t xml:space="preserve"> </w:t>
      </w:r>
      <w:r w:rsidRPr="0008167C">
        <w:t>но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затрагивает</w:t>
      </w:r>
      <w:r w:rsidR="0008167C" w:rsidRPr="0008167C">
        <w:t xml:space="preserve"> </w:t>
      </w:r>
      <w:r w:rsidRPr="0008167C">
        <w:t>условия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залегания</w:t>
      </w:r>
      <w:r w:rsidR="0008167C" w:rsidRPr="0008167C">
        <w:t xml:space="preserve"> </w:t>
      </w:r>
      <w:r w:rsidRPr="0008167C">
        <w:t>относительно</w:t>
      </w:r>
      <w:r w:rsidR="0008167C" w:rsidRPr="0008167C">
        <w:t xml:space="preserve"> </w:t>
      </w:r>
      <w:r w:rsidRPr="0008167C">
        <w:t>рельефа</w:t>
      </w:r>
      <w:r w:rsidR="0008167C" w:rsidRPr="0008167C">
        <w:t xml:space="preserve"> </w:t>
      </w:r>
      <w:r w:rsidRPr="0008167C">
        <w:t>местности</w:t>
      </w:r>
      <w:r w:rsidR="0008167C" w:rsidRPr="0008167C">
        <w:t xml:space="preserve">. </w:t>
      </w:r>
      <w:r w:rsidRPr="0008167C">
        <w:t>Исходя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геоморфологических</w:t>
      </w:r>
      <w:r w:rsidR="0008167C" w:rsidRPr="0008167C">
        <w:t xml:space="preserve"> </w:t>
      </w:r>
      <w:r w:rsidRPr="0008167C">
        <w:t>условий</w:t>
      </w:r>
      <w:r w:rsidR="0008167C" w:rsidRPr="0008167C">
        <w:t xml:space="preserve"> </w:t>
      </w:r>
      <w:r w:rsidRPr="0008167C">
        <w:t>залегания</w:t>
      </w:r>
      <w:r w:rsidR="0008167C" w:rsidRPr="0008167C">
        <w:t xml:space="preserve"> </w:t>
      </w:r>
      <w:r w:rsidRPr="0008167C">
        <w:t>рельефа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связанных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ними</w:t>
      </w:r>
      <w:r w:rsidR="0008167C" w:rsidRPr="0008167C">
        <w:t xml:space="preserve"> </w:t>
      </w:r>
      <w:r w:rsidRPr="0008167C">
        <w:t>условий</w:t>
      </w:r>
      <w:r w:rsidR="0008167C" w:rsidRPr="0008167C">
        <w:t xml:space="preserve"> </w:t>
      </w:r>
      <w:r w:rsidRPr="0008167C">
        <w:t>водного</w:t>
      </w:r>
      <w:r w:rsidR="0008167C" w:rsidRPr="0008167C">
        <w:t xml:space="preserve"> </w:t>
      </w:r>
      <w:r w:rsidRPr="0008167C">
        <w:t>питания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растительного</w:t>
      </w:r>
      <w:r w:rsidR="0008167C" w:rsidRPr="0008167C">
        <w:t xml:space="preserve"> </w:t>
      </w:r>
      <w:r w:rsidRPr="0008167C">
        <w:t>покрова,</w:t>
      </w:r>
      <w:r w:rsidR="0008167C" w:rsidRPr="0008167C">
        <w:t xml:space="preserve"> </w:t>
      </w:r>
      <w:r w:rsidRPr="0008167C">
        <w:t>болотные</w:t>
      </w:r>
      <w:r w:rsidR="0008167C" w:rsidRPr="0008167C">
        <w:t xml:space="preserve"> </w:t>
      </w:r>
      <w:r w:rsidRPr="0008167C">
        <w:t>массивы,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К</w:t>
      </w:r>
      <w:r w:rsidR="0008167C">
        <w:t xml:space="preserve">.Е. </w:t>
      </w:r>
      <w:r w:rsidRPr="0008167C">
        <w:t>Иванову,</w:t>
      </w:r>
      <w:r w:rsidR="0008167C" w:rsidRPr="0008167C">
        <w:t xml:space="preserve"> </w:t>
      </w:r>
      <w:r w:rsidRPr="0008167C">
        <w:t>можно</w:t>
      </w:r>
      <w:r w:rsidR="0008167C" w:rsidRPr="0008167C">
        <w:t xml:space="preserve"> </w:t>
      </w:r>
      <w:r w:rsidRPr="0008167C">
        <w:t>разделить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две</w:t>
      </w:r>
      <w:r w:rsidR="0008167C" w:rsidRPr="0008167C">
        <w:t xml:space="preserve"> </w:t>
      </w:r>
      <w:r w:rsidRPr="0008167C">
        <w:t>основные</w:t>
      </w:r>
      <w:r w:rsidR="0008167C" w:rsidRPr="0008167C">
        <w:t xml:space="preserve"> </w:t>
      </w:r>
      <w:r w:rsidRPr="0008167C">
        <w:t>группы</w:t>
      </w:r>
      <w:r w:rsidR="0008167C" w:rsidRPr="0008167C">
        <w:t xml:space="preserve">: </w:t>
      </w:r>
      <w:r w:rsidRPr="0008167C">
        <w:t>первая</w:t>
      </w:r>
      <w:r w:rsidR="0008167C" w:rsidRPr="0008167C">
        <w:t xml:space="preserve"> - </w:t>
      </w:r>
      <w:r w:rsidRPr="0008167C">
        <w:t>болота</w:t>
      </w:r>
      <w:r w:rsidR="0008167C" w:rsidRPr="0008167C">
        <w:t xml:space="preserve"> </w:t>
      </w:r>
      <w:r w:rsidRPr="0008167C">
        <w:t>водораздельных</w:t>
      </w:r>
      <w:r w:rsidR="0008167C" w:rsidRPr="0008167C">
        <w:t xml:space="preserve"> </w:t>
      </w:r>
      <w:r w:rsidRPr="0008167C">
        <w:t>междуречных</w:t>
      </w:r>
      <w:r w:rsidR="0008167C" w:rsidRPr="0008167C">
        <w:t xml:space="preserve"> </w:t>
      </w:r>
      <w:r w:rsidRPr="0008167C">
        <w:t>пространств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вторая</w:t>
      </w:r>
      <w:r w:rsidR="0008167C" w:rsidRPr="0008167C">
        <w:t xml:space="preserve"> - </w:t>
      </w:r>
      <w:r w:rsidRPr="0008167C">
        <w:t>болота</w:t>
      </w:r>
      <w:r w:rsidR="0008167C" w:rsidRPr="0008167C">
        <w:t xml:space="preserve"> </w:t>
      </w:r>
      <w:r w:rsidRPr="0008167C">
        <w:t>речных</w:t>
      </w:r>
      <w:r w:rsidR="0008167C" w:rsidRPr="0008167C">
        <w:t xml:space="preserve"> </w:t>
      </w:r>
      <w:r w:rsidRPr="0008167C">
        <w:t>долин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В</w:t>
      </w:r>
      <w:r w:rsidR="0008167C" w:rsidRPr="0008167C">
        <w:t xml:space="preserve"> </w:t>
      </w:r>
      <w:r w:rsidRPr="0008167C">
        <w:t>состав</w:t>
      </w:r>
      <w:r w:rsidR="0008167C" w:rsidRPr="0008167C">
        <w:t xml:space="preserve"> </w:t>
      </w:r>
      <w:r w:rsidRPr="0008167C">
        <w:t>первой</w:t>
      </w:r>
      <w:r w:rsidR="0008167C" w:rsidRPr="0008167C">
        <w:t xml:space="preserve"> </w:t>
      </w:r>
      <w:r w:rsidRPr="0008167C">
        <w:t>группы</w:t>
      </w:r>
      <w:r w:rsidR="0008167C" w:rsidRPr="0008167C">
        <w:t xml:space="preserve"> </w:t>
      </w:r>
      <w:r w:rsidRPr="0008167C">
        <w:t>входят</w:t>
      </w:r>
      <w:r w:rsidR="0008167C" w:rsidRPr="0008167C">
        <w:t xml:space="preserve"> </w:t>
      </w:r>
      <w:r w:rsidRPr="0008167C">
        <w:t>болотные</w:t>
      </w:r>
      <w:r w:rsidR="0008167C" w:rsidRPr="0008167C">
        <w:t xml:space="preserve"> </w:t>
      </w:r>
      <w:r w:rsidRPr="0008167C">
        <w:t>массивы</w:t>
      </w:r>
      <w:r w:rsidR="0008167C" w:rsidRPr="0008167C">
        <w:t>:</w:t>
      </w:r>
    </w:p>
    <w:p w:rsidR="0008167C" w:rsidRPr="0008167C" w:rsidRDefault="00223F35" w:rsidP="0008167C">
      <w:pPr>
        <w:numPr>
          <w:ilvl w:val="0"/>
          <w:numId w:val="1"/>
        </w:numPr>
        <w:shd w:val="clear" w:color="auto" w:fill="FFFFFF"/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</w:pPr>
      <w:r w:rsidRPr="0008167C">
        <w:t>плоско-водораздельного</w:t>
      </w:r>
      <w:r w:rsidR="0008167C" w:rsidRPr="0008167C">
        <w:t xml:space="preserve"> </w:t>
      </w:r>
      <w:r w:rsidRPr="0008167C">
        <w:t>залегания,</w:t>
      </w:r>
    </w:p>
    <w:p w:rsidR="0008167C" w:rsidRPr="0008167C" w:rsidRDefault="00223F35" w:rsidP="0008167C">
      <w:pPr>
        <w:numPr>
          <w:ilvl w:val="0"/>
          <w:numId w:val="1"/>
        </w:numPr>
        <w:shd w:val="clear" w:color="auto" w:fill="FFFFFF"/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</w:pPr>
      <w:r w:rsidRPr="0008167C">
        <w:t>водораздельно-склоновые</w:t>
      </w:r>
      <w:r w:rsidR="0008167C" w:rsidRPr="0008167C">
        <w:t xml:space="preserve"> </w:t>
      </w:r>
      <w:r w:rsidRPr="0008167C">
        <w:t>плоского</w:t>
      </w:r>
      <w:r w:rsidR="0008167C" w:rsidRPr="0008167C">
        <w:t xml:space="preserve"> </w:t>
      </w:r>
      <w:r w:rsidRPr="0008167C">
        <w:t>залегания,</w:t>
      </w:r>
    </w:p>
    <w:p w:rsidR="0008167C" w:rsidRPr="0008167C" w:rsidRDefault="00223F35" w:rsidP="0008167C">
      <w:pPr>
        <w:numPr>
          <w:ilvl w:val="0"/>
          <w:numId w:val="1"/>
        </w:numPr>
        <w:shd w:val="clear" w:color="auto" w:fill="FFFFFF"/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</w:pPr>
      <w:r w:rsidRPr="0008167C">
        <w:t>котловинного</w:t>
      </w:r>
      <w:r w:rsidR="0008167C" w:rsidRPr="0008167C">
        <w:t xml:space="preserve"> </w:t>
      </w:r>
      <w:r w:rsidRPr="0008167C">
        <w:t>залегания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Во</w:t>
      </w:r>
      <w:r w:rsidR="0008167C" w:rsidRPr="0008167C">
        <w:t xml:space="preserve"> </w:t>
      </w:r>
      <w:r w:rsidRPr="0008167C">
        <w:t>вторую</w:t>
      </w:r>
      <w:r w:rsidR="0008167C" w:rsidRPr="0008167C">
        <w:t xml:space="preserve"> </w:t>
      </w:r>
      <w:r w:rsidRPr="0008167C">
        <w:t>группу</w:t>
      </w:r>
      <w:r w:rsidR="0008167C" w:rsidRPr="0008167C">
        <w:t xml:space="preserve"> </w:t>
      </w:r>
      <w:r w:rsidRPr="0008167C">
        <w:t>входят</w:t>
      </w:r>
      <w:r w:rsidR="0008167C" w:rsidRPr="0008167C">
        <w:t xml:space="preserve"> </w:t>
      </w:r>
      <w:r w:rsidRPr="0008167C">
        <w:t>болотные</w:t>
      </w:r>
      <w:r w:rsidR="0008167C" w:rsidRPr="0008167C">
        <w:t xml:space="preserve"> </w:t>
      </w:r>
      <w:r w:rsidRPr="0008167C">
        <w:t>массивы</w:t>
      </w:r>
      <w:r w:rsidR="0008167C" w:rsidRPr="0008167C">
        <w:t>:</w:t>
      </w:r>
    </w:p>
    <w:p w:rsidR="0008167C" w:rsidRPr="0008167C" w:rsidRDefault="00223F35" w:rsidP="0008167C">
      <w:pPr>
        <w:numPr>
          <w:ilvl w:val="0"/>
          <w:numId w:val="2"/>
        </w:numPr>
        <w:shd w:val="clear" w:color="auto" w:fill="FFFFFF"/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</w:pPr>
      <w:r w:rsidRPr="0008167C">
        <w:t>пойменные,</w:t>
      </w:r>
    </w:p>
    <w:p w:rsidR="0008167C" w:rsidRPr="0008167C" w:rsidRDefault="00223F35" w:rsidP="0008167C">
      <w:pPr>
        <w:numPr>
          <w:ilvl w:val="0"/>
          <w:numId w:val="2"/>
        </w:numPr>
        <w:shd w:val="clear" w:color="auto" w:fill="FFFFFF"/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</w:pPr>
      <w:r w:rsidRPr="0008167C">
        <w:t>террасные,</w:t>
      </w:r>
    </w:p>
    <w:p w:rsidR="0008167C" w:rsidRPr="0008167C" w:rsidRDefault="00223F35" w:rsidP="0008167C">
      <w:pPr>
        <w:numPr>
          <w:ilvl w:val="0"/>
          <w:numId w:val="2"/>
        </w:numPr>
        <w:shd w:val="clear" w:color="auto" w:fill="FFFFFF"/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</w:pPr>
      <w:r w:rsidRPr="0008167C">
        <w:t>староречий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rPr>
          <w:i/>
        </w:rPr>
        <w:t>Болота</w:t>
      </w:r>
      <w:r w:rsidR="0008167C" w:rsidRPr="0008167C">
        <w:rPr>
          <w:i/>
        </w:rPr>
        <w:t xml:space="preserve"> </w:t>
      </w:r>
      <w:r w:rsidRPr="0008167C">
        <w:rPr>
          <w:i/>
        </w:rPr>
        <w:t>плоско-водораздельного</w:t>
      </w:r>
      <w:r w:rsidR="0008167C" w:rsidRPr="0008167C">
        <w:rPr>
          <w:i/>
        </w:rPr>
        <w:t xml:space="preserve"> </w:t>
      </w:r>
      <w:r w:rsidRPr="0008167C">
        <w:rPr>
          <w:i/>
        </w:rPr>
        <w:t>залегания</w:t>
      </w:r>
      <w:r w:rsidR="0008167C" w:rsidRPr="0008167C">
        <w:rPr>
          <w:i/>
        </w:rPr>
        <w:t xml:space="preserve"> </w:t>
      </w:r>
      <w:r w:rsidRPr="0008167C">
        <w:t>характеризуются</w:t>
      </w:r>
      <w:r w:rsidR="0008167C" w:rsidRPr="0008167C">
        <w:t xml:space="preserve"> </w:t>
      </w:r>
      <w:r w:rsidRPr="0008167C">
        <w:t>тем,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они</w:t>
      </w:r>
      <w:r w:rsidR="0008167C" w:rsidRPr="0008167C">
        <w:t xml:space="preserve"> </w:t>
      </w:r>
      <w:r w:rsidRPr="0008167C">
        <w:t>располагаются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обширных</w:t>
      </w:r>
      <w:r w:rsidR="0008167C" w:rsidRPr="0008167C">
        <w:t xml:space="preserve"> </w:t>
      </w:r>
      <w:r w:rsidRPr="0008167C">
        <w:t>плоских</w:t>
      </w:r>
      <w:r w:rsidR="0008167C" w:rsidRPr="0008167C">
        <w:t xml:space="preserve"> </w:t>
      </w:r>
      <w:r w:rsidRPr="0008167C">
        <w:t>водораздельных</w:t>
      </w:r>
      <w:r w:rsidR="0008167C" w:rsidRPr="0008167C">
        <w:t xml:space="preserve"> </w:t>
      </w:r>
      <w:r w:rsidRPr="0008167C">
        <w:t>равнинах,</w:t>
      </w:r>
      <w:r w:rsidR="0008167C" w:rsidRPr="0008167C">
        <w:t xml:space="preserve"> </w:t>
      </w:r>
      <w:r w:rsidRPr="0008167C">
        <w:t>покрывая</w:t>
      </w:r>
      <w:r w:rsidR="0008167C" w:rsidRPr="0008167C">
        <w:t xml:space="preserve"> </w:t>
      </w:r>
      <w:r w:rsidRPr="0008167C">
        <w:t>сплошным</w:t>
      </w:r>
      <w:r w:rsidR="0008167C" w:rsidRPr="0008167C">
        <w:t xml:space="preserve"> </w:t>
      </w:r>
      <w:r w:rsidRPr="0008167C">
        <w:t>слоем</w:t>
      </w:r>
      <w:r w:rsidR="0008167C" w:rsidRPr="0008167C">
        <w:t xml:space="preserve"> </w:t>
      </w:r>
      <w:r w:rsidRPr="0008167C">
        <w:t>торфяных</w:t>
      </w:r>
      <w:r w:rsidR="0008167C" w:rsidRPr="0008167C">
        <w:t xml:space="preserve"> </w:t>
      </w:r>
      <w:r w:rsidRPr="0008167C">
        <w:t>отложений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наиболее</w:t>
      </w:r>
      <w:r w:rsidR="0008167C" w:rsidRPr="0008167C">
        <w:t xml:space="preserve"> </w:t>
      </w:r>
      <w:r w:rsidRPr="0008167C">
        <w:t>высокие</w:t>
      </w:r>
      <w:r w:rsidR="0008167C" w:rsidRPr="0008167C">
        <w:t xml:space="preserve"> </w:t>
      </w:r>
      <w:r w:rsidRPr="0008167C">
        <w:t>точки</w:t>
      </w:r>
      <w:r w:rsidR="0008167C" w:rsidRPr="0008167C">
        <w:t xml:space="preserve"> </w:t>
      </w:r>
      <w:r w:rsidRPr="0008167C">
        <w:t>речных</w:t>
      </w:r>
      <w:r w:rsidR="0008167C" w:rsidRPr="0008167C">
        <w:t xml:space="preserve"> </w:t>
      </w:r>
      <w:r w:rsidRPr="0008167C">
        <w:t>водоразделов</w:t>
      </w:r>
      <w:r w:rsidR="0008167C" w:rsidRPr="0008167C">
        <w:t xml:space="preserve">. </w:t>
      </w:r>
      <w:r w:rsidRPr="0008167C">
        <w:t>Воды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них</w:t>
      </w:r>
      <w:r w:rsidR="0008167C" w:rsidRPr="0008167C">
        <w:t xml:space="preserve"> </w:t>
      </w:r>
      <w:r w:rsidRPr="0008167C">
        <w:t>стекают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различных</w:t>
      </w:r>
      <w:r w:rsidR="0008167C" w:rsidRPr="0008167C">
        <w:t xml:space="preserve"> </w:t>
      </w:r>
      <w:r w:rsidRPr="0008167C">
        <w:t>направлениях,</w:t>
      </w:r>
      <w:r w:rsidR="0008167C" w:rsidRPr="0008167C">
        <w:t xml:space="preserve"> </w:t>
      </w:r>
      <w:r w:rsidRPr="0008167C">
        <w:t>поступая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разные</w:t>
      </w:r>
      <w:r w:rsidR="0008167C" w:rsidRPr="0008167C">
        <w:t xml:space="preserve"> </w:t>
      </w:r>
      <w:r w:rsidRPr="0008167C">
        <w:t>речные</w:t>
      </w:r>
      <w:r w:rsidR="0008167C" w:rsidRPr="0008167C">
        <w:t xml:space="preserve"> </w:t>
      </w:r>
      <w:r w:rsidRPr="0008167C">
        <w:t>бассейны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rPr>
          <w:i/>
        </w:rPr>
        <w:t>Для</w:t>
      </w:r>
      <w:r w:rsidR="0008167C" w:rsidRPr="0008167C">
        <w:rPr>
          <w:i/>
        </w:rPr>
        <w:t xml:space="preserve"> </w:t>
      </w:r>
      <w:r w:rsidRPr="0008167C">
        <w:rPr>
          <w:i/>
        </w:rPr>
        <w:t>болот</w:t>
      </w:r>
      <w:r w:rsidR="0008167C" w:rsidRPr="0008167C">
        <w:rPr>
          <w:i/>
        </w:rPr>
        <w:t xml:space="preserve"> </w:t>
      </w:r>
      <w:r w:rsidRPr="0008167C">
        <w:rPr>
          <w:i/>
        </w:rPr>
        <w:t>котловинного</w:t>
      </w:r>
      <w:r w:rsidR="0008167C" w:rsidRPr="0008167C">
        <w:rPr>
          <w:i/>
        </w:rPr>
        <w:t xml:space="preserve"> </w:t>
      </w:r>
      <w:r w:rsidRPr="0008167C">
        <w:rPr>
          <w:i/>
        </w:rPr>
        <w:t>залегания</w:t>
      </w:r>
      <w:r w:rsidRPr="0008167C">
        <w:t>,</w:t>
      </w:r>
      <w:r w:rsidR="0008167C" w:rsidRPr="0008167C">
        <w:t xml:space="preserve"> </w:t>
      </w:r>
      <w:r w:rsidRPr="0008167C">
        <w:t>расположенных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междуречных</w:t>
      </w:r>
      <w:r w:rsidR="0008167C" w:rsidRPr="0008167C">
        <w:t xml:space="preserve"> </w:t>
      </w:r>
      <w:r w:rsidRPr="0008167C">
        <w:t>водораздельных</w:t>
      </w:r>
      <w:r w:rsidR="0008167C" w:rsidRPr="0008167C">
        <w:t xml:space="preserve"> </w:t>
      </w:r>
      <w:r w:rsidRPr="0008167C">
        <w:t>пространствах,</w:t>
      </w:r>
      <w:r w:rsidR="0008167C" w:rsidRPr="0008167C">
        <w:t xml:space="preserve"> </w:t>
      </w:r>
      <w:r w:rsidRPr="0008167C">
        <w:t>характерно</w:t>
      </w:r>
      <w:r w:rsidR="0008167C" w:rsidRPr="0008167C">
        <w:t xml:space="preserve"> </w:t>
      </w:r>
      <w:r w:rsidRPr="0008167C">
        <w:t>наличие</w:t>
      </w:r>
      <w:r w:rsidR="0008167C" w:rsidRPr="0008167C">
        <w:t xml:space="preserve"> </w:t>
      </w:r>
      <w:r w:rsidRPr="0008167C">
        <w:t>стекания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болотному</w:t>
      </w:r>
      <w:r w:rsidR="0008167C" w:rsidRPr="0008167C">
        <w:t xml:space="preserve"> </w:t>
      </w:r>
      <w:r w:rsidRPr="0008167C">
        <w:t>массиву</w:t>
      </w:r>
      <w:r w:rsidR="0008167C" w:rsidRPr="0008167C">
        <w:t xml:space="preserve"> </w:t>
      </w:r>
      <w:r w:rsidRPr="0008167C">
        <w:t>со</w:t>
      </w:r>
      <w:r w:rsidR="0008167C" w:rsidRPr="0008167C">
        <w:t xml:space="preserve"> </w:t>
      </w:r>
      <w:r w:rsidRPr="0008167C">
        <w:t>склонов</w:t>
      </w:r>
      <w:r w:rsidR="0008167C" w:rsidRPr="0008167C">
        <w:t xml:space="preserve"> </w:t>
      </w:r>
      <w:r w:rsidRPr="0008167C">
        <w:t>котловины,</w:t>
      </w:r>
      <w:r w:rsidR="0008167C" w:rsidRPr="0008167C">
        <w:t xml:space="preserve"> </w:t>
      </w:r>
      <w:r w:rsidRPr="0008167C">
        <w:t>окружающих</w:t>
      </w:r>
      <w:r w:rsidR="0008167C" w:rsidRPr="0008167C">
        <w:t xml:space="preserve"> </w:t>
      </w:r>
      <w:r w:rsidRPr="0008167C">
        <w:t>болото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rPr>
          <w:i/>
        </w:rPr>
        <w:t>Пойменные</w:t>
      </w:r>
      <w:r w:rsidR="0008167C" w:rsidRPr="0008167C">
        <w:rPr>
          <w:i/>
        </w:rPr>
        <w:t xml:space="preserve"> </w:t>
      </w:r>
      <w:r w:rsidRPr="0008167C">
        <w:rPr>
          <w:i/>
        </w:rPr>
        <w:t>болотные</w:t>
      </w:r>
      <w:r w:rsidR="0008167C" w:rsidRPr="0008167C">
        <w:rPr>
          <w:i/>
        </w:rPr>
        <w:t xml:space="preserve"> </w:t>
      </w:r>
      <w:r w:rsidRPr="0008167C">
        <w:rPr>
          <w:i/>
        </w:rPr>
        <w:t>массивы</w:t>
      </w:r>
      <w:r w:rsidRPr="0008167C">
        <w:t>,</w:t>
      </w:r>
      <w:r w:rsidR="0008167C" w:rsidRPr="0008167C">
        <w:t xml:space="preserve"> </w:t>
      </w:r>
      <w:r w:rsidRPr="0008167C">
        <w:t>покрывающие</w:t>
      </w:r>
      <w:r w:rsidR="0008167C" w:rsidRPr="0008167C">
        <w:t xml:space="preserve"> </w:t>
      </w:r>
      <w:r w:rsidRPr="0008167C">
        <w:t>поймы</w:t>
      </w:r>
      <w:r w:rsidR="0008167C" w:rsidRPr="0008167C">
        <w:t xml:space="preserve"> </w:t>
      </w:r>
      <w:r w:rsidRPr="0008167C">
        <w:t>рек,</w:t>
      </w:r>
      <w:r w:rsidR="0008167C" w:rsidRPr="0008167C">
        <w:t xml:space="preserve"> </w:t>
      </w:r>
      <w:r w:rsidRPr="0008167C">
        <w:t>характеризуются</w:t>
      </w:r>
      <w:r w:rsidR="0008167C" w:rsidRPr="0008167C">
        <w:t xml:space="preserve"> </w:t>
      </w:r>
      <w:r w:rsidRPr="0008167C">
        <w:t>тем,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стекание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таких</w:t>
      </w:r>
      <w:r w:rsidR="0008167C" w:rsidRPr="0008167C">
        <w:t xml:space="preserve"> </w:t>
      </w:r>
      <w:r w:rsidRPr="0008167C">
        <w:t>массивов</w:t>
      </w:r>
      <w:r w:rsidR="0008167C" w:rsidRPr="0008167C">
        <w:t xml:space="preserve"> </w:t>
      </w:r>
      <w:r w:rsidRPr="0008167C">
        <w:t>происходит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всему</w:t>
      </w:r>
      <w:r w:rsidR="0008167C" w:rsidRPr="0008167C">
        <w:t xml:space="preserve"> </w:t>
      </w:r>
      <w:r w:rsidRPr="0008167C">
        <w:t>фронту</w:t>
      </w:r>
      <w:r w:rsidR="0008167C" w:rsidRPr="0008167C">
        <w:t xml:space="preserve"> </w:t>
      </w:r>
      <w:r w:rsidRPr="0008167C">
        <w:t>дренирования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рекой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rPr>
          <w:i/>
        </w:rPr>
        <w:t>Террасные</w:t>
      </w:r>
      <w:r w:rsidR="0008167C" w:rsidRPr="0008167C">
        <w:rPr>
          <w:i/>
        </w:rPr>
        <w:t xml:space="preserve"> </w:t>
      </w:r>
      <w:r w:rsidRPr="0008167C">
        <w:rPr>
          <w:i/>
        </w:rPr>
        <w:t>болотные</w:t>
      </w:r>
      <w:r w:rsidR="0008167C" w:rsidRPr="0008167C">
        <w:rPr>
          <w:i/>
        </w:rPr>
        <w:t xml:space="preserve"> </w:t>
      </w:r>
      <w:r w:rsidRPr="0008167C">
        <w:rPr>
          <w:i/>
        </w:rPr>
        <w:t>массивы</w:t>
      </w:r>
      <w:r w:rsidR="0008167C" w:rsidRPr="0008167C">
        <w:t xml:space="preserve"> </w:t>
      </w:r>
      <w:r w:rsidRPr="0008167C">
        <w:t>отличаются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пойменных</w:t>
      </w:r>
      <w:r w:rsidR="0008167C" w:rsidRPr="0008167C">
        <w:t xml:space="preserve"> </w:t>
      </w:r>
      <w:r w:rsidRPr="0008167C">
        <w:t>тем,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силу</w:t>
      </w:r>
      <w:r w:rsidR="0008167C" w:rsidRPr="0008167C">
        <w:t xml:space="preserve"> </w:t>
      </w:r>
      <w:r w:rsidRPr="0008167C">
        <w:t>своего</w:t>
      </w:r>
      <w:r w:rsidR="0008167C" w:rsidRPr="0008167C">
        <w:t xml:space="preserve"> </w:t>
      </w:r>
      <w:r w:rsidRPr="0008167C">
        <w:t>более</w:t>
      </w:r>
      <w:r w:rsidR="0008167C" w:rsidRPr="0008167C">
        <w:t xml:space="preserve"> </w:t>
      </w:r>
      <w:r w:rsidRPr="0008167C">
        <w:t>высокого</w:t>
      </w:r>
      <w:r w:rsidR="0008167C" w:rsidRPr="0008167C">
        <w:t xml:space="preserve"> </w:t>
      </w:r>
      <w:r w:rsidRPr="0008167C">
        <w:t>залегания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отношению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уровню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реке</w:t>
      </w:r>
      <w:r w:rsidR="0008167C" w:rsidRPr="0008167C">
        <w:t xml:space="preserve"> </w:t>
      </w:r>
      <w:r w:rsidRPr="0008167C">
        <w:t>они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подвергаются</w:t>
      </w:r>
      <w:r w:rsidR="0008167C" w:rsidRPr="0008167C">
        <w:t xml:space="preserve"> </w:t>
      </w:r>
      <w:r w:rsidRPr="0008167C">
        <w:t>периодическим</w:t>
      </w:r>
      <w:r w:rsidR="0008167C" w:rsidRPr="0008167C">
        <w:t xml:space="preserve"> </w:t>
      </w:r>
      <w:r w:rsidRPr="0008167C">
        <w:t>затоплениям</w:t>
      </w:r>
      <w:r w:rsidR="0008167C" w:rsidRPr="0008167C">
        <w:t xml:space="preserve"> </w:t>
      </w:r>
      <w:r w:rsidRPr="0008167C">
        <w:t>речными</w:t>
      </w:r>
      <w:r w:rsidR="0008167C" w:rsidRPr="0008167C">
        <w:t xml:space="preserve"> </w:t>
      </w:r>
      <w:r w:rsidRPr="0008167C">
        <w:t>водами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периоды</w:t>
      </w:r>
      <w:r w:rsidR="0008167C" w:rsidRPr="0008167C">
        <w:t xml:space="preserve"> </w:t>
      </w:r>
      <w:r w:rsidRPr="0008167C">
        <w:t>половодья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паводков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rPr>
          <w:i/>
        </w:rPr>
        <w:t>Болотные</w:t>
      </w:r>
      <w:r w:rsidR="0008167C" w:rsidRPr="0008167C">
        <w:rPr>
          <w:i/>
        </w:rPr>
        <w:t xml:space="preserve"> </w:t>
      </w:r>
      <w:r w:rsidRPr="0008167C">
        <w:rPr>
          <w:i/>
        </w:rPr>
        <w:t>массивы</w:t>
      </w:r>
      <w:r w:rsidR="0008167C" w:rsidRPr="0008167C">
        <w:rPr>
          <w:i/>
        </w:rPr>
        <w:t xml:space="preserve"> </w:t>
      </w:r>
      <w:r w:rsidRPr="0008167C">
        <w:rPr>
          <w:i/>
        </w:rPr>
        <w:t>староречий</w:t>
      </w:r>
      <w:r w:rsidR="0008167C" w:rsidRPr="0008167C">
        <w:rPr>
          <w:i/>
        </w:rPr>
        <w:t xml:space="preserve"> </w:t>
      </w:r>
      <w:r w:rsidRPr="0008167C">
        <w:t>обычно</w:t>
      </w:r>
      <w:r w:rsidR="0008167C" w:rsidRPr="0008167C">
        <w:t xml:space="preserve"> </w:t>
      </w:r>
      <w:r w:rsidRPr="0008167C">
        <w:t>занимают</w:t>
      </w:r>
      <w:r w:rsidR="0008167C" w:rsidRPr="0008167C">
        <w:t xml:space="preserve"> </w:t>
      </w:r>
      <w:r w:rsidRPr="0008167C">
        <w:t>небольшие</w:t>
      </w:r>
      <w:r w:rsidR="0008167C" w:rsidRPr="0008167C">
        <w:t xml:space="preserve"> </w:t>
      </w:r>
      <w:r w:rsidRPr="0008167C">
        <w:t>площади</w:t>
      </w:r>
      <w:r w:rsidR="0008167C" w:rsidRPr="0008167C">
        <w:t xml:space="preserve">. </w:t>
      </w:r>
      <w:r w:rsidRPr="0008167C">
        <w:t>Они</w:t>
      </w:r>
      <w:r w:rsidR="0008167C" w:rsidRPr="0008167C">
        <w:t xml:space="preserve"> </w:t>
      </w:r>
      <w:r w:rsidRPr="0008167C">
        <w:t>могут</w:t>
      </w:r>
      <w:r w:rsidR="0008167C" w:rsidRPr="0008167C">
        <w:t xml:space="preserve"> </w:t>
      </w:r>
      <w:r w:rsidRPr="0008167C">
        <w:t>располагаться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древних</w:t>
      </w:r>
      <w:r w:rsidR="0008167C" w:rsidRPr="0008167C">
        <w:t xml:space="preserve"> </w:t>
      </w:r>
      <w:r w:rsidRPr="0008167C">
        <w:t>надпойменных</w:t>
      </w:r>
      <w:r w:rsidR="0008167C" w:rsidRPr="0008167C">
        <w:t xml:space="preserve"> </w:t>
      </w:r>
      <w:r w:rsidRPr="0008167C">
        <w:t>террасах,</w:t>
      </w:r>
      <w:r w:rsidR="0008167C" w:rsidRPr="0008167C">
        <w:t xml:space="preserve"> </w:t>
      </w:r>
      <w:r w:rsidRPr="0008167C">
        <w:t>так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староречьях</w:t>
      </w:r>
      <w:r w:rsidR="0008167C" w:rsidRPr="0008167C">
        <w:t xml:space="preserve"> </w:t>
      </w:r>
      <w:r w:rsidRPr="0008167C">
        <w:t>современных</w:t>
      </w:r>
      <w:r w:rsidR="0008167C" w:rsidRPr="0008167C">
        <w:t xml:space="preserve"> </w:t>
      </w:r>
      <w:r w:rsidRPr="0008167C">
        <w:t>пойм,</w:t>
      </w:r>
      <w:r w:rsidR="0008167C" w:rsidRPr="0008167C">
        <w:t xml:space="preserve"> </w:t>
      </w:r>
      <w:r w:rsidRPr="0008167C">
        <w:t>представляя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этом</w:t>
      </w:r>
      <w:r w:rsidR="0008167C" w:rsidRPr="0008167C">
        <w:t xml:space="preserve"> </w:t>
      </w:r>
      <w:r w:rsidRPr="0008167C">
        <w:t>случае</w:t>
      </w:r>
      <w:r w:rsidR="0008167C" w:rsidRPr="0008167C">
        <w:t xml:space="preserve"> </w:t>
      </w:r>
      <w:r w:rsidRPr="0008167C">
        <w:t>более</w:t>
      </w:r>
      <w:r w:rsidR="0008167C" w:rsidRPr="0008167C">
        <w:t xml:space="preserve"> </w:t>
      </w:r>
      <w:r w:rsidRPr="0008167C">
        <w:t>молодые</w:t>
      </w:r>
      <w:r w:rsidR="0008167C" w:rsidRPr="0008167C">
        <w:t xml:space="preserve"> </w:t>
      </w:r>
      <w:r w:rsidRPr="0008167C">
        <w:t>образования</w:t>
      </w:r>
      <w:r w:rsidR="0008167C" w:rsidRPr="0008167C">
        <w:t xml:space="preserve"> </w:t>
      </w:r>
      <w:r w:rsidRPr="0008167C">
        <w:t>типа</w:t>
      </w:r>
      <w:r w:rsidR="0008167C" w:rsidRPr="0008167C">
        <w:t xml:space="preserve"> </w:t>
      </w:r>
      <w:r w:rsidRPr="0008167C">
        <w:t>заболоченных</w:t>
      </w:r>
      <w:r w:rsidR="0008167C" w:rsidRPr="0008167C">
        <w:t xml:space="preserve"> </w:t>
      </w:r>
      <w:r w:rsidRPr="0008167C">
        <w:t>водоемов</w:t>
      </w:r>
      <w:r w:rsidR="0008167C" w:rsidRPr="0008167C">
        <w:t>.</w:t>
      </w:r>
    </w:p>
    <w:p w:rsidR="0008167C" w:rsidRPr="0008167C" w:rsidRDefault="00223F35" w:rsidP="0008167C">
      <w:pPr>
        <w:pStyle w:val="3"/>
        <w:tabs>
          <w:tab w:val="left" w:pos="726"/>
        </w:tabs>
        <w:rPr>
          <w:color w:val="000000"/>
        </w:rPr>
      </w:pPr>
      <w:bookmarkStart w:id="77" w:name="_Toc8497770"/>
      <w:bookmarkStart w:id="78" w:name="_Toc8498134"/>
      <w:bookmarkStart w:id="79" w:name="_Toc8498802"/>
      <w:r w:rsidRPr="0008167C">
        <w:rPr>
          <w:color w:val="000000"/>
        </w:rPr>
        <w:t>Болотная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гидрографическая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сеть</w:t>
      </w:r>
      <w:r w:rsidR="0008167C" w:rsidRPr="0008167C">
        <w:rPr>
          <w:color w:val="000000"/>
        </w:rPr>
        <w:t>.</w:t>
      </w:r>
      <w:bookmarkEnd w:id="77"/>
      <w:bookmarkEnd w:id="78"/>
      <w:bookmarkEnd w:id="79"/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Совокупность</w:t>
      </w:r>
      <w:r w:rsidR="0008167C" w:rsidRPr="0008167C">
        <w:t xml:space="preserve"> </w:t>
      </w:r>
      <w:r w:rsidRPr="0008167C">
        <w:t>располагающихся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территории</w:t>
      </w:r>
      <w:r w:rsidR="0008167C" w:rsidRPr="0008167C">
        <w:t xml:space="preserve"> </w:t>
      </w:r>
      <w:r w:rsidRPr="0008167C">
        <w:t>болотных</w:t>
      </w:r>
      <w:r w:rsidR="0008167C" w:rsidRPr="0008167C">
        <w:t xml:space="preserve"> </w:t>
      </w:r>
      <w:r w:rsidRPr="0008167C">
        <w:t>массивов</w:t>
      </w:r>
      <w:r w:rsidR="0008167C" w:rsidRPr="0008167C">
        <w:t xml:space="preserve"> </w:t>
      </w:r>
      <w:r w:rsidRPr="0008167C">
        <w:t>ручьев,</w:t>
      </w:r>
      <w:r w:rsidR="0008167C" w:rsidRPr="0008167C">
        <w:t xml:space="preserve"> </w:t>
      </w:r>
      <w:r w:rsidRPr="0008167C">
        <w:t>речек,</w:t>
      </w:r>
      <w:r w:rsidR="0008167C" w:rsidRPr="0008167C">
        <w:t xml:space="preserve"> </w:t>
      </w:r>
      <w:r w:rsidRPr="0008167C">
        <w:t>озер</w:t>
      </w:r>
      <w:r w:rsidR="0008167C" w:rsidRPr="0008167C">
        <w:t xml:space="preserve"> </w:t>
      </w:r>
      <w:r w:rsidRPr="0008167C">
        <w:t>различных</w:t>
      </w:r>
      <w:r w:rsidR="0008167C" w:rsidRPr="0008167C">
        <w:t xml:space="preserve"> </w:t>
      </w:r>
      <w:r w:rsidRPr="0008167C">
        <w:t>размеров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топей</w:t>
      </w:r>
      <w:r w:rsidR="0008167C" w:rsidRPr="0008167C">
        <w:t xml:space="preserve"> </w:t>
      </w:r>
      <w:r w:rsidRPr="0008167C">
        <w:t>называется</w:t>
      </w:r>
      <w:r w:rsidR="0008167C" w:rsidRPr="0008167C">
        <w:t xml:space="preserve"> </w:t>
      </w:r>
      <w:r w:rsidRPr="0008167C">
        <w:rPr>
          <w:i/>
        </w:rPr>
        <w:t>болотной</w:t>
      </w:r>
      <w:r w:rsidR="0008167C" w:rsidRPr="0008167C">
        <w:rPr>
          <w:i/>
        </w:rPr>
        <w:t xml:space="preserve"> </w:t>
      </w:r>
      <w:r w:rsidRPr="0008167C">
        <w:rPr>
          <w:i/>
        </w:rPr>
        <w:t>гидрографической</w:t>
      </w:r>
      <w:r w:rsidR="0008167C" w:rsidRPr="0008167C">
        <w:rPr>
          <w:i/>
        </w:rPr>
        <w:t xml:space="preserve"> </w:t>
      </w:r>
      <w:r w:rsidRPr="0008167C">
        <w:rPr>
          <w:i/>
        </w:rPr>
        <w:t>сетью</w:t>
      </w:r>
      <w:r w:rsidR="0008167C" w:rsidRPr="0008167C">
        <w:rPr>
          <w:i/>
        </w:rPr>
        <w:t xml:space="preserve">. </w:t>
      </w:r>
      <w:r w:rsidRPr="0008167C">
        <w:t>Все</w:t>
      </w:r>
      <w:r w:rsidR="0008167C" w:rsidRPr="0008167C">
        <w:t xml:space="preserve"> </w:t>
      </w:r>
      <w:r w:rsidRPr="0008167C">
        <w:t>многообразие</w:t>
      </w:r>
      <w:r w:rsidR="0008167C" w:rsidRPr="0008167C">
        <w:t xml:space="preserve"> </w:t>
      </w:r>
      <w:r w:rsidRPr="0008167C">
        <w:t>элементов</w:t>
      </w:r>
      <w:r w:rsidR="0008167C" w:rsidRPr="0008167C">
        <w:t xml:space="preserve"> </w:t>
      </w:r>
      <w:r w:rsidRPr="0008167C">
        <w:t>гидрографической</w:t>
      </w:r>
      <w:r w:rsidR="0008167C" w:rsidRPr="0008167C">
        <w:t xml:space="preserve"> </w:t>
      </w:r>
      <w:r w:rsidRPr="0008167C">
        <w:t>сети</w:t>
      </w:r>
      <w:r w:rsidR="0008167C" w:rsidRPr="0008167C">
        <w:t xml:space="preserve"> </w:t>
      </w:r>
      <w:r w:rsidRPr="0008167C">
        <w:t>можно</w:t>
      </w:r>
      <w:r w:rsidR="0008167C" w:rsidRPr="0008167C">
        <w:t xml:space="preserve"> </w:t>
      </w:r>
      <w:r w:rsidRPr="0008167C">
        <w:t>разделить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три</w:t>
      </w:r>
      <w:r w:rsidR="0008167C" w:rsidRPr="0008167C">
        <w:t xml:space="preserve"> </w:t>
      </w:r>
      <w:r w:rsidRPr="0008167C">
        <w:t>основные</w:t>
      </w:r>
      <w:r w:rsidR="0008167C" w:rsidRPr="0008167C">
        <w:t xml:space="preserve"> </w:t>
      </w:r>
      <w:r w:rsidRPr="0008167C">
        <w:t>группы</w:t>
      </w:r>
      <w:r w:rsidR="0008167C" w:rsidRPr="0008167C">
        <w:t xml:space="preserve">: </w:t>
      </w:r>
      <w:r w:rsidRPr="0008167C">
        <w:t>водоемы,</w:t>
      </w:r>
      <w:r w:rsidR="0008167C" w:rsidRPr="0008167C">
        <w:t xml:space="preserve"> </w:t>
      </w:r>
      <w:r w:rsidRPr="0008167C">
        <w:t>водотоки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топи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rPr>
          <w:i/>
        </w:rPr>
        <w:t>Болотные</w:t>
      </w:r>
      <w:r w:rsidR="0008167C" w:rsidRPr="0008167C">
        <w:rPr>
          <w:i/>
        </w:rPr>
        <w:t xml:space="preserve"> </w:t>
      </w:r>
      <w:r w:rsidRPr="0008167C">
        <w:rPr>
          <w:i/>
        </w:rPr>
        <w:t>водоемы</w:t>
      </w:r>
      <w:r w:rsidR="0008167C" w:rsidRPr="0008167C">
        <w:rPr>
          <w:i/>
        </w:rPr>
        <w:t xml:space="preserve"> </w:t>
      </w:r>
      <w:r w:rsidRPr="0008167C">
        <w:t>представляют</w:t>
      </w:r>
      <w:r w:rsidR="0008167C" w:rsidRPr="0008167C">
        <w:t xml:space="preserve"> </w:t>
      </w:r>
      <w:r w:rsidRPr="0008167C">
        <w:t>собой</w:t>
      </w:r>
      <w:r w:rsidR="0008167C" w:rsidRPr="0008167C">
        <w:t xml:space="preserve"> </w:t>
      </w:r>
      <w:r w:rsidRPr="0008167C">
        <w:t>болотные</w:t>
      </w:r>
      <w:r w:rsidR="0008167C" w:rsidRPr="0008167C">
        <w:t xml:space="preserve"> </w:t>
      </w:r>
      <w:r w:rsidRPr="0008167C">
        <w:t>озера</w:t>
      </w:r>
      <w:r w:rsidR="0008167C" w:rsidRPr="0008167C">
        <w:t xml:space="preserve"> </w:t>
      </w:r>
      <w:r w:rsidRPr="0008167C">
        <w:t>разных</w:t>
      </w:r>
      <w:r w:rsidR="0008167C" w:rsidRPr="0008167C">
        <w:t xml:space="preserve"> </w:t>
      </w:r>
      <w:r w:rsidRPr="0008167C">
        <w:t>размеров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различной</w:t>
      </w:r>
      <w:r w:rsidR="0008167C" w:rsidRPr="0008167C">
        <w:t xml:space="preserve"> </w:t>
      </w:r>
      <w:r w:rsidRPr="0008167C">
        <w:t>проточностью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. </w:t>
      </w:r>
      <w:r w:rsidRPr="0008167C">
        <w:rPr>
          <w:i/>
        </w:rPr>
        <w:t>Болотные</w:t>
      </w:r>
      <w:r w:rsidR="0008167C" w:rsidRPr="0008167C">
        <w:rPr>
          <w:i/>
        </w:rPr>
        <w:t xml:space="preserve"> </w:t>
      </w:r>
      <w:r w:rsidRPr="0008167C">
        <w:rPr>
          <w:i/>
        </w:rPr>
        <w:t>озера</w:t>
      </w:r>
      <w:r w:rsidR="0008167C" w:rsidRPr="0008167C">
        <w:rPr>
          <w:i/>
        </w:rPr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площади</w:t>
      </w:r>
      <w:r w:rsidR="0008167C" w:rsidRPr="0008167C">
        <w:t xml:space="preserve"> </w:t>
      </w:r>
      <w:r w:rsidRPr="0008167C">
        <w:t>распространяются</w:t>
      </w:r>
      <w:r w:rsidR="0008167C" w:rsidRPr="0008167C">
        <w:t xml:space="preserve"> </w:t>
      </w:r>
      <w:r w:rsidRPr="0008167C">
        <w:t>иногда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несколько</w:t>
      </w:r>
      <w:r w:rsidR="0008167C" w:rsidRPr="0008167C">
        <w:t xml:space="preserve"> </w:t>
      </w:r>
      <w:r w:rsidRPr="0008167C">
        <w:t>квадратных</w:t>
      </w:r>
      <w:r w:rsidR="0008167C" w:rsidRPr="0008167C">
        <w:t xml:space="preserve"> </w:t>
      </w:r>
      <w:r w:rsidRPr="0008167C">
        <w:t>километров,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глубины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них</w:t>
      </w:r>
      <w:r w:rsidR="0008167C" w:rsidRPr="0008167C">
        <w:t xml:space="preserve"> </w:t>
      </w:r>
      <w:r w:rsidRPr="0008167C">
        <w:t>достигают</w:t>
      </w:r>
      <w:r w:rsidR="0008167C" w:rsidRPr="0008167C">
        <w:t xml:space="preserve"> </w:t>
      </w:r>
      <w:smartTag w:uri="urn:schemas-microsoft-com:office:smarttags" w:element="metricconverter">
        <w:smartTagPr>
          <w:attr w:name="ProductID" w:val="10 м"/>
        </w:smartTagPr>
        <w:r w:rsidRPr="0008167C">
          <w:t>10</w:t>
        </w:r>
        <w:r w:rsidR="0008167C" w:rsidRPr="0008167C">
          <w:t xml:space="preserve"> </w:t>
        </w:r>
        <w:r w:rsidRPr="0008167C">
          <w:t>м</w:t>
        </w:r>
      </w:smartTag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более</w:t>
      </w:r>
      <w:r w:rsidR="0008167C" w:rsidRPr="0008167C">
        <w:t xml:space="preserve">. </w:t>
      </w:r>
      <w:r w:rsidRPr="0008167C">
        <w:t>Берега</w:t>
      </w:r>
      <w:r w:rsidR="0008167C" w:rsidRPr="0008167C">
        <w:t xml:space="preserve"> </w:t>
      </w:r>
      <w:r w:rsidRPr="0008167C">
        <w:t>часто</w:t>
      </w:r>
      <w:r w:rsidR="0008167C" w:rsidRPr="0008167C">
        <w:t xml:space="preserve"> </w:t>
      </w:r>
      <w:r w:rsidRPr="0008167C">
        <w:t>сложены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глубину</w:t>
      </w:r>
      <w:r w:rsidR="0008167C" w:rsidRPr="0008167C">
        <w:t xml:space="preserve"> </w:t>
      </w:r>
      <w:r w:rsidRPr="0008167C">
        <w:t>нескольких</w:t>
      </w:r>
      <w:r w:rsidR="0008167C" w:rsidRPr="0008167C">
        <w:t xml:space="preserve"> </w:t>
      </w:r>
      <w:r w:rsidRPr="0008167C">
        <w:t>метров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торфяной</w:t>
      </w:r>
      <w:r w:rsidR="0008167C" w:rsidRPr="0008167C">
        <w:t xml:space="preserve"> </w:t>
      </w:r>
      <w:r w:rsidRPr="0008167C">
        <w:t>толщи,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дно</w:t>
      </w:r>
      <w:r w:rsidR="0008167C" w:rsidRPr="0008167C">
        <w:t xml:space="preserve"> - </w:t>
      </w:r>
      <w:r w:rsidRPr="0008167C">
        <w:t>либо</w:t>
      </w:r>
      <w:r w:rsidR="0008167C" w:rsidRPr="0008167C">
        <w:t xml:space="preserve"> </w:t>
      </w:r>
      <w:r w:rsidRPr="0008167C">
        <w:t>минеральными</w:t>
      </w:r>
      <w:r w:rsidR="0008167C" w:rsidRPr="0008167C">
        <w:t xml:space="preserve"> </w:t>
      </w:r>
      <w:r w:rsidRPr="0008167C">
        <w:t>грунтами,</w:t>
      </w:r>
      <w:r w:rsidR="0008167C" w:rsidRPr="0008167C">
        <w:t xml:space="preserve"> </w:t>
      </w:r>
      <w:r w:rsidRPr="0008167C">
        <w:t>подстилающими</w:t>
      </w:r>
      <w:r w:rsidR="0008167C" w:rsidRPr="0008167C">
        <w:t xml:space="preserve"> </w:t>
      </w:r>
      <w:r w:rsidRPr="0008167C">
        <w:t>торфяную</w:t>
      </w:r>
      <w:r w:rsidR="0008167C" w:rsidRPr="0008167C">
        <w:t xml:space="preserve"> </w:t>
      </w:r>
      <w:r w:rsidRPr="0008167C">
        <w:t>залежь,</w:t>
      </w:r>
      <w:r w:rsidR="0008167C" w:rsidRPr="0008167C">
        <w:t xml:space="preserve"> </w:t>
      </w:r>
      <w:r w:rsidRPr="0008167C">
        <w:t>либо</w:t>
      </w:r>
      <w:r w:rsidR="0008167C" w:rsidRPr="0008167C">
        <w:t xml:space="preserve"> </w:t>
      </w:r>
      <w:r w:rsidRPr="0008167C">
        <w:t>илом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торфяными</w:t>
      </w:r>
      <w:r w:rsidR="0008167C" w:rsidRPr="0008167C">
        <w:t xml:space="preserve"> </w:t>
      </w:r>
      <w:r w:rsidRPr="0008167C">
        <w:t>отложениями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большом</w:t>
      </w:r>
      <w:r w:rsidR="0008167C" w:rsidRPr="0008167C">
        <w:t xml:space="preserve"> </w:t>
      </w:r>
      <w:r w:rsidRPr="0008167C">
        <w:t>количестве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болотах</w:t>
      </w:r>
      <w:r w:rsidR="0008167C" w:rsidRPr="0008167C">
        <w:t xml:space="preserve"> </w:t>
      </w:r>
      <w:r w:rsidRPr="0008167C">
        <w:t>встречаются</w:t>
      </w:r>
      <w:r w:rsidR="0008167C" w:rsidRPr="0008167C">
        <w:t xml:space="preserve"> </w:t>
      </w:r>
      <w:r w:rsidRPr="0008167C">
        <w:t>микроозерки,</w:t>
      </w:r>
      <w:r w:rsidR="0008167C" w:rsidRPr="0008167C">
        <w:t xml:space="preserve"> </w:t>
      </w:r>
      <w:r w:rsidRPr="0008167C">
        <w:t>происхождение</w:t>
      </w:r>
      <w:r w:rsidR="0008167C" w:rsidRPr="0008167C">
        <w:t xml:space="preserve"> </w:t>
      </w:r>
      <w:r w:rsidRPr="0008167C">
        <w:t>которых</w:t>
      </w:r>
      <w:r w:rsidR="0008167C" w:rsidRPr="0008167C">
        <w:t xml:space="preserve"> </w:t>
      </w:r>
      <w:r w:rsidRPr="0008167C">
        <w:t>связано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современным</w:t>
      </w:r>
      <w:r w:rsidR="0008167C" w:rsidRPr="0008167C">
        <w:t xml:space="preserve"> </w:t>
      </w:r>
      <w:r w:rsidRPr="0008167C">
        <w:t>рельефом</w:t>
      </w:r>
      <w:r w:rsidR="0008167C" w:rsidRPr="0008167C">
        <w:t xml:space="preserve"> </w:t>
      </w:r>
      <w:r w:rsidRPr="0008167C">
        <w:t>болотных</w:t>
      </w:r>
      <w:r w:rsidR="0008167C" w:rsidRPr="0008167C">
        <w:t xml:space="preserve"> </w:t>
      </w:r>
      <w:r w:rsidRPr="0008167C">
        <w:t>массивов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фильтрационным</w:t>
      </w:r>
      <w:r w:rsidR="0008167C" w:rsidRPr="0008167C">
        <w:t xml:space="preserve"> </w:t>
      </w:r>
      <w:r w:rsidRPr="0008167C">
        <w:t>движением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верхнем</w:t>
      </w:r>
      <w:r w:rsidR="0008167C" w:rsidRPr="0008167C">
        <w:t xml:space="preserve"> </w:t>
      </w:r>
      <w:r w:rsidRPr="0008167C">
        <w:t>слое</w:t>
      </w:r>
      <w:r w:rsidR="0008167C" w:rsidRPr="0008167C">
        <w:t xml:space="preserve"> </w:t>
      </w:r>
      <w:r w:rsidRPr="0008167C">
        <w:t>болот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/>
        </w:rPr>
      </w:pPr>
      <w:r w:rsidRPr="0008167C">
        <w:rPr>
          <w:i/>
        </w:rPr>
        <w:t>Внутриболотные</w:t>
      </w:r>
      <w:r w:rsidR="0008167C" w:rsidRPr="0008167C">
        <w:rPr>
          <w:i/>
        </w:rPr>
        <w:t xml:space="preserve"> </w:t>
      </w:r>
      <w:r w:rsidRPr="0008167C">
        <w:rPr>
          <w:i/>
        </w:rPr>
        <w:t>водотоки,</w:t>
      </w:r>
      <w:r w:rsidR="0008167C" w:rsidRPr="0008167C">
        <w:rPr>
          <w:i/>
        </w:rPr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водоемы,</w:t>
      </w:r>
      <w:r w:rsidR="0008167C" w:rsidRPr="0008167C">
        <w:t xml:space="preserve"> </w:t>
      </w:r>
      <w:r w:rsidRPr="0008167C">
        <w:t>представляют</w:t>
      </w:r>
      <w:r w:rsidR="0008167C" w:rsidRPr="0008167C">
        <w:t xml:space="preserve"> </w:t>
      </w:r>
      <w:r w:rsidRPr="0008167C">
        <w:t>собой</w:t>
      </w:r>
      <w:r w:rsidR="0008167C" w:rsidRPr="0008167C">
        <w:t xml:space="preserve"> </w:t>
      </w:r>
      <w:r w:rsidRPr="0008167C">
        <w:t>либо</w:t>
      </w:r>
      <w:r w:rsidR="0008167C" w:rsidRPr="0008167C">
        <w:t xml:space="preserve"> </w:t>
      </w:r>
      <w:r w:rsidRPr="0008167C">
        <w:t>заторфовывающиеся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постепенно</w:t>
      </w:r>
      <w:r w:rsidR="0008167C" w:rsidRPr="0008167C">
        <w:t xml:space="preserve"> </w:t>
      </w:r>
      <w:r w:rsidRPr="0008167C">
        <w:t>зарастающие</w:t>
      </w:r>
      <w:r w:rsidR="0008167C" w:rsidRPr="0008167C">
        <w:t xml:space="preserve"> </w:t>
      </w:r>
      <w:r w:rsidRPr="0008167C">
        <w:t>ручьи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речки,</w:t>
      </w:r>
      <w:r w:rsidR="0008167C" w:rsidRPr="0008167C">
        <w:t xml:space="preserve"> </w:t>
      </w:r>
      <w:r w:rsidRPr="0008167C">
        <w:t>существовавшие</w:t>
      </w:r>
      <w:r w:rsidR="0008167C" w:rsidRPr="0008167C">
        <w:t xml:space="preserve"> </w:t>
      </w:r>
      <w:r w:rsidRPr="0008167C">
        <w:t>еще</w:t>
      </w:r>
      <w:r w:rsidR="0008167C" w:rsidRPr="0008167C">
        <w:t xml:space="preserve"> </w:t>
      </w:r>
      <w:r w:rsidRPr="0008167C">
        <w:t>до</w:t>
      </w:r>
      <w:r w:rsidR="0008167C" w:rsidRPr="0008167C">
        <w:t xml:space="preserve"> </w:t>
      </w:r>
      <w:r w:rsidRPr="0008167C">
        <w:t>образования</w:t>
      </w:r>
      <w:r w:rsidR="0008167C" w:rsidRPr="0008167C">
        <w:t xml:space="preserve"> </w:t>
      </w:r>
      <w:r w:rsidRPr="0008167C">
        <w:t>современных</w:t>
      </w:r>
      <w:r w:rsidR="0008167C" w:rsidRPr="0008167C">
        <w:t xml:space="preserve"> </w:t>
      </w:r>
      <w:r w:rsidRPr="0008167C">
        <w:t>болотных</w:t>
      </w:r>
      <w:r w:rsidR="0008167C" w:rsidRPr="0008167C">
        <w:t xml:space="preserve"> </w:t>
      </w:r>
      <w:r w:rsidRPr="0008167C">
        <w:t>массивов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называемые</w:t>
      </w:r>
      <w:r w:rsidR="0008167C" w:rsidRPr="0008167C">
        <w:t xml:space="preserve"> </w:t>
      </w:r>
      <w:r w:rsidRPr="0008167C">
        <w:rPr>
          <w:i/>
        </w:rPr>
        <w:t>первичными,</w:t>
      </w:r>
      <w:r w:rsidR="0008167C" w:rsidRPr="0008167C">
        <w:rPr>
          <w:i/>
        </w:rPr>
        <w:t xml:space="preserve"> </w:t>
      </w:r>
      <w:r w:rsidRPr="0008167C">
        <w:t>либо</w:t>
      </w:r>
      <w:r w:rsidR="0008167C" w:rsidRPr="0008167C">
        <w:t xml:space="preserve"> </w:t>
      </w:r>
      <w:r w:rsidRPr="0008167C">
        <w:t>ручьи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речки,</w:t>
      </w:r>
      <w:r w:rsidR="0008167C" w:rsidRPr="0008167C">
        <w:t xml:space="preserve"> </w:t>
      </w:r>
      <w:r w:rsidRPr="0008167C">
        <w:t>возникшие</w:t>
      </w:r>
      <w:r w:rsidR="0008167C" w:rsidRPr="0008167C">
        <w:t xml:space="preserve"> </w:t>
      </w:r>
      <w:r w:rsidRPr="0008167C">
        <w:t>уже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сформировавшемся</w:t>
      </w:r>
      <w:r w:rsidR="0008167C" w:rsidRPr="0008167C">
        <w:t xml:space="preserve"> </w:t>
      </w:r>
      <w:r w:rsidRPr="0008167C">
        <w:t>болотном</w:t>
      </w:r>
      <w:r w:rsidR="0008167C" w:rsidRPr="0008167C">
        <w:t xml:space="preserve"> </w:t>
      </w:r>
      <w:r w:rsidRPr="0008167C">
        <w:t>массиве,</w:t>
      </w:r>
      <w:r w:rsidR="0008167C" w:rsidRPr="0008167C">
        <w:t xml:space="preserve"> </w:t>
      </w:r>
      <w:r w:rsidRPr="0008167C">
        <w:t>называемые</w:t>
      </w:r>
      <w:r w:rsidR="0008167C" w:rsidRPr="0008167C">
        <w:t xml:space="preserve"> </w:t>
      </w:r>
      <w:r w:rsidRPr="0008167C">
        <w:rPr>
          <w:i/>
        </w:rPr>
        <w:t>вторичными</w:t>
      </w:r>
      <w:r w:rsidR="0008167C" w:rsidRPr="0008167C">
        <w:rPr>
          <w:i/>
        </w:rPr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rPr>
          <w:i/>
        </w:rPr>
        <w:t>Топями</w:t>
      </w:r>
      <w:r w:rsidR="0008167C" w:rsidRPr="0008167C">
        <w:rPr>
          <w:i/>
        </w:rPr>
        <w:t xml:space="preserve"> </w:t>
      </w:r>
      <w:r w:rsidRPr="0008167C">
        <w:t>называются</w:t>
      </w:r>
      <w:r w:rsidR="0008167C" w:rsidRPr="0008167C">
        <w:t xml:space="preserve"> </w:t>
      </w:r>
      <w:r w:rsidRPr="0008167C">
        <w:t>сильно</w:t>
      </w:r>
      <w:r w:rsidR="0008167C" w:rsidRPr="0008167C">
        <w:t xml:space="preserve"> </w:t>
      </w:r>
      <w:r w:rsidRPr="0008167C">
        <w:t>переувлажненные</w:t>
      </w:r>
      <w:r w:rsidR="0008167C" w:rsidRPr="0008167C">
        <w:t xml:space="preserve"> </w:t>
      </w:r>
      <w:r w:rsidRPr="0008167C">
        <w:t>участки</w:t>
      </w:r>
      <w:r w:rsidR="0008167C" w:rsidRPr="0008167C">
        <w:t xml:space="preserve"> </w:t>
      </w:r>
      <w:r w:rsidRPr="0008167C">
        <w:t>болотных</w:t>
      </w:r>
      <w:r w:rsidR="0008167C" w:rsidRPr="0008167C">
        <w:t xml:space="preserve"> </w:t>
      </w:r>
      <w:r w:rsidRPr="0008167C">
        <w:t>массивов,</w:t>
      </w:r>
      <w:r w:rsidR="0008167C" w:rsidRPr="0008167C">
        <w:t xml:space="preserve"> </w:t>
      </w:r>
      <w:r w:rsidRPr="0008167C">
        <w:t>характеризующиеся</w:t>
      </w:r>
      <w:r w:rsidR="0008167C" w:rsidRPr="0008167C">
        <w:t xml:space="preserve"> </w:t>
      </w:r>
      <w:r w:rsidRPr="0008167C">
        <w:t>разжиженной</w:t>
      </w:r>
      <w:r w:rsidR="0008167C" w:rsidRPr="0008167C">
        <w:t xml:space="preserve"> </w:t>
      </w:r>
      <w:r w:rsidRPr="0008167C">
        <w:t>торфяной</w:t>
      </w:r>
      <w:r w:rsidR="0008167C" w:rsidRPr="0008167C">
        <w:t xml:space="preserve"> </w:t>
      </w:r>
      <w:r w:rsidRPr="0008167C">
        <w:t>залежью,</w:t>
      </w:r>
      <w:r w:rsidR="0008167C" w:rsidRPr="0008167C">
        <w:t xml:space="preserve"> </w:t>
      </w:r>
      <w:r w:rsidRPr="0008167C">
        <w:t>постоянным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периодическим</w:t>
      </w:r>
      <w:r w:rsidR="0008167C" w:rsidRPr="0008167C">
        <w:t xml:space="preserve"> </w:t>
      </w:r>
      <w:r w:rsidRPr="0008167C">
        <w:t>высоким</w:t>
      </w:r>
      <w:r w:rsidR="0008167C" w:rsidRPr="0008167C">
        <w:t xml:space="preserve"> </w:t>
      </w:r>
      <w:r w:rsidRPr="0008167C">
        <w:t>стоянием</w:t>
      </w:r>
      <w:r w:rsidR="0008167C" w:rsidRPr="0008167C">
        <w:t xml:space="preserve"> </w:t>
      </w:r>
      <w:r w:rsidRPr="0008167C">
        <w:t>уровней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непрочной</w:t>
      </w:r>
      <w:r w:rsidR="0008167C" w:rsidRPr="0008167C">
        <w:t xml:space="preserve"> </w:t>
      </w:r>
      <w:r w:rsidRPr="0008167C">
        <w:t>рыхлой</w:t>
      </w:r>
      <w:r w:rsidR="0008167C" w:rsidRPr="0008167C">
        <w:t xml:space="preserve"> </w:t>
      </w:r>
      <w:r w:rsidRPr="0008167C">
        <w:t>дерниной</w:t>
      </w:r>
      <w:r w:rsidR="0008167C" w:rsidRPr="0008167C">
        <w:t xml:space="preserve"> </w:t>
      </w:r>
      <w:r w:rsidRPr="0008167C">
        <w:t>растительного</w:t>
      </w:r>
      <w:r w:rsidR="0008167C" w:rsidRPr="0008167C">
        <w:t xml:space="preserve"> </w:t>
      </w:r>
      <w:r w:rsidRPr="0008167C">
        <w:t>покрова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зависимости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интенсивности</w:t>
      </w:r>
      <w:r w:rsidR="0008167C" w:rsidRPr="0008167C">
        <w:t xml:space="preserve"> </w:t>
      </w:r>
      <w:r w:rsidRPr="0008167C">
        <w:t>водообмена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них</w:t>
      </w:r>
      <w:r w:rsidR="0008167C" w:rsidRPr="0008167C">
        <w:t xml:space="preserve"> </w:t>
      </w:r>
      <w:r w:rsidRPr="0008167C">
        <w:t>топи</w:t>
      </w:r>
      <w:r w:rsidR="0008167C" w:rsidRPr="0008167C">
        <w:t xml:space="preserve"> </w:t>
      </w:r>
      <w:r w:rsidRPr="0008167C">
        <w:t>можно</w:t>
      </w:r>
      <w:r w:rsidR="0008167C" w:rsidRPr="0008167C">
        <w:t xml:space="preserve"> </w:t>
      </w:r>
      <w:r w:rsidRPr="0008167C">
        <w:t>разделить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застойные,</w:t>
      </w:r>
      <w:r w:rsidR="0008167C" w:rsidRPr="0008167C">
        <w:t xml:space="preserve"> </w:t>
      </w:r>
      <w:r w:rsidRPr="0008167C">
        <w:t>характеризующиеся</w:t>
      </w:r>
      <w:r w:rsidR="0008167C" w:rsidRPr="0008167C">
        <w:t xml:space="preserve"> </w:t>
      </w:r>
      <w:r w:rsidRPr="0008167C">
        <w:t>фильтрационным</w:t>
      </w:r>
      <w:r w:rsidR="0008167C" w:rsidRPr="0008167C">
        <w:t xml:space="preserve"> </w:t>
      </w:r>
      <w:r w:rsidRPr="0008167C">
        <w:t>движением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верхнем</w:t>
      </w:r>
      <w:r w:rsidR="0008167C" w:rsidRPr="0008167C">
        <w:t xml:space="preserve"> </w:t>
      </w:r>
      <w:r w:rsidRPr="0008167C">
        <w:t>слое</w:t>
      </w:r>
      <w:r w:rsidR="0008167C" w:rsidRPr="0008167C">
        <w:t xml:space="preserve"> </w:t>
      </w:r>
      <w:r w:rsidRPr="0008167C">
        <w:t>болота,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проточные,</w:t>
      </w:r>
      <w:r w:rsidR="0008167C" w:rsidRPr="0008167C">
        <w:t xml:space="preserve"> </w:t>
      </w:r>
      <w:r w:rsidRPr="0008167C">
        <w:t>характеризующиеся</w:t>
      </w:r>
      <w:r w:rsidR="0008167C" w:rsidRPr="0008167C">
        <w:t xml:space="preserve"> </w:t>
      </w:r>
      <w:r w:rsidRPr="0008167C">
        <w:t>движением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поверх</w:t>
      </w:r>
      <w:r w:rsidR="0008167C" w:rsidRPr="0008167C">
        <w:t xml:space="preserve"> </w:t>
      </w:r>
      <w:r w:rsidRPr="0008167C">
        <w:t>растительного</w:t>
      </w:r>
      <w:r w:rsidR="0008167C" w:rsidRPr="0008167C">
        <w:t xml:space="preserve"> </w:t>
      </w:r>
      <w:r w:rsidRPr="0008167C">
        <w:t>покрова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периоды</w:t>
      </w:r>
      <w:r w:rsidR="0008167C" w:rsidRPr="0008167C">
        <w:t xml:space="preserve"> </w:t>
      </w:r>
      <w:r w:rsidRPr="0008167C">
        <w:t>максимального</w:t>
      </w:r>
      <w:r w:rsidR="0008167C" w:rsidRPr="0008167C">
        <w:t xml:space="preserve"> </w:t>
      </w:r>
      <w:r w:rsidRPr="0008167C">
        <w:t>увлажнения</w:t>
      </w:r>
      <w:r w:rsidR="0008167C" w:rsidRPr="0008167C">
        <w:t xml:space="preserve"> </w:t>
      </w:r>
      <w:r w:rsidRPr="0008167C">
        <w:t>болотных</w:t>
      </w:r>
      <w:r w:rsidR="0008167C" w:rsidRPr="0008167C">
        <w:t xml:space="preserve"> </w:t>
      </w:r>
      <w:r w:rsidRPr="0008167C">
        <w:t>массивов</w:t>
      </w:r>
      <w:r w:rsidR="0008167C" w:rsidRPr="0008167C">
        <w:t>.</w:t>
      </w:r>
    </w:p>
    <w:p w:rsidR="0008167C" w:rsidRPr="0008167C" w:rsidRDefault="00223F35" w:rsidP="0008167C">
      <w:pPr>
        <w:pStyle w:val="3"/>
        <w:tabs>
          <w:tab w:val="left" w:pos="726"/>
        </w:tabs>
        <w:rPr>
          <w:color w:val="000000"/>
        </w:rPr>
      </w:pPr>
      <w:bookmarkStart w:id="80" w:name="_Toc8497771"/>
      <w:bookmarkStart w:id="81" w:name="_Toc8498135"/>
      <w:bookmarkStart w:id="82" w:name="_Toc8498803"/>
      <w:r w:rsidRPr="0008167C">
        <w:rPr>
          <w:color w:val="000000"/>
        </w:rPr>
        <w:t>Источники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водного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питания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болот</w:t>
      </w:r>
      <w:r w:rsidR="0008167C" w:rsidRPr="0008167C">
        <w:rPr>
          <w:color w:val="000000"/>
        </w:rPr>
        <w:t>.</w:t>
      </w:r>
      <w:bookmarkEnd w:id="80"/>
      <w:bookmarkEnd w:id="81"/>
      <w:bookmarkEnd w:id="82"/>
    </w:p>
    <w:p w:rsid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В</w:t>
      </w:r>
      <w:r w:rsidR="0008167C" w:rsidRPr="0008167C">
        <w:t xml:space="preserve"> </w:t>
      </w:r>
      <w:r w:rsidRPr="0008167C">
        <w:t>водном</w:t>
      </w:r>
      <w:r w:rsidR="0008167C" w:rsidRPr="0008167C">
        <w:t xml:space="preserve"> </w:t>
      </w:r>
      <w:r w:rsidRPr="0008167C">
        <w:t>балансе</w:t>
      </w:r>
      <w:r w:rsidR="0008167C" w:rsidRPr="0008167C">
        <w:t xml:space="preserve"> </w:t>
      </w:r>
      <w:r w:rsidRPr="0008167C">
        <w:t>низинных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переходных</w:t>
      </w:r>
      <w:r w:rsidR="0008167C" w:rsidRPr="0008167C">
        <w:t xml:space="preserve"> </w:t>
      </w:r>
      <w:r w:rsidRPr="0008167C">
        <w:t>болот</w:t>
      </w:r>
      <w:r w:rsidR="0008167C" w:rsidRPr="0008167C">
        <w:t xml:space="preserve"> </w:t>
      </w:r>
      <w:r w:rsidRPr="0008167C">
        <w:t>большое</w:t>
      </w:r>
      <w:r w:rsidR="0008167C" w:rsidRPr="0008167C">
        <w:t xml:space="preserve"> </w:t>
      </w:r>
      <w:r w:rsidRPr="0008167C">
        <w:t>значение</w:t>
      </w:r>
      <w:r w:rsidR="0008167C" w:rsidRPr="0008167C">
        <w:t xml:space="preserve"> </w:t>
      </w:r>
      <w:r w:rsidRPr="0008167C">
        <w:t>имеет</w:t>
      </w:r>
      <w:r w:rsidR="0008167C" w:rsidRPr="0008167C">
        <w:t xml:space="preserve"> </w:t>
      </w:r>
      <w:r w:rsidRPr="0008167C">
        <w:t>поступление</w:t>
      </w:r>
      <w:r w:rsidR="0008167C" w:rsidRPr="0008167C">
        <w:t xml:space="preserve"> </w:t>
      </w:r>
      <w:r w:rsidRPr="0008167C">
        <w:t>грунтовой</w:t>
      </w:r>
      <w:r w:rsidR="0008167C" w:rsidRPr="0008167C">
        <w:t xml:space="preserve"> </w:t>
      </w:r>
      <w:r w:rsidRPr="0008167C">
        <w:t>воды,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также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поверхностных</w:t>
      </w:r>
      <w:r w:rsidR="0008167C" w:rsidRPr="0008167C">
        <w:t xml:space="preserve"> </w:t>
      </w:r>
      <w:r w:rsidRPr="0008167C">
        <w:t>водотоков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период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разливов</w:t>
      </w:r>
      <w:r w:rsidR="0008167C" w:rsidRPr="0008167C">
        <w:t xml:space="preserve">. </w:t>
      </w:r>
      <w:r w:rsidRPr="0008167C">
        <w:t>Питанию</w:t>
      </w:r>
      <w:r w:rsidR="0008167C" w:rsidRPr="0008167C">
        <w:t xml:space="preserve"> </w:t>
      </w:r>
      <w:r w:rsidRPr="0008167C">
        <w:t>атмосферными</w:t>
      </w:r>
      <w:r w:rsidR="0008167C" w:rsidRPr="0008167C">
        <w:t xml:space="preserve"> </w:t>
      </w:r>
      <w:r w:rsidRPr="0008167C">
        <w:t>осадками</w:t>
      </w:r>
      <w:r w:rsidR="0008167C" w:rsidRPr="0008167C">
        <w:t xml:space="preserve"> </w:t>
      </w:r>
      <w:r w:rsidRPr="0008167C">
        <w:t>принадлежит</w:t>
      </w:r>
      <w:r w:rsidR="0008167C" w:rsidRPr="0008167C">
        <w:t xml:space="preserve"> </w:t>
      </w:r>
      <w:r w:rsidRPr="0008167C">
        <w:t>меньшая</w:t>
      </w:r>
      <w:r w:rsidR="0008167C" w:rsidRPr="0008167C">
        <w:t xml:space="preserve"> </w:t>
      </w:r>
      <w:r w:rsidRPr="0008167C">
        <w:t>роль</w:t>
      </w:r>
      <w:r w:rsidR="0008167C" w:rsidRPr="0008167C">
        <w:t xml:space="preserve">. </w:t>
      </w:r>
      <w:r w:rsidRPr="0008167C">
        <w:t>Наоборот,</w:t>
      </w:r>
      <w:r w:rsidR="0008167C" w:rsidRPr="0008167C">
        <w:t xml:space="preserve"> </w:t>
      </w:r>
      <w:r w:rsidRPr="0008167C">
        <w:t>верховые</w:t>
      </w:r>
      <w:r w:rsidR="0008167C" w:rsidRPr="0008167C">
        <w:t xml:space="preserve"> </w:t>
      </w:r>
      <w:r w:rsidRPr="0008167C">
        <w:t>болота</w:t>
      </w:r>
      <w:r w:rsidR="0008167C" w:rsidRPr="0008167C">
        <w:t xml:space="preserve"> </w:t>
      </w:r>
      <w:r w:rsidRPr="0008167C">
        <w:t>получают</w:t>
      </w:r>
      <w:r w:rsidR="0008167C" w:rsidRPr="0008167C">
        <w:t xml:space="preserve"> </w:t>
      </w:r>
      <w:r w:rsidRPr="0008167C">
        <w:t>питание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основном</w:t>
      </w:r>
      <w:r w:rsidR="0008167C" w:rsidRPr="0008167C">
        <w:t xml:space="preserve"> </w:t>
      </w:r>
      <w:r w:rsidRPr="0008167C">
        <w:t>за</w:t>
      </w:r>
      <w:r w:rsidR="0008167C" w:rsidRPr="0008167C">
        <w:t xml:space="preserve"> </w:t>
      </w:r>
      <w:r w:rsidRPr="0008167C">
        <w:t>счет</w:t>
      </w:r>
      <w:r w:rsidR="0008167C" w:rsidRPr="0008167C">
        <w:t xml:space="preserve"> </w:t>
      </w:r>
      <w:r w:rsidRPr="0008167C">
        <w:t>атмосферных</w:t>
      </w:r>
      <w:r w:rsidR="0008167C" w:rsidRPr="0008167C">
        <w:t xml:space="preserve"> </w:t>
      </w:r>
      <w:r w:rsidRPr="0008167C">
        <w:t>осадков</w:t>
      </w:r>
      <w:r w:rsidR="0008167C" w:rsidRPr="0008167C">
        <w:t xml:space="preserve">. </w:t>
      </w:r>
      <w:r w:rsidRPr="0008167C">
        <w:t>Приток</w:t>
      </w:r>
      <w:r w:rsidR="0008167C" w:rsidRPr="0008167C">
        <w:t xml:space="preserve"> </w:t>
      </w:r>
      <w:r w:rsidRPr="0008167C">
        <w:t>грунтовой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этом</w:t>
      </w:r>
      <w:r w:rsidR="0008167C" w:rsidRPr="0008167C">
        <w:t xml:space="preserve"> </w:t>
      </w:r>
      <w:r w:rsidRPr="0008167C">
        <w:t>случае</w:t>
      </w:r>
      <w:r w:rsidR="0008167C" w:rsidRPr="0008167C">
        <w:t xml:space="preserve"> </w:t>
      </w:r>
      <w:r w:rsidRPr="0008167C">
        <w:t>определяет</w:t>
      </w:r>
      <w:r w:rsidR="0008167C" w:rsidRPr="0008167C">
        <w:t xml:space="preserve"> </w:t>
      </w:r>
      <w:r w:rsidRPr="0008167C">
        <w:t>нижнюю</w:t>
      </w:r>
      <w:r w:rsidR="0008167C" w:rsidRPr="0008167C">
        <w:t xml:space="preserve"> </w:t>
      </w:r>
      <w:r w:rsidRPr="0008167C">
        <w:t>границу</w:t>
      </w:r>
      <w:r w:rsidR="0008167C" w:rsidRPr="0008167C">
        <w:t xml:space="preserve"> </w:t>
      </w:r>
      <w:r w:rsidRPr="0008167C">
        <w:t>устойчивого</w:t>
      </w:r>
      <w:r w:rsidR="0008167C" w:rsidRPr="0008167C">
        <w:t xml:space="preserve"> </w:t>
      </w:r>
      <w:r w:rsidRPr="0008167C">
        <w:t>положения</w:t>
      </w:r>
      <w:r w:rsidR="0008167C" w:rsidRPr="0008167C">
        <w:t xml:space="preserve"> </w:t>
      </w:r>
      <w:r w:rsidRPr="0008167C">
        <w:t>отметки</w:t>
      </w:r>
      <w:r w:rsidR="0008167C" w:rsidRPr="0008167C">
        <w:t xml:space="preserve"> </w:t>
      </w:r>
      <w:r w:rsidRPr="0008167C">
        <w:t>залегания</w:t>
      </w:r>
      <w:r w:rsidR="0008167C" w:rsidRPr="0008167C">
        <w:t xml:space="preserve"> </w:t>
      </w:r>
      <w:r w:rsidRPr="0008167C">
        <w:t>подземных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. </w:t>
      </w:r>
      <w:r w:rsidRPr="0008167C">
        <w:t>Соотношение</w:t>
      </w:r>
      <w:r w:rsidR="0008167C" w:rsidRPr="0008167C">
        <w:t xml:space="preserve"> </w:t>
      </w:r>
      <w:r w:rsidRPr="0008167C">
        <w:t>различных</w:t>
      </w:r>
      <w:r w:rsidR="0008167C" w:rsidRPr="0008167C">
        <w:t xml:space="preserve"> </w:t>
      </w:r>
      <w:r w:rsidRPr="0008167C">
        <w:t>видов</w:t>
      </w:r>
      <w:r w:rsidR="0008167C" w:rsidRPr="0008167C">
        <w:t xml:space="preserve"> </w:t>
      </w:r>
      <w:r w:rsidRPr="0008167C">
        <w:t>питания</w:t>
      </w:r>
      <w:r w:rsidR="0008167C" w:rsidRPr="0008167C">
        <w:t xml:space="preserve"> </w:t>
      </w:r>
      <w:r w:rsidRPr="0008167C">
        <w:t>существенно</w:t>
      </w:r>
      <w:r w:rsidR="0008167C" w:rsidRPr="0008167C">
        <w:t xml:space="preserve"> </w:t>
      </w:r>
      <w:r w:rsidRPr="0008167C">
        <w:t>зависит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высотного</w:t>
      </w:r>
      <w:r w:rsidR="0008167C" w:rsidRPr="0008167C">
        <w:t xml:space="preserve"> </w:t>
      </w:r>
      <w:r w:rsidRPr="0008167C">
        <w:t>положения</w:t>
      </w:r>
      <w:r w:rsidR="0008167C" w:rsidRPr="0008167C">
        <w:t xml:space="preserve"> </w:t>
      </w:r>
      <w:r w:rsidRPr="0008167C">
        <w:t>болота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отношению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рельефу</w:t>
      </w:r>
      <w:r w:rsidR="0008167C" w:rsidRPr="0008167C">
        <w:t xml:space="preserve"> </w:t>
      </w:r>
      <w:r w:rsidRPr="0008167C">
        <w:t>местности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гидрогеологических</w:t>
      </w:r>
      <w:r w:rsidR="0008167C" w:rsidRPr="0008167C">
        <w:t xml:space="preserve"> </w:t>
      </w:r>
      <w:r w:rsidRPr="0008167C">
        <w:t>условий</w:t>
      </w:r>
      <w:r w:rsidR="0008167C" w:rsidRPr="0008167C">
        <w:t xml:space="preserve"> </w:t>
      </w:r>
      <w:r w:rsidRPr="0008167C">
        <w:t>заболоченной</w:t>
      </w:r>
      <w:r w:rsidR="0008167C" w:rsidRPr="0008167C">
        <w:t xml:space="preserve"> </w:t>
      </w:r>
      <w:r w:rsidRPr="0008167C">
        <w:t>местности</w:t>
      </w:r>
      <w:r w:rsidR="0008167C" w:rsidRPr="0008167C">
        <w:t>.</w:t>
      </w:r>
    </w:p>
    <w:p w:rsidR="0008167C" w:rsidRPr="0008167C" w:rsidRDefault="0008167C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08167C" w:rsidRDefault="00223F35" w:rsidP="0008167C">
      <w:pPr>
        <w:pStyle w:val="1"/>
      </w:pPr>
      <w:bookmarkStart w:id="83" w:name="_Toc8497772"/>
      <w:bookmarkStart w:id="84" w:name="_Toc8498136"/>
      <w:bookmarkStart w:id="85" w:name="_Toc8498804"/>
      <w:bookmarkStart w:id="86" w:name="_Toc290931184"/>
      <w:r w:rsidRPr="0008167C">
        <w:t>Часть</w:t>
      </w:r>
      <w:r w:rsidR="0008167C" w:rsidRPr="0008167C">
        <w:t xml:space="preserve"> </w:t>
      </w:r>
      <w:r w:rsidRPr="0008167C">
        <w:t>2</w:t>
      </w:r>
      <w:r w:rsidR="0008167C" w:rsidRPr="0008167C">
        <w:t>.</w:t>
      </w:r>
      <w:bookmarkEnd w:id="83"/>
      <w:bookmarkEnd w:id="84"/>
      <w:bookmarkEnd w:id="85"/>
      <w:r w:rsidR="0008167C">
        <w:t xml:space="preserve"> </w:t>
      </w:r>
      <w:bookmarkStart w:id="87" w:name="_Toc8497773"/>
      <w:bookmarkStart w:id="88" w:name="_Toc8498137"/>
      <w:bookmarkStart w:id="89" w:name="_Toc8498805"/>
      <w:r w:rsidRPr="0008167C">
        <w:t>Среда</w:t>
      </w:r>
      <w:r w:rsidR="0008167C" w:rsidRPr="0008167C">
        <w:t xml:space="preserve"> </w:t>
      </w:r>
      <w:r w:rsidRPr="0008167C">
        <w:t>обитания</w:t>
      </w:r>
      <w:bookmarkEnd w:id="86"/>
      <w:bookmarkEnd w:id="87"/>
      <w:bookmarkEnd w:id="88"/>
      <w:bookmarkEnd w:id="89"/>
    </w:p>
    <w:p w:rsidR="0008167C" w:rsidRPr="0008167C" w:rsidRDefault="0008167C" w:rsidP="0008167C">
      <w:pPr>
        <w:rPr>
          <w:lang w:eastAsia="en-US"/>
        </w:rPr>
      </w:pPr>
    </w:p>
    <w:p w:rsidR="0008167C" w:rsidRPr="0008167C" w:rsidRDefault="00223F35" w:rsidP="0008167C">
      <w:pPr>
        <w:tabs>
          <w:tab w:val="left" w:pos="726"/>
        </w:tabs>
      </w:pPr>
      <w:r w:rsidRPr="0008167C">
        <w:t>Есть</w:t>
      </w:r>
      <w:r w:rsidR="0008167C" w:rsidRPr="0008167C">
        <w:t xml:space="preserve"> </w:t>
      </w:r>
      <w:r w:rsidRPr="0008167C">
        <w:t>все</w:t>
      </w:r>
      <w:r w:rsidR="0008167C" w:rsidRPr="0008167C">
        <w:t xml:space="preserve"> </w:t>
      </w:r>
      <w:r w:rsidRPr="0008167C">
        <w:t>основания</w:t>
      </w:r>
      <w:r w:rsidR="0008167C" w:rsidRPr="0008167C">
        <w:t xml:space="preserve"> </w:t>
      </w:r>
      <w:r w:rsidRPr="0008167C">
        <w:t>полагать,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жизнь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Земле</w:t>
      </w:r>
      <w:r w:rsidR="0008167C" w:rsidRPr="0008167C">
        <w:t xml:space="preserve"> </w:t>
      </w:r>
      <w:r w:rsidRPr="0008167C">
        <w:t>зародилась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гидросфере</w:t>
      </w:r>
      <w:r w:rsidR="0008167C" w:rsidRPr="0008167C">
        <w:t xml:space="preserve">. </w:t>
      </w:r>
      <w:r w:rsidRPr="0008167C">
        <w:t>Местом</w:t>
      </w:r>
      <w:r w:rsidR="0008167C" w:rsidRPr="0008167C">
        <w:t xml:space="preserve"> </w:t>
      </w:r>
      <w:r w:rsidRPr="0008167C">
        <w:t>ее</w:t>
      </w:r>
      <w:r w:rsidR="0008167C" w:rsidRPr="0008167C">
        <w:t xml:space="preserve"> </w:t>
      </w:r>
      <w:r w:rsidRPr="0008167C">
        <w:t>возникновения</w:t>
      </w:r>
      <w:r w:rsidR="0008167C" w:rsidRPr="0008167C">
        <w:t xml:space="preserve"> </w:t>
      </w:r>
      <w:r w:rsidRPr="0008167C">
        <w:t>могли</w:t>
      </w:r>
      <w:r w:rsidR="0008167C" w:rsidRPr="0008167C">
        <w:t xml:space="preserve"> </w:t>
      </w:r>
      <w:r w:rsidRPr="0008167C">
        <w:t>быть</w:t>
      </w:r>
      <w:r w:rsidR="0008167C" w:rsidRPr="0008167C">
        <w:t xml:space="preserve"> </w:t>
      </w:r>
      <w:r w:rsidRPr="0008167C">
        <w:t>мелководные</w:t>
      </w:r>
      <w:r w:rsidR="0008167C" w:rsidRPr="0008167C">
        <w:t xml:space="preserve"> </w:t>
      </w:r>
      <w:r w:rsidRPr="0008167C">
        <w:t>прибрежные</w:t>
      </w:r>
      <w:r w:rsidR="0008167C" w:rsidRPr="0008167C">
        <w:t xml:space="preserve"> </w:t>
      </w:r>
      <w:r w:rsidRPr="0008167C">
        <w:t>зоны</w:t>
      </w:r>
      <w:r w:rsidR="0008167C" w:rsidRPr="0008167C">
        <w:t xml:space="preserve"> </w:t>
      </w:r>
      <w:r w:rsidRPr="0008167C">
        <w:t>морей,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также</w:t>
      </w:r>
      <w:r w:rsidR="0008167C" w:rsidRPr="0008167C">
        <w:t xml:space="preserve"> </w:t>
      </w:r>
      <w:r w:rsidRPr="0008167C">
        <w:t>первичные</w:t>
      </w:r>
      <w:r w:rsidR="0008167C" w:rsidRPr="0008167C">
        <w:t xml:space="preserve"> </w:t>
      </w:r>
      <w:r w:rsidRPr="0008167C">
        <w:t>мелкие</w:t>
      </w:r>
      <w:r w:rsidR="0008167C" w:rsidRPr="0008167C">
        <w:t xml:space="preserve"> </w:t>
      </w:r>
      <w:r w:rsidRPr="0008167C">
        <w:t>водоемы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влажные</w:t>
      </w:r>
      <w:r w:rsidR="0008167C" w:rsidRPr="0008167C">
        <w:t xml:space="preserve"> </w:t>
      </w:r>
      <w:r w:rsidRPr="0008167C">
        <w:t>почвы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настоящее</w:t>
      </w:r>
      <w:r w:rsidR="0008167C" w:rsidRPr="0008167C">
        <w:t xml:space="preserve"> </w:t>
      </w:r>
      <w:r w:rsidRPr="0008167C">
        <w:t>время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33</w:t>
      </w:r>
      <w:r w:rsidR="0008167C" w:rsidRPr="0008167C">
        <w:t xml:space="preserve"> </w:t>
      </w:r>
      <w:r w:rsidRPr="0008167C">
        <w:t>классов</w:t>
      </w:r>
      <w:r w:rsidR="0008167C" w:rsidRPr="0008167C">
        <w:t xml:space="preserve"> </w:t>
      </w:r>
      <w:r w:rsidRPr="0008167C">
        <w:t>растений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гидросфере</w:t>
      </w:r>
      <w:r w:rsidR="0008167C" w:rsidRPr="0008167C">
        <w:t xml:space="preserve"> </w:t>
      </w:r>
      <w:r w:rsidRPr="0008167C">
        <w:t>встречаются</w:t>
      </w:r>
      <w:r w:rsidR="0008167C" w:rsidRPr="0008167C">
        <w:t xml:space="preserve"> </w:t>
      </w:r>
      <w:r w:rsidRPr="0008167C">
        <w:t>представители</w:t>
      </w:r>
      <w:r w:rsidR="0008167C" w:rsidRPr="0008167C">
        <w:t xml:space="preserve"> </w:t>
      </w:r>
      <w:r w:rsidRPr="0008167C">
        <w:t>18,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63</w:t>
      </w:r>
      <w:r w:rsidR="0008167C" w:rsidRPr="0008167C">
        <w:t xml:space="preserve"> </w:t>
      </w:r>
      <w:r w:rsidRPr="0008167C">
        <w:t>классов</w:t>
      </w:r>
      <w:r w:rsidR="0008167C" w:rsidRPr="0008167C">
        <w:t xml:space="preserve"> </w:t>
      </w:r>
      <w:r w:rsidRPr="0008167C">
        <w:t>животных</w:t>
      </w:r>
      <w:r w:rsidR="0008167C" w:rsidRPr="0008167C">
        <w:t xml:space="preserve"> - </w:t>
      </w:r>
      <w:r w:rsidRPr="0008167C">
        <w:t>60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противоположность</w:t>
      </w:r>
      <w:r w:rsidR="0008167C" w:rsidRPr="0008167C">
        <w:t xml:space="preserve"> </w:t>
      </w:r>
      <w:r w:rsidRPr="0008167C">
        <w:t>животным</w:t>
      </w:r>
      <w:r w:rsidR="0008167C" w:rsidRPr="0008167C">
        <w:t xml:space="preserve"> </w:t>
      </w:r>
      <w:r w:rsidRPr="0008167C">
        <w:t>растения</w:t>
      </w:r>
      <w:r w:rsidR="0008167C" w:rsidRPr="0008167C">
        <w:t xml:space="preserve"> </w:t>
      </w:r>
      <w:r w:rsidRPr="0008167C">
        <w:t>сравнительно</w:t>
      </w:r>
      <w:r w:rsidR="0008167C" w:rsidRPr="0008167C">
        <w:t xml:space="preserve"> </w:t>
      </w:r>
      <w:r w:rsidRPr="0008167C">
        <w:t>богаче</w:t>
      </w:r>
      <w:r w:rsidR="0008167C" w:rsidRPr="0008167C">
        <w:t xml:space="preserve"> </w:t>
      </w:r>
      <w:r w:rsidRPr="0008167C">
        <w:t>представлены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суше,</w:t>
      </w:r>
      <w:r w:rsidR="0008167C" w:rsidRPr="0008167C">
        <w:t xml:space="preserve"> </w:t>
      </w:r>
      <w:r w:rsidRPr="0008167C">
        <w:t>причем</w:t>
      </w:r>
      <w:r w:rsidR="0008167C" w:rsidRPr="0008167C">
        <w:t xml:space="preserve"> </w:t>
      </w:r>
      <w:r w:rsidRPr="0008167C">
        <w:t>преимущественно</w:t>
      </w:r>
      <w:r w:rsidR="0008167C" w:rsidRPr="0008167C">
        <w:t xml:space="preserve"> </w:t>
      </w:r>
      <w:r w:rsidRPr="0008167C">
        <w:t>высшими</w:t>
      </w:r>
      <w:r w:rsidR="0008167C" w:rsidRPr="0008167C">
        <w:t xml:space="preserve"> </w:t>
      </w:r>
      <w:r w:rsidRPr="0008167C">
        <w:t>формами,</w:t>
      </w:r>
      <w:r w:rsidR="0008167C" w:rsidRPr="0008167C">
        <w:t xml:space="preserve"> </w:t>
      </w:r>
      <w:r w:rsidRPr="0008167C">
        <w:t>относящимися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типам</w:t>
      </w:r>
      <w:r w:rsidR="0008167C" w:rsidRPr="0008167C">
        <w:t xml:space="preserve"> </w:t>
      </w:r>
      <w:r w:rsidRPr="0008167C">
        <w:t>покрытосеменных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голосеменных</w:t>
      </w:r>
      <w:r w:rsidR="0008167C" w:rsidRPr="0008167C">
        <w:t xml:space="preserve">. </w:t>
      </w:r>
      <w:r w:rsidRPr="0008167C">
        <w:t>Водная</w:t>
      </w:r>
      <w:r w:rsidR="0008167C" w:rsidRPr="0008167C">
        <w:t xml:space="preserve"> </w:t>
      </w:r>
      <w:r w:rsidRPr="0008167C">
        <w:t>среда,</w:t>
      </w:r>
      <w:r w:rsidR="0008167C" w:rsidRPr="0008167C">
        <w:t xml:space="preserve"> </w:t>
      </w:r>
      <w:r w:rsidRPr="0008167C">
        <w:t>будучи</w:t>
      </w:r>
      <w:r w:rsidR="0008167C" w:rsidRPr="0008167C">
        <w:t xml:space="preserve"> </w:t>
      </w:r>
      <w:r w:rsidRPr="0008167C">
        <w:t>более</w:t>
      </w:r>
      <w:r w:rsidR="0008167C" w:rsidRPr="0008167C">
        <w:t xml:space="preserve"> </w:t>
      </w:r>
      <w:r w:rsidRPr="0008167C">
        <w:t>опорной,</w:t>
      </w:r>
      <w:r w:rsidR="0008167C" w:rsidRPr="0008167C">
        <w:t xml:space="preserve"> </w:t>
      </w:r>
      <w:r w:rsidRPr="0008167C">
        <w:t>чем</w:t>
      </w:r>
      <w:r w:rsidR="0008167C" w:rsidRPr="0008167C">
        <w:t xml:space="preserve"> </w:t>
      </w:r>
      <w:r w:rsidRPr="0008167C">
        <w:t>воздух,</w:t>
      </w:r>
      <w:r w:rsidR="0008167C" w:rsidRPr="0008167C">
        <w:t xml:space="preserve"> </w:t>
      </w:r>
      <w:r w:rsidRPr="0008167C">
        <w:t>позволяет</w:t>
      </w:r>
      <w:r w:rsidR="0008167C" w:rsidRPr="0008167C">
        <w:t xml:space="preserve"> </w:t>
      </w:r>
      <w:r w:rsidRPr="0008167C">
        <w:t>мелким</w:t>
      </w:r>
      <w:r w:rsidR="0008167C" w:rsidRPr="0008167C">
        <w:t xml:space="preserve"> </w:t>
      </w:r>
      <w:r w:rsidRPr="0008167C">
        <w:t>растениям</w:t>
      </w:r>
      <w:r w:rsidR="0008167C" w:rsidRPr="0008167C">
        <w:t xml:space="preserve"> </w:t>
      </w:r>
      <w:r w:rsidRPr="0008167C">
        <w:t>находиться</w:t>
      </w:r>
      <w:r w:rsidR="0008167C" w:rsidRPr="0008167C">
        <w:t xml:space="preserve"> </w:t>
      </w:r>
      <w:r w:rsidRPr="0008167C">
        <w:t>во</w:t>
      </w:r>
      <w:r w:rsidR="0008167C" w:rsidRPr="0008167C">
        <w:t xml:space="preserve"> </w:t>
      </w:r>
      <w:r w:rsidRPr="0008167C">
        <w:t>взвешенном</w:t>
      </w:r>
      <w:r w:rsidR="0008167C" w:rsidRPr="0008167C">
        <w:t xml:space="preserve"> </w:t>
      </w:r>
      <w:r w:rsidRPr="0008167C">
        <w:t>состоянии</w:t>
      </w:r>
      <w:r w:rsidR="0008167C" w:rsidRPr="0008167C">
        <w:t xml:space="preserve">. </w:t>
      </w:r>
      <w:r w:rsidRPr="0008167C">
        <w:t>Это</w:t>
      </w:r>
      <w:r w:rsidR="0008167C" w:rsidRPr="0008167C">
        <w:t xml:space="preserve"> </w:t>
      </w:r>
      <w:r w:rsidRPr="0008167C">
        <w:t>создает</w:t>
      </w:r>
      <w:r w:rsidR="0008167C" w:rsidRPr="0008167C">
        <w:t xml:space="preserve"> </w:t>
      </w:r>
      <w:r w:rsidRPr="0008167C">
        <w:t>возможность</w:t>
      </w:r>
      <w:r w:rsidR="0008167C" w:rsidRPr="0008167C">
        <w:t xml:space="preserve"> </w:t>
      </w:r>
      <w:r w:rsidRPr="0008167C">
        <w:t>многоярусного</w:t>
      </w:r>
      <w:r w:rsidR="0008167C" w:rsidRPr="0008167C">
        <w:t xml:space="preserve"> </w:t>
      </w:r>
      <w:r w:rsidRPr="0008167C">
        <w:t>расположения</w:t>
      </w:r>
      <w:r w:rsidR="0008167C" w:rsidRPr="0008167C">
        <w:t xml:space="preserve"> </w:t>
      </w:r>
      <w:r w:rsidRPr="0008167C">
        <w:t>мелких</w:t>
      </w:r>
      <w:r w:rsidR="0008167C" w:rsidRPr="0008167C">
        <w:t xml:space="preserve"> </w:t>
      </w:r>
      <w:r w:rsidRPr="0008167C">
        <w:t>растений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воде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основном</w:t>
      </w:r>
      <w:r w:rsidR="0008167C" w:rsidRPr="0008167C">
        <w:t xml:space="preserve"> </w:t>
      </w:r>
      <w:r w:rsidRPr="0008167C">
        <w:t>мелкими</w:t>
      </w:r>
      <w:r w:rsidR="0008167C" w:rsidRPr="0008167C">
        <w:t xml:space="preserve"> </w:t>
      </w:r>
      <w:r w:rsidRPr="0008167C">
        <w:t>водорослями,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долю</w:t>
      </w:r>
      <w:r w:rsidR="0008167C" w:rsidRPr="0008167C">
        <w:t xml:space="preserve"> </w:t>
      </w:r>
      <w:r w:rsidRPr="0008167C">
        <w:t>которых</w:t>
      </w:r>
      <w:r w:rsidR="0008167C" w:rsidRPr="0008167C">
        <w:t xml:space="preserve"> </w:t>
      </w:r>
      <w:r w:rsidRPr="0008167C">
        <w:t>приходится</w:t>
      </w:r>
      <w:r w:rsidR="0008167C" w:rsidRPr="0008167C">
        <w:t xml:space="preserve"> </w:t>
      </w:r>
      <w:r w:rsidRPr="0008167C">
        <w:t>более</w:t>
      </w:r>
      <w:r w:rsidR="0008167C" w:rsidRPr="0008167C">
        <w:t xml:space="preserve"> </w:t>
      </w:r>
      <w:r w:rsidRPr="0008167C">
        <w:t>99%</w:t>
      </w:r>
      <w:r w:rsidR="0008167C" w:rsidRPr="0008167C">
        <w:t xml:space="preserve"> </w:t>
      </w:r>
      <w:r w:rsidRPr="0008167C">
        <w:t>фитомассы</w:t>
      </w:r>
      <w:r w:rsidR="0008167C" w:rsidRPr="0008167C">
        <w:t xml:space="preserve"> </w:t>
      </w:r>
      <w:r w:rsidRPr="0008167C">
        <w:t>гидросферы</w:t>
      </w:r>
      <w:r w:rsidR="0008167C" w:rsidRPr="0008167C">
        <w:t>.</w:t>
      </w:r>
    </w:p>
    <w:p w:rsidR="0008167C" w:rsidRPr="0008167C" w:rsidRDefault="00223F35" w:rsidP="0008167C">
      <w:pPr>
        <w:pStyle w:val="3"/>
        <w:tabs>
          <w:tab w:val="left" w:pos="726"/>
        </w:tabs>
        <w:rPr>
          <w:color w:val="000000"/>
        </w:rPr>
      </w:pPr>
      <w:bookmarkStart w:id="90" w:name="_Toc8497774"/>
      <w:bookmarkStart w:id="91" w:name="_Toc8498138"/>
      <w:bookmarkStart w:id="92" w:name="_Toc8498806"/>
      <w:r w:rsidRPr="0008167C">
        <w:rPr>
          <w:color w:val="000000"/>
        </w:rPr>
        <w:t>Мировой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океан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и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его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население</w:t>
      </w:r>
      <w:r w:rsidR="0008167C" w:rsidRPr="0008167C">
        <w:rPr>
          <w:color w:val="000000"/>
        </w:rPr>
        <w:t>.</w:t>
      </w:r>
      <w:bookmarkEnd w:id="90"/>
      <w:bookmarkEnd w:id="91"/>
      <w:bookmarkEnd w:id="92"/>
    </w:p>
    <w:p w:rsidR="0008167C" w:rsidRPr="0008167C" w:rsidRDefault="00223F35" w:rsidP="0008167C">
      <w:pPr>
        <w:tabs>
          <w:tab w:val="left" w:pos="726"/>
        </w:tabs>
      </w:pPr>
      <w:r w:rsidRPr="0008167C">
        <w:t>Мировой</w:t>
      </w:r>
      <w:r w:rsidR="0008167C" w:rsidRPr="0008167C">
        <w:t xml:space="preserve"> </w:t>
      </w:r>
      <w:r w:rsidRPr="0008167C">
        <w:t>океан</w:t>
      </w:r>
      <w:r w:rsidR="0008167C" w:rsidRPr="0008167C">
        <w:t xml:space="preserve"> </w:t>
      </w:r>
      <w:r w:rsidRPr="0008167C">
        <w:t>населен</w:t>
      </w:r>
      <w:r w:rsidR="0008167C" w:rsidRPr="0008167C">
        <w:t xml:space="preserve"> </w:t>
      </w:r>
      <w:r w:rsidRPr="0008167C">
        <w:t>древней</w:t>
      </w:r>
      <w:r w:rsidR="0008167C" w:rsidRPr="0008167C">
        <w:t xml:space="preserve"> </w:t>
      </w:r>
      <w:r w:rsidRPr="0008167C">
        <w:t>флорой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фауной,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состав</w:t>
      </w:r>
      <w:r w:rsidR="0008167C" w:rsidRPr="0008167C">
        <w:t xml:space="preserve"> </w:t>
      </w:r>
      <w:r w:rsidRPr="0008167C">
        <w:t>которых</w:t>
      </w:r>
      <w:r w:rsidR="0008167C" w:rsidRPr="0008167C">
        <w:t xml:space="preserve"> </w:t>
      </w:r>
      <w:r w:rsidRPr="0008167C">
        <w:t>входит</w:t>
      </w:r>
      <w:r w:rsidR="0008167C" w:rsidRPr="0008167C">
        <w:t xml:space="preserve"> </w:t>
      </w:r>
      <w:r w:rsidRPr="0008167C">
        <w:t>свыше</w:t>
      </w:r>
      <w:r w:rsidR="0008167C" w:rsidRPr="0008167C">
        <w:t xml:space="preserve"> </w:t>
      </w:r>
      <w:r w:rsidRPr="0008167C">
        <w:t>200</w:t>
      </w:r>
      <w:r w:rsidR="0008167C" w:rsidRPr="0008167C">
        <w:t xml:space="preserve"> </w:t>
      </w:r>
      <w:r w:rsidRPr="0008167C">
        <w:t>тыс</w:t>
      </w:r>
      <w:r w:rsidR="0008167C" w:rsidRPr="0008167C">
        <w:t xml:space="preserve">. </w:t>
      </w:r>
      <w:r w:rsidRPr="0008167C">
        <w:t>видов</w:t>
      </w:r>
      <w:r w:rsidR="0008167C" w:rsidRPr="0008167C">
        <w:t xml:space="preserve">. </w:t>
      </w:r>
      <w:r w:rsidRPr="0008167C">
        <w:t>Население</w:t>
      </w:r>
      <w:r w:rsidR="0008167C" w:rsidRPr="0008167C">
        <w:t xml:space="preserve"> </w:t>
      </w:r>
      <w:r w:rsidRPr="0008167C">
        <w:t>суши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целом</w:t>
      </w:r>
      <w:r w:rsidR="0008167C" w:rsidRPr="0008167C">
        <w:t xml:space="preserve"> </w:t>
      </w:r>
      <w:r w:rsidRPr="0008167C">
        <w:t>представляет</w:t>
      </w:r>
      <w:r w:rsidR="0008167C" w:rsidRPr="0008167C">
        <w:t xml:space="preserve"> </w:t>
      </w:r>
      <w:r w:rsidRPr="0008167C">
        <w:t>собой</w:t>
      </w:r>
      <w:r w:rsidR="0008167C" w:rsidRPr="0008167C">
        <w:t xml:space="preserve"> </w:t>
      </w:r>
      <w:r w:rsidRPr="0008167C">
        <w:t>геологически</w:t>
      </w:r>
      <w:r w:rsidR="0008167C" w:rsidRPr="0008167C">
        <w:t xml:space="preserve"> </w:t>
      </w:r>
      <w:r w:rsidRPr="0008167C">
        <w:t>молодое</w:t>
      </w:r>
      <w:r w:rsidR="0008167C" w:rsidRPr="0008167C">
        <w:t xml:space="preserve"> </w:t>
      </w:r>
      <w:r w:rsidRPr="0008167C">
        <w:t>производное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морского</w:t>
      </w:r>
      <w:r w:rsidR="0008167C" w:rsidRPr="0008167C">
        <w:t xml:space="preserve">. </w:t>
      </w:r>
      <w:r w:rsidRPr="0008167C">
        <w:t>О</w:t>
      </w:r>
      <w:r w:rsidR="0008167C" w:rsidRPr="0008167C">
        <w:t xml:space="preserve"> </w:t>
      </w:r>
      <w:r w:rsidRPr="0008167C">
        <w:t>разнообразии</w:t>
      </w:r>
      <w:r w:rsidR="0008167C" w:rsidRPr="0008167C">
        <w:t xml:space="preserve"> </w:t>
      </w:r>
      <w:r w:rsidRPr="0008167C">
        <w:t>морской</w:t>
      </w:r>
      <w:r w:rsidR="0008167C" w:rsidRPr="0008167C">
        <w:t xml:space="preserve"> </w:t>
      </w:r>
      <w:r w:rsidRPr="0008167C">
        <w:t>фауны</w:t>
      </w:r>
      <w:r w:rsidR="0008167C" w:rsidRPr="0008167C">
        <w:t xml:space="preserve"> </w:t>
      </w:r>
      <w:r w:rsidRPr="0008167C">
        <w:t>говорит</w:t>
      </w:r>
      <w:r w:rsidR="0008167C" w:rsidRPr="0008167C">
        <w:t xml:space="preserve"> </w:t>
      </w:r>
      <w:r w:rsidRPr="0008167C">
        <w:t>тот</w:t>
      </w:r>
      <w:r w:rsidR="0008167C" w:rsidRPr="0008167C">
        <w:t xml:space="preserve"> </w:t>
      </w:r>
      <w:r w:rsidRPr="0008167C">
        <w:t>факт,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63</w:t>
      </w:r>
      <w:r w:rsidR="0008167C" w:rsidRPr="0008167C">
        <w:t xml:space="preserve"> </w:t>
      </w:r>
      <w:r w:rsidRPr="0008167C">
        <w:t>классов</w:t>
      </w:r>
      <w:r w:rsidR="0008167C" w:rsidRPr="0008167C">
        <w:t xml:space="preserve"> </w:t>
      </w:r>
      <w:r w:rsidRPr="0008167C">
        <w:t>животных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Мировом</w:t>
      </w:r>
      <w:r w:rsidR="0008167C" w:rsidRPr="0008167C">
        <w:t xml:space="preserve"> </w:t>
      </w:r>
      <w:r w:rsidRPr="0008167C">
        <w:t>океане</w:t>
      </w:r>
      <w:r w:rsidR="0008167C" w:rsidRPr="0008167C">
        <w:t xml:space="preserve"> </w:t>
      </w:r>
      <w:r w:rsidRPr="0008167C">
        <w:t>представлены</w:t>
      </w:r>
      <w:r w:rsidR="0008167C" w:rsidRPr="0008167C">
        <w:t xml:space="preserve"> </w:t>
      </w:r>
      <w:r w:rsidRPr="0008167C">
        <w:t>52,</w:t>
      </w:r>
      <w:r w:rsidR="0008167C" w:rsidRPr="0008167C">
        <w:t xml:space="preserve"> </w:t>
      </w:r>
      <w:r w:rsidRPr="0008167C">
        <w:t>только</w:t>
      </w:r>
      <w:r w:rsidR="0008167C" w:rsidRPr="0008167C">
        <w:t xml:space="preserve"> </w:t>
      </w:r>
      <w:r w:rsidRPr="0008167C">
        <w:t>морскими</w:t>
      </w:r>
      <w:r w:rsidR="0008167C" w:rsidRPr="0008167C">
        <w:t xml:space="preserve"> </w:t>
      </w:r>
      <w:r w:rsidRPr="0008167C">
        <w:t>формами</w:t>
      </w:r>
      <w:r w:rsidR="0008167C" w:rsidRPr="0008167C">
        <w:t xml:space="preserve"> - </w:t>
      </w:r>
      <w:r w:rsidRPr="0008167C">
        <w:t>31</w:t>
      </w:r>
      <w:r w:rsidR="0008167C" w:rsidRPr="0008167C">
        <w:t xml:space="preserve">. </w:t>
      </w:r>
      <w:r w:rsidRPr="0008167C">
        <w:t>Несколько</w:t>
      </w:r>
      <w:r w:rsidR="0008167C" w:rsidRPr="0008167C">
        <w:t xml:space="preserve"> </w:t>
      </w:r>
      <w:r w:rsidRPr="0008167C">
        <w:t>иная</w:t>
      </w:r>
      <w:r w:rsidR="0008167C" w:rsidRPr="0008167C">
        <w:t xml:space="preserve"> </w:t>
      </w:r>
      <w:r w:rsidRPr="0008167C">
        <w:t>картина</w:t>
      </w:r>
      <w:r w:rsidR="0008167C" w:rsidRPr="0008167C">
        <w:t xml:space="preserve"> </w:t>
      </w:r>
      <w:r w:rsidRPr="0008167C">
        <w:t>у</w:t>
      </w:r>
      <w:r w:rsidR="0008167C" w:rsidRPr="0008167C">
        <w:t xml:space="preserve"> </w:t>
      </w:r>
      <w:r w:rsidRPr="0008167C">
        <w:t>растений</w:t>
      </w:r>
      <w:r w:rsidR="0008167C" w:rsidRPr="0008167C">
        <w:t xml:space="preserve">: </w:t>
      </w:r>
      <w:r w:rsidRPr="0008167C">
        <w:t>из</w:t>
      </w:r>
      <w:r w:rsidR="0008167C" w:rsidRPr="0008167C">
        <w:t xml:space="preserve"> </w:t>
      </w:r>
      <w:r w:rsidRPr="0008167C">
        <w:t>33</w:t>
      </w:r>
      <w:r w:rsidR="0008167C" w:rsidRPr="0008167C">
        <w:t xml:space="preserve"> </w:t>
      </w:r>
      <w:r w:rsidRPr="0008167C">
        <w:t>классов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морях</w:t>
      </w:r>
      <w:r w:rsidR="0008167C" w:rsidRPr="0008167C">
        <w:t xml:space="preserve"> </w:t>
      </w:r>
      <w:r w:rsidRPr="0008167C">
        <w:t>встречаются</w:t>
      </w:r>
      <w:r w:rsidR="0008167C" w:rsidRPr="0008167C">
        <w:t xml:space="preserve"> </w:t>
      </w:r>
      <w:r w:rsidRPr="0008167C">
        <w:t>10,</w:t>
      </w:r>
      <w:r w:rsidR="0008167C" w:rsidRPr="0008167C">
        <w:t xml:space="preserve"> </w:t>
      </w:r>
      <w:r w:rsidRPr="0008167C">
        <w:t>только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них</w:t>
      </w:r>
      <w:r w:rsidR="0008167C" w:rsidRPr="0008167C">
        <w:t xml:space="preserve"> - </w:t>
      </w:r>
      <w:r w:rsidRPr="0008167C">
        <w:t>5</w:t>
      </w:r>
      <w:r w:rsidR="0008167C" w:rsidRPr="0008167C">
        <w:t xml:space="preserve">. </w:t>
      </w:r>
      <w:r w:rsidRPr="0008167C">
        <w:t>Это</w:t>
      </w:r>
      <w:r w:rsidR="0008167C" w:rsidRPr="0008167C">
        <w:t xml:space="preserve"> </w:t>
      </w:r>
      <w:r w:rsidRPr="0008167C">
        <w:t>связано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тем,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водной</w:t>
      </w:r>
      <w:r w:rsidR="0008167C" w:rsidRPr="0008167C">
        <w:t xml:space="preserve"> </w:t>
      </w:r>
      <w:r w:rsidRPr="0008167C">
        <w:t>среде</w:t>
      </w:r>
      <w:r w:rsidR="0008167C" w:rsidRPr="0008167C">
        <w:t xml:space="preserve"> </w:t>
      </w:r>
      <w:r w:rsidRPr="0008167C">
        <w:t>растения</w:t>
      </w:r>
      <w:r w:rsidR="0008167C" w:rsidRPr="0008167C">
        <w:t xml:space="preserve"> </w:t>
      </w:r>
      <w:r w:rsidRPr="0008167C">
        <w:t>могут</w:t>
      </w:r>
      <w:r w:rsidR="0008167C" w:rsidRPr="0008167C">
        <w:t xml:space="preserve"> </w:t>
      </w:r>
      <w:r w:rsidRPr="0008167C">
        <w:t>успешно</w:t>
      </w:r>
      <w:r w:rsidR="0008167C" w:rsidRPr="0008167C">
        <w:t xml:space="preserve"> </w:t>
      </w:r>
      <w:r w:rsidRPr="0008167C">
        <w:t>существовать</w:t>
      </w:r>
      <w:r w:rsidR="0008167C" w:rsidRPr="0008167C">
        <w:t xml:space="preserve"> </w:t>
      </w:r>
      <w:r w:rsidRPr="0008167C">
        <w:t>во</w:t>
      </w:r>
      <w:r w:rsidR="0008167C" w:rsidRPr="0008167C">
        <w:t xml:space="preserve"> </w:t>
      </w:r>
      <w:r w:rsidRPr="0008167C">
        <w:t>взвешенном</w:t>
      </w:r>
      <w:r w:rsidR="0008167C" w:rsidRPr="0008167C">
        <w:t xml:space="preserve"> </w:t>
      </w:r>
      <w:r w:rsidRPr="0008167C">
        <w:t>состоянии</w:t>
      </w:r>
      <w:r w:rsidR="0008167C" w:rsidRPr="0008167C">
        <w:t xml:space="preserve"> </w:t>
      </w:r>
      <w:r w:rsidRPr="0008167C">
        <w:t>без</w:t>
      </w:r>
      <w:r w:rsidR="0008167C" w:rsidRPr="0008167C">
        <w:t xml:space="preserve"> </w:t>
      </w:r>
      <w:r w:rsidRPr="0008167C">
        <w:t>развития</w:t>
      </w:r>
      <w:r w:rsidR="0008167C" w:rsidRPr="0008167C">
        <w:t xml:space="preserve"> </w:t>
      </w:r>
      <w:r w:rsidRPr="0008167C">
        <w:t>опорных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проводящих</w:t>
      </w:r>
      <w:r w:rsidR="0008167C" w:rsidRPr="0008167C">
        <w:t xml:space="preserve"> </w:t>
      </w:r>
      <w:r w:rsidRPr="0008167C">
        <w:t>элементов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результате</w:t>
      </w:r>
      <w:r w:rsidR="0008167C" w:rsidRPr="0008167C">
        <w:t xml:space="preserve"> </w:t>
      </w:r>
      <w:r w:rsidRPr="0008167C">
        <w:t>эволюционное</w:t>
      </w:r>
      <w:r w:rsidR="0008167C" w:rsidRPr="0008167C">
        <w:t xml:space="preserve"> </w:t>
      </w:r>
      <w:r w:rsidRPr="0008167C">
        <w:t>развитие</w:t>
      </w:r>
      <w:r w:rsidR="0008167C" w:rsidRPr="0008167C">
        <w:t xml:space="preserve"> </w:t>
      </w:r>
      <w:r w:rsidRPr="0008167C">
        <w:t>растений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море</w:t>
      </w:r>
      <w:r w:rsidR="0008167C" w:rsidRPr="0008167C">
        <w:t xml:space="preserve"> </w:t>
      </w:r>
      <w:r w:rsidRPr="0008167C">
        <w:t>практически</w:t>
      </w:r>
      <w:r w:rsidR="0008167C" w:rsidRPr="0008167C">
        <w:t xml:space="preserve"> </w:t>
      </w:r>
      <w:r w:rsidRPr="0008167C">
        <w:t>остановилось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уровне</w:t>
      </w:r>
      <w:r w:rsidR="0008167C" w:rsidRPr="0008167C">
        <w:t xml:space="preserve"> </w:t>
      </w:r>
      <w:r w:rsidRPr="0008167C">
        <w:t>водорослей</w:t>
      </w:r>
      <w:r w:rsidR="0008167C" w:rsidRPr="0008167C">
        <w:t xml:space="preserve">. </w:t>
      </w:r>
      <w:r w:rsidRPr="0008167C">
        <w:t>Роль</w:t>
      </w:r>
      <w:r w:rsidR="0008167C" w:rsidRPr="0008167C">
        <w:t xml:space="preserve"> </w:t>
      </w:r>
      <w:r w:rsidRPr="0008167C">
        <w:t>цветковых</w:t>
      </w:r>
      <w:r w:rsidR="0008167C" w:rsidRPr="0008167C">
        <w:t xml:space="preserve"> </w:t>
      </w:r>
      <w:r w:rsidRPr="0008167C">
        <w:t>растений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море</w:t>
      </w:r>
      <w:r w:rsidR="0008167C" w:rsidRPr="0008167C">
        <w:t xml:space="preserve"> </w:t>
      </w:r>
      <w:r w:rsidRPr="0008167C">
        <w:t>очень</w:t>
      </w:r>
      <w:r w:rsidR="0008167C" w:rsidRPr="0008167C">
        <w:t xml:space="preserve"> </w:t>
      </w:r>
      <w:r w:rsidRPr="0008167C">
        <w:t>невелика,</w:t>
      </w:r>
      <w:r w:rsidR="0008167C" w:rsidRPr="0008167C">
        <w:t xml:space="preserve"> </w:t>
      </w:r>
      <w:r w:rsidRPr="0008167C">
        <w:t>причем</w:t>
      </w:r>
      <w:r w:rsidR="0008167C" w:rsidRPr="0008167C">
        <w:t xml:space="preserve"> </w:t>
      </w:r>
      <w:r w:rsidRPr="0008167C">
        <w:t>все</w:t>
      </w:r>
      <w:r w:rsidR="0008167C" w:rsidRPr="0008167C">
        <w:t xml:space="preserve"> </w:t>
      </w:r>
      <w:r w:rsidRPr="0008167C">
        <w:t>они</w:t>
      </w:r>
      <w:r w:rsidR="0008167C" w:rsidRPr="0008167C">
        <w:t xml:space="preserve"> - </w:t>
      </w:r>
      <w:r w:rsidRPr="0008167C">
        <w:t>вторичные</w:t>
      </w:r>
      <w:r w:rsidR="0008167C" w:rsidRPr="0008167C">
        <w:t xml:space="preserve"> </w:t>
      </w:r>
      <w:r w:rsidRPr="0008167C">
        <w:t>вселенцы</w:t>
      </w:r>
      <w:r w:rsidR="0008167C" w:rsidRPr="0008167C">
        <w:t xml:space="preserve"> </w:t>
      </w:r>
      <w:r w:rsidRPr="0008167C">
        <w:t>подобно</w:t>
      </w:r>
      <w:r w:rsidR="0008167C" w:rsidRPr="0008167C">
        <w:t xml:space="preserve"> </w:t>
      </w:r>
      <w:r w:rsidRPr="0008167C">
        <w:t>морским</w:t>
      </w:r>
      <w:r w:rsidR="0008167C" w:rsidRPr="0008167C">
        <w:t xml:space="preserve"> </w:t>
      </w:r>
      <w:r w:rsidRPr="0008167C">
        <w:t>млекопитающим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рептилиям</w:t>
      </w:r>
      <w:r w:rsidR="0008167C" w:rsidRPr="0008167C">
        <w:t xml:space="preserve">. </w:t>
      </w:r>
      <w:r w:rsidRPr="0008167C">
        <w:t>К</w:t>
      </w:r>
      <w:r w:rsidR="0008167C" w:rsidRPr="0008167C">
        <w:t xml:space="preserve"> </w:t>
      </w:r>
      <w:r w:rsidRPr="0008167C">
        <w:t>основным</w:t>
      </w:r>
      <w:r w:rsidR="0008167C" w:rsidRPr="0008167C">
        <w:t xml:space="preserve"> </w:t>
      </w:r>
      <w:r w:rsidRPr="0008167C">
        <w:t>представителям</w:t>
      </w:r>
      <w:r w:rsidR="0008167C" w:rsidRPr="0008167C">
        <w:t xml:space="preserve"> </w:t>
      </w:r>
      <w:r w:rsidRPr="0008167C">
        <w:t>морской</w:t>
      </w:r>
      <w:r w:rsidR="0008167C" w:rsidRPr="0008167C">
        <w:t xml:space="preserve"> </w:t>
      </w:r>
      <w:r w:rsidRPr="0008167C">
        <w:t>флоры</w:t>
      </w:r>
      <w:r w:rsidR="0008167C" w:rsidRPr="0008167C">
        <w:t xml:space="preserve"> </w:t>
      </w:r>
      <w:r w:rsidRPr="0008167C">
        <w:t>относятся</w:t>
      </w:r>
      <w:r w:rsidR="0008167C" w:rsidRPr="0008167C">
        <w:t xml:space="preserve"> </w:t>
      </w:r>
      <w:r w:rsidRPr="0008167C">
        <w:t>одноклеточные</w:t>
      </w:r>
      <w:r w:rsidR="0008167C" w:rsidRPr="0008167C">
        <w:t xml:space="preserve"> </w:t>
      </w:r>
      <w:r w:rsidRPr="0008167C">
        <w:t>водоросли</w:t>
      </w:r>
      <w:r w:rsidR="0008167C">
        <w:t xml:space="preserve"> (</w:t>
      </w:r>
      <w:r w:rsidRPr="0008167C">
        <w:t>диатомовые,</w:t>
      </w:r>
      <w:r w:rsidR="0008167C" w:rsidRPr="0008167C">
        <w:t xml:space="preserve"> </w:t>
      </w:r>
      <w:r w:rsidRPr="0008167C">
        <w:t>перидиниевые,</w:t>
      </w:r>
      <w:r w:rsidR="0008167C" w:rsidRPr="0008167C">
        <w:t xml:space="preserve"> </w:t>
      </w:r>
      <w:r w:rsidRPr="0008167C">
        <w:t>кокколитофориды</w:t>
      </w:r>
      <w:r w:rsidR="0008167C" w:rsidRPr="0008167C">
        <w:t xml:space="preserve">), </w:t>
      </w:r>
      <w:r w:rsidRPr="0008167C">
        <w:t>в</w:t>
      </w:r>
      <w:r w:rsidR="0008167C" w:rsidRPr="0008167C">
        <w:t xml:space="preserve"> </w:t>
      </w:r>
      <w:r w:rsidRPr="0008167C">
        <w:t>значительно</w:t>
      </w:r>
      <w:r w:rsidR="0008167C" w:rsidRPr="0008167C">
        <w:t xml:space="preserve"> </w:t>
      </w:r>
      <w:r w:rsidRPr="0008167C">
        <w:t>меньшей</w:t>
      </w:r>
      <w:r w:rsidR="0008167C" w:rsidRPr="0008167C">
        <w:t xml:space="preserve"> </w:t>
      </w:r>
      <w:r w:rsidRPr="0008167C">
        <w:t>степени</w:t>
      </w:r>
      <w:r w:rsidR="0008167C" w:rsidRPr="0008167C">
        <w:t xml:space="preserve"> - </w:t>
      </w:r>
      <w:r w:rsidRPr="0008167C">
        <w:t>многоклеточные,</w:t>
      </w:r>
      <w:r w:rsidR="0008167C" w:rsidRPr="0008167C">
        <w:t xml:space="preserve"> </w:t>
      </w:r>
      <w:r w:rsidRPr="0008167C">
        <w:t>обитающие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прибрежной</w:t>
      </w:r>
      <w:r w:rsidR="0008167C" w:rsidRPr="0008167C">
        <w:t xml:space="preserve"> </w:t>
      </w:r>
      <w:r w:rsidRPr="0008167C">
        <w:t>зоне</w:t>
      </w:r>
      <w:r w:rsidR="0008167C">
        <w:t xml:space="preserve"> (</w:t>
      </w:r>
      <w:r w:rsidRPr="0008167C">
        <w:t>зеленые,</w:t>
      </w:r>
      <w:r w:rsidR="0008167C" w:rsidRPr="0008167C">
        <w:t xml:space="preserve"> </w:t>
      </w:r>
      <w:r w:rsidRPr="0008167C">
        <w:t>бурые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красные</w:t>
      </w:r>
      <w:r w:rsidR="0008167C" w:rsidRPr="0008167C">
        <w:t xml:space="preserve">), </w:t>
      </w:r>
      <w:r w:rsidRPr="0008167C">
        <w:t>и</w:t>
      </w:r>
      <w:r w:rsidR="0008167C" w:rsidRPr="0008167C">
        <w:t xml:space="preserve"> </w:t>
      </w:r>
      <w:r w:rsidRPr="0008167C">
        <w:t>грибы</w:t>
      </w:r>
      <w:r w:rsidR="0008167C" w:rsidRPr="0008167C">
        <w:t xml:space="preserve">. </w:t>
      </w:r>
      <w:r w:rsidRPr="0008167C">
        <w:t>Во</w:t>
      </w:r>
      <w:r w:rsidR="0008167C" w:rsidRPr="0008167C">
        <w:t xml:space="preserve"> </w:t>
      </w:r>
      <w:r w:rsidRPr="0008167C">
        <w:t>всей</w:t>
      </w:r>
      <w:r w:rsidR="0008167C" w:rsidRPr="0008167C">
        <w:t xml:space="preserve"> </w:t>
      </w:r>
      <w:r w:rsidRPr="0008167C">
        <w:t>толще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донных</w:t>
      </w:r>
      <w:r w:rsidR="0008167C" w:rsidRPr="0008167C">
        <w:t xml:space="preserve"> </w:t>
      </w:r>
      <w:r w:rsidRPr="0008167C">
        <w:t>отложениях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огромном</w:t>
      </w:r>
      <w:r w:rsidR="0008167C" w:rsidRPr="0008167C">
        <w:t xml:space="preserve"> </w:t>
      </w:r>
      <w:r w:rsidRPr="0008167C">
        <w:t>количестве</w:t>
      </w:r>
      <w:r w:rsidR="0008167C" w:rsidRPr="0008167C">
        <w:t xml:space="preserve"> </w:t>
      </w:r>
      <w:r w:rsidRPr="0008167C">
        <w:t>встречаются</w:t>
      </w:r>
      <w:r w:rsidR="0008167C" w:rsidRPr="0008167C">
        <w:t xml:space="preserve"> </w:t>
      </w:r>
      <w:r w:rsidRPr="0008167C">
        <w:t>бактерии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актиномицеты</w:t>
      </w:r>
      <w:r w:rsidR="0008167C" w:rsidRPr="0008167C">
        <w:t xml:space="preserve">. </w:t>
      </w:r>
      <w:r w:rsidRPr="0008167C">
        <w:t>Из</w:t>
      </w:r>
      <w:r w:rsidR="0008167C" w:rsidRPr="0008167C">
        <w:t xml:space="preserve"> </w:t>
      </w:r>
      <w:r w:rsidRPr="0008167C">
        <w:t>животных</w:t>
      </w:r>
      <w:r w:rsidR="0008167C" w:rsidRPr="0008167C">
        <w:t xml:space="preserve"> </w:t>
      </w:r>
      <w:r w:rsidRPr="0008167C">
        <w:t>наибольшее</w:t>
      </w:r>
      <w:r w:rsidR="0008167C" w:rsidRPr="0008167C">
        <w:t xml:space="preserve"> </w:t>
      </w:r>
      <w:r w:rsidRPr="0008167C">
        <w:t>значение</w:t>
      </w:r>
      <w:r w:rsidR="0008167C" w:rsidRPr="0008167C">
        <w:t xml:space="preserve"> </w:t>
      </w:r>
      <w:r w:rsidRPr="0008167C">
        <w:t>имеют</w:t>
      </w:r>
      <w:r w:rsidR="0008167C" w:rsidRPr="0008167C">
        <w:t xml:space="preserve"> </w:t>
      </w:r>
      <w:r w:rsidRPr="0008167C">
        <w:t>фораминиферы,</w:t>
      </w:r>
      <w:r w:rsidR="0008167C" w:rsidRPr="0008167C">
        <w:t xml:space="preserve"> </w:t>
      </w:r>
      <w:r w:rsidRPr="0008167C">
        <w:t>радиолярии,</w:t>
      </w:r>
      <w:r w:rsidR="0008167C" w:rsidRPr="0008167C">
        <w:t xml:space="preserve"> </w:t>
      </w:r>
      <w:r w:rsidRPr="0008167C">
        <w:t>губки,</w:t>
      </w:r>
      <w:r w:rsidR="0008167C" w:rsidRPr="0008167C">
        <w:t xml:space="preserve"> </w:t>
      </w:r>
      <w:r w:rsidRPr="0008167C">
        <w:t>кишечнополостные,</w:t>
      </w:r>
      <w:r w:rsidR="0008167C" w:rsidRPr="0008167C">
        <w:t xml:space="preserve"> </w:t>
      </w:r>
      <w:r w:rsidRPr="0008167C">
        <w:t>полихеты,</w:t>
      </w:r>
      <w:r w:rsidR="0008167C" w:rsidRPr="0008167C">
        <w:t xml:space="preserve"> </w:t>
      </w:r>
      <w:r w:rsidRPr="0008167C">
        <w:t>моллюски,</w:t>
      </w:r>
      <w:r w:rsidR="0008167C" w:rsidRPr="0008167C">
        <w:t xml:space="preserve"> </w:t>
      </w:r>
      <w:r w:rsidRPr="0008167C">
        <w:t>мшанки,</w:t>
      </w:r>
      <w:r w:rsidR="0008167C" w:rsidRPr="0008167C">
        <w:t xml:space="preserve"> </w:t>
      </w:r>
      <w:r w:rsidRPr="0008167C">
        <w:t>ракообразные,</w:t>
      </w:r>
      <w:r w:rsidR="0008167C" w:rsidRPr="0008167C">
        <w:t xml:space="preserve"> </w:t>
      </w:r>
      <w:r w:rsidRPr="0008167C">
        <w:t>иглокожие,</w:t>
      </w:r>
      <w:r w:rsidR="0008167C" w:rsidRPr="0008167C">
        <w:t xml:space="preserve"> </w:t>
      </w:r>
      <w:r w:rsidRPr="0008167C">
        <w:t>рыбы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млекопитающие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</w:pPr>
      <w:r w:rsidRPr="0008167C">
        <w:t>Суммарная</w:t>
      </w:r>
      <w:r w:rsidR="0008167C" w:rsidRPr="0008167C">
        <w:t xml:space="preserve"> </w:t>
      </w:r>
      <w:r w:rsidRPr="0008167C">
        <w:t>биомасса</w:t>
      </w:r>
      <w:r w:rsidR="0008167C" w:rsidRPr="0008167C">
        <w:t xml:space="preserve"> </w:t>
      </w:r>
      <w:r w:rsidRPr="0008167C">
        <w:t>Мирового</w:t>
      </w:r>
      <w:r w:rsidR="0008167C" w:rsidRPr="0008167C">
        <w:t xml:space="preserve"> </w:t>
      </w:r>
      <w:r w:rsidRPr="0008167C">
        <w:t>океана</w:t>
      </w:r>
      <w:r w:rsidR="0008167C" w:rsidRPr="0008167C">
        <w:t xml:space="preserve"> </w:t>
      </w:r>
      <w:r w:rsidRPr="0008167C">
        <w:t>равна</w:t>
      </w:r>
      <w:r w:rsidR="0008167C" w:rsidRPr="0008167C">
        <w:t xml:space="preserve"> </w:t>
      </w:r>
      <w:r w:rsidRPr="0008167C">
        <w:t>приблизительно</w:t>
      </w:r>
      <w:r w:rsidR="0008167C" w:rsidRPr="0008167C">
        <w:t xml:space="preserve"> </w:t>
      </w:r>
      <w:r w:rsidRPr="0008167C">
        <w:t>3</w:t>
      </w:r>
      <w:r w:rsidR="0008167C" w:rsidRPr="0008167C">
        <w:t xml:space="preserve"> - </w:t>
      </w:r>
      <w:r w:rsidRPr="0008167C">
        <w:t>4</w:t>
      </w:r>
      <w:r w:rsidR="0008167C" w:rsidRPr="0008167C">
        <w:t xml:space="preserve"> </w:t>
      </w:r>
      <w:r w:rsidRPr="0008167C">
        <w:t>млрд</w:t>
      </w:r>
      <w:r w:rsidR="0008167C" w:rsidRPr="0008167C">
        <w:t xml:space="preserve">. </w:t>
      </w:r>
      <w:r w:rsidRPr="0008167C">
        <w:t>т</w:t>
      </w:r>
      <w:r w:rsidR="0008167C" w:rsidRPr="0008167C">
        <w:t xml:space="preserve">. </w:t>
      </w:r>
      <w:r w:rsidRPr="0008167C">
        <w:t>Сухого</w:t>
      </w:r>
      <w:r w:rsidR="0008167C" w:rsidRPr="0008167C">
        <w:t xml:space="preserve"> </w:t>
      </w:r>
      <w:r w:rsidRPr="0008167C">
        <w:t>вещества,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которой</w:t>
      </w:r>
      <w:r w:rsidR="0008167C" w:rsidRPr="0008167C">
        <w:t xml:space="preserve"> </w:t>
      </w:r>
      <w:r w:rsidRPr="0008167C">
        <w:t>только</w:t>
      </w:r>
      <w:r w:rsidR="0008167C" w:rsidRPr="0008167C">
        <w:t xml:space="preserve"> </w:t>
      </w:r>
      <w:r w:rsidRPr="0008167C">
        <w:t>0,15</w:t>
      </w:r>
      <w:r w:rsidR="0008167C" w:rsidRPr="0008167C">
        <w:t xml:space="preserve"> </w:t>
      </w:r>
      <w:r w:rsidRPr="0008167C">
        <w:t>млрд</w:t>
      </w:r>
      <w:r w:rsidR="0008167C" w:rsidRPr="0008167C">
        <w:t xml:space="preserve">. </w:t>
      </w:r>
      <w:r w:rsidRPr="0008167C">
        <w:t>т</w:t>
      </w:r>
      <w:r w:rsidR="0008167C" w:rsidRPr="0008167C">
        <w:t xml:space="preserve">., </w:t>
      </w:r>
      <w:r w:rsidRPr="0008167C">
        <w:t>или</w:t>
      </w:r>
      <w:r w:rsidR="0008167C" w:rsidRPr="0008167C">
        <w:t xml:space="preserve"> </w:t>
      </w:r>
      <w:r w:rsidRPr="0008167C">
        <w:t>около</w:t>
      </w:r>
      <w:r w:rsidR="0008167C" w:rsidRPr="0008167C">
        <w:t xml:space="preserve"> </w:t>
      </w:r>
      <w:r w:rsidRPr="0008167C">
        <w:t>5</w:t>
      </w:r>
      <w:r w:rsidR="0008167C" w:rsidRPr="0008167C">
        <w:t xml:space="preserve"> </w:t>
      </w:r>
      <w:r w:rsidRPr="0008167C">
        <w:t>%,</w:t>
      </w:r>
      <w:r w:rsidR="0008167C" w:rsidRPr="0008167C">
        <w:t xml:space="preserve"> </w:t>
      </w:r>
      <w:r w:rsidRPr="0008167C">
        <w:t>приходится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долю</w:t>
      </w:r>
      <w:r w:rsidR="0008167C" w:rsidRPr="0008167C">
        <w:t xml:space="preserve"> </w:t>
      </w:r>
      <w:r w:rsidRPr="0008167C">
        <w:t>растений</w:t>
      </w:r>
      <w:r w:rsidR="0008167C" w:rsidRPr="0008167C">
        <w:t xml:space="preserve">. </w:t>
      </w:r>
      <w:r w:rsidRPr="0008167C">
        <w:t>Для</w:t>
      </w:r>
      <w:r w:rsidR="0008167C" w:rsidRPr="0008167C">
        <w:t xml:space="preserve"> </w:t>
      </w:r>
      <w:r w:rsidRPr="0008167C">
        <w:t>сравнения</w:t>
      </w:r>
      <w:r w:rsidR="0008167C" w:rsidRPr="0008167C">
        <w:t xml:space="preserve">: </w:t>
      </w:r>
      <w:r w:rsidRPr="0008167C">
        <w:t>биомасса</w:t>
      </w:r>
      <w:r w:rsidR="0008167C" w:rsidRPr="0008167C">
        <w:t xml:space="preserve"> </w:t>
      </w:r>
      <w:r w:rsidRPr="0008167C">
        <w:t>суши</w:t>
      </w:r>
      <w:r w:rsidR="0008167C" w:rsidRPr="0008167C">
        <w:t xml:space="preserve"> - </w:t>
      </w:r>
      <w:r w:rsidRPr="0008167C">
        <w:t>около</w:t>
      </w:r>
      <w:r w:rsidR="0008167C" w:rsidRPr="0008167C">
        <w:t xml:space="preserve"> </w:t>
      </w:r>
      <w:r w:rsidRPr="0008167C">
        <w:t>1800</w:t>
      </w:r>
      <w:r w:rsidR="0008167C" w:rsidRPr="0008167C">
        <w:t xml:space="preserve"> </w:t>
      </w:r>
      <w:r w:rsidRPr="0008167C">
        <w:t>млрд</w:t>
      </w:r>
      <w:r w:rsidR="0008167C" w:rsidRPr="0008167C">
        <w:t xml:space="preserve">. </w:t>
      </w:r>
      <w:r w:rsidRPr="0008167C">
        <w:t>т</w:t>
      </w:r>
      <w:r w:rsidR="0008167C" w:rsidRPr="0008167C">
        <w:t xml:space="preserve">., </w:t>
      </w:r>
      <w:r w:rsidRPr="0008167C">
        <w:t>причем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долю</w:t>
      </w:r>
      <w:r w:rsidR="0008167C" w:rsidRPr="0008167C">
        <w:t xml:space="preserve"> </w:t>
      </w:r>
      <w:r w:rsidRPr="0008167C">
        <w:t>растений</w:t>
      </w:r>
      <w:r w:rsidR="0008167C" w:rsidRPr="0008167C">
        <w:t xml:space="preserve"> </w:t>
      </w:r>
      <w:r w:rsidRPr="0008167C">
        <w:t>приходится</w:t>
      </w:r>
      <w:r w:rsidR="0008167C" w:rsidRPr="0008167C">
        <w:t xml:space="preserve"> </w:t>
      </w:r>
      <w:r w:rsidRPr="0008167C">
        <w:t>95%</w:t>
      </w:r>
      <w:r w:rsidR="0008167C" w:rsidRPr="0008167C">
        <w:t>.</w:t>
      </w:r>
    </w:p>
    <w:p w:rsidR="0008167C" w:rsidRPr="0008167C" w:rsidRDefault="00223F35" w:rsidP="0008167C">
      <w:pPr>
        <w:pStyle w:val="3"/>
        <w:tabs>
          <w:tab w:val="left" w:pos="726"/>
        </w:tabs>
        <w:rPr>
          <w:color w:val="000000"/>
        </w:rPr>
      </w:pPr>
      <w:bookmarkStart w:id="93" w:name="_Toc8497775"/>
      <w:bookmarkStart w:id="94" w:name="_Toc8498139"/>
      <w:bookmarkStart w:id="95" w:name="_Toc8498807"/>
      <w:r w:rsidRPr="0008167C">
        <w:rPr>
          <w:color w:val="000000"/>
        </w:rPr>
        <w:t>Континентальные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водоемы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и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их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население</w:t>
      </w:r>
      <w:r w:rsidR="0008167C" w:rsidRPr="0008167C">
        <w:rPr>
          <w:color w:val="000000"/>
        </w:rPr>
        <w:t>.</w:t>
      </w:r>
      <w:bookmarkEnd w:id="93"/>
      <w:bookmarkEnd w:id="94"/>
      <w:bookmarkEnd w:id="95"/>
    </w:p>
    <w:p w:rsidR="0008167C" w:rsidRPr="0008167C" w:rsidRDefault="00223F35" w:rsidP="0008167C">
      <w:pPr>
        <w:tabs>
          <w:tab w:val="left" w:pos="726"/>
        </w:tabs>
      </w:pPr>
      <w:r w:rsidRPr="0008167C">
        <w:t>В</w:t>
      </w:r>
      <w:r w:rsidR="0008167C" w:rsidRPr="0008167C">
        <w:t xml:space="preserve"> </w:t>
      </w:r>
      <w:r w:rsidRPr="0008167C">
        <w:t>подавляющем</w:t>
      </w:r>
      <w:r w:rsidR="0008167C" w:rsidRPr="0008167C">
        <w:t xml:space="preserve"> </w:t>
      </w:r>
      <w:r w:rsidRPr="0008167C">
        <w:t>большинстве</w:t>
      </w:r>
      <w:r w:rsidR="0008167C" w:rsidRPr="0008167C">
        <w:t xml:space="preserve"> </w:t>
      </w:r>
      <w:r w:rsidRPr="0008167C">
        <w:t>континентальные</w:t>
      </w:r>
      <w:r w:rsidR="0008167C" w:rsidRPr="0008167C">
        <w:t xml:space="preserve"> </w:t>
      </w:r>
      <w:r w:rsidRPr="0008167C">
        <w:t>водоемы</w:t>
      </w:r>
      <w:r w:rsidR="0008167C" w:rsidRPr="0008167C">
        <w:t xml:space="preserve"> </w:t>
      </w:r>
      <w:r w:rsidRPr="0008167C">
        <w:t>пресные,</w:t>
      </w:r>
      <w:r w:rsidR="0008167C" w:rsidRPr="0008167C">
        <w:t xml:space="preserve"> </w:t>
      </w:r>
      <w:r w:rsidRPr="0008167C">
        <w:t>реже</w:t>
      </w:r>
      <w:r w:rsidR="0008167C" w:rsidRPr="0008167C">
        <w:t xml:space="preserve"> </w:t>
      </w:r>
      <w:r w:rsidRPr="0008167C">
        <w:t>они</w:t>
      </w:r>
      <w:r w:rsidR="0008167C" w:rsidRPr="0008167C">
        <w:t xml:space="preserve"> </w:t>
      </w:r>
      <w:r w:rsidRPr="0008167C">
        <w:t>бывают</w:t>
      </w:r>
      <w:r w:rsidR="0008167C" w:rsidRPr="0008167C">
        <w:t xml:space="preserve"> </w:t>
      </w:r>
      <w:r w:rsidRPr="0008167C">
        <w:t>солоноватыми,</w:t>
      </w:r>
      <w:r w:rsidR="0008167C" w:rsidRPr="0008167C">
        <w:t xml:space="preserve"> </w:t>
      </w:r>
      <w:r w:rsidRPr="0008167C">
        <w:t>солеными</w:t>
      </w:r>
      <w:r w:rsidR="0008167C" w:rsidRPr="0008167C">
        <w:t xml:space="preserve">. </w:t>
      </w:r>
      <w:r w:rsidRPr="0008167C">
        <w:t>Из</w:t>
      </w:r>
      <w:r w:rsidR="0008167C" w:rsidRPr="0008167C">
        <w:t xml:space="preserve"> </w:t>
      </w:r>
      <w:r w:rsidRPr="0008167C">
        <w:t>33</w:t>
      </w:r>
      <w:r w:rsidR="0008167C" w:rsidRPr="0008167C">
        <w:t xml:space="preserve"> </w:t>
      </w:r>
      <w:r w:rsidRPr="0008167C">
        <w:t>классов</w:t>
      </w:r>
      <w:r w:rsidR="0008167C" w:rsidRPr="0008167C">
        <w:t xml:space="preserve"> </w:t>
      </w:r>
      <w:r w:rsidRPr="0008167C">
        <w:t>водных</w:t>
      </w:r>
      <w:r w:rsidR="0008167C" w:rsidRPr="0008167C">
        <w:t xml:space="preserve"> </w:t>
      </w:r>
      <w:r w:rsidRPr="0008167C">
        <w:t>растений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пресных</w:t>
      </w:r>
      <w:r w:rsidR="0008167C" w:rsidRPr="0008167C">
        <w:t xml:space="preserve"> </w:t>
      </w:r>
      <w:r w:rsidRPr="0008167C">
        <w:t>водах</w:t>
      </w:r>
      <w:r w:rsidR="0008167C" w:rsidRPr="0008167C">
        <w:t xml:space="preserve"> </w:t>
      </w:r>
      <w:r w:rsidRPr="0008167C">
        <w:t>представлены13,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63</w:t>
      </w:r>
      <w:r w:rsidR="0008167C" w:rsidRPr="0008167C">
        <w:t xml:space="preserve"> </w:t>
      </w:r>
      <w:r w:rsidRPr="0008167C">
        <w:t>классов</w:t>
      </w:r>
      <w:r w:rsidR="0008167C" w:rsidRPr="0008167C">
        <w:t xml:space="preserve"> </w:t>
      </w:r>
      <w:r w:rsidRPr="0008167C">
        <w:t>животных</w:t>
      </w:r>
      <w:r w:rsidR="0008167C" w:rsidRPr="0008167C">
        <w:t xml:space="preserve"> - </w:t>
      </w:r>
      <w:r w:rsidRPr="0008167C">
        <w:t>19</w:t>
      </w:r>
      <w:r w:rsidR="0008167C" w:rsidRPr="0008167C">
        <w:t xml:space="preserve">. </w:t>
      </w:r>
      <w:r w:rsidRPr="0008167C">
        <w:t>Только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почти</w:t>
      </w:r>
      <w:r w:rsidR="0008167C" w:rsidRPr="0008167C">
        <w:t xml:space="preserve"> </w:t>
      </w:r>
      <w:r w:rsidRPr="0008167C">
        <w:t>исключительно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пресных</w:t>
      </w:r>
      <w:r w:rsidR="0008167C" w:rsidRPr="0008167C">
        <w:t xml:space="preserve"> </w:t>
      </w:r>
      <w:r w:rsidRPr="0008167C">
        <w:t>водах</w:t>
      </w:r>
      <w:r w:rsidR="0008167C" w:rsidRPr="0008167C">
        <w:t xml:space="preserve"> </w:t>
      </w:r>
      <w:r w:rsidRPr="0008167C">
        <w:t>обитают</w:t>
      </w:r>
      <w:r w:rsidR="0008167C" w:rsidRPr="0008167C">
        <w:t xml:space="preserve"> </w:t>
      </w:r>
      <w:r w:rsidRPr="0008167C">
        <w:t>представители</w:t>
      </w:r>
      <w:r w:rsidR="0008167C" w:rsidRPr="0008167C">
        <w:t xml:space="preserve"> </w:t>
      </w:r>
      <w:r w:rsidRPr="0008167C">
        <w:t>трех</w:t>
      </w:r>
      <w:r w:rsidR="0008167C" w:rsidRPr="0008167C">
        <w:t xml:space="preserve"> </w:t>
      </w:r>
      <w:r w:rsidRPr="0008167C">
        <w:t>классов</w:t>
      </w:r>
      <w:r w:rsidR="0008167C" w:rsidRPr="0008167C">
        <w:t xml:space="preserve"> </w:t>
      </w:r>
      <w:r w:rsidRPr="0008167C">
        <w:t>растений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двух</w:t>
      </w:r>
      <w:r w:rsidR="0008167C" w:rsidRPr="0008167C">
        <w:t xml:space="preserve"> </w:t>
      </w:r>
      <w:r w:rsidRPr="0008167C">
        <w:t>классов</w:t>
      </w:r>
      <w:r w:rsidR="0008167C" w:rsidRPr="0008167C">
        <w:t xml:space="preserve"> </w:t>
      </w:r>
      <w:r w:rsidRPr="0008167C">
        <w:t>животных</w:t>
      </w:r>
      <w:r w:rsidR="0008167C" w:rsidRPr="0008167C">
        <w:t xml:space="preserve">. </w:t>
      </w:r>
      <w:r w:rsidRPr="0008167C">
        <w:t>Из</w:t>
      </w:r>
      <w:r w:rsidR="0008167C" w:rsidRPr="0008167C">
        <w:t xml:space="preserve"> </w:t>
      </w:r>
      <w:r w:rsidRPr="0008167C">
        <w:t>растений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пресных</w:t>
      </w:r>
      <w:r w:rsidR="0008167C" w:rsidRPr="0008167C">
        <w:t xml:space="preserve"> </w:t>
      </w:r>
      <w:r w:rsidRPr="0008167C">
        <w:t>водах</w:t>
      </w:r>
      <w:r w:rsidR="0008167C" w:rsidRPr="0008167C">
        <w:t xml:space="preserve"> </w:t>
      </w:r>
      <w:r w:rsidRPr="0008167C">
        <w:t>наиболее</w:t>
      </w:r>
      <w:r w:rsidR="0008167C" w:rsidRPr="0008167C">
        <w:t xml:space="preserve"> </w:t>
      </w:r>
      <w:r w:rsidRPr="0008167C">
        <w:t>обычны</w:t>
      </w:r>
      <w:r w:rsidR="0008167C" w:rsidRPr="0008167C">
        <w:t xml:space="preserve"> </w:t>
      </w:r>
      <w:r w:rsidRPr="0008167C">
        <w:t>бактерии,</w:t>
      </w:r>
      <w:r w:rsidR="0008167C" w:rsidRPr="0008167C">
        <w:t xml:space="preserve"> </w:t>
      </w:r>
      <w:r w:rsidRPr="0008167C">
        <w:t>грибы,</w:t>
      </w:r>
      <w:r w:rsidR="0008167C" w:rsidRPr="0008167C">
        <w:t xml:space="preserve"> </w:t>
      </w:r>
      <w:r w:rsidRPr="0008167C">
        <w:t>сине-зеленые,</w:t>
      </w:r>
      <w:r w:rsidR="0008167C" w:rsidRPr="0008167C">
        <w:t xml:space="preserve"> </w:t>
      </w:r>
      <w:r w:rsidRPr="0008167C">
        <w:t>диатомовые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зеленые</w:t>
      </w:r>
      <w:r w:rsidR="0008167C" w:rsidRPr="0008167C">
        <w:t xml:space="preserve"> </w:t>
      </w:r>
      <w:r w:rsidRPr="0008167C">
        <w:t>водоросли,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также</w:t>
      </w:r>
      <w:r w:rsidR="0008167C" w:rsidRPr="0008167C">
        <w:t xml:space="preserve"> </w:t>
      </w:r>
      <w:r w:rsidRPr="0008167C">
        <w:t>цветковые,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животных</w:t>
      </w:r>
      <w:r w:rsidR="0008167C" w:rsidRPr="0008167C">
        <w:t xml:space="preserve"> - </w:t>
      </w:r>
      <w:r w:rsidRPr="0008167C">
        <w:t>простейшие,</w:t>
      </w:r>
      <w:r w:rsidR="0008167C" w:rsidRPr="0008167C">
        <w:t xml:space="preserve"> </w:t>
      </w:r>
      <w:r w:rsidRPr="0008167C">
        <w:t>коловратки,</w:t>
      </w:r>
      <w:r w:rsidR="0008167C" w:rsidRPr="0008167C">
        <w:t xml:space="preserve"> </w:t>
      </w:r>
      <w:r w:rsidRPr="0008167C">
        <w:t>олигохеты,</w:t>
      </w:r>
      <w:r w:rsidR="0008167C" w:rsidRPr="0008167C">
        <w:t xml:space="preserve"> </w:t>
      </w:r>
      <w:r w:rsidRPr="0008167C">
        <w:t>брюхоногие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двустворчатые</w:t>
      </w:r>
      <w:r w:rsidR="0008167C" w:rsidRPr="0008167C">
        <w:t xml:space="preserve"> </w:t>
      </w:r>
      <w:r w:rsidRPr="0008167C">
        <w:t>моллюски,</w:t>
      </w:r>
      <w:r w:rsidR="0008167C" w:rsidRPr="0008167C">
        <w:t xml:space="preserve"> </w:t>
      </w:r>
      <w:r w:rsidRPr="0008167C">
        <w:t>ветвистоусые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веслоногие</w:t>
      </w:r>
      <w:r w:rsidR="0008167C" w:rsidRPr="0008167C">
        <w:t xml:space="preserve"> </w:t>
      </w:r>
      <w:r w:rsidRPr="0008167C">
        <w:t>раки,</w:t>
      </w:r>
      <w:r w:rsidR="0008167C" w:rsidRPr="0008167C">
        <w:t xml:space="preserve"> </w:t>
      </w:r>
      <w:r w:rsidRPr="0008167C">
        <w:t>личинки</w:t>
      </w:r>
      <w:r w:rsidR="0008167C" w:rsidRPr="0008167C">
        <w:t xml:space="preserve"> </w:t>
      </w:r>
      <w:r w:rsidRPr="0008167C">
        <w:t>насекомых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рыбы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</w:pPr>
      <w:r w:rsidRPr="0008167C">
        <w:rPr>
          <w:b/>
        </w:rPr>
        <w:t>Реки</w:t>
      </w:r>
      <w:r w:rsidR="0008167C" w:rsidRPr="0008167C">
        <w:rPr>
          <w:b/>
        </w:rPr>
        <w:t xml:space="preserve">. </w:t>
      </w:r>
      <w:r w:rsidRPr="0008167C">
        <w:t>Реки</w:t>
      </w:r>
      <w:r w:rsidR="0008167C" w:rsidRPr="0008167C">
        <w:t xml:space="preserve"> </w:t>
      </w:r>
      <w:r w:rsidRPr="0008167C">
        <w:t>представляют</w:t>
      </w:r>
      <w:r w:rsidR="0008167C" w:rsidRPr="0008167C">
        <w:t xml:space="preserve"> </w:t>
      </w:r>
      <w:r w:rsidRPr="0008167C">
        <w:t>собой</w:t>
      </w:r>
      <w:r w:rsidR="0008167C" w:rsidRPr="0008167C">
        <w:t xml:space="preserve"> </w:t>
      </w:r>
      <w:r w:rsidRPr="0008167C">
        <w:t>водоемы,</w:t>
      </w:r>
      <w:r w:rsidR="0008167C" w:rsidRPr="0008167C">
        <w:t xml:space="preserve"> </w:t>
      </w:r>
      <w:r w:rsidRPr="0008167C">
        <w:t>водная</w:t>
      </w:r>
      <w:r w:rsidR="0008167C" w:rsidRPr="0008167C">
        <w:t xml:space="preserve"> </w:t>
      </w:r>
      <w:r w:rsidRPr="0008167C">
        <w:t>масса</w:t>
      </w:r>
      <w:r w:rsidR="0008167C" w:rsidRPr="0008167C">
        <w:t xml:space="preserve"> </w:t>
      </w:r>
      <w:r w:rsidRPr="0008167C">
        <w:t>которых</w:t>
      </w:r>
      <w:r w:rsidR="0008167C" w:rsidRPr="0008167C">
        <w:t xml:space="preserve"> </w:t>
      </w:r>
      <w:r w:rsidRPr="0008167C">
        <w:t>перемещается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истока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устью</w:t>
      </w:r>
      <w:r w:rsidR="0008167C" w:rsidRPr="0008167C">
        <w:t xml:space="preserve"> </w:t>
      </w:r>
      <w:r w:rsidRPr="0008167C">
        <w:t>вследствие</w:t>
      </w:r>
      <w:r w:rsidR="0008167C" w:rsidRPr="0008167C">
        <w:t xml:space="preserve"> </w:t>
      </w:r>
      <w:r w:rsidRPr="0008167C">
        <w:t>разницы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положения</w:t>
      </w:r>
      <w:r w:rsidR="0008167C" w:rsidRPr="0008167C">
        <w:t xml:space="preserve"> </w:t>
      </w:r>
      <w:r w:rsidRPr="0008167C">
        <w:t>над</w:t>
      </w:r>
      <w:r w:rsidR="0008167C" w:rsidRPr="0008167C">
        <w:t xml:space="preserve"> </w:t>
      </w:r>
      <w:r w:rsidRPr="0008167C">
        <w:t>уровнем</w:t>
      </w:r>
      <w:r w:rsidR="0008167C" w:rsidRPr="0008167C">
        <w:t xml:space="preserve"> </w:t>
      </w:r>
      <w:r w:rsidRPr="0008167C">
        <w:t>моря,</w:t>
      </w:r>
      <w:r w:rsidR="0008167C" w:rsidRPr="0008167C">
        <w:t xml:space="preserve"> </w:t>
      </w:r>
      <w:r w:rsidRPr="0008167C">
        <w:t>то</w:t>
      </w:r>
      <w:r w:rsidR="0008167C" w:rsidRPr="0008167C">
        <w:t xml:space="preserve"> </w:t>
      </w:r>
      <w:r w:rsidRPr="0008167C">
        <w:t>есть</w:t>
      </w:r>
      <w:r w:rsidR="0008167C" w:rsidRPr="0008167C">
        <w:t xml:space="preserve"> </w:t>
      </w:r>
      <w:r w:rsidRPr="0008167C">
        <w:t>под</w:t>
      </w:r>
      <w:r w:rsidR="0008167C" w:rsidRPr="0008167C">
        <w:t xml:space="preserve"> </w:t>
      </w:r>
      <w:r w:rsidRPr="0008167C">
        <w:t>влиянием</w:t>
      </w:r>
      <w:r w:rsidR="0008167C" w:rsidRPr="0008167C">
        <w:t xml:space="preserve"> </w:t>
      </w:r>
      <w:r w:rsidRPr="0008167C">
        <w:t>силы</w:t>
      </w:r>
      <w:r w:rsidR="0008167C" w:rsidRPr="0008167C">
        <w:t xml:space="preserve"> </w:t>
      </w:r>
      <w:r w:rsidRPr="0008167C">
        <w:t>тяжести</w:t>
      </w:r>
      <w:r w:rsidR="0008167C" w:rsidRPr="0008167C">
        <w:t xml:space="preserve">. </w:t>
      </w:r>
      <w:r w:rsidRPr="0008167C">
        <w:t>Население</w:t>
      </w:r>
      <w:r w:rsidR="0008167C" w:rsidRPr="0008167C">
        <w:t xml:space="preserve"> </w:t>
      </w:r>
      <w:r w:rsidRPr="0008167C">
        <w:t>рек</w:t>
      </w:r>
      <w:r w:rsidR="0008167C" w:rsidRPr="0008167C">
        <w:t xml:space="preserve"> </w:t>
      </w:r>
      <w:r w:rsidRPr="0008167C">
        <w:t>характеризуется</w:t>
      </w:r>
      <w:r w:rsidR="0008167C" w:rsidRPr="0008167C">
        <w:t xml:space="preserve"> </w:t>
      </w:r>
      <w:r w:rsidRPr="0008167C">
        <w:t>значительным</w:t>
      </w:r>
      <w:r w:rsidR="0008167C" w:rsidRPr="0008167C">
        <w:t xml:space="preserve"> </w:t>
      </w:r>
      <w:r w:rsidRPr="0008167C">
        <w:t>видовым</w:t>
      </w:r>
      <w:r w:rsidR="0008167C" w:rsidRPr="0008167C">
        <w:t xml:space="preserve"> </w:t>
      </w:r>
      <w:r w:rsidRPr="0008167C">
        <w:t>разнообразием,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связано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большой</w:t>
      </w:r>
      <w:r w:rsidR="0008167C" w:rsidRPr="0008167C">
        <w:t xml:space="preserve"> </w:t>
      </w:r>
      <w:r w:rsidRPr="0008167C">
        <w:t>биотопической</w:t>
      </w:r>
      <w:r w:rsidR="0008167C" w:rsidRPr="0008167C">
        <w:t xml:space="preserve"> </w:t>
      </w:r>
      <w:r w:rsidRPr="0008167C">
        <w:t>расчлененностью</w:t>
      </w:r>
      <w:r w:rsidR="0008167C" w:rsidRPr="0008167C">
        <w:t xml:space="preserve">. </w:t>
      </w:r>
      <w:r w:rsidRPr="0008167C">
        <w:t>Из</w:t>
      </w:r>
      <w:r w:rsidR="0008167C" w:rsidRPr="0008167C">
        <w:t xml:space="preserve"> </w:t>
      </w:r>
      <w:r w:rsidRPr="0008167C">
        <w:t>отдельных</w:t>
      </w:r>
      <w:r w:rsidR="0008167C" w:rsidRPr="0008167C">
        <w:t xml:space="preserve"> </w:t>
      </w:r>
      <w:r w:rsidRPr="0008167C">
        <w:t>экологических</w:t>
      </w:r>
      <w:r w:rsidR="0008167C" w:rsidRPr="0008167C">
        <w:t xml:space="preserve"> </w:t>
      </w:r>
      <w:r w:rsidRPr="0008167C">
        <w:t>группировок</w:t>
      </w:r>
      <w:r w:rsidR="0008167C" w:rsidRPr="0008167C">
        <w:t xml:space="preserve"> </w:t>
      </w:r>
      <w:r w:rsidRPr="0008167C">
        <w:t>значительного</w:t>
      </w:r>
      <w:r w:rsidR="0008167C" w:rsidRPr="0008167C">
        <w:t xml:space="preserve"> </w:t>
      </w:r>
      <w:r w:rsidRPr="0008167C">
        <w:t>обилия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реках</w:t>
      </w:r>
      <w:r w:rsidR="0008167C" w:rsidRPr="0008167C">
        <w:t xml:space="preserve"> </w:t>
      </w:r>
      <w:r w:rsidRPr="0008167C">
        <w:t>достигает</w:t>
      </w:r>
      <w:r w:rsidR="0008167C" w:rsidRPr="0008167C">
        <w:t xml:space="preserve"> </w:t>
      </w:r>
      <w:r w:rsidRPr="0008167C">
        <w:t>планктон,</w:t>
      </w:r>
      <w:r w:rsidR="0008167C" w:rsidRPr="0008167C">
        <w:t xml:space="preserve"> </w:t>
      </w:r>
      <w:r w:rsidRPr="0008167C">
        <w:t>бентос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нектон,</w:t>
      </w:r>
      <w:r w:rsidR="0008167C" w:rsidRPr="0008167C">
        <w:t xml:space="preserve"> </w:t>
      </w:r>
      <w:r w:rsidRPr="0008167C">
        <w:t>слабее</w:t>
      </w:r>
      <w:r w:rsidR="0008167C" w:rsidRPr="0008167C">
        <w:t xml:space="preserve"> </w:t>
      </w:r>
      <w:r w:rsidRPr="0008167C">
        <w:t>представлен</w:t>
      </w:r>
      <w:r w:rsidR="0008167C" w:rsidRPr="0008167C">
        <w:t xml:space="preserve"> </w:t>
      </w:r>
      <w:r w:rsidRPr="0008167C">
        <w:t>перифитон,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нейстон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плейстон</w:t>
      </w:r>
      <w:r w:rsidR="0008167C" w:rsidRPr="0008167C">
        <w:t xml:space="preserve"> </w:t>
      </w:r>
      <w:r w:rsidRPr="0008167C">
        <w:t>вследствие</w:t>
      </w:r>
      <w:r w:rsidR="0008167C" w:rsidRPr="0008167C">
        <w:t xml:space="preserve"> </w:t>
      </w:r>
      <w:r w:rsidRPr="0008167C">
        <w:t>турбулентного</w:t>
      </w:r>
      <w:r w:rsidR="0008167C" w:rsidRPr="0008167C">
        <w:t xml:space="preserve"> </w:t>
      </w:r>
      <w:r w:rsidRPr="0008167C">
        <w:t>движения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почти</w:t>
      </w:r>
      <w:r w:rsidR="0008167C" w:rsidRPr="0008167C">
        <w:t xml:space="preserve"> </w:t>
      </w:r>
      <w:r w:rsidRPr="0008167C">
        <w:t>полностью</w:t>
      </w:r>
      <w:r w:rsidR="0008167C" w:rsidRPr="0008167C">
        <w:t xml:space="preserve"> </w:t>
      </w:r>
      <w:r w:rsidRPr="0008167C">
        <w:t>отсутствуют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</w:pPr>
      <w:r w:rsidRPr="0008167C">
        <w:rPr>
          <w:b/>
        </w:rPr>
        <w:t>Озера</w:t>
      </w:r>
      <w:r w:rsidR="0008167C" w:rsidRPr="0008167C">
        <w:rPr>
          <w:b/>
        </w:rPr>
        <w:t xml:space="preserve">. </w:t>
      </w:r>
      <w:r w:rsidRPr="0008167C">
        <w:t>Организмы,</w:t>
      </w:r>
      <w:r w:rsidR="0008167C" w:rsidRPr="0008167C">
        <w:t xml:space="preserve"> </w:t>
      </w:r>
      <w:r w:rsidRPr="0008167C">
        <w:t>обитающие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озерах,</w:t>
      </w:r>
      <w:r w:rsidR="0008167C" w:rsidRPr="0008167C">
        <w:t xml:space="preserve"> </w:t>
      </w:r>
      <w:r w:rsidRPr="0008167C">
        <w:t>называются</w:t>
      </w:r>
      <w:r w:rsidR="0008167C" w:rsidRPr="0008167C">
        <w:t xml:space="preserve"> </w:t>
      </w:r>
      <w:r w:rsidRPr="0008167C">
        <w:t>лимнобионтами</w:t>
      </w:r>
      <w:r w:rsidR="0008167C" w:rsidRPr="0008167C">
        <w:t xml:space="preserve">. </w:t>
      </w:r>
      <w:r w:rsidRPr="0008167C">
        <w:t>По</w:t>
      </w:r>
      <w:r w:rsidR="0008167C" w:rsidRPr="0008167C">
        <w:t xml:space="preserve"> </w:t>
      </w:r>
      <w:r w:rsidRPr="0008167C">
        <w:t>видовому</w:t>
      </w:r>
      <w:r w:rsidR="0008167C" w:rsidRPr="0008167C">
        <w:t xml:space="preserve"> </w:t>
      </w:r>
      <w:r w:rsidRPr="0008167C">
        <w:t>составу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обилию</w:t>
      </w:r>
      <w:r w:rsidR="0008167C" w:rsidRPr="0008167C">
        <w:t xml:space="preserve"> </w:t>
      </w:r>
      <w:r w:rsidRPr="0008167C">
        <w:t>население</w:t>
      </w:r>
      <w:r w:rsidR="0008167C" w:rsidRPr="0008167C">
        <w:t xml:space="preserve"> </w:t>
      </w:r>
      <w:r w:rsidRPr="0008167C">
        <w:t>озер</w:t>
      </w:r>
      <w:r w:rsidR="0008167C" w:rsidRPr="0008167C">
        <w:t xml:space="preserve"> </w:t>
      </w:r>
      <w:r w:rsidRPr="0008167C">
        <w:t>сильно</w:t>
      </w:r>
      <w:r w:rsidR="0008167C" w:rsidRPr="0008167C">
        <w:t xml:space="preserve"> </w:t>
      </w:r>
      <w:r w:rsidRPr="0008167C">
        <w:t>варьирует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зависимости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географического</w:t>
      </w:r>
      <w:r w:rsidR="0008167C" w:rsidRPr="0008167C">
        <w:t xml:space="preserve"> </w:t>
      </w:r>
      <w:r w:rsidRPr="0008167C">
        <w:t>положения,</w:t>
      </w:r>
      <w:r w:rsidR="0008167C" w:rsidRPr="0008167C">
        <w:t xml:space="preserve"> </w:t>
      </w:r>
      <w:r w:rsidRPr="0008167C">
        <w:t>происхождения,</w:t>
      </w:r>
      <w:r w:rsidR="0008167C" w:rsidRPr="0008167C">
        <w:t xml:space="preserve"> </w:t>
      </w:r>
      <w:r w:rsidRPr="0008167C">
        <w:t>особенностей</w:t>
      </w:r>
      <w:r w:rsidR="0008167C" w:rsidRPr="0008167C">
        <w:t xml:space="preserve"> </w:t>
      </w:r>
      <w:r w:rsidRPr="0008167C">
        <w:t>строения</w:t>
      </w:r>
      <w:r w:rsidR="0008167C" w:rsidRPr="0008167C">
        <w:t xml:space="preserve"> </w:t>
      </w:r>
      <w:r w:rsidRPr="0008167C">
        <w:t>котловины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гидрологического</w:t>
      </w:r>
      <w:r w:rsidR="0008167C" w:rsidRPr="0008167C">
        <w:t xml:space="preserve"> </w:t>
      </w:r>
      <w:r w:rsidRPr="0008167C">
        <w:t>режима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частности,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изменением</w:t>
      </w:r>
      <w:r w:rsidR="0008167C" w:rsidRPr="0008167C">
        <w:t xml:space="preserve"> </w:t>
      </w:r>
      <w:r w:rsidRPr="0008167C">
        <w:t>солености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связан</w:t>
      </w:r>
      <w:r w:rsidR="0008167C" w:rsidRPr="0008167C">
        <w:t xml:space="preserve"> </w:t>
      </w:r>
      <w:r w:rsidRPr="0008167C">
        <w:t>тот</w:t>
      </w:r>
      <w:r w:rsidR="0008167C" w:rsidRPr="0008167C">
        <w:t xml:space="preserve"> </w:t>
      </w:r>
      <w:r w:rsidRPr="0008167C">
        <w:t>факт,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РФ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продвижением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севера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юг</w:t>
      </w:r>
      <w:r w:rsidR="0008167C" w:rsidRPr="0008167C">
        <w:t xml:space="preserve"> </w:t>
      </w:r>
      <w:r w:rsidRPr="0008167C">
        <w:t>до</w:t>
      </w:r>
      <w:r w:rsidR="0008167C" w:rsidRPr="0008167C">
        <w:t xml:space="preserve"> </w:t>
      </w:r>
      <w:r w:rsidRPr="0008167C">
        <w:t>зоны</w:t>
      </w:r>
      <w:r w:rsidR="0008167C" w:rsidRPr="0008167C">
        <w:t xml:space="preserve"> </w:t>
      </w:r>
      <w:r w:rsidRPr="0008167C">
        <w:t>степей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черноземной</w:t>
      </w:r>
      <w:r w:rsidR="0008167C" w:rsidRPr="0008167C">
        <w:t xml:space="preserve"> </w:t>
      </w:r>
      <w:r w:rsidRPr="0008167C">
        <w:t>полосы</w:t>
      </w:r>
      <w:r w:rsidR="0008167C" w:rsidRPr="0008167C">
        <w:t xml:space="preserve"> </w:t>
      </w:r>
      <w:r w:rsidRPr="0008167C">
        <w:t>население</w:t>
      </w:r>
      <w:r w:rsidR="0008167C" w:rsidRPr="0008167C">
        <w:t xml:space="preserve"> </w:t>
      </w:r>
      <w:r w:rsidRPr="0008167C">
        <w:t>озер</w:t>
      </w:r>
      <w:r w:rsidR="0008167C" w:rsidRPr="0008167C">
        <w:t xml:space="preserve"> </w:t>
      </w:r>
      <w:r w:rsidRPr="0008167C">
        <w:t>количественно</w:t>
      </w:r>
      <w:r w:rsidR="0008167C" w:rsidRPr="0008167C">
        <w:t xml:space="preserve"> </w:t>
      </w:r>
      <w:r w:rsidRPr="0008167C">
        <w:t>обогащается,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более</w:t>
      </w:r>
      <w:r w:rsidR="0008167C" w:rsidRPr="0008167C">
        <w:t xml:space="preserve"> </w:t>
      </w:r>
      <w:r w:rsidRPr="0008167C">
        <w:t>низких</w:t>
      </w:r>
      <w:r w:rsidR="0008167C" w:rsidRPr="0008167C">
        <w:t xml:space="preserve"> </w:t>
      </w:r>
      <w:r w:rsidRPr="0008167C">
        <w:t>широтах</w:t>
      </w:r>
      <w:r w:rsidR="0008167C" w:rsidRPr="0008167C">
        <w:t xml:space="preserve"> </w:t>
      </w:r>
      <w:r w:rsidRPr="0008167C">
        <w:t>становится</w:t>
      </w:r>
      <w:r w:rsidR="0008167C" w:rsidRPr="0008167C">
        <w:t xml:space="preserve"> </w:t>
      </w:r>
      <w:r w:rsidRPr="0008167C">
        <w:t>беднее</w:t>
      </w:r>
      <w:r w:rsidR="0008167C" w:rsidRPr="0008167C">
        <w:t xml:space="preserve">. </w:t>
      </w:r>
      <w:r w:rsidRPr="0008167C">
        <w:t>Наиболее</w:t>
      </w:r>
      <w:r w:rsidR="0008167C" w:rsidRPr="0008167C">
        <w:t xml:space="preserve"> </w:t>
      </w:r>
      <w:r w:rsidRPr="0008167C">
        <w:t>благоприятные</w:t>
      </w:r>
      <w:r w:rsidR="0008167C" w:rsidRPr="0008167C">
        <w:t xml:space="preserve"> </w:t>
      </w:r>
      <w:r w:rsidRPr="0008167C">
        <w:t>условия</w:t>
      </w:r>
      <w:r w:rsidR="0008167C" w:rsidRPr="0008167C">
        <w:t xml:space="preserve"> </w:t>
      </w:r>
      <w:r w:rsidRPr="0008167C">
        <w:t>для</w:t>
      </w:r>
      <w:r w:rsidR="0008167C" w:rsidRPr="0008167C">
        <w:t xml:space="preserve"> </w:t>
      </w:r>
      <w:r w:rsidRPr="0008167C">
        <w:t>существования</w:t>
      </w:r>
      <w:r w:rsidR="0008167C" w:rsidRPr="0008167C">
        <w:t xml:space="preserve"> </w:t>
      </w:r>
      <w:r w:rsidRPr="0008167C">
        <w:t>озерного</w:t>
      </w:r>
      <w:r w:rsidR="0008167C" w:rsidRPr="0008167C">
        <w:t xml:space="preserve"> </w:t>
      </w:r>
      <w:r w:rsidRPr="0008167C">
        <w:t>населения</w:t>
      </w:r>
      <w:r w:rsidR="0008167C" w:rsidRPr="0008167C">
        <w:t xml:space="preserve"> </w:t>
      </w:r>
      <w:r w:rsidRPr="0008167C">
        <w:t>создаются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содержании</w:t>
      </w:r>
      <w:r w:rsidR="0008167C" w:rsidRPr="0008167C">
        <w:t xml:space="preserve"> </w:t>
      </w:r>
      <w:r w:rsidRPr="0008167C">
        <w:t>солей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0,1</w:t>
      </w:r>
      <w:r w:rsidR="0008167C" w:rsidRPr="0008167C">
        <w:t xml:space="preserve"> </w:t>
      </w:r>
      <w:r w:rsidRPr="0008167C">
        <w:t>до</w:t>
      </w:r>
      <w:r w:rsidR="0008167C" w:rsidRPr="0008167C">
        <w:t xml:space="preserve"> </w:t>
      </w:r>
      <w:r w:rsidRPr="0008167C">
        <w:t>1</w:t>
      </w:r>
      <w:r w:rsidR="0008167C" w:rsidRPr="0008167C">
        <w:t xml:space="preserve"> </w:t>
      </w:r>
      <w:r w:rsidRPr="0008167C">
        <w:t>г/л</w:t>
      </w:r>
      <w:r w:rsidR="0008167C" w:rsidRPr="0008167C">
        <w:t xml:space="preserve">. </w:t>
      </w:r>
      <w:r w:rsidRPr="0008167C">
        <w:t>Жизнь</w:t>
      </w:r>
      <w:r w:rsidR="0008167C" w:rsidRPr="0008167C">
        <w:t xml:space="preserve"> </w:t>
      </w:r>
      <w:r w:rsidRPr="0008167C">
        <w:t>северных</w:t>
      </w:r>
      <w:r w:rsidR="0008167C" w:rsidRPr="0008167C">
        <w:t xml:space="preserve"> </w:t>
      </w:r>
      <w:r w:rsidRPr="0008167C">
        <w:t>водоемов</w:t>
      </w:r>
      <w:r w:rsidR="0008167C" w:rsidRPr="0008167C">
        <w:t xml:space="preserve"> </w:t>
      </w:r>
      <w:r w:rsidRPr="0008167C">
        <w:t>угнетается</w:t>
      </w:r>
      <w:r w:rsidR="0008167C" w:rsidRPr="0008167C">
        <w:t xml:space="preserve"> </w:t>
      </w:r>
      <w:r w:rsidRPr="0008167C">
        <w:t>из-за</w:t>
      </w:r>
      <w:r w:rsidR="0008167C" w:rsidRPr="0008167C">
        <w:t xml:space="preserve"> </w:t>
      </w:r>
      <w:r w:rsidRPr="0008167C">
        <w:t>недостаточной,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южных</w:t>
      </w:r>
      <w:r w:rsidR="0008167C" w:rsidRPr="0008167C">
        <w:t xml:space="preserve"> - </w:t>
      </w:r>
      <w:r w:rsidRPr="0008167C">
        <w:t>из-за</w:t>
      </w:r>
      <w:r w:rsidR="0008167C" w:rsidRPr="0008167C">
        <w:t xml:space="preserve"> </w:t>
      </w:r>
      <w:r w:rsidRPr="0008167C">
        <w:t>избыточной</w:t>
      </w:r>
      <w:r w:rsidR="0008167C" w:rsidRPr="0008167C">
        <w:t xml:space="preserve"> </w:t>
      </w:r>
      <w:r w:rsidRPr="0008167C">
        <w:t>солености</w:t>
      </w:r>
      <w:r w:rsidR="0008167C" w:rsidRPr="0008167C">
        <w:t xml:space="preserve"> </w:t>
      </w:r>
      <w:r w:rsidRPr="0008167C">
        <w:t>воды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</w:pPr>
      <w:r w:rsidRPr="0008167C">
        <w:rPr>
          <w:b/>
        </w:rPr>
        <w:t>Болота</w:t>
      </w:r>
      <w:r w:rsidR="0008167C" w:rsidRPr="0008167C">
        <w:rPr>
          <w:b/>
        </w:rPr>
        <w:t xml:space="preserve">. </w:t>
      </w:r>
      <w:r w:rsidRPr="0008167C">
        <w:t>Население</w:t>
      </w:r>
      <w:r w:rsidR="0008167C" w:rsidRPr="0008167C">
        <w:t xml:space="preserve"> </w:t>
      </w:r>
      <w:r w:rsidRPr="0008167C">
        <w:t>болот</w:t>
      </w:r>
      <w:r w:rsidR="0008167C" w:rsidRPr="0008167C">
        <w:t xml:space="preserve"> </w:t>
      </w:r>
      <w:r w:rsidRPr="0008167C">
        <w:t>характеризуется</w:t>
      </w:r>
      <w:r w:rsidR="0008167C" w:rsidRPr="0008167C">
        <w:t xml:space="preserve"> </w:t>
      </w:r>
      <w:r w:rsidRPr="0008167C">
        <w:t>бедностью</w:t>
      </w:r>
      <w:r w:rsidR="0008167C" w:rsidRPr="0008167C">
        <w:t xml:space="preserve"> </w:t>
      </w:r>
      <w:r w:rsidRPr="0008167C">
        <w:t>видового</w:t>
      </w:r>
      <w:r w:rsidR="0008167C" w:rsidRPr="0008167C">
        <w:t xml:space="preserve"> </w:t>
      </w:r>
      <w:r w:rsidRPr="0008167C">
        <w:t>состава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во</w:t>
      </w:r>
      <w:r w:rsidR="0008167C" w:rsidRPr="0008167C">
        <w:t xml:space="preserve"> </w:t>
      </w:r>
      <w:r w:rsidRPr="0008167C">
        <w:t>многих</w:t>
      </w:r>
      <w:r w:rsidR="0008167C" w:rsidRPr="0008167C">
        <w:t xml:space="preserve"> </w:t>
      </w:r>
      <w:r w:rsidRPr="0008167C">
        <w:t>случаях</w:t>
      </w:r>
      <w:r w:rsidR="0008167C" w:rsidRPr="0008167C">
        <w:t xml:space="preserve"> </w:t>
      </w:r>
      <w:r w:rsidRPr="0008167C">
        <w:t>присутствием</w:t>
      </w:r>
      <w:r w:rsidR="0008167C" w:rsidRPr="0008167C">
        <w:t xml:space="preserve"> </w:t>
      </w:r>
      <w:r w:rsidRPr="0008167C">
        <w:t>специфических</w:t>
      </w:r>
      <w:r w:rsidR="0008167C" w:rsidRPr="0008167C">
        <w:t xml:space="preserve"> </w:t>
      </w:r>
      <w:r w:rsidRPr="0008167C">
        <w:t>форм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низинных</w:t>
      </w:r>
      <w:r w:rsidR="0008167C" w:rsidRPr="0008167C">
        <w:t xml:space="preserve"> </w:t>
      </w:r>
      <w:r w:rsidRPr="0008167C">
        <w:t>болотах</w:t>
      </w:r>
      <w:r w:rsidR="0008167C" w:rsidRPr="0008167C">
        <w:t xml:space="preserve"> </w:t>
      </w:r>
      <w:r w:rsidRPr="0008167C">
        <w:t>оно</w:t>
      </w:r>
      <w:r w:rsidR="0008167C" w:rsidRPr="0008167C">
        <w:t xml:space="preserve"> </w:t>
      </w:r>
      <w:r w:rsidRPr="0008167C">
        <w:t>напоминает</w:t>
      </w:r>
      <w:r w:rsidR="0008167C" w:rsidRPr="0008167C">
        <w:t xml:space="preserve"> </w:t>
      </w:r>
      <w:r w:rsidRPr="0008167C">
        <w:t>население</w:t>
      </w:r>
      <w:r w:rsidR="0008167C" w:rsidRPr="0008167C">
        <w:t xml:space="preserve"> </w:t>
      </w:r>
      <w:r w:rsidRPr="0008167C">
        <w:t>сильно</w:t>
      </w:r>
      <w:r w:rsidR="0008167C" w:rsidRPr="0008167C">
        <w:t xml:space="preserve"> </w:t>
      </w:r>
      <w:r w:rsidRPr="0008167C">
        <w:t>эвтрофированных</w:t>
      </w:r>
      <w:r w:rsidR="0008167C" w:rsidRPr="0008167C">
        <w:t xml:space="preserve"> </w:t>
      </w:r>
      <w:r w:rsidRPr="0008167C">
        <w:t>озер,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верховых</w:t>
      </w:r>
      <w:r w:rsidR="0008167C" w:rsidRPr="0008167C">
        <w:t xml:space="preserve"> - </w:t>
      </w:r>
      <w:r w:rsidRPr="0008167C">
        <w:t>отличается</w:t>
      </w:r>
      <w:r w:rsidR="0008167C" w:rsidRPr="0008167C">
        <w:t xml:space="preserve"> </w:t>
      </w:r>
      <w:r w:rsidRPr="0008167C">
        <w:t>большим</w:t>
      </w:r>
      <w:r w:rsidR="0008167C" w:rsidRPr="0008167C">
        <w:t xml:space="preserve"> </w:t>
      </w:r>
      <w:r w:rsidRPr="0008167C">
        <w:t>своеобразием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исключительной</w:t>
      </w:r>
      <w:r w:rsidR="0008167C" w:rsidRPr="0008167C">
        <w:t xml:space="preserve"> </w:t>
      </w:r>
      <w:r w:rsidRPr="0008167C">
        <w:t>бедностью</w:t>
      </w:r>
      <w:r w:rsidR="0008167C" w:rsidRPr="0008167C">
        <w:t xml:space="preserve">. </w:t>
      </w:r>
      <w:r w:rsidRPr="0008167C">
        <w:t>Это</w:t>
      </w:r>
      <w:r w:rsidR="0008167C" w:rsidRPr="0008167C">
        <w:t xml:space="preserve"> </w:t>
      </w:r>
      <w:r w:rsidRPr="0008167C">
        <w:t>объясняется</w:t>
      </w:r>
      <w:r w:rsidR="0008167C" w:rsidRPr="0008167C">
        <w:t xml:space="preserve"> </w:t>
      </w:r>
      <w:r w:rsidRPr="0008167C">
        <w:t>высокой</w:t>
      </w:r>
      <w:r w:rsidR="0008167C" w:rsidRPr="0008167C">
        <w:t xml:space="preserve"> </w:t>
      </w:r>
      <w:r w:rsidRPr="0008167C">
        <w:t>кислотностью</w:t>
      </w:r>
      <w:r w:rsidR="0008167C" w:rsidRPr="0008167C">
        <w:t xml:space="preserve"> </w:t>
      </w:r>
      <w:r w:rsidRPr="0008167C">
        <w:t>воды,</w:t>
      </w:r>
      <w:r w:rsidR="0008167C" w:rsidRPr="0008167C">
        <w:t xml:space="preserve"> </w:t>
      </w:r>
      <w:r w:rsidRPr="0008167C">
        <w:t>исключающей</w:t>
      </w:r>
      <w:r w:rsidR="0008167C" w:rsidRPr="0008167C">
        <w:t xml:space="preserve"> </w:t>
      </w:r>
      <w:r w:rsidRPr="0008167C">
        <w:t>существование</w:t>
      </w:r>
      <w:r w:rsidR="0008167C" w:rsidRPr="0008167C">
        <w:t xml:space="preserve"> </w:t>
      </w:r>
      <w:r w:rsidRPr="0008167C">
        <w:t>форм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наружным</w:t>
      </w:r>
      <w:r w:rsidR="0008167C" w:rsidRPr="0008167C">
        <w:t xml:space="preserve"> </w:t>
      </w:r>
      <w:r w:rsidRPr="0008167C">
        <w:t>известковым</w:t>
      </w:r>
      <w:r w:rsidR="0008167C" w:rsidRPr="0008167C">
        <w:t xml:space="preserve"> </w:t>
      </w:r>
      <w:r w:rsidRPr="0008167C">
        <w:t>скелетом,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ее</w:t>
      </w:r>
      <w:r w:rsidR="0008167C" w:rsidRPr="0008167C">
        <w:t xml:space="preserve"> </w:t>
      </w:r>
      <w:r w:rsidRPr="0008167C">
        <w:t>крайне</w:t>
      </w:r>
      <w:r w:rsidR="0008167C" w:rsidRPr="0008167C">
        <w:t xml:space="preserve"> </w:t>
      </w:r>
      <w:r w:rsidRPr="0008167C">
        <w:t>слабой</w:t>
      </w:r>
      <w:r w:rsidR="0008167C" w:rsidRPr="0008167C">
        <w:t xml:space="preserve"> </w:t>
      </w:r>
      <w:r w:rsidRPr="0008167C">
        <w:t>минерализацией</w:t>
      </w:r>
      <w:r w:rsidR="0008167C" w:rsidRPr="0008167C">
        <w:t xml:space="preserve"> </w:t>
      </w:r>
      <w:r w:rsidRPr="0008167C">
        <w:t>из-за</w:t>
      </w:r>
      <w:r w:rsidR="0008167C" w:rsidRPr="0008167C">
        <w:t xml:space="preserve"> </w:t>
      </w:r>
      <w:r w:rsidRPr="0008167C">
        <w:t>отсутствия</w:t>
      </w:r>
      <w:r w:rsidR="0008167C" w:rsidRPr="0008167C">
        <w:t xml:space="preserve"> </w:t>
      </w:r>
      <w:r w:rsidRPr="0008167C">
        <w:t>контакта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грунтом</w:t>
      </w:r>
      <w:r w:rsidR="0008167C">
        <w:t xml:space="preserve"> (</w:t>
      </w:r>
      <w:r w:rsidRPr="0008167C">
        <w:t>покрыт</w:t>
      </w:r>
      <w:r w:rsidR="0008167C" w:rsidRPr="0008167C">
        <w:t xml:space="preserve"> </w:t>
      </w:r>
      <w:r w:rsidRPr="0008167C">
        <w:t>растительностью</w:t>
      </w:r>
      <w:r w:rsidR="0008167C" w:rsidRPr="0008167C">
        <w:t>).</w:t>
      </w:r>
    </w:p>
    <w:p w:rsidR="0008167C" w:rsidRPr="0008167C" w:rsidRDefault="00223F35" w:rsidP="0008167C">
      <w:pPr>
        <w:tabs>
          <w:tab w:val="left" w:pos="726"/>
        </w:tabs>
      </w:pPr>
      <w:r w:rsidRPr="0008167C">
        <w:rPr>
          <w:b/>
        </w:rPr>
        <w:t>Водохранилища</w:t>
      </w:r>
      <w:r w:rsidR="0008167C" w:rsidRPr="0008167C">
        <w:rPr>
          <w:b/>
        </w:rPr>
        <w:t xml:space="preserve">. </w:t>
      </w:r>
      <w:r w:rsidRPr="0008167C">
        <w:t>Население</w:t>
      </w:r>
      <w:r w:rsidR="0008167C" w:rsidRPr="0008167C">
        <w:t xml:space="preserve"> </w:t>
      </w:r>
      <w:r w:rsidRPr="0008167C">
        <w:t>водохранилищ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видовому</w:t>
      </w:r>
      <w:r w:rsidR="0008167C" w:rsidRPr="0008167C">
        <w:t xml:space="preserve"> </w:t>
      </w:r>
      <w:r w:rsidRPr="0008167C">
        <w:t>составу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количественному</w:t>
      </w:r>
      <w:r w:rsidR="0008167C" w:rsidRPr="0008167C">
        <w:t xml:space="preserve"> </w:t>
      </w:r>
      <w:r w:rsidRPr="0008167C">
        <w:t>богатству</w:t>
      </w:r>
      <w:r w:rsidR="0008167C" w:rsidRPr="0008167C">
        <w:t xml:space="preserve"> </w:t>
      </w:r>
      <w:r w:rsidRPr="0008167C">
        <w:t>занимает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бы</w:t>
      </w:r>
      <w:r w:rsidR="0008167C" w:rsidRPr="0008167C">
        <w:t xml:space="preserve"> </w:t>
      </w:r>
      <w:r w:rsidRPr="0008167C">
        <w:t>промежуточное</w:t>
      </w:r>
      <w:r w:rsidR="0008167C" w:rsidRPr="0008167C">
        <w:t xml:space="preserve"> </w:t>
      </w:r>
      <w:r w:rsidRPr="0008167C">
        <w:t>положение</w:t>
      </w:r>
      <w:r w:rsidR="0008167C" w:rsidRPr="0008167C">
        <w:t xml:space="preserve"> </w:t>
      </w:r>
      <w:r w:rsidRPr="0008167C">
        <w:t>между</w:t>
      </w:r>
      <w:r w:rsidR="0008167C" w:rsidRPr="0008167C">
        <w:t xml:space="preserve"> </w:t>
      </w:r>
      <w:r w:rsidRPr="0008167C">
        <w:t>речным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озерным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водохранилищах</w:t>
      </w:r>
      <w:r w:rsidR="0008167C" w:rsidRPr="0008167C">
        <w:t xml:space="preserve"> </w:t>
      </w:r>
      <w:r w:rsidRPr="0008167C">
        <w:t>речного</w:t>
      </w:r>
      <w:r w:rsidR="0008167C" w:rsidRPr="0008167C">
        <w:t xml:space="preserve"> </w:t>
      </w:r>
      <w:r w:rsidRPr="0008167C">
        <w:t>типа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верхнем</w:t>
      </w:r>
      <w:r w:rsidR="0008167C" w:rsidRPr="0008167C">
        <w:t xml:space="preserve"> </w:t>
      </w:r>
      <w:r w:rsidRPr="0008167C">
        <w:t>участке</w:t>
      </w:r>
      <w:r w:rsidR="0008167C" w:rsidRPr="0008167C">
        <w:t xml:space="preserve"> </w:t>
      </w:r>
      <w:r w:rsidRPr="0008167C">
        <w:t>сохраняются</w:t>
      </w:r>
      <w:r w:rsidR="0008167C" w:rsidRPr="0008167C">
        <w:t xml:space="preserve"> </w:t>
      </w:r>
      <w:r w:rsidRPr="0008167C">
        <w:t>речные</w:t>
      </w:r>
      <w:r w:rsidR="0008167C" w:rsidRPr="0008167C">
        <w:t xml:space="preserve"> </w:t>
      </w:r>
      <w:r w:rsidRPr="0008167C">
        <w:t>условия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речное</w:t>
      </w:r>
      <w:r w:rsidR="0008167C" w:rsidRPr="0008167C">
        <w:t xml:space="preserve"> </w:t>
      </w:r>
      <w:r w:rsidRPr="0008167C">
        <w:t>население,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средней</w:t>
      </w:r>
      <w:r w:rsidR="0008167C" w:rsidRPr="0008167C">
        <w:t xml:space="preserve"> </w:t>
      </w:r>
      <w:r w:rsidRPr="0008167C">
        <w:t>части</w:t>
      </w:r>
      <w:r w:rsidR="0008167C" w:rsidRPr="0008167C">
        <w:t xml:space="preserve"> </w:t>
      </w:r>
      <w:r w:rsidRPr="0008167C">
        <w:t>флора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фауна</w:t>
      </w:r>
      <w:r w:rsidR="0008167C" w:rsidRPr="0008167C">
        <w:t xml:space="preserve"> </w:t>
      </w:r>
      <w:r w:rsidRPr="0008167C">
        <w:t>носят</w:t>
      </w:r>
      <w:r w:rsidR="0008167C" w:rsidRPr="0008167C">
        <w:t xml:space="preserve"> </w:t>
      </w:r>
      <w:r w:rsidRPr="0008167C">
        <w:t>промежуточный</w:t>
      </w:r>
      <w:r w:rsidR="0008167C" w:rsidRPr="0008167C">
        <w:t xml:space="preserve"> </w:t>
      </w:r>
      <w:r w:rsidRPr="0008167C">
        <w:t>характер,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приплотинной</w:t>
      </w:r>
      <w:r w:rsidR="0008167C" w:rsidRPr="0008167C">
        <w:t xml:space="preserve"> </w:t>
      </w:r>
      <w:r w:rsidRPr="0008167C">
        <w:t>зоне</w:t>
      </w:r>
      <w:r w:rsidR="0008167C" w:rsidRPr="0008167C">
        <w:t xml:space="preserve"> </w:t>
      </w:r>
      <w:r w:rsidRPr="0008167C">
        <w:t>приобретают</w:t>
      </w:r>
      <w:r w:rsidR="0008167C" w:rsidRPr="0008167C">
        <w:t xml:space="preserve"> </w:t>
      </w:r>
      <w:r w:rsidRPr="0008167C">
        <w:t>озерные</w:t>
      </w:r>
      <w:r w:rsidR="0008167C" w:rsidRPr="0008167C">
        <w:t xml:space="preserve"> </w:t>
      </w:r>
      <w:r w:rsidRPr="0008167C">
        <w:t>черты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водохранилищах</w:t>
      </w:r>
      <w:r w:rsidR="0008167C" w:rsidRPr="0008167C">
        <w:t xml:space="preserve"> </w:t>
      </w:r>
      <w:r w:rsidRPr="0008167C">
        <w:t>озерного</w:t>
      </w:r>
      <w:r w:rsidR="0008167C" w:rsidRPr="0008167C">
        <w:t xml:space="preserve"> </w:t>
      </w:r>
      <w:r w:rsidRPr="0008167C">
        <w:t>типа</w:t>
      </w:r>
      <w:r w:rsidR="0008167C" w:rsidRPr="0008167C">
        <w:t xml:space="preserve"> </w:t>
      </w:r>
      <w:r w:rsidRPr="0008167C">
        <w:t>население</w:t>
      </w:r>
      <w:r w:rsidR="0008167C" w:rsidRPr="0008167C">
        <w:t xml:space="preserve"> </w:t>
      </w:r>
      <w:r w:rsidRPr="0008167C">
        <w:t>заметно</w:t>
      </w:r>
      <w:r w:rsidR="0008167C" w:rsidRPr="0008167C">
        <w:t xml:space="preserve"> </w:t>
      </w:r>
      <w:r w:rsidRPr="0008167C">
        <w:t>отличается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речного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ближе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своему</w:t>
      </w:r>
      <w:r w:rsidR="0008167C" w:rsidRPr="0008167C">
        <w:t xml:space="preserve"> </w:t>
      </w:r>
      <w:r w:rsidRPr="0008167C">
        <w:t>составу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озерному</w:t>
      </w:r>
      <w:r w:rsidR="0008167C" w:rsidRPr="0008167C">
        <w:t xml:space="preserve">. </w:t>
      </w:r>
      <w:r w:rsidRPr="0008167C">
        <w:t>На</w:t>
      </w:r>
      <w:r w:rsidR="0008167C" w:rsidRPr="0008167C">
        <w:t xml:space="preserve"> </w:t>
      </w:r>
      <w:r w:rsidRPr="0008167C">
        <w:t>первых</w:t>
      </w:r>
      <w:r w:rsidR="0008167C" w:rsidRPr="0008167C">
        <w:t xml:space="preserve"> </w:t>
      </w:r>
      <w:r w:rsidRPr="0008167C">
        <w:t>стадиях</w:t>
      </w:r>
      <w:r w:rsidR="0008167C" w:rsidRPr="0008167C">
        <w:t xml:space="preserve"> </w:t>
      </w:r>
      <w:r w:rsidRPr="0008167C">
        <w:t>существования</w:t>
      </w:r>
      <w:r w:rsidR="0008167C" w:rsidRPr="0008167C">
        <w:t xml:space="preserve"> </w:t>
      </w:r>
      <w:r w:rsidRPr="0008167C">
        <w:t>водохранилищ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население</w:t>
      </w:r>
      <w:r w:rsidR="0008167C" w:rsidRPr="0008167C">
        <w:t xml:space="preserve"> </w:t>
      </w:r>
      <w:r w:rsidRPr="0008167C">
        <w:t>близко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имеющемуся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исходном</w:t>
      </w:r>
      <w:r w:rsidR="0008167C" w:rsidRPr="0008167C">
        <w:t xml:space="preserve"> </w:t>
      </w:r>
      <w:r w:rsidRPr="0008167C">
        <w:t>водоеме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дальнейшем</w:t>
      </w:r>
      <w:r w:rsidR="0008167C" w:rsidRPr="0008167C">
        <w:t xml:space="preserve"> </w:t>
      </w:r>
      <w:r w:rsidRPr="0008167C">
        <w:t>оно</w:t>
      </w:r>
      <w:r w:rsidR="0008167C" w:rsidRPr="0008167C">
        <w:t xml:space="preserve"> </w:t>
      </w:r>
      <w:r w:rsidRPr="0008167C">
        <w:t>приобретает</w:t>
      </w:r>
      <w:r w:rsidR="0008167C" w:rsidRPr="0008167C">
        <w:t xml:space="preserve"> </w:t>
      </w:r>
      <w:r w:rsidRPr="0008167C">
        <w:t>специфический</w:t>
      </w:r>
      <w:r w:rsidR="0008167C" w:rsidRPr="0008167C">
        <w:t xml:space="preserve"> </w:t>
      </w:r>
      <w:r w:rsidRPr="0008167C">
        <w:t>облик,</w:t>
      </w:r>
      <w:r w:rsidR="0008167C" w:rsidRPr="0008167C">
        <w:t xml:space="preserve"> </w:t>
      </w:r>
      <w:r w:rsidRPr="0008167C">
        <w:t>зависящий</w:t>
      </w:r>
      <w:r w:rsidR="0008167C" w:rsidRPr="0008167C">
        <w:t xml:space="preserve"> </w:t>
      </w:r>
      <w:r w:rsidRPr="0008167C">
        <w:t>главным</w:t>
      </w:r>
      <w:r w:rsidR="0008167C" w:rsidRPr="0008167C">
        <w:t xml:space="preserve"> </w:t>
      </w:r>
      <w:r w:rsidRPr="0008167C">
        <w:t>образом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географического</w:t>
      </w:r>
      <w:r w:rsidR="0008167C" w:rsidRPr="0008167C">
        <w:t xml:space="preserve"> </w:t>
      </w:r>
      <w:r w:rsidRPr="0008167C">
        <w:t>положения</w:t>
      </w:r>
      <w:r w:rsidR="0008167C" w:rsidRPr="0008167C">
        <w:t xml:space="preserve"> </w:t>
      </w:r>
      <w:r w:rsidRPr="0008167C">
        <w:t>водоема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</w:pPr>
      <w:r w:rsidRPr="0008167C">
        <w:rPr>
          <w:b/>
        </w:rPr>
        <w:t>Пруды</w:t>
      </w:r>
      <w:r w:rsidR="0008167C" w:rsidRPr="0008167C">
        <w:rPr>
          <w:b/>
        </w:rPr>
        <w:t xml:space="preserve">. </w:t>
      </w:r>
      <w:r w:rsidRPr="0008167C">
        <w:t>Пруды</w:t>
      </w:r>
      <w:r w:rsidR="0008167C" w:rsidRPr="0008167C">
        <w:t xml:space="preserve"> </w:t>
      </w:r>
      <w:r w:rsidRPr="0008167C">
        <w:t>сооружаются</w:t>
      </w:r>
      <w:r w:rsidR="0008167C" w:rsidRPr="0008167C">
        <w:t xml:space="preserve"> </w:t>
      </w:r>
      <w:r w:rsidRPr="0008167C">
        <w:t>для</w:t>
      </w:r>
      <w:r w:rsidR="0008167C" w:rsidRPr="0008167C">
        <w:t xml:space="preserve"> </w:t>
      </w:r>
      <w:r w:rsidRPr="0008167C">
        <w:t>рыборазведения,</w:t>
      </w:r>
      <w:r w:rsidR="0008167C" w:rsidRPr="0008167C">
        <w:rPr>
          <w:b/>
        </w:rPr>
        <w:t xml:space="preserve"> </w:t>
      </w:r>
      <w:r w:rsidRPr="0008167C">
        <w:t>водоснабжения</w:t>
      </w:r>
      <w:r w:rsidR="0008167C" w:rsidRPr="0008167C">
        <w:t xml:space="preserve"> </w:t>
      </w:r>
      <w:r w:rsidRPr="0008167C">
        <w:t>населенных</w:t>
      </w:r>
      <w:r w:rsidR="0008167C" w:rsidRPr="0008167C">
        <w:t xml:space="preserve"> </w:t>
      </w:r>
      <w:r w:rsidRPr="0008167C">
        <w:t>пунктов,</w:t>
      </w:r>
      <w:r w:rsidR="0008167C" w:rsidRPr="0008167C">
        <w:t xml:space="preserve"> </w:t>
      </w:r>
      <w:r w:rsidRPr="0008167C">
        <w:t>полива</w:t>
      </w:r>
      <w:r w:rsidR="0008167C" w:rsidRPr="0008167C">
        <w:t xml:space="preserve"> </w:t>
      </w:r>
      <w:r w:rsidRPr="0008167C">
        <w:t>полей,</w:t>
      </w:r>
      <w:r w:rsidR="0008167C" w:rsidRPr="0008167C">
        <w:t xml:space="preserve"> </w:t>
      </w:r>
      <w:r w:rsidRPr="0008167C">
        <w:t>водопоя</w:t>
      </w:r>
      <w:r w:rsidR="0008167C" w:rsidRPr="0008167C">
        <w:t xml:space="preserve"> </w:t>
      </w:r>
      <w:r w:rsidRPr="0008167C">
        <w:t>скота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ряда</w:t>
      </w:r>
      <w:r w:rsidR="0008167C" w:rsidRPr="0008167C">
        <w:t xml:space="preserve"> </w:t>
      </w:r>
      <w:r w:rsidRPr="0008167C">
        <w:t>других</w:t>
      </w:r>
      <w:r w:rsidR="0008167C" w:rsidRPr="0008167C">
        <w:t xml:space="preserve"> </w:t>
      </w:r>
      <w:r w:rsidRPr="0008167C">
        <w:t>целей</w:t>
      </w:r>
      <w:r w:rsidR="0008167C" w:rsidRPr="0008167C">
        <w:t xml:space="preserve">. </w:t>
      </w:r>
      <w:r w:rsidRPr="0008167C">
        <w:t>Население</w:t>
      </w:r>
      <w:r w:rsidR="0008167C" w:rsidRPr="0008167C">
        <w:t xml:space="preserve"> </w:t>
      </w:r>
      <w:r w:rsidRPr="0008167C">
        <w:t>прудов</w:t>
      </w:r>
      <w:r w:rsidR="0008167C" w:rsidRPr="0008167C">
        <w:t xml:space="preserve"> </w:t>
      </w:r>
      <w:r w:rsidRPr="0008167C">
        <w:t>отличается</w:t>
      </w:r>
      <w:r w:rsidR="0008167C" w:rsidRPr="0008167C">
        <w:t xml:space="preserve"> </w:t>
      </w:r>
      <w:r w:rsidRPr="0008167C">
        <w:t>видовым</w:t>
      </w:r>
      <w:r w:rsidR="0008167C" w:rsidRPr="0008167C">
        <w:t xml:space="preserve"> </w:t>
      </w:r>
      <w:r w:rsidRPr="0008167C">
        <w:t>однообразием,</w:t>
      </w:r>
      <w:r w:rsidR="0008167C" w:rsidRPr="0008167C">
        <w:t xml:space="preserve"> </w:t>
      </w:r>
      <w:r w:rsidRPr="0008167C">
        <w:t>хотя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своей</w:t>
      </w:r>
      <w:r w:rsidR="0008167C" w:rsidRPr="0008167C">
        <w:t xml:space="preserve"> </w:t>
      </w:r>
      <w:r w:rsidRPr="0008167C">
        <w:t>численности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биомассе</w:t>
      </w:r>
      <w:r w:rsidR="0008167C" w:rsidRPr="0008167C">
        <w:t xml:space="preserve"> </w:t>
      </w:r>
      <w:r w:rsidRPr="0008167C">
        <w:t>оно</w:t>
      </w:r>
      <w:r w:rsidR="0008167C" w:rsidRPr="0008167C">
        <w:t xml:space="preserve"> </w:t>
      </w:r>
      <w:r w:rsidRPr="0008167C">
        <w:t>часто</w:t>
      </w:r>
      <w:r w:rsidR="0008167C" w:rsidRPr="0008167C">
        <w:t xml:space="preserve"> </w:t>
      </w:r>
      <w:r w:rsidRPr="0008167C">
        <w:t>богаче</w:t>
      </w:r>
      <w:r w:rsidR="0008167C" w:rsidRPr="0008167C">
        <w:t xml:space="preserve"> </w:t>
      </w:r>
      <w:r w:rsidRPr="0008167C">
        <w:t>озерного</w:t>
      </w:r>
      <w:r w:rsidR="0008167C" w:rsidRPr="0008167C">
        <w:t xml:space="preserve">. </w:t>
      </w:r>
      <w:r w:rsidRPr="0008167C">
        <w:t>Ведущую</w:t>
      </w:r>
      <w:r w:rsidR="0008167C" w:rsidRPr="0008167C">
        <w:t xml:space="preserve"> </w:t>
      </w:r>
      <w:r w:rsidRPr="0008167C">
        <w:t>роль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фауне</w:t>
      </w:r>
      <w:r w:rsidR="0008167C" w:rsidRPr="0008167C">
        <w:t xml:space="preserve"> </w:t>
      </w:r>
      <w:r w:rsidRPr="0008167C">
        <w:t>прудов</w:t>
      </w:r>
      <w:r w:rsidR="0008167C" w:rsidRPr="0008167C">
        <w:t xml:space="preserve"> </w:t>
      </w:r>
      <w:r w:rsidRPr="0008167C">
        <w:t>играют</w:t>
      </w:r>
      <w:r w:rsidR="0008167C" w:rsidRPr="0008167C">
        <w:t xml:space="preserve"> </w:t>
      </w:r>
      <w:r w:rsidRPr="0008167C">
        <w:t>вторичноводные</w:t>
      </w:r>
      <w:r w:rsidR="0008167C" w:rsidRPr="0008167C">
        <w:t xml:space="preserve"> </w:t>
      </w:r>
      <w:r w:rsidRPr="0008167C">
        <w:t>организмы</w:t>
      </w:r>
      <w:r w:rsidR="0008167C" w:rsidRPr="0008167C">
        <w:t>.</w:t>
      </w:r>
    </w:p>
    <w:p w:rsidR="0008167C" w:rsidRPr="0008167C" w:rsidRDefault="00223F35" w:rsidP="0008167C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bookmarkStart w:id="96" w:name="_Toc8497776"/>
      <w:bookmarkStart w:id="97" w:name="_Toc8498140"/>
      <w:bookmarkStart w:id="98" w:name="_Toc8498808"/>
      <w:r w:rsidRPr="0008167C">
        <w:rPr>
          <w:smallCaps w:val="0"/>
        </w:rPr>
        <w:t>Круговорот</w:t>
      </w:r>
      <w:r w:rsidR="0008167C" w:rsidRPr="0008167C">
        <w:rPr>
          <w:smallCaps w:val="0"/>
        </w:rPr>
        <w:t xml:space="preserve"> </w:t>
      </w:r>
      <w:r w:rsidRPr="0008167C">
        <w:rPr>
          <w:smallCaps w:val="0"/>
        </w:rPr>
        <w:t>воды</w:t>
      </w:r>
      <w:r w:rsidR="0008167C" w:rsidRPr="0008167C">
        <w:rPr>
          <w:smallCaps w:val="0"/>
        </w:rPr>
        <w:t>.</w:t>
      </w:r>
      <w:bookmarkEnd w:id="96"/>
      <w:bookmarkEnd w:id="97"/>
      <w:bookmarkEnd w:id="98"/>
    </w:p>
    <w:p w:rsidR="0008167C" w:rsidRDefault="00223F35" w:rsidP="0008167C">
      <w:pPr>
        <w:tabs>
          <w:tab w:val="left" w:pos="726"/>
        </w:tabs>
      </w:pPr>
      <w:r w:rsidRPr="0008167C">
        <w:t>На</w:t>
      </w:r>
      <w:r w:rsidR="0008167C" w:rsidRPr="0008167C">
        <w:t xml:space="preserve"> </w:t>
      </w:r>
      <w:r w:rsidRPr="0008167C">
        <w:t>земном</w:t>
      </w:r>
      <w:r w:rsidR="0008167C" w:rsidRPr="0008167C">
        <w:t xml:space="preserve"> </w:t>
      </w:r>
      <w:r w:rsidRPr="0008167C">
        <w:t>шаре</w:t>
      </w:r>
      <w:r w:rsidR="0008167C" w:rsidRPr="0008167C">
        <w:t xml:space="preserve"> </w:t>
      </w:r>
      <w:r w:rsidRPr="0008167C">
        <w:t>непрерывно</w:t>
      </w:r>
      <w:r w:rsidR="0008167C" w:rsidRPr="0008167C">
        <w:t xml:space="preserve"> </w:t>
      </w:r>
      <w:r w:rsidRPr="0008167C">
        <w:t>происходит</w:t>
      </w:r>
      <w:r w:rsidR="0008167C" w:rsidRPr="0008167C">
        <w:t xml:space="preserve"> </w:t>
      </w:r>
      <w:r w:rsidRPr="0008167C">
        <w:t>круговорот</w:t>
      </w:r>
      <w:r w:rsidR="0008167C" w:rsidRPr="0008167C">
        <w:t xml:space="preserve"> </w:t>
      </w:r>
      <w:r w:rsidRPr="0008167C">
        <w:t>воды,</w:t>
      </w:r>
      <w:r w:rsidR="0008167C" w:rsidRPr="0008167C">
        <w:t xml:space="preserve"> </w:t>
      </w:r>
      <w:r w:rsidRPr="0008167C">
        <w:t>который,</w:t>
      </w:r>
      <w:r w:rsidR="0008167C" w:rsidRPr="0008167C">
        <w:t xml:space="preserve"> </w:t>
      </w:r>
      <w:r w:rsidRPr="0008167C">
        <w:t>взаимодействуя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литосферой,</w:t>
      </w:r>
      <w:r w:rsidR="0008167C" w:rsidRPr="0008167C">
        <w:t xml:space="preserve"> </w:t>
      </w:r>
      <w:r w:rsidRPr="0008167C">
        <w:t>атмосферой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биосферой,</w:t>
      </w:r>
      <w:r w:rsidR="0008167C" w:rsidRPr="0008167C">
        <w:t xml:space="preserve"> </w:t>
      </w:r>
      <w:r w:rsidRPr="0008167C">
        <w:t>связывает</w:t>
      </w:r>
      <w:r w:rsidR="0008167C" w:rsidRPr="0008167C">
        <w:t xml:space="preserve"> </w:t>
      </w:r>
      <w:r w:rsidRPr="0008167C">
        <w:t>воедино</w:t>
      </w:r>
      <w:r w:rsidR="0008167C" w:rsidRPr="0008167C">
        <w:t xml:space="preserve"> </w:t>
      </w:r>
      <w:r w:rsidRPr="0008167C">
        <w:t>все</w:t>
      </w:r>
      <w:r w:rsidR="0008167C" w:rsidRPr="0008167C">
        <w:t xml:space="preserve"> </w:t>
      </w:r>
      <w:r w:rsidRPr="0008167C">
        <w:t>части</w:t>
      </w:r>
      <w:r w:rsidR="0008167C" w:rsidRPr="0008167C">
        <w:t xml:space="preserve"> </w:t>
      </w:r>
      <w:r w:rsidRPr="0008167C">
        <w:t>гидросферы</w:t>
      </w:r>
      <w:r w:rsidR="0008167C" w:rsidRPr="0008167C">
        <w:t xml:space="preserve">: </w:t>
      </w:r>
      <w:r w:rsidRPr="0008167C">
        <w:t>океан,</w:t>
      </w:r>
      <w:r w:rsidR="0008167C" w:rsidRPr="0008167C">
        <w:t xml:space="preserve"> </w:t>
      </w:r>
      <w:r w:rsidRPr="0008167C">
        <w:t>реки,</w:t>
      </w:r>
      <w:r w:rsidR="0008167C" w:rsidRPr="0008167C">
        <w:t xml:space="preserve"> </w:t>
      </w:r>
      <w:r w:rsidRPr="0008167C">
        <w:t>почвенную</w:t>
      </w:r>
      <w:r w:rsidR="0008167C" w:rsidRPr="0008167C">
        <w:t xml:space="preserve"> </w:t>
      </w:r>
      <w:r w:rsidRPr="0008167C">
        <w:t>влагу,</w:t>
      </w:r>
      <w:r w:rsidR="0008167C" w:rsidRPr="0008167C">
        <w:t xml:space="preserve"> </w:t>
      </w:r>
      <w:r w:rsidRPr="0008167C">
        <w:t>подземные</w:t>
      </w:r>
      <w:r w:rsidR="0008167C" w:rsidRPr="0008167C">
        <w:t xml:space="preserve"> </w:t>
      </w:r>
      <w:r w:rsidRPr="0008167C">
        <w:t>воды,</w:t>
      </w:r>
      <w:r w:rsidR="0008167C" w:rsidRPr="0008167C">
        <w:t xml:space="preserve"> </w:t>
      </w:r>
      <w:r w:rsidRPr="0008167C">
        <w:t>атмосферную</w:t>
      </w:r>
      <w:r w:rsidR="0008167C" w:rsidRPr="0008167C">
        <w:t xml:space="preserve"> </w:t>
      </w:r>
      <w:r w:rsidRPr="0008167C">
        <w:t>воду</w:t>
      </w:r>
      <w:r w:rsidR="0008167C" w:rsidRPr="0008167C">
        <w:t>.</w:t>
      </w:r>
    </w:p>
    <w:p w:rsidR="0008167C" w:rsidRPr="0008167C" w:rsidRDefault="0008167C" w:rsidP="0008167C">
      <w:pPr>
        <w:tabs>
          <w:tab w:val="left" w:pos="726"/>
        </w:tabs>
      </w:pPr>
    </w:p>
    <w:p w:rsidR="00223F35" w:rsidRPr="0008167C" w:rsidRDefault="009857D4" w:rsidP="0008167C">
      <w:pPr>
        <w:tabs>
          <w:tab w:val="left" w:pos="726"/>
        </w:tabs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6.5pt;height:3in" fillcolor="window">
            <v:imagedata r:id="rId7" o:title=""/>
          </v:shape>
        </w:pict>
      </w:r>
    </w:p>
    <w:p w:rsidR="0008167C" w:rsidRPr="0008167C" w:rsidRDefault="00223F35" w:rsidP="0008167C">
      <w:pPr>
        <w:tabs>
          <w:tab w:val="left" w:pos="726"/>
        </w:tabs>
      </w:pPr>
      <w:r w:rsidRPr="0008167C">
        <w:t>Рис</w:t>
      </w:r>
      <w:r w:rsidR="0008167C">
        <w:t xml:space="preserve">.2.1 </w:t>
      </w:r>
      <w:r w:rsidRPr="0008167C">
        <w:t>Круговорот</w:t>
      </w:r>
      <w:r w:rsidR="0008167C" w:rsidRPr="0008167C">
        <w:t xml:space="preserve"> </w:t>
      </w:r>
      <w:r w:rsidRPr="0008167C">
        <w:t>воды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</w:pPr>
      <w:r w:rsidRPr="0008167C">
        <w:t>1</w:t>
      </w:r>
      <w:r w:rsidR="0008167C" w:rsidRPr="0008167C">
        <w:t xml:space="preserve"> - </w:t>
      </w:r>
      <w:r w:rsidRPr="0008167C">
        <w:t>осадки</w:t>
      </w:r>
      <w:r w:rsidR="0008167C" w:rsidRPr="0008167C">
        <w:t xml:space="preserve">; </w:t>
      </w:r>
      <w:r w:rsidRPr="0008167C">
        <w:t>2</w:t>
      </w:r>
      <w:r w:rsidR="0008167C" w:rsidRPr="0008167C">
        <w:t xml:space="preserve"> - </w:t>
      </w:r>
      <w:r w:rsidRPr="0008167C">
        <w:t>водопроницаемые</w:t>
      </w:r>
      <w:r w:rsidR="0008167C" w:rsidRPr="0008167C">
        <w:t xml:space="preserve"> </w:t>
      </w:r>
      <w:r w:rsidRPr="0008167C">
        <w:t>породы</w:t>
      </w:r>
      <w:r w:rsidR="0008167C" w:rsidRPr="0008167C">
        <w:t xml:space="preserve">; </w:t>
      </w:r>
      <w:r w:rsidRPr="0008167C">
        <w:t>3</w:t>
      </w:r>
      <w:r w:rsidR="0008167C" w:rsidRPr="0008167C">
        <w:t xml:space="preserve"> - </w:t>
      </w:r>
      <w:r w:rsidRPr="0008167C">
        <w:t>слабопроницаемые</w:t>
      </w:r>
      <w:r w:rsidR="0008167C" w:rsidRPr="0008167C">
        <w:t xml:space="preserve"> </w:t>
      </w:r>
      <w:r w:rsidRPr="0008167C">
        <w:t>породы</w:t>
      </w:r>
      <w:r w:rsidR="0008167C" w:rsidRPr="0008167C">
        <w:t xml:space="preserve">; </w:t>
      </w:r>
      <w:r w:rsidRPr="0008167C">
        <w:t>4</w:t>
      </w:r>
      <w:r w:rsidR="0008167C" w:rsidRPr="0008167C">
        <w:t xml:space="preserve"> - </w:t>
      </w:r>
      <w:r w:rsidRPr="0008167C">
        <w:t>непроницаемые</w:t>
      </w:r>
      <w:r w:rsidR="0008167C" w:rsidRPr="0008167C">
        <w:t xml:space="preserve"> </w:t>
      </w:r>
      <w:r w:rsidRPr="0008167C">
        <w:t>породы</w:t>
      </w:r>
      <w:r w:rsidR="0008167C" w:rsidRPr="0008167C">
        <w:t xml:space="preserve">; </w:t>
      </w:r>
      <w:r w:rsidRPr="0008167C">
        <w:t>5</w:t>
      </w:r>
      <w:r w:rsidR="0008167C" w:rsidRPr="0008167C">
        <w:t xml:space="preserve"> - </w:t>
      </w:r>
      <w:r w:rsidRPr="0008167C">
        <w:t>источник</w:t>
      </w:r>
      <w:r w:rsidR="0008167C" w:rsidRPr="0008167C">
        <w:t xml:space="preserve">; </w:t>
      </w:r>
      <w:r w:rsidRPr="0008167C">
        <w:t>6</w:t>
      </w:r>
      <w:r w:rsidR="0008167C" w:rsidRPr="0008167C">
        <w:t xml:space="preserve"> - </w:t>
      </w:r>
      <w:r w:rsidRPr="0008167C">
        <w:t>направление</w:t>
      </w:r>
      <w:r w:rsidR="0008167C" w:rsidRPr="0008167C">
        <w:t xml:space="preserve"> </w:t>
      </w:r>
      <w:r w:rsidRPr="0008167C">
        <w:t>движения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водяных</w:t>
      </w:r>
      <w:r w:rsidR="0008167C" w:rsidRPr="0008167C">
        <w:t xml:space="preserve"> </w:t>
      </w:r>
      <w:r w:rsidRPr="0008167C">
        <w:t>паров</w:t>
      </w:r>
      <w:r w:rsidR="0008167C" w:rsidRPr="0008167C">
        <w:t>.</w:t>
      </w:r>
    </w:p>
    <w:p w:rsidR="0008167C" w:rsidRDefault="0008167C" w:rsidP="0008167C">
      <w:pPr>
        <w:tabs>
          <w:tab w:val="left" w:pos="726"/>
        </w:tabs>
      </w:pPr>
    </w:p>
    <w:p w:rsidR="0008167C" w:rsidRPr="0008167C" w:rsidRDefault="00223F35" w:rsidP="0008167C">
      <w:pPr>
        <w:tabs>
          <w:tab w:val="left" w:pos="726"/>
        </w:tabs>
      </w:pPr>
      <w:r w:rsidRPr="0008167C">
        <w:t>Различают</w:t>
      </w:r>
      <w:r w:rsidR="0008167C" w:rsidRPr="0008167C">
        <w:t xml:space="preserve"> </w:t>
      </w:r>
      <w:r w:rsidRPr="0008167C">
        <w:t>несколько</w:t>
      </w:r>
      <w:r w:rsidR="0008167C" w:rsidRPr="0008167C">
        <w:t xml:space="preserve"> </w:t>
      </w:r>
      <w:r w:rsidRPr="0008167C">
        <w:t>видов</w:t>
      </w:r>
      <w:r w:rsidR="0008167C" w:rsidRPr="0008167C">
        <w:t xml:space="preserve"> </w:t>
      </w:r>
      <w:r w:rsidRPr="0008167C">
        <w:t>круговорота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природе</w:t>
      </w:r>
      <w:r w:rsidR="0008167C" w:rsidRPr="0008167C">
        <w:t>:</w:t>
      </w:r>
    </w:p>
    <w:p w:rsidR="0008167C" w:rsidRPr="0008167C" w:rsidRDefault="00223F35" w:rsidP="0008167C">
      <w:pPr>
        <w:numPr>
          <w:ilvl w:val="0"/>
          <w:numId w:val="4"/>
        </w:numPr>
        <w:tabs>
          <w:tab w:val="clear" w:pos="360"/>
          <w:tab w:val="left" w:pos="726"/>
        </w:tabs>
        <w:ind w:left="0" w:firstLine="709"/>
      </w:pPr>
      <w:r w:rsidRPr="0008167C">
        <w:t>Большой,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мировой,</w:t>
      </w:r>
      <w:r w:rsidR="0008167C" w:rsidRPr="0008167C">
        <w:t xml:space="preserve"> </w:t>
      </w:r>
      <w:r w:rsidRPr="0008167C">
        <w:t>круговорот</w:t>
      </w:r>
      <w:r w:rsidR="0008167C" w:rsidRPr="0008167C">
        <w:t xml:space="preserve"> - </w:t>
      </w:r>
      <w:r w:rsidRPr="0008167C">
        <w:t>водяной</w:t>
      </w:r>
      <w:r w:rsidR="0008167C" w:rsidRPr="0008167C">
        <w:t xml:space="preserve"> </w:t>
      </w:r>
      <w:r w:rsidRPr="0008167C">
        <w:t>пар,</w:t>
      </w:r>
      <w:r w:rsidR="0008167C" w:rsidRPr="0008167C">
        <w:t xml:space="preserve"> </w:t>
      </w:r>
      <w:r w:rsidRPr="0008167C">
        <w:t>испарившийся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океанов,</w:t>
      </w:r>
      <w:r w:rsidR="0008167C" w:rsidRPr="0008167C">
        <w:t xml:space="preserve"> </w:t>
      </w:r>
      <w:r w:rsidRPr="0008167C">
        <w:t>переносится</w:t>
      </w:r>
      <w:r w:rsidR="0008167C" w:rsidRPr="0008167C">
        <w:t xml:space="preserve"> </w:t>
      </w:r>
      <w:r w:rsidRPr="0008167C">
        <w:t>ветрами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материки,</w:t>
      </w:r>
      <w:r w:rsidR="0008167C" w:rsidRPr="0008167C">
        <w:t xml:space="preserve"> </w:t>
      </w:r>
      <w:r w:rsidRPr="0008167C">
        <w:t>выпадает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виде</w:t>
      </w:r>
      <w:r w:rsidR="0008167C" w:rsidRPr="0008167C">
        <w:t xml:space="preserve"> </w:t>
      </w:r>
      <w:r w:rsidRPr="0008167C">
        <w:t>атмосферных</w:t>
      </w:r>
      <w:r w:rsidR="0008167C" w:rsidRPr="0008167C">
        <w:t xml:space="preserve"> </w:t>
      </w:r>
      <w:r w:rsidRPr="0008167C">
        <w:t>осадков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возвращается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океан</w:t>
      </w:r>
      <w:r w:rsidR="0008167C" w:rsidRPr="0008167C">
        <w:t xml:space="preserve"> </w:t>
      </w:r>
      <w:r w:rsidRPr="0008167C">
        <w:t>со</w:t>
      </w:r>
      <w:r w:rsidR="0008167C" w:rsidRPr="0008167C">
        <w:t xml:space="preserve"> </w:t>
      </w:r>
      <w:r w:rsidRPr="0008167C">
        <w:t>стоком</w:t>
      </w:r>
      <w:r w:rsidR="0008167C" w:rsidRPr="0008167C">
        <w:t>.</w:t>
      </w:r>
    </w:p>
    <w:p w:rsidR="0008167C" w:rsidRPr="0008167C" w:rsidRDefault="00223F35" w:rsidP="0008167C">
      <w:pPr>
        <w:numPr>
          <w:ilvl w:val="0"/>
          <w:numId w:val="4"/>
        </w:numPr>
        <w:tabs>
          <w:tab w:val="clear" w:pos="360"/>
          <w:tab w:val="left" w:pos="726"/>
        </w:tabs>
        <w:ind w:left="0" w:firstLine="709"/>
      </w:pPr>
      <w:r w:rsidRPr="0008167C">
        <w:t>Малый,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океанический,</w:t>
      </w:r>
      <w:r w:rsidR="0008167C" w:rsidRPr="0008167C">
        <w:t xml:space="preserve"> </w:t>
      </w:r>
      <w:r w:rsidRPr="0008167C">
        <w:t>круговорот</w:t>
      </w:r>
      <w:r w:rsidR="0008167C" w:rsidRPr="0008167C">
        <w:t xml:space="preserve"> - </w:t>
      </w:r>
      <w:r w:rsidRPr="0008167C">
        <w:t>водяной</w:t>
      </w:r>
      <w:r w:rsidR="0008167C" w:rsidRPr="0008167C">
        <w:t xml:space="preserve"> </w:t>
      </w:r>
      <w:r w:rsidRPr="0008167C">
        <w:t>пар,</w:t>
      </w:r>
      <w:r w:rsidR="0008167C" w:rsidRPr="0008167C">
        <w:t xml:space="preserve"> </w:t>
      </w:r>
      <w:r w:rsidRPr="0008167C">
        <w:t>испарившийся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океанов,</w:t>
      </w:r>
      <w:r w:rsidR="0008167C" w:rsidRPr="0008167C">
        <w:t xml:space="preserve"> </w:t>
      </w:r>
      <w:r w:rsidRPr="0008167C">
        <w:t>выпадает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виде</w:t>
      </w:r>
      <w:r w:rsidR="0008167C" w:rsidRPr="0008167C">
        <w:t xml:space="preserve"> </w:t>
      </w:r>
      <w:r w:rsidRPr="0008167C">
        <w:t>атмосферных</w:t>
      </w:r>
      <w:r w:rsidR="0008167C" w:rsidRPr="0008167C">
        <w:t xml:space="preserve"> </w:t>
      </w:r>
      <w:r w:rsidRPr="0008167C">
        <w:t>осадков</w:t>
      </w:r>
      <w:r w:rsidR="0008167C" w:rsidRPr="0008167C">
        <w:t xml:space="preserve"> </w:t>
      </w:r>
      <w:r w:rsidRPr="0008167C">
        <w:t>снова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океан</w:t>
      </w:r>
      <w:r w:rsidR="0008167C" w:rsidRPr="0008167C">
        <w:t>.</w:t>
      </w:r>
    </w:p>
    <w:p w:rsidR="0008167C" w:rsidRPr="0008167C" w:rsidRDefault="00223F35" w:rsidP="0008167C">
      <w:pPr>
        <w:numPr>
          <w:ilvl w:val="0"/>
          <w:numId w:val="4"/>
        </w:numPr>
        <w:tabs>
          <w:tab w:val="clear" w:pos="360"/>
          <w:tab w:val="left" w:pos="726"/>
        </w:tabs>
        <w:ind w:left="0" w:firstLine="709"/>
      </w:pPr>
      <w:r w:rsidRPr="0008167C">
        <w:t>Внутриконтинентальный</w:t>
      </w:r>
      <w:r w:rsidR="0008167C" w:rsidRPr="0008167C">
        <w:t xml:space="preserve"> </w:t>
      </w:r>
      <w:r w:rsidRPr="0008167C">
        <w:t>круговорот</w:t>
      </w:r>
      <w:r w:rsidR="0008167C" w:rsidRPr="0008167C">
        <w:t xml:space="preserve"> - </w:t>
      </w:r>
      <w:r w:rsidRPr="0008167C">
        <w:t>вода,</w:t>
      </w:r>
      <w:r w:rsidR="0008167C" w:rsidRPr="0008167C">
        <w:t xml:space="preserve"> </w:t>
      </w:r>
      <w:r w:rsidRPr="0008167C">
        <w:t>испарившаяся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суши,</w:t>
      </w:r>
      <w:r w:rsidR="0008167C" w:rsidRPr="0008167C">
        <w:t xml:space="preserve"> </w:t>
      </w:r>
      <w:r w:rsidRPr="0008167C">
        <w:t>вновь</w:t>
      </w:r>
      <w:r w:rsidR="0008167C" w:rsidRPr="0008167C">
        <w:t xml:space="preserve"> </w:t>
      </w:r>
      <w:r w:rsidRPr="0008167C">
        <w:t>выпадает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сушу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виде</w:t>
      </w:r>
      <w:r w:rsidR="0008167C" w:rsidRPr="0008167C">
        <w:t xml:space="preserve"> </w:t>
      </w:r>
      <w:r w:rsidRPr="0008167C">
        <w:t>атмосферных</w:t>
      </w:r>
      <w:r w:rsidR="0008167C" w:rsidRPr="0008167C">
        <w:t xml:space="preserve"> </w:t>
      </w:r>
      <w:r w:rsidRPr="0008167C">
        <w:t>осадков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Движущие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силы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круговорота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 - </w:t>
      </w:r>
      <w:r w:rsidRPr="0008167C">
        <w:rPr>
          <w:snapToGrid w:val="0"/>
        </w:rPr>
        <w:t>тепловая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энергия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сила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тяжести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Под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влиянием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тепла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происходят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испарение,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конденсация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водяных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паров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другие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процессы,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под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влиянием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силы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тяжести</w:t>
      </w:r>
      <w:r w:rsidR="0008167C" w:rsidRPr="0008167C">
        <w:rPr>
          <w:snapToGrid w:val="0"/>
        </w:rPr>
        <w:t xml:space="preserve"> - </w:t>
      </w:r>
      <w:r w:rsidRPr="0008167C">
        <w:rPr>
          <w:snapToGrid w:val="0"/>
        </w:rPr>
        <w:t>падение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капель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дождя,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течение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рек,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движение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почвенных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подземных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Часто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эти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две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причины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действуют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совместно</w:t>
      </w:r>
      <w:r w:rsidR="0008167C" w:rsidRPr="0008167C">
        <w:rPr>
          <w:snapToGrid w:val="0"/>
        </w:rPr>
        <w:t xml:space="preserve">: </w:t>
      </w:r>
      <w:r w:rsidRPr="0008167C">
        <w:rPr>
          <w:snapToGrid w:val="0"/>
        </w:rPr>
        <w:t>например,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атмосферную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циркуляцию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влияют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как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тепловые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процессы,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так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сила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тяжести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круговороте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выделяются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следующие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основные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звенья</w:t>
      </w:r>
      <w:r w:rsidR="0008167C" w:rsidRPr="0008167C">
        <w:rPr>
          <w:snapToGrid w:val="0"/>
        </w:rPr>
        <w:t xml:space="preserve">: </w:t>
      </w:r>
      <w:r w:rsidRPr="0008167C">
        <w:rPr>
          <w:snapToGrid w:val="0"/>
        </w:rPr>
        <w:t>атмосферное,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океаническое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материковое,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которое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включает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себя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литогенное,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почвенное,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речное,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озерное,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ледниковое,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биологическое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хозяйственное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звенья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Каждое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из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играет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круговороте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свою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особую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роль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Ни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одно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из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перечисленных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звеньев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круговорота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представляет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собой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замкнутой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системы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Только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круговорот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земном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шаре,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связывающий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единое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целое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все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части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гидросферы,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может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рассматриваться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как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замкнутая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система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Вместе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практической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работе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принимается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условно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замкнутым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водный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баланс,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например,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для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отдельных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речных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бассейнов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или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озер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pStyle w:val="3"/>
        <w:tabs>
          <w:tab w:val="left" w:pos="726"/>
        </w:tabs>
        <w:rPr>
          <w:snapToGrid w:val="0"/>
          <w:color w:val="000000"/>
        </w:rPr>
      </w:pPr>
      <w:bookmarkStart w:id="99" w:name="_Toc8497777"/>
      <w:bookmarkStart w:id="100" w:name="_Toc8498141"/>
      <w:bookmarkStart w:id="101" w:name="_Toc8498809"/>
      <w:r w:rsidRPr="0008167C">
        <w:rPr>
          <w:snapToGrid w:val="0"/>
          <w:color w:val="000000"/>
        </w:rPr>
        <w:t>Атмосферное</w:t>
      </w:r>
      <w:r w:rsidR="0008167C" w:rsidRPr="0008167C">
        <w:rPr>
          <w:snapToGrid w:val="0"/>
          <w:color w:val="000000"/>
        </w:rPr>
        <w:t xml:space="preserve"> </w:t>
      </w:r>
      <w:r w:rsidRPr="0008167C">
        <w:rPr>
          <w:snapToGrid w:val="0"/>
          <w:color w:val="000000"/>
        </w:rPr>
        <w:t>звено</w:t>
      </w:r>
      <w:r w:rsidR="0008167C" w:rsidRPr="0008167C">
        <w:rPr>
          <w:snapToGrid w:val="0"/>
          <w:color w:val="000000"/>
        </w:rPr>
        <w:t>.</w:t>
      </w:r>
      <w:bookmarkEnd w:id="99"/>
      <w:bookmarkEnd w:id="100"/>
      <w:bookmarkEnd w:id="101"/>
    </w:p>
    <w:p w:rsidR="0008167C" w:rsidRPr="0008167C" w:rsidRDefault="00223F35" w:rsidP="0008167C">
      <w:pPr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Атмосферное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звено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круговорота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характеризуется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переносом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влаги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процессе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циркуляции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воздуха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как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уже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было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сказано,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образованием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атмосферных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осадков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Общая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циркуляция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атмосферы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обладает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замечательным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свойством</w:t>
      </w:r>
      <w:r w:rsidR="0008167C" w:rsidRPr="0008167C">
        <w:rPr>
          <w:snapToGrid w:val="0"/>
        </w:rPr>
        <w:t xml:space="preserve"> - </w:t>
      </w:r>
      <w:r w:rsidRPr="0008167C">
        <w:rPr>
          <w:snapToGrid w:val="0"/>
        </w:rPr>
        <w:t>сравнительной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устойчивостью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из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года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год,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существенной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сезонной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изменчивости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Расчеты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показывают,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средний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осадков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составляет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суше</w:t>
      </w:r>
      <w:r w:rsidR="0008167C" w:rsidRPr="0008167C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765 мм"/>
        </w:smartTagPr>
        <w:r w:rsidRPr="0008167C">
          <w:rPr>
            <w:snapToGrid w:val="0"/>
          </w:rPr>
          <w:t>765</w:t>
        </w:r>
        <w:r w:rsidR="0008167C" w:rsidRPr="0008167C">
          <w:rPr>
            <w:snapToGrid w:val="0"/>
          </w:rPr>
          <w:t xml:space="preserve"> </w:t>
        </w:r>
        <w:r w:rsidRPr="0008167C">
          <w:rPr>
            <w:i/>
            <w:snapToGrid w:val="0"/>
          </w:rPr>
          <w:t>мм</w:t>
        </w:r>
      </w:smartTag>
      <w:r w:rsidRPr="0008167C">
        <w:rPr>
          <w:i/>
          <w:snapToGrid w:val="0"/>
        </w:rPr>
        <w:t>,</w:t>
      </w:r>
      <w:r w:rsidR="0008167C" w:rsidRPr="0008167C">
        <w:rPr>
          <w:i/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океане</w:t>
      </w:r>
      <w:r w:rsidR="0008167C" w:rsidRPr="0008167C">
        <w:rPr>
          <w:snapToGrid w:val="0"/>
        </w:rPr>
        <w:t xml:space="preserve"> - </w:t>
      </w:r>
      <w:smartTag w:uri="urn:schemas-microsoft-com:office:smarttags" w:element="metricconverter">
        <w:smartTagPr>
          <w:attr w:name="ProductID" w:val="1140 мм"/>
        </w:smartTagPr>
        <w:r w:rsidRPr="0008167C">
          <w:rPr>
            <w:snapToGrid w:val="0"/>
          </w:rPr>
          <w:t>1140</w:t>
        </w:r>
        <w:r w:rsidR="0008167C" w:rsidRPr="0008167C">
          <w:rPr>
            <w:snapToGrid w:val="0"/>
          </w:rPr>
          <w:t xml:space="preserve"> </w:t>
        </w:r>
        <w:r w:rsidRPr="0008167C">
          <w:rPr>
            <w:i/>
            <w:snapToGrid w:val="0"/>
          </w:rPr>
          <w:t>мм</w:t>
        </w:r>
      </w:smartTag>
      <w:r w:rsidRPr="0008167C">
        <w:rPr>
          <w:i/>
          <w:snapToGrid w:val="0"/>
        </w:rPr>
        <w:t>,</w:t>
      </w:r>
      <w:r w:rsidR="0008167C" w:rsidRPr="0008167C">
        <w:rPr>
          <w:i/>
          <w:snapToGrid w:val="0"/>
        </w:rPr>
        <w:t xml:space="preserve"> </w:t>
      </w:r>
      <w:r w:rsidRPr="0008167C">
        <w:rPr>
          <w:i/>
          <w:snapToGrid w:val="0"/>
        </w:rPr>
        <w:t>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целом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для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всего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земного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шара</w:t>
      </w:r>
      <w:r w:rsidR="0008167C" w:rsidRPr="0008167C">
        <w:rPr>
          <w:snapToGrid w:val="0"/>
        </w:rPr>
        <w:t xml:space="preserve"> - </w:t>
      </w:r>
      <w:smartTag w:uri="urn:schemas-microsoft-com:office:smarttags" w:element="metricconverter">
        <w:smartTagPr>
          <w:attr w:name="ProductID" w:val="1030 мм"/>
        </w:smartTagPr>
        <w:r w:rsidRPr="0008167C">
          <w:rPr>
            <w:snapToGrid w:val="0"/>
          </w:rPr>
          <w:t>1030</w:t>
        </w:r>
        <w:r w:rsidR="0008167C" w:rsidRPr="0008167C">
          <w:rPr>
            <w:snapToGrid w:val="0"/>
          </w:rPr>
          <w:t xml:space="preserve"> </w:t>
        </w:r>
        <w:r w:rsidRPr="0008167C">
          <w:rPr>
            <w:i/>
            <w:snapToGrid w:val="0"/>
          </w:rPr>
          <w:t>мм</w:t>
        </w:r>
      </w:smartTag>
      <w:r w:rsidRPr="0008167C">
        <w:rPr>
          <w:i/>
          <w:snapToGrid w:val="0"/>
        </w:rPr>
        <w:t>,</w:t>
      </w:r>
      <w:r w:rsidR="0008167C" w:rsidRPr="0008167C">
        <w:rPr>
          <w:i/>
          <w:snapToGrid w:val="0"/>
        </w:rPr>
        <w:t xml:space="preserve"> </w:t>
      </w:r>
      <w:r w:rsidR="0008167C">
        <w:rPr>
          <w:snapToGrid w:val="0"/>
        </w:rPr>
        <w:t>т.е.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немногим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более</w:t>
      </w:r>
      <w:r w:rsidR="0008167C" w:rsidRPr="0008167C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 м"/>
        </w:smartTagPr>
        <w:r w:rsidRPr="0008167C">
          <w:rPr>
            <w:snapToGrid w:val="0"/>
          </w:rPr>
          <w:t>1</w:t>
        </w:r>
        <w:r w:rsidR="0008167C" w:rsidRPr="0008167C">
          <w:rPr>
            <w:snapToGrid w:val="0"/>
          </w:rPr>
          <w:t xml:space="preserve"> </w:t>
        </w:r>
        <w:r w:rsidRPr="0008167C">
          <w:rPr>
            <w:i/>
            <w:snapToGrid w:val="0"/>
          </w:rPr>
          <w:t>м</w:t>
        </w:r>
      </w:smartTag>
      <w:r w:rsidR="0008167C" w:rsidRPr="0008167C">
        <w:rPr>
          <w:i/>
          <w:snapToGrid w:val="0"/>
        </w:rPr>
        <w:t xml:space="preserve">.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объеме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соответствующие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величины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равны</w:t>
      </w:r>
      <w:r w:rsidR="0008167C" w:rsidRPr="0008167C">
        <w:rPr>
          <w:snapToGrid w:val="0"/>
        </w:rPr>
        <w:t xml:space="preserve">: </w:t>
      </w:r>
      <w:r w:rsidRPr="0008167C">
        <w:rPr>
          <w:snapToGrid w:val="0"/>
        </w:rPr>
        <w:t>для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суши</w:t>
      </w:r>
      <w:r w:rsidR="0008167C" w:rsidRPr="0008167C">
        <w:rPr>
          <w:snapToGrid w:val="0"/>
        </w:rPr>
        <w:t xml:space="preserve"> - </w:t>
      </w:r>
      <w:r w:rsidRPr="0008167C">
        <w:rPr>
          <w:snapToGrid w:val="0"/>
        </w:rPr>
        <w:t>113,5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тыс</w:t>
      </w:r>
      <w:r w:rsidR="0008167C" w:rsidRPr="0008167C">
        <w:rPr>
          <w:snapToGrid w:val="0"/>
        </w:rPr>
        <w:t xml:space="preserve">. </w:t>
      </w:r>
      <w:r w:rsidRPr="0008167C">
        <w:rPr>
          <w:i/>
          <w:snapToGrid w:val="0"/>
        </w:rPr>
        <w:t>км</w:t>
      </w:r>
      <w:r w:rsidRPr="0008167C">
        <w:rPr>
          <w:i/>
          <w:snapToGrid w:val="0"/>
          <w:vertAlign w:val="superscript"/>
        </w:rPr>
        <w:t>3</w:t>
      </w:r>
      <w:r w:rsidR="0008167C">
        <w:rPr>
          <w:i/>
          <w:snapToGrid w:val="0"/>
        </w:rPr>
        <w:t xml:space="preserve"> (</w:t>
      </w:r>
      <w:r w:rsidRPr="0008167C">
        <w:rPr>
          <w:snapToGrid w:val="0"/>
        </w:rPr>
        <w:t>22%</w:t>
      </w:r>
      <w:r w:rsidR="0008167C" w:rsidRPr="0008167C">
        <w:rPr>
          <w:snapToGrid w:val="0"/>
        </w:rPr>
        <w:t xml:space="preserve">), </w:t>
      </w:r>
      <w:r w:rsidRPr="0008167C">
        <w:rPr>
          <w:snapToGrid w:val="0"/>
        </w:rPr>
        <w:t>для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океана</w:t>
      </w:r>
      <w:r w:rsidR="0008167C" w:rsidRPr="0008167C">
        <w:rPr>
          <w:snapToGrid w:val="0"/>
        </w:rPr>
        <w:t xml:space="preserve"> - </w:t>
      </w:r>
      <w:r w:rsidRPr="0008167C">
        <w:rPr>
          <w:snapToGrid w:val="0"/>
        </w:rPr>
        <w:t>411,6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тыс</w:t>
      </w:r>
      <w:r w:rsidR="0008167C" w:rsidRPr="0008167C">
        <w:rPr>
          <w:snapToGrid w:val="0"/>
        </w:rPr>
        <w:t xml:space="preserve">. </w:t>
      </w:r>
      <w:r w:rsidRPr="0008167C">
        <w:rPr>
          <w:i/>
          <w:snapToGrid w:val="0"/>
        </w:rPr>
        <w:t>км</w:t>
      </w:r>
      <w:r w:rsidRPr="0008167C">
        <w:rPr>
          <w:i/>
          <w:snapToGrid w:val="0"/>
          <w:vertAlign w:val="superscript"/>
        </w:rPr>
        <w:t>3</w:t>
      </w:r>
      <w:r w:rsidR="0008167C">
        <w:rPr>
          <w:snapToGrid w:val="0"/>
        </w:rPr>
        <w:t xml:space="preserve"> (</w:t>
      </w:r>
      <w:r w:rsidRPr="0008167C">
        <w:rPr>
          <w:snapToGrid w:val="0"/>
        </w:rPr>
        <w:t>78%</w:t>
      </w:r>
      <w:r w:rsidR="0008167C" w:rsidRPr="0008167C">
        <w:rPr>
          <w:snapToGrid w:val="0"/>
        </w:rPr>
        <w:t xml:space="preserve">), </w:t>
      </w:r>
      <w:r w:rsidRPr="0008167C">
        <w:rPr>
          <w:snapToGrid w:val="0"/>
        </w:rPr>
        <w:t>для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всего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земного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шара</w:t>
      </w:r>
      <w:r w:rsidR="0008167C" w:rsidRPr="0008167C">
        <w:rPr>
          <w:snapToGrid w:val="0"/>
        </w:rPr>
        <w:t xml:space="preserve"> - </w:t>
      </w:r>
      <w:r w:rsidRPr="0008167C">
        <w:rPr>
          <w:snapToGrid w:val="0"/>
        </w:rPr>
        <w:t>525,1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тыс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км</w:t>
      </w:r>
      <w:r w:rsidRPr="0008167C">
        <w:rPr>
          <w:snapToGrid w:val="0"/>
          <w:vertAlign w:val="superscript"/>
        </w:rPr>
        <w:t>3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Непосредственная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роль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циркуляции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воздуха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круговороте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заключается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перераспределении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атмосферной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влаги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земному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шару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материках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осадков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выпадает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больше,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атмосфера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получает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влаги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счет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испарения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суши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Разница,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приблизительно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достигающая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40</w:t>
      </w:r>
      <w:r w:rsidR="0008167C" w:rsidRPr="0008167C">
        <w:rPr>
          <w:snapToGrid w:val="0"/>
        </w:rPr>
        <w:t xml:space="preserve"> - </w:t>
      </w:r>
      <w:r w:rsidRPr="0008167C">
        <w:rPr>
          <w:snapToGrid w:val="0"/>
        </w:rPr>
        <w:t>43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тыс</w:t>
      </w:r>
      <w:r w:rsidR="0008167C" w:rsidRPr="0008167C">
        <w:rPr>
          <w:snapToGrid w:val="0"/>
        </w:rPr>
        <w:t xml:space="preserve">. </w:t>
      </w:r>
      <w:r w:rsidRPr="0008167C">
        <w:rPr>
          <w:i/>
          <w:snapToGrid w:val="0"/>
        </w:rPr>
        <w:t>км</w:t>
      </w:r>
      <w:r w:rsidRPr="0008167C">
        <w:rPr>
          <w:i/>
          <w:snapToGrid w:val="0"/>
          <w:vertAlign w:val="superscript"/>
        </w:rPr>
        <w:t>3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год,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восполняется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счет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переноса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влаги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атмосферы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океана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сушу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Этот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процесс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имеет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большое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значение,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так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как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он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увеличивает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ресурсы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материков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Без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такой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прибыли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влаги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ресурсы,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используемые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человеком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суше,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были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значительно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беднее</w:t>
      </w:r>
      <w:r w:rsidR="0008167C" w:rsidRPr="0008167C">
        <w:rPr>
          <w:snapToGrid w:val="0"/>
        </w:rPr>
        <w:t>.</w:t>
      </w:r>
    </w:p>
    <w:p w:rsidR="0008167C" w:rsidRDefault="00223F35" w:rsidP="0008167C">
      <w:pPr>
        <w:pStyle w:val="3"/>
        <w:tabs>
          <w:tab w:val="left" w:pos="726"/>
        </w:tabs>
        <w:rPr>
          <w:color w:val="000000"/>
        </w:rPr>
      </w:pPr>
      <w:bookmarkStart w:id="102" w:name="_Toc8497778"/>
      <w:bookmarkStart w:id="103" w:name="_Toc8498142"/>
      <w:bookmarkStart w:id="104" w:name="_Toc8498810"/>
      <w:r w:rsidRPr="0008167C">
        <w:rPr>
          <w:color w:val="000000"/>
        </w:rPr>
        <w:t>Океаническое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звено</w:t>
      </w:r>
      <w:r w:rsidR="0008167C" w:rsidRPr="0008167C">
        <w:rPr>
          <w:color w:val="000000"/>
        </w:rPr>
        <w:t>.</w:t>
      </w:r>
      <w:bookmarkEnd w:id="102"/>
      <w:bookmarkEnd w:id="103"/>
      <w:bookmarkEnd w:id="104"/>
    </w:p>
    <w:p w:rsidR="008A4F9D" w:rsidRPr="008A4F9D" w:rsidRDefault="008A4F9D" w:rsidP="008A4F9D">
      <w:pPr>
        <w:pStyle w:val="af5"/>
        <w:rPr>
          <w:lang w:eastAsia="en-US"/>
        </w:rPr>
      </w:pPr>
      <w:r w:rsidRPr="008A4F9D">
        <w:rPr>
          <w:lang w:eastAsia="en-US"/>
        </w:rPr>
        <w:t>мировой океан биосфера экосистема</w:t>
      </w:r>
    </w:p>
    <w:p w:rsidR="0008167C" w:rsidRPr="0008167C" w:rsidRDefault="00223F35" w:rsidP="0008167C">
      <w:pPr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Для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океанического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звена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круговорота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наиболее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характерно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испарение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процессе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которого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непрерывно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восстанавливается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содержание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водяного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пара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атмосфере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Достаточно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сказать,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более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86%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влаги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поступает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атмосферу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счет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испарения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поверхности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океана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менее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14%</w:t>
      </w:r>
      <w:r w:rsidR="0008167C" w:rsidRPr="0008167C">
        <w:rPr>
          <w:snapToGrid w:val="0"/>
        </w:rPr>
        <w:t xml:space="preserve"> - </w:t>
      </w:r>
      <w:r w:rsidRPr="0008167C">
        <w:rPr>
          <w:snapToGrid w:val="0"/>
        </w:rPr>
        <w:t>за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счет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испарения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суши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rPr>
          <w:i/>
        </w:rPr>
        <w:t>Испарение</w:t>
      </w:r>
      <w:r w:rsidR="0008167C" w:rsidRPr="0008167C">
        <w:t xml:space="preserve"> - </w:t>
      </w:r>
      <w:r w:rsidRPr="0008167C">
        <w:t>физический</w:t>
      </w:r>
      <w:r w:rsidR="0008167C" w:rsidRPr="0008167C">
        <w:t xml:space="preserve"> </w:t>
      </w:r>
      <w:r w:rsidRPr="0008167C">
        <w:t>процесс</w:t>
      </w:r>
      <w:r w:rsidR="0008167C" w:rsidRPr="0008167C">
        <w:t xml:space="preserve"> </w:t>
      </w:r>
      <w:r w:rsidRPr="0008167C">
        <w:t>образования</w:t>
      </w:r>
      <w:r w:rsidR="0008167C" w:rsidRPr="0008167C">
        <w:t xml:space="preserve"> </w:t>
      </w:r>
      <w:r w:rsidRPr="0008167C">
        <w:t>паров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отрыве</w:t>
      </w:r>
      <w:r w:rsidR="0008167C" w:rsidRPr="0008167C">
        <w:t xml:space="preserve"> </w:t>
      </w:r>
      <w:r w:rsidRPr="0008167C">
        <w:t>молекул</w:t>
      </w:r>
      <w:r w:rsidR="0008167C" w:rsidRPr="0008167C">
        <w:t xml:space="preserve"> </w:t>
      </w:r>
      <w:r w:rsidRPr="0008167C">
        <w:t>жидкости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ее</w:t>
      </w:r>
      <w:r w:rsidR="0008167C" w:rsidRPr="0008167C">
        <w:t xml:space="preserve"> </w:t>
      </w:r>
      <w:r w:rsidRPr="0008167C">
        <w:t>свободной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. </w:t>
      </w:r>
      <w:r w:rsidRPr="0008167C">
        <w:t>Влагу</w:t>
      </w:r>
      <w:r w:rsidR="0008167C" w:rsidRPr="0008167C">
        <w:t xml:space="preserve"> </w:t>
      </w:r>
      <w:r w:rsidRPr="0008167C">
        <w:t>испаряют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только</w:t>
      </w:r>
      <w:r w:rsidR="0008167C" w:rsidRPr="0008167C">
        <w:t xml:space="preserve"> </w:t>
      </w:r>
      <w:r w:rsidRPr="0008167C">
        <w:t>океаны,</w:t>
      </w:r>
      <w:r w:rsidR="0008167C" w:rsidRPr="0008167C">
        <w:t xml:space="preserve"> </w:t>
      </w:r>
      <w:r w:rsidRPr="0008167C">
        <w:t>моря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другие</w:t>
      </w:r>
      <w:r w:rsidR="0008167C" w:rsidRPr="0008167C">
        <w:t xml:space="preserve"> </w:t>
      </w:r>
      <w:r w:rsidRPr="0008167C">
        <w:t>водоемы,</w:t>
      </w:r>
      <w:r w:rsidR="0008167C" w:rsidRPr="0008167C">
        <w:t xml:space="preserve"> </w:t>
      </w:r>
      <w:r w:rsidRPr="0008167C">
        <w:t>но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смоченная</w:t>
      </w:r>
      <w:r w:rsidR="0008167C" w:rsidRPr="0008167C">
        <w:t xml:space="preserve"> </w:t>
      </w:r>
      <w:r w:rsidRPr="0008167C">
        <w:t>почва,</w:t>
      </w:r>
      <w:r w:rsidR="0008167C" w:rsidRPr="0008167C">
        <w:t xml:space="preserve"> </w:t>
      </w:r>
      <w:r w:rsidRPr="0008167C">
        <w:t>растения,</w:t>
      </w:r>
      <w:r w:rsidR="0008167C" w:rsidRPr="0008167C">
        <w:t xml:space="preserve"> </w:t>
      </w:r>
      <w:r w:rsidRPr="0008167C">
        <w:t>поверхность</w:t>
      </w:r>
      <w:r w:rsidR="0008167C" w:rsidRPr="0008167C">
        <w:t xml:space="preserve"> </w:t>
      </w:r>
      <w:r w:rsidRPr="0008167C">
        <w:t>подземных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. </w:t>
      </w:r>
      <w:r w:rsidRPr="0008167C">
        <w:t>Этот</w:t>
      </w:r>
      <w:r w:rsidR="0008167C" w:rsidRPr="0008167C">
        <w:t xml:space="preserve"> </w:t>
      </w:r>
      <w:r w:rsidRPr="0008167C">
        <w:t>процесс</w:t>
      </w:r>
      <w:r w:rsidR="0008167C" w:rsidRPr="0008167C">
        <w:t xml:space="preserve"> </w:t>
      </w:r>
      <w:r w:rsidRPr="0008167C">
        <w:t>возвращает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атмосферу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виде</w:t>
      </w:r>
      <w:r w:rsidR="0008167C" w:rsidRPr="0008167C">
        <w:t xml:space="preserve"> </w:t>
      </w:r>
      <w:r w:rsidRPr="0008167C">
        <w:t>паров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среднем</w:t>
      </w:r>
      <w:r w:rsidR="0008167C" w:rsidRPr="0008167C">
        <w:t xml:space="preserve"> </w:t>
      </w:r>
      <w:r w:rsidRPr="0008167C">
        <w:t>около</w:t>
      </w:r>
      <w:r w:rsidR="0008167C" w:rsidRPr="0008167C">
        <w:t xml:space="preserve"> </w:t>
      </w:r>
      <w:r w:rsidRPr="0008167C">
        <w:t>2/3</w:t>
      </w:r>
      <w:r w:rsidR="0008167C" w:rsidRPr="0008167C">
        <w:t xml:space="preserve"> </w:t>
      </w:r>
      <w:r w:rsidRPr="0008167C">
        <w:t>осадков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Интенсивность</w:t>
      </w:r>
      <w:r w:rsidR="0008167C" w:rsidRPr="0008167C">
        <w:t xml:space="preserve"> </w:t>
      </w:r>
      <w:r w:rsidRPr="0008167C">
        <w:t>испарения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обуславливается</w:t>
      </w:r>
      <w:r w:rsidR="0008167C" w:rsidRPr="0008167C">
        <w:t xml:space="preserve"> </w:t>
      </w:r>
      <w:r w:rsidRPr="0008167C">
        <w:t>процессами</w:t>
      </w:r>
      <w:r w:rsidR="0008167C" w:rsidRPr="0008167C">
        <w:t xml:space="preserve"> </w:t>
      </w:r>
      <w:r w:rsidRPr="0008167C">
        <w:t>диффузии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тепловой</w:t>
      </w:r>
      <w:r w:rsidR="0008167C" w:rsidRPr="0008167C">
        <w:t xml:space="preserve"> </w:t>
      </w:r>
      <w:r w:rsidRPr="0008167C">
        <w:t>конвекцией</w:t>
      </w:r>
      <w:r w:rsidR="0008167C" w:rsidRPr="0008167C">
        <w:t xml:space="preserve">. </w:t>
      </w:r>
      <w:r w:rsidRPr="0008167C">
        <w:t>Молекулы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слоя</w:t>
      </w:r>
      <w:r w:rsidR="0008167C" w:rsidRPr="0008167C">
        <w:t xml:space="preserve"> </w:t>
      </w:r>
      <w:r w:rsidRPr="0008167C">
        <w:t>воздуха,</w:t>
      </w:r>
      <w:r w:rsidR="0008167C" w:rsidRPr="0008167C">
        <w:t xml:space="preserve"> </w:t>
      </w:r>
      <w:r w:rsidRPr="0008167C">
        <w:t>прилегающего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воде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уже</w:t>
      </w:r>
      <w:r w:rsidR="0008167C" w:rsidRPr="0008167C">
        <w:t xml:space="preserve"> </w:t>
      </w:r>
      <w:r w:rsidRPr="0008167C">
        <w:t>насыщенного</w:t>
      </w:r>
      <w:r w:rsidR="0008167C" w:rsidRPr="0008167C">
        <w:t xml:space="preserve"> </w:t>
      </w:r>
      <w:r w:rsidRPr="0008167C">
        <w:t>водяным</w:t>
      </w:r>
      <w:r w:rsidR="0008167C" w:rsidRPr="0008167C">
        <w:t xml:space="preserve"> </w:t>
      </w:r>
      <w:r w:rsidRPr="0008167C">
        <w:t>паром,</w:t>
      </w:r>
      <w:r w:rsidR="0008167C" w:rsidRPr="0008167C">
        <w:t xml:space="preserve"> </w:t>
      </w:r>
      <w:r w:rsidRPr="0008167C">
        <w:t>перемещаются</w:t>
      </w:r>
      <w:r w:rsidR="0008167C" w:rsidRPr="0008167C">
        <w:t xml:space="preserve"> </w:t>
      </w:r>
      <w:r w:rsidRPr="0008167C">
        <w:t>вверх</w:t>
      </w:r>
      <w:r w:rsidR="0008167C" w:rsidRPr="0008167C">
        <w:t xml:space="preserve">. </w:t>
      </w:r>
      <w:r w:rsidRPr="0008167C">
        <w:t>На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место</w:t>
      </w:r>
      <w:r w:rsidR="0008167C" w:rsidRPr="0008167C">
        <w:t xml:space="preserve"> </w:t>
      </w:r>
      <w:r w:rsidRPr="0008167C">
        <w:t>поступают</w:t>
      </w:r>
      <w:r w:rsidR="0008167C" w:rsidRPr="0008167C">
        <w:t xml:space="preserve"> </w:t>
      </w:r>
      <w:r w:rsidRPr="0008167C">
        <w:t>молекулы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. </w:t>
      </w:r>
      <w:r w:rsidRPr="0008167C">
        <w:t>Такая</w:t>
      </w:r>
      <w:r w:rsidR="0008167C" w:rsidRPr="0008167C">
        <w:t xml:space="preserve"> </w:t>
      </w:r>
      <w:r w:rsidRPr="0008167C">
        <w:t>форма</w:t>
      </w:r>
      <w:r w:rsidR="0008167C" w:rsidRPr="0008167C">
        <w:t xml:space="preserve"> </w:t>
      </w:r>
      <w:r w:rsidRPr="0008167C">
        <w:t>испарения</w:t>
      </w:r>
      <w:r w:rsidR="0008167C" w:rsidRPr="0008167C">
        <w:t xml:space="preserve"> </w:t>
      </w:r>
      <w:r w:rsidRPr="0008167C">
        <w:t>называется</w:t>
      </w:r>
      <w:r w:rsidR="0008167C" w:rsidRPr="0008167C">
        <w:t xml:space="preserve"> </w:t>
      </w:r>
      <w:r w:rsidRPr="0008167C">
        <w:rPr>
          <w:i/>
        </w:rPr>
        <w:t>диффузионной</w:t>
      </w:r>
      <w:r w:rsidR="0008167C" w:rsidRPr="0008167C">
        <w:t xml:space="preserve">. </w:t>
      </w:r>
      <w:r w:rsidRPr="0008167C">
        <w:t>Тепловая</w:t>
      </w:r>
      <w:r w:rsidR="0008167C" w:rsidRPr="0008167C">
        <w:t xml:space="preserve"> </w:t>
      </w:r>
      <w:r w:rsidRPr="0008167C">
        <w:t>конвекция</w:t>
      </w:r>
      <w:r w:rsidR="0008167C" w:rsidRPr="0008167C">
        <w:t xml:space="preserve"> </w:t>
      </w:r>
      <w:r w:rsidRPr="0008167C">
        <w:t>возникает</w:t>
      </w:r>
      <w:r w:rsidR="0008167C" w:rsidRPr="0008167C">
        <w:t xml:space="preserve"> </w:t>
      </w:r>
      <w:r w:rsidRPr="0008167C">
        <w:t>за</w:t>
      </w:r>
      <w:r w:rsidR="0008167C" w:rsidRPr="0008167C">
        <w:t xml:space="preserve"> </w:t>
      </w:r>
      <w:r w:rsidRPr="0008167C">
        <w:t>счет</w:t>
      </w:r>
      <w:r w:rsidR="0008167C" w:rsidRPr="0008167C">
        <w:t xml:space="preserve"> </w:t>
      </w:r>
      <w:r w:rsidRPr="0008167C">
        <w:t>разности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температурах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воздуха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температурах</w:t>
      </w:r>
      <w:r w:rsidR="0008167C" w:rsidRPr="0008167C">
        <w:t xml:space="preserve"> </w:t>
      </w:r>
      <w:r w:rsidRPr="0008167C">
        <w:t>воздуха</w:t>
      </w:r>
      <w:r w:rsidR="0008167C" w:rsidRPr="0008167C">
        <w:t xml:space="preserve"> </w:t>
      </w:r>
      <w:r w:rsidRPr="0008167C">
        <w:t>у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выше</w:t>
      </w:r>
      <w:r w:rsidR="0008167C" w:rsidRPr="0008167C">
        <w:t xml:space="preserve">. </w:t>
      </w:r>
      <w:r w:rsidRPr="0008167C">
        <w:t>Если</w:t>
      </w:r>
      <w:r w:rsidR="0008167C" w:rsidRPr="0008167C">
        <w:t xml:space="preserve"> </w:t>
      </w:r>
      <w:r w:rsidRPr="0008167C">
        <w:t>температура</w:t>
      </w:r>
      <w:r w:rsidR="0008167C" w:rsidRPr="0008167C">
        <w:t xml:space="preserve"> </w:t>
      </w:r>
      <w:r w:rsidRPr="0008167C">
        <w:t>воздуха</w:t>
      </w:r>
      <w:r w:rsidR="0008167C" w:rsidRPr="0008167C">
        <w:t xml:space="preserve"> </w:t>
      </w:r>
      <w:r w:rsidRPr="0008167C">
        <w:t>непосредственно</w:t>
      </w:r>
      <w:r w:rsidR="0008167C" w:rsidRPr="0008167C">
        <w:t xml:space="preserve"> </w:t>
      </w:r>
      <w:r w:rsidRPr="0008167C">
        <w:t>у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выше,</w:t>
      </w:r>
      <w:r w:rsidR="0008167C" w:rsidRPr="0008167C">
        <w:t xml:space="preserve"> </w:t>
      </w:r>
      <w:r w:rsidRPr="0008167C">
        <w:t>чем</w:t>
      </w:r>
      <w:r w:rsidR="0008167C" w:rsidRPr="0008167C">
        <w:t xml:space="preserve"> </w:t>
      </w:r>
      <w:r w:rsidRPr="0008167C">
        <w:t>температура</w:t>
      </w:r>
      <w:r w:rsidR="0008167C" w:rsidRPr="0008167C">
        <w:t xml:space="preserve"> </w:t>
      </w:r>
      <w:r w:rsidRPr="0008167C">
        <w:t>воздуха</w:t>
      </w:r>
      <w:r w:rsidR="0008167C" w:rsidRPr="0008167C">
        <w:t xml:space="preserve"> </w:t>
      </w:r>
      <w:r w:rsidRPr="0008167C">
        <w:t>вышерасположенных</w:t>
      </w:r>
      <w:r w:rsidR="0008167C" w:rsidRPr="0008167C">
        <w:t xml:space="preserve"> </w:t>
      </w:r>
      <w:r w:rsidRPr="0008167C">
        <w:t>слоев,</w:t>
      </w:r>
      <w:r w:rsidR="0008167C" w:rsidRPr="0008167C">
        <w:t xml:space="preserve"> </w:t>
      </w:r>
      <w:r w:rsidRPr="0008167C">
        <w:t>то</w:t>
      </w:r>
      <w:r w:rsidR="0008167C" w:rsidRPr="0008167C">
        <w:t xml:space="preserve"> </w:t>
      </w:r>
      <w:r w:rsidRPr="0008167C">
        <w:t>воздух</w:t>
      </w:r>
      <w:r w:rsidR="0008167C" w:rsidRPr="0008167C">
        <w:t xml:space="preserve"> </w:t>
      </w:r>
      <w:r w:rsidRPr="0008167C">
        <w:t>нижних</w:t>
      </w:r>
      <w:r w:rsidR="0008167C" w:rsidRPr="0008167C">
        <w:t xml:space="preserve"> </w:t>
      </w:r>
      <w:r w:rsidRPr="0008167C">
        <w:t>слоев,</w:t>
      </w:r>
      <w:r w:rsidR="0008167C" w:rsidRPr="0008167C">
        <w:t xml:space="preserve"> </w:t>
      </w:r>
      <w:r w:rsidRPr="0008167C">
        <w:t>будучи</w:t>
      </w:r>
      <w:r w:rsidR="0008167C" w:rsidRPr="0008167C">
        <w:t xml:space="preserve"> </w:t>
      </w:r>
      <w:r w:rsidRPr="0008167C">
        <w:t>более</w:t>
      </w:r>
      <w:r w:rsidR="0008167C" w:rsidRPr="0008167C">
        <w:t xml:space="preserve"> </w:t>
      </w:r>
      <w:r w:rsidRPr="0008167C">
        <w:t>легким,</w:t>
      </w:r>
      <w:r w:rsidR="0008167C" w:rsidRPr="0008167C">
        <w:t xml:space="preserve"> </w:t>
      </w:r>
      <w:r w:rsidRPr="0008167C">
        <w:t>поднимается</w:t>
      </w:r>
      <w:r w:rsidR="0008167C" w:rsidRPr="0008167C">
        <w:t xml:space="preserve"> </w:t>
      </w:r>
      <w:r w:rsidRPr="0008167C">
        <w:t>вверх</w:t>
      </w:r>
      <w:r w:rsidR="0008167C" w:rsidRPr="0008167C">
        <w:t xml:space="preserve">. </w:t>
      </w:r>
      <w:r w:rsidRPr="0008167C">
        <w:t>Воздух</w:t>
      </w:r>
      <w:r w:rsidR="0008167C" w:rsidRPr="0008167C">
        <w:t xml:space="preserve"> </w:t>
      </w:r>
      <w:r w:rsidRPr="0008167C">
        <w:t>более</w:t>
      </w:r>
      <w:r w:rsidR="0008167C" w:rsidRPr="0008167C">
        <w:t xml:space="preserve"> </w:t>
      </w:r>
      <w:r w:rsidRPr="0008167C">
        <w:t>холодный,</w:t>
      </w:r>
      <w:r w:rsidR="0008167C" w:rsidRPr="0008167C">
        <w:t xml:space="preserve"> </w:t>
      </w:r>
      <w:r w:rsidRPr="0008167C">
        <w:t>а,</w:t>
      </w:r>
      <w:r w:rsidR="0008167C" w:rsidRPr="0008167C">
        <w:t xml:space="preserve"> </w:t>
      </w:r>
      <w:r w:rsidRPr="0008167C">
        <w:t>следовательно,</w:t>
      </w:r>
      <w:r w:rsidR="0008167C" w:rsidRPr="0008167C">
        <w:t xml:space="preserve"> </w:t>
      </w:r>
      <w:r w:rsidRPr="0008167C">
        <w:t>более</w:t>
      </w:r>
      <w:r w:rsidR="0008167C" w:rsidRPr="0008167C">
        <w:t xml:space="preserve"> </w:t>
      </w:r>
      <w:r w:rsidRPr="0008167C">
        <w:t>тяжелый,</w:t>
      </w:r>
      <w:r w:rsidR="0008167C" w:rsidRPr="0008167C">
        <w:t xml:space="preserve"> </w:t>
      </w:r>
      <w:r w:rsidRPr="0008167C">
        <w:t>но</w:t>
      </w:r>
      <w:r w:rsidR="0008167C" w:rsidRPr="0008167C">
        <w:t xml:space="preserve"> </w:t>
      </w:r>
      <w:r w:rsidRPr="0008167C">
        <w:t>менее</w:t>
      </w:r>
      <w:r w:rsidR="0008167C" w:rsidRPr="0008167C">
        <w:t xml:space="preserve"> </w:t>
      </w:r>
      <w:r w:rsidRPr="0008167C">
        <w:t>насыщенный</w:t>
      </w:r>
      <w:r w:rsidR="0008167C" w:rsidRPr="0008167C">
        <w:t xml:space="preserve"> </w:t>
      </w:r>
      <w:r w:rsidRPr="0008167C">
        <w:t>водяным</w:t>
      </w:r>
      <w:r w:rsidR="0008167C" w:rsidRPr="0008167C">
        <w:t xml:space="preserve"> </w:t>
      </w:r>
      <w:r w:rsidRPr="0008167C">
        <w:t>паром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верхних</w:t>
      </w:r>
      <w:r w:rsidR="0008167C" w:rsidRPr="0008167C">
        <w:t xml:space="preserve"> </w:t>
      </w:r>
      <w:r w:rsidRPr="0008167C">
        <w:t>слоев</w:t>
      </w:r>
      <w:r w:rsidR="0008167C" w:rsidRPr="0008167C">
        <w:t xml:space="preserve"> </w:t>
      </w:r>
      <w:r w:rsidRPr="0008167C">
        <w:t>перемещается</w:t>
      </w:r>
      <w:r w:rsidR="0008167C" w:rsidRPr="0008167C">
        <w:t xml:space="preserve"> </w:t>
      </w:r>
      <w:r w:rsidRPr="0008167C">
        <w:t>вниз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результате</w:t>
      </w:r>
      <w:r w:rsidR="0008167C" w:rsidRPr="0008167C">
        <w:t xml:space="preserve"> </w:t>
      </w:r>
      <w:r w:rsidRPr="0008167C">
        <w:t>возникает</w:t>
      </w:r>
      <w:r w:rsidR="0008167C" w:rsidRPr="0008167C">
        <w:t xml:space="preserve"> </w:t>
      </w:r>
      <w:r w:rsidRPr="0008167C">
        <w:t>тепловая</w:t>
      </w:r>
      <w:r w:rsidR="0008167C" w:rsidRPr="0008167C">
        <w:t xml:space="preserve"> </w:t>
      </w:r>
      <w:r w:rsidRPr="0008167C">
        <w:t>конвекция,</w:t>
      </w:r>
      <w:r w:rsidR="0008167C" w:rsidRPr="0008167C">
        <w:t xml:space="preserve"> </w:t>
      </w:r>
      <w:r w:rsidRPr="0008167C">
        <w:t>обуславливающая</w:t>
      </w:r>
      <w:r w:rsidR="0008167C" w:rsidRPr="0008167C">
        <w:t xml:space="preserve"> </w:t>
      </w:r>
      <w:r w:rsidRPr="0008167C">
        <w:t>испарение,</w:t>
      </w:r>
      <w:r w:rsidR="0008167C" w:rsidRPr="0008167C">
        <w:t xml:space="preserve"> </w:t>
      </w:r>
      <w:r w:rsidRPr="0008167C">
        <w:t>называемое</w:t>
      </w:r>
      <w:r w:rsidR="0008167C" w:rsidRPr="0008167C">
        <w:t xml:space="preserve"> </w:t>
      </w:r>
      <w:r w:rsidRPr="0008167C">
        <w:rPr>
          <w:i/>
        </w:rPr>
        <w:t>конвекционным</w:t>
      </w:r>
      <w:r w:rsidR="0008167C" w:rsidRPr="0008167C">
        <w:t xml:space="preserve">. </w:t>
      </w:r>
      <w:r w:rsidRPr="0008167C">
        <w:t>Хорошо</w:t>
      </w:r>
      <w:r w:rsidR="0008167C" w:rsidRPr="0008167C">
        <w:t xml:space="preserve"> </w:t>
      </w:r>
      <w:r w:rsidRPr="0008167C">
        <w:t>прогреваемые</w:t>
      </w:r>
      <w:r w:rsidR="0008167C" w:rsidRPr="0008167C">
        <w:t xml:space="preserve"> </w:t>
      </w:r>
      <w:r w:rsidRPr="0008167C">
        <w:t>участки</w:t>
      </w:r>
      <w:r w:rsidR="0008167C" w:rsidRPr="0008167C">
        <w:t xml:space="preserve"> </w:t>
      </w:r>
      <w:r w:rsidRPr="0008167C">
        <w:t>почвы,</w:t>
      </w:r>
      <w:r w:rsidR="0008167C" w:rsidRPr="0008167C">
        <w:t xml:space="preserve"> </w:t>
      </w:r>
      <w:r w:rsidRPr="0008167C">
        <w:t>насыщенные</w:t>
      </w:r>
      <w:r w:rsidR="0008167C" w:rsidRPr="0008167C">
        <w:t xml:space="preserve"> </w:t>
      </w:r>
      <w:r w:rsidRPr="0008167C">
        <w:t>влагой,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лужи</w:t>
      </w:r>
      <w:r w:rsidR="0008167C" w:rsidRPr="0008167C">
        <w:t xml:space="preserve"> </w:t>
      </w:r>
      <w:r w:rsidRPr="0008167C">
        <w:t>обеспечивают</w:t>
      </w:r>
      <w:r w:rsidR="0008167C" w:rsidRPr="0008167C">
        <w:t xml:space="preserve"> </w:t>
      </w:r>
      <w:r w:rsidRPr="0008167C">
        <w:t>скорость</w:t>
      </w:r>
      <w:r w:rsidR="0008167C" w:rsidRPr="0008167C">
        <w:t xml:space="preserve"> </w:t>
      </w:r>
      <w:r w:rsidRPr="0008167C">
        <w:t>испарение</w:t>
      </w:r>
      <w:r w:rsidR="0008167C" w:rsidRPr="0008167C">
        <w:t xml:space="preserve"> </w:t>
      </w:r>
      <w:r w:rsidRPr="0008167C">
        <w:t>примерно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50%</w:t>
      </w:r>
      <w:r w:rsidR="0008167C" w:rsidRPr="0008167C">
        <w:t xml:space="preserve"> </w:t>
      </w:r>
      <w:r w:rsidRPr="0008167C">
        <w:t>выше,</w:t>
      </w:r>
      <w:r w:rsidR="0008167C" w:rsidRPr="0008167C">
        <w:t xml:space="preserve"> </w:t>
      </w:r>
      <w:r w:rsidRPr="0008167C">
        <w:t>чем</w:t>
      </w:r>
      <w:r w:rsidR="0008167C" w:rsidRPr="0008167C">
        <w:t xml:space="preserve"> </w:t>
      </w:r>
      <w:r w:rsidRPr="0008167C">
        <w:t>более</w:t>
      </w:r>
      <w:r w:rsidR="0008167C" w:rsidRPr="0008167C">
        <w:t xml:space="preserve"> </w:t>
      </w:r>
      <w:r w:rsidRPr="0008167C">
        <w:t>холодная</w:t>
      </w:r>
      <w:r w:rsidR="0008167C">
        <w:t xml:space="preserve"> (</w:t>
      </w:r>
      <w:r w:rsidRPr="0008167C">
        <w:t>из-за</w:t>
      </w:r>
      <w:r w:rsidR="0008167C" w:rsidRPr="0008167C">
        <w:t xml:space="preserve"> </w:t>
      </w:r>
      <w:r w:rsidRPr="0008167C">
        <w:t>лучшего</w:t>
      </w:r>
      <w:r w:rsidR="0008167C" w:rsidRPr="0008167C">
        <w:t xml:space="preserve"> </w:t>
      </w:r>
      <w:r w:rsidRPr="0008167C">
        <w:t>массо</w:t>
      </w:r>
      <w:r w:rsidR="0008167C" w:rsidRPr="0008167C">
        <w:t xml:space="preserve"> - </w:t>
      </w:r>
      <w:r w:rsidRPr="0008167C">
        <w:t>и</w:t>
      </w:r>
      <w:r w:rsidR="0008167C" w:rsidRPr="0008167C">
        <w:t xml:space="preserve"> </w:t>
      </w:r>
      <w:r w:rsidRPr="0008167C">
        <w:t>теплообмена</w:t>
      </w:r>
      <w:r w:rsidR="0008167C" w:rsidRPr="0008167C">
        <w:t xml:space="preserve">) </w:t>
      </w:r>
      <w:r w:rsidRPr="0008167C">
        <w:t>поверхность</w:t>
      </w:r>
      <w:r w:rsidR="0008167C" w:rsidRPr="0008167C">
        <w:t xml:space="preserve"> </w:t>
      </w:r>
      <w:r w:rsidRPr="0008167C">
        <w:t>водоема</w:t>
      </w:r>
      <w:r w:rsidR="0008167C" w:rsidRPr="0008167C">
        <w:t xml:space="preserve"> </w:t>
      </w:r>
      <w:r w:rsidRPr="0008167C">
        <w:t>глубиной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несколько</w:t>
      </w:r>
      <w:r w:rsidR="0008167C" w:rsidRPr="0008167C">
        <w:t xml:space="preserve"> </w:t>
      </w:r>
      <w:r w:rsidRPr="0008167C">
        <w:t>метров</w:t>
      </w:r>
      <w:r w:rsidR="0008167C" w:rsidRPr="0008167C">
        <w:t xml:space="preserve">. </w:t>
      </w:r>
      <w:r w:rsidRPr="0008167C">
        <w:t>Такого</w:t>
      </w:r>
      <w:r w:rsidR="0008167C" w:rsidRPr="0008167C">
        <w:t xml:space="preserve"> </w:t>
      </w:r>
      <w:r w:rsidRPr="0008167C">
        <w:t>же</w:t>
      </w:r>
      <w:r w:rsidR="0008167C" w:rsidRPr="0008167C">
        <w:t xml:space="preserve"> </w:t>
      </w:r>
      <w:r w:rsidRPr="0008167C">
        <w:t>порядка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природных</w:t>
      </w:r>
      <w:r w:rsidR="0008167C" w:rsidRPr="0008167C">
        <w:t xml:space="preserve"> </w:t>
      </w:r>
      <w:r w:rsidRPr="0008167C">
        <w:t>условиях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влияние</w:t>
      </w:r>
      <w:r w:rsidR="0008167C" w:rsidRPr="0008167C">
        <w:t xml:space="preserve"> </w:t>
      </w:r>
      <w:r w:rsidRPr="0008167C">
        <w:t>ветра</w:t>
      </w:r>
      <w:r w:rsidR="0008167C" w:rsidRPr="0008167C">
        <w:t xml:space="preserve">. </w:t>
      </w:r>
      <w:r w:rsidRPr="0008167C">
        <w:t>Ветер</w:t>
      </w:r>
      <w:r w:rsidR="0008167C" w:rsidRPr="0008167C">
        <w:t xml:space="preserve"> </w:t>
      </w:r>
      <w:r w:rsidRPr="0008167C">
        <w:t>способствует</w:t>
      </w:r>
      <w:r w:rsidR="0008167C" w:rsidRPr="0008167C">
        <w:t xml:space="preserve"> </w:t>
      </w:r>
      <w:r w:rsidRPr="0008167C">
        <w:t>замене</w:t>
      </w:r>
      <w:r w:rsidR="0008167C" w:rsidRPr="0008167C">
        <w:t xml:space="preserve"> </w:t>
      </w:r>
      <w:r w:rsidRPr="0008167C">
        <w:t>относительно</w:t>
      </w:r>
      <w:r w:rsidR="0008167C" w:rsidRPr="0008167C">
        <w:t xml:space="preserve"> </w:t>
      </w:r>
      <w:r w:rsidRPr="0008167C">
        <w:t>насыщенного</w:t>
      </w:r>
      <w:r w:rsidR="0008167C" w:rsidRPr="0008167C">
        <w:t xml:space="preserve"> </w:t>
      </w:r>
      <w:r w:rsidRPr="0008167C">
        <w:t>парами</w:t>
      </w:r>
      <w:r w:rsidR="0008167C" w:rsidRPr="0008167C">
        <w:t xml:space="preserve"> </w:t>
      </w:r>
      <w:r w:rsidRPr="0008167C">
        <w:t>воздуха</w:t>
      </w:r>
      <w:r w:rsidR="0008167C" w:rsidRPr="0008167C">
        <w:t xml:space="preserve"> </w:t>
      </w:r>
      <w:r w:rsidRPr="0008167C">
        <w:t>у</w:t>
      </w:r>
      <w:r w:rsidR="0008167C" w:rsidRPr="0008167C">
        <w:t xml:space="preserve"> </w:t>
      </w:r>
      <w:r w:rsidRPr="0008167C">
        <w:t>водной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менее</w:t>
      </w:r>
      <w:r w:rsidR="0008167C" w:rsidRPr="0008167C">
        <w:t xml:space="preserve"> </w:t>
      </w:r>
      <w:r w:rsidRPr="0008167C">
        <w:t>насыщенным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верхних</w:t>
      </w:r>
      <w:r w:rsidR="0008167C" w:rsidRPr="0008167C">
        <w:t xml:space="preserve"> </w:t>
      </w:r>
      <w:r w:rsidRPr="0008167C">
        <w:t>слоев</w:t>
      </w:r>
      <w:r w:rsidR="0008167C" w:rsidRPr="0008167C">
        <w:t xml:space="preserve">. </w:t>
      </w:r>
      <w:r w:rsidRPr="0008167C">
        <w:t>Например,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скорости</w:t>
      </w:r>
      <w:r w:rsidR="0008167C" w:rsidRPr="0008167C">
        <w:t xml:space="preserve"> </w:t>
      </w:r>
      <w:r w:rsidRPr="0008167C">
        <w:t>ветра</w:t>
      </w:r>
      <w:r w:rsidR="0008167C" w:rsidRPr="0008167C">
        <w:t xml:space="preserve"> </w:t>
      </w:r>
      <w:r w:rsidRPr="0008167C">
        <w:t>20</w:t>
      </w:r>
      <w:r w:rsidR="0008167C" w:rsidRPr="0008167C">
        <w:t xml:space="preserve"> </w:t>
      </w:r>
      <w:r w:rsidRPr="0008167C">
        <w:t>м/с</w:t>
      </w:r>
      <w:r w:rsidR="0008167C" w:rsidRPr="0008167C">
        <w:t xml:space="preserve"> </w:t>
      </w:r>
      <w:r w:rsidRPr="0008167C">
        <w:t>скорость</w:t>
      </w:r>
      <w:r w:rsidR="0008167C" w:rsidRPr="0008167C">
        <w:t xml:space="preserve"> </w:t>
      </w:r>
      <w:r w:rsidRPr="0008167C">
        <w:t>испарения</w:t>
      </w:r>
      <w:r w:rsidR="0008167C" w:rsidRPr="0008167C">
        <w:t xml:space="preserve"> </w:t>
      </w:r>
      <w:r w:rsidRPr="0008167C">
        <w:t>увеличивается</w:t>
      </w:r>
      <w:r w:rsidR="0008167C" w:rsidRPr="0008167C">
        <w:t xml:space="preserve"> </w:t>
      </w:r>
      <w:r w:rsidRPr="0008167C">
        <w:t>примерно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полтора</w:t>
      </w:r>
      <w:r w:rsidR="0008167C" w:rsidRPr="0008167C">
        <w:t xml:space="preserve"> </w:t>
      </w:r>
      <w:r w:rsidRPr="0008167C">
        <w:t>раза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сравнению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безветрием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Испарение</w:t>
      </w:r>
      <w:r w:rsidR="0008167C" w:rsidRPr="0008167C">
        <w:t xml:space="preserve"> </w:t>
      </w:r>
      <w:r w:rsidRPr="0008167C">
        <w:t>со</w:t>
      </w:r>
      <w:r w:rsidR="0008167C" w:rsidRPr="0008167C">
        <w:t xml:space="preserve"> </w:t>
      </w:r>
      <w:r w:rsidRPr="0008167C">
        <w:t>снега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льда</w:t>
      </w:r>
      <w:r w:rsidR="0008167C" w:rsidRPr="0008167C">
        <w:t xml:space="preserve"> </w:t>
      </w:r>
      <w:r w:rsidRPr="0008167C">
        <w:t>определяется</w:t>
      </w:r>
      <w:r w:rsidR="0008167C" w:rsidRPr="0008167C">
        <w:t xml:space="preserve"> </w:t>
      </w:r>
      <w:r w:rsidRPr="0008167C">
        <w:t>теми</w:t>
      </w:r>
      <w:r w:rsidR="0008167C" w:rsidRPr="0008167C">
        <w:t xml:space="preserve"> </w:t>
      </w:r>
      <w:r w:rsidRPr="0008167C">
        <w:t>же</w:t>
      </w:r>
      <w:r w:rsidR="0008167C" w:rsidRPr="0008167C">
        <w:t xml:space="preserve"> </w:t>
      </w:r>
      <w:r w:rsidRPr="0008167C">
        <w:t>факторами,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. </w:t>
      </w:r>
      <w:r w:rsidRPr="0008167C">
        <w:t>По</w:t>
      </w:r>
      <w:r w:rsidR="0008167C" w:rsidRPr="0008167C">
        <w:t xml:space="preserve"> </w:t>
      </w:r>
      <w:r w:rsidRPr="0008167C">
        <w:t>опытным</w:t>
      </w:r>
      <w:r w:rsidR="0008167C" w:rsidRPr="0008167C">
        <w:t xml:space="preserve"> </w:t>
      </w:r>
      <w:r w:rsidRPr="0008167C">
        <w:t>данным,</w:t>
      </w:r>
      <w:r w:rsidR="0008167C" w:rsidRPr="0008167C">
        <w:t xml:space="preserve"> </w:t>
      </w:r>
      <w:r w:rsidRPr="0008167C">
        <w:t>испарение</w:t>
      </w:r>
      <w:r w:rsidR="0008167C" w:rsidRPr="0008167C">
        <w:t xml:space="preserve"> </w:t>
      </w:r>
      <w:r w:rsidRPr="0008167C">
        <w:t>со</w:t>
      </w:r>
      <w:r w:rsidR="0008167C" w:rsidRPr="0008167C">
        <w:t xml:space="preserve"> </w:t>
      </w:r>
      <w:r w:rsidRPr="0008167C">
        <w:t>снега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десятки</w:t>
      </w:r>
      <w:r w:rsidR="0008167C" w:rsidRPr="0008167C">
        <w:t xml:space="preserve"> </w:t>
      </w:r>
      <w:r w:rsidRPr="0008167C">
        <w:t>раз</w:t>
      </w:r>
      <w:r w:rsidR="0008167C" w:rsidRPr="0008167C">
        <w:t xml:space="preserve"> </w:t>
      </w:r>
      <w:r w:rsidRPr="0008167C">
        <w:t>меньше</w:t>
      </w:r>
      <w:r w:rsidR="0008167C" w:rsidRPr="0008167C">
        <w:t xml:space="preserve"> </w:t>
      </w:r>
      <w:r w:rsidRPr="0008167C">
        <w:t>испарения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водной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средних</w:t>
      </w:r>
      <w:r w:rsidR="0008167C" w:rsidRPr="0008167C">
        <w:t xml:space="preserve"> </w:t>
      </w:r>
      <w:r w:rsidRPr="0008167C">
        <w:t>широтах</w:t>
      </w:r>
      <w:r w:rsidR="0008167C" w:rsidRPr="0008167C">
        <w:t xml:space="preserve"> </w:t>
      </w:r>
      <w:r w:rsidRPr="0008167C">
        <w:t>оно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превышает</w:t>
      </w:r>
      <w:r w:rsidR="0008167C" w:rsidRPr="0008167C">
        <w:t xml:space="preserve"> </w:t>
      </w:r>
      <w:r w:rsidRPr="0008167C">
        <w:t>20</w:t>
      </w:r>
      <w:r w:rsidR="0008167C" w:rsidRPr="0008167C">
        <w:t xml:space="preserve"> - </w:t>
      </w:r>
      <w:smartTag w:uri="urn:schemas-microsoft-com:office:smarttags" w:element="metricconverter">
        <w:smartTagPr>
          <w:attr w:name="ProductID" w:val="30 мм"/>
        </w:smartTagPr>
        <w:r w:rsidRPr="0008167C">
          <w:t>30</w:t>
        </w:r>
        <w:r w:rsidR="0008167C" w:rsidRPr="0008167C">
          <w:t xml:space="preserve"> </w:t>
        </w:r>
        <w:r w:rsidRPr="0008167C">
          <w:t>мм</w:t>
        </w:r>
      </w:smartTag>
      <w:r w:rsidR="0008167C" w:rsidRPr="0008167C">
        <w:t xml:space="preserve"> </w:t>
      </w:r>
      <w:r w:rsidRPr="0008167C">
        <w:t>за</w:t>
      </w:r>
      <w:r w:rsidR="0008167C" w:rsidRPr="0008167C">
        <w:t xml:space="preserve"> </w:t>
      </w:r>
      <w:r w:rsidRPr="0008167C">
        <w:t>зиму</w:t>
      </w:r>
      <w:r w:rsidR="0008167C" w:rsidRPr="0008167C">
        <w:t xml:space="preserve">. </w:t>
      </w:r>
      <w:r w:rsidRPr="0008167C">
        <w:t>Весной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положительных</w:t>
      </w:r>
      <w:r w:rsidR="0008167C" w:rsidRPr="0008167C">
        <w:t xml:space="preserve"> </w:t>
      </w:r>
      <w:r w:rsidRPr="0008167C">
        <w:t>температурах</w:t>
      </w:r>
      <w:r w:rsidR="0008167C" w:rsidRPr="0008167C">
        <w:t xml:space="preserve"> </w:t>
      </w:r>
      <w:r w:rsidRPr="0008167C">
        <w:t>воздуха</w:t>
      </w:r>
      <w:r w:rsidR="0008167C" w:rsidRPr="0008167C">
        <w:t xml:space="preserve"> </w:t>
      </w:r>
      <w:r w:rsidRPr="0008167C">
        <w:t>испарение</w:t>
      </w:r>
      <w:r w:rsidR="0008167C" w:rsidRPr="0008167C">
        <w:t xml:space="preserve"> </w:t>
      </w:r>
      <w:r w:rsidRPr="0008167C">
        <w:t>со</w:t>
      </w:r>
      <w:r w:rsidR="0008167C" w:rsidRPr="0008167C">
        <w:t xml:space="preserve"> </w:t>
      </w:r>
      <w:r w:rsidRPr="0008167C">
        <w:t>снега</w:t>
      </w:r>
      <w:r w:rsidR="0008167C" w:rsidRPr="0008167C">
        <w:t xml:space="preserve"> </w:t>
      </w:r>
      <w:r w:rsidRPr="0008167C">
        <w:t>существенно</w:t>
      </w:r>
      <w:r w:rsidR="0008167C" w:rsidRPr="0008167C">
        <w:t xml:space="preserve"> </w:t>
      </w:r>
      <w:r w:rsidRPr="0008167C">
        <w:t>возрастает</w:t>
      </w:r>
      <w:r w:rsidR="0008167C" w:rsidRPr="0008167C">
        <w:t xml:space="preserve">. </w:t>
      </w:r>
      <w:r w:rsidRPr="0008167C">
        <w:t>Отличительная</w:t>
      </w:r>
      <w:r w:rsidR="0008167C" w:rsidRPr="0008167C">
        <w:t xml:space="preserve"> </w:t>
      </w:r>
      <w:r w:rsidRPr="0008167C">
        <w:t>особенность</w:t>
      </w:r>
      <w:r w:rsidR="0008167C" w:rsidRPr="0008167C">
        <w:t xml:space="preserve"> </w:t>
      </w:r>
      <w:r w:rsidRPr="0008167C">
        <w:t>испарения</w:t>
      </w:r>
      <w:r w:rsidR="0008167C" w:rsidRPr="0008167C">
        <w:t xml:space="preserve"> </w:t>
      </w:r>
      <w:r w:rsidRPr="0008167C">
        <w:t>со</w:t>
      </w:r>
      <w:r w:rsidR="0008167C" w:rsidRPr="0008167C">
        <w:t xml:space="preserve"> </w:t>
      </w:r>
      <w:r w:rsidRPr="0008167C">
        <w:t>снега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льда</w:t>
      </w:r>
      <w:r w:rsidR="0008167C" w:rsidRPr="0008167C">
        <w:t xml:space="preserve"> </w:t>
      </w:r>
      <w:r w:rsidRPr="0008167C">
        <w:t>заключается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том,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переход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твердого</w:t>
      </w:r>
      <w:r w:rsidR="0008167C" w:rsidRPr="0008167C">
        <w:t xml:space="preserve"> </w:t>
      </w:r>
      <w:r w:rsidRPr="0008167C">
        <w:t>состояния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газообразное</w:t>
      </w:r>
      <w:r w:rsidR="0008167C" w:rsidRPr="0008167C">
        <w:t xml:space="preserve"> </w:t>
      </w:r>
      <w:r w:rsidRPr="0008167C">
        <w:t>совершается,</w:t>
      </w:r>
      <w:r w:rsidR="0008167C" w:rsidRPr="0008167C">
        <w:t xml:space="preserve"> </w:t>
      </w:r>
      <w:r w:rsidRPr="0008167C">
        <w:t>минуя</w:t>
      </w:r>
      <w:r w:rsidR="0008167C" w:rsidRPr="0008167C">
        <w:t xml:space="preserve"> </w:t>
      </w:r>
      <w:r w:rsidRPr="0008167C">
        <w:t>твердую</w:t>
      </w:r>
      <w:r w:rsidR="0008167C" w:rsidRPr="0008167C">
        <w:t xml:space="preserve"> </w:t>
      </w:r>
      <w:r w:rsidRPr="0008167C">
        <w:t>фазу</w:t>
      </w:r>
      <w:r w:rsidR="0008167C" w:rsidRPr="0008167C">
        <w:t xml:space="preserve">. </w:t>
      </w:r>
      <w:r w:rsidRPr="0008167C">
        <w:t>Этот</w:t>
      </w:r>
      <w:r w:rsidR="0008167C" w:rsidRPr="0008167C">
        <w:t xml:space="preserve"> </w:t>
      </w:r>
      <w:r w:rsidRPr="0008167C">
        <w:t>процесс</w:t>
      </w:r>
      <w:r w:rsidR="0008167C" w:rsidRPr="0008167C">
        <w:t xml:space="preserve"> </w:t>
      </w:r>
      <w:r w:rsidRPr="0008167C">
        <w:t>называется</w:t>
      </w:r>
      <w:r w:rsidR="0008167C" w:rsidRPr="0008167C">
        <w:t xml:space="preserve"> </w:t>
      </w:r>
      <w:r w:rsidRPr="0008167C">
        <w:t>возгонкой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Каждую</w:t>
      </w:r>
      <w:r w:rsidR="0008167C" w:rsidRPr="0008167C">
        <w:t xml:space="preserve"> </w:t>
      </w:r>
      <w:r w:rsidRPr="0008167C">
        <w:t>минуту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испарение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океана</w:t>
      </w:r>
      <w:r w:rsidR="0008167C" w:rsidRPr="0008167C">
        <w:t xml:space="preserve"> </w:t>
      </w:r>
      <w:r w:rsidRPr="0008167C">
        <w:t>уходит</w:t>
      </w:r>
      <w:r w:rsidR="0008167C" w:rsidRPr="0008167C">
        <w:t xml:space="preserve"> </w:t>
      </w:r>
      <w:r w:rsidRPr="0008167C">
        <w:t>2</w:t>
      </w:r>
      <w:r w:rsidR="0008167C" w:rsidRPr="0008167C">
        <w:t xml:space="preserve"> </w:t>
      </w:r>
      <w:r w:rsidRPr="0008167C">
        <w:t>10</w:t>
      </w:r>
      <w:r w:rsidRPr="0008167C">
        <w:rPr>
          <w:vertAlign w:val="superscript"/>
        </w:rPr>
        <w:t>18</w:t>
      </w:r>
      <w:r w:rsidR="0008167C" w:rsidRPr="0008167C">
        <w:t xml:space="preserve"> </w:t>
      </w:r>
      <w:r w:rsidRPr="0008167C">
        <w:t>Дж</w:t>
      </w:r>
      <w:r w:rsidR="0008167C" w:rsidRPr="0008167C">
        <w:t xml:space="preserve"> </w:t>
      </w:r>
      <w:r w:rsidRPr="0008167C">
        <w:t>солнечной</w:t>
      </w:r>
      <w:r w:rsidR="0008167C" w:rsidRPr="0008167C">
        <w:t xml:space="preserve"> </w:t>
      </w:r>
      <w:r w:rsidRPr="0008167C">
        <w:t>энергии</w:t>
      </w:r>
      <w:r w:rsidR="0008167C" w:rsidRPr="0008167C">
        <w:t xml:space="preserve">. </w:t>
      </w:r>
      <w:r w:rsidRPr="0008167C">
        <w:t>Но</w:t>
      </w:r>
      <w:r w:rsidR="0008167C" w:rsidRPr="0008167C">
        <w:t xml:space="preserve"> </w:t>
      </w:r>
      <w:r w:rsidRPr="0008167C">
        <w:t>это</w:t>
      </w:r>
      <w:r w:rsidR="0008167C" w:rsidRPr="0008167C">
        <w:t xml:space="preserve"> </w:t>
      </w:r>
      <w:r w:rsidRPr="0008167C">
        <w:t>тепло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потеряно</w:t>
      </w:r>
      <w:r w:rsidR="0008167C" w:rsidRPr="0008167C">
        <w:t xml:space="preserve"> </w:t>
      </w:r>
      <w:r w:rsidRPr="0008167C">
        <w:t>для</w:t>
      </w:r>
      <w:r w:rsidR="0008167C" w:rsidRPr="0008167C">
        <w:t xml:space="preserve"> </w:t>
      </w:r>
      <w:r w:rsidRPr="0008167C">
        <w:t>планеты</w:t>
      </w:r>
      <w:r w:rsidR="0008167C" w:rsidRPr="0008167C">
        <w:t xml:space="preserve">. </w:t>
      </w:r>
      <w:r w:rsidRPr="0008167C">
        <w:t>При</w:t>
      </w:r>
      <w:r w:rsidR="0008167C" w:rsidRPr="0008167C">
        <w:t xml:space="preserve"> </w:t>
      </w:r>
      <w:r w:rsidRPr="0008167C">
        <w:t>конденсации</w:t>
      </w:r>
      <w:r w:rsidR="0008167C" w:rsidRPr="0008167C">
        <w:t xml:space="preserve"> </w:t>
      </w:r>
      <w:r w:rsidRPr="0008167C">
        <w:t>пара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верхней</w:t>
      </w:r>
      <w:r w:rsidR="0008167C" w:rsidRPr="0008167C">
        <w:t xml:space="preserve"> </w:t>
      </w:r>
      <w:r w:rsidRPr="0008167C">
        <w:t>части</w:t>
      </w:r>
      <w:r w:rsidR="0008167C" w:rsidRPr="0008167C">
        <w:t xml:space="preserve"> </w:t>
      </w:r>
      <w:r w:rsidRPr="0008167C">
        <w:t>тропосферы</w:t>
      </w:r>
      <w:r w:rsidR="0008167C" w:rsidRPr="0008167C">
        <w:t xml:space="preserve"> </w:t>
      </w:r>
      <w:r w:rsidRPr="0008167C">
        <w:t>тепло,</w:t>
      </w:r>
      <w:r w:rsidR="0008167C" w:rsidRPr="0008167C">
        <w:t xml:space="preserve"> </w:t>
      </w:r>
      <w:r w:rsidRPr="0008167C">
        <w:t>затраченное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испарение,</w:t>
      </w:r>
      <w:r w:rsidR="0008167C" w:rsidRPr="0008167C">
        <w:t xml:space="preserve"> </w:t>
      </w:r>
      <w:r w:rsidRPr="0008167C">
        <w:t>вновь</w:t>
      </w:r>
      <w:r w:rsidR="0008167C" w:rsidRPr="0008167C">
        <w:t xml:space="preserve"> </w:t>
      </w:r>
      <w:r w:rsidRPr="0008167C">
        <w:t>выделяется</w:t>
      </w:r>
      <w:r w:rsidR="0008167C" w:rsidRPr="0008167C">
        <w:t xml:space="preserve">. </w:t>
      </w:r>
      <w:r w:rsidRPr="0008167C">
        <w:t>Водяной</w:t>
      </w:r>
      <w:r w:rsidR="0008167C" w:rsidRPr="0008167C">
        <w:t xml:space="preserve"> </w:t>
      </w:r>
      <w:r w:rsidRPr="0008167C">
        <w:t>пар</w:t>
      </w:r>
      <w:r w:rsidR="0008167C" w:rsidRPr="0008167C">
        <w:t xml:space="preserve"> </w:t>
      </w:r>
      <w:r w:rsidRPr="0008167C">
        <w:t>выступает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теплоноситель,</w:t>
      </w:r>
      <w:r w:rsidR="0008167C" w:rsidRPr="0008167C">
        <w:t xml:space="preserve"> </w:t>
      </w:r>
      <w:r w:rsidRPr="0008167C">
        <w:t>перемещающий</w:t>
      </w:r>
      <w:r w:rsidR="0008167C" w:rsidRPr="0008167C">
        <w:t xml:space="preserve"> </w:t>
      </w:r>
      <w:r w:rsidRPr="0008167C">
        <w:t>тепло</w:t>
      </w:r>
      <w:r w:rsidR="0008167C" w:rsidRPr="0008167C">
        <w:t xml:space="preserve"> </w:t>
      </w:r>
      <w:r w:rsidRPr="0008167C">
        <w:t>Солнца,</w:t>
      </w:r>
      <w:r w:rsidR="0008167C" w:rsidRPr="0008167C">
        <w:t xml:space="preserve"> </w:t>
      </w:r>
      <w:r w:rsidRPr="0008167C">
        <w:t>для</w:t>
      </w:r>
      <w:r w:rsidR="0008167C" w:rsidRPr="0008167C">
        <w:t xml:space="preserve"> </w:t>
      </w:r>
      <w:r w:rsidRPr="0008167C">
        <w:t>излучения</w:t>
      </w:r>
      <w:r w:rsidR="0008167C" w:rsidRPr="0008167C">
        <w:t xml:space="preserve"> </w:t>
      </w:r>
      <w:r w:rsidRPr="0008167C">
        <w:t>которого</w:t>
      </w:r>
      <w:r w:rsidR="0008167C" w:rsidRPr="0008167C">
        <w:t xml:space="preserve"> </w:t>
      </w:r>
      <w:r w:rsidRPr="0008167C">
        <w:t>атмосфера</w:t>
      </w:r>
      <w:r w:rsidR="0008167C" w:rsidRPr="0008167C">
        <w:t xml:space="preserve"> </w:t>
      </w:r>
      <w:r w:rsidRPr="0008167C">
        <w:t>прозрачна,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океана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увлажненной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суши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уровню</w:t>
      </w:r>
      <w:r w:rsidR="0008167C" w:rsidRPr="0008167C">
        <w:t xml:space="preserve"> </w:t>
      </w:r>
      <w:r w:rsidRPr="0008167C">
        <w:t>конденсации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атмосфере</w:t>
      </w:r>
      <w:r w:rsidR="0008167C" w:rsidRPr="0008167C">
        <w:t xml:space="preserve">. </w:t>
      </w:r>
      <w:r w:rsidRPr="0008167C">
        <w:t>Мощные</w:t>
      </w:r>
      <w:r w:rsidR="0008167C" w:rsidRPr="0008167C">
        <w:t xml:space="preserve"> </w:t>
      </w:r>
      <w:r w:rsidRPr="0008167C">
        <w:t>импульсы</w:t>
      </w:r>
      <w:r w:rsidR="0008167C" w:rsidRPr="0008167C">
        <w:t xml:space="preserve"> </w:t>
      </w:r>
      <w:r w:rsidRPr="0008167C">
        <w:t>тепла,</w:t>
      </w:r>
      <w:r w:rsidR="0008167C" w:rsidRPr="0008167C">
        <w:t xml:space="preserve"> </w:t>
      </w:r>
      <w:r w:rsidRPr="0008167C">
        <w:t>возникающие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конденсации,</w:t>
      </w:r>
      <w:r w:rsidR="0008167C" w:rsidRPr="0008167C">
        <w:t xml:space="preserve"> </w:t>
      </w:r>
      <w:r w:rsidRPr="0008167C">
        <w:t>служат</w:t>
      </w:r>
      <w:r w:rsidR="0008167C" w:rsidRPr="0008167C">
        <w:t xml:space="preserve"> </w:t>
      </w:r>
      <w:r w:rsidRPr="0008167C">
        <w:t>одним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двигателей</w:t>
      </w:r>
      <w:r w:rsidR="0008167C" w:rsidRPr="0008167C">
        <w:t xml:space="preserve"> </w:t>
      </w:r>
      <w:r w:rsidRPr="0008167C">
        <w:t>циркуляции</w:t>
      </w:r>
      <w:r w:rsidR="0008167C" w:rsidRPr="0008167C">
        <w:t xml:space="preserve"> </w:t>
      </w:r>
      <w:r w:rsidRPr="0008167C">
        <w:t>атмосферы</w:t>
      </w:r>
      <w:r w:rsidR="0008167C" w:rsidRPr="0008167C">
        <w:t xml:space="preserve"> </w:t>
      </w:r>
      <w:r w:rsidRPr="0008167C">
        <w:t>и,</w:t>
      </w:r>
      <w:r w:rsidR="0008167C" w:rsidRPr="0008167C">
        <w:t xml:space="preserve"> </w:t>
      </w:r>
      <w:r w:rsidRPr="0008167C">
        <w:t>возможно,</w:t>
      </w:r>
      <w:r w:rsidR="0008167C" w:rsidRPr="0008167C">
        <w:t xml:space="preserve"> </w:t>
      </w:r>
      <w:r w:rsidRPr="0008167C">
        <w:t>источниками</w:t>
      </w:r>
      <w:r w:rsidR="0008167C" w:rsidRPr="0008167C">
        <w:t xml:space="preserve"> </w:t>
      </w:r>
      <w:r w:rsidRPr="0008167C">
        <w:t>энергии</w:t>
      </w:r>
      <w:r w:rsidR="0008167C" w:rsidRPr="0008167C">
        <w:t xml:space="preserve"> </w:t>
      </w:r>
      <w:r w:rsidRPr="0008167C">
        <w:t>тропических</w:t>
      </w:r>
      <w:r w:rsidR="0008167C" w:rsidRPr="0008167C">
        <w:t xml:space="preserve"> </w:t>
      </w:r>
      <w:r w:rsidRPr="0008167C">
        <w:t>ураганов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</w:pPr>
      <w:r w:rsidRPr="0008167C">
        <w:t>Пары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атмосфере</w:t>
      </w:r>
      <w:r w:rsidR="0008167C" w:rsidRPr="0008167C">
        <w:t xml:space="preserve"> </w:t>
      </w:r>
      <w:r w:rsidRPr="0008167C">
        <w:t>играют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другую,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менее</w:t>
      </w:r>
      <w:r w:rsidR="0008167C" w:rsidRPr="0008167C">
        <w:t xml:space="preserve"> </w:t>
      </w:r>
      <w:r w:rsidRPr="0008167C">
        <w:t>важную</w:t>
      </w:r>
      <w:r w:rsidR="0008167C" w:rsidRPr="0008167C">
        <w:t xml:space="preserve"> </w:t>
      </w:r>
      <w:r w:rsidRPr="0008167C">
        <w:t>роль</w:t>
      </w:r>
      <w:r w:rsidR="0008167C" w:rsidRPr="0008167C">
        <w:t xml:space="preserve">: </w:t>
      </w:r>
      <w:r w:rsidRPr="0008167C">
        <w:t>они</w:t>
      </w:r>
      <w:r w:rsidR="0008167C" w:rsidRPr="0008167C">
        <w:t xml:space="preserve"> </w:t>
      </w:r>
      <w:r w:rsidRPr="0008167C">
        <w:t>перехватывают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поглощают</w:t>
      </w:r>
      <w:r w:rsidR="0008167C" w:rsidRPr="0008167C">
        <w:t xml:space="preserve"> </w:t>
      </w:r>
      <w:r w:rsidRPr="0008167C">
        <w:t>тепловое</w:t>
      </w:r>
      <w:r w:rsidR="0008167C">
        <w:t xml:space="preserve"> (</w:t>
      </w:r>
      <w:r w:rsidRPr="0008167C">
        <w:t>инфракрасное</w:t>
      </w:r>
      <w:r w:rsidR="0008167C" w:rsidRPr="0008167C">
        <w:t xml:space="preserve">) </w:t>
      </w:r>
      <w:r w:rsidRPr="0008167C">
        <w:t>излучение</w:t>
      </w:r>
      <w:r w:rsidR="0008167C" w:rsidRPr="0008167C">
        <w:t xml:space="preserve"> </w:t>
      </w:r>
      <w:r w:rsidRPr="0008167C">
        <w:t>Земли,</w:t>
      </w:r>
      <w:r w:rsidR="0008167C" w:rsidRPr="0008167C">
        <w:t xml:space="preserve"> </w:t>
      </w:r>
      <w:r w:rsidRPr="0008167C">
        <w:t>создавая</w:t>
      </w:r>
      <w:r w:rsidR="0008167C" w:rsidRPr="0008167C">
        <w:t xml:space="preserve"> </w:t>
      </w:r>
      <w:r w:rsidRPr="0008167C">
        <w:t>парниковый</w:t>
      </w:r>
      <w:r w:rsidR="0008167C" w:rsidRPr="0008167C">
        <w:t xml:space="preserve"> </w:t>
      </w:r>
      <w:r w:rsidRPr="0008167C">
        <w:t>эффект</w:t>
      </w:r>
      <w:r w:rsidR="0008167C" w:rsidRPr="0008167C">
        <w:t xml:space="preserve">. </w:t>
      </w:r>
      <w:r w:rsidRPr="0008167C">
        <w:t>Роль</w:t>
      </w:r>
      <w:r w:rsidR="0008167C" w:rsidRPr="0008167C">
        <w:t xml:space="preserve"> </w:t>
      </w:r>
      <w:r w:rsidRPr="0008167C">
        <w:t>водяного</w:t>
      </w:r>
      <w:r w:rsidR="0008167C" w:rsidRPr="0008167C">
        <w:t xml:space="preserve"> </w:t>
      </w:r>
      <w:r w:rsidRPr="0008167C">
        <w:t>пара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парниковом</w:t>
      </w:r>
      <w:r w:rsidR="0008167C" w:rsidRPr="0008167C">
        <w:t xml:space="preserve"> </w:t>
      </w:r>
      <w:r w:rsidRPr="0008167C">
        <w:t>эффекте,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уже</w:t>
      </w:r>
      <w:r w:rsidR="0008167C" w:rsidRPr="0008167C">
        <w:t xml:space="preserve"> </w:t>
      </w:r>
      <w:r w:rsidRPr="0008167C">
        <w:t>говорилось,</w:t>
      </w:r>
      <w:r w:rsidR="0008167C" w:rsidRPr="0008167C">
        <w:t xml:space="preserve"> </w:t>
      </w:r>
      <w:r w:rsidRPr="0008167C">
        <w:t>значительно</w:t>
      </w:r>
      <w:r w:rsidR="0008167C" w:rsidRPr="0008167C">
        <w:t xml:space="preserve"> </w:t>
      </w:r>
      <w:r w:rsidRPr="0008167C">
        <w:t>существеннее,</w:t>
      </w:r>
      <w:r w:rsidR="0008167C" w:rsidRPr="0008167C">
        <w:t xml:space="preserve"> </w:t>
      </w:r>
      <w:r w:rsidRPr="0008167C">
        <w:t>чем</w:t>
      </w:r>
      <w:r w:rsidR="0008167C" w:rsidRPr="0008167C">
        <w:t xml:space="preserve"> </w:t>
      </w:r>
      <w:r w:rsidRPr="0008167C">
        <w:t>роль</w:t>
      </w:r>
      <w:r w:rsidR="0008167C" w:rsidRPr="0008167C">
        <w:t xml:space="preserve"> </w:t>
      </w:r>
      <w:r w:rsidRPr="0008167C">
        <w:t>углекислого</w:t>
      </w:r>
      <w:r w:rsidR="0008167C" w:rsidRPr="0008167C">
        <w:t xml:space="preserve"> </w:t>
      </w:r>
      <w:r w:rsidRPr="0008167C">
        <w:t>газа</w:t>
      </w:r>
      <w:r w:rsidR="0008167C" w:rsidRPr="0008167C">
        <w:t xml:space="preserve">. </w:t>
      </w:r>
      <w:r w:rsidRPr="0008167C">
        <w:t>Атмосферную</w:t>
      </w:r>
      <w:r w:rsidR="0008167C" w:rsidRPr="0008167C">
        <w:t xml:space="preserve"> </w:t>
      </w:r>
      <w:r w:rsidRPr="0008167C">
        <w:t>влагу</w:t>
      </w:r>
      <w:r w:rsidR="0008167C" w:rsidRPr="0008167C">
        <w:t xml:space="preserve"> </w:t>
      </w:r>
      <w:r w:rsidRPr="0008167C">
        <w:t>можно</w:t>
      </w:r>
      <w:r w:rsidR="0008167C" w:rsidRPr="0008167C">
        <w:t xml:space="preserve"> </w:t>
      </w:r>
      <w:r w:rsidRPr="0008167C">
        <w:t>сравнить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теплым</w:t>
      </w:r>
      <w:r w:rsidR="0008167C" w:rsidRPr="0008167C">
        <w:t xml:space="preserve"> </w:t>
      </w:r>
      <w:r w:rsidRPr="0008167C">
        <w:t>одеялом,</w:t>
      </w:r>
      <w:r w:rsidR="0008167C" w:rsidRPr="0008167C">
        <w:t xml:space="preserve"> </w:t>
      </w:r>
      <w:r w:rsidRPr="0008167C">
        <w:t>окутывающим</w:t>
      </w:r>
      <w:r w:rsidR="0008167C" w:rsidRPr="0008167C">
        <w:t xml:space="preserve"> </w:t>
      </w:r>
      <w:r w:rsidRPr="0008167C">
        <w:t>нашу</w:t>
      </w:r>
      <w:r w:rsidR="0008167C" w:rsidRPr="0008167C">
        <w:t xml:space="preserve"> </w:t>
      </w:r>
      <w:r w:rsidRPr="0008167C">
        <w:t>Землю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Расход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испарение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распределяется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неравномерно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акватории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океана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Это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можно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хорошо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видеть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разности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между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испарением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осадками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экваториальной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зоне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расход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испарение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из-за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большой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облачности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меньше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годовой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суммы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осадков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умеренных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широтах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испаряется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также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меньше,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выпадает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осадков,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основная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причина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здесь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другая</w:t>
      </w:r>
      <w:r w:rsidR="0008167C" w:rsidRPr="0008167C">
        <w:rPr>
          <w:snapToGrid w:val="0"/>
        </w:rPr>
        <w:t xml:space="preserve"> - </w:t>
      </w:r>
      <w:r w:rsidRPr="0008167C">
        <w:rPr>
          <w:snapToGrid w:val="0"/>
        </w:rPr>
        <w:t>недостаток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тепла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тропической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субтропической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зонах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поверхности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океана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испаряется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влаги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больше,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выпадает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Происходит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это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потому,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зоне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пассатов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облачность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бывает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реже,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тепла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здесь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много,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осадков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выпадает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относительно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меньше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Океаническим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течениям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принадлежит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большая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климатообразующая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роль,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поэтому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влияние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круговорот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основном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сказывается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через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климат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Морские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течения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переносят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три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порядка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больше,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все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реки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мира,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обусловленный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ими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водообмен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50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раз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интенсивнее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водообмена,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вызванного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атмосферными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осадками,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выпадающими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поверхность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океана,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испарением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По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этой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причине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внутренний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океанический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водообмен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гораздо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интенсивнее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внешнего,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обусловленного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круговоротом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пресной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pStyle w:val="3"/>
        <w:tabs>
          <w:tab w:val="left" w:pos="726"/>
        </w:tabs>
        <w:rPr>
          <w:snapToGrid w:val="0"/>
          <w:color w:val="000000"/>
        </w:rPr>
      </w:pPr>
      <w:bookmarkStart w:id="105" w:name="_Toc8497779"/>
      <w:bookmarkStart w:id="106" w:name="_Toc8498143"/>
      <w:bookmarkStart w:id="107" w:name="_Toc8498811"/>
      <w:r w:rsidRPr="0008167C">
        <w:rPr>
          <w:snapToGrid w:val="0"/>
          <w:color w:val="000000"/>
        </w:rPr>
        <w:t>Литогенное</w:t>
      </w:r>
      <w:r w:rsidR="0008167C" w:rsidRPr="0008167C">
        <w:rPr>
          <w:snapToGrid w:val="0"/>
          <w:color w:val="000000"/>
        </w:rPr>
        <w:t xml:space="preserve"> </w:t>
      </w:r>
      <w:r w:rsidRPr="0008167C">
        <w:rPr>
          <w:snapToGrid w:val="0"/>
          <w:color w:val="000000"/>
        </w:rPr>
        <w:t>звено</w:t>
      </w:r>
      <w:r w:rsidR="0008167C" w:rsidRPr="0008167C">
        <w:rPr>
          <w:snapToGrid w:val="0"/>
          <w:color w:val="000000"/>
        </w:rPr>
        <w:t>.</w:t>
      </w:r>
      <w:bookmarkEnd w:id="105"/>
      <w:bookmarkEnd w:id="106"/>
      <w:bookmarkEnd w:id="107"/>
    </w:p>
    <w:p w:rsidR="0008167C" w:rsidRPr="0008167C" w:rsidRDefault="00223F35" w:rsidP="0008167C">
      <w:pPr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Литогенное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звено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круговорота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другими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словами,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участие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подземных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круговороте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весьма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разнообразно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Глубинные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подземные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главным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образом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рассолы,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крайне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слабо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связаны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верхними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слоями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подземных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другими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звеньями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круговорота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Накопление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глубинных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подземных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некоторых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областях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происходило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течение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многих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миллионов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лет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Весьма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медленно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просачиваясь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вглубь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пополняясь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счет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дегазации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мантии,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глубинах</w:t>
      </w:r>
      <w:r w:rsidR="0008167C">
        <w:rPr>
          <w:snapToGrid w:val="0"/>
        </w:rPr>
        <w:t xml:space="preserve"> (</w:t>
      </w:r>
      <w:r w:rsidRPr="0008167C">
        <w:rPr>
          <w:snapToGrid w:val="0"/>
        </w:rPr>
        <w:t>чаще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всего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более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1</w:t>
      </w:r>
      <w:r w:rsidR="0008167C" w:rsidRPr="0008167C">
        <w:rPr>
          <w:snapToGrid w:val="0"/>
        </w:rPr>
        <w:t xml:space="preserve"> - </w:t>
      </w:r>
      <w:smartTag w:uri="urn:schemas-microsoft-com:office:smarttags" w:element="metricconverter">
        <w:smartTagPr>
          <w:attr w:name="ProductID" w:val="2 км"/>
        </w:smartTagPr>
        <w:r w:rsidRPr="0008167C">
          <w:rPr>
            <w:snapToGrid w:val="0"/>
          </w:rPr>
          <w:t>2</w:t>
        </w:r>
        <w:r w:rsidR="0008167C" w:rsidRPr="0008167C">
          <w:rPr>
            <w:snapToGrid w:val="0"/>
          </w:rPr>
          <w:t xml:space="preserve"> </w:t>
        </w:r>
        <w:r w:rsidRPr="0008167C">
          <w:rPr>
            <w:i/>
            <w:snapToGrid w:val="0"/>
          </w:rPr>
          <w:t>км</w:t>
        </w:r>
      </w:smartTag>
      <w:r w:rsidR="0008167C" w:rsidRPr="0008167C">
        <w:rPr>
          <w:snapToGrid w:val="0"/>
        </w:rPr>
        <w:t xml:space="preserve">) </w:t>
      </w:r>
      <w:r w:rsidRPr="0008167C">
        <w:rPr>
          <w:snapToGrid w:val="0"/>
        </w:rPr>
        <w:t>образовались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огромные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скопления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участие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круговороте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выражено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весьма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слабо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Глубинные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подземные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если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сравнивать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круговоротом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 - </w:t>
      </w:r>
      <w:r w:rsidRPr="0008167C">
        <w:rPr>
          <w:snapToGrid w:val="0"/>
        </w:rPr>
        <w:t>явлением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природы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весьма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динамичным,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практически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стабильны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объем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весьма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незначительно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меняется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течение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коротких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периодов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времени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Они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обычно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сильно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минерализованы,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вплоть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крепких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рассолов,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служит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главным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признаком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слабого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обмена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tabs>
          <w:tab w:val="left" w:pos="726"/>
        </w:tabs>
      </w:pPr>
      <w:r w:rsidRPr="0008167C">
        <w:t>Явлению</w:t>
      </w:r>
      <w:r w:rsidR="0008167C" w:rsidRPr="0008167C">
        <w:t xml:space="preserve"> </w:t>
      </w:r>
      <w:r w:rsidRPr="0008167C">
        <w:t>естественного</w:t>
      </w:r>
      <w:r w:rsidR="0008167C" w:rsidRPr="0008167C">
        <w:t xml:space="preserve"> </w:t>
      </w:r>
      <w:r w:rsidRPr="0008167C">
        <w:t>дренажа</w:t>
      </w:r>
      <w:r w:rsidR="0008167C" w:rsidRPr="0008167C">
        <w:t xml:space="preserve"> </w:t>
      </w:r>
      <w:r w:rsidRPr="0008167C">
        <w:t>подземных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 </w:t>
      </w:r>
      <w:r w:rsidRPr="0008167C">
        <w:t>принадлежит</w:t>
      </w:r>
      <w:r w:rsidR="0008167C" w:rsidRPr="0008167C">
        <w:t xml:space="preserve"> </w:t>
      </w:r>
      <w:r w:rsidRPr="0008167C">
        <w:t>исключительно</w:t>
      </w:r>
      <w:r w:rsidR="0008167C" w:rsidRPr="0008167C">
        <w:t xml:space="preserve"> </w:t>
      </w:r>
      <w:r w:rsidRPr="0008167C">
        <w:t>важная</w:t>
      </w:r>
      <w:r w:rsidR="0008167C" w:rsidRPr="0008167C">
        <w:t xml:space="preserve"> </w:t>
      </w:r>
      <w:r w:rsidRPr="0008167C">
        <w:t>роль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круговороте</w:t>
      </w:r>
      <w:r w:rsidR="0008167C" w:rsidRPr="0008167C">
        <w:t xml:space="preserve">. </w:t>
      </w:r>
      <w:r w:rsidRPr="0008167C">
        <w:t>Благодаря</w:t>
      </w:r>
      <w:r w:rsidR="0008167C" w:rsidRPr="0008167C">
        <w:t xml:space="preserve"> </w:t>
      </w:r>
      <w:r w:rsidRPr="0008167C">
        <w:t>ему</w:t>
      </w:r>
      <w:r w:rsidR="0008167C" w:rsidRPr="0008167C">
        <w:t xml:space="preserve"> </w:t>
      </w:r>
      <w:r w:rsidRPr="0008167C">
        <w:t>одно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звеньев</w:t>
      </w:r>
      <w:r w:rsidR="0008167C" w:rsidRPr="0008167C">
        <w:t xml:space="preserve"> </w:t>
      </w:r>
      <w:r w:rsidRPr="0008167C">
        <w:t>круговорота</w:t>
      </w:r>
      <w:r w:rsidR="0008167C" w:rsidRPr="0008167C">
        <w:t xml:space="preserve"> </w:t>
      </w:r>
      <w:r w:rsidRPr="0008167C">
        <w:t>приобретает</w:t>
      </w:r>
      <w:r w:rsidR="0008167C" w:rsidRPr="0008167C">
        <w:t xml:space="preserve"> </w:t>
      </w:r>
      <w:r w:rsidRPr="0008167C">
        <w:t>регулирующие</w:t>
      </w:r>
      <w:r w:rsidR="0008167C" w:rsidRPr="0008167C">
        <w:t xml:space="preserve"> </w:t>
      </w:r>
      <w:r w:rsidRPr="0008167C">
        <w:t>свойства</w:t>
      </w:r>
      <w:r w:rsidR="0008167C" w:rsidRPr="0008167C">
        <w:t xml:space="preserve"> - </w:t>
      </w:r>
      <w:r w:rsidRPr="0008167C">
        <w:t>реки</w:t>
      </w:r>
      <w:r w:rsidR="0008167C" w:rsidRPr="0008167C">
        <w:t xml:space="preserve"> </w:t>
      </w:r>
      <w:r w:rsidRPr="0008167C">
        <w:t>получают</w:t>
      </w:r>
      <w:r w:rsidR="0008167C" w:rsidRPr="0008167C">
        <w:t xml:space="preserve"> </w:t>
      </w:r>
      <w:r w:rsidRPr="0008167C">
        <w:t>устойчивое</w:t>
      </w:r>
      <w:r w:rsidR="0008167C" w:rsidRPr="0008167C">
        <w:t xml:space="preserve"> </w:t>
      </w:r>
      <w:r w:rsidRPr="0008167C">
        <w:t>питание</w:t>
      </w:r>
      <w:r w:rsidR="0008167C" w:rsidRPr="0008167C">
        <w:t xml:space="preserve">. </w:t>
      </w:r>
      <w:r w:rsidRPr="0008167C">
        <w:t>Без</w:t>
      </w:r>
      <w:r w:rsidR="0008167C" w:rsidRPr="0008167C">
        <w:t xml:space="preserve"> </w:t>
      </w:r>
      <w:r w:rsidRPr="0008167C">
        <w:t>этого</w:t>
      </w:r>
      <w:r w:rsidR="0008167C" w:rsidRPr="0008167C">
        <w:t xml:space="preserve"> </w:t>
      </w:r>
      <w:r w:rsidRPr="0008167C">
        <w:t>источника</w:t>
      </w:r>
      <w:r w:rsidR="0008167C" w:rsidRPr="0008167C">
        <w:t xml:space="preserve"> </w:t>
      </w:r>
      <w:r w:rsidRPr="0008167C">
        <w:t>водный</w:t>
      </w:r>
      <w:r w:rsidR="0008167C" w:rsidRPr="0008167C">
        <w:t xml:space="preserve"> </w:t>
      </w:r>
      <w:r w:rsidRPr="0008167C">
        <w:t>режим</w:t>
      </w:r>
      <w:r w:rsidR="0008167C" w:rsidRPr="0008167C">
        <w:t xml:space="preserve"> </w:t>
      </w:r>
      <w:r w:rsidRPr="0008167C">
        <w:t>рек</w:t>
      </w:r>
      <w:r w:rsidR="0008167C" w:rsidRPr="0008167C">
        <w:t xml:space="preserve"> </w:t>
      </w:r>
      <w:r w:rsidRPr="0008167C">
        <w:t>был</w:t>
      </w:r>
      <w:r w:rsidR="0008167C" w:rsidRPr="0008167C">
        <w:t xml:space="preserve"> </w:t>
      </w:r>
      <w:r w:rsidRPr="0008167C">
        <w:t>бы</w:t>
      </w:r>
      <w:r w:rsidR="0008167C" w:rsidRPr="0008167C">
        <w:t xml:space="preserve"> </w:t>
      </w:r>
      <w:r w:rsidRPr="0008167C">
        <w:t>еще</w:t>
      </w:r>
      <w:r w:rsidR="0008167C" w:rsidRPr="0008167C">
        <w:t xml:space="preserve"> </w:t>
      </w:r>
      <w:r w:rsidRPr="0008167C">
        <w:t>более</w:t>
      </w:r>
      <w:r w:rsidR="0008167C" w:rsidRPr="0008167C">
        <w:t xml:space="preserve"> </w:t>
      </w:r>
      <w:r w:rsidRPr="0008167C">
        <w:t>изменчив</w:t>
      </w:r>
      <w:r w:rsidR="0008167C" w:rsidRPr="0008167C">
        <w:t xml:space="preserve"> - </w:t>
      </w:r>
      <w:r w:rsidRPr="0008167C">
        <w:t>вода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реках</w:t>
      </w:r>
      <w:r w:rsidR="0008167C" w:rsidRPr="0008167C">
        <w:t xml:space="preserve"> </w:t>
      </w:r>
      <w:r w:rsidRPr="0008167C">
        <w:t>появлялась</w:t>
      </w:r>
      <w:r w:rsidR="0008167C" w:rsidRPr="0008167C">
        <w:t xml:space="preserve"> </w:t>
      </w:r>
      <w:r w:rsidRPr="0008167C">
        <w:t>бы</w:t>
      </w:r>
      <w:r w:rsidR="0008167C" w:rsidRPr="0008167C">
        <w:t xml:space="preserve"> </w:t>
      </w:r>
      <w:r w:rsidRPr="0008167C">
        <w:t>лишь</w:t>
      </w:r>
      <w:r w:rsidR="0008167C" w:rsidRPr="0008167C">
        <w:t xml:space="preserve"> </w:t>
      </w:r>
      <w:r w:rsidRPr="0008167C">
        <w:t>во</w:t>
      </w:r>
      <w:r w:rsidR="0008167C" w:rsidRPr="0008167C">
        <w:t xml:space="preserve"> </w:t>
      </w:r>
      <w:r w:rsidRPr="0008167C">
        <w:t>время</w:t>
      </w:r>
      <w:r w:rsidR="0008167C" w:rsidRPr="0008167C">
        <w:t xml:space="preserve"> </w:t>
      </w:r>
      <w:r w:rsidRPr="0008167C">
        <w:t>дождей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снеготаянии,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остальное</w:t>
      </w:r>
      <w:r w:rsidR="0008167C" w:rsidRPr="0008167C">
        <w:t xml:space="preserve"> </w:t>
      </w:r>
      <w:r w:rsidRPr="0008167C">
        <w:t>время</w:t>
      </w:r>
      <w:r w:rsidR="0008167C" w:rsidRPr="0008167C">
        <w:t xml:space="preserve"> </w:t>
      </w:r>
      <w:r w:rsidRPr="0008167C">
        <w:t>реки</w:t>
      </w:r>
      <w:r w:rsidR="0008167C" w:rsidRPr="0008167C">
        <w:t xml:space="preserve"> </w:t>
      </w:r>
      <w:r w:rsidRPr="0008167C">
        <w:t>пересыхали</w:t>
      </w:r>
      <w:r w:rsidR="0008167C" w:rsidRPr="0008167C">
        <w:t xml:space="preserve"> </w:t>
      </w:r>
      <w:r w:rsidRPr="0008167C">
        <w:t>бы</w:t>
      </w:r>
      <w:r w:rsidR="0008167C" w:rsidRPr="0008167C">
        <w:t>.</w:t>
      </w:r>
    </w:p>
    <w:p w:rsidR="0008167C" w:rsidRPr="0008167C" w:rsidRDefault="00223F35" w:rsidP="0008167C">
      <w:pPr>
        <w:pStyle w:val="3"/>
        <w:tabs>
          <w:tab w:val="left" w:pos="726"/>
        </w:tabs>
        <w:rPr>
          <w:snapToGrid w:val="0"/>
          <w:color w:val="000000"/>
        </w:rPr>
      </w:pPr>
      <w:bookmarkStart w:id="108" w:name="_Toc8497780"/>
      <w:bookmarkStart w:id="109" w:name="_Toc8498144"/>
      <w:bookmarkStart w:id="110" w:name="_Toc8498812"/>
      <w:r w:rsidRPr="0008167C">
        <w:rPr>
          <w:snapToGrid w:val="0"/>
          <w:color w:val="000000"/>
        </w:rPr>
        <w:t>Почвенное</w:t>
      </w:r>
      <w:r w:rsidR="0008167C" w:rsidRPr="0008167C">
        <w:rPr>
          <w:snapToGrid w:val="0"/>
          <w:color w:val="000000"/>
        </w:rPr>
        <w:t xml:space="preserve"> </w:t>
      </w:r>
      <w:r w:rsidRPr="0008167C">
        <w:rPr>
          <w:snapToGrid w:val="0"/>
          <w:color w:val="000000"/>
        </w:rPr>
        <w:t>звено</w:t>
      </w:r>
      <w:r w:rsidR="0008167C" w:rsidRPr="0008167C">
        <w:rPr>
          <w:snapToGrid w:val="0"/>
          <w:color w:val="000000"/>
        </w:rPr>
        <w:t>.</w:t>
      </w:r>
      <w:bookmarkEnd w:id="108"/>
      <w:bookmarkEnd w:id="109"/>
      <w:bookmarkEnd w:id="110"/>
    </w:p>
    <w:p w:rsidR="0008167C" w:rsidRPr="0008167C" w:rsidRDefault="00223F35" w:rsidP="0008167C">
      <w:pPr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литогенному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звену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относится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также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почвенное,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поскольку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почвенная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связана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самой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верхней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частью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земной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коры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Вместе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имеются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все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основания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для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выделения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почвенных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или,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как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чаще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принято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называть,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почвенной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влаги,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особое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звено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круговорота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Почвенная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влага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отличается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подземных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некоторыми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особенностями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Во-первых,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почвенная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влага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связана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биологическими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процессами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гораздо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большей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мере,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подземные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Почвенный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покров,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которому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приурочена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почвенная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влага,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представляет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чисто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минеральную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массу,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слагающую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горные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породы,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содержит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большее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или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меньшее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количество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гумуса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Во-вторых,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почвенная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влага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большей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мере,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подземные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связана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характером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погоды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Во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время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дождей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или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снеготаянии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происходит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инфильтрация,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обогащающая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почву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влагой,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сухое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время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быстро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расходуется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испарение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По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этой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причине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содержание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влаги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почве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большей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части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суши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бывает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неустойчивым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Испарение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происходит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только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поверхности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почвы</w:t>
      </w:r>
      <w:r w:rsidR="0008167C" w:rsidRPr="0008167C">
        <w:rPr>
          <w:snapToGrid w:val="0"/>
        </w:rPr>
        <w:t xml:space="preserve">; </w:t>
      </w:r>
      <w:r w:rsidRPr="0008167C">
        <w:rPr>
          <w:snapToGrid w:val="0"/>
        </w:rPr>
        <w:t>почвенная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влага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расходуется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также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транспирацию,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которая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представляет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исключительно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важный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процесс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жизнедеятельности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растений,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причем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корни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растений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поглощают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влагу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глубины,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которую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они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распространяются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Таким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образом,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почвенная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влага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представляет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собой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один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из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важных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факторов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жизнедеятельности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растений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Хотя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единовременный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объем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почвенной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влаги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относительно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невелик,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быстро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сменяется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как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видели,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играет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большую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роль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круговороте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биогенных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процессах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хозяйственной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жизни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Почвенное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звено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круговорота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оказывает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большое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влияние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только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формирование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подземных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также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водоносность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водный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режим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рек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Одним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словом,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почва</w:t>
      </w:r>
      <w:r w:rsidR="0008167C" w:rsidRPr="0008167C">
        <w:rPr>
          <w:snapToGrid w:val="0"/>
        </w:rPr>
        <w:t xml:space="preserve"> - </w:t>
      </w:r>
      <w:r w:rsidRPr="0008167C">
        <w:rPr>
          <w:snapToGrid w:val="0"/>
        </w:rPr>
        <w:t>своего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рода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посредник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между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климатом,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метеорологическими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факторами,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одной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стороны,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явлениями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гидрологического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режима</w:t>
      </w:r>
      <w:r w:rsidR="0008167C">
        <w:rPr>
          <w:snapToGrid w:val="0"/>
        </w:rPr>
        <w:t xml:space="preserve"> (</w:t>
      </w:r>
      <w:r w:rsidRPr="0008167C">
        <w:rPr>
          <w:snapToGrid w:val="0"/>
        </w:rPr>
        <w:t>подземных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озер</w:t>
      </w:r>
      <w:r w:rsidR="0008167C" w:rsidRPr="0008167C">
        <w:rPr>
          <w:snapToGrid w:val="0"/>
        </w:rPr>
        <w:t xml:space="preserve">) -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другой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pStyle w:val="3"/>
        <w:tabs>
          <w:tab w:val="left" w:pos="726"/>
        </w:tabs>
        <w:rPr>
          <w:snapToGrid w:val="0"/>
          <w:color w:val="000000"/>
        </w:rPr>
      </w:pPr>
      <w:bookmarkStart w:id="111" w:name="_Toc8497781"/>
      <w:bookmarkStart w:id="112" w:name="_Toc8498145"/>
      <w:bookmarkStart w:id="113" w:name="_Toc8498813"/>
      <w:r w:rsidRPr="0008167C">
        <w:rPr>
          <w:snapToGrid w:val="0"/>
          <w:color w:val="000000"/>
        </w:rPr>
        <w:t>Речное</w:t>
      </w:r>
      <w:r w:rsidR="0008167C" w:rsidRPr="0008167C">
        <w:rPr>
          <w:snapToGrid w:val="0"/>
          <w:color w:val="000000"/>
        </w:rPr>
        <w:t xml:space="preserve"> </w:t>
      </w:r>
      <w:r w:rsidRPr="0008167C">
        <w:rPr>
          <w:snapToGrid w:val="0"/>
          <w:color w:val="000000"/>
        </w:rPr>
        <w:t>звено</w:t>
      </w:r>
      <w:r w:rsidR="0008167C" w:rsidRPr="0008167C">
        <w:rPr>
          <w:snapToGrid w:val="0"/>
          <w:color w:val="000000"/>
        </w:rPr>
        <w:t>.</w:t>
      </w:r>
      <w:bookmarkEnd w:id="111"/>
      <w:bookmarkEnd w:id="112"/>
      <w:bookmarkEnd w:id="113"/>
    </w:p>
    <w:p w:rsidR="0008167C" w:rsidRPr="0008167C" w:rsidRDefault="00223F35" w:rsidP="0008167C">
      <w:pPr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Речное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звено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круговорота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изучено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лучше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других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это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случайно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Человек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издавна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селился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вдоль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рек,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продвигался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рекам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неведомые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страны,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пил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речную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воду,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ел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рыбу,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выловленную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реках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развитием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производительных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сил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человек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стал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использовать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речные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для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орошения,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дальнейшем</w:t>
      </w:r>
      <w:r w:rsidR="0008167C" w:rsidRPr="0008167C">
        <w:rPr>
          <w:snapToGrid w:val="0"/>
        </w:rPr>
        <w:t xml:space="preserve"> -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качестве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источника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энергии,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сначала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возводя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примитивные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мельничные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колеса,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затем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гидроэлектростанции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вплоть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современных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мощностью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несколько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миллионов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киловатт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tabs>
          <w:tab w:val="left" w:pos="726"/>
        </w:tabs>
      </w:pPr>
      <w:r w:rsidRPr="0008167C">
        <w:t>Вместе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водой</w:t>
      </w:r>
      <w:r w:rsidR="0008167C" w:rsidRPr="0008167C">
        <w:t xml:space="preserve"> </w:t>
      </w:r>
      <w:r w:rsidRPr="0008167C">
        <w:t>реки</w:t>
      </w:r>
      <w:r w:rsidR="0008167C" w:rsidRPr="0008167C">
        <w:t xml:space="preserve"> </w:t>
      </w:r>
      <w:r w:rsidRPr="0008167C">
        <w:t>переносят</w:t>
      </w:r>
      <w:r w:rsidR="0008167C" w:rsidRPr="0008167C">
        <w:t xml:space="preserve"> </w:t>
      </w:r>
      <w:r w:rsidRPr="0008167C">
        <w:t>растворенные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ней</w:t>
      </w:r>
      <w:r w:rsidR="0008167C" w:rsidRPr="0008167C">
        <w:t xml:space="preserve"> </w:t>
      </w:r>
      <w:r w:rsidRPr="0008167C">
        <w:t>вещества</w:t>
      </w:r>
      <w:r w:rsidR="0008167C" w:rsidRPr="0008167C">
        <w:t xml:space="preserve">. </w:t>
      </w:r>
      <w:r w:rsidRPr="0008167C">
        <w:t>Сток</w:t>
      </w:r>
      <w:r w:rsidR="0008167C" w:rsidRPr="0008167C">
        <w:t xml:space="preserve"> </w:t>
      </w:r>
      <w:r w:rsidRPr="0008167C">
        <w:t>растворенных</w:t>
      </w:r>
      <w:r w:rsidR="0008167C" w:rsidRPr="0008167C">
        <w:t xml:space="preserve"> </w:t>
      </w:r>
      <w:r w:rsidRPr="0008167C">
        <w:t>веществ</w:t>
      </w:r>
      <w:r w:rsidR="0008167C" w:rsidRPr="0008167C">
        <w:t xml:space="preserve"> </w:t>
      </w:r>
      <w:r w:rsidRPr="0008167C">
        <w:t>определяется</w:t>
      </w:r>
      <w:r w:rsidR="0008167C" w:rsidRPr="0008167C">
        <w:t xml:space="preserve"> </w:t>
      </w:r>
      <w:r w:rsidRPr="0008167C">
        <w:t>степенью</w:t>
      </w:r>
      <w:r w:rsidR="0008167C" w:rsidRPr="0008167C">
        <w:t xml:space="preserve"> </w:t>
      </w:r>
      <w:r w:rsidRPr="0008167C">
        <w:t>минерализации</w:t>
      </w:r>
      <w:r w:rsidR="0008167C" w:rsidRPr="0008167C">
        <w:t xml:space="preserve"> </w:t>
      </w:r>
      <w:r w:rsidRPr="0008167C">
        <w:t>сточных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количеством</w:t>
      </w:r>
      <w:r w:rsidR="0008167C" w:rsidRPr="0008167C">
        <w:t xml:space="preserve"> </w:t>
      </w:r>
      <w:r w:rsidRPr="0008167C">
        <w:t>жидкого</w:t>
      </w:r>
      <w:r w:rsidR="0008167C" w:rsidRPr="0008167C">
        <w:t xml:space="preserve"> </w:t>
      </w:r>
      <w:r w:rsidRPr="0008167C">
        <w:t>стока,</w:t>
      </w:r>
      <w:r w:rsidR="0008167C" w:rsidRPr="0008167C">
        <w:t xml:space="preserve"> </w:t>
      </w:r>
      <w:r w:rsidRPr="0008167C">
        <w:t>зависящих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вида</w:t>
      </w:r>
      <w:r w:rsidR="0008167C" w:rsidRPr="0008167C">
        <w:t xml:space="preserve"> </w:t>
      </w:r>
      <w:r w:rsidRPr="0008167C">
        <w:t>питания</w:t>
      </w:r>
      <w:r w:rsidR="0008167C" w:rsidRPr="0008167C">
        <w:t xml:space="preserve"> </w:t>
      </w:r>
      <w:r w:rsidRPr="0008167C">
        <w:t>реки</w:t>
      </w:r>
      <w:r w:rsidR="0008167C" w:rsidRPr="0008167C">
        <w:t xml:space="preserve">. </w:t>
      </w:r>
      <w:r w:rsidRPr="0008167C">
        <w:t>Сток</w:t>
      </w:r>
      <w:r w:rsidR="0008167C" w:rsidRPr="0008167C">
        <w:t xml:space="preserve"> </w:t>
      </w:r>
      <w:r w:rsidRPr="0008167C">
        <w:t>растворенных</w:t>
      </w:r>
      <w:r w:rsidR="0008167C" w:rsidRPr="0008167C">
        <w:t xml:space="preserve"> </w:t>
      </w:r>
      <w:r w:rsidRPr="0008167C">
        <w:t>веществ</w:t>
      </w:r>
      <w:r w:rsidR="0008167C" w:rsidRPr="0008167C">
        <w:t xml:space="preserve"> - </w:t>
      </w:r>
      <w:r w:rsidRPr="0008167C">
        <w:t>это</w:t>
      </w:r>
      <w:r w:rsidR="0008167C" w:rsidRPr="0008167C">
        <w:t xml:space="preserve"> </w:t>
      </w:r>
      <w:r w:rsidRPr="0008167C">
        <w:t>количество</w:t>
      </w:r>
      <w:r w:rsidR="0008167C" w:rsidRPr="0008167C">
        <w:t xml:space="preserve"> </w:t>
      </w:r>
      <w:r w:rsidRPr="0008167C">
        <w:t>неорганических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органических</w:t>
      </w:r>
      <w:r w:rsidR="0008167C" w:rsidRPr="0008167C">
        <w:t xml:space="preserve"> </w:t>
      </w:r>
      <w:r w:rsidRPr="0008167C">
        <w:t>веществ,</w:t>
      </w:r>
      <w:r w:rsidR="0008167C" w:rsidRPr="0008167C">
        <w:t xml:space="preserve"> </w:t>
      </w:r>
      <w:r w:rsidRPr="0008167C">
        <w:t>выносимых</w:t>
      </w:r>
      <w:r w:rsidR="0008167C" w:rsidRPr="0008167C">
        <w:t xml:space="preserve"> </w:t>
      </w:r>
      <w:r w:rsidRPr="0008167C">
        <w:t>реками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ионно-молекулярном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коллоидном</w:t>
      </w:r>
      <w:r w:rsidR="0008167C" w:rsidRPr="0008167C">
        <w:t xml:space="preserve"> </w:t>
      </w:r>
      <w:r w:rsidRPr="0008167C">
        <w:t>состоянии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данной</w:t>
      </w:r>
      <w:r w:rsidR="0008167C" w:rsidRPr="0008167C">
        <w:t xml:space="preserve"> </w:t>
      </w:r>
      <w:r w:rsidRPr="0008167C">
        <w:t>территории</w:t>
      </w:r>
      <w:r w:rsidR="0008167C" w:rsidRPr="0008167C">
        <w:t xml:space="preserve"> </w:t>
      </w:r>
      <w:r w:rsidRPr="0008167C">
        <w:t>за</w:t>
      </w:r>
      <w:r w:rsidR="0008167C" w:rsidRPr="0008167C">
        <w:t xml:space="preserve"> </w:t>
      </w:r>
      <w:r w:rsidRPr="0008167C">
        <w:t>определенный</w:t>
      </w:r>
      <w:r w:rsidR="0008167C" w:rsidRPr="0008167C">
        <w:t xml:space="preserve"> </w:t>
      </w:r>
      <w:r w:rsidRPr="0008167C">
        <w:t>период</w:t>
      </w:r>
      <w:r w:rsidR="0008167C" w:rsidRPr="0008167C">
        <w:t xml:space="preserve"> </w:t>
      </w:r>
      <w:r w:rsidRPr="0008167C">
        <w:t>времени</w:t>
      </w:r>
      <w:r w:rsidR="0008167C" w:rsidRPr="0008167C">
        <w:t xml:space="preserve">. </w:t>
      </w:r>
      <w:r w:rsidRPr="0008167C">
        <w:t>Основную</w:t>
      </w:r>
      <w:r w:rsidR="0008167C" w:rsidRPr="0008167C">
        <w:t xml:space="preserve"> </w:t>
      </w:r>
      <w:r w:rsidRPr="0008167C">
        <w:t>массу</w:t>
      </w:r>
      <w:r w:rsidR="0008167C" w:rsidRPr="0008167C">
        <w:t xml:space="preserve"> </w:t>
      </w:r>
      <w:r w:rsidRPr="0008167C">
        <w:t>выносимых</w:t>
      </w:r>
      <w:r w:rsidR="0008167C" w:rsidRPr="0008167C">
        <w:t xml:space="preserve"> </w:t>
      </w:r>
      <w:r w:rsidRPr="0008167C">
        <w:t>растворенных</w:t>
      </w:r>
      <w:r w:rsidR="0008167C" w:rsidRPr="0008167C">
        <w:t xml:space="preserve"> </w:t>
      </w:r>
      <w:r w:rsidRPr="0008167C">
        <w:t>веществ</w:t>
      </w:r>
      <w:r w:rsidR="0008167C" w:rsidRPr="0008167C">
        <w:t xml:space="preserve"> </w:t>
      </w:r>
      <w:r w:rsidRPr="0008167C">
        <w:t>составляет</w:t>
      </w:r>
      <w:r w:rsidR="0008167C" w:rsidRPr="0008167C">
        <w:t xml:space="preserve"> </w:t>
      </w:r>
      <w:r w:rsidRPr="0008167C">
        <w:t>ионный</w:t>
      </w:r>
      <w:r w:rsidR="0008167C" w:rsidRPr="0008167C">
        <w:t xml:space="preserve"> </w:t>
      </w:r>
      <w:r w:rsidRPr="0008167C">
        <w:t>сток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</w:pPr>
      <w:r w:rsidRPr="0008167C">
        <w:t>Ионный</w:t>
      </w:r>
      <w:r w:rsidR="0008167C" w:rsidRPr="0008167C">
        <w:t xml:space="preserve"> </w:t>
      </w:r>
      <w:r w:rsidRPr="0008167C">
        <w:t>сток</w:t>
      </w:r>
      <w:r w:rsidR="0008167C" w:rsidRPr="0008167C">
        <w:t xml:space="preserve"> </w:t>
      </w:r>
      <w:r w:rsidRPr="0008167C">
        <w:t>рек</w:t>
      </w:r>
      <w:r w:rsidR="0008167C" w:rsidRPr="0008167C">
        <w:t xml:space="preserve"> </w:t>
      </w:r>
      <w:r w:rsidRPr="0008167C">
        <w:t>характеризует</w:t>
      </w:r>
      <w:r w:rsidR="0008167C" w:rsidRPr="0008167C">
        <w:t xml:space="preserve"> </w:t>
      </w:r>
      <w:r w:rsidRPr="0008167C">
        <w:t>химическую</w:t>
      </w:r>
      <w:r w:rsidR="0008167C" w:rsidRPr="0008167C">
        <w:t xml:space="preserve"> </w:t>
      </w:r>
      <w:r w:rsidRPr="0008167C">
        <w:t>эрозию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служит</w:t>
      </w:r>
      <w:r w:rsidR="0008167C" w:rsidRPr="0008167C">
        <w:t xml:space="preserve"> </w:t>
      </w:r>
      <w:r w:rsidRPr="0008167C">
        <w:t>связующим</w:t>
      </w:r>
      <w:r w:rsidR="0008167C" w:rsidRPr="0008167C">
        <w:t xml:space="preserve"> </w:t>
      </w:r>
      <w:r w:rsidRPr="0008167C">
        <w:t>звеном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солевом</w:t>
      </w:r>
      <w:r w:rsidR="0008167C" w:rsidRPr="0008167C">
        <w:t xml:space="preserve"> </w:t>
      </w:r>
      <w:r w:rsidRPr="0008167C">
        <w:t>обмене</w:t>
      </w:r>
      <w:r w:rsidR="0008167C" w:rsidRPr="0008167C">
        <w:t xml:space="preserve"> </w:t>
      </w:r>
      <w:r w:rsidRPr="0008167C">
        <w:t>суши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океана</w:t>
      </w:r>
      <w:r w:rsidR="0008167C" w:rsidRPr="0008167C">
        <w:t xml:space="preserve">. </w:t>
      </w:r>
      <w:r w:rsidRPr="0008167C">
        <w:t>Наибольший</w:t>
      </w:r>
      <w:r w:rsidR="0008167C" w:rsidRPr="0008167C">
        <w:t xml:space="preserve"> </w:t>
      </w:r>
      <w:r w:rsidRPr="0008167C">
        <w:t>ионный</w:t>
      </w:r>
      <w:r w:rsidR="0008167C" w:rsidRPr="0008167C">
        <w:t xml:space="preserve"> </w:t>
      </w:r>
      <w:r w:rsidRPr="0008167C">
        <w:t>сток</w:t>
      </w:r>
      <w:r w:rsidR="0008167C" w:rsidRPr="0008167C">
        <w:t xml:space="preserve"> </w:t>
      </w:r>
      <w:r w:rsidRPr="0008167C">
        <w:t>приходится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поверхность</w:t>
      </w:r>
      <w:r w:rsidR="0008167C" w:rsidRPr="0008167C">
        <w:t xml:space="preserve"> </w:t>
      </w:r>
      <w:r w:rsidRPr="0008167C">
        <w:t>Северного</w:t>
      </w:r>
      <w:r w:rsidR="0008167C" w:rsidRPr="0008167C">
        <w:t xml:space="preserve"> </w:t>
      </w:r>
      <w:r w:rsidRPr="0008167C">
        <w:t>Ледовитого</w:t>
      </w:r>
      <w:r w:rsidR="0008167C" w:rsidRPr="0008167C">
        <w:t xml:space="preserve"> </w:t>
      </w:r>
      <w:r w:rsidRPr="0008167C">
        <w:t>океана,</w:t>
      </w:r>
      <w:r w:rsidR="0008167C" w:rsidRPr="0008167C">
        <w:t xml:space="preserve"> </w:t>
      </w:r>
      <w:r w:rsidRPr="0008167C">
        <w:t>наименьший</w:t>
      </w:r>
      <w:r w:rsidR="0008167C" w:rsidRPr="0008167C">
        <w:t xml:space="preserve"> - </w:t>
      </w:r>
      <w:r w:rsidRPr="0008167C">
        <w:t>на</w:t>
      </w:r>
      <w:r w:rsidR="0008167C" w:rsidRPr="0008167C">
        <w:t xml:space="preserve"> </w:t>
      </w:r>
      <w:r w:rsidRPr="0008167C">
        <w:t>бассейн</w:t>
      </w:r>
      <w:r w:rsidR="0008167C" w:rsidRPr="0008167C">
        <w:t xml:space="preserve"> </w:t>
      </w:r>
      <w:r w:rsidRPr="0008167C">
        <w:t>Тихого</w:t>
      </w:r>
      <w:r w:rsidR="0008167C" w:rsidRPr="0008167C">
        <w:t xml:space="preserve"> </w:t>
      </w:r>
      <w:r w:rsidRPr="0008167C">
        <w:t>океана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</w:pPr>
      <w:r w:rsidRPr="0008167C">
        <w:t>Сток</w:t>
      </w:r>
      <w:r w:rsidR="0008167C" w:rsidRPr="0008167C">
        <w:t xml:space="preserve"> </w:t>
      </w:r>
      <w:r w:rsidRPr="0008167C">
        <w:t>остальных</w:t>
      </w:r>
      <w:r w:rsidR="0008167C" w:rsidRPr="0008167C">
        <w:t xml:space="preserve"> </w:t>
      </w:r>
      <w:r w:rsidRPr="0008167C">
        <w:t>растворенных</w:t>
      </w:r>
      <w:r w:rsidR="0008167C" w:rsidRPr="0008167C">
        <w:t xml:space="preserve"> </w:t>
      </w:r>
      <w:r w:rsidRPr="0008167C">
        <w:t>веществ</w:t>
      </w:r>
      <w:r w:rsidR="0008167C">
        <w:t xml:space="preserve"> (</w:t>
      </w:r>
      <w:r w:rsidRPr="0008167C">
        <w:t>органическое</w:t>
      </w:r>
      <w:r w:rsidR="0008167C" w:rsidRPr="0008167C">
        <w:t xml:space="preserve"> </w:t>
      </w:r>
      <w:r w:rsidRPr="0008167C">
        <w:t>вещество,</w:t>
      </w:r>
      <w:r w:rsidR="0008167C" w:rsidRPr="0008167C">
        <w:t xml:space="preserve"> </w:t>
      </w:r>
      <w:r w:rsidRPr="0008167C">
        <w:t>минеральные</w:t>
      </w:r>
      <w:r w:rsidR="0008167C" w:rsidRPr="0008167C">
        <w:t xml:space="preserve"> </w:t>
      </w:r>
      <w:r w:rsidRPr="0008167C">
        <w:t>коллоиды,</w:t>
      </w:r>
      <w:r w:rsidR="0008167C" w:rsidRPr="0008167C">
        <w:t xml:space="preserve"> </w:t>
      </w:r>
      <w:r w:rsidRPr="0008167C">
        <w:t>микроэлементы,</w:t>
      </w:r>
      <w:r w:rsidR="0008167C" w:rsidRPr="0008167C">
        <w:t xml:space="preserve"> </w:t>
      </w:r>
      <w:r w:rsidRPr="0008167C">
        <w:t>неорганические</w:t>
      </w:r>
      <w:r w:rsidR="0008167C" w:rsidRPr="0008167C">
        <w:t xml:space="preserve"> </w:t>
      </w:r>
      <w:r w:rsidRPr="0008167C">
        <w:t>биогенные</w:t>
      </w:r>
      <w:r w:rsidR="0008167C" w:rsidRPr="0008167C">
        <w:t xml:space="preserve"> </w:t>
      </w:r>
      <w:r w:rsidRPr="0008167C">
        <w:t>элементы</w:t>
      </w:r>
      <w:r w:rsidR="0008167C" w:rsidRPr="0008167C">
        <w:t xml:space="preserve">) </w:t>
      </w:r>
      <w:r w:rsidRPr="0008167C">
        <w:t>достигает</w:t>
      </w:r>
      <w:r w:rsidR="0008167C" w:rsidRPr="0008167C">
        <w:t xml:space="preserve"> </w:t>
      </w:r>
      <w:r w:rsidRPr="0008167C">
        <w:t>102</w:t>
      </w:r>
      <w:r w:rsidR="0008167C" w:rsidRPr="0008167C">
        <w:t xml:space="preserve"> </w:t>
      </w:r>
      <w:r w:rsidRPr="0008167C">
        <w:t>млн</w:t>
      </w:r>
      <w:r w:rsidR="0008167C" w:rsidRPr="0008167C">
        <w:t xml:space="preserve">. </w:t>
      </w:r>
      <w:r w:rsidRPr="0008167C">
        <w:t>т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год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20%</w:t>
      </w:r>
      <w:r w:rsidR="0008167C" w:rsidRPr="0008167C">
        <w:t xml:space="preserve"> </w:t>
      </w:r>
      <w:r w:rsidRPr="0008167C">
        <w:t>общего</w:t>
      </w:r>
      <w:r w:rsidR="0008167C" w:rsidRPr="0008167C">
        <w:t xml:space="preserve"> </w:t>
      </w:r>
      <w:r w:rsidRPr="0008167C">
        <w:t>стока</w:t>
      </w:r>
      <w:r w:rsidR="0008167C" w:rsidRPr="0008167C">
        <w:t xml:space="preserve"> </w:t>
      </w:r>
      <w:r w:rsidRPr="0008167C">
        <w:t>растворенных</w:t>
      </w:r>
      <w:r w:rsidR="0008167C" w:rsidRPr="0008167C">
        <w:t xml:space="preserve"> </w:t>
      </w:r>
      <w:r w:rsidRPr="0008167C">
        <w:t>элементов</w:t>
      </w:r>
      <w:r w:rsidR="0008167C" w:rsidRPr="0008167C">
        <w:t xml:space="preserve">. </w:t>
      </w:r>
      <w:r w:rsidRPr="0008167C">
        <w:t>Первое</w:t>
      </w:r>
      <w:r w:rsidR="0008167C" w:rsidRPr="0008167C">
        <w:t xml:space="preserve"> </w:t>
      </w:r>
      <w:r w:rsidRPr="0008167C">
        <w:t>место</w:t>
      </w:r>
      <w:r w:rsidR="0008167C" w:rsidRPr="0008167C">
        <w:t xml:space="preserve"> </w:t>
      </w:r>
      <w:r w:rsidRPr="0008167C">
        <w:t>среди</w:t>
      </w:r>
      <w:r w:rsidR="0008167C" w:rsidRPr="0008167C">
        <w:t xml:space="preserve"> </w:t>
      </w:r>
      <w:r w:rsidRPr="0008167C">
        <w:t>них</w:t>
      </w:r>
      <w:r w:rsidR="0008167C" w:rsidRPr="0008167C">
        <w:t xml:space="preserve"> </w:t>
      </w:r>
      <w:r w:rsidRPr="0008167C">
        <w:t>занимают</w:t>
      </w:r>
      <w:r w:rsidR="0008167C" w:rsidRPr="0008167C">
        <w:t xml:space="preserve"> </w:t>
      </w:r>
      <w:r w:rsidRPr="0008167C">
        <w:t>органические</w:t>
      </w:r>
      <w:r w:rsidR="0008167C" w:rsidRPr="0008167C">
        <w:t xml:space="preserve"> </w:t>
      </w:r>
      <w:r w:rsidRPr="0008167C">
        <w:t>вещества</w:t>
      </w:r>
      <w:r w:rsidR="0008167C">
        <w:t xml:space="preserve"> (</w:t>
      </w:r>
      <w:r w:rsidRPr="0008167C">
        <w:t>79</w:t>
      </w:r>
      <w:r w:rsidR="0008167C" w:rsidRPr="0008167C">
        <w:t xml:space="preserve"> </w:t>
      </w:r>
      <w:r w:rsidRPr="0008167C">
        <w:t>млн</w:t>
      </w:r>
      <w:r w:rsidR="0008167C" w:rsidRPr="0008167C">
        <w:t xml:space="preserve">. </w:t>
      </w:r>
      <w:r w:rsidRPr="0008167C">
        <w:t>т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год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16%общего</w:t>
      </w:r>
      <w:r w:rsidR="0008167C" w:rsidRPr="0008167C">
        <w:t xml:space="preserve"> </w:t>
      </w:r>
      <w:r w:rsidRPr="0008167C">
        <w:t>стока</w:t>
      </w:r>
      <w:r w:rsidR="0008167C" w:rsidRPr="0008167C">
        <w:t xml:space="preserve"> </w:t>
      </w:r>
      <w:r w:rsidRPr="0008167C">
        <w:t>растворенных</w:t>
      </w:r>
      <w:r w:rsidR="0008167C" w:rsidRPr="0008167C">
        <w:t xml:space="preserve"> </w:t>
      </w:r>
      <w:r w:rsidRPr="0008167C">
        <w:t>веществ</w:t>
      </w:r>
      <w:r w:rsidR="0008167C" w:rsidRPr="0008167C">
        <w:t>).</w:t>
      </w:r>
    </w:p>
    <w:p w:rsidR="0008167C" w:rsidRPr="0008167C" w:rsidRDefault="00223F35" w:rsidP="0008167C">
      <w:pPr>
        <w:tabs>
          <w:tab w:val="left" w:pos="726"/>
        </w:tabs>
      </w:pPr>
      <w:r w:rsidRPr="0008167C">
        <w:t>По</w:t>
      </w:r>
      <w:r w:rsidR="0008167C" w:rsidRPr="0008167C">
        <w:t xml:space="preserve"> </w:t>
      </w:r>
      <w:r w:rsidRPr="0008167C">
        <w:t>соотношению</w:t>
      </w:r>
      <w:r w:rsidR="0008167C" w:rsidRPr="0008167C">
        <w:t xml:space="preserve"> </w:t>
      </w:r>
      <w:r w:rsidRPr="0008167C">
        <w:t>стока</w:t>
      </w:r>
      <w:r w:rsidR="0008167C" w:rsidRPr="0008167C">
        <w:t xml:space="preserve"> </w:t>
      </w:r>
      <w:r w:rsidRPr="0008167C">
        <w:t>взвешенных</w:t>
      </w:r>
      <w:r w:rsidR="0008167C" w:rsidRPr="0008167C">
        <w:t xml:space="preserve"> </w:t>
      </w:r>
      <w:r w:rsidRPr="0008167C">
        <w:t>наносов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ионного</w:t>
      </w:r>
      <w:r w:rsidR="0008167C" w:rsidRPr="0008167C">
        <w:t xml:space="preserve"> </w:t>
      </w:r>
      <w:r w:rsidRPr="0008167C">
        <w:t>стока</w:t>
      </w:r>
      <w:r w:rsidR="0008167C" w:rsidRPr="0008167C">
        <w:t xml:space="preserve"> </w:t>
      </w:r>
      <w:r w:rsidRPr="0008167C">
        <w:t>резко</w:t>
      </w:r>
      <w:r w:rsidR="0008167C" w:rsidRPr="0008167C">
        <w:t xml:space="preserve"> </w:t>
      </w:r>
      <w:r w:rsidRPr="0008167C">
        <w:t>различаются</w:t>
      </w:r>
      <w:r w:rsidR="0008167C" w:rsidRPr="0008167C">
        <w:t xml:space="preserve"> </w:t>
      </w:r>
      <w:r w:rsidRPr="0008167C">
        <w:t>равнинные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горные</w:t>
      </w:r>
      <w:r w:rsidR="0008167C" w:rsidRPr="0008167C">
        <w:t xml:space="preserve"> </w:t>
      </w:r>
      <w:r w:rsidRPr="0008167C">
        <w:t>реки</w:t>
      </w:r>
      <w:r w:rsidR="0008167C" w:rsidRPr="0008167C">
        <w:t xml:space="preserve">. </w:t>
      </w:r>
      <w:r w:rsidRPr="0008167C">
        <w:t>Благодаря</w:t>
      </w:r>
      <w:r w:rsidR="0008167C" w:rsidRPr="0008167C">
        <w:t xml:space="preserve"> </w:t>
      </w:r>
      <w:r w:rsidRPr="0008167C">
        <w:t>значительной</w:t>
      </w:r>
      <w:r w:rsidR="0008167C" w:rsidRPr="0008167C">
        <w:t xml:space="preserve"> </w:t>
      </w:r>
      <w:r w:rsidRPr="0008167C">
        <w:t>кинетической</w:t>
      </w:r>
      <w:r w:rsidR="0008167C" w:rsidRPr="0008167C">
        <w:t xml:space="preserve"> </w:t>
      </w:r>
      <w:r w:rsidRPr="0008167C">
        <w:t>энергии</w:t>
      </w:r>
      <w:r w:rsidR="0008167C" w:rsidRPr="0008167C">
        <w:t xml:space="preserve"> </w:t>
      </w:r>
      <w:r w:rsidRPr="0008167C">
        <w:t>горных</w:t>
      </w:r>
      <w:r w:rsidR="0008167C" w:rsidRPr="0008167C">
        <w:t xml:space="preserve"> </w:t>
      </w:r>
      <w:r w:rsidRPr="0008167C">
        <w:t>рек</w:t>
      </w:r>
      <w:r w:rsidR="0008167C" w:rsidRPr="0008167C">
        <w:t xml:space="preserve"> </w:t>
      </w:r>
      <w:r w:rsidRPr="0008167C">
        <w:t>механическая</w:t>
      </w:r>
      <w:r w:rsidR="0008167C" w:rsidRPr="0008167C">
        <w:t xml:space="preserve"> </w:t>
      </w:r>
      <w:r w:rsidRPr="0008167C">
        <w:t>эрозия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бассейнов</w:t>
      </w:r>
      <w:r w:rsidR="0008167C" w:rsidRPr="0008167C">
        <w:t xml:space="preserve"> </w:t>
      </w:r>
      <w:r w:rsidRPr="0008167C">
        <w:t>происходит</w:t>
      </w:r>
      <w:r w:rsidR="0008167C" w:rsidRPr="0008167C">
        <w:t xml:space="preserve"> </w:t>
      </w:r>
      <w:r w:rsidRPr="0008167C">
        <w:t>более</w:t>
      </w:r>
      <w:r w:rsidR="0008167C" w:rsidRPr="0008167C">
        <w:t xml:space="preserve"> </w:t>
      </w:r>
      <w:r w:rsidRPr="0008167C">
        <w:t>интенсивно,</w:t>
      </w:r>
      <w:r w:rsidR="0008167C" w:rsidRPr="0008167C">
        <w:t xml:space="preserve"> </w:t>
      </w:r>
      <w:r w:rsidRPr="0008167C">
        <w:t>чем</w:t>
      </w:r>
      <w:r w:rsidR="0008167C" w:rsidRPr="0008167C">
        <w:t xml:space="preserve"> </w:t>
      </w:r>
      <w:r w:rsidRPr="0008167C">
        <w:t>химическая</w:t>
      </w:r>
      <w:r w:rsidR="0008167C" w:rsidRPr="0008167C">
        <w:t xml:space="preserve">. </w:t>
      </w:r>
      <w:r w:rsidRPr="0008167C">
        <w:t>Значительная</w:t>
      </w:r>
      <w:r w:rsidR="0008167C" w:rsidRPr="0008167C">
        <w:t xml:space="preserve"> </w:t>
      </w:r>
      <w:r w:rsidRPr="0008167C">
        <w:t>доля</w:t>
      </w:r>
      <w:r w:rsidR="0008167C" w:rsidRPr="0008167C">
        <w:t xml:space="preserve"> </w:t>
      </w:r>
      <w:r w:rsidRPr="0008167C">
        <w:t>питания</w:t>
      </w:r>
      <w:r w:rsidR="0008167C" w:rsidRPr="0008167C">
        <w:t xml:space="preserve"> </w:t>
      </w:r>
      <w:r w:rsidRPr="0008167C">
        <w:t>водами</w:t>
      </w:r>
      <w:r w:rsidR="0008167C" w:rsidRPr="0008167C">
        <w:t xml:space="preserve"> </w:t>
      </w:r>
      <w:r w:rsidRPr="0008167C">
        <w:t>осадочных</w:t>
      </w:r>
      <w:r w:rsidR="0008167C" w:rsidRPr="0008167C">
        <w:t xml:space="preserve"> </w:t>
      </w:r>
      <w:r w:rsidRPr="0008167C">
        <w:t>пород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относительно</w:t>
      </w:r>
      <w:r w:rsidR="0008167C" w:rsidRPr="0008167C">
        <w:t xml:space="preserve"> </w:t>
      </w:r>
      <w:r w:rsidRPr="0008167C">
        <w:t>умеренной</w:t>
      </w:r>
      <w:r w:rsidR="0008167C" w:rsidRPr="0008167C">
        <w:t xml:space="preserve"> </w:t>
      </w:r>
      <w:r w:rsidRPr="0008167C">
        <w:t>механической</w:t>
      </w:r>
      <w:r w:rsidR="0008167C" w:rsidRPr="0008167C">
        <w:t xml:space="preserve"> </w:t>
      </w:r>
      <w:r w:rsidRPr="0008167C">
        <w:t>эрозии</w:t>
      </w:r>
      <w:r w:rsidR="0008167C" w:rsidRPr="0008167C">
        <w:t xml:space="preserve"> </w:t>
      </w:r>
      <w:r w:rsidRPr="0008167C">
        <w:t>создает</w:t>
      </w:r>
      <w:r w:rsidR="0008167C" w:rsidRPr="0008167C">
        <w:t xml:space="preserve"> </w:t>
      </w:r>
      <w:r w:rsidRPr="0008167C">
        <w:t>преобладание</w:t>
      </w:r>
      <w:r w:rsidR="0008167C" w:rsidRPr="0008167C">
        <w:t xml:space="preserve"> </w:t>
      </w:r>
      <w:r w:rsidRPr="0008167C">
        <w:t>ионного</w:t>
      </w:r>
      <w:r w:rsidR="0008167C" w:rsidRPr="0008167C">
        <w:t xml:space="preserve"> </w:t>
      </w:r>
      <w:r w:rsidRPr="0008167C">
        <w:t>стока</w:t>
      </w:r>
      <w:r w:rsidR="0008167C" w:rsidRPr="0008167C">
        <w:t xml:space="preserve"> </w:t>
      </w:r>
      <w:r w:rsidRPr="0008167C">
        <w:t>равнинных</w:t>
      </w:r>
      <w:r w:rsidR="0008167C" w:rsidRPr="0008167C">
        <w:t xml:space="preserve"> </w:t>
      </w:r>
      <w:r w:rsidRPr="0008167C">
        <w:t>рек</w:t>
      </w:r>
      <w:r w:rsidR="0008167C" w:rsidRPr="0008167C">
        <w:t xml:space="preserve"> </w:t>
      </w:r>
      <w:r w:rsidRPr="0008167C">
        <w:t>над</w:t>
      </w:r>
      <w:r w:rsidR="0008167C" w:rsidRPr="0008167C">
        <w:t xml:space="preserve"> </w:t>
      </w:r>
      <w:r w:rsidRPr="0008167C">
        <w:t>стоком</w:t>
      </w:r>
      <w:r w:rsidR="0008167C" w:rsidRPr="0008167C">
        <w:t xml:space="preserve"> </w:t>
      </w:r>
      <w:r w:rsidRPr="0008167C">
        <w:t>взвешенных</w:t>
      </w:r>
      <w:r w:rsidR="0008167C" w:rsidRPr="0008167C">
        <w:t xml:space="preserve"> </w:t>
      </w:r>
      <w:r w:rsidRPr="0008167C">
        <w:t>наносов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Роль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процессе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круговорота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заключается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возвращении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океану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части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которая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переносится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виде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пара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атмосферой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океана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сушу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По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этой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причине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океана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испаряется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больше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выпадает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виде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осадков,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величину,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соответствующую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годовому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стоку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всех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океан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же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время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суши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испаряется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целом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меньше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выпадает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атмосферных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осадков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ее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поверхность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pStyle w:val="3"/>
        <w:tabs>
          <w:tab w:val="left" w:pos="726"/>
        </w:tabs>
        <w:rPr>
          <w:snapToGrid w:val="0"/>
          <w:color w:val="000000"/>
        </w:rPr>
      </w:pPr>
      <w:bookmarkStart w:id="114" w:name="_Toc8497782"/>
      <w:bookmarkStart w:id="115" w:name="_Toc8498146"/>
      <w:bookmarkStart w:id="116" w:name="_Toc8498814"/>
      <w:r w:rsidRPr="0008167C">
        <w:rPr>
          <w:snapToGrid w:val="0"/>
          <w:color w:val="000000"/>
        </w:rPr>
        <w:t>Озерное</w:t>
      </w:r>
      <w:r w:rsidR="0008167C" w:rsidRPr="0008167C">
        <w:rPr>
          <w:snapToGrid w:val="0"/>
          <w:color w:val="000000"/>
        </w:rPr>
        <w:t xml:space="preserve"> </w:t>
      </w:r>
      <w:r w:rsidRPr="0008167C">
        <w:rPr>
          <w:snapToGrid w:val="0"/>
          <w:color w:val="000000"/>
        </w:rPr>
        <w:t>звено</w:t>
      </w:r>
      <w:r w:rsidR="0008167C" w:rsidRPr="0008167C">
        <w:rPr>
          <w:snapToGrid w:val="0"/>
          <w:color w:val="000000"/>
        </w:rPr>
        <w:t>.</w:t>
      </w:r>
      <w:bookmarkEnd w:id="114"/>
      <w:bookmarkEnd w:id="115"/>
      <w:bookmarkEnd w:id="116"/>
    </w:p>
    <w:p w:rsidR="0008167C" w:rsidRPr="0008167C" w:rsidRDefault="00223F35" w:rsidP="0008167C">
      <w:pPr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Озерное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звено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круговорота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неразрывно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связано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речным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Озер,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связанных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реками,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очень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мало</w:t>
      </w:r>
      <w:r w:rsidR="0008167C" w:rsidRPr="0008167C">
        <w:rPr>
          <w:snapToGrid w:val="0"/>
        </w:rPr>
        <w:t xml:space="preserve">: </w:t>
      </w:r>
      <w:r w:rsidRPr="0008167C">
        <w:rPr>
          <w:snapToGrid w:val="0"/>
        </w:rPr>
        <w:t>они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либо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проточны,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либо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впадают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реки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Что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наиболее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характерно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для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озер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как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для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одного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из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звеньев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круговорота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? </w:t>
      </w:r>
      <w:r w:rsidRPr="0008167C">
        <w:rPr>
          <w:snapToGrid w:val="0"/>
        </w:rPr>
        <w:t>Во-первых,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испарение,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которое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поверхности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озер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больше,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суши,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окружающей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Происходит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это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потому,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бывают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периоды,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когда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почва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поверхности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суха,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влага,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расходуемая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испарение,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отсутствует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Вода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же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озерах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всегда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есть,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испарение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прекращается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Атмосфера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получает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ежегодно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примерно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500-600</w:t>
      </w:r>
      <w:r w:rsidR="0008167C" w:rsidRPr="0008167C">
        <w:rPr>
          <w:snapToGrid w:val="0"/>
        </w:rPr>
        <w:t xml:space="preserve"> </w:t>
      </w:r>
      <w:r w:rsidRPr="0008167C">
        <w:rPr>
          <w:i/>
          <w:snapToGrid w:val="0"/>
        </w:rPr>
        <w:t>км</w:t>
      </w:r>
      <w:r w:rsidRPr="0008167C">
        <w:rPr>
          <w:i/>
          <w:snapToGrid w:val="0"/>
          <w:vertAlign w:val="superscript"/>
        </w:rPr>
        <w:t>3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дополнительной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счет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испарения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озер,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сравнении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общим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количеством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расходуемой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испарение,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эта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добавка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весьма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незначительна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Главная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роль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проточных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озер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круговороте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 - </w:t>
      </w:r>
      <w:r w:rsidRPr="0008167C">
        <w:rPr>
          <w:snapToGrid w:val="0"/>
        </w:rPr>
        <w:t>регулирование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речного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стока,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его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выравнивание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времени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Примерами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могут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служить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Нева,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сток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которой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хорошо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зарегулирован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целой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системой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озер,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числе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крупнейшими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Европе</w:t>
      </w:r>
      <w:r w:rsidR="0008167C" w:rsidRPr="0008167C">
        <w:rPr>
          <w:snapToGrid w:val="0"/>
        </w:rPr>
        <w:t xml:space="preserve"> - </w:t>
      </w:r>
      <w:r w:rsidRPr="0008167C">
        <w:rPr>
          <w:snapToGrid w:val="0"/>
        </w:rPr>
        <w:t>Ладожским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Онежским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Однако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водорегулирующее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значение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еще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большей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степени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имеют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искусственные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озера</w:t>
      </w:r>
      <w:r w:rsidR="0008167C" w:rsidRPr="0008167C">
        <w:rPr>
          <w:snapToGrid w:val="0"/>
        </w:rPr>
        <w:t xml:space="preserve"> - </w:t>
      </w:r>
      <w:r w:rsidRPr="0008167C">
        <w:rPr>
          <w:snapToGrid w:val="0"/>
        </w:rPr>
        <w:t>водохранилища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Важная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особенность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озер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водохранилищ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состоит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том,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они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представляют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собой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более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или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менее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замкнутые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экологические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системы,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которых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протекает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сложный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комплекс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взаимосвязанных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процессов</w:t>
      </w:r>
      <w:r w:rsidR="0008167C" w:rsidRPr="0008167C">
        <w:rPr>
          <w:snapToGrid w:val="0"/>
        </w:rPr>
        <w:t xml:space="preserve">: </w:t>
      </w:r>
      <w:r w:rsidRPr="0008167C">
        <w:rPr>
          <w:snapToGrid w:val="0"/>
        </w:rPr>
        <w:t>механического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характера</w:t>
      </w:r>
      <w:r w:rsidR="0008167C">
        <w:rPr>
          <w:snapToGrid w:val="0"/>
        </w:rPr>
        <w:t xml:space="preserve"> (</w:t>
      </w:r>
      <w:r w:rsidRPr="0008167C">
        <w:rPr>
          <w:snapToGrid w:val="0"/>
        </w:rPr>
        <w:t>течение,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волнение,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движение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наносов</w:t>
      </w:r>
      <w:r w:rsidR="0008167C" w:rsidRPr="0008167C">
        <w:rPr>
          <w:snapToGrid w:val="0"/>
        </w:rPr>
        <w:t xml:space="preserve">), </w:t>
      </w:r>
      <w:r w:rsidRPr="0008167C">
        <w:rPr>
          <w:snapToGrid w:val="0"/>
        </w:rPr>
        <w:t>физического</w:t>
      </w:r>
      <w:r w:rsidR="0008167C">
        <w:rPr>
          <w:snapToGrid w:val="0"/>
        </w:rPr>
        <w:t xml:space="preserve"> (</w:t>
      </w:r>
      <w:r w:rsidRPr="0008167C">
        <w:rPr>
          <w:snapToGrid w:val="0"/>
        </w:rPr>
        <w:t>термические,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ледовые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явления</w:t>
      </w:r>
      <w:r w:rsidR="0008167C" w:rsidRPr="0008167C">
        <w:rPr>
          <w:snapToGrid w:val="0"/>
        </w:rPr>
        <w:t xml:space="preserve">), </w:t>
      </w:r>
      <w:r w:rsidRPr="0008167C">
        <w:rPr>
          <w:snapToGrid w:val="0"/>
        </w:rPr>
        <w:t>химического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биологического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водоемах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высокой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степени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проточности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эти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процессы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приближаются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условиям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рек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большие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озера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относительно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слабой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проточностью</w:t>
      </w:r>
      <w:r w:rsidR="0008167C">
        <w:rPr>
          <w:snapToGrid w:val="0"/>
        </w:rPr>
        <w:t xml:space="preserve"> (</w:t>
      </w:r>
      <w:r w:rsidRPr="0008167C">
        <w:rPr>
          <w:snapToGrid w:val="0"/>
        </w:rPr>
        <w:t>например,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такие,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как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Байкал,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Ньяса,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Танганьика,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Виктория,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Верхнее,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Мичиган</w:t>
      </w:r>
      <w:r w:rsidR="0008167C" w:rsidRPr="0008167C">
        <w:rPr>
          <w:snapToGrid w:val="0"/>
        </w:rPr>
        <w:t xml:space="preserve">), </w:t>
      </w:r>
      <w:r w:rsidRPr="0008167C">
        <w:rPr>
          <w:snapToGrid w:val="0"/>
        </w:rPr>
        <w:t>имеющие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больший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объем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водной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массы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сравнению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ее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притоком,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отличаются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своеобразием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экосистем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pStyle w:val="3"/>
        <w:tabs>
          <w:tab w:val="left" w:pos="726"/>
        </w:tabs>
        <w:rPr>
          <w:color w:val="000000"/>
        </w:rPr>
      </w:pPr>
      <w:bookmarkStart w:id="117" w:name="_Toc8497783"/>
      <w:bookmarkStart w:id="118" w:name="_Toc8498147"/>
      <w:bookmarkStart w:id="119" w:name="_Toc8498815"/>
      <w:r w:rsidRPr="0008167C">
        <w:rPr>
          <w:color w:val="000000"/>
        </w:rPr>
        <w:t>Биологическое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звено</w:t>
      </w:r>
      <w:r w:rsidR="0008167C" w:rsidRPr="0008167C">
        <w:rPr>
          <w:color w:val="000000"/>
        </w:rPr>
        <w:t>.</w:t>
      </w:r>
      <w:bookmarkEnd w:id="117"/>
      <w:bookmarkEnd w:id="118"/>
      <w:bookmarkEnd w:id="119"/>
    </w:p>
    <w:p w:rsidR="0008167C" w:rsidRPr="0008167C" w:rsidRDefault="00223F35" w:rsidP="0008167C">
      <w:pPr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Общеизвестно,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жизни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животных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растений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имеет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огромное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значение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Они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большей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своей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части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состоят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из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Много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требуется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людям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для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питья</w:t>
      </w:r>
      <w:r w:rsidR="0008167C">
        <w:rPr>
          <w:snapToGrid w:val="0"/>
        </w:rPr>
        <w:t xml:space="preserve"> (</w:t>
      </w:r>
      <w:r w:rsidRPr="0008167C">
        <w:rPr>
          <w:snapToGrid w:val="0"/>
        </w:rPr>
        <w:t>2,5-</w:t>
      </w:r>
      <w:smartTag w:uri="urn:schemas-microsoft-com:office:smarttags" w:element="metricconverter">
        <w:smartTagPr>
          <w:attr w:name="ProductID" w:val="3 л"/>
        </w:smartTagPr>
        <w:r w:rsidRPr="0008167C">
          <w:rPr>
            <w:snapToGrid w:val="0"/>
          </w:rPr>
          <w:t>3</w:t>
        </w:r>
        <w:r w:rsidR="0008167C" w:rsidRPr="0008167C">
          <w:rPr>
            <w:snapToGrid w:val="0"/>
          </w:rPr>
          <w:t xml:space="preserve"> </w:t>
        </w:r>
        <w:r w:rsidRPr="0008167C">
          <w:rPr>
            <w:i/>
            <w:snapToGrid w:val="0"/>
          </w:rPr>
          <w:t>л</w:t>
        </w:r>
      </w:smartTag>
      <w:r w:rsidR="0008167C" w:rsidRPr="0008167C">
        <w:rPr>
          <w:snapToGrid w:val="0"/>
        </w:rPr>
        <w:t xml:space="preserve">). </w:t>
      </w:r>
      <w:r w:rsidRPr="0008167C">
        <w:rPr>
          <w:snapToGrid w:val="0"/>
        </w:rPr>
        <w:t>Если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принять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эту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норму,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удовлетворение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физиологической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потребности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одного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человека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расходуется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около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1м</w:t>
      </w:r>
      <w:r w:rsidRPr="0008167C">
        <w:rPr>
          <w:snapToGrid w:val="0"/>
          <w:vertAlign w:val="superscript"/>
        </w:rPr>
        <w:t>3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год,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всех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людей</w:t>
      </w:r>
      <w:r w:rsidR="0008167C" w:rsidRPr="0008167C">
        <w:rPr>
          <w:snapToGrid w:val="0"/>
        </w:rPr>
        <w:t xml:space="preserve"> - </w:t>
      </w:r>
      <w:r w:rsidRPr="0008167C">
        <w:rPr>
          <w:snapToGrid w:val="0"/>
        </w:rPr>
        <w:t>3,3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км</w:t>
      </w:r>
      <w:r w:rsidRPr="0008167C">
        <w:rPr>
          <w:snapToGrid w:val="0"/>
          <w:vertAlign w:val="superscript"/>
        </w:rPr>
        <w:t>3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сумме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все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живые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организмы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суши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расходуют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для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питья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более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50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км</w:t>
      </w:r>
      <w:r w:rsidRPr="0008167C">
        <w:rPr>
          <w:snapToGrid w:val="0"/>
          <w:vertAlign w:val="superscript"/>
        </w:rPr>
        <w:t>3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год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Эта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величина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очень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невелика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сравнении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любым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элементом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водного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баланса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Земли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Нужно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еще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учесть,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почти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потребляемая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людьми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животными,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конце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концов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испаряется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возвращается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общий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круговорот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Независимо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объема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потребляемой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физиологическое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значение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этой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статьи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расходования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ресурсов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жизни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людей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животных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исключительно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велико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К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биологическому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звену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круговорота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относятся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животные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растения,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для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которых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моря,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озера,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реки</w:t>
      </w:r>
      <w:r w:rsidR="0008167C" w:rsidRPr="0008167C">
        <w:rPr>
          <w:snapToGrid w:val="0"/>
        </w:rPr>
        <w:t xml:space="preserve"> - </w:t>
      </w:r>
      <w:r w:rsidRPr="0008167C">
        <w:rPr>
          <w:snapToGrid w:val="0"/>
        </w:rPr>
        <w:t>среда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существования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Важнейший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биологический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процесс,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обеспечивающий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существование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Земле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всего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органического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мира,</w:t>
      </w:r>
      <w:r w:rsidR="0008167C" w:rsidRPr="0008167C">
        <w:rPr>
          <w:snapToGrid w:val="0"/>
        </w:rPr>
        <w:t xml:space="preserve"> - </w:t>
      </w:r>
      <w:r w:rsidRPr="0008167C">
        <w:rPr>
          <w:snapToGrid w:val="0"/>
        </w:rPr>
        <w:t>фотосинтез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происходит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участии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результате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этого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процесса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растения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из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углекислоты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синтезируют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крахмал,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белки,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жиры,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которые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свою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очередь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служат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пищей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для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людей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животных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процессе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фотосинтеза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входящий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состав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водород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вместе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углеродом,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поглощаемым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из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воздуха,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образуют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питательные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вещества,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растения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отдают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воздух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кислород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Обогащение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кислородом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атмосферы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происходит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только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счет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растительности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суши,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счет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океанического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фитопланктона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pStyle w:val="3"/>
        <w:tabs>
          <w:tab w:val="left" w:pos="726"/>
        </w:tabs>
        <w:rPr>
          <w:color w:val="000000"/>
        </w:rPr>
      </w:pPr>
      <w:bookmarkStart w:id="120" w:name="_Toc8497784"/>
      <w:bookmarkStart w:id="121" w:name="_Toc8498148"/>
      <w:bookmarkStart w:id="122" w:name="_Toc8498816"/>
      <w:r w:rsidRPr="0008167C">
        <w:rPr>
          <w:color w:val="000000"/>
        </w:rPr>
        <w:t>Хозяйственное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звено</w:t>
      </w:r>
      <w:r w:rsidR="0008167C" w:rsidRPr="0008167C">
        <w:rPr>
          <w:color w:val="000000"/>
        </w:rPr>
        <w:t>.</w:t>
      </w:r>
      <w:bookmarkEnd w:id="120"/>
      <w:bookmarkEnd w:id="121"/>
      <w:bookmarkEnd w:id="122"/>
    </w:p>
    <w:p w:rsidR="0008167C" w:rsidRPr="0008167C" w:rsidRDefault="00223F35" w:rsidP="0008167C">
      <w:pPr>
        <w:tabs>
          <w:tab w:val="left" w:pos="726"/>
        </w:tabs>
      </w:pPr>
      <w:r w:rsidRPr="0008167C">
        <w:t>Использование</w:t>
      </w:r>
      <w:r w:rsidR="0008167C" w:rsidRPr="0008167C">
        <w:t xml:space="preserve"> </w:t>
      </w:r>
      <w:r w:rsidRPr="0008167C">
        <w:t>водных</w:t>
      </w:r>
      <w:r w:rsidR="0008167C" w:rsidRPr="0008167C">
        <w:t xml:space="preserve"> </w:t>
      </w:r>
      <w:r w:rsidRPr="0008167C">
        <w:t>ресурсов,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преобразования,</w:t>
      </w:r>
      <w:r w:rsidR="0008167C" w:rsidRPr="0008167C">
        <w:t xml:space="preserve"> </w:t>
      </w:r>
      <w:r w:rsidRPr="0008167C">
        <w:t>направленные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улучшение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одного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компонентов</w:t>
      </w:r>
      <w:r w:rsidR="0008167C" w:rsidRPr="0008167C">
        <w:t xml:space="preserve"> </w:t>
      </w:r>
      <w:r w:rsidRPr="0008167C">
        <w:t>среды,</w:t>
      </w:r>
      <w:r w:rsidR="0008167C" w:rsidRPr="0008167C">
        <w:t xml:space="preserve"> </w:t>
      </w:r>
      <w:r w:rsidRPr="0008167C">
        <w:t>окружающей</w:t>
      </w:r>
      <w:r w:rsidR="0008167C" w:rsidRPr="0008167C">
        <w:t xml:space="preserve"> </w:t>
      </w:r>
      <w:r w:rsidRPr="0008167C">
        <w:t>людей,</w:t>
      </w:r>
      <w:r w:rsidR="0008167C" w:rsidRPr="0008167C">
        <w:t xml:space="preserve"> </w:t>
      </w:r>
      <w:r w:rsidRPr="0008167C">
        <w:t>также</w:t>
      </w:r>
      <w:r w:rsidR="0008167C" w:rsidRPr="0008167C">
        <w:t xml:space="preserve"> </w:t>
      </w:r>
      <w:r w:rsidRPr="0008167C">
        <w:t>происходят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процессе</w:t>
      </w:r>
      <w:r w:rsidR="0008167C" w:rsidRPr="0008167C">
        <w:t xml:space="preserve"> </w:t>
      </w:r>
      <w:r w:rsidRPr="0008167C">
        <w:t>круговорота</w:t>
      </w:r>
      <w:r w:rsidR="0008167C" w:rsidRPr="0008167C">
        <w:t xml:space="preserve"> </w:t>
      </w:r>
      <w:r w:rsidRPr="0008167C">
        <w:t>воды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  <w:rPr>
          <w:snapToGrid w:val="0"/>
        </w:rPr>
      </w:pPr>
      <w:r w:rsidRPr="0008167C">
        <w:rPr>
          <w:snapToGrid w:val="0"/>
        </w:rPr>
        <w:t>Иногда,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последнее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время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все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чаще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высказывается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мнение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том,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используемая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для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хозяйственных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нужд,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снова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попадает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круговорот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Это,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конечно,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верно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вполне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соответствует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высказанной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выше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закономерности,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если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речь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идет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глобальном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круговороте,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поскольку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система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этого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процесса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замкнута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лишь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масштабе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земного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шара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целом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следует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ли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из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этого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положения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вывод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том,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ресурсы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неисчерпаемы,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что,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сколько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расходовали,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они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снова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возвращаются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же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место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или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тот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же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район,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где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водные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ресурсы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изъяты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из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данного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источника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Такое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понимание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возврата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воды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процессе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круговорота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слишком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упрощенно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соответствует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характеру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этого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процесса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природе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Все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дело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том,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что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испарившаяся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процессе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использования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для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хозяйственных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нужд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поступившая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атмосферу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парообразном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состоянии,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вовсе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обязательно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снова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выпадет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виде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осадков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же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районе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Чаще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всего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атмосферная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влага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переносится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большие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расстояния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может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сконденсироваться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выпасть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виде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осадков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далеко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района,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где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поступила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атмосферу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Если,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например,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испарившаяся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результате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орошения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Средней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Азии,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даст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осадки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Гималаях,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где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без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того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избытке,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для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Средней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Азии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эта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вода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будет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потеряна</w:t>
      </w:r>
      <w:r w:rsidR="0008167C" w:rsidRPr="0008167C">
        <w:rPr>
          <w:snapToGrid w:val="0"/>
        </w:rPr>
        <w:t xml:space="preserve">. </w:t>
      </w:r>
      <w:r w:rsidRPr="0008167C">
        <w:rPr>
          <w:snapToGrid w:val="0"/>
        </w:rPr>
        <w:t>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если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эта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атмосферная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влага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сконденсируется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виде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осадков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акватории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океана,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то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таком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случае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она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уже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оказывается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утраченной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для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суши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в</w:t>
      </w:r>
      <w:r w:rsidR="0008167C" w:rsidRPr="0008167C">
        <w:rPr>
          <w:snapToGrid w:val="0"/>
        </w:rPr>
        <w:t xml:space="preserve"> </w:t>
      </w:r>
      <w:r w:rsidRPr="0008167C">
        <w:rPr>
          <w:snapToGrid w:val="0"/>
        </w:rPr>
        <w:t>целом</w:t>
      </w:r>
      <w:r w:rsidR="0008167C" w:rsidRPr="0008167C">
        <w:rPr>
          <w:snapToGrid w:val="0"/>
        </w:rPr>
        <w:t>.</w:t>
      </w:r>
    </w:p>
    <w:p w:rsidR="0008167C" w:rsidRPr="0008167C" w:rsidRDefault="00223F35" w:rsidP="0008167C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bookmarkStart w:id="123" w:name="_Toc8497785"/>
      <w:bookmarkStart w:id="124" w:name="_Toc8498149"/>
      <w:bookmarkStart w:id="125" w:name="_Toc8498817"/>
      <w:r w:rsidRPr="0008167C">
        <w:rPr>
          <w:smallCaps w:val="0"/>
        </w:rPr>
        <w:t>Роль</w:t>
      </w:r>
      <w:r w:rsidR="0008167C" w:rsidRPr="0008167C">
        <w:rPr>
          <w:smallCaps w:val="0"/>
        </w:rPr>
        <w:t xml:space="preserve"> </w:t>
      </w:r>
      <w:r w:rsidRPr="0008167C">
        <w:rPr>
          <w:smallCaps w:val="0"/>
        </w:rPr>
        <w:t>воды</w:t>
      </w:r>
      <w:r w:rsidR="0008167C" w:rsidRPr="0008167C">
        <w:rPr>
          <w:smallCaps w:val="0"/>
        </w:rPr>
        <w:t xml:space="preserve"> </w:t>
      </w:r>
      <w:r w:rsidRPr="0008167C">
        <w:rPr>
          <w:smallCaps w:val="0"/>
        </w:rPr>
        <w:t>в</w:t>
      </w:r>
      <w:r w:rsidR="0008167C" w:rsidRPr="0008167C">
        <w:rPr>
          <w:smallCaps w:val="0"/>
        </w:rPr>
        <w:t xml:space="preserve"> </w:t>
      </w:r>
      <w:r w:rsidRPr="0008167C">
        <w:rPr>
          <w:smallCaps w:val="0"/>
        </w:rPr>
        <w:t>формировании</w:t>
      </w:r>
      <w:r w:rsidR="0008167C" w:rsidRPr="0008167C">
        <w:rPr>
          <w:smallCaps w:val="0"/>
        </w:rPr>
        <w:t xml:space="preserve"> </w:t>
      </w:r>
      <w:r w:rsidRPr="0008167C">
        <w:rPr>
          <w:smallCaps w:val="0"/>
        </w:rPr>
        <w:t>земной</w:t>
      </w:r>
      <w:r w:rsidR="0008167C" w:rsidRPr="0008167C">
        <w:rPr>
          <w:smallCaps w:val="0"/>
        </w:rPr>
        <w:t xml:space="preserve"> </w:t>
      </w:r>
      <w:r w:rsidRPr="0008167C">
        <w:rPr>
          <w:smallCaps w:val="0"/>
        </w:rPr>
        <w:t>поверхности</w:t>
      </w:r>
      <w:r w:rsidR="0008167C" w:rsidRPr="0008167C">
        <w:rPr>
          <w:smallCaps w:val="0"/>
        </w:rPr>
        <w:t>.</w:t>
      </w:r>
      <w:bookmarkEnd w:id="123"/>
      <w:bookmarkEnd w:id="124"/>
      <w:bookmarkEnd w:id="125"/>
    </w:p>
    <w:p w:rsidR="0008167C" w:rsidRPr="0008167C" w:rsidRDefault="00223F35" w:rsidP="0008167C">
      <w:pPr>
        <w:tabs>
          <w:tab w:val="left" w:pos="726"/>
        </w:tabs>
      </w:pPr>
      <w:r w:rsidRPr="0008167C">
        <w:t>Действуя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мощный</w:t>
      </w:r>
      <w:r w:rsidR="0008167C" w:rsidRPr="0008167C">
        <w:t xml:space="preserve"> </w:t>
      </w:r>
      <w:r w:rsidRPr="0008167C">
        <w:t>геологический</w:t>
      </w:r>
      <w:r w:rsidR="0008167C" w:rsidRPr="0008167C">
        <w:t xml:space="preserve"> </w:t>
      </w:r>
      <w:r w:rsidRPr="0008167C">
        <w:t>фактор,</w:t>
      </w:r>
      <w:r w:rsidR="0008167C" w:rsidRPr="0008167C">
        <w:t xml:space="preserve"> </w:t>
      </w:r>
      <w:r w:rsidRPr="0008167C">
        <w:t>вода</w:t>
      </w:r>
      <w:r w:rsidR="0008167C" w:rsidRPr="0008167C">
        <w:t xml:space="preserve"> </w:t>
      </w:r>
      <w:r w:rsidRPr="0008167C">
        <w:t>преобразует</w:t>
      </w:r>
      <w:r w:rsidR="0008167C" w:rsidRPr="0008167C">
        <w:t xml:space="preserve"> </w:t>
      </w:r>
      <w:r w:rsidRPr="0008167C">
        <w:t>облик</w:t>
      </w:r>
      <w:r w:rsidR="0008167C" w:rsidRPr="0008167C">
        <w:t xml:space="preserve"> </w:t>
      </w:r>
      <w:r w:rsidRPr="0008167C">
        <w:t>земного</w:t>
      </w:r>
      <w:r w:rsidR="0008167C" w:rsidRPr="0008167C">
        <w:t xml:space="preserve"> </w:t>
      </w:r>
      <w:r w:rsidRPr="0008167C">
        <w:t>шара</w:t>
      </w:r>
      <w:r w:rsidR="0008167C" w:rsidRPr="0008167C">
        <w:t xml:space="preserve">. </w:t>
      </w:r>
      <w:r w:rsidRPr="0008167C">
        <w:t>Лучше</w:t>
      </w:r>
      <w:r w:rsidR="0008167C" w:rsidRPr="0008167C">
        <w:t xml:space="preserve"> </w:t>
      </w:r>
      <w:r w:rsidRPr="0008167C">
        <w:t>всех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современных</w:t>
      </w:r>
      <w:r w:rsidR="0008167C" w:rsidRPr="0008167C">
        <w:t xml:space="preserve"> </w:t>
      </w:r>
      <w:r w:rsidRPr="0008167C">
        <w:t>мыслителей</w:t>
      </w:r>
      <w:r w:rsidR="0008167C" w:rsidRPr="0008167C">
        <w:t xml:space="preserve"> </w:t>
      </w:r>
      <w:r w:rsidRPr="0008167C">
        <w:t>роль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всеобъемлющее</w:t>
      </w:r>
      <w:r w:rsidR="0008167C" w:rsidRPr="0008167C">
        <w:t xml:space="preserve"> </w:t>
      </w:r>
      <w:r w:rsidRPr="0008167C">
        <w:t>значение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природе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формировании</w:t>
      </w:r>
      <w:r w:rsidR="0008167C" w:rsidRPr="0008167C">
        <w:t xml:space="preserve"> </w:t>
      </w:r>
      <w:r w:rsidRPr="0008167C">
        <w:t>земной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определил</w:t>
      </w:r>
      <w:r w:rsidR="0008167C" w:rsidRPr="0008167C">
        <w:t xml:space="preserve"> </w:t>
      </w:r>
      <w:r w:rsidRPr="0008167C">
        <w:t>академик</w:t>
      </w:r>
      <w:r w:rsidR="0008167C" w:rsidRPr="0008167C">
        <w:t xml:space="preserve"> </w:t>
      </w:r>
      <w:r w:rsidRPr="0008167C">
        <w:t>В</w:t>
      </w:r>
      <w:r w:rsidR="0008167C">
        <w:t xml:space="preserve">.И. </w:t>
      </w:r>
      <w:r w:rsidRPr="0008167C">
        <w:t>Вернадский</w:t>
      </w:r>
      <w:r w:rsidR="0008167C" w:rsidRPr="0008167C">
        <w:t>;</w:t>
      </w:r>
      <w:r w:rsidR="0008167C">
        <w:t xml:space="preserve"> "</w:t>
      </w:r>
      <w:r w:rsidRPr="0008167C">
        <w:t>Вода</w:t>
      </w:r>
      <w:r w:rsidR="0008167C" w:rsidRPr="0008167C">
        <w:t xml:space="preserve"> </w:t>
      </w:r>
      <w:r w:rsidRPr="0008167C">
        <w:t>стоит</w:t>
      </w:r>
      <w:r w:rsidR="0008167C" w:rsidRPr="0008167C">
        <w:t xml:space="preserve"> </w:t>
      </w:r>
      <w:r w:rsidRPr="0008167C">
        <w:t>особняком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истории</w:t>
      </w:r>
      <w:r w:rsidR="0008167C" w:rsidRPr="0008167C">
        <w:t xml:space="preserve"> </w:t>
      </w:r>
      <w:r w:rsidRPr="0008167C">
        <w:t>нашей</w:t>
      </w:r>
      <w:r w:rsidR="0008167C" w:rsidRPr="0008167C">
        <w:t xml:space="preserve"> </w:t>
      </w:r>
      <w:r w:rsidRPr="0008167C">
        <w:t>планеты</w:t>
      </w:r>
      <w:r w:rsidR="0008167C" w:rsidRPr="0008167C">
        <w:t xml:space="preserve">. </w:t>
      </w:r>
      <w:r w:rsidRPr="0008167C">
        <w:t>Нет</w:t>
      </w:r>
      <w:r w:rsidR="0008167C" w:rsidRPr="0008167C">
        <w:t xml:space="preserve"> </w:t>
      </w:r>
      <w:r w:rsidRPr="0008167C">
        <w:t>природного</w:t>
      </w:r>
      <w:r w:rsidR="0008167C" w:rsidRPr="0008167C">
        <w:t xml:space="preserve"> </w:t>
      </w:r>
      <w:r w:rsidRPr="0008167C">
        <w:t>тела,</w:t>
      </w:r>
      <w:r w:rsidR="0008167C" w:rsidRPr="0008167C">
        <w:t xml:space="preserve"> </w:t>
      </w:r>
      <w:r w:rsidRPr="0008167C">
        <w:t>которое</w:t>
      </w:r>
      <w:r w:rsidR="0008167C" w:rsidRPr="0008167C">
        <w:t xml:space="preserve"> </w:t>
      </w:r>
      <w:r w:rsidRPr="0008167C">
        <w:t>могло</w:t>
      </w:r>
      <w:r w:rsidR="0008167C" w:rsidRPr="0008167C">
        <w:t xml:space="preserve"> </w:t>
      </w:r>
      <w:r w:rsidRPr="0008167C">
        <w:t>бы</w:t>
      </w:r>
      <w:r w:rsidR="0008167C" w:rsidRPr="0008167C">
        <w:t xml:space="preserve"> </w:t>
      </w:r>
      <w:r w:rsidRPr="0008167C">
        <w:t>сравниться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нею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влиянию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ход</w:t>
      </w:r>
      <w:r w:rsidR="0008167C" w:rsidRPr="0008167C">
        <w:t xml:space="preserve"> </w:t>
      </w:r>
      <w:r w:rsidRPr="0008167C">
        <w:t>основных,</w:t>
      </w:r>
      <w:r w:rsidR="0008167C" w:rsidRPr="0008167C">
        <w:t xml:space="preserve"> </w:t>
      </w:r>
      <w:r w:rsidRPr="0008167C">
        <w:t>самых</w:t>
      </w:r>
      <w:r w:rsidR="0008167C" w:rsidRPr="0008167C">
        <w:t xml:space="preserve"> </w:t>
      </w:r>
      <w:r w:rsidRPr="0008167C">
        <w:t>грандиозных</w:t>
      </w:r>
      <w:r w:rsidR="0008167C" w:rsidRPr="0008167C">
        <w:t xml:space="preserve"> </w:t>
      </w:r>
      <w:r w:rsidRPr="0008167C">
        <w:t>геологических</w:t>
      </w:r>
      <w:r w:rsidR="0008167C" w:rsidRPr="0008167C">
        <w:t xml:space="preserve"> </w:t>
      </w:r>
      <w:r w:rsidRPr="0008167C">
        <w:t>процессов</w:t>
      </w:r>
      <w:r w:rsidR="0008167C" w:rsidRPr="0008167C">
        <w:t xml:space="preserve">. </w:t>
      </w:r>
      <w:r w:rsidRPr="0008167C">
        <w:t>Нет</w:t>
      </w:r>
      <w:r w:rsidR="0008167C" w:rsidRPr="0008167C">
        <w:t xml:space="preserve"> </w:t>
      </w:r>
      <w:r w:rsidRPr="0008167C">
        <w:t>земного</w:t>
      </w:r>
      <w:r w:rsidR="0008167C" w:rsidRPr="0008167C">
        <w:t xml:space="preserve"> </w:t>
      </w:r>
      <w:r w:rsidRPr="0008167C">
        <w:t>вещества</w:t>
      </w:r>
      <w:r w:rsidR="0008167C" w:rsidRPr="0008167C">
        <w:t xml:space="preserve"> - </w:t>
      </w:r>
      <w:r w:rsidRPr="0008167C">
        <w:t>минерала,</w:t>
      </w:r>
      <w:r w:rsidR="0008167C" w:rsidRPr="0008167C">
        <w:t xml:space="preserve"> </w:t>
      </w:r>
      <w:r w:rsidRPr="0008167C">
        <w:t>горной</w:t>
      </w:r>
      <w:r w:rsidR="0008167C" w:rsidRPr="0008167C">
        <w:t xml:space="preserve"> </w:t>
      </w:r>
      <w:r w:rsidRPr="0008167C">
        <w:t>породы,</w:t>
      </w:r>
      <w:r w:rsidR="0008167C" w:rsidRPr="0008167C">
        <w:t xml:space="preserve"> </w:t>
      </w:r>
      <w:r w:rsidRPr="0008167C">
        <w:t>живого</w:t>
      </w:r>
      <w:r w:rsidR="0008167C" w:rsidRPr="0008167C">
        <w:t xml:space="preserve"> </w:t>
      </w:r>
      <w:r w:rsidRPr="0008167C">
        <w:t>тела,</w:t>
      </w:r>
      <w:r w:rsidR="0008167C" w:rsidRPr="0008167C">
        <w:t xml:space="preserve"> </w:t>
      </w:r>
      <w:r w:rsidRPr="0008167C">
        <w:t>которое</w:t>
      </w:r>
      <w:r w:rsidR="0008167C" w:rsidRPr="0008167C">
        <w:t xml:space="preserve"> </w:t>
      </w:r>
      <w:r w:rsidRPr="0008167C">
        <w:t>ее</w:t>
      </w:r>
      <w:r w:rsidR="0008167C" w:rsidRPr="0008167C">
        <w:t xml:space="preserve"> </w:t>
      </w:r>
      <w:r w:rsidRPr="0008167C">
        <w:t>бы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заключало</w:t>
      </w:r>
      <w:r w:rsidR="0008167C" w:rsidRPr="0008167C">
        <w:t xml:space="preserve">. </w:t>
      </w:r>
      <w:r w:rsidRPr="0008167C">
        <w:t>Все</w:t>
      </w:r>
      <w:r w:rsidR="0008167C" w:rsidRPr="0008167C">
        <w:t xml:space="preserve"> </w:t>
      </w:r>
      <w:r w:rsidRPr="0008167C">
        <w:t>земное</w:t>
      </w:r>
      <w:r w:rsidR="0008167C" w:rsidRPr="0008167C">
        <w:t xml:space="preserve"> </w:t>
      </w:r>
      <w:r w:rsidRPr="0008167C">
        <w:t>вещество</w:t>
      </w:r>
      <w:r w:rsidR="0008167C" w:rsidRPr="0008167C">
        <w:t xml:space="preserve"> </w:t>
      </w:r>
      <w:r w:rsidRPr="0008167C">
        <w:t>ею</w:t>
      </w:r>
      <w:r w:rsidR="0008167C" w:rsidRPr="0008167C">
        <w:t xml:space="preserve"> </w:t>
      </w:r>
      <w:r w:rsidRPr="0008167C">
        <w:t>проникнуто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охвачено</w:t>
      </w:r>
      <w:r w:rsidR="0008167C">
        <w:t>"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</w:pPr>
      <w:r w:rsidRPr="0008167C">
        <w:t>Изо</w:t>
      </w:r>
      <w:r w:rsidR="0008167C" w:rsidRPr="0008167C">
        <w:t xml:space="preserve"> </w:t>
      </w:r>
      <w:r w:rsidRPr="0008167C">
        <w:t>дня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день,</w:t>
      </w:r>
      <w:r w:rsidR="0008167C" w:rsidRPr="0008167C">
        <w:t xml:space="preserve"> </w:t>
      </w:r>
      <w:r w:rsidRPr="0008167C">
        <w:t>непрерывно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течение</w:t>
      </w:r>
      <w:r w:rsidR="0008167C" w:rsidRPr="0008167C">
        <w:t xml:space="preserve"> </w:t>
      </w:r>
      <w:r w:rsidRPr="0008167C">
        <w:t>многих</w:t>
      </w:r>
      <w:r w:rsidR="0008167C" w:rsidRPr="0008167C">
        <w:t xml:space="preserve"> </w:t>
      </w:r>
      <w:r w:rsidRPr="0008167C">
        <w:t>миллиардов</w:t>
      </w:r>
      <w:r w:rsidR="0008167C" w:rsidRPr="0008167C">
        <w:t xml:space="preserve"> </w:t>
      </w:r>
      <w:r w:rsidRPr="0008167C">
        <w:t>лет</w:t>
      </w:r>
      <w:r w:rsidR="0008167C" w:rsidRPr="0008167C">
        <w:t xml:space="preserve"> </w:t>
      </w:r>
      <w:r w:rsidRPr="0008167C">
        <w:t>поверхностные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союзе</w:t>
      </w:r>
      <w:r w:rsidR="0008167C" w:rsidRPr="0008167C">
        <w:t xml:space="preserve"> </w:t>
      </w:r>
      <w:r w:rsidRPr="0008167C">
        <w:t>со</w:t>
      </w:r>
      <w:r w:rsidR="0008167C" w:rsidRPr="0008167C">
        <w:t xml:space="preserve"> </w:t>
      </w:r>
      <w:r w:rsidRPr="0008167C">
        <w:t>зноем,</w:t>
      </w:r>
      <w:r w:rsidR="0008167C" w:rsidRPr="0008167C">
        <w:t xml:space="preserve"> </w:t>
      </w:r>
      <w:r w:rsidRPr="0008167C">
        <w:t>холодом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ветром</w:t>
      </w:r>
      <w:r w:rsidR="0008167C" w:rsidRPr="0008167C">
        <w:t xml:space="preserve"> </w:t>
      </w:r>
      <w:r w:rsidRPr="0008167C">
        <w:t>разрушают</w:t>
      </w:r>
      <w:r w:rsidR="0008167C" w:rsidRPr="0008167C">
        <w:t xml:space="preserve"> </w:t>
      </w:r>
      <w:r w:rsidRPr="0008167C">
        <w:t>самые</w:t>
      </w:r>
      <w:r w:rsidR="0008167C" w:rsidRPr="0008167C">
        <w:t xml:space="preserve"> </w:t>
      </w:r>
      <w:r w:rsidRPr="0008167C">
        <w:t>твердые</w:t>
      </w:r>
      <w:r w:rsidR="0008167C" w:rsidRPr="0008167C">
        <w:t xml:space="preserve"> </w:t>
      </w:r>
      <w:r w:rsidRPr="0008167C">
        <w:t>горные</w:t>
      </w:r>
      <w:r w:rsidR="0008167C" w:rsidRPr="0008167C">
        <w:t xml:space="preserve"> </w:t>
      </w:r>
      <w:r w:rsidRPr="0008167C">
        <w:t>породы,</w:t>
      </w:r>
      <w:r w:rsidR="0008167C" w:rsidRPr="0008167C">
        <w:t xml:space="preserve"> </w:t>
      </w:r>
      <w:r w:rsidRPr="0008167C">
        <w:t>размывают</w:t>
      </w:r>
      <w:r w:rsidR="0008167C" w:rsidRPr="0008167C">
        <w:t xml:space="preserve"> </w:t>
      </w:r>
      <w:r w:rsidRPr="0008167C">
        <w:t>горы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возвышенности,</w:t>
      </w:r>
      <w:r w:rsidR="0008167C" w:rsidRPr="0008167C">
        <w:t xml:space="preserve"> </w:t>
      </w:r>
      <w:r w:rsidRPr="0008167C">
        <w:t>смывают</w:t>
      </w:r>
      <w:r w:rsidR="0008167C" w:rsidRPr="0008167C">
        <w:t xml:space="preserve"> </w:t>
      </w:r>
      <w:r w:rsidRPr="0008167C">
        <w:t>почвенный</w:t>
      </w:r>
      <w:r w:rsidR="0008167C" w:rsidRPr="0008167C">
        <w:t xml:space="preserve"> </w:t>
      </w:r>
      <w:r w:rsidRPr="0008167C">
        <w:t>покров,</w:t>
      </w:r>
      <w:r w:rsidR="0008167C" w:rsidRPr="0008167C">
        <w:t xml:space="preserve"> </w:t>
      </w:r>
      <w:r w:rsidRPr="0008167C">
        <w:t>образуют</w:t>
      </w:r>
      <w:r w:rsidR="0008167C" w:rsidRPr="0008167C">
        <w:t xml:space="preserve"> </w:t>
      </w:r>
      <w:r w:rsidRPr="0008167C">
        <w:t>широкие</w:t>
      </w:r>
      <w:r w:rsidR="0008167C" w:rsidRPr="0008167C">
        <w:t xml:space="preserve"> </w:t>
      </w:r>
      <w:r w:rsidRPr="0008167C">
        <w:t>долины,</w:t>
      </w:r>
      <w:r w:rsidR="0008167C" w:rsidRPr="0008167C">
        <w:t xml:space="preserve"> </w:t>
      </w:r>
      <w:r w:rsidRPr="0008167C">
        <w:t>глубокие</w:t>
      </w:r>
      <w:r w:rsidR="0008167C" w:rsidRPr="0008167C">
        <w:t xml:space="preserve"> </w:t>
      </w:r>
      <w:r w:rsidRPr="0008167C">
        <w:t>овраги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ущелья,</w:t>
      </w:r>
      <w:r w:rsidR="0008167C" w:rsidRPr="0008167C">
        <w:t xml:space="preserve"> </w:t>
      </w:r>
      <w:r w:rsidRPr="0008167C">
        <w:t>перемещают</w:t>
      </w:r>
      <w:r w:rsidR="0008167C" w:rsidRPr="0008167C">
        <w:t xml:space="preserve"> </w:t>
      </w:r>
      <w:r w:rsidRPr="0008167C">
        <w:t>огромные</w:t>
      </w:r>
      <w:r w:rsidR="0008167C" w:rsidRPr="0008167C">
        <w:t xml:space="preserve"> </w:t>
      </w:r>
      <w:r w:rsidRPr="0008167C">
        <w:t>массы</w:t>
      </w:r>
      <w:r w:rsidR="0008167C" w:rsidRPr="0008167C">
        <w:t xml:space="preserve"> </w:t>
      </w:r>
      <w:r w:rsidRPr="0008167C">
        <w:t>рыхлого</w:t>
      </w:r>
      <w:r w:rsidR="0008167C" w:rsidRPr="0008167C">
        <w:t xml:space="preserve"> </w:t>
      </w:r>
      <w:r w:rsidRPr="0008167C">
        <w:t>обломочного</w:t>
      </w:r>
      <w:r w:rsidR="0008167C" w:rsidRPr="0008167C">
        <w:t xml:space="preserve"> </w:t>
      </w:r>
      <w:r w:rsidRPr="0008167C">
        <w:t>материала</w:t>
      </w:r>
      <w:r w:rsidR="0008167C" w:rsidRPr="0008167C">
        <w:t xml:space="preserve">. </w:t>
      </w:r>
      <w:r w:rsidRPr="0008167C">
        <w:t>Необозримые</w:t>
      </w:r>
      <w:r w:rsidR="0008167C" w:rsidRPr="0008167C">
        <w:t xml:space="preserve"> </w:t>
      </w:r>
      <w:r w:rsidRPr="0008167C">
        <w:t>равнины,</w:t>
      </w:r>
      <w:r w:rsidR="0008167C" w:rsidRPr="0008167C">
        <w:t xml:space="preserve"> </w:t>
      </w:r>
      <w:r w:rsidRPr="0008167C">
        <w:t>иногда</w:t>
      </w:r>
      <w:r w:rsidR="0008167C" w:rsidRPr="0008167C">
        <w:t xml:space="preserve"> </w:t>
      </w:r>
      <w:r w:rsidRPr="0008167C">
        <w:t>тянущиеся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тысячи</w:t>
      </w:r>
      <w:r w:rsidR="0008167C" w:rsidRPr="0008167C">
        <w:t xml:space="preserve"> </w:t>
      </w:r>
      <w:r w:rsidRPr="0008167C">
        <w:t>километров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севера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юг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запада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восток,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основании</w:t>
      </w:r>
      <w:r w:rsidR="0008167C" w:rsidRPr="0008167C">
        <w:t xml:space="preserve"> </w:t>
      </w:r>
      <w:r w:rsidRPr="0008167C">
        <w:t>своем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большинстве</w:t>
      </w:r>
      <w:r w:rsidR="0008167C" w:rsidRPr="0008167C">
        <w:t xml:space="preserve"> </w:t>
      </w:r>
      <w:r w:rsidRPr="0008167C">
        <w:t>случаев</w:t>
      </w:r>
      <w:r w:rsidR="0008167C" w:rsidRPr="0008167C">
        <w:t xml:space="preserve"> </w:t>
      </w:r>
      <w:r w:rsidRPr="0008167C">
        <w:t>имеют</w:t>
      </w:r>
      <w:r w:rsidR="0008167C" w:rsidRPr="0008167C">
        <w:t xml:space="preserve"> </w:t>
      </w:r>
      <w:r w:rsidRPr="0008167C">
        <w:t>осадочные</w:t>
      </w:r>
      <w:r w:rsidR="0008167C" w:rsidRPr="0008167C">
        <w:t xml:space="preserve"> </w:t>
      </w:r>
      <w:r w:rsidRPr="0008167C">
        <w:t>породы</w:t>
      </w:r>
      <w:r w:rsidR="0008167C" w:rsidRPr="0008167C">
        <w:t xml:space="preserve">. </w:t>
      </w:r>
      <w:r w:rsidRPr="0008167C">
        <w:t>Мощность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может</w:t>
      </w:r>
      <w:r w:rsidR="0008167C" w:rsidRPr="0008167C">
        <w:t xml:space="preserve"> </w:t>
      </w:r>
      <w:r w:rsidRPr="0008167C">
        <w:t>достигать</w:t>
      </w:r>
      <w:r w:rsidR="0008167C" w:rsidRPr="0008167C">
        <w:t xml:space="preserve"> </w:t>
      </w:r>
      <w:r w:rsidRPr="0008167C">
        <w:t>фантастических</w:t>
      </w:r>
      <w:r w:rsidR="0008167C" w:rsidRPr="0008167C">
        <w:t xml:space="preserve"> </w:t>
      </w:r>
      <w:r w:rsidRPr="0008167C">
        <w:t>величин</w:t>
      </w:r>
      <w:r w:rsidR="0008167C" w:rsidRPr="0008167C">
        <w:t xml:space="preserve"> - </w:t>
      </w:r>
      <w:r w:rsidRPr="0008167C">
        <w:t>в</w:t>
      </w:r>
      <w:r w:rsidR="0008167C" w:rsidRPr="0008167C">
        <w:t xml:space="preserve"> </w:t>
      </w:r>
      <w:r w:rsidRPr="0008167C">
        <w:t>Прикаспийской</w:t>
      </w:r>
      <w:r w:rsidR="0008167C" w:rsidRPr="0008167C">
        <w:t xml:space="preserve"> </w:t>
      </w:r>
      <w:r w:rsidRPr="0008167C">
        <w:t>низменности,</w:t>
      </w:r>
      <w:r w:rsidR="0008167C" w:rsidRPr="0008167C">
        <w:t xml:space="preserve"> </w:t>
      </w:r>
      <w:r w:rsidRPr="0008167C">
        <w:t>например,</w:t>
      </w:r>
      <w:r w:rsidR="0008167C" w:rsidRPr="0008167C">
        <w:t xml:space="preserve"> </w:t>
      </w:r>
      <w:r w:rsidRPr="0008167C">
        <w:t>15</w:t>
      </w:r>
      <w:r w:rsidR="0008167C" w:rsidRPr="0008167C">
        <w:t xml:space="preserve"> - </w:t>
      </w:r>
      <w:smartTag w:uri="urn:schemas-microsoft-com:office:smarttags" w:element="metricconverter">
        <w:smartTagPr>
          <w:attr w:name="ProductID" w:val="20 км"/>
        </w:smartTagPr>
        <w:r w:rsidRPr="0008167C">
          <w:t>20</w:t>
        </w:r>
        <w:r w:rsidR="0008167C" w:rsidRPr="0008167C">
          <w:t xml:space="preserve"> </w:t>
        </w:r>
        <w:r w:rsidRPr="0008167C">
          <w:t>км</w:t>
        </w:r>
      </w:smartTag>
      <w:r w:rsidR="0008167C" w:rsidRPr="0008167C">
        <w:t xml:space="preserve">. </w:t>
      </w:r>
      <w:r w:rsidRPr="0008167C">
        <w:t>И</w:t>
      </w:r>
      <w:r w:rsidR="0008167C" w:rsidRPr="0008167C">
        <w:t xml:space="preserve"> </w:t>
      </w:r>
      <w:r w:rsidRPr="0008167C">
        <w:t>все</w:t>
      </w:r>
      <w:r w:rsidR="0008167C" w:rsidRPr="0008167C">
        <w:t xml:space="preserve"> </w:t>
      </w:r>
      <w:r w:rsidRPr="0008167C">
        <w:t>это</w:t>
      </w:r>
      <w:r w:rsidR="0008167C" w:rsidRPr="0008167C">
        <w:t xml:space="preserve"> </w:t>
      </w:r>
      <w:r w:rsidRPr="0008167C">
        <w:t>создала</w:t>
      </w:r>
      <w:r w:rsidR="0008167C" w:rsidRPr="0008167C">
        <w:t xml:space="preserve"> </w:t>
      </w:r>
      <w:r w:rsidRPr="0008167C">
        <w:t>природная</w:t>
      </w:r>
      <w:r w:rsidR="0008167C" w:rsidRPr="0008167C">
        <w:t xml:space="preserve"> </w:t>
      </w:r>
      <w:r w:rsidRPr="0008167C">
        <w:t>вода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</w:pPr>
      <w:r w:rsidRPr="0008167C">
        <w:t>По</w:t>
      </w:r>
      <w:r w:rsidR="0008167C" w:rsidRPr="0008167C">
        <w:t xml:space="preserve"> </w:t>
      </w:r>
      <w:r w:rsidRPr="0008167C">
        <w:t>расчетам</w:t>
      </w:r>
      <w:r w:rsidR="0008167C" w:rsidRPr="0008167C">
        <w:t xml:space="preserve"> </w:t>
      </w:r>
      <w:r w:rsidRPr="0008167C">
        <w:t>известного</w:t>
      </w:r>
      <w:r w:rsidR="0008167C" w:rsidRPr="0008167C">
        <w:t xml:space="preserve"> </w:t>
      </w:r>
      <w:r w:rsidRPr="0008167C">
        <w:t>гидролога</w:t>
      </w:r>
      <w:r w:rsidR="0008167C" w:rsidRPr="0008167C">
        <w:t xml:space="preserve"> </w:t>
      </w:r>
      <w:r w:rsidRPr="0008167C">
        <w:t>М</w:t>
      </w:r>
      <w:r w:rsidR="0008167C">
        <w:t xml:space="preserve">.И. </w:t>
      </w:r>
      <w:r w:rsidRPr="0008167C">
        <w:t>Львовича</w:t>
      </w:r>
      <w:r w:rsidR="0008167C" w:rsidRPr="0008167C">
        <w:t xml:space="preserve"> </w:t>
      </w:r>
      <w:r w:rsidRPr="0008167C">
        <w:t>все</w:t>
      </w:r>
      <w:r w:rsidR="0008167C" w:rsidRPr="0008167C">
        <w:t xml:space="preserve"> </w:t>
      </w:r>
      <w:r w:rsidRPr="0008167C">
        <w:t>реки</w:t>
      </w:r>
      <w:r w:rsidR="0008167C" w:rsidRPr="0008167C">
        <w:t xml:space="preserve"> </w:t>
      </w:r>
      <w:r w:rsidRPr="0008167C">
        <w:t>земного</w:t>
      </w:r>
      <w:r w:rsidR="0008167C" w:rsidRPr="0008167C">
        <w:t xml:space="preserve"> </w:t>
      </w:r>
      <w:r w:rsidRPr="0008167C">
        <w:t>шара</w:t>
      </w:r>
      <w:r w:rsidR="0008167C" w:rsidRPr="0008167C">
        <w:t xml:space="preserve"> </w:t>
      </w:r>
      <w:r w:rsidRPr="0008167C">
        <w:t>ежегодно</w:t>
      </w:r>
      <w:r w:rsidR="0008167C" w:rsidRPr="0008167C">
        <w:t xml:space="preserve"> </w:t>
      </w:r>
      <w:r w:rsidRPr="0008167C">
        <w:t>выносят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океан</w:t>
      </w:r>
      <w:r w:rsidR="0008167C" w:rsidRPr="0008167C">
        <w:t xml:space="preserve"> </w:t>
      </w:r>
      <w:r w:rsidRPr="0008167C">
        <w:t>22</w:t>
      </w:r>
      <w:r w:rsidR="0008167C" w:rsidRPr="0008167C">
        <w:t xml:space="preserve"> </w:t>
      </w:r>
      <w:r w:rsidRPr="0008167C">
        <w:t>млрд</w:t>
      </w:r>
      <w:r w:rsidR="0008167C" w:rsidRPr="0008167C">
        <w:t xml:space="preserve">. </w:t>
      </w:r>
      <w:r w:rsidRPr="0008167C">
        <w:t>т</w:t>
      </w:r>
      <w:r w:rsidR="0008167C" w:rsidRPr="0008167C">
        <w:t xml:space="preserve">. </w:t>
      </w:r>
      <w:r w:rsidRPr="0008167C">
        <w:t>твердых</w:t>
      </w:r>
      <w:r w:rsidR="0008167C" w:rsidRPr="0008167C">
        <w:t xml:space="preserve"> </w:t>
      </w:r>
      <w:r w:rsidRPr="0008167C">
        <w:t>веществ</w:t>
      </w:r>
      <w:r w:rsidR="0008167C">
        <w:t xml:space="preserve"> (</w:t>
      </w:r>
      <w:r w:rsidRPr="0008167C">
        <w:t>ила,</w:t>
      </w:r>
      <w:r w:rsidR="0008167C" w:rsidRPr="0008167C">
        <w:t xml:space="preserve"> </w:t>
      </w:r>
      <w:r w:rsidRPr="0008167C">
        <w:t>песка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="0008167C">
        <w:t>т.п.</w:t>
      </w:r>
      <w:r w:rsidR="0008167C" w:rsidRPr="0008167C">
        <w:t xml:space="preserve">), </w:t>
      </w:r>
      <w:r w:rsidRPr="0008167C">
        <w:t>в</w:t>
      </w:r>
      <w:r w:rsidR="0008167C" w:rsidRPr="0008167C">
        <w:t xml:space="preserve"> </w:t>
      </w:r>
      <w:r w:rsidRPr="0008167C">
        <w:t>том</w:t>
      </w:r>
      <w:r w:rsidR="0008167C" w:rsidRPr="0008167C">
        <w:t xml:space="preserve"> </w:t>
      </w:r>
      <w:r w:rsidRPr="0008167C">
        <w:t>числе</w:t>
      </w:r>
      <w:r w:rsidR="0008167C" w:rsidRPr="0008167C">
        <w:t xml:space="preserve"> </w:t>
      </w:r>
      <w:r w:rsidRPr="0008167C">
        <w:t>реки</w:t>
      </w:r>
      <w:r w:rsidR="0008167C" w:rsidRPr="0008167C">
        <w:t xml:space="preserve"> </w:t>
      </w:r>
      <w:r w:rsidRPr="0008167C">
        <w:t>России</w:t>
      </w:r>
      <w:r w:rsidR="0008167C" w:rsidRPr="0008167C">
        <w:t xml:space="preserve"> - </w:t>
      </w:r>
      <w:r w:rsidRPr="0008167C">
        <w:t>600</w:t>
      </w:r>
      <w:r w:rsidR="0008167C" w:rsidRPr="0008167C">
        <w:t xml:space="preserve"> </w:t>
      </w:r>
      <w:r w:rsidRPr="0008167C">
        <w:t>млн</w:t>
      </w:r>
      <w:r w:rsidR="0008167C" w:rsidRPr="0008167C">
        <w:t xml:space="preserve">. </w:t>
      </w:r>
      <w:r w:rsidRPr="0008167C">
        <w:t>т</w:t>
      </w:r>
      <w:r w:rsidR="0008167C" w:rsidRPr="0008167C">
        <w:t xml:space="preserve">. </w:t>
      </w:r>
      <w:r w:rsidRPr="0008167C">
        <w:t>Выщелачивая</w:t>
      </w:r>
      <w:r w:rsidR="0008167C" w:rsidRPr="0008167C">
        <w:t xml:space="preserve"> </w:t>
      </w:r>
      <w:r w:rsidRPr="0008167C">
        <w:t>горные</w:t>
      </w:r>
      <w:r w:rsidR="0008167C" w:rsidRPr="0008167C">
        <w:t xml:space="preserve"> </w:t>
      </w:r>
      <w:r w:rsidRPr="0008167C">
        <w:t>породы,</w:t>
      </w:r>
      <w:r w:rsidR="0008167C" w:rsidRPr="0008167C">
        <w:t xml:space="preserve"> </w:t>
      </w:r>
      <w:r w:rsidRPr="0008167C">
        <w:t>поверхностные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еще</w:t>
      </w:r>
      <w:r w:rsidR="0008167C" w:rsidRPr="0008167C">
        <w:t xml:space="preserve"> </w:t>
      </w:r>
      <w:r w:rsidRPr="0008167C">
        <w:t>добавляют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океан</w:t>
      </w:r>
      <w:r w:rsidR="0008167C" w:rsidRPr="0008167C">
        <w:t xml:space="preserve"> </w:t>
      </w:r>
      <w:r w:rsidRPr="0008167C">
        <w:t>ежегодно</w:t>
      </w:r>
      <w:r w:rsidR="0008167C" w:rsidRPr="0008167C">
        <w:t xml:space="preserve"> </w:t>
      </w:r>
      <w:r w:rsidRPr="0008167C">
        <w:t>3</w:t>
      </w:r>
      <w:r w:rsidR="0008167C" w:rsidRPr="0008167C">
        <w:t xml:space="preserve"> </w:t>
      </w:r>
      <w:r w:rsidRPr="0008167C">
        <w:t>млрд</w:t>
      </w:r>
      <w:r w:rsidR="0008167C" w:rsidRPr="0008167C">
        <w:t xml:space="preserve">. </w:t>
      </w:r>
      <w:r w:rsidRPr="0008167C">
        <w:t>т</w:t>
      </w:r>
      <w:r w:rsidR="0008167C" w:rsidRPr="0008167C">
        <w:t xml:space="preserve">. </w:t>
      </w:r>
      <w:r w:rsidRPr="0008167C">
        <w:t>растворенных</w:t>
      </w:r>
      <w:r w:rsidR="0008167C" w:rsidRPr="0008167C">
        <w:t xml:space="preserve"> </w:t>
      </w:r>
      <w:r w:rsidRPr="0008167C">
        <w:t>веществ</w:t>
      </w:r>
      <w:r w:rsidR="0008167C" w:rsidRPr="0008167C">
        <w:t xml:space="preserve">. </w:t>
      </w:r>
      <w:r w:rsidRPr="0008167C">
        <w:t>Под</w:t>
      </w:r>
      <w:r w:rsidR="0008167C" w:rsidRPr="0008167C">
        <w:t xml:space="preserve"> </w:t>
      </w:r>
      <w:r w:rsidRPr="0008167C">
        <w:t>действием</w:t>
      </w:r>
      <w:r w:rsidR="0008167C" w:rsidRPr="0008167C">
        <w:t xml:space="preserve"> </w:t>
      </w:r>
      <w:r w:rsidRPr="0008167C">
        <w:t>подземных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 </w:t>
      </w:r>
      <w:r w:rsidRPr="0008167C">
        <w:t>возникают</w:t>
      </w:r>
      <w:r w:rsidR="0008167C" w:rsidRPr="0008167C">
        <w:t xml:space="preserve"> </w:t>
      </w:r>
      <w:r w:rsidRPr="0008167C">
        <w:t>оползни,</w:t>
      </w:r>
      <w:r w:rsidR="0008167C" w:rsidRPr="0008167C">
        <w:t xml:space="preserve"> </w:t>
      </w:r>
      <w:r w:rsidRPr="0008167C">
        <w:t>растворяются</w:t>
      </w:r>
      <w:r w:rsidR="0008167C" w:rsidRPr="0008167C">
        <w:t xml:space="preserve"> </w:t>
      </w:r>
      <w:r w:rsidRPr="0008167C">
        <w:t>известняки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другие</w:t>
      </w:r>
      <w:r w:rsidR="0008167C" w:rsidRPr="0008167C">
        <w:t xml:space="preserve"> </w:t>
      </w:r>
      <w:r w:rsidRPr="0008167C">
        <w:t>горные</w:t>
      </w:r>
      <w:r w:rsidR="0008167C" w:rsidRPr="0008167C">
        <w:t xml:space="preserve"> </w:t>
      </w:r>
      <w:r w:rsidRPr="0008167C">
        <w:t>породы,</w:t>
      </w:r>
      <w:r w:rsidR="0008167C" w:rsidRPr="0008167C">
        <w:t xml:space="preserve"> </w:t>
      </w:r>
      <w:r w:rsidRPr="0008167C">
        <w:t>создаются</w:t>
      </w:r>
      <w:r w:rsidR="0008167C" w:rsidRPr="0008167C">
        <w:t xml:space="preserve"> </w:t>
      </w:r>
      <w:r w:rsidRPr="0008167C">
        <w:t>карстовые</w:t>
      </w:r>
      <w:r w:rsidR="0008167C" w:rsidRPr="0008167C">
        <w:t xml:space="preserve"> </w:t>
      </w:r>
      <w:r w:rsidRPr="0008167C">
        <w:t>воронки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провалы</w:t>
      </w:r>
      <w:r w:rsidR="0008167C" w:rsidRPr="0008167C">
        <w:t xml:space="preserve">. </w:t>
      </w:r>
      <w:r w:rsidRPr="0008167C">
        <w:t>Геологи</w:t>
      </w:r>
      <w:r w:rsidR="0008167C" w:rsidRPr="0008167C">
        <w:t xml:space="preserve"> </w:t>
      </w:r>
      <w:r w:rsidRPr="0008167C">
        <w:t>подсчитали,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если</w:t>
      </w:r>
      <w:r w:rsidR="0008167C" w:rsidRPr="0008167C">
        <w:t xml:space="preserve"> </w:t>
      </w:r>
      <w:r w:rsidRPr="0008167C">
        <w:t>бы</w:t>
      </w:r>
      <w:r w:rsidR="0008167C" w:rsidRPr="0008167C">
        <w:t xml:space="preserve"> </w:t>
      </w:r>
      <w:r w:rsidRPr="0008167C">
        <w:t>отсутствовали</w:t>
      </w:r>
      <w:r w:rsidR="0008167C" w:rsidRPr="0008167C">
        <w:t xml:space="preserve"> </w:t>
      </w:r>
      <w:r w:rsidRPr="0008167C">
        <w:t>непрерывные</w:t>
      </w:r>
      <w:r w:rsidR="0008167C" w:rsidRPr="0008167C">
        <w:t xml:space="preserve"> </w:t>
      </w:r>
      <w:r w:rsidRPr="0008167C">
        <w:t>тектонические</w:t>
      </w:r>
      <w:r w:rsidR="0008167C" w:rsidRPr="0008167C">
        <w:t xml:space="preserve"> </w:t>
      </w:r>
      <w:r w:rsidRPr="0008167C">
        <w:t>движения</w:t>
      </w:r>
      <w:r w:rsidR="0008167C" w:rsidRPr="0008167C">
        <w:t xml:space="preserve"> </w:t>
      </w:r>
      <w:r w:rsidRPr="0008167C">
        <w:t>земной</w:t>
      </w:r>
      <w:r w:rsidR="0008167C" w:rsidRPr="0008167C">
        <w:t xml:space="preserve"> </w:t>
      </w:r>
      <w:r w:rsidRPr="0008167C">
        <w:t>коры,</w:t>
      </w:r>
      <w:r w:rsidR="0008167C" w:rsidRPr="0008167C">
        <w:t xml:space="preserve"> </w:t>
      </w:r>
      <w:r w:rsidRPr="0008167C">
        <w:t>то</w:t>
      </w:r>
      <w:r w:rsidR="0008167C" w:rsidRPr="0008167C">
        <w:t xml:space="preserve"> </w:t>
      </w:r>
      <w:r w:rsidRPr="0008167C">
        <w:t>поверхность</w:t>
      </w:r>
      <w:r w:rsidR="0008167C" w:rsidRPr="0008167C">
        <w:t xml:space="preserve"> </w:t>
      </w:r>
      <w:r w:rsidRPr="0008167C">
        <w:t>суши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нынешних</w:t>
      </w:r>
      <w:r w:rsidR="0008167C" w:rsidRPr="0008167C">
        <w:t xml:space="preserve"> </w:t>
      </w:r>
      <w:r w:rsidRPr="0008167C">
        <w:t>темпах</w:t>
      </w:r>
      <w:r w:rsidR="0008167C" w:rsidRPr="0008167C">
        <w:t xml:space="preserve"> </w:t>
      </w:r>
      <w:r w:rsidRPr="0008167C">
        <w:t>ее</w:t>
      </w:r>
      <w:r w:rsidR="0008167C" w:rsidRPr="0008167C">
        <w:t xml:space="preserve"> </w:t>
      </w:r>
      <w:r w:rsidRPr="0008167C">
        <w:t>разрушения</w:t>
      </w:r>
      <w:r w:rsidR="0008167C" w:rsidRPr="0008167C">
        <w:t xml:space="preserve"> </w:t>
      </w:r>
      <w:r w:rsidRPr="0008167C">
        <w:t>ветром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водой</w:t>
      </w:r>
      <w:r w:rsidR="0008167C" w:rsidRPr="0008167C">
        <w:t xml:space="preserve"> </w:t>
      </w:r>
      <w:r w:rsidRPr="0008167C">
        <w:t>сравнялось</w:t>
      </w:r>
      <w:r w:rsidR="0008167C" w:rsidRPr="0008167C">
        <w:t xml:space="preserve"> </w:t>
      </w:r>
      <w:r w:rsidRPr="0008167C">
        <w:t>бы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уровнем</w:t>
      </w:r>
      <w:r w:rsidR="0008167C" w:rsidRPr="0008167C">
        <w:t xml:space="preserve"> </w:t>
      </w:r>
      <w:r w:rsidRPr="0008167C">
        <w:t>Мирового</w:t>
      </w:r>
      <w:r w:rsidR="0008167C" w:rsidRPr="0008167C">
        <w:t xml:space="preserve"> </w:t>
      </w:r>
      <w:r w:rsidRPr="0008167C">
        <w:t>океана</w:t>
      </w:r>
      <w:r w:rsidR="0008167C" w:rsidRPr="0008167C">
        <w:t xml:space="preserve"> </w:t>
      </w:r>
      <w:r w:rsidRPr="0008167C">
        <w:t>за</w:t>
      </w:r>
      <w:r w:rsidR="0008167C" w:rsidRPr="0008167C">
        <w:t xml:space="preserve"> </w:t>
      </w:r>
      <w:r w:rsidRPr="0008167C">
        <w:t>весьма</w:t>
      </w:r>
      <w:r w:rsidR="0008167C" w:rsidRPr="0008167C">
        <w:t xml:space="preserve"> </w:t>
      </w:r>
      <w:r w:rsidRPr="0008167C">
        <w:t>непродолжительный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геологическим</w:t>
      </w:r>
      <w:r w:rsidR="0008167C" w:rsidRPr="0008167C">
        <w:t xml:space="preserve"> </w:t>
      </w:r>
      <w:r w:rsidRPr="0008167C">
        <w:t>масштабам</w:t>
      </w:r>
      <w:r w:rsidR="0008167C" w:rsidRPr="0008167C">
        <w:t xml:space="preserve"> </w:t>
      </w:r>
      <w:r w:rsidRPr="0008167C">
        <w:t>промежуток</w:t>
      </w:r>
      <w:r w:rsidR="0008167C" w:rsidRPr="0008167C">
        <w:t xml:space="preserve"> </w:t>
      </w:r>
      <w:r w:rsidRPr="0008167C">
        <w:t>времени</w:t>
      </w:r>
      <w:r w:rsidR="0008167C" w:rsidRPr="0008167C">
        <w:t xml:space="preserve"> - </w:t>
      </w:r>
      <w:r w:rsidRPr="0008167C">
        <w:t>110</w:t>
      </w:r>
      <w:r w:rsidR="0008167C" w:rsidRPr="0008167C">
        <w:t xml:space="preserve"> </w:t>
      </w:r>
      <w:r w:rsidRPr="0008167C">
        <w:t>млн</w:t>
      </w:r>
      <w:r w:rsidR="0008167C" w:rsidRPr="0008167C">
        <w:t xml:space="preserve">. </w:t>
      </w:r>
      <w:r w:rsidRPr="0008167C">
        <w:t>лет</w:t>
      </w:r>
      <w:r w:rsidR="0008167C" w:rsidRPr="0008167C">
        <w:t xml:space="preserve">. </w:t>
      </w:r>
      <w:r w:rsidRPr="0008167C">
        <w:t>По</w:t>
      </w:r>
      <w:r w:rsidR="0008167C" w:rsidRPr="0008167C">
        <w:t xml:space="preserve"> </w:t>
      </w:r>
      <w:r w:rsidRPr="0008167C">
        <w:t>истечении</w:t>
      </w:r>
      <w:r w:rsidR="0008167C" w:rsidRPr="0008167C">
        <w:t xml:space="preserve"> </w:t>
      </w:r>
      <w:r w:rsidRPr="0008167C">
        <w:t>этого</w:t>
      </w:r>
      <w:r w:rsidR="0008167C" w:rsidRPr="0008167C">
        <w:t xml:space="preserve"> </w:t>
      </w:r>
      <w:r w:rsidRPr="0008167C">
        <w:t>срока</w:t>
      </w:r>
      <w:r w:rsidR="0008167C" w:rsidRPr="0008167C">
        <w:t xml:space="preserve"> </w:t>
      </w:r>
      <w:r w:rsidRPr="0008167C">
        <w:t>Земля</w:t>
      </w:r>
      <w:r w:rsidR="0008167C" w:rsidRPr="0008167C">
        <w:t xml:space="preserve"> </w:t>
      </w:r>
      <w:r w:rsidRPr="0008167C">
        <w:t>представляла</w:t>
      </w:r>
      <w:r w:rsidR="0008167C" w:rsidRPr="0008167C">
        <w:t xml:space="preserve"> </w:t>
      </w:r>
      <w:r w:rsidRPr="0008167C">
        <w:t>бы</w:t>
      </w:r>
      <w:r w:rsidR="0008167C" w:rsidRPr="0008167C">
        <w:t xml:space="preserve"> </w:t>
      </w:r>
      <w:r w:rsidRPr="0008167C">
        <w:t>собой</w:t>
      </w:r>
      <w:r w:rsidR="0008167C" w:rsidRPr="0008167C">
        <w:t xml:space="preserve"> </w:t>
      </w:r>
      <w:r w:rsidRPr="0008167C">
        <w:t>печальное</w:t>
      </w:r>
      <w:r w:rsidR="0008167C" w:rsidRPr="0008167C">
        <w:t xml:space="preserve"> </w:t>
      </w:r>
      <w:r w:rsidRPr="0008167C">
        <w:t>зрелище</w:t>
      </w:r>
      <w:r w:rsidR="0008167C" w:rsidRPr="0008167C">
        <w:t xml:space="preserve"> - </w:t>
      </w:r>
      <w:r w:rsidRPr="0008167C">
        <w:t>идеально</w:t>
      </w:r>
      <w:r w:rsidR="0008167C" w:rsidRPr="0008167C">
        <w:t xml:space="preserve"> </w:t>
      </w:r>
      <w:r w:rsidRPr="0008167C">
        <w:t>гладкий</w:t>
      </w:r>
      <w:r w:rsidR="0008167C" w:rsidRPr="0008167C">
        <w:t xml:space="preserve"> </w:t>
      </w:r>
      <w:r w:rsidRPr="0008167C">
        <w:t>каменный</w:t>
      </w:r>
      <w:r w:rsidR="0008167C" w:rsidRPr="0008167C">
        <w:t xml:space="preserve"> </w:t>
      </w:r>
      <w:r w:rsidRPr="0008167C">
        <w:t>шар</w:t>
      </w:r>
      <w:r w:rsidR="0008167C" w:rsidRPr="0008167C">
        <w:t>.</w:t>
      </w:r>
    </w:p>
    <w:p w:rsidR="0008167C" w:rsidRPr="0008167C" w:rsidRDefault="00223F35" w:rsidP="0008167C">
      <w:pPr>
        <w:pStyle w:val="3"/>
        <w:tabs>
          <w:tab w:val="left" w:pos="726"/>
        </w:tabs>
        <w:rPr>
          <w:color w:val="000000"/>
        </w:rPr>
      </w:pPr>
      <w:bookmarkStart w:id="126" w:name="_Toc8497786"/>
      <w:bookmarkStart w:id="127" w:name="_Toc8498150"/>
      <w:bookmarkStart w:id="128" w:name="_Toc8498818"/>
      <w:r w:rsidRPr="0008167C">
        <w:rPr>
          <w:color w:val="000000"/>
        </w:rPr>
        <w:t>Эрозионно-аккумулятивные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процессы</w:t>
      </w:r>
      <w:r w:rsidR="0008167C" w:rsidRPr="0008167C">
        <w:rPr>
          <w:color w:val="000000"/>
        </w:rPr>
        <w:t>.</w:t>
      </w:r>
      <w:bookmarkEnd w:id="126"/>
      <w:bookmarkEnd w:id="127"/>
      <w:bookmarkEnd w:id="128"/>
    </w:p>
    <w:p w:rsidR="0008167C" w:rsidRPr="0008167C" w:rsidRDefault="00223F35" w:rsidP="0008167C">
      <w:pPr>
        <w:shd w:val="clear" w:color="auto" w:fill="FFFFFF"/>
        <w:tabs>
          <w:tab w:val="left" w:pos="726"/>
        </w:tabs>
      </w:pPr>
      <w:r w:rsidRPr="0008167C">
        <w:t>Стекающая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склонам</w:t>
      </w:r>
      <w:r w:rsidR="0008167C" w:rsidRPr="0008167C">
        <w:t xml:space="preserve"> </w:t>
      </w:r>
      <w:r w:rsidRPr="0008167C">
        <w:t>земной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русловой</w:t>
      </w:r>
      <w:r w:rsidR="0008167C" w:rsidRPr="0008167C">
        <w:t xml:space="preserve"> </w:t>
      </w:r>
      <w:r w:rsidRPr="0008167C">
        <w:t>сети</w:t>
      </w:r>
      <w:r w:rsidR="0008167C" w:rsidRPr="0008167C">
        <w:t xml:space="preserve"> </w:t>
      </w:r>
      <w:r w:rsidRPr="0008167C">
        <w:t>вода</w:t>
      </w:r>
      <w:r w:rsidR="0008167C" w:rsidRPr="0008167C">
        <w:t xml:space="preserve"> </w:t>
      </w:r>
      <w:r w:rsidRPr="0008167C">
        <w:t>производит</w:t>
      </w:r>
      <w:r w:rsidR="0008167C" w:rsidRPr="0008167C">
        <w:t xml:space="preserve"> </w:t>
      </w:r>
      <w:r w:rsidRPr="0008167C">
        <w:t>работу,</w:t>
      </w:r>
      <w:r w:rsidR="0008167C" w:rsidRPr="0008167C">
        <w:t xml:space="preserve"> </w:t>
      </w:r>
      <w:r w:rsidRPr="0008167C">
        <w:t>часть</w:t>
      </w:r>
      <w:r w:rsidR="0008167C" w:rsidRPr="0008167C">
        <w:t xml:space="preserve"> </w:t>
      </w:r>
      <w:r w:rsidRPr="0008167C">
        <w:t>которой</w:t>
      </w:r>
      <w:r w:rsidR="0008167C" w:rsidRPr="0008167C">
        <w:t xml:space="preserve"> </w:t>
      </w:r>
      <w:r w:rsidRPr="0008167C">
        <w:t>затрачивается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отрыв</w:t>
      </w:r>
      <w:r w:rsidR="0008167C" w:rsidRPr="0008167C">
        <w:t xml:space="preserve"> </w:t>
      </w:r>
      <w:r w:rsidRPr="0008167C">
        <w:t>частиц</w:t>
      </w:r>
      <w:r w:rsidR="0008167C" w:rsidRPr="0008167C">
        <w:t xml:space="preserve"> </w:t>
      </w:r>
      <w:r w:rsidRPr="0008167C">
        <w:t>грунта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общей</w:t>
      </w:r>
      <w:r w:rsidR="0008167C" w:rsidRPr="0008167C">
        <w:t xml:space="preserve"> </w:t>
      </w:r>
      <w:r w:rsidRPr="0008167C">
        <w:t>массы</w:t>
      </w:r>
      <w:r w:rsidR="0008167C" w:rsidRPr="0008167C">
        <w:t xml:space="preserve"> </w:t>
      </w:r>
      <w:r w:rsidRPr="0008167C">
        <w:t>почвогрунта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перенос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вниз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течению</w:t>
      </w:r>
      <w:r w:rsidR="0008167C" w:rsidRPr="0008167C">
        <w:t xml:space="preserve">. </w:t>
      </w:r>
      <w:r w:rsidRPr="0008167C">
        <w:t>При</w:t>
      </w:r>
      <w:r w:rsidR="0008167C" w:rsidRPr="0008167C">
        <w:t xml:space="preserve"> </w:t>
      </w:r>
      <w:r w:rsidRPr="0008167C">
        <w:t>определенных</w:t>
      </w:r>
      <w:r w:rsidR="0008167C" w:rsidRPr="0008167C">
        <w:t xml:space="preserve"> </w:t>
      </w:r>
      <w:r w:rsidRPr="0008167C">
        <w:t>условиях</w:t>
      </w:r>
      <w:r w:rsidR="0008167C" w:rsidRPr="0008167C">
        <w:t xml:space="preserve"> </w:t>
      </w:r>
      <w:r w:rsidRPr="0008167C">
        <w:t>происходит</w:t>
      </w:r>
      <w:r w:rsidR="0008167C" w:rsidRPr="0008167C">
        <w:t xml:space="preserve"> </w:t>
      </w:r>
      <w:r w:rsidRPr="0008167C">
        <w:t>отложение</w:t>
      </w:r>
      <w:r w:rsidR="0008167C" w:rsidRPr="0008167C">
        <w:t xml:space="preserve"> </w:t>
      </w:r>
      <w:r w:rsidRPr="0008167C">
        <w:t>частиц</w:t>
      </w:r>
      <w:r w:rsidR="0008167C" w:rsidRPr="0008167C">
        <w:t xml:space="preserve"> </w:t>
      </w:r>
      <w:r w:rsidRPr="0008167C">
        <w:t>грунта</w:t>
      </w:r>
      <w:r w:rsidR="0008167C" w:rsidRPr="0008167C">
        <w:t xml:space="preserve">. </w:t>
      </w:r>
      <w:r w:rsidRPr="0008167C">
        <w:t>Разрушение</w:t>
      </w:r>
      <w:r w:rsidR="0008167C" w:rsidRPr="0008167C">
        <w:t xml:space="preserve"> </w:t>
      </w:r>
      <w:r w:rsidRPr="0008167C">
        <w:t>почвогрунта</w:t>
      </w:r>
      <w:r w:rsidR="0008167C" w:rsidRPr="0008167C">
        <w:t xml:space="preserve"> </w:t>
      </w:r>
      <w:r w:rsidRPr="0008167C">
        <w:t>активизируется</w:t>
      </w:r>
      <w:r w:rsidR="0008167C" w:rsidRPr="0008167C">
        <w:t xml:space="preserve"> </w:t>
      </w:r>
      <w:r w:rsidRPr="0008167C">
        <w:t>дождевыми</w:t>
      </w:r>
      <w:r w:rsidR="0008167C" w:rsidRPr="0008167C">
        <w:t xml:space="preserve"> </w:t>
      </w:r>
      <w:r w:rsidRPr="0008167C">
        <w:t>каплями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разбрызгивании</w:t>
      </w:r>
      <w:r w:rsidR="0008167C" w:rsidRPr="0008167C">
        <w:t xml:space="preserve">. </w:t>
      </w:r>
      <w:r w:rsidRPr="0008167C">
        <w:t>Процесс</w:t>
      </w:r>
      <w:r w:rsidR="0008167C" w:rsidRPr="0008167C">
        <w:t xml:space="preserve"> </w:t>
      </w:r>
      <w:r w:rsidRPr="0008167C">
        <w:t>разрушения,</w:t>
      </w:r>
      <w:r w:rsidR="0008167C" w:rsidRPr="0008167C">
        <w:t xml:space="preserve"> </w:t>
      </w:r>
      <w:r w:rsidRPr="0008167C">
        <w:t>перемещения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отложения</w:t>
      </w:r>
      <w:r w:rsidR="0008167C" w:rsidRPr="0008167C">
        <w:t xml:space="preserve"> </w:t>
      </w:r>
      <w:r w:rsidRPr="0008167C">
        <w:t>почвогрунта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горной</w:t>
      </w:r>
      <w:r w:rsidR="0008167C" w:rsidRPr="0008167C">
        <w:t xml:space="preserve"> </w:t>
      </w:r>
      <w:r w:rsidRPr="0008167C">
        <w:t>породы</w:t>
      </w:r>
      <w:r w:rsidR="0008167C" w:rsidRPr="0008167C">
        <w:t xml:space="preserve"> </w:t>
      </w:r>
      <w:r w:rsidRPr="0008167C">
        <w:t>под</w:t>
      </w:r>
      <w:r w:rsidR="0008167C" w:rsidRPr="0008167C">
        <w:t xml:space="preserve"> </w:t>
      </w:r>
      <w:r w:rsidRPr="0008167C">
        <w:t>воздействием</w:t>
      </w:r>
      <w:r w:rsidR="0008167C" w:rsidRPr="0008167C">
        <w:t xml:space="preserve"> </w:t>
      </w:r>
      <w:r w:rsidRPr="0008167C">
        <w:t>дождя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движущейся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называется</w:t>
      </w:r>
      <w:r w:rsidR="0008167C" w:rsidRPr="0008167C">
        <w:t xml:space="preserve"> </w:t>
      </w:r>
      <w:r w:rsidRPr="0008167C">
        <w:rPr>
          <w:i/>
        </w:rPr>
        <w:t>водной</w:t>
      </w:r>
      <w:r w:rsidR="0008167C" w:rsidRPr="0008167C">
        <w:rPr>
          <w:i/>
        </w:rPr>
        <w:t xml:space="preserve"> </w:t>
      </w:r>
      <w:r w:rsidRPr="0008167C">
        <w:rPr>
          <w:i/>
        </w:rPr>
        <w:t>эрозией</w:t>
      </w:r>
      <w:r w:rsidR="0008167C" w:rsidRPr="0008167C">
        <w:t xml:space="preserve">. </w:t>
      </w:r>
      <w:r w:rsidRPr="0008167C">
        <w:t>Так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водная</w:t>
      </w:r>
      <w:r w:rsidR="0008167C" w:rsidRPr="0008167C">
        <w:t xml:space="preserve"> </w:t>
      </w:r>
      <w:r w:rsidRPr="0008167C">
        <w:t>эрозия</w:t>
      </w:r>
      <w:r w:rsidR="0008167C" w:rsidRPr="0008167C">
        <w:t xml:space="preserve"> </w:t>
      </w:r>
      <w:r w:rsidRPr="0008167C">
        <w:t>способствует</w:t>
      </w:r>
      <w:r w:rsidR="0008167C" w:rsidRPr="0008167C">
        <w:t xml:space="preserve"> </w:t>
      </w:r>
      <w:r w:rsidRPr="0008167C">
        <w:t>сглаживанию</w:t>
      </w:r>
      <w:r w:rsidR="0008167C" w:rsidRPr="0008167C">
        <w:t xml:space="preserve"> </w:t>
      </w:r>
      <w:r w:rsidRPr="0008167C">
        <w:t>рельефа</w:t>
      </w:r>
      <w:r w:rsidR="0008167C" w:rsidRPr="0008167C">
        <w:t xml:space="preserve"> </w:t>
      </w:r>
      <w:r w:rsidRPr="0008167C">
        <w:t>земной</w:t>
      </w:r>
      <w:r w:rsidR="0008167C" w:rsidRPr="0008167C">
        <w:t xml:space="preserve"> </w:t>
      </w:r>
      <w:r w:rsidRPr="0008167C">
        <w:t>поверхности,</w:t>
      </w:r>
      <w:r w:rsidR="0008167C" w:rsidRPr="0008167C">
        <w:t xml:space="preserve"> </w:t>
      </w:r>
      <w:r w:rsidRPr="0008167C">
        <w:t>ее,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ветровую</w:t>
      </w:r>
      <w:r w:rsidR="0008167C" w:rsidRPr="0008167C">
        <w:t xml:space="preserve"> </w:t>
      </w:r>
      <w:r w:rsidRPr="0008167C">
        <w:t>эрозию,</w:t>
      </w:r>
      <w:r w:rsidR="0008167C" w:rsidRPr="0008167C">
        <w:t xml:space="preserve"> </w:t>
      </w:r>
      <w:r w:rsidRPr="0008167C">
        <w:t>относят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процессам</w:t>
      </w:r>
      <w:r w:rsidR="0008167C" w:rsidRPr="0008167C">
        <w:t xml:space="preserve"> </w:t>
      </w:r>
      <w:r w:rsidRPr="0008167C">
        <w:t>денудации</w:t>
      </w:r>
      <w:r w:rsidR="0008167C" w:rsidRPr="0008167C">
        <w:t xml:space="preserve">. </w:t>
      </w:r>
      <w:r w:rsidRPr="0008167C">
        <w:t>Твердые</w:t>
      </w:r>
      <w:r w:rsidR="0008167C" w:rsidRPr="0008167C">
        <w:t xml:space="preserve"> </w:t>
      </w:r>
      <w:r w:rsidRPr="0008167C">
        <w:t>частицы</w:t>
      </w:r>
      <w:r w:rsidR="0008167C" w:rsidRPr="0008167C">
        <w:t xml:space="preserve"> - </w:t>
      </w:r>
      <w:r w:rsidRPr="0008167C">
        <w:t>продукты</w:t>
      </w:r>
      <w:r w:rsidR="0008167C" w:rsidRPr="0008167C">
        <w:t xml:space="preserve"> </w:t>
      </w:r>
      <w:r w:rsidRPr="0008167C">
        <w:t>эрозии</w:t>
      </w:r>
      <w:r w:rsidR="0008167C" w:rsidRPr="0008167C">
        <w:t xml:space="preserve"> </w:t>
      </w:r>
      <w:r w:rsidRPr="0008167C">
        <w:t>водосборов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русел,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также</w:t>
      </w:r>
      <w:r w:rsidR="0008167C" w:rsidRPr="0008167C">
        <w:t xml:space="preserve"> </w:t>
      </w:r>
      <w:r w:rsidRPr="0008167C">
        <w:t>абразии</w:t>
      </w:r>
      <w:r w:rsidR="0008167C" w:rsidRPr="0008167C">
        <w:t xml:space="preserve"> </w:t>
      </w:r>
      <w:r w:rsidRPr="0008167C">
        <w:t>берегов</w:t>
      </w:r>
      <w:r w:rsidR="0008167C" w:rsidRPr="0008167C">
        <w:t xml:space="preserve"> </w:t>
      </w:r>
      <w:r w:rsidRPr="0008167C">
        <w:t>водоемов,</w:t>
      </w:r>
      <w:r w:rsidR="0008167C" w:rsidRPr="0008167C">
        <w:t xml:space="preserve"> </w:t>
      </w:r>
      <w:r w:rsidRPr="0008167C">
        <w:t>переносимые</w:t>
      </w:r>
      <w:r w:rsidR="0008167C" w:rsidRPr="0008167C">
        <w:t xml:space="preserve"> </w:t>
      </w:r>
      <w:r w:rsidRPr="0008167C">
        <w:t>водотоками,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также</w:t>
      </w:r>
      <w:r w:rsidR="0008167C" w:rsidRPr="0008167C">
        <w:t xml:space="preserve"> </w:t>
      </w:r>
      <w:r w:rsidRPr="0008167C">
        <w:t>течениями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озерах,</w:t>
      </w:r>
      <w:r w:rsidR="0008167C" w:rsidRPr="0008167C">
        <w:t xml:space="preserve"> </w:t>
      </w:r>
      <w:r w:rsidRPr="0008167C">
        <w:t>морях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водохранилищах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формирующие</w:t>
      </w:r>
      <w:r w:rsidR="0008167C" w:rsidRPr="0008167C">
        <w:t xml:space="preserve"> </w:t>
      </w:r>
      <w:r w:rsidRPr="0008167C">
        <w:t>ложе</w:t>
      </w:r>
      <w:r w:rsidR="0008167C" w:rsidRPr="0008167C">
        <w:t xml:space="preserve"> </w:t>
      </w:r>
      <w:r w:rsidRPr="0008167C">
        <w:t>водоемов,</w:t>
      </w:r>
      <w:r w:rsidR="0008167C" w:rsidRPr="0008167C">
        <w:t xml:space="preserve"> </w:t>
      </w:r>
      <w:r w:rsidRPr="0008167C">
        <w:t>называются</w:t>
      </w:r>
      <w:r w:rsidR="0008167C" w:rsidRPr="0008167C">
        <w:t xml:space="preserve"> </w:t>
      </w:r>
      <w:r w:rsidRPr="0008167C">
        <w:t>наносами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</w:pPr>
      <w:r w:rsidRPr="0008167C">
        <w:t>Водная</w:t>
      </w:r>
      <w:r w:rsidR="0008167C" w:rsidRPr="0008167C">
        <w:t xml:space="preserve"> </w:t>
      </w:r>
      <w:r w:rsidRPr="0008167C">
        <w:t>эрозия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сток</w:t>
      </w:r>
      <w:r w:rsidR="0008167C" w:rsidRPr="0008167C">
        <w:t xml:space="preserve"> </w:t>
      </w:r>
      <w:r w:rsidRPr="0008167C">
        <w:t>наносов</w:t>
      </w:r>
      <w:r w:rsidR="0008167C" w:rsidRPr="0008167C">
        <w:t xml:space="preserve"> - </w:t>
      </w:r>
      <w:r w:rsidRPr="0008167C">
        <w:t>необратимый</w:t>
      </w:r>
      <w:r w:rsidR="0008167C" w:rsidRPr="0008167C">
        <w:t xml:space="preserve"> </w:t>
      </w:r>
      <w:r w:rsidRPr="0008167C">
        <w:t>однонаправленный</w:t>
      </w:r>
      <w:r w:rsidR="0008167C" w:rsidRPr="0008167C">
        <w:t xml:space="preserve"> </w:t>
      </w:r>
      <w:r w:rsidRPr="0008167C">
        <w:t>процесс,</w:t>
      </w:r>
      <w:r w:rsidR="0008167C" w:rsidRPr="0008167C">
        <w:t xml:space="preserve"> </w:t>
      </w:r>
      <w:r w:rsidRPr="0008167C">
        <w:t>так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продукты</w:t>
      </w:r>
      <w:r w:rsidR="0008167C" w:rsidRPr="0008167C">
        <w:t xml:space="preserve"> </w:t>
      </w:r>
      <w:r w:rsidRPr="0008167C">
        <w:t>разрушения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могут</w:t>
      </w:r>
      <w:r w:rsidR="0008167C" w:rsidRPr="0008167C">
        <w:t xml:space="preserve"> </w:t>
      </w:r>
      <w:r w:rsidRPr="0008167C">
        <w:t>быть</w:t>
      </w:r>
      <w:r w:rsidR="0008167C" w:rsidRPr="0008167C">
        <w:t xml:space="preserve"> </w:t>
      </w:r>
      <w:r w:rsidRPr="0008167C">
        <w:t>восстановлены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первоначальных</w:t>
      </w:r>
      <w:r w:rsidR="0008167C" w:rsidRPr="0008167C">
        <w:t xml:space="preserve"> </w:t>
      </w:r>
      <w:r w:rsidRPr="0008167C">
        <w:t>формах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</w:pPr>
      <w:r w:rsidRPr="0008167C">
        <w:t>Эрозионная</w:t>
      </w:r>
      <w:r w:rsidR="0008167C" w:rsidRPr="0008167C">
        <w:t xml:space="preserve"> </w:t>
      </w:r>
      <w:r w:rsidRPr="0008167C">
        <w:t>деятельность</w:t>
      </w:r>
      <w:r w:rsidR="0008167C" w:rsidRPr="0008167C">
        <w:t xml:space="preserve"> </w:t>
      </w:r>
      <w:r w:rsidRPr="0008167C">
        <w:t>водных</w:t>
      </w:r>
      <w:r w:rsidR="0008167C" w:rsidRPr="0008167C">
        <w:t xml:space="preserve"> </w:t>
      </w:r>
      <w:r w:rsidRPr="0008167C">
        <w:t>потоков</w:t>
      </w:r>
      <w:r w:rsidR="0008167C" w:rsidRPr="0008167C">
        <w:t xml:space="preserve"> </w:t>
      </w:r>
      <w:r w:rsidRPr="0008167C">
        <w:t>отличается</w:t>
      </w:r>
      <w:r w:rsidR="0008167C" w:rsidRPr="0008167C">
        <w:t xml:space="preserve"> </w:t>
      </w:r>
      <w:r w:rsidRPr="0008167C">
        <w:t>большим</w:t>
      </w:r>
      <w:r w:rsidR="0008167C" w:rsidRPr="0008167C">
        <w:t xml:space="preserve"> </w:t>
      </w:r>
      <w:r w:rsidRPr="0008167C">
        <w:t>разнообразием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соответствии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видами</w:t>
      </w:r>
      <w:r w:rsidR="0008167C" w:rsidRPr="0008167C">
        <w:t xml:space="preserve"> </w:t>
      </w:r>
      <w:r w:rsidRPr="0008167C">
        <w:t>стока</w:t>
      </w:r>
      <w:r w:rsidR="0008167C" w:rsidRPr="0008167C">
        <w:t xml:space="preserve"> </w:t>
      </w:r>
      <w:r w:rsidRPr="0008167C">
        <w:t>различают</w:t>
      </w:r>
      <w:r w:rsidR="0008167C" w:rsidRPr="0008167C">
        <w:t xml:space="preserve"> </w:t>
      </w:r>
      <w:r w:rsidRPr="0008167C">
        <w:t>эрозию</w:t>
      </w:r>
      <w:r w:rsidR="0008167C" w:rsidRPr="0008167C">
        <w:t xml:space="preserve"> </w:t>
      </w:r>
      <w:r w:rsidRPr="0008167C">
        <w:rPr>
          <w:i/>
        </w:rPr>
        <w:t>склоновую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rPr>
          <w:i/>
        </w:rPr>
        <w:t>русловую</w:t>
      </w:r>
      <w:r w:rsidR="0008167C" w:rsidRPr="0008167C">
        <w:t xml:space="preserve">. </w:t>
      </w:r>
      <w:r w:rsidRPr="0008167C">
        <w:t>Эрозия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начинается</w:t>
      </w:r>
      <w:r w:rsidR="0008167C" w:rsidRPr="0008167C">
        <w:t xml:space="preserve"> </w:t>
      </w:r>
      <w:r w:rsidRPr="0008167C">
        <w:t>со</w:t>
      </w:r>
      <w:r w:rsidR="0008167C" w:rsidRPr="0008167C">
        <w:t xml:space="preserve"> </w:t>
      </w:r>
      <w:r w:rsidRPr="0008167C">
        <w:t>смыва</w:t>
      </w:r>
      <w:r w:rsidR="0008167C" w:rsidRPr="0008167C">
        <w:t xml:space="preserve"> </w:t>
      </w:r>
      <w:r w:rsidRPr="0008167C">
        <w:t>дисперсных</w:t>
      </w:r>
      <w:r w:rsidR="0008167C" w:rsidRPr="0008167C">
        <w:t xml:space="preserve"> </w:t>
      </w:r>
      <w:r w:rsidRPr="0008167C">
        <w:t>частиц,</w:t>
      </w:r>
      <w:r w:rsidR="0008167C" w:rsidRPr="0008167C">
        <w:t xml:space="preserve"> </w:t>
      </w:r>
      <w:r w:rsidRPr="0008167C">
        <w:t>утративших</w:t>
      </w:r>
      <w:r w:rsidR="0008167C" w:rsidRPr="0008167C">
        <w:t xml:space="preserve"> </w:t>
      </w:r>
      <w:r w:rsidRPr="0008167C">
        <w:t>связь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основным</w:t>
      </w:r>
      <w:r w:rsidR="0008167C" w:rsidRPr="0008167C">
        <w:t xml:space="preserve"> </w:t>
      </w:r>
      <w:r w:rsidRPr="0008167C">
        <w:t>массивом</w:t>
      </w:r>
      <w:r w:rsidR="0008167C" w:rsidRPr="0008167C">
        <w:t xml:space="preserve"> </w:t>
      </w:r>
      <w:r w:rsidRPr="0008167C">
        <w:t>грунта</w:t>
      </w:r>
      <w:r w:rsidR="0008167C" w:rsidRPr="0008167C">
        <w:t xml:space="preserve">. </w:t>
      </w:r>
      <w:r w:rsidRPr="0008167C">
        <w:t>Унос</w:t>
      </w:r>
      <w:r w:rsidR="0008167C" w:rsidRPr="0008167C">
        <w:t xml:space="preserve"> </w:t>
      </w:r>
      <w:r w:rsidRPr="0008167C">
        <w:t>частиц</w:t>
      </w:r>
      <w:r w:rsidR="0008167C" w:rsidRPr="0008167C">
        <w:t xml:space="preserve"> </w:t>
      </w:r>
      <w:r w:rsidRPr="0008167C">
        <w:t>грунта</w:t>
      </w:r>
      <w:r w:rsidR="0008167C" w:rsidRPr="0008167C">
        <w:t xml:space="preserve"> </w:t>
      </w:r>
      <w:r w:rsidRPr="0008167C">
        <w:t>прекращается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ослабевает</w:t>
      </w:r>
      <w:r w:rsidR="0008167C" w:rsidRPr="0008167C">
        <w:t xml:space="preserve"> </w:t>
      </w:r>
      <w:r w:rsidRPr="0008167C">
        <w:t>после</w:t>
      </w:r>
      <w:r w:rsidR="0008167C" w:rsidRPr="0008167C">
        <w:t xml:space="preserve"> </w:t>
      </w:r>
      <w:r w:rsidRPr="0008167C">
        <w:t>образования</w:t>
      </w:r>
      <w:r w:rsidR="0008167C" w:rsidRPr="0008167C">
        <w:t xml:space="preserve"> </w:t>
      </w:r>
      <w:r w:rsidRPr="0008167C">
        <w:t>выступов</w:t>
      </w:r>
      <w:r w:rsidR="0008167C" w:rsidRPr="0008167C">
        <w:t xml:space="preserve"> </w:t>
      </w:r>
      <w:r w:rsidRPr="0008167C">
        <w:t>шероховатости</w:t>
      </w:r>
      <w:r w:rsidR="0008167C" w:rsidRPr="0008167C">
        <w:t xml:space="preserve">. </w:t>
      </w:r>
      <w:r w:rsidRPr="0008167C">
        <w:t>С</w:t>
      </w:r>
      <w:r w:rsidR="0008167C" w:rsidRPr="0008167C">
        <w:t xml:space="preserve"> </w:t>
      </w:r>
      <w:r w:rsidRPr="0008167C">
        <w:t>увеличением</w:t>
      </w:r>
      <w:r w:rsidR="0008167C" w:rsidRPr="0008167C">
        <w:t xml:space="preserve"> </w:t>
      </w:r>
      <w:r w:rsidRPr="0008167C">
        <w:t>скорости</w:t>
      </w:r>
      <w:r w:rsidR="0008167C" w:rsidRPr="0008167C">
        <w:t xml:space="preserve"> </w:t>
      </w:r>
      <w:r w:rsidRPr="0008167C">
        <w:t>движения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происходит</w:t>
      </w:r>
      <w:r w:rsidR="0008167C" w:rsidRPr="0008167C">
        <w:t xml:space="preserve"> </w:t>
      </w:r>
      <w:r w:rsidRPr="0008167C">
        <w:t>подмыв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тыловой</w:t>
      </w:r>
      <w:r w:rsidR="0008167C" w:rsidRPr="0008167C">
        <w:t xml:space="preserve"> </w:t>
      </w:r>
      <w:r w:rsidRPr="0008167C">
        <w:t>стороны</w:t>
      </w:r>
      <w:r w:rsidR="0008167C" w:rsidRPr="0008167C">
        <w:t xml:space="preserve"> </w:t>
      </w:r>
      <w:r w:rsidRPr="0008167C">
        <w:t>выступа,</w:t>
      </w:r>
      <w:r w:rsidR="0008167C" w:rsidRPr="0008167C">
        <w:t xml:space="preserve"> </w:t>
      </w:r>
      <w:r w:rsidRPr="0008167C">
        <w:t>обуславливающий</w:t>
      </w:r>
      <w:r w:rsidR="0008167C" w:rsidRPr="0008167C">
        <w:t xml:space="preserve"> </w:t>
      </w:r>
      <w:r w:rsidRPr="0008167C">
        <w:t>возрастание</w:t>
      </w:r>
      <w:r w:rsidR="0008167C" w:rsidRPr="0008167C">
        <w:t xml:space="preserve"> </w:t>
      </w:r>
      <w:r w:rsidRPr="0008167C">
        <w:t>лобовой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подъемной</w:t>
      </w:r>
      <w:r w:rsidR="0008167C" w:rsidRPr="0008167C">
        <w:t xml:space="preserve"> </w:t>
      </w:r>
      <w:r w:rsidRPr="0008167C">
        <w:t>силы</w:t>
      </w:r>
      <w:r w:rsidR="0008167C" w:rsidRPr="0008167C">
        <w:t xml:space="preserve"> </w:t>
      </w:r>
      <w:r w:rsidRPr="0008167C">
        <w:t>потока</w:t>
      </w:r>
      <w:r w:rsidR="0008167C" w:rsidRPr="0008167C">
        <w:t xml:space="preserve">. </w:t>
      </w:r>
      <w:r w:rsidRPr="0008167C">
        <w:t>Подъемная</w:t>
      </w:r>
      <w:r w:rsidR="0008167C" w:rsidRPr="0008167C">
        <w:t xml:space="preserve"> </w:t>
      </w:r>
      <w:r w:rsidRPr="0008167C">
        <w:t>сила</w:t>
      </w:r>
      <w:r w:rsidR="0008167C" w:rsidRPr="0008167C">
        <w:t xml:space="preserve"> </w:t>
      </w:r>
      <w:r w:rsidRPr="0008167C">
        <w:t>возникает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результате</w:t>
      </w:r>
      <w:r w:rsidR="0008167C" w:rsidRPr="0008167C">
        <w:t xml:space="preserve"> </w:t>
      </w:r>
      <w:r w:rsidRPr="0008167C">
        <w:t>несимметричного</w:t>
      </w:r>
      <w:r w:rsidR="0008167C" w:rsidRPr="0008167C">
        <w:t xml:space="preserve"> </w:t>
      </w:r>
      <w:r w:rsidRPr="0008167C">
        <w:t>обтекания</w:t>
      </w:r>
      <w:r w:rsidR="0008167C" w:rsidRPr="0008167C">
        <w:t xml:space="preserve"> </w:t>
      </w:r>
      <w:r w:rsidRPr="0008167C">
        <w:t>потоком</w:t>
      </w:r>
      <w:r w:rsidR="0008167C" w:rsidRPr="0008167C">
        <w:t xml:space="preserve"> </w:t>
      </w:r>
      <w:r w:rsidRPr="0008167C">
        <w:t>частиц</w:t>
      </w:r>
      <w:r w:rsidR="0008167C" w:rsidRPr="0008167C">
        <w:t xml:space="preserve"> </w:t>
      </w:r>
      <w:r w:rsidRPr="0008167C">
        <w:t>грунта</w:t>
      </w:r>
      <w:r w:rsidR="0008167C" w:rsidRPr="0008167C">
        <w:t xml:space="preserve">. </w:t>
      </w:r>
      <w:r w:rsidRPr="0008167C">
        <w:t>Пульсирующие</w:t>
      </w:r>
      <w:r w:rsidR="0008167C" w:rsidRPr="0008167C">
        <w:t xml:space="preserve"> </w:t>
      </w:r>
      <w:r w:rsidRPr="0008167C">
        <w:t>лобовая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подъемная</w:t>
      </w:r>
      <w:r w:rsidR="0008167C" w:rsidRPr="0008167C">
        <w:t xml:space="preserve"> </w:t>
      </w:r>
      <w:r w:rsidRPr="0008167C">
        <w:t>силы</w:t>
      </w:r>
      <w:r w:rsidR="0008167C" w:rsidRPr="0008167C">
        <w:t xml:space="preserve"> </w:t>
      </w:r>
      <w:r w:rsidRPr="0008167C">
        <w:t>вследствие</w:t>
      </w:r>
      <w:r w:rsidR="0008167C" w:rsidRPr="0008167C">
        <w:t xml:space="preserve"> </w:t>
      </w:r>
      <w:r w:rsidRPr="0008167C">
        <w:t>турбулентности</w:t>
      </w:r>
      <w:r w:rsidR="0008167C" w:rsidRPr="0008167C">
        <w:t xml:space="preserve"> </w:t>
      </w:r>
      <w:r w:rsidRPr="0008167C">
        <w:t>потока</w:t>
      </w:r>
      <w:r w:rsidR="0008167C" w:rsidRPr="0008167C">
        <w:t xml:space="preserve"> </w:t>
      </w:r>
      <w:r w:rsidRPr="0008167C">
        <w:t>отрывают</w:t>
      </w:r>
      <w:r w:rsidR="0008167C" w:rsidRPr="0008167C">
        <w:t xml:space="preserve"> </w:t>
      </w:r>
      <w:r w:rsidRPr="0008167C">
        <w:t>частицы</w:t>
      </w:r>
      <w:r w:rsidR="0008167C" w:rsidRPr="0008167C">
        <w:t xml:space="preserve"> </w:t>
      </w:r>
      <w:r w:rsidRPr="0008167C">
        <w:t>грунта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дна</w:t>
      </w:r>
      <w:r w:rsidR="0008167C" w:rsidRPr="0008167C">
        <w:t xml:space="preserve">. </w:t>
      </w:r>
      <w:r w:rsidRPr="0008167C">
        <w:t>Однако</w:t>
      </w:r>
      <w:r w:rsidR="0008167C" w:rsidRPr="0008167C">
        <w:t xml:space="preserve"> </w:t>
      </w:r>
      <w:r w:rsidRPr="0008167C">
        <w:t>процесс</w:t>
      </w:r>
      <w:r w:rsidR="0008167C" w:rsidRPr="0008167C">
        <w:t xml:space="preserve"> </w:t>
      </w:r>
      <w:r w:rsidRPr="0008167C">
        <w:t>водной</w:t>
      </w:r>
      <w:r w:rsidR="0008167C" w:rsidRPr="0008167C">
        <w:t xml:space="preserve"> </w:t>
      </w:r>
      <w:r w:rsidRPr="0008167C">
        <w:t>эрозии</w:t>
      </w:r>
      <w:r w:rsidR="0008167C" w:rsidRPr="0008167C">
        <w:t xml:space="preserve"> </w:t>
      </w:r>
      <w:r w:rsidRPr="0008167C">
        <w:t>нельзя</w:t>
      </w:r>
      <w:r w:rsidR="0008167C" w:rsidRPr="0008167C">
        <w:t xml:space="preserve"> </w:t>
      </w:r>
      <w:r w:rsidRPr="0008167C">
        <w:t>свести</w:t>
      </w:r>
      <w:r w:rsidR="0008167C" w:rsidRPr="0008167C">
        <w:t xml:space="preserve"> </w:t>
      </w:r>
      <w:r w:rsidRPr="0008167C">
        <w:t>только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механическому</w:t>
      </w:r>
      <w:r w:rsidR="0008167C" w:rsidRPr="0008167C">
        <w:t xml:space="preserve"> </w:t>
      </w:r>
      <w:r w:rsidRPr="0008167C">
        <w:t>взаимодействию</w:t>
      </w:r>
      <w:r w:rsidR="0008167C" w:rsidRPr="0008167C">
        <w:t xml:space="preserve"> </w:t>
      </w:r>
      <w:r w:rsidRPr="0008167C">
        <w:t>потока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грунта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действительности</w:t>
      </w:r>
      <w:r w:rsidR="0008167C" w:rsidRPr="0008167C">
        <w:t xml:space="preserve"> </w:t>
      </w:r>
      <w:r w:rsidRPr="0008167C">
        <w:t>проявляется</w:t>
      </w:r>
      <w:r w:rsidR="0008167C" w:rsidRPr="0008167C">
        <w:t xml:space="preserve"> </w:t>
      </w:r>
      <w:r w:rsidRPr="0008167C">
        <w:t>совокупность</w:t>
      </w:r>
      <w:r w:rsidR="0008167C" w:rsidRPr="0008167C">
        <w:t xml:space="preserve"> </w:t>
      </w:r>
      <w:r w:rsidRPr="0008167C">
        <w:t>гидромеханических,</w:t>
      </w:r>
      <w:r w:rsidR="0008167C" w:rsidRPr="0008167C">
        <w:t xml:space="preserve"> </w:t>
      </w:r>
      <w:r w:rsidRPr="0008167C">
        <w:t>физико-химических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биологических</w:t>
      </w:r>
      <w:r w:rsidR="0008167C" w:rsidRPr="0008167C">
        <w:t xml:space="preserve"> </w:t>
      </w:r>
      <w:r w:rsidRPr="0008167C">
        <w:t>процессов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</w:pPr>
      <w:r w:rsidRPr="0008167C">
        <w:t>Классификация</w:t>
      </w:r>
      <w:r w:rsidR="0008167C" w:rsidRPr="0008167C">
        <w:t xml:space="preserve"> </w:t>
      </w:r>
      <w:r w:rsidRPr="0008167C">
        <w:t>видов</w:t>
      </w:r>
      <w:r w:rsidR="0008167C" w:rsidRPr="0008167C">
        <w:t xml:space="preserve"> </w:t>
      </w:r>
      <w:r w:rsidRPr="0008167C">
        <w:t>эрозии</w:t>
      </w:r>
      <w:r w:rsidR="0008167C" w:rsidRPr="0008167C">
        <w:t xml:space="preserve"> </w:t>
      </w:r>
      <w:r w:rsidRPr="0008167C">
        <w:t>Г</w:t>
      </w:r>
      <w:r w:rsidR="0008167C">
        <w:t xml:space="preserve">.И. </w:t>
      </w:r>
      <w:r w:rsidRPr="0008167C">
        <w:t>Швебса</w:t>
      </w:r>
      <w:r w:rsidR="0008167C" w:rsidRPr="0008167C">
        <w:t>:</w:t>
      </w:r>
    </w:p>
    <w:p w:rsidR="0008167C" w:rsidRPr="0008167C" w:rsidRDefault="00223F35" w:rsidP="0008167C">
      <w:pPr>
        <w:numPr>
          <w:ilvl w:val="0"/>
          <w:numId w:val="5"/>
        </w:numPr>
        <w:shd w:val="clear" w:color="auto" w:fill="FFFFFF"/>
        <w:tabs>
          <w:tab w:val="clear" w:pos="360"/>
          <w:tab w:val="left" w:pos="726"/>
        </w:tabs>
        <w:ind w:left="0" w:firstLine="709"/>
      </w:pPr>
      <w:r w:rsidRPr="0008167C">
        <w:rPr>
          <w:i/>
        </w:rPr>
        <w:t>Эрозия</w:t>
      </w:r>
      <w:r w:rsidR="0008167C" w:rsidRPr="0008167C">
        <w:rPr>
          <w:i/>
        </w:rPr>
        <w:t xml:space="preserve"> </w:t>
      </w:r>
      <w:r w:rsidRPr="0008167C">
        <w:rPr>
          <w:i/>
        </w:rPr>
        <w:t>разбрызгивания</w:t>
      </w:r>
      <w:r w:rsidR="0008167C" w:rsidRPr="0008167C">
        <w:t xml:space="preserve">. </w:t>
      </w:r>
      <w:r w:rsidRPr="0008167C">
        <w:t>Возникает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разбрызгивании</w:t>
      </w:r>
      <w:r w:rsidR="0008167C" w:rsidRPr="0008167C">
        <w:t xml:space="preserve"> </w:t>
      </w:r>
      <w:r w:rsidRPr="0008167C">
        <w:t>дождевых</w:t>
      </w:r>
      <w:r w:rsidR="0008167C" w:rsidRPr="0008167C">
        <w:t xml:space="preserve"> </w:t>
      </w:r>
      <w:r w:rsidRPr="0008167C">
        <w:t>капель,</w:t>
      </w:r>
      <w:r w:rsidR="0008167C" w:rsidRPr="0008167C">
        <w:t xml:space="preserve"> </w:t>
      </w:r>
      <w:r w:rsidRPr="0008167C">
        <w:t>падающих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поверхность</w:t>
      </w:r>
      <w:r w:rsidR="0008167C" w:rsidRPr="0008167C">
        <w:t xml:space="preserve"> </w:t>
      </w:r>
      <w:r w:rsidRPr="0008167C">
        <w:t>почвогрунта</w:t>
      </w:r>
      <w:r w:rsidR="0008167C" w:rsidRPr="0008167C">
        <w:t xml:space="preserve">. </w:t>
      </w:r>
      <w:r w:rsidRPr="0008167C">
        <w:t>Скорость</w:t>
      </w:r>
      <w:r w:rsidR="0008167C" w:rsidRPr="0008167C">
        <w:t xml:space="preserve"> </w:t>
      </w:r>
      <w:r w:rsidRPr="0008167C">
        <w:t>падения</w:t>
      </w:r>
      <w:r w:rsidR="0008167C" w:rsidRPr="0008167C">
        <w:t xml:space="preserve"> </w:t>
      </w:r>
      <w:r w:rsidRPr="0008167C">
        <w:t>капель</w:t>
      </w:r>
      <w:r w:rsidR="0008167C" w:rsidRPr="0008167C">
        <w:t xml:space="preserve"> </w:t>
      </w:r>
      <w:r w:rsidRPr="0008167C">
        <w:t>увеличивается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ростом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диаметра,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диаметр</w:t>
      </w:r>
      <w:r w:rsidR="0008167C" w:rsidRPr="0008167C">
        <w:t xml:space="preserve"> </w:t>
      </w:r>
      <w:r w:rsidRPr="0008167C">
        <w:t>капель</w:t>
      </w:r>
      <w:r w:rsidR="0008167C" w:rsidRPr="0008167C">
        <w:t xml:space="preserve"> </w:t>
      </w:r>
      <w:r w:rsidRPr="0008167C">
        <w:t>увеличивается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усилением</w:t>
      </w:r>
      <w:r w:rsidR="0008167C" w:rsidRPr="0008167C">
        <w:t xml:space="preserve"> </w:t>
      </w:r>
      <w:r w:rsidRPr="0008167C">
        <w:t>интенсивности</w:t>
      </w:r>
      <w:r w:rsidR="0008167C" w:rsidRPr="0008167C">
        <w:t xml:space="preserve"> </w:t>
      </w:r>
      <w:r w:rsidRPr="0008167C">
        <w:t>дождя</w:t>
      </w:r>
      <w:r w:rsidR="0008167C" w:rsidRPr="0008167C">
        <w:t>.</w:t>
      </w:r>
    </w:p>
    <w:p w:rsidR="0008167C" w:rsidRPr="0008167C" w:rsidRDefault="00223F35" w:rsidP="0008167C">
      <w:pPr>
        <w:numPr>
          <w:ilvl w:val="0"/>
          <w:numId w:val="5"/>
        </w:numPr>
        <w:shd w:val="clear" w:color="auto" w:fill="FFFFFF"/>
        <w:tabs>
          <w:tab w:val="clear" w:pos="360"/>
          <w:tab w:val="left" w:pos="726"/>
        </w:tabs>
        <w:ind w:left="0" w:firstLine="709"/>
      </w:pPr>
      <w:r w:rsidRPr="0008167C">
        <w:rPr>
          <w:i/>
        </w:rPr>
        <w:t>Поверхностный</w:t>
      </w:r>
      <w:r w:rsidR="0008167C" w:rsidRPr="0008167C">
        <w:rPr>
          <w:i/>
        </w:rPr>
        <w:t xml:space="preserve"> </w:t>
      </w:r>
      <w:r w:rsidRPr="0008167C">
        <w:rPr>
          <w:i/>
        </w:rPr>
        <w:t>смыв</w:t>
      </w:r>
      <w:r w:rsidR="0008167C" w:rsidRPr="0008167C">
        <w:t xml:space="preserve">. </w:t>
      </w:r>
      <w:r w:rsidRPr="0008167C">
        <w:t>Происходит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образовании</w:t>
      </w:r>
      <w:r w:rsidR="0008167C" w:rsidRPr="0008167C">
        <w:t xml:space="preserve"> </w:t>
      </w:r>
      <w:r w:rsidRPr="0008167C">
        <w:t>поверхностного</w:t>
      </w:r>
      <w:r w:rsidR="0008167C" w:rsidRPr="0008167C">
        <w:t xml:space="preserve"> </w:t>
      </w:r>
      <w:r w:rsidRPr="0008167C">
        <w:t>стока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микроструктурах</w:t>
      </w:r>
      <w:r w:rsidR="0008167C" w:rsidRPr="0008167C">
        <w:t xml:space="preserve"> </w:t>
      </w:r>
      <w:r w:rsidRPr="0008167C">
        <w:t>почвогрунта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глубине</w:t>
      </w:r>
      <w:r w:rsidR="0008167C" w:rsidRPr="0008167C">
        <w:t xml:space="preserve"> </w:t>
      </w:r>
      <w:r w:rsidRPr="0008167C">
        <w:t>потока,</w:t>
      </w:r>
      <w:r w:rsidR="0008167C" w:rsidRPr="0008167C">
        <w:t xml:space="preserve"> </w:t>
      </w:r>
      <w:r w:rsidRPr="0008167C">
        <w:t>соизмеримой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размерами</w:t>
      </w:r>
      <w:r w:rsidR="0008167C" w:rsidRPr="0008167C">
        <w:t xml:space="preserve"> </w:t>
      </w:r>
      <w:r w:rsidRPr="0008167C">
        <w:t>частиц,</w:t>
      </w:r>
      <w:r w:rsidR="0008167C" w:rsidRPr="0008167C">
        <w:t xml:space="preserve"> </w:t>
      </w:r>
      <w:r w:rsidRPr="0008167C">
        <w:t>перемещаемых</w:t>
      </w:r>
      <w:r w:rsidR="0008167C" w:rsidRPr="0008167C">
        <w:t xml:space="preserve"> </w:t>
      </w:r>
      <w:r w:rsidRPr="0008167C">
        <w:t>водой</w:t>
      </w:r>
      <w:r w:rsidR="0008167C" w:rsidRPr="0008167C">
        <w:t>.</w:t>
      </w:r>
    </w:p>
    <w:p w:rsidR="0008167C" w:rsidRPr="0008167C" w:rsidRDefault="00223F35" w:rsidP="0008167C">
      <w:pPr>
        <w:numPr>
          <w:ilvl w:val="0"/>
          <w:numId w:val="5"/>
        </w:numPr>
        <w:shd w:val="clear" w:color="auto" w:fill="FFFFFF"/>
        <w:tabs>
          <w:tab w:val="clear" w:pos="360"/>
          <w:tab w:val="left" w:pos="726"/>
        </w:tabs>
        <w:ind w:left="0" w:firstLine="709"/>
      </w:pPr>
      <w:r w:rsidRPr="0008167C">
        <w:rPr>
          <w:i/>
        </w:rPr>
        <w:t>Струйчатая</w:t>
      </w:r>
      <w:r w:rsidR="0008167C" w:rsidRPr="0008167C">
        <w:rPr>
          <w:i/>
        </w:rPr>
        <w:t xml:space="preserve"> </w:t>
      </w:r>
      <w:r w:rsidRPr="0008167C">
        <w:rPr>
          <w:i/>
        </w:rPr>
        <w:t>эрозия</w:t>
      </w:r>
      <w:r w:rsidR="0008167C" w:rsidRPr="0008167C">
        <w:t xml:space="preserve">. </w:t>
      </w:r>
      <w:r w:rsidRPr="0008167C">
        <w:t>Проявляется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образовании</w:t>
      </w:r>
      <w:r w:rsidR="0008167C" w:rsidRPr="0008167C">
        <w:t xml:space="preserve"> </w:t>
      </w:r>
      <w:r w:rsidRPr="0008167C">
        <w:t>струй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ручьев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поверхностном</w:t>
      </w:r>
      <w:r w:rsidR="0008167C" w:rsidRPr="0008167C">
        <w:t xml:space="preserve"> </w:t>
      </w:r>
      <w:r w:rsidRPr="0008167C">
        <w:t>стоке</w:t>
      </w:r>
      <w:r w:rsidR="0008167C" w:rsidRPr="0008167C">
        <w:t>.</w:t>
      </w:r>
    </w:p>
    <w:p w:rsidR="0008167C" w:rsidRPr="0008167C" w:rsidRDefault="00223F35" w:rsidP="0008167C">
      <w:pPr>
        <w:numPr>
          <w:ilvl w:val="0"/>
          <w:numId w:val="5"/>
        </w:numPr>
        <w:shd w:val="clear" w:color="auto" w:fill="FFFFFF"/>
        <w:tabs>
          <w:tab w:val="clear" w:pos="360"/>
          <w:tab w:val="left" w:pos="726"/>
        </w:tabs>
        <w:ind w:left="0" w:firstLine="709"/>
      </w:pPr>
      <w:r w:rsidRPr="0008167C">
        <w:rPr>
          <w:i/>
        </w:rPr>
        <w:t>Овражная</w:t>
      </w:r>
      <w:r w:rsidR="0008167C" w:rsidRPr="0008167C">
        <w:rPr>
          <w:i/>
        </w:rPr>
        <w:t xml:space="preserve"> </w:t>
      </w:r>
      <w:r w:rsidRPr="0008167C">
        <w:rPr>
          <w:i/>
        </w:rPr>
        <w:t>эрозия</w:t>
      </w:r>
      <w:r w:rsidR="0008167C" w:rsidRPr="0008167C">
        <w:t xml:space="preserve">. </w:t>
      </w:r>
      <w:r w:rsidRPr="0008167C">
        <w:t>Образуется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результате</w:t>
      </w:r>
      <w:r w:rsidR="0008167C" w:rsidRPr="0008167C">
        <w:t xml:space="preserve"> </w:t>
      </w:r>
      <w:r w:rsidRPr="0008167C">
        <w:t>концентрации</w:t>
      </w:r>
      <w:r w:rsidR="0008167C" w:rsidRPr="0008167C">
        <w:t xml:space="preserve"> </w:t>
      </w:r>
      <w:r w:rsidRPr="0008167C">
        <w:t>потока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крутых</w:t>
      </w:r>
      <w:r w:rsidR="0008167C" w:rsidRPr="0008167C">
        <w:t xml:space="preserve"> </w:t>
      </w:r>
      <w:r w:rsidRPr="0008167C">
        <w:t>склонах,</w:t>
      </w:r>
      <w:r w:rsidR="0008167C" w:rsidRPr="0008167C">
        <w:t xml:space="preserve"> </w:t>
      </w:r>
      <w:r w:rsidRPr="0008167C">
        <w:t>сложенных</w:t>
      </w:r>
      <w:r w:rsidR="0008167C" w:rsidRPr="0008167C">
        <w:t xml:space="preserve"> </w:t>
      </w:r>
      <w:r w:rsidRPr="0008167C">
        <w:t>легкоразмываемыми</w:t>
      </w:r>
      <w:r w:rsidR="0008167C" w:rsidRPr="0008167C">
        <w:t xml:space="preserve"> </w:t>
      </w:r>
      <w:r w:rsidRPr="0008167C">
        <w:t>грунтами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результате</w:t>
      </w:r>
      <w:r w:rsidR="0008167C" w:rsidRPr="0008167C">
        <w:t xml:space="preserve"> </w:t>
      </w:r>
      <w:r w:rsidRPr="0008167C">
        <w:t>формируется</w:t>
      </w:r>
      <w:r w:rsidR="0008167C" w:rsidRPr="0008167C">
        <w:t xml:space="preserve"> </w:t>
      </w:r>
      <w:r w:rsidRPr="0008167C">
        <w:t>глубокий</w:t>
      </w:r>
      <w:r w:rsidR="0008167C" w:rsidRPr="0008167C">
        <w:t xml:space="preserve"> </w:t>
      </w:r>
      <w:r w:rsidRPr="0008167C">
        <w:t>врез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грунт,</w:t>
      </w:r>
      <w:r w:rsidR="0008167C" w:rsidRPr="0008167C">
        <w:t xml:space="preserve"> </w:t>
      </w:r>
      <w:r w:rsidRPr="0008167C">
        <w:t>вызывающий</w:t>
      </w:r>
      <w:r w:rsidR="0008167C" w:rsidRPr="0008167C">
        <w:t xml:space="preserve"> </w:t>
      </w:r>
      <w:r w:rsidRPr="0008167C">
        <w:t>обвалы,</w:t>
      </w:r>
      <w:r w:rsidR="0008167C" w:rsidRPr="0008167C">
        <w:t xml:space="preserve"> </w:t>
      </w:r>
      <w:r w:rsidRPr="0008167C">
        <w:t>оползание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оплывание</w:t>
      </w:r>
      <w:r w:rsidR="0008167C" w:rsidRPr="0008167C">
        <w:t xml:space="preserve"> </w:t>
      </w:r>
      <w:r w:rsidRPr="0008167C">
        <w:t>склонов</w:t>
      </w:r>
      <w:r w:rsidR="0008167C" w:rsidRPr="0008167C">
        <w:t>.</w:t>
      </w:r>
    </w:p>
    <w:p w:rsidR="0008167C" w:rsidRPr="0008167C" w:rsidRDefault="00223F35" w:rsidP="0008167C">
      <w:pPr>
        <w:numPr>
          <w:ilvl w:val="0"/>
          <w:numId w:val="5"/>
        </w:numPr>
        <w:shd w:val="clear" w:color="auto" w:fill="FFFFFF"/>
        <w:tabs>
          <w:tab w:val="clear" w:pos="360"/>
          <w:tab w:val="left" w:pos="726"/>
        </w:tabs>
        <w:ind w:left="0" w:firstLine="709"/>
      </w:pPr>
      <w:r w:rsidRPr="0008167C">
        <w:rPr>
          <w:i/>
        </w:rPr>
        <w:t>Русловая</w:t>
      </w:r>
      <w:r w:rsidR="0008167C" w:rsidRPr="0008167C">
        <w:rPr>
          <w:i/>
        </w:rPr>
        <w:t xml:space="preserve"> </w:t>
      </w:r>
      <w:r w:rsidRPr="0008167C">
        <w:rPr>
          <w:i/>
        </w:rPr>
        <w:t>эрозия</w:t>
      </w:r>
      <w:r w:rsidR="0008167C" w:rsidRPr="0008167C">
        <w:t xml:space="preserve">. </w:t>
      </w:r>
      <w:r w:rsidRPr="0008167C">
        <w:t>Русловая</w:t>
      </w:r>
      <w:r w:rsidR="0008167C" w:rsidRPr="0008167C">
        <w:t xml:space="preserve"> </w:t>
      </w:r>
      <w:r w:rsidRPr="0008167C">
        <w:t>эрозия</w:t>
      </w:r>
      <w:r w:rsidR="0008167C" w:rsidRPr="0008167C">
        <w:t xml:space="preserve"> - </w:t>
      </w:r>
      <w:r w:rsidRPr="0008167C">
        <w:t>размыв</w:t>
      </w:r>
      <w:r w:rsidR="0008167C" w:rsidRPr="0008167C">
        <w:t xml:space="preserve"> </w:t>
      </w:r>
      <w:r w:rsidRPr="0008167C">
        <w:t>водными</w:t>
      </w:r>
      <w:r w:rsidR="0008167C" w:rsidRPr="0008167C">
        <w:t xml:space="preserve"> </w:t>
      </w:r>
      <w:r w:rsidRPr="0008167C">
        <w:t>потоками,</w:t>
      </w:r>
      <w:r w:rsidR="0008167C" w:rsidRPr="0008167C">
        <w:t xml:space="preserve"> </w:t>
      </w:r>
      <w:r w:rsidRPr="0008167C">
        <w:t>протекающими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руслах,</w:t>
      </w:r>
      <w:r w:rsidR="0008167C" w:rsidRPr="0008167C">
        <w:t xml:space="preserve"> </w:t>
      </w:r>
      <w:r w:rsidRPr="0008167C">
        <w:t>коренных</w:t>
      </w:r>
      <w:r w:rsidR="0008167C" w:rsidRPr="0008167C">
        <w:t xml:space="preserve"> </w:t>
      </w:r>
      <w:r w:rsidRPr="0008167C">
        <w:t>пород</w:t>
      </w:r>
      <w:r w:rsidR="0008167C" w:rsidRPr="0008167C">
        <w:t xml:space="preserve"> </w:t>
      </w:r>
      <w:r w:rsidRPr="0008167C">
        <w:t>дна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берегов</w:t>
      </w:r>
      <w:r w:rsidR="0008167C" w:rsidRPr="0008167C">
        <w:t xml:space="preserve"> </w:t>
      </w:r>
      <w:r w:rsidRPr="0008167C">
        <w:t>русла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склонов</w:t>
      </w:r>
      <w:r w:rsidR="0008167C" w:rsidRPr="0008167C">
        <w:t xml:space="preserve"> </w:t>
      </w:r>
      <w:r w:rsidRPr="0008167C">
        <w:t>долин</w:t>
      </w:r>
      <w:r w:rsidR="0008167C" w:rsidRPr="0008167C">
        <w:t xml:space="preserve">. </w:t>
      </w:r>
      <w:r w:rsidRPr="0008167C">
        <w:t>Она</w:t>
      </w:r>
      <w:r w:rsidR="0008167C" w:rsidRPr="0008167C">
        <w:t xml:space="preserve"> </w:t>
      </w:r>
      <w:r w:rsidRPr="0008167C">
        <w:t>обусловлена</w:t>
      </w:r>
      <w:r w:rsidR="0008167C" w:rsidRPr="0008167C">
        <w:t xml:space="preserve"> </w:t>
      </w:r>
      <w:r w:rsidRPr="0008167C">
        <w:t>динамикой</w:t>
      </w:r>
      <w:r w:rsidR="0008167C" w:rsidRPr="0008167C">
        <w:t xml:space="preserve"> </w:t>
      </w:r>
      <w:r w:rsidRPr="0008167C">
        <w:t>руслового</w:t>
      </w:r>
      <w:r w:rsidR="0008167C" w:rsidRPr="0008167C">
        <w:t xml:space="preserve"> </w:t>
      </w:r>
      <w:r w:rsidRPr="0008167C">
        <w:t>потока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эрозионными</w:t>
      </w:r>
      <w:r w:rsidR="0008167C" w:rsidRPr="0008167C">
        <w:t xml:space="preserve"> </w:t>
      </w:r>
      <w:r w:rsidRPr="0008167C">
        <w:t>процессами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водосборе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русле</w:t>
      </w:r>
      <w:r w:rsidR="0008167C" w:rsidRPr="0008167C">
        <w:t>.</w:t>
      </w:r>
    </w:p>
    <w:p w:rsidR="0008167C" w:rsidRPr="0008167C" w:rsidRDefault="00223F35" w:rsidP="0008167C">
      <w:pPr>
        <w:numPr>
          <w:ilvl w:val="0"/>
          <w:numId w:val="5"/>
        </w:numPr>
        <w:shd w:val="clear" w:color="auto" w:fill="FFFFFF"/>
        <w:tabs>
          <w:tab w:val="clear" w:pos="360"/>
          <w:tab w:val="left" w:pos="726"/>
        </w:tabs>
        <w:ind w:left="0" w:firstLine="709"/>
      </w:pPr>
      <w:r w:rsidRPr="0008167C">
        <w:rPr>
          <w:i/>
        </w:rPr>
        <w:t>Селевый</w:t>
      </w:r>
      <w:r w:rsidR="0008167C" w:rsidRPr="0008167C">
        <w:rPr>
          <w:i/>
        </w:rPr>
        <w:t xml:space="preserve"> </w:t>
      </w:r>
      <w:r w:rsidRPr="0008167C">
        <w:rPr>
          <w:i/>
        </w:rPr>
        <w:t>поток</w:t>
      </w:r>
      <w:r w:rsidR="0008167C" w:rsidRPr="0008167C">
        <w:t xml:space="preserve">. </w:t>
      </w:r>
      <w:r w:rsidRPr="0008167C">
        <w:t>Сель</w:t>
      </w:r>
      <w:r w:rsidR="0008167C" w:rsidRPr="0008167C">
        <w:t xml:space="preserve"> - </w:t>
      </w:r>
      <w:r w:rsidRPr="0008167C">
        <w:t>стремительный</w:t>
      </w:r>
      <w:r w:rsidR="0008167C" w:rsidRPr="0008167C">
        <w:t xml:space="preserve"> </w:t>
      </w:r>
      <w:r w:rsidRPr="0008167C">
        <w:t>поток</w:t>
      </w:r>
      <w:r w:rsidR="0008167C" w:rsidRPr="0008167C">
        <w:t xml:space="preserve"> </w:t>
      </w:r>
      <w:r w:rsidRPr="0008167C">
        <w:t>большой</w:t>
      </w:r>
      <w:r w:rsidR="0008167C" w:rsidRPr="0008167C">
        <w:t xml:space="preserve"> </w:t>
      </w:r>
      <w:r w:rsidRPr="0008167C">
        <w:t>разрушительной</w:t>
      </w:r>
      <w:r w:rsidR="0008167C" w:rsidRPr="0008167C">
        <w:t xml:space="preserve"> </w:t>
      </w:r>
      <w:r w:rsidRPr="0008167C">
        <w:t>силы,</w:t>
      </w:r>
      <w:r w:rsidR="0008167C" w:rsidRPr="0008167C">
        <w:t xml:space="preserve"> </w:t>
      </w:r>
      <w:r w:rsidRPr="0008167C">
        <w:t>состоящий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смеси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рыхлых</w:t>
      </w:r>
      <w:r w:rsidR="0008167C" w:rsidRPr="0008167C">
        <w:t xml:space="preserve"> </w:t>
      </w:r>
      <w:r w:rsidRPr="0008167C">
        <w:t>обломочных</w:t>
      </w:r>
      <w:r w:rsidR="0008167C" w:rsidRPr="0008167C">
        <w:t xml:space="preserve"> </w:t>
      </w:r>
      <w:r w:rsidRPr="0008167C">
        <w:t>пород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возникающий</w:t>
      </w:r>
      <w:r w:rsidR="0008167C" w:rsidRPr="0008167C">
        <w:t xml:space="preserve"> </w:t>
      </w:r>
      <w:r w:rsidRPr="0008167C">
        <w:t>внезапно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бассейнах</w:t>
      </w:r>
      <w:r w:rsidR="0008167C" w:rsidRPr="0008167C">
        <w:t xml:space="preserve"> </w:t>
      </w:r>
      <w:r w:rsidRPr="0008167C">
        <w:t>небольших</w:t>
      </w:r>
      <w:r w:rsidR="0008167C" w:rsidRPr="0008167C">
        <w:t xml:space="preserve"> </w:t>
      </w:r>
      <w:r w:rsidRPr="0008167C">
        <w:t>горных</w:t>
      </w:r>
      <w:r w:rsidR="0008167C" w:rsidRPr="0008167C">
        <w:t xml:space="preserve"> </w:t>
      </w:r>
      <w:r w:rsidRPr="0008167C">
        <w:t>рек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результате</w:t>
      </w:r>
      <w:r w:rsidR="0008167C" w:rsidRPr="0008167C">
        <w:t xml:space="preserve"> </w:t>
      </w:r>
      <w:r w:rsidRPr="0008167C">
        <w:t>интенсивных</w:t>
      </w:r>
      <w:r w:rsidR="0008167C" w:rsidRPr="0008167C">
        <w:t xml:space="preserve"> </w:t>
      </w:r>
      <w:r w:rsidRPr="0008167C">
        <w:t>дождей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бурного</w:t>
      </w:r>
      <w:r w:rsidR="0008167C" w:rsidRPr="0008167C">
        <w:t xml:space="preserve"> </w:t>
      </w:r>
      <w:r w:rsidRPr="0008167C">
        <w:t>таяния</w:t>
      </w:r>
      <w:r w:rsidR="0008167C" w:rsidRPr="0008167C">
        <w:t xml:space="preserve"> </w:t>
      </w:r>
      <w:r w:rsidRPr="0008167C">
        <w:t>снега,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также</w:t>
      </w:r>
      <w:r w:rsidR="0008167C" w:rsidRPr="0008167C">
        <w:t xml:space="preserve"> </w:t>
      </w:r>
      <w:r w:rsidRPr="0008167C">
        <w:t>прорыва</w:t>
      </w:r>
      <w:r w:rsidR="0008167C" w:rsidRPr="0008167C">
        <w:t xml:space="preserve"> </w:t>
      </w:r>
      <w:r w:rsidRPr="0008167C">
        <w:t>завалов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морен</w:t>
      </w:r>
      <w:r w:rsidR="0008167C" w:rsidRPr="0008167C">
        <w:t>.</w:t>
      </w:r>
    </w:p>
    <w:p w:rsidR="0008167C" w:rsidRPr="0008167C" w:rsidRDefault="00223F35" w:rsidP="0008167C">
      <w:pPr>
        <w:numPr>
          <w:ilvl w:val="0"/>
          <w:numId w:val="5"/>
        </w:numPr>
        <w:shd w:val="clear" w:color="auto" w:fill="FFFFFF"/>
        <w:tabs>
          <w:tab w:val="clear" w:pos="360"/>
          <w:tab w:val="left" w:pos="726"/>
        </w:tabs>
        <w:ind w:left="0" w:firstLine="709"/>
      </w:pPr>
      <w:r w:rsidRPr="0008167C">
        <w:rPr>
          <w:i/>
        </w:rPr>
        <w:t>Подземная</w:t>
      </w:r>
      <w:r w:rsidR="0008167C" w:rsidRPr="0008167C">
        <w:rPr>
          <w:i/>
        </w:rPr>
        <w:t xml:space="preserve"> </w:t>
      </w:r>
      <w:r w:rsidRPr="0008167C">
        <w:rPr>
          <w:i/>
        </w:rPr>
        <w:t>эрозия</w:t>
      </w:r>
      <w:r w:rsidR="0008167C" w:rsidRPr="0008167C">
        <w:t xml:space="preserve">. </w:t>
      </w:r>
      <w:r w:rsidRPr="0008167C">
        <w:t>Проявляется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деформации</w:t>
      </w:r>
      <w:r w:rsidR="0008167C" w:rsidRPr="0008167C">
        <w:t xml:space="preserve"> </w:t>
      </w:r>
      <w:r w:rsidRPr="0008167C">
        <w:t>трещин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ходов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почвогрунтах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горных</w:t>
      </w:r>
      <w:r w:rsidR="0008167C" w:rsidRPr="0008167C">
        <w:t xml:space="preserve"> </w:t>
      </w:r>
      <w:r w:rsidRPr="0008167C">
        <w:t>породах</w:t>
      </w:r>
      <w:r w:rsidR="0008167C" w:rsidRPr="0008167C">
        <w:t xml:space="preserve"> </w:t>
      </w:r>
      <w:r w:rsidRPr="0008167C">
        <w:t>под</w:t>
      </w:r>
      <w:r w:rsidR="0008167C" w:rsidRPr="0008167C">
        <w:t xml:space="preserve"> </w:t>
      </w:r>
      <w:r w:rsidRPr="0008167C">
        <w:t>действием</w:t>
      </w:r>
      <w:r w:rsidR="0008167C" w:rsidRPr="0008167C">
        <w:t xml:space="preserve"> </w:t>
      </w:r>
      <w:r w:rsidRPr="0008167C">
        <w:t>потока,</w:t>
      </w:r>
      <w:r w:rsidR="0008167C" w:rsidRPr="0008167C">
        <w:t xml:space="preserve"> </w:t>
      </w:r>
      <w:r w:rsidRPr="0008167C">
        <w:t>развивается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условиях</w:t>
      </w:r>
      <w:r w:rsidR="0008167C" w:rsidRPr="0008167C">
        <w:t xml:space="preserve"> </w:t>
      </w:r>
      <w:r w:rsidRPr="0008167C">
        <w:t>интенсивного</w:t>
      </w:r>
      <w:r w:rsidR="0008167C" w:rsidRPr="0008167C">
        <w:t xml:space="preserve"> </w:t>
      </w:r>
      <w:r w:rsidRPr="0008167C">
        <w:t>выщелачивания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карстообразования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</w:pPr>
      <w:r w:rsidRPr="0008167C">
        <w:t>Эрозия</w:t>
      </w:r>
      <w:r w:rsidR="0008167C" w:rsidRPr="0008167C">
        <w:t xml:space="preserve"> </w:t>
      </w:r>
      <w:r w:rsidRPr="0008167C">
        <w:t>сопровождается</w:t>
      </w:r>
      <w:r w:rsidR="0008167C" w:rsidRPr="0008167C">
        <w:t xml:space="preserve"> </w:t>
      </w:r>
      <w:r w:rsidRPr="0008167C">
        <w:t>процессом</w:t>
      </w:r>
      <w:r w:rsidR="0008167C" w:rsidRPr="0008167C">
        <w:t xml:space="preserve"> </w:t>
      </w:r>
      <w:r w:rsidRPr="0008167C">
        <w:t>аккумуляции</w:t>
      </w:r>
      <w:r w:rsidR="0008167C" w:rsidRPr="0008167C">
        <w:t xml:space="preserve"> </w:t>
      </w:r>
      <w:r w:rsidRPr="0008167C">
        <w:t>наносов,</w:t>
      </w:r>
      <w:r w:rsidR="0008167C" w:rsidRPr="0008167C">
        <w:t xml:space="preserve"> </w:t>
      </w:r>
      <w:r w:rsidRPr="0008167C">
        <w:t>продуктов</w:t>
      </w:r>
      <w:r w:rsidR="0008167C" w:rsidRPr="0008167C">
        <w:t xml:space="preserve"> </w:t>
      </w:r>
      <w:r w:rsidRPr="0008167C">
        <w:t>разрушения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понижениях</w:t>
      </w:r>
      <w:r w:rsidR="0008167C" w:rsidRPr="0008167C">
        <w:t xml:space="preserve"> </w:t>
      </w:r>
      <w:r w:rsidRPr="0008167C">
        <w:t>рельефа,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русловой</w:t>
      </w:r>
      <w:r w:rsidR="0008167C" w:rsidRPr="0008167C">
        <w:t xml:space="preserve"> </w:t>
      </w:r>
      <w:r w:rsidRPr="0008167C">
        <w:t>сети,</w:t>
      </w:r>
      <w:r w:rsidR="0008167C" w:rsidRPr="0008167C">
        <w:t xml:space="preserve"> </w:t>
      </w:r>
      <w:r w:rsidRPr="0008167C">
        <w:t>водохранилищах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др</w:t>
      </w:r>
      <w:r w:rsidR="0008167C" w:rsidRPr="0008167C">
        <w:t xml:space="preserve">. </w:t>
      </w:r>
      <w:r w:rsidRPr="0008167C">
        <w:t>Поэтому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гидрологии</w:t>
      </w:r>
      <w:r w:rsidR="0008167C" w:rsidRPr="0008167C">
        <w:t xml:space="preserve"> </w:t>
      </w:r>
      <w:r w:rsidRPr="0008167C">
        <w:t>эрозионно-аккумулятивные</w:t>
      </w:r>
      <w:r w:rsidR="0008167C" w:rsidRPr="0008167C">
        <w:t xml:space="preserve"> </w:t>
      </w:r>
      <w:r w:rsidRPr="0008167C">
        <w:t>явления</w:t>
      </w:r>
      <w:r w:rsidR="0008167C" w:rsidRPr="0008167C">
        <w:t xml:space="preserve"> </w:t>
      </w:r>
      <w:r w:rsidRPr="0008167C">
        <w:t>рассматриваются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единый</w:t>
      </w:r>
      <w:r w:rsidR="0008167C" w:rsidRPr="0008167C">
        <w:t xml:space="preserve"> </w:t>
      </w:r>
      <w:r w:rsidRPr="0008167C">
        <w:t>процесс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</w:pPr>
      <w:r w:rsidRPr="0008167C">
        <w:t>Продукты</w:t>
      </w:r>
      <w:r w:rsidR="0008167C" w:rsidRPr="0008167C">
        <w:t xml:space="preserve"> </w:t>
      </w:r>
      <w:r w:rsidRPr="0008167C">
        <w:t>эрозионной</w:t>
      </w:r>
      <w:r w:rsidR="0008167C" w:rsidRPr="0008167C">
        <w:t xml:space="preserve"> </w:t>
      </w:r>
      <w:r w:rsidRPr="0008167C">
        <w:t>работы</w:t>
      </w:r>
      <w:r w:rsidR="0008167C" w:rsidRPr="0008167C">
        <w:t xml:space="preserve"> </w:t>
      </w:r>
      <w:r w:rsidRPr="0008167C">
        <w:t>транспортируются</w:t>
      </w:r>
      <w:r w:rsidR="0008167C" w:rsidRPr="0008167C">
        <w:t xml:space="preserve"> </w:t>
      </w:r>
      <w:r w:rsidRPr="0008167C">
        <w:t>речными</w:t>
      </w:r>
      <w:r w:rsidR="0008167C" w:rsidRPr="0008167C">
        <w:t xml:space="preserve"> </w:t>
      </w:r>
      <w:r w:rsidRPr="0008167C">
        <w:t>потоками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виде</w:t>
      </w:r>
      <w:r w:rsidR="0008167C" w:rsidRPr="0008167C">
        <w:t xml:space="preserve"> </w:t>
      </w:r>
      <w:r w:rsidRPr="0008167C">
        <w:t>взвешенных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влекомых</w:t>
      </w:r>
      <w:r w:rsidR="0008167C" w:rsidRPr="0008167C">
        <w:t xml:space="preserve"> </w:t>
      </w:r>
      <w:r w:rsidRPr="0008167C">
        <w:t>наносов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виде</w:t>
      </w:r>
      <w:r w:rsidR="0008167C" w:rsidRPr="0008167C">
        <w:t xml:space="preserve"> </w:t>
      </w:r>
      <w:r w:rsidRPr="0008167C">
        <w:t>растворов</w:t>
      </w:r>
      <w:r w:rsidR="0008167C" w:rsidRPr="0008167C">
        <w:t xml:space="preserve">. </w:t>
      </w:r>
      <w:r w:rsidRPr="0008167C">
        <w:t>Взвешенные</w:t>
      </w:r>
      <w:r w:rsidR="0008167C" w:rsidRPr="0008167C">
        <w:t xml:space="preserve"> </w:t>
      </w:r>
      <w:r w:rsidRPr="0008167C">
        <w:t>наносы</w:t>
      </w:r>
      <w:r w:rsidR="0008167C" w:rsidRPr="0008167C">
        <w:t xml:space="preserve"> - </w:t>
      </w:r>
      <w:r w:rsidRPr="0008167C">
        <w:t>мелкие</w:t>
      </w:r>
      <w:r w:rsidR="0008167C" w:rsidRPr="0008167C">
        <w:t xml:space="preserve"> </w:t>
      </w:r>
      <w:r w:rsidRPr="0008167C">
        <w:t>минеральные</w:t>
      </w:r>
      <w:r w:rsidR="0008167C" w:rsidRPr="0008167C">
        <w:t xml:space="preserve"> </w:t>
      </w:r>
      <w:r w:rsidRPr="0008167C">
        <w:t>частицы</w:t>
      </w:r>
      <w:r w:rsidR="0008167C">
        <w:t xml:space="preserve"> (</w:t>
      </w:r>
      <w:r w:rsidRPr="0008167C">
        <w:t>диаметр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более</w:t>
      </w:r>
      <w:r w:rsidR="0008167C" w:rsidRPr="0008167C">
        <w:t xml:space="preserve"> </w:t>
      </w:r>
      <w:smartTag w:uri="urn:schemas-microsoft-com:office:smarttags" w:element="metricconverter">
        <w:smartTagPr>
          <w:attr w:name="ProductID" w:val="3 мм"/>
        </w:smartTagPr>
        <w:r w:rsidRPr="0008167C">
          <w:t>3</w:t>
        </w:r>
        <w:r w:rsidR="0008167C" w:rsidRPr="0008167C">
          <w:t xml:space="preserve"> </w:t>
        </w:r>
        <w:r w:rsidRPr="0008167C">
          <w:t>мм</w:t>
        </w:r>
      </w:smartTag>
      <w:r w:rsidR="0008167C" w:rsidRPr="0008167C">
        <w:t xml:space="preserve">), </w:t>
      </w:r>
      <w:r w:rsidRPr="0008167C">
        <w:t>переносимые</w:t>
      </w:r>
      <w:r w:rsidR="0008167C" w:rsidRPr="0008167C">
        <w:t xml:space="preserve"> </w:t>
      </w:r>
      <w:r w:rsidRPr="0008167C">
        <w:t>водным</w:t>
      </w:r>
      <w:r w:rsidR="0008167C" w:rsidRPr="0008167C">
        <w:t xml:space="preserve"> </w:t>
      </w:r>
      <w:r w:rsidRPr="0008167C">
        <w:t>потоком</w:t>
      </w:r>
      <w:r w:rsidR="0008167C" w:rsidRPr="0008167C">
        <w:t xml:space="preserve"> </w:t>
      </w:r>
      <w:r w:rsidRPr="0008167C">
        <w:t>во</w:t>
      </w:r>
      <w:r w:rsidR="0008167C" w:rsidRPr="0008167C">
        <w:t xml:space="preserve"> </w:t>
      </w:r>
      <w:r w:rsidRPr="0008167C">
        <w:t>взвешенном</w:t>
      </w:r>
      <w:r w:rsidR="0008167C" w:rsidRPr="0008167C">
        <w:t xml:space="preserve"> </w:t>
      </w:r>
      <w:r w:rsidRPr="0008167C">
        <w:t>состоянии</w:t>
      </w:r>
      <w:r w:rsidR="0008167C" w:rsidRPr="0008167C">
        <w:t xml:space="preserve">. </w:t>
      </w:r>
      <w:r w:rsidRPr="0008167C">
        <w:t>Более</w:t>
      </w:r>
      <w:r w:rsidR="0008167C" w:rsidRPr="0008167C">
        <w:t xml:space="preserve"> </w:t>
      </w:r>
      <w:r w:rsidRPr="0008167C">
        <w:t>крупные</w:t>
      </w:r>
      <w:r w:rsidR="0008167C" w:rsidRPr="0008167C">
        <w:t xml:space="preserve"> </w:t>
      </w:r>
      <w:r w:rsidRPr="0008167C">
        <w:t>наносы</w:t>
      </w:r>
      <w:r w:rsidR="0008167C" w:rsidRPr="0008167C">
        <w:t xml:space="preserve"> </w:t>
      </w:r>
      <w:r w:rsidRPr="0008167C">
        <w:t>перемещаются</w:t>
      </w:r>
      <w:r w:rsidR="0008167C" w:rsidRPr="0008167C">
        <w:t xml:space="preserve"> </w:t>
      </w:r>
      <w:r w:rsidRPr="0008167C">
        <w:t>влечением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дну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больших</w:t>
      </w:r>
      <w:r w:rsidR="0008167C" w:rsidRPr="0008167C">
        <w:t xml:space="preserve"> </w:t>
      </w:r>
      <w:r w:rsidRPr="0008167C">
        <w:t>реках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долю</w:t>
      </w:r>
      <w:r w:rsidR="0008167C" w:rsidRPr="0008167C">
        <w:t xml:space="preserve"> </w:t>
      </w:r>
      <w:r w:rsidRPr="0008167C">
        <w:t>влекомых</w:t>
      </w:r>
      <w:r w:rsidR="0008167C" w:rsidRPr="0008167C">
        <w:t xml:space="preserve"> </w:t>
      </w:r>
      <w:r w:rsidRPr="0008167C">
        <w:t>наносов</w:t>
      </w:r>
      <w:r w:rsidR="0008167C" w:rsidRPr="0008167C">
        <w:t xml:space="preserve"> </w:t>
      </w:r>
      <w:r w:rsidRPr="0008167C">
        <w:t>приходится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среднем</w:t>
      </w:r>
      <w:r w:rsidR="0008167C" w:rsidRPr="0008167C">
        <w:t xml:space="preserve"> </w:t>
      </w:r>
      <w:r w:rsidRPr="0008167C">
        <w:t>менее</w:t>
      </w:r>
      <w:r w:rsidR="0008167C" w:rsidRPr="0008167C">
        <w:t xml:space="preserve"> </w:t>
      </w:r>
      <w:r w:rsidRPr="0008167C">
        <w:t>5%</w:t>
      </w:r>
      <w:r w:rsidR="0008167C">
        <w:t xml:space="preserve"> (</w:t>
      </w:r>
      <w:r w:rsidRPr="0008167C">
        <w:t>от</w:t>
      </w:r>
      <w:r w:rsidR="0008167C" w:rsidRPr="0008167C">
        <w:t xml:space="preserve"> </w:t>
      </w:r>
      <w:r w:rsidRPr="0008167C">
        <w:t>взвешенных</w:t>
      </w:r>
      <w:r w:rsidR="0008167C" w:rsidRPr="0008167C">
        <w:t xml:space="preserve">). </w:t>
      </w:r>
      <w:r w:rsidRPr="0008167C">
        <w:t>Сток</w:t>
      </w:r>
      <w:r w:rsidR="0008167C" w:rsidRPr="0008167C">
        <w:t xml:space="preserve"> </w:t>
      </w:r>
      <w:r w:rsidRPr="0008167C">
        <w:t>влекомых</w:t>
      </w:r>
      <w:r w:rsidR="0008167C" w:rsidRPr="0008167C">
        <w:t xml:space="preserve"> </w:t>
      </w:r>
      <w:r w:rsidRPr="0008167C">
        <w:t>наносов</w:t>
      </w:r>
      <w:r w:rsidR="0008167C" w:rsidRPr="0008167C">
        <w:t xml:space="preserve"> </w:t>
      </w:r>
      <w:r w:rsidRPr="0008167C">
        <w:t>малых</w:t>
      </w:r>
      <w:r w:rsidR="0008167C" w:rsidRPr="0008167C">
        <w:t xml:space="preserve"> </w:t>
      </w:r>
      <w:r w:rsidRPr="0008167C">
        <w:t>горных</w:t>
      </w:r>
      <w:r w:rsidR="0008167C" w:rsidRPr="0008167C">
        <w:t xml:space="preserve"> </w:t>
      </w:r>
      <w:r w:rsidRPr="0008167C">
        <w:t>рек,</w:t>
      </w:r>
      <w:r w:rsidR="0008167C" w:rsidRPr="0008167C">
        <w:t xml:space="preserve"> </w:t>
      </w:r>
      <w:r w:rsidRPr="0008167C">
        <w:t>впадающих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моря,</w:t>
      </w:r>
      <w:r w:rsidR="0008167C" w:rsidRPr="0008167C">
        <w:t xml:space="preserve"> </w:t>
      </w:r>
      <w:r w:rsidRPr="0008167C">
        <w:t>составляет</w:t>
      </w:r>
      <w:r w:rsidR="0008167C" w:rsidRPr="0008167C">
        <w:t xml:space="preserve"> </w:t>
      </w:r>
      <w:r w:rsidRPr="0008167C">
        <w:t>50</w:t>
      </w:r>
      <w:r w:rsidR="0008167C" w:rsidRPr="0008167C">
        <w:t xml:space="preserve"> - </w:t>
      </w:r>
      <w:r w:rsidRPr="0008167C">
        <w:t>90</w:t>
      </w:r>
      <w:r w:rsidR="0008167C" w:rsidRPr="0008167C">
        <w:t xml:space="preserve"> </w:t>
      </w:r>
      <w:r w:rsidRPr="0008167C">
        <w:t>%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стока</w:t>
      </w:r>
      <w:r w:rsidR="0008167C" w:rsidRPr="0008167C">
        <w:t xml:space="preserve"> </w:t>
      </w:r>
      <w:r w:rsidRPr="0008167C">
        <w:t>взвешенных</w:t>
      </w:r>
      <w:r w:rsidR="0008167C" w:rsidRPr="0008167C">
        <w:t xml:space="preserve"> </w:t>
      </w:r>
      <w:r w:rsidRPr="0008167C">
        <w:t>наносов</w:t>
      </w:r>
      <w:r w:rsidR="0008167C" w:rsidRPr="0008167C">
        <w:t xml:space="preserve">. </w:t>
      </w:r>
      <w:r w:rsidRPr="0008167C">
        <w:t>Размер</w:t>
      </w:r>
      <w:r w:rsidR="0008167C" w:rsidRPr="0008167C">
        <w:t xml:space="preserve"> </w:t>
      </w:r>
      <w:r w:rsidRPr="0008167C">
        <w:t>стока</w:t>
      </w:r>
      <w:r w:rsidR="0008167C" w:rsidRPr="0008167C">
        <w:t xml:space="preserve"> </w:t>
      </w:r>
      <w:r w:rsidRPr="0008167C">
        <w:t>взвешенных</w:t>
      </w:r>
      <w:r w:rsidR="0008167C" w:rsidRPr="0008167C">
        <w:t xml:space="preserve"> </w:t>
      </w:r>
      <w:r w:rsidRPr="0008167C">
        <w:t>наносов</w:t>
      </w:r>
      <w:r w:rsidR="0008167C" w:rsidRPr="0008167C">
        <w:t xml:space="preserve"> </w:t>
      </w:r>
      <w:r w:rsidRPr="0008167C">
        <w:t>больших</w:t>
      </w:r>
      <w:r w:rsidR="0008167C" w:rsidRPr="0008167C">
        <w:t xml:space="preserve"> </w:t>
      </w:r>
      <w:r w:rsidRPr="0008167C">
        <w:t>рек</w:t>
      </w:r>
      <w:r w:rsidR="0008167C" w:rsidRPr="0008167C">
        <w:t xml:space="preserve"> - </w:t>
      </w:r>
      <w:r w:rsidRPr="0008167C">
        <w:t>достоверный</w:t>
      </w:r>
      <w:r w:rsidR="0008167C" w:rsidRPr="0008167C">
        <w:t xml:space="preserve"> </w:t>
      </w:r>
      <w:r w:rsidRPr="0008167C">
        <w:t>критерий</w:t>
      </w:r>
      <w:r w:rsidR="0008167C" w:rsidRPr="0008167C">
        <w:t xml:space="preserve"> </w:t>
      </w:r>
      <w:r w:rsidRPr="0008167C">
        <w:t>интенсивности</w:t>
      </w:r>
      <w:r w:rsidR="0008167C" w:rsidRPr="0008167C">
        <w:t xml:space="preserve"> </w:t>
      </w:r>
      <w:r w:rsidRPr="0008167C">
        <w:t>процесса</w:t>
      </w:r>
      <w:r w:rsidR="0008167C" w:rsidRPr="0008167C">
        <w:t xml:space="preserve"> </w:t>
      </w:r>
      <w:r w:rsidRPr="0008167C">
        <w:t>водной</w:t>
      </w:r>
      <w:r w:rsidR="0008167C" w:rsidRPr="0008167C">
        <w:t xml:space="preserve"> </w:t>
      </w:r>
      <w:r w:rsidRPr="0008167C">
        <w:t>эрозии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определенной</w:t>
      </w:r>
      <w:r w:rsidR="0008167C" w:rsidRPr="0008167C">
        <w:t xml:space="preserve"> </w:t>
      </w:r>
      <w:r w:rsidRPr="0008167C">
        <w:t>части</w:t>
      </w:r>
      <w:r w:rsidR="0008167C" w:rsidRPr="0008167C">
        <w:t xml:space="preserve"> </w:t>
      </w:r>
      <w:r w:rsidRPr="0008167C">
        <w:t>суши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</w:pPr>
      <w:r w:rsidRPr="0008167C">
        <w:t>Формирование</w:t>
      </w:r>
      <w:r w:rsidR="0008167C" w:rsidRPr="0008167C">
        <w:t xml:space="preserve"> </w:t>
      </w:r>
      <w:r w:rsidRPr="0008167C">
        <w:t>русла</w:t>
      </w:r>
      <w:r w:rsidR="0008167C" w:rsidRPr="0008167C">
        <w:t xml:space="preserve"> </w:t>
      </w:r>
      <w:r w:rsidRPr="0008167C">
        <w:t>определяют</w:t>
      </w:r>
      <w:r w:rsidR="0008167C" w:rsidRPr="0008167C">
        <w:t xml:space="preserve"> </w:t>
      </w:r>
      <w:r w:rsidRPr="0008167C">
        <w:t>донные</w:t>
      </w:r>
      <w:r w:rsidR="0008167C" w:rsidRPr="0008167C">
        <w:t xml:space="preserve"> </w:t>
      </w:r>
      <w:r w:rsidRPr="0008167C">
        <w:t>наносы,</w:t>
      </w:r>
      <w:r w:rsidR="0008167C" w:rsidRPr="0008167C">
        <w:t xml:space="preserve"> </w:t>
      </w:r>
      <w:r w:rsidRPr="0008167C">
        <w:t>поэтому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часто</w:t>
      </w:r>
      <w:r w:rsidR="0008167C" w:rsidRPr="0008167C">
        <w:t xml:space="preserve"> </w:t>
      </w:r>
      <w:r w:rsidRPr="0008167C">
        <w:t>называют</w:t>
      </w:r>
      <w:r w:rsidR="0008167C" w:rsidRPr="0008167C">
        <w:t xml:space="preserve"> </w:t>
      </w:r>
      <w:r w:rsidRPr="0008167C">
        <w:t>руслоформирующими</w:t>
      </w:r>
      <w:r w:rsidR="0008167C" w:rsidRPr="0008167C">
        <w:t xml:space="preserve">. </w:t>
      </w:r>
      <w:r w:rsidRPr="0008167C">
        <w:t>Относительно</w:t>
      </w:r>
      <w:r w:rsidR="0008167C" w:rsidRPr="0008167C">
        <w:t xml:space="preserve"> </w:t>
      </w:r>
      <w:r w:rsidRPr="0008167C">
        <w:t>крупные</w:t>
      </w:r>
      <w:r w:rsidR="0008167C" w:rsidRPr="0008167C">
        <w:t xml:space="preserve"> </w:t>
      </w:r>
      <w:r w:rsidRPr="0008167C">
        <w:t>зерна,</w:t>
      </w:r>
      <w:r w:rsidR="0008167C" w:rsidRPr="0008167C">
        <w:t xml:space="preserve"> </w:t>
      </w:r>
      <w:r w:rsidRPr="0008167C">
        <w:t>двигаясь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наиболее</w:t>
      </w:r>
      <w:r w:rsidR="0008167C" w:rsidRPr="0008167C">
        <w:t xml:space="preserve"> </w:t>
      </w:r>
      <w:r w:rsidRPr="0008167C">
        <w:t>насыщенной</w:t>
      </w:r>
      <w:r w:rsidR="0008167C" w:rsidRPr="0008167C">
        <w:t xml:space="preserve"> </w:t>
      </w:r>
      <w:r w:rsidRPr="0008167C">
        <w:t>наносами</w:t>
      </w:r>
      <w:r w:rsidR="0008167C" w:rsidRPr="0008167C">
        <w:t xml:space="preserve"> </w:t>
      </w:r>
      <w:r w:rsidRPr="0008167C">
        <w:t>придонной</w:t>
      </w:r>
      <w:r w:rsidR="0008167C" w:rsidRPr="0008167C">
        <w:t xml:space="preserve"> </w:t>
      </w:r>
      <w:r w:rsidRPr="0008167C">
        <w:t>области,</w:t>
      </w:r>
      <w:r w:rsidR="0008167C" w:rsidRPr="0008167C">
        <w:t xml:space="preserve"> </w:t>
      </w:r>
      <w:r w:rsidRPr="0008167C">
        <w:t>постоянно</w:t>
      </w:r>
      <w:r w:rsidR="0008167C" w:rsidRPr="0008167C">
        <w:t xml:space="preserve"> </w:t>
      </w:r>
      <w:r w:rsidRPr="0008167C">
        <w:t>сталкиваются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касаются</w:t>
      </w:r>
      <w:r w:rsidR="0008167C" w:rsidRPr="0008167C">
        <w:t xml:space="preserve"> </w:t>
      </w:r>
      <w:r w:rsidRPr="0008167C">
        <w:t>друг</w:t>
      </w:r>
      <w:r w:rsidR="0008167C" w:rsidRPr="0008167C">
        <w:t xml:space="preserve"> </w:t>
      </w:r>
      <w:r w:rsidRPr="0008167C">
        <w:t>друга</w:t>
      </w:r>
      <w:r w:rsidR="0008167C" w:rsidRPr="0008167C">
        <w:t xml:space="preserve">. </w:t>
      </w:r>
      <w:r w:rsidRPr="0008167C">
        <w:t>Движение</w:t>
      </w:r>
      <w:r w:rsidR="0008167C" w:rsidRPr="0008167C">
        <w:t xml:space="preserve"> </w:t>
      </w:r>
      <w:r w:rsidRPr="0008167C">
        <w:t>донных</w:t>
      </w:r>
      <w:r w:rsidR="0008167C" w:rsidRPr="0008167C">
        <w:t xml:space="preserve"> </w:t>
      </w:r>
      <w:r w:rsidRPr="0008167C">
        <w:t>наносов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характеристика</w:t>
      </w:r>
      <w:r w:rsidR="0008167C" w:rsidRPr="0008167C">
        <w:t xml:space="preserve"> </w:t>
      </w:r>
      <w:r w:rsidRPr="0008167C">
        <w:t>речного</w:t>
      </w:r>
      <w:r w:rsidR="0008167C" w:rsidRPr="0008167C">
        <w:t xml:space="preserve"> </w:t>
      </w:r>
      <w:r w:rsidRPr="0008167C">
        <w:t>потока</w:t>
      </w:r>
      <w:r w:rsidR="0008167C" w:rsidRPr="0008167C">
        <w:t xml:space="preserve"> </w:t>
      </w:r>
      <w:r w:rsidRPr="0008167C">
        <w:t>тесно</w:t>
      </w:r>
      <w:r w:rsidR="0008167C" w:rsidRPr="0008167C">
        <w:t xml:space="preserve"> </w:t>
      </w:r>
      <w:r w:rsidRPr="0008167C">
        <w:t>взаимосвязаны</w:t>
      </w:r>
      <w:r w:rsidR="0008167C" w:rsidRPr="0008167C">
        <w:t xml:space="preserve">. </w:t>
      </w:r>
      <w:r w:rsidRPr="0008167C">
        <w:t>Существующие</w:t>
      </w:r>
      <w:r w:rsidR="0008167C" w:rsidRPr="0008167C">
        <w:t xml:space="preserve"> </w:t>
      </w:r>
      <w:r w:rsidRPr="0008167C">
        <w:t>неровности</w:t>
      </w:r>
      <w:r w:rsidR="0008167C" w:rsidRPr="0008167C">
        <w:t xml:space="preserve"> </w:t>
      </w:r>
      <w:r w:rsidRPr="0008167C">
        <w:t>дна,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том</w:t>
      </w:r>
      <w:r w:rsidR="0008167C" w:rsidRPr="0008167C">
        <w:t xml:space="preserve"> </w:t>
      </w:r>
      <w:r w:rsidRPr="0008167C">
        <w:t>числе</w:t>
      </w:r>
      <w:r w:rsidR="0008167C" w:rsidRPr="0008167C">
        <w:t xml:space="preserve"> </w:t>
      </w:r>
      <w:r w:rsidRPr="0008167C">
        <w:t>шероховатость,</w:t>
      </w:r>
      <w:r w:rsidR="0008167C" w:rsidRPr="0008167C">
        <w:t xml:space="preserve"> </w:t>
      </w:r>
      <w:r w:rsidRPr="0008167C">
        <w:t>образуемая</w:t>
      </w:r>
      <w:r w:rsidR="0008167C" w:rsidRPr="0008167C">
        <w:t xml:space="preserve"> </w:t>
      </w:r>
      <w:r w:rsidRPr="0008167C">
        <w:t>донными</w:t>
      </w:r>
      <w:r w:rsidR="0008167C" w:rsidRPr="0008167C">
        <w:t xml:space="preserve"> </w:t>
      </w:r>
      <w:r w:rsidRPr="0008167C">
        <w:t>наносами,</w:t>
      </w:r>
      <w:r w:rsidR="0008167C" w:rsidRPr="0008167C">
        <w:t xml:space="preserve"> </w:t>
      </w:r>
      <w:r w:rsidRPr="0008167C">
        <w:t>генерируют</w:t>
      </w:r>
      <w:r w:rsidR="0008167C" w:rsidRPr="0008167C">
        <w:t xml:space="preserve"> </w:t>
      </w:r>
      <w:r w:rsidRPr="0008167C">
        <w:t>повышенную</w:t>
      </w:r>
      <w:r w:rsidR="0008167C" w:rsidRPr="0008167C">
        <w:t xml:space="preserve"> </w:t>
      </w:r>
      <w:r w:rsidRPr="0008167C">
        <w:t>турбулентность</w:t>
      </w:r>
      <w:r w:rsidR="0008167C" w:rsidRPr="0008167C">
        <w:t xml:space="preserve"> </w:t>
      </w:r>
      <w:r w:rsidRPr="0008167C">
        <w:t>потока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свою</w:t>
      </w:r>
      <w:r w:rsidR="0008167C" w:rsidRPr="0008167C">
        <w:t xml:space="preserve"> </w:t>
      </w:r>
      <w:r w:rsidRPr="0008167C">
        <w:t>очередь</w:t>
      </w:r>
      <w:r w:rsidR="0008167C" w:rsidRPr="0008167C">
        <w:t xml:space="preserve"> </w:t>
      </w:r>
      <w:r w:rsidRPr="0008167C">
        <w:t>локальные</w:t>
      </w:r>
      <w:r w:rsidR="0008167C" w:rsidRPr="0008167C">
        <w:t xml:space="preserve"> </w:t>
      </w:r>
      <w:r w:rsidRPr="0008167C">
        <w:t>турбулентные</w:t>
      </w:r>
      <w:r w:rsidR="0008167C" w:rsidRPr="0008167C">
        <w:t xml:space="preserve"> </w:t>
      </w:r>
      <w:r w:rsidRPr="0008167C">
        <w:t>импульсы</w:t>
      </w:r>
      <w:r w:rsidR="0008167C" w:rsidRPr="0008167C">
        <w:t xml:space="preserve"> </w:t>
      </w:r>
      <w:r w:rsidRPr="0008167C">
        <w:t>усиливают</w:t>
      </w:r>
      <w:r w:rsidR="0008167C" w:rsidRPr="0008167C">
        <w:t xml:space="preserve"> </w:t>
      </w:r>
      <w:r w:rsidRPr="0008167C">
        <w:t>неравномерность</w:t>
      </w:r>
      <w:r w:rsidR="0008167C" w:rsidRPr="0008167C">
        <w:t xml:space="preserve"> </w:t>
      </w:r>
      <w:r w:rsidRPr="0008167C">
        <w:t>перемещений</w:t>
      </w:r>
      <w:r w:rsidR="0008167C" w:rsidRPr="0008167C">
        <w:t xml:space="preserve"> </w:t>
      </w:r>
      <w:r w:rsidRPr="0008167C">
        <w:t>наносов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связанные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этим</w:t>
      </w:r>
      <w:r w:rsidR="0008167C" w:rsidRPr="0008167C">
        <w:t xml:space="preserve"> </w:t>
      </w:r>
      <w:r w:rsidRPr="0008167C">
        <w:t>неровности</w:t>
      </w:r>
      <w:r w:rsidR="0008167C" w:rsidRPr="0008167C">
        <w:t xml:space="preserve"> </w:t>
      </w:r>
      <w:r w:rsidRPr="0008167C">
        <w:t>дна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результате</w:t>
      </w:r>
      <w:r w:rsidR="0008167C" w:rsidRPr="0008167C">
        <w:t xml:space="preserve"> </w:t>
      </w:r>
      <w:r w:rsidRPr="0008167C">
        <w:t>взаимодействия</w:t>
      </w:r>
      <w:r w:rsidR="0008167C" w:rsidRPr="0008167C">
        <w:t xml:space="preserve"> </w:t>
      </w:r>
      <w:r w:rsidRPr="0008167C">
        <w:t>потока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дном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русле</w:t>
      </w:r>
      <w:r w:rsidR="0008167C" w:rsidRPr="0008167C">
        <w:t xml:space="preserve"> </w:t>
      </w:r>
      <w:r w:rsidRPr="0008167C">
        <w:t>рек</w:t>
      </w:r>
      <w:r w:rsidR="0008167C" w:rsidRPr="0008167C">
        <w:t xml:space="preserve"> </w:t>
      </w:r>
      <w:r w:rsidRPr="0008167C">
        <w:t>возникают</w:t>
      </w:r>
      <w:r w:rsidR="0008167C" w:rsidRPr="0008167C">
        <w:t xml:space="preserve"> </w:t>
      </w:r>
      <w:r w:rsidRPr="0008167C">
        <w:t>гряды</w:t>
      </w:r>
      <w:r w:rsidR="0008167C" w:rsidRPr="0008167C">
        <w:t xml:space="preserve"> </w:t>
      </w:r>
      <w:r w:rsidRPr="0008167C">
        <w:t>донных</w:t>
      </w:r>
      <w:r w:rsidR="0008167C" w:rsidRPr="0008167C">
        <w:t xml:space="preserve"> </w:t>
      </w:r>
      <w:r w:rsidRPr="0008167C">
        <w:t>наносов</w:t>
      </w:r>
      <w:r w:rsidR="0008167C" w:rsidRPr="0008167C">
        <w:t xml:space="preserve">. </w:t>
      </w:r>
      <w:r w:rsidRPr="0008167C">
        <w:t>Гряды</w:t>
      </w:r>
      <w:r w:rsidR="0008167C" w:rsidRPr="0008167C">
        <w:t xml:space="preserve"> </w:t>
      </w:r>
      <w:r w:rsidRPr="0008167C">
        <w:t>постепенно</w:t>
      </w:r>
      <w:r w:rsidR="0008167C" w:rsidRPr="0008167C">
        <w:t xml:space="preserve"> </w:t>
      </w:r>
      <w:r w:rsidRPr="0008167C">
        <w:t>перемещаются</w:t>
      </w:r>
      <w:r w:rsidR="0008167C" w:rsidRPr="0008167C">
        <w:t xml:space="preserve"> </w:t>
      </w:r>
      <w:r w:rsidRPr="0008167C">
        <w:t>вниз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течению</w:t>
      </w:r>
      <w:r w:rsidR="0008167C" w:rsidRPr="0008167C">
        <w:t xml:space="preserve">. </w:t>
      </w:r>
      <w:r w:rsidRPr="0008167C">
        <w:t>Повороты</w:t>
      </w:r>
      <w:r w:rsidR="0008167C" w:rsidRPr="0008167C">
        <w:t xml:space="preserve"> </w:t>
      </w:r>
      <w:r w:rsidRPr="0008167C">
        <w:t>русла,</w:t>
      </w:r>
      <w:r w:rsidR="0008167C" w:rsidRPr="0008167C">
        <w:t xml:space="preserve"> </w:t>
      </w:r>
      <w:r w:rsidRPr="0008167C">
        <w:t>поперечная</w:t>
      </w:r>
      <w:r w:rsidR="0008167C" w:rsidRPr="0008167C">
        <w:t xml:space="preserve"> </w:t>
      </w:r>
      <w:r w:rsidRPr="0008167C">
        <w:t>циркуляция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другие</w:t>
      </w:r>
      <w:r w:rsidR="0008167C" w:rsidRPr="0008167C">
        <w:t xml:space="preserve"> </w:t>
      </w:r>
      <w:r w:rsidRPr="0008167C">
        <w:t>причины</w:t>
      </w:r>
      <w:r w:rsidR="0008167C" w:rsidRPr="0008167C">
        <w:t xml:space="preserve"> </w:t>
      </w:r>
      <w:r w:rsidRPr="0008167C">
        <w:t>приводят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местным</w:t>
      </w:r>
      <w:r w:rsidR="0008167C" w:rsidRPr="0008167C">
        <w:t xml:space="preserve"> </w:t>
      </w:r>
      <w:r w:rsidRPr="0008167C">
        <w:t>скоплениям</w:t>
      </w:r>
      <w:r w:rsidR="0008167C" w:rsidRPr="0008167C">
        <w:t xml:space="preserve"> </w:t>
      </w:r>
      <w:r w:rsidRPr="0008167C">
        <w:t>наносов</w:t>
      </w:r>
      <w:r w:rsidR="0008167C" w:rsidRPr="0008167C">
        <w:t xml:space="preserve">. </w:t>
      </w:r>
      <w:r w:rsidRPr="0008167C">
        <w:t>Характер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образования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перемещений</w:t>
      </w:r>
      <w:r w:rsidR="0008167C" w:rsidRPr="0008167C">
        <w:t xml:space="preserve"> </w:t>
      </w:r>
      <w:r w:rsidRPr="0008167C">
        <w:t>определяет</w:t>
      </w:r>
      <w:r w:rsidR="0008167C" w:rsidRPr="0008167C">
        <w:t xml:space="preserve"> </w:t>
      </w:r>
      <w:r w:rsidRPr="0008167C">
        <w:t>тип</w:t>
      </w:r>
      <w:r w:rsidR="0008167C" w:rsidRPr="0008167C">
        <w:t xml:space="preserve"> </w:t>
      </w:r>
      <w:r w:rsidRPr="0008167C">
        <w:t>русла</w:t>
      </w:r>
      <w:r w:rsidR="0008167C" w:rsidRPr="0008167C">
        <w:t xml:space="preserve">: </w:t>
      </w:r>
      <w:r w:rsidRPr="0008167C">
        <w:t>прямолинейное,</w:t>
      </w:r>
      <w:r w:rsidR="0008167C" w:rsidRPr="0008167C">
        <w:t xml:space="preserve"> </w:t>
      </w:r>
      <w:r w:rsidRPr="0008167C">
        <w:t>извилистое,</w:t>
      </w:r>
      <w:r w:rsidR="0008167C" w:rsidRPr="0008167C">
        <w:t xml:space="preserve"> </w:t>
      </w:r>
      <w:r w:rsidRPr="0008167C">
        <w:t>разбросанное</w:t>
      </w:r>
      <w:r w:rsidR="0008167C" w:rsidRPr="0008167C">
        <w:t>.</w:t>
      </w:r>
    </w:p>
    <w:p w:rsidR="0008167C" w:rsidRPr="0008167C" w:rsidRDefault="00223F35" w:rsidP="0008167C">
      <w:pPr>
        <w:pStyle w:val="3"/>
        <w:tabs>
          <w:tab w:val="left" w:pos="726"/>
        </w:tabs>
        <w:rPr>
          <w:color w:val="000000"/>
        </w:rPr>
      </w:pPr>
      <w:bookmarkStart w:id="129" w:name="_Toc8497787"/>
      <w:bookmarkStart w:id="130" w:name="_Toc8498151"/>
      <w:bookmarkStart w:id="131" w:name="_Toc8498819"/>
      <w:r w:rsidRPr="0008167C">
        <w:rPr>
          <w:color w:val="000000"/>
        </w:rPr>
        <w:t>Русловые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процессы</w:t>
      </w:r>
      <w:r w:rsidR="0008167C" w:rsidRPr="0008167C">
        <w:rPr>
          <w:color w:val="000000"/>
        </w:rPr>
        <w:t>.</w:t>
      </w:r>
      <w:bookmarkEnd w:id="129"/>
      <w:bookmarkEnd w:id="130"/>
      <w:bookmarkEnd w:id="131"/>
    </w:p>
    <w:p w:rsidR="0008167C" w:rsidRDefault="00223F35" w:rsidP="0008167C">
      <w:pPr>
        <w:tabs>
          <w:tab w:val="left" w:pos="726"/>
        </w:tabs>
      </w:pPr>
      <w:r w:rsidRPr="0008167C">
        <w:rPr>
          <w:i/>
        </w:rPr>
        <w:t>Русловой</w:t>
      </w:r>
      <w:r w:rsidR="0008167C" w:rsidRPr="0008167C">
        <w:rPr>
          <w:i/>
        </w:rPr>
        <w:t xml:space="preserve"> </w:t>
      </w:r>
      <w:r w:rsidRPr="0008167C">
        <w:rPr>
          <w:i/>
        </w:rPr>
        <w:t>процесс</w:t>
      </w:r>
      <w:r w:rsidR="0008167C" w:rsidRPr="0008167C">
        <w:t xml:space="preserve"> </w:t>
      </w:r>
      <w:r w:rsidRPr="0008167C">
        <w:t>представляет</w:t>
      </w:r>
      <w:r w:rsidR="0008167C" w:rsidRPr="0008167C">
        <w:t xml:space="preserve"> </w:t>
      </w:r>
      <w:r w:rsidRPr="0008167C">
        <w:t>собой</w:t>
      </w:r>
      <w:r w:rsidR="0008167C" w:rsidRPr="0008167C">
        <w:t xml:space="preserve"> </w:t>
      </w:r>
      <w:r w:rsidRPr="0008167C">
        <w:t>постоянно</w:t>
      </w:r>
      <w:r w:rsidR="0008167C" w:rsidRPr="0008167C">
        <w:t xml:space="preserve"> </w:t>
      </w:r>
      <w:r w:rsidRPr="0008167C">
        <w:t>происходящие</w:t>
      </w:r>
      <w:r w:rsidR="0008167C" w:rsidRPr="0008167C">
        <w:t xml:space="preserve"> </w:t>
      </w:r>
      <w:r w:rsidRPr="0008167C">
        <w:t>изменения</w:t>
      </w:r>
      <w:r w:rsidR="0008167C" w:rsidRPr="0008167C">
        <w:t xml:space="preserve"> </w:t>
      </w:r>
      <w:r w:rsidRPr="0008167C">
        <w:t>морфологического</w:t>
      </w:r>
      <w:r w:rsidR="0008167C" w:rsidRPr="0008167C">
        <w:t xml:space="preserve"> </w:t>
      </w:r>
      <w:r w:rsidRPr="0008167C">
        <w:t>строения</w:t>
      </w:r>
      <w:r w:rsidR="0008167C" w:rsidRPr="0008167C">
        <w:t xml:space="preserve"> </w:t>
      </w:r>
      <w:r w:rsidRPr="0008167C">
        <w:t>русла</w:t>
      </w:r>
      <w:r w:rsidR="0008167C" w:rsidRPr="0008167C">
        <w:t xml:space="preserve"> </w:t>
      </w:r>
      <w:r w:rsidRPr="0008167C">
        <w:t>водотока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поймы,</w:t>
      </w:r>
      <w:r w:rsidR="0008167C" w:rsidRPr="0008167C">
        <w:t xml:space="preserve"> </w:t>
      </w:r>
      <w:r w:rsidRPr="0008167C">
        <w:t>обусловленные</w:t>
      </w:r>
      <w:r w:rsidR="0008167C" w:rsidRPr="0008167C">
        <w:t xml:space="preserve"> </w:t>
      </w:r>
      <w:r w:rsidRPr="0008167C">
        <w:t>действием</w:t>
      </w:r>
      <w:r w:rsidR="0008167C" w:rsidRPr="0008167C">
        <w:t xml:space="preserve"> </w:t>
      </w:r>
      <w:r w:rsidRPr="0008167C">
        <w:t>текучей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. </w:t>
      </w:r>
      <w:r w:rsidRPr="0008167C">
        <w:t>Русловой</w:t>
      </w:r>
      <w:r w:rsidR="0008167C" w:rsidRPr="0008167C">
        <w:t xml:space="preserve"> </w:t>
      </w:r>
      <w:r w:rsidRPr="0008167C">
        <w:t>процесс</w:t>
      </w:r>
      <w:r w:rsidR="0008167C" w:rsidRPr="0008167C">
        <w:t xml:space="preserve"> </w:t>
      </w:r>
      <w:r w:rsidRPr="0008167C">
        <w:t>является</w:t>
      </w:r>
      <w:r w:rsidR="0008167C" w:rsidRPr="0008167C">
        <w:t xml:space="preserve"> </w:t>
      </w:r>
      <w:r w:rsidRPr="0008167C">
        <w:t>результатом</w:t>
      </w:r>
      <w:r w:rsidR="0008167C" w:rsidRPr="0008167C">
        <w:t xml:space="preserve"> </w:t>
      </w:r>
      <w:r w:rsidRPr="0008167C">
        <w:t>сложного,</w:t>
      </w:r>
      <w:r w:rsidR="0008167C" w:rsidRPr="0008167C">
        <w:t xml:space="preserve"> </w:t>
      </w:r>
      <w:r w:rsidRPr="0008167C">
        <w:t>саморегулирующего</w:t>
      </w:r>
      <w:r w:rsidR="0008167C" w:rsidRPr="0008167C">
        <w:t xml:space="preserve"> </w:t>
      </w:r>
      <w:r w:rsidRPr="0008167C">
        <w:t>взаимодействия</w:t>
      </w:r>
      <w:r w:rsidR="0008167C" w:rsidRPr="0008167C">
        <w:t xml:space="preserve"> </w:t>
      </w:r>
      <w:r w:rsidRPr="0008167C">
        <w:t>между</w:t>
      </w:r>
      <w:r w:rsidR="0008167C" w:rsidRPr="0008167C">
        <w:t xml:space="preserve"> </w:t>
      </w:r>
      <w:r w:rsidRPr="0008167C">
        <w:t>потоком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руслом</w:t>
      </w:r>
      <w:r w:rsidR="0008167C" w:rsidRPr="0008167C">
        <w:t xml:space="preserve">. </w:t>
      </w:r>
      <w:r w:rsidRPr="0008167C">
        <w:t>Русловые</w:t>
      </w:r>
      <w:r w:rsidR="0008167C" w:rsidRPr="0008167C">
        <w:t xml:space="preserve"> </w:t>
      </w:r>
      <w:r w:rsidRPr="0008167C">
        <w:t>процессы</w:t>
      </w:r>
      <w:r w:rsidR="0008167C" w:rsidRPr="0008167C">
        <w:t xml:space="preserve"> </w:t>
      </w:r>
      <w:r w:rsidRPr="0008167C">
        <w:t>подразделяются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необратимые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обратимые</w:t>
      </w:r>
      <w:r w:rsidR="0008167C" w:rsidRPr="0008167C">
        <w:t>.</w:t>
      </w:r>
    </w:p>
    <w:p w:rsidR="0008167C" w:rsidRPr="0008167C" w:rsidRDefault="0008167C" w:rsidP="0008167C">
      <w:pPr>
        <w:tabs>
          <w:tab w:val="left" w:pos="726"/>
        </w:tabs>
      </w:pPr>
    </w:p>
    <w:p w:rsidR="00223F35" w:rsidRPr="0008167C" w:rsidRDefault="009857D4" w:rsidP="0008167C">
      <w:pPr>
        <w:tabs>
          <w:tab w:val="left" w:pos="726"/>
        </w:tabs>
      </w:pPr>
      <w:r>
        <w:pict>
          <v:shape id="_x0000_i1026" type="#_x0000_t75" style="width:289.5pt;height:222.75pt" fillcolor="window">
            <v:imagedata r:id="rId8" o:title=""/>
          </v:shape>
        </w:pict>
      </w:r>
    </w:p>
    <w:p w:rsidR="0008167C" w:rsidRPr="0008167C" w:rsidRDefault="00223F35" w:rsidP="0008167C">
      <w:pPr>
        <w:tabs>
          <w:tab w:val="left" w:pos="726"/>
        </w:tabs>
      </w:pPr>
      <w:r w:rsidRPr="0008167C">
        <w:t>Рис</w:t>
      </w:r>
      <w:r w:rsidR="0008167C">
        <w:t xml:space="preserve">.2.2 </w:t>
      </w:r>
      <w:r w:rsidRPr="0008167C">
        <w:t>Типы</w:t>
      </w:r>
      <w:r w:rsidR="0008167C" w:rsidRPr="0008167C">
        <w:t xml:space="preserve"> </w:t>
      </w:r>
      <w:r w:rsidRPr="0008167C">
        <w:t>русловых</w:t>
      </w:r>
      <w:r w:rsidR="0008167C" w:rsidRPr="0008167C">
        <w:t xml:space="preserve"> </w:t>
      </w:r>
      <w:r w:rsidRPr="0008167C">
        <w:t>процессов</w:t>
      </w:r>
      <w:r w:rsidR="0008167C" w:rsidRPr="0008167C">
        <w:t xml:space="preserve"> </w:t>
      </w:r>
      <w:r w:rsidRPr="0008167C">
        <w:t>рек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</w:pPr>
      <w:r w:rsidRPr="0008167C">
        <w:t>1</w:t>
      </w:r>
      <w:r w:rsidR="0008167C" w:rsidRPr="0008167C">
        <w:t xml:space="preserve"> - </w:t>
      </w:r>
      <w:r w:rsidRPr="0008167C">
        <w:t>ленточно-грядовой</w:t>
      </w:r>
      <w:r w:rsidR="0008167C" w:rsidRPr="0008167C">
        <w:t xml:space="preserve"> </w:t>
      </w:r>
      <w:r w:rsidRPr="0008167C">
        <w:t>тип</w:t>
      </w:r>
      <w:r w:rsidR="0008167C" w:rsidRPr="0008167C">
        <w:t xml:space="preserve">; </w:t>
      </w:r>
      <w:r w:rsidRPr="0008167C">
        <w:t>2</w:t>
      </w:r>
      <w:r w:rsidR="0008167C" w:rsidRPr="0008167C">
        <w:t xml:space="preserve"> - </w:t>
      </w:r>
      <w:r w:rsidRPr="0008167C">
        <w:t>побочневый</w:t>
      </w:r>
      <w:r w:rsidR="0008167C" w:rsidRPr="0008167C">
        <w:t xml:space="preserve"> </w:t>
      </w:r>
      <w:r w:rsidRPr="0008167C">
        <w:t>тип</w:t>
      </w:r>
      <w:r w:rsidR="0008167C" w:rsidRPr="0008167C">
        <w:t xml:space="preserve">; </w:t>
      </w:r>
      <w:r w:rsidRPr="0008167C">
        <w:t>3</w:t>
      </w:r>
      <w:r w:rsidR="0008167C" w:rsidRPr="0008167C">
        <w:t xml:space="preserve"> - </w:t>
      </w:r>
      <w:r w:rsidRPr="0008167C">
        <w:t>ограниченное</w:t>
      </w:r>
      <w:r w:rsidR="0008167C" w:rsidRPr="0008167C">
        <w:t xml:space="preserve"> </w:t>
      </w:r>
      <w:r w:rsidRPr="0008167C">
        <w:t>меандрирование</w:t>
      </w:r>
      <w:r w:rsidR="0008167C" w:rsidRPr="0008167C">
        <w:t xml:space="preserve">; </w:t>
      </w:r>
      <w:r w:rsidRPr="0008167C">
        <w:t>4</w:t>
      </w:r>
      <w:r w:rsidR="0008167C" w:rsidRPr="0008167C">
        <w:t xml:space="preserve"> - </w:t>
      </w:r>
      <w:r w:rsidRPr="0008167C">
        <w:t>свободное</w:t>
      </w:r>
      <w:r w:rsidR="0008167C" w:rsidRPr="0008167C">
        <w:t xml:space="preserve"> </w:t>
      </w:r>
      <w:r w:rsidRPr="0008167C">
        <w:t>меандрирование</w:t>
      </w:r>
      <w:r w:rsidR="0008167C" w:rsidRPr="0008167C">
        <w:t xml:space="preserve">; </w:t>
      </w:r>
      <w:r w:rsidRPr="0008167C">
        <w:t>5</w:t>
      </w:r>
      <w:r w:rsidR="0008167C" w:rsidRPr="0008167C">
        <w:t xml:space="preserve"> - </w:t>
      </w:r>
      <w:r w:rsidRPr="0008167C">
        <w:t>незавершенное</w:t>
      </w:r>
      <w:r w:rsidR="0008167C" w:rsidRPr="0008167C">
        <w:t xml:space="preserve"> </w:t>
      </w:r>
      <w:r w:rsidRPr="0008167C">
        <w:t>меандрирование</w:t>
      </w:r>
      <w:r w:rsidR="0008167C" w:rsidRPr="0008167C">
        <w:t xml:space="preserve">; </w:t>
      </w:r>
      <w:r w:rsidRPr="0008167C">
        <w:t>6</w:t>
      </w:r>
      <w:r w:rsidR="0008167C" w:rsidRPr="0008167C">
        <w:t xml:space="preserve"> - </w:t>
      </w:r>
      <w:r w:rsidRPr="0008167C">
        <w:t>русловая</w:t>
      </w:r>
      <w:r w:rsidR="0008167C" w:rsidRPr="0008167C">
        <w:t xml:space="preserve"> </w:t>
      </w:r>
      <w:r w:rsidRPr="0008167C">
        <w:t>многорукавность</w:t>
      </w:r>
      <w:r w:rsidR="0008167C" w:rsidRPr="0008167C">
        <w:t xml:space="preserve">; </w:t>
      </w:r>
      <w:r w:rsidRPr="0008167C">
        <w:t>7</w:t>
      </w:r>
      <w:r w:rsidR="0008167C" w:rsidRPr="0008167C">
        <w:t xml:space="preserve"> - </w:t>
      </w:r>
      <w:r w:rsidRPr="0008167C">
        <w:t>пойменная</w:t>
      </w:r>
      <w:r w:rsidR="0008167C" w:rsidRPr="0008167C">
        <w:t xml:space="preserve"> </w:t>
      </w:r>
      <w:r w:rsidRPr="0008167C">
        <w:t>многорукавность</w:t>
      </w:r>
      <w:r w:rsidR="0008167C" w:rsidRPr="0008167C">
        <w:t>.</w:t>
      </w:r>
    </w:p>
    <w:p w:rsidR="0008167C" w:rsidRDefault="0008167C" w:rsidP="0008167C">
      <w:pPr>
        <w:tabs>
          <w:tab w:val="left" w:pos="726"/>
        </w:tabs>
        <w:rPr>
          <w:i/>
        </w:rPr>
      </w:pPr>
    </w:p>
    <w:p w:rsidR="0008167C" w:rsidRPr="0008167C" w:rsidRDefault="00223F35" w:rsidP="0008167C">
      <w:pPr>
        <w:tabs>
          <w:tab w:val="left" w:pos="726"/>
        </w:tabs>
      </w:pPr>
      <w:r w:rsidRPr="0008167C">
        <w:rPr>
          <w:i/>
        </w:rPr>
        <w:t>Необратимые</w:t>
      </w:r>
      <w:r w:rsidR="0008167C" w:rsidRPr="0008167C">
        <w:rPr>
          <w:i/>
        </w:rPr>
        <w:t xml:space="preserve"> </w:t>
      </w:r>
      <w:r w:rsidRPr="0008167C">
        <w:rPr>
          <w:i/>
        </w:rPr>
        <w:t>русловые</w:t>
      </w:r>
      <w:r w:rsidR="0008167C" w:rsidRPr="0008167C">
        <w:rPr>
          <w:i/>
        </w:rPr>
        <w:t xml:space="preserve"> </w:t>
      </w:r>
      <w:r w:rsidRPr="0008167C">
        <w:rPr>
          <w:i/>
        </w:rPr>
        <w:t>процессы</w:t>
      </w:r>
      <w:r w:rsidR="0008167C" w:rsidRPr="0008167C">
        <w:t xml:space="preserve"> </w:t>
      </w:r>
      <w:r w:rsidRPr="0008167C">
        <w:t>обусловлены</w:t>
      </w:r>
      <w:r w:rsidR="0008167C" w:rsidRPr="0008167C">
        <w:t xml:space="preserve"> </w:t>
      </w:r>
      <w:r w:rsidRPr="0008167C">
        <w:t>однонаправленным</w:t>
      </w:r>
      <w:r w:rsidR="0008167C" w:rsidRPr="0008167C">
        <w:t xml:space="preserve"> </w:t>
      </w:r>
      <w:r w:rsidRPr="0008167C">
        <w:t>изменением</w:t>
      </w:r>
      <w:r w:rsidR="0008167C" w:rsidRPr="0008167C">
        <w:t xml:space="preserve"> </w:t>
      </w:r>
      <w:r w:rsidRPr="0008167C">
        <w:t>водного</w:t>
      </w:r>
      <w:r w:rsidR="0008167C" w:rsidRPr="0008167C">
        <w:t xml:space="preserve"> </w:t>
      </w:r>
      <w:r w:rsidRPr="0008167C">
        <w:t>режима</w:t>
      </w:r>
      <w:r w:rsidR="0008167C" w:rsidRPr="0008167C">
        <w:t xml:space="preserve"> </w:t>
      </w:r>
      <w:r w:rsidRPr="0008167C">
        <w:t>водотока</w:t>
      </w:r>
      <w:r w:rsidR="0008167C" w:rsidRPr="0008167C">
        <w:t xml:space="preserve">. </w:t>
      </w:r>
      <w:r w:rsidRPr="0008167C">
        <w:t>Они</w:t>
      </w:r>
      <w:r w:rsidR="0008167C" w:rsidRPr="0008167C">
        <w:t xml:space="preserve"> </w:t>
      </w:r>
      <w:r w:rsidRPr="0008167C">
        <w:t>выражают</w:t>
      </w:r>
      <w:r w:rsidR="0008167C" w:rsidRPr="0008167C">
        <w:t xml:space="preserve"> </w:t>
      </w:r>
      <w:r w:rsidRPr="0008167C">
        <w:t>медленный</w:t>
      </w:r>
      <w:r w:rsidR="0008167C" w:rsidRPr="0008167C">
        <w:t xml:space="preserve"> </w:t>
      </w:r>
      <w:r w:rsidRPr="0008167C">
        <w:t>процесс</w:t>
      </w:r>
      <w:r w:rsidR="0008167C" w:rsidRPr="0008167C">
        <w:t xml:space="preserve"> </w:t>
      </w:r>
      <w:r w:rsidRPr="0008167C">
        <w:t>развития</w:t>
      </w:r>
      <w:r w:rsidR="0008167C" w:rsidRPr="0008167C">
        <w:t xml:space="preserve"> </w:t>
      </w:r>
      <w:r w:rsidRPr="0008167C">
        <w:t>морфологических</w:t>
      </w:r>
      <w:r w:rsidR="0008167C" w:rsidRPr="0008167C">
        <w:t xml:space="preserve"> </w:t>
      </w:r>
      <w:r w:rsidRPr="0008167C">
        <w:t>характеристик</w:t>
      </w:r>
      <w:r w:rsidR="0008167C" w:rsidRPr="0008167C">
        <w:t xml:space="preserve"> </w:t>
      </w:r>
      <w:r w:rsidRPr="0008167C">
        <w:t>реки,</w:t>
      </w:r>
      <w:r w:rsidR="0008167C" w:rsidRPr="0008167C">
        <w:t xml:space="preserve"> </w:t>
      </w:r>
      <w:r w:rsidRPr="0008167C">
        <w:t>относящихся</w:t>
      </w:r>
      <w:r w:rsidR="0008167C" w:rsidRPr="0008167C">
        <w:t xml:space="preserve"> </w:t>
      </w:r>
      <w:r w:rsidRPr="0008167C">
        <w:t>главным</w:t>
      </w:r>
      <w:r w:rsidR="0008167C" w:rsidRPr="0008167C">
        <w:t xml:space="preserve"> </w:t>
      </w:r>
      <w:r w:rsidRPr="0008167C">
        <w:t>образом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продольному</w:t>
      </w:r>
      <w:r w:rsidR="0008167C" w:rsidRPr="0008167C">
        <w:t xml:space="preserve"> </w:t>
      </w:r>
      <w:r w:rsidRPr="0008167C">
        <w:t>профилю</w:t>
      </w:r>
      <w:r w:rsidR="0008167C" w:rsidRPr="0008167C">
        <w:t xml:space="preserve"> </w:t>
      </w:r>
      <w:r w:rsidRPr="0008167C">
        <w:t>реки</w:t>
      </w:r>
      <w:r w:rsidR="0008167C" w:rsidRPr="0008167C">
        <w:t xml:space="preserve">. </w:t>
      </w:r>
      <w:r w:rsidRPr="0008167C">
        <w:t>К</w:t>
      </w:r>
      <w:r w:rsidR="0008167C" w:rsidRPr="0008167C">
        <w:t xml:space="preserve"> </w:t>
      </w:r>
      <w:r w:rsidRPr="0008167C">
        <w:t>однонаправленным</w:t>
      </w:r>
      <w:r w:rsidR="0008167C" w:rsidRPr="0008167C">
        <w:t xml:space="preserve"> </w:t>
      </w:r>
      <w:r w:rsidRPr="0008167C">
        <w:t>процессам</w:t>
      </w:r>
      <w:r w:rsidR="0008167C" w:rsidRPr="0008167C">
        <w:t xml:space="preserve"> </w:t>
      </w:r>
      <w:r w:rsidRPr="0008167C">
        <w:t>также</w:t>
      </w:r>
      <w:r w:rsidR="0008167C" w:rsidRPr="0008167C">
        <w:t xml:space="preserve"> </w:t>
      </w:r>
      <w:r w:rsidRPr="0008167C">
        <w:t>изменения</w:t>
      </w:r>
      <w:r w:rsidR="0008167C" w:rsidRPr="0008167C">
        <w:t xml:space="preserve"> </w:t>
      </w:r>
      <w:r w:rsidRPr="0008167C">
        <w:t>морфологического</w:t>
      </w:r>
      <w:r w:rsidR="0008167C" w:rsidRPr="0008167C">
        <w:t xml:space="preserve"> </w:t>
      </w:r>
      <w:r w:rsidRPr="0008167C">
        <w:t>строения</w:t>
      </w:r>
      <w:r w:rsidR="0008167C" w:rsidRPr="0008167C">
        <w:t xml:space="preserve"> </w:t>
      </w:r>
      <w:r w:rsidRPr="0008167C">
        <w:t>русла,</w:t>
      </w:r>
      <w:r w:rsidR="0008167C" w:rsidRPr="0008167C">
        <w:t xml:space="preserve"> </w:t>
      </w:r>
      <w:r w:rsidRPr="0008167C">
        <w:t>вызванные</w:t>
      </w:r>
      <w:r w:rsidR="0008167C" w:rsidRPr="0008167C">
        <w:t xml:space="preserve"> </w:t>
      </w:r>
      <w:r w:rsidRPr="0008167C">
        <w:t>воздействием</w:t>
      </w:r>
      <w:r w:rsidR="0008167C" w:rsidRPr="0008167C">
        <w:t xml:space="preserve"> </w:t>
      </w:r>
      <w:r w:rsidRPr="0008167C">
        <w:t>гидротехнических</w:t>
      </w:r>
      <w:r w:rsidR="0008167C" w:rsidRPr="0008167C">
        <w:t xml:space="preserve"> </w:t>
      </w:r>
      <w:r w:rsidRPr="0008167C">
        <w:t>сооружений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речное</w:t>
      </w:r>
      <w:r w:rsidR="0008167C" w:rsidRPr="0008167C">
        <w:t xml:space="preserve"> </w:t>
      </w:r>
      <w:r w:rsidRPr="0008167C">
        <w:t>русло,</w:t>
      </w:r>
      <w:r w:rsidR="0008167C" w:rsidRPr="0008167C">
        <w:t xml:space="preserve"> </w:t>
      </w:r>
      <w:r w:rsidRPr="0008167C">
        <w:t>рассчитанных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длительный</w:t>
      </w:r>
      <w:r w:rsidR="0008167C" w:rsidRPr="0008167C">
        <w:t xml:space="preserve"> </w:t>
      </w:r>
      <w:r w:rsidRPr="0008167C">
        <w:t>срок</w:t>
      </w:r>
      <w:r w:rsidR="0008167C" w:rsidRPr="0008167C">
        <w:t xml:space="preserve"> </w:t>
      </w:r>
      <w:r w:rsidRPr="0008167C">
        <w:t>службы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</w:pPr>
      <w:r w:rsidRPr="0008167C">
        <w:t>К</w:t>
      </w:r>
      <w:r w:rsidR="0008167C" w:rsidRPr="0008167C">
        <w:t xml:space="preserve"> </w:t>
      </w:r>
      <w:r w:rsidRPr="0008167C">
        <w:rPr>
          <w:i/>
        </w:rPr>
        <w:t>обратимым</w:t>
      </w:r>
      <w:r w:rsidR="0008167C" w:rsidRPr="0008167C">
        <w:rPr>
          <w:i/>
        </w:rPr>
        <w:t xml:space="preserve"> </w:t>
      </w:r>
      <w:r w:rsidRPr="0008167C">
        <w:rPr>
          <w:i/>
        </w:rPr>
        <w:t>русловым</w:t>
      </w:r>
      <w:r w:rsidR="0008167C" w:rsidRPr="0008167C">
        <w:rPr>
          <w:i/>
        </w:rPr>
        <w:t xml:space="preserve"> </w:t>
      </w:r>
      <w:r w:rsidRPr="0008167C">
        <w:rPr>
          <w:i/>
        </w:rPr>
        <w:t>процессам</w:t>
      </w:r>
      <w:r w:rsidR="0008167C" w:rsidRPr="0008167C">
        <w:t xml:space="preserve"> </w:t>
      </w:r>
      <w:r w:rsidRPr="0008167C">
        <w:t>относятся</w:t>
      </w:r>
      <w:r w:rsidR="0008167C" w:rsidRPr="0008167C">
        <w:t xml:space="preserve"> </w:t>
      </w:r>
      <w:r w:rsidRPr="0008167C">
        <w:t>сезонные</w:t>
      </w:r>
      <w:r w:rsidR="0008167C" w:rsidRPr="0008167C">
        <w:t xml:space="preserve"> </w:t>
      </w:r>
      <w:r w:rsidRPr="0008167C">
        <w:t>изменения</w:t>
      </w:r>
      <w:r w:rsidR="0008167C" w:rsidRPr="0008167C">
        <w:t xml:space="preserve"> </w:t>
      </w:r>
      <w:r w:rsidRPr="0008167C">
        <w:t>рельефа</w:t>
      </w:r>
      <w:r w:rsidR="0008167C" w:rsidRPr="0008167C">
        <w:t xml:space="preserve"> </w:t>
      </w:r>
      <w:r w:rsidRPr="0008167C">
        <w:t>дна</w:t>
      </w:r>
      <w:r w:rsidR="0008167C" w:rsidRPr="0008167C">
        <w:t xml:space="preserve"> </w:t>
      </w:r>
      <w:r w:rsidRPr="0008167C">
        <w:t>реки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перекатах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плесах,</w:t>
      </w:r>
      <w:r w:rsidR="0008167C" w:rsidRPr="0008167C">
        <w:t xml:space="preserve"> </w:t>
      </w:r>
      <w:r w:rsidRPr="0008167C">
        <w:t>перемещения</w:t>
      </w:r>
      <w:r w:rsidR="0008167C" w:rsidRPr="0008167C">
        <w:t xml:space="preserve"> </w:t>
      </w:r>
      <w:r w:rsidRPr="0008167C">
        <w:t>песчаных</w:t>
      </w:r>
      <w:r w:rsidR="0008167C" w:rsidRPr="0008167C">
        <w:t xml:space="preserve"> </w:t>
      </w:r>
      <w:r w:rsidRPr="0008167C">
        <w:t>гряд,</w:t>
      </w:r>
      <w:r w:rsidR="0008167C" w:rsidRPr="0008167C">
        <w:t xml:space="preserve"> </w:t>
      </w:r>
      <w:r w:rsidRPr="0008167C">
        <w:t>побочней,</w:t>
      </w:r>
      <w:r w:rsidR="0008167C" w:rsidRPr="0008167C">
        <w:t xml:space="preserve"> </w:t>
      </w:r>
      <w:r w:rsidRPr="0008167C">
        <w:t>осередков,</w:t>
      </w:r>
      <w:r w:rsidR="0008167C" w:rsidRPr="0008167C">
        <w:t xml:space="preserve"> </w:t>
      </w:r>
      <w:r w:rsidRPr="0008167C">
        <w:t>подмывы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намывы</w:t>
      </w:r>
      <w:r w:rsidR="0008167C" w:rsidRPr="0008167C">
        <w:t xml:space="preserve"> </w:t>
      </w:r>
      <w:r w:rsidRPr="0008167C">
        <w:t>берегов,</w:t>
      </w:r>
      <w:r w:rsidR="0008167C" w:rsidRPr="0008167C">
        <w:t xml:space="preserve"> </w:t>
      </w:r>
      <w:r w:rsidRPr="0008167C">
        <w:t>меандрирование,</w:t>
      </w:r>
      <w:r w:rsidR="0008167C" w:rsidRPr="0008167C">
        <w:t xml:space="preserve"> </w:t>
      </w:r>
      <w:r w:rsidRPr="0008167C">
        <w:t>возникновение</w:t>
      </w:r>
      <w:r w:rsidR="0008167C" w:rsidRPr="0008167C">
        <w:t xml:space="preserve"> </w:t>
      </w:r>
      <w:r w:rsidRPr="0008167C">
        <w:t>проток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отмирание</w:t>
      </w:r>
      <w:r w:rsidR="0008167C" w:rsidRPr="0008167C">
        <w:t xml:space="preserve">. </w:t>
      </w:r>
      <w:r w:rsidRPr="0008167C">
        <w:t>Обратимые</w:t>
      </w:r>
      <w:r w:rsidR="0008167C" w:rsidRPr="0008167C">
        <w:t xml:space="preserve"> </w:t>
      </w:r>
      <w:r w:rsidRPr="0008167C">
        <w:t>изменения</w:t>
      </w:r>
      <w:r w:rsidR="0008167C" w:rsidRPr="0008167C">
        <w:t xml:space="preserve"> </w:t>
      </w:r>
      <w:r w:rsidRPr="0008167C">
        <w:t>формы</w:t>
      </w:r>
      <w:r w:rsidR="0008167C" w:rsidRPr="0008167C">
        <w:t xml:space="preserve"> </w:t>
      </w:r>
      <w:r w:rsidRPr="0008167C">
        <w:t>дна</w:t>
      </w:r>
      <w:r w:rsidR="0008167C" w:rsidRPr="0008167C">
        <w:t xml:space="preserve"> </w:t>
      </w:r>
      <w:r w:rsidRPr="0008167C">
        <w:t>потока</w:t>
      </w:r>
      <w:r w:rsidR="0008167C" w:rsidRPr="0008167C">
        <w:t xml:space="preserve"> </w:t>
      </w:r>
      <w:r w:rsidRPr="0008167C">
        <w:t>рассматриваются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внешнее</w:t>
      </w:r>
      <w:r w:rsidR="0008167C" w:rsidRPr="0008167C">
        <w:t xml:space="preserve"> </w:t>
      </w:r>
      <w:r w:rsidRPr="0008167C">
        <w:t>проявление</w:t>
      </w:r>
      <w:r w:rsidR="0008167C" w:rsidRPr="0008167C">
        <w:t xml:space="preserve"> </w:t>
      </w:r>
      <w:r w:rsidRPr="0008167C">
        <w:t>движения</w:t>
      </w:r>
      <w:r w:rsidR="0008167C" w:rsidRPr="0008167C">
        <w:t xml:space="preserve"> </w:t>
      </w:r>
      <w:r w:rsidRPr="0008167C">
        <w:t>наносов</w:t>
      </w:r>
      <w:r w:rsidR="0008167C" w:rsidRPr="0008167C">
        <w:t xml:space="preserve"> </w:t>
      </w:r>
      <w:r w:rsidRPr="0008167C">
        <w:t>за</w:t>
      </w:r>
      <w:r w:rsidR="0008167C" w:rsidRPr="0008167C">
        <w:t xml:space="preserve"> </w:t>
      </w:r>
      <w:r w:rsidRPr="0008167C">
        <w:t>счет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переотложения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русле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пойме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поступления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реку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водосборного</w:t>
      </w:r>
      <w:r w:rsidR="0008167C" w:rsidRPr="0008167C">
        <w:t xml:space="preserve"> </w:t>
      </w:r>
      <w:r w:rsidRPr="0008167C">
        <w:t>бассейна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</w:pPr>
      <w:r w:rsidRPr="0008167C">
        <w:t>Русловый</w:t>
      </w:r>
      <w:r w:rsidR="0008167C" w:rsidRPr="0008167C">
        <w:t xml:space="preserve"> </w:t>
      </w:r>
      <w:r w:rsidRPr="0008167C">
        <w:t>процесс</w:t>
      </w:r>
      <w:r w:rsidR="0008167C" w:rsidRPr="0008167C">
        <w:t xml:space="preserve"> </w:t>
      </w:r>
      <w:r w:rsidRPr="0008167C">
        <w:t>имеет</w:t>
      </w:r>
      <w:r w:rsidR="0008167C" w:rsidRPr="0008167C">
        <w:t xml:space="preserve"> </w:t>
      </w:r>
      <w:r w:rsidRPr="0008167C">
        <w:t>дискретную</w:t>
      </w:r>
      <w:r w:rsidR="0008167C" w:rsidRPr="0008167C">
        <w:t xml:space="preserve"> </w:t>
      </w:r>
      <w:r w:rsidRPr="0008167C">
        <w:t>структуру,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которой</w:t>
      </w:r>
      <w:r w:rsidR="0008167C" w:rsidRPr="0008167C">
        <w:t xml:space="preserve"> </w:t>
      </w:r>
      <w:r w:rsidRPr="0008167C">
        <w:t>выделяются</w:t>
      </w:r>
      <w:r w:rsidR="0008167C" w:rsidRPr="0008167C">
        <w:t xml:space="preserve"> </w:t>
      </w:r>
      <w:r w:rsidRPr="0008167C">
        <w:t>структурные</w:t>
      </w:r>
      <w:r w:rsidR="0008167C" w:rsidRPr="0008167C">
        <w:t xml:space="preserve"> </w:t>
      </w:r>
      <w:r w:rsidRPr="0008167C">
        <w:t>элементы</w:t>
      </w:r>
      <w:r w:rsidR="0008167C" w:rsidRPr="0008167C">
        <w:t xml:space="preserve"> </w:t>
      </w:r>
      <w:r w:rsidRPr="0008167C">
        <w:t>разных</w:t>
      </w:r>
      <w:r w:rsidR="0008167C" w:rsidRPr="0008167C">
        <w:t xml:space="preserve"> </w:t>
      </w:r>
      <w:r w:rsidRPr="0008167C">
        <w:t>размеров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присущими</w:t>
      </w:r>
      <w:r w:rsidR="0008167C" w:rsidRPr="0008167C">
        <w:t xml:space="preserve"> </w:t>
      </w:r>
      <w:r w:rsidRPr="0008167C">
        <w:t>им</w:t>
      </w:r>
      <w:r w:rsidR="0008167C" w:rsidRPr="0008167C">
        <w:t xml:space="preserve"> </w:t>
      </w:r>
      <w:r w:rsidRPr="0008167C">
        <w:t>закономерностями</w:t>
      </w:r>
      <w:r w:rsidR="0008167C" w:rsidRPr="0008167C">
        <w:t xml:space="preserve"> </w:t>
      </w:r>
      <w:r w:rsidRPr="0008167C">
        <w:t>формирования</w:t>
      </w:r>
      <w:r w:rsidR="0008167C" w:rsidRPr="0008167C">
        <w:t xml:space="preserve">. </w:t>
      </w:r>
      <w:r w:rsidRPr="0008167C">
        <w:t>К</w:t>
      </w:r>
      <w:r w:rsidR="0008167C" w:rsidRPr="0008167C">
        <w:t xml:space="preserve"> </w:t>
      </w:r>
      <w:r w:rsidRPr="0008167C">
        <w:t>структурным</w:t>
      </w:r>
      <w:r w:rsidR="0008167C" w:rsidRPr="0008167C">
        <w:t xml:space="preserve"> </w:t>
      </w:r>
      <w:r w:rsidRPr="0008167C">
        <w:t>элементам</w:t>
      </w:r>
      <w:r w:rsidR="0008167C" w:rsidRPr="0008167C">
        <w:t xml:space="preserve"> </w:t>
      </w:r>
      <w:r w:rsidRPr="0008167C">
        <w:t>относятся</w:t>
      </w:r>
      <w:r w:rsidR="0008167C" w:rsidRPr="0008167C">
        <w:t>:</w:t>
      </w:r>
    </w:p>
    <w:p w:rsidR="0008167C" w:rsidRPr="0008167C" w:rsidRDefault="00223F35" w:rsidP="0008167C">
      <w:pPr>
        <w:numPr>
          <w:ilvl w:val="0"/>
          <w:numId w:val="6"/>
        </w:numPr>
        <w:tabs>
          <w:tab w:val="clear" w:pos="360"/>
          <w:tab w:val="left" w:pos="726"/>
        </w:tabs>
        <w:ind w:left="0" w:firstLine="709"/>
      </w:pPr>
      <w:r w:rsidRPr="0008167C">
        <w:t>Отдельные</w:t>
      </w:r>
      <w:r w:rsidR="0008167C" w:rsidRPr="0008167C">
        <w:t xml:space="preserve"> </w:t>
      </w:r>
      <w:r w:rsidRPr="0008167C">
        <w:t>твердые</w:t>
      </w:r>
      <w:r w:rsidR="0008167C" w:rsidRPr="0008167C">
        <w:t xml:space="preserve"> </w:t>
      </w:r>
      <w:r w:rsidRPr="0008167C">
        <w:t>частицы</w:t>
      </w:r>
      <w:r w:rsidR="0008167C" w:rsidRPr="0008167C">
        <w:t>.</w:t>
      </w:r>
    </w:p>
    <w:p w:rsidR="0008167C" w:rsidRPr="0008167C" w:rsidRDefault="00223F35" w:rsidP="0008167C">
      <w:pPr>
        <w:numPr>
          <w:ilvl w:val="0"/>
          <w:numId w:val="6"/>
        </w:numPr>
        <w:tabs>
          <w:tab w:val="clear" w:pos="360"/>
          <w:tab w:val="left" w:pos="726"/>
        </w:tabs>
        <w:ind w:left="0" w:firstLine="709"/>
      </w:pPr>
      <w:r w:rsidRPr="0008167C">
        <w:t>Микроформы</w:t>
      </w:r>
      <w:r w:rsidR="0008167C" w:rsidRPr="0008167C">
        <w:t xml:space="preserve"> - </w:t>
      </w:r>
      <w:r w:rsidRPr="0008167C">
        <w:t>мелкие</w:t>
      </w:r>
      <w:r w:rsidR="0008167C" w:rsidRPr="0008167C">
        <w:t xml:space="preserve"> </w:t>
      </w:r>
      <w:r w:rsidRPr="0008167C">
        <w:t>песчаные</w:t>
      </w:r>
      <w:r w:rsidR="0008167C" w:rsidRPr="0008167C">
        <w:t xml:space="preserve"> </w:t>
      </w:r>
      <w:r w:rsidRPr="0008167C">
        <w:t>гряды</w:t>
      </w:r>
      <w:r w:rsidR="0008167C" w:rsidRPr="0008167C">
        <w:t>.</w:t>
      </w:r>
    </w:p>
    <w:p w:rsidR="0008167C" w:rsidRPr="0008167C" w:rsidRDefault="00223F35" w:rsidP="0008167C">
      <w:pPr>
        <w:numPr>
          <w:ilvl w:val="0"/>
          <w:numId w:val="6"/>
        </w:numPr>
        <w:tabs>
          <w:tab w:val="clear" w:pos="360"/>
          <w:tab w:val="left" w:pos="726"/>
        </w:tabs>
        <w:ind w:left="0" w:firstLine="709"/>
      </w:pPr>
      <w:r w:rsidRPr="0008167C">
        <w:t>Мезоформы</w:t>
      </w:r>
      <w:r w:rsidR="0008167C" w:rsidRPr="0008167C">
        <w:t xml:space="preserve"> - </w:t>
      </w:r>
      <w:r w:rsidRPr="0008167C">
        <w:t>средние</w:t>
      </w:r>
      <w:r w:rsidR="0008167C" w:rsidRPr="0008167C">
        <w:t xml:space="preserve"> </w:t>
      </w:r>
      <w:r w:rsidRPr="0008167C">
        <w:t>русловые</w:t>
      </w:r>
      <w:r w:rsidR="0008167C" w:rsidRPr="0008167C">
        <w:t xml:space="preserve"> </w:t>
      </w:r>
      <w:r w:rsidRPr="0008167C">
        <w:t>формы,</w:t>
      </w:r>
      <w:r w:rsidR="0008167C" w:rsidRPr="0008167C">
        <w:t xml:space="preserve"> </w:t>
      </w:r>
      <w:r w:rsidRPr="0008167C">
        <w:t>представляющие</w:t>
      </w:r>
      <w:r w:rsidR="0008167C" w:rsidRPr="0008167C">
        <w:t xml:space="preserve"> </w:t>
      </w:r>
      <w:r w:rsidRPr="0008167C">
        <w:t>собой</w:t>
      </w:r>
      <w:r w:rsidR="0008167C" w:rsidRPr="0008167C">
        <w:t xml:space="preserve"> </w:t>
      </w:r>
      <w:r w:rsidRPr="0008167C">
        <w:t>сравнительно</w:t>
      </w:r>
      <w:r w:rsidR="0008167C" w:rsidRPr="0008167C">
        <w:t xml:space="preserve"> </w:t>
      </w:r>
      <w:r w:rsidRPr="0008167C">
        <w:t>крупные</w:t>
      </w:r>
      <w:r w:rsidR="0008167C" w:rsidRPr="0008167C">
        <w:t xml:space="preserve"> </w:t>
      </w:r>
      <w:r w:rsidRPr="0008167C">
        <w:t>подвижные</w:t>
      </w:r>
      <w:r w:rsidR="0008167C" w:rsidRPr="0008167C">
        <w:t xml:space="preserve"> </w:t>
      </w:r>
      <w:r w:rsidRPr="0008167C">
        <w:t>русловые</w:t>
      </w:r>
      <w:r w:rsidR="0008167C" w:rsidRPr="0008167C">
        <w:t xml:space="preserve"> </w:t>
      </w:r>
      <w:r w:rsidRPr="0008167C">
        <w:t>формы</w:t>
      </w:r>
      <w:r w:rsidR="0008167C">
        <w:t xml:space="preserve"> (</w:t>
      </w:r>
      <w:r w:rsidRPr="0008167C">
        <w:t>побочни,</w:t>
      </w:r>
      <w:r w:rsidR="0008167C" w:rsidRPr="0008167C">
        <w:t xml:space="preserve"> </w:t>
      </w:r>
      <w:r w:rsidRPr="0008167C">
        <w:t>осередки,</w:t>
      </w:r>
      <w:r w:rsidR="0008167C" w:rsidRPr="0008167C">
        <w:t xml:space="preserve"> </w:t>
      </w:r>
      <w:r w:rsidRPr="0008167C">
        <w:t>большие</w:t>
      </w:r>
      <w:r w:rsidR="0008167C" w:rsidRPr="0008167C">
        <w:t xml:space="preserve"> </w:t>
      </w:r>
      <w:r w:rsidRPr="0008167C">
        <w:t>гряды</w:t>
      </w:r>
      <w:r w:rsidR="0008167C" w:rsidRPr="0008167C">
        <w:t>).</w:t>
      </w:r>
    </w:p>
    <w:p w:rsidR="0008167C" w:rsidRPr="0008167C" w:rsidRDefault="00223F35" w:rsidP="0008167C">
      <w:pPr>
        <w:numPr>
          <w:ilvl w:val="0"/>
          <w:numId w:val="6"/>
        </w:numPr>
        <w:tabs>
          <w:tab w:val="clear" w:pos="360"/>
          <w:tab w:val="left" w:pos="726"/>
        </w:tabs>
        <w:ind w:left="0" w:firstLine="709"/>
      </w:pPr>
      <w:r w:rsidRPr="0008167C">
        <w:t>Макроформы</w:t>
      </w:r>
      <w:r w:rsidR="0008167C" w:rsidRPr="0008167C">
        <w:t xml:space="preserve"> - </w:t>
      </w:r>
      <w:r w:rsidRPr="0008167C">
        <w:t>речные</w:t>
      </w:r>
      <w:r w:rsidR="0008167C" w:rsidRPr="0008167C">
        <w:t xml:space="preserve"> </w:t>
      </w:r>
      <w:r w:rsidRPr="0008167C">
        <w:t>излучины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</w:pPr>
      <w:r w:rsidRPr="0008167C">
        <w:t>Определенная</w:t>
      </w:r>
      <w:r w:rsidR="0008167C" w:rsidRPr="0008167C">
        <w:t xml:space="preserve"> </w:t>
      </w:r>
      <w:r w:rsidRPr="0008167C">
        <w:t>схема</w:t>
      </w:r>
      <w:r w:rsidR="0008167C" w:rsidRPr="0008167C">
        <w:t xml:space="preserve"> </w:t>
      </w:r>
      <w:r w:rsidRPr="0008167C">
        <w:t>деформации</w:t>
      </w:r>
      <w:r w:rsidR="0008167C" w:rsidRPr="0008167C">
        <w:t xml:space="preserve"> </w:t>
      </w:r>
      <w:r w:rsidRPr="0008167C">
        <w:t>русла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поймы</w:t>
      </w:r>
      <w:r w:rsidR="0008167C" w:rsidRPr="0008167C">
        <w:t xml:space="preserve"> </w:t>
      </w:r>
      <w:r w:rsidRPr="0008167C">
        <w:t>реки,</w:t>
      </w:r>
      <w:r w:rsidR="0008167C" w:rsidRPr="0008167C">
        <w:t xml:space="preserve"> </w:t>
      </w:r>
      <w:r w:rsidRPr="0008167C">
        <w:t>возникающая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результате</w:t>
      </w:r>
      <w:r w:rsidR="0008167C" w:rsidRPr="0008167C">
        <w:t xml:space="preserve"> </w:t>
      </w:r>
      <w:r w:rsidRPr="0008167C">
        <w:t>сочетания</w:t>
      </w:r>
      <w:r w:rsidR="0008167C" w:rsidRPr="0008167C">
        <w:t xml:space="preserve"> </w:t>
      </w:r>
      <w:r w:rsidRPr="0008167C">
        <w:t>особенностей</w:t>
      </w:r>
      <w:r w:rsidR="0008167C" w:rsidRPr="0008167C">
        <w:t xml:space="preserve"> </w:t>
      </w:r>
      <w:r w:rsidRPr="0008167C">
        <w:t>водного</w:t>
      </w:r>
      <w:r w:rsidR="0008167C" w:rsidRPr="0008167C">
        <w:t xml:space="preserve"> </w:t>
      </w:r>
      <w:r w:rsidRPr="0008167C">
        <w:t>режима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стока</w:t>
      </w:r>
      <w:r w:rsidR="0008167C" w:rsidRPr="0008167C">
        <w:t xml:space="preserve"> </w:t>
      </w:r>
      <w:r w:rsidRPr="0008167C">
        <w:t>наносов,</w:t>
      </w:r>
      <w:r w:rsidR="0008167C" w:rsidRPr="0008167C">
        <w:t xml:space="preserve"> </w:t>
      </w:r>
      <w:r w:rsidRPr="0008167C">
        <w:t>обуславливают</w:t>
      </w:r>
      <w:r w:rsidR="0008167C" w:rsidRPr="0008167C">
        <w:t xml:space="preserve"> </w:t>
      </w:r>
      <w:r w:rsidRPr="0008167C">
        <w:t>тип</w:t>
      </w:r>
      <w:r w:rsidR="0008167C" w:rsidRPr="0008167C">
        <w:t xml:space="preserve"> </w:t>
      </w:r>
      <w:r w:rsidRPr="0008167C">
        <w:t>руслового</w:t>
      </w:r>
      <w:r w:rsidR="0008167C" w:rsidRPr="0008167C">
        <w:t xml:space="preserve"> </w:t>
      </w:r>
      <w:r w:rsidRPr="0008167C">
        <w:t>процесса</w:t>
      </w:r>
      <w:r w:rsidR="0008167C" w:rsidRPr="0008167C">
        <w:t xml:space="preserve">. </w:t>
      </w:r>
      <w:r w:rsidRPr="0008167C">
        <w:t>Различают</w:t>
      </w:r>
      <w:r w:rsidR="0008167C" w:rsidRPr="0008167C">
        <w:t xml:space="preserve"> </w:t>
      </w:r>
      <w:r w:rsidRPr="0008167C">
        <w:t>следующие</w:t>
      </w:r>
      <w:r w:rsidR="0008167C" w:rsidRPr="0008167C">
        <w:t xml:space="preserve"> </w:t>
      </w:r>
      <w:r w:rsidRPr="0008167C">
        <w:t>типы</w:t>
      </w:r>
      <w:r w:rsidR="0008167C" w:rsidRPr="0008167C">
        <w:t xml:space="preserve"> </w:t>
      </w:r>
      <w:r w:rsidRPr="0008167C">
        <w:t>руслового</w:t>
      </w:r>
      <w:r w:rsidR="0008167C" w:rsidRPr="0008167C">
        <w:t xml:space="preserve"> </w:t>
      </w:r>
      <w:r w:rsidRPr="0008167C">
        <w:t>процесса</w:t>
      </w:r>
      <w:r w:rsidR="0008167C" w:rsidRPr="0008167C">
        <w:t xml:space="preserve"> </w:t>
      </w:r>
      <w:r w:rsidRPr="0008167C">
        <w:t>рек</w:t>
      </w:r>
      <w:r w:rsidR="0008167C" w:rsidRPr="0008167C">
        <w:t>:</w:t>
      </w:r>
    </w:p>
    <w:p w:rsidR="0008167C" w:rsidRPr="0008167C" w:rsidRDefault="00223F35" w:rsidP="0008167C">
      <w:pPr>
        <w:numPr>
          <w:ilvl w:val="0"/>
          <w:numId w:val="7"/>
        </w:numPr>
        <w:tabs>
          <w:tab w:val="clear" w:pos="360"/>
          <w:tab w:val="left" w:pos="726"/>
        </w:tabs>
        <w:ind w:left="0" w:firstLine="709"/>
      </w:pPr>
      <w:r w:rsidRPr="0008167C">
        <w:rPr>
          <w:i/>
        </w:rPr>
        <w:t>Ленточно-грядовой</w:t>
      </w:r>
      <w:r w:rsidR="0008167C" w:rsidRPr="0008167C">
        <w:rPr>
          <w:i/>
        </w:rPr>
        <w:t xml:space="preserve"> </w:t>
      </w:r>
      <w:r w:rsidRPr="0008167C">
        <w:rPr>
          <w:i/>
        </w:rPr>
        <w:t>тип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русле</w:t>
      </w:r>
      <w:r w:rsidR="0008167C" w:rsidRPr="0008167C">
        <w:t xml:space="preserve"> </w:t>
      </w:r>
      <w:r w:rsidRPr="0008167C">
        <w:t>происходит</w:t>
      </w:r>
      <w:r w:rsidR="0008167C" w:rsidRPr="0008167C">
        <w:t xml:space="preserve"> </w:t>
      </w:r>
      <w:r w:rsidRPr="0008167C">
        <w:t>движение</w:t>
      </w:r>
      <w:r w:rsidR="0008167C" w:rsidRPr="0008167C">
        <w:t xml:space="preserve"> </w:t>
      </w:r>
      <w:r w:rsidRPr="0008167C">
        <w:t>системы</w:t>
      </w:r>
      <w:r w:rsidR="0008167C" w:rsidRPr="0008167C">
        <w:t xml:space="preserve"> </w:t>
      </w:r>
      <w:r w:rsidRPr="0008167C">
        <w:t>гряд,</w:t>
      </w:r>
      <w:r w:rsidR="0008167C" w:rsidRPr="0008167C">
        <w:t xml:space="preserve"> </w:t>
      </w:r>
      <w:r w:rsidRPr="0008167C">
        <w:t>искривленных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плане</w:t>
      </w:r>
      <w:r w:rsidR="0008167C" w:rsidRPr="0008167C">
        <w:t xml:space="preserve"> </w:t>
      </w:r>
      <w:r w:rsidRPr="0008167C">
        <w:t>под</w:t>
      </w:r>
      <w:r w:rsidR="0008167C" w:rsidRPr="0008167C">
        <w:t xml:space="preserve"> </w:t>
      </w:r>
      <w:r w:rsidRPr="0008167C">
        <w:t>влиянием</w:t>
      </w:r>
      <w:r w:rsidR="0008167C" w:rsidRPr="0008167C">
        <w:t xml:space="preserve"> </w:t>
      </w:r>
      <w:r w:rsidRPr="0008167C">
        <w:t>придонных</w:t>
      </w:r>
      <w:r w:rsidR="0008167C" w:rsidRPr="0008167C">
        <w:t xml:space="preserve"> </w:t>
      </w:r>
      <w:r w:rsidRPr="0008167C">
        <w:t>скоростей</w:t>
      </w:r>
      <w:r w:rsidR="0008167C" w:rsidRPr="0008167C">
        <w:t xml:space="preserve">. </w:t>
      </w:r>
      <w:r w:rsidRPr="0008167C">
        <w:t>Расстояние</w:t>
      </w:r>
      <w:r w:rsidR="0008167C" w:rsidRPr="0008167C">
        <w:t xml:space="preserve"> </w:t>
      </w:r>
      <w:r w:rsidRPr="0008167C">
        <w:t>между</w:t>
      </w:r>
      <w:r w:rsidR="0008167C" w:rsidRPr="0008167C">
        <w:t xml:space="preserve"> </w:t>
      </w:r>
      <w:r w:rsidRPr="0008167C">
        <w:t>вершинами</w:t>
      </w:r>
      <w:r w:rsidR="0008167C">
        <w:t xml:space="preserve"> (</w:t>
      </w:r>
      <w:r w:rsidRPr="0008167C">
        <w:t>гребнями</w:t>
      </w:r>
      <w:r w:rsidR="0008167C" w:rsidRPr="0008167C">
        <w:t xml:space="preserve">) </w:t>
      </w:r>
      <w:r w:rsidRPr="0008167C">
        <w:t>гряд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направлении</w:t>
      </w:r>
      <w:r w:rsidR="0008167C" w:rsidRPr="0008167C">
        <w:t xml:space="preserve"> </w:t>
      </w:r>
      <w:r w:rsidRPr="0008167C">
        <w:t>движения</w:t>
      </w:r>
      <w:r w:rsidR="0008167C" w:rsidRPr="0008167C">
        <w:t xml:space="preserve"> </w:t>
      </w:r>
      <w:r w:rsidRPr="0008167C">
        <w:t>потока,</w:t>
      </w:r>
      <w:r w:rsidR="0008167C" w:rsidRPr="0008167C">
        <w:t xml:space="preserve"> </w:t>
      </w:r>
      <w:r w:rsidRPr="0008167C">
        <w:t>называемое</w:t>
      </w:r>
      <w:r w:rsidR="0008167C" w:rsidRPr="0008167C">
        <w:t xml:space="preserve"> </w:t>
      </w:r>
      <w:r w:rsidRPr="0008167C">
        <w:t>шагом</w:t>
      </w:r>
      <w:r w:rsidR="0008167C" w:rsidRPr="0008167C">
        <w:t xml:space="preserve"> </w:t>
      </w:r>
      <w:r w:rsidRPr="0008167C">
        <w:t>гряд,</w:t>
      </w:r>
      <w:r w:rsidR="0008167C" w:rsidRPr="0008167C">
        <w:t xml:space="preserve"> </w:t>
      </w:r>
      <w:r w:rsidRPr="0008167C">
        <w:t>существенно</w:t>
      </w:r>
      <w:r w:rsidR="0008167C" w:rsidRPr="0008167C">
        <w:t xml:space="preserve"> </w:t>
      </w:r>
      <w:r w:rsidRPr="0008167C">
        <w:t>больше</w:t>
      </w:r>
      <w:r w:rsidR="0008167C" w:rsidRPr="0008167C">
        <w:t xml:space="preserve"> </w:t>
      </w:r>
      <w:r w:rsidRPr="0008167C">
        <w:t>ширины</w:t>
      </w:r>
      <w:r w:rsidR="0008167C" w:rsidRPr="0008167C">
        <w:t xml:space="preserve"> </w:t>
      </w:r>
      <w:r w:rsidRPr="0008167C">
        <w:t>русла</w:t>
      </w:r>
      <w:r w:rsidR="0008167C" w:rsidRPr="0008167C">
        <w:t xml:space="preserve">. </w:t>
      </w:r>
      <w:r w:rsidRPr="0008167C">
        <w:t>Русло</w:t>
      </w:r>
      <w:r w:rsidR="0008167C" w:rsidRPr="0008167C">
        <w:t xml:space="preserve"> </w:t>
      </w:r>
      <w:r w:rsidRPr="0008167C">
        <w:t>малоизвилистое,</w:t>
      </w:r>
      <w:r w:rsidR="0008167C" w:rsidRPr="0008167C">
        <w:t xml:space="preserve"> </w:t>
      </w:r>
      <w:r w:rsidRPr="0008167C">
        <w:t>движение</w:t>
      </w:r>
      <w:r w:rsidR="0008167C" w:rsidRPr="0008167C">
        <w:t xml:space="preserve"> </w:t>
      </w:r>
      <w:r w:rsidRPr="0008167C">
        <w:t>гряд</w:t>
      </w:r>
      <w:r w:rsidR="0008167C" w:rsidRPr="0008167C">
        <w:t xml:space="preserve"> </w:t>
      </w:r>
      <w:r w:rsidRPr="0008167C">
        <w:t>происходит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основном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повышенной</w:t>
      </w:r>
      <w:r w:rsidR="0008167C" w:rsidRPr="0008167C">
        <w:t xml:space="preserve"> </w:t>
      </w:r>
      <w:r w:rsidRPr="0008167C">
        <w:t>водности</w:t>
      </w:r>
      <w:r w:rsidR="0008167C" w:rsidRPr="0008167C">
        <w:t>.</w:t>
      </w:r>
    </w:p>
    <w:p w:rsidR="0008167C" w:rsidRPr="0008167C" w:rsidRDefault="00223F35" w:rsidP="0008167C">
      <w:pPr>
        <w:numPr>
          <w:ilvl w:val="0"/>
          <w:numId w:val="7"/>
        </w:numPr>
        <w:tabs>
          <w:tab w:val="clear" w:pos="360"/>
          <w:tab w:val="left" w:pos="726"/>
        </w:tabs>
        <w:ind w:left="0" w:firstLine="709"/>
      </w:pPr>
      <w:r w:rsidRPr="0008167C">
        <w:rPr>
          <w:i/>
        </w:rPr>
        <w:t>Побочневый</w:t>
      </w:r>
      <w:r w:rsidR="0008167C" w:rsidRPr="0008167C">
        <w:rPr>
          <w:i/>
        </w:rPr>
        <w:t xml:space="preserve"> </w:t>
      </w:r>
      <w:r w:rsidRPr="0008167C">
        <w:rPr>
          <w:i/>
        </w:rPr>
        <w:t>тип</w:t>
      </w:r>
      <w:r w:rsidR="0008167C" w:rsidRPr="0008167C">
        <w:t xml:space="preserve">. </w:t>
      </w:r>
      <w:r w:rsidRPr="0008167C">
        <w:t>По</w:t>
      </w:r>
      <w:r w:rsidR="0008167C" w:rsidRPr="0008167C">
        <w:t xml:space="preserve"> </w:t>
      </w:r>
      <w:r w:rsidRPr="0008167C">
        <w:t>сравнению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предыдущим</w:t>
      </w:r>
      <w:r w:rsidR="0008167C" w:rsidRPr="0008167C">
        <w:t xml:space="preserve"> </w:t>
      </w:r>
      <w:r w:rsidRPr="0008167C">
        <w:t>типом</w:t>
      </w:r>
      <w:r w:rsidR="0008167C" w:rsidRPr="0008167C">
        <w:t xml:space="preserve"> </w:t>
      </w:r>
      <w:r w:rsidRPr="0008167C">
        <w:t>гребни</w:t>
      </w:r>
      <w:r w:rsidR="0008167C" w:rsidRPr="0008167C">
        <w:t xml:space="preserve"> </w:t>
      </w:r>
      <w:r w:rsidRPr="0008167C">
        <w:t>гряд</w:t>
      </w:r>
      <w:r w:rsidR="0008167C" w:rsidRPr="0008167C">
        <w:t xml:space="preserve"> </w:t>
      </w:r>
      <w:r w:rsidRPr="0008167C">
        <w:t>перекошены,</w:t>
      </w:r>
      <w:r w:rsidR="0008167C" w:rsidRPr="0008167C">
        <w:t xml:space="preserve"> </w:t>
      </w:r>
      <w:r w:rsidRPr="0008167C">
        <w:t>направления</w:t>
      </w:r>
      <w:r w:rsidR="0008167C" w:rsidRPr="0008167C">
        <w:t xml:space="preserve"> </w:t>
      </w:r>
      <w:r w:rsidRPr="0008167C">
        <w:t>перекосов</w:t>
      </w:r>
      <w:r w:rsidR="0008167C" w:rsidRPr="0008167C">
        <w:t xml:space="preserve"> </w:t>
      </w:r>
      <w:r w:rsidRPr="0008167C">
        <w:t>смежных</w:t>
      </w:r>
      <w:r w:rsidR="0008167C" w:rsidRPr="0008167C">
        <w:t xml:space="preserve"> </w:t>
      </w:r>
      <w:r w:rsidRPr="0008167C">
        <w:t>гряд</w:t>
      </w:r>
      <w:r w:rsidR="0008167C" w:rsidRPr="0008167C">
        <w:t xml:space="preserve"> </w:t>
      </w:r>
      <w:r w:rsidRPr="0008167C">
        <w:t>чередуются</w:t>
      </w:r>
      <w:r w:rsidR="0008167C" w:rsidRPr="0008167C">
        <w:t>.</w:t>
      </w:r>
    </w:p>
    <w:p w:rsidR="0008167C" w:rsidRPr="0008167C" w:rsidRDefault="00223F35" w:rsidP="0008167C">
      <w:pPr>
        <w:numPr>
          <w:ilvl w:val="0"/>
          <w:numId w:val="7"/>
        </w:numPr>
        <w:tabs>
          <w:tab w:val="clear" w:pos="360"/>
          <w:tab w:val="left" w:pos="726"/>
        </w:tabs>
        <w:ind w:left="0" w:firstLine="709"/>
      </w:pPr>
      <w:r w:rsidRPr="0008167C">
        <w:rPr>
          <w:i/>
        </w:rPr>
        <w:t>Ограниченное</w:t>
      </w:r>
      <w:r w:rsidR="0008167C" w:rsidRPr="0008167C">
        <w:rPr>
          <w:i/>
        </w:rPr>
        <w:t xml:space="preserve"> </w:t>
      </w:r>
      <w:r w:rsidRPr="0008167C">
        <w:rPr>
          <w:i/>
        </w:rPr>
        <w:t>меандрирование</w:t>
      </w:r>
      <w:r w:rsidR="0008167C" w:rsidRPr="0008167C">
        <w:t xml:space="preserve">. </w:t>
      </w:r>
      <w:r w:rsidRPr="0008167C">
        <w:t>Для</w:t>
      </w:r>
      <w:r w:rsidR="0008167C" w:rsidRPr="0008167C">
        <w:t xml:space="preserve"> </w:t>
      </w:r>
      <w:r w:rsidRPr="0008167C">
        <w:t>этого</w:t>
      </w:r>
      <w:r w:rsidR="0008167C" w:rsidRPr="0008167C">
        <w:t xml:space="preserve"> </w:t>
      </w:r>
      <w:r w:rsidRPr="0008167C">
        <w:t>типа</w:t>
      </w:r>
      <w:r w:rsidR="0008167C" w:rsidRPr="0008167C">
        <w:t xml:space="preserve"> </w:t>
      </w:r>
      <w:r w:rsidRPr="0008167C">
        <w:t>руслового</w:t>
      </w:r>
      <w:r w:rsidR="0008167C" w:rsidRPr="0008167C">
        <w:t xml:space="preserve"> </w:t>
      </w:r>
      <w:r w:rsidRPr="0008167C">
        <w:t>процесса</w:t>
      </w:r>
      <w:r w:rsidR="0008167C" w:rsidRPr="0008167C">
        <w:t xml:space="preserve"> </w:t>
      </w:r>
      <w:r w:rsidRPr="0008167C">
        <w:t>характерна</w:t>
      </w:r>
      <w:r w:rsidR="0008167C" w:rsidRPr="0008167C">
        <w:t xml:space="preserve"> </w:t>
      </w:r>
      <w:r w:rsidRPr="0008167C">
        <w:t>сравнительно</w:t>
      </w:r>
      <w:r w:rsidR="0008167C" w:rsidRPr="0008167C">
        <w:t xml:space="preserve"> </w:t>
      </w:r>
      <w:r w:rsidRPr="0008167C">
        <w:t>слабая</w:t>
      </w:r>
      <w:r w:rsidR="0008167C" w:rsidRPr="0008167C">
        <w:t xml:space="preserve"> </w:t>
      </w:r>
      <w:r w:rsidRPr="0008167C">
        <w:t>извилистость</w:t>
      </w:r>
      <w:r w:rsidR="0008167C" w:rsidRPr="0008167C">
        <w:t xml:space="preserve"> </w:t>
      </w:r>
      <w:r w:rsidRPr="0008167C">
        <w:t>русла</w:t>
      </w:r>
      <w:r w:rsidR="0008167C" w:rsidRPr="0008167C">
        <w:t xml:space="preserve">; </w:t>
      </w:r>
      <w:r w:rsidRPr="0008167C">
        <w:t>могут</w:t>
      </w:r>
      <w:r w:rsidR="0008167C" w:rsidRPr="0008167C">
        <w:t xml:space="preserve"> </w:t>
      </w:r>
      <w:r w:rsidRPr="0008167C">
        <w:t>возникать</w:t>
      </w:r>
      <w:r w:rsidR="0008167C" w:rsidRPr="0008167C">
        <w:t xml:space="preserve"> </w:t>
      </w:r>
      <w:r w:rsidRPr="0008167C">
        <w:t>отдельные</w:t>
      </w:r>
      <w:r w:rsidR="0008167C" w:rsidRPr="0008167C">
        <w:t xml:space="preserve"> </w:t>
      </w:r>
      <w:r w:rsidRPr="0008167C">
        <w:t>пойменные</w:t>
      </w:r>
      <w:r w:rsidR="0008167C" w:rsidRPr="0008167C">
        <w:t xml:space="preserve"> </w:t>
      </w:r>
      <w:r w:rsidRPr="0008167C">
        <w:t>массивы</w:t>
      </w:r>
      <w:r w:rsidR="0008167C" w:rsidRPr="0008167C">
        <w:t xml:space="preserve">. </w:t>
      </w:r>
      <w:r w:rsidRPr="0008167C">
        <w:t>Пойменный</w:t>
      </w:r>
      <w:r w:rsidR="0008167C" w:rsidRPr="0008167C">
        <w:t xml:space="preserve"> </w:t>
      </w:r>
      <w:r w:rsidRPr="0008167C">
        <w:t>массив</w:t>
      </w:r>
      <w:r w:rsidR="0008167C" w:rsidRPr="0008167C">
        <w:t xml:space="preserve"> - </w:t>
      </w:r>
      <w:r w:rsidRPr="0008167C">
        <w:t>участок</w:t>
      </w:r>
      <w:r w:rsidR="0008167C" w:rsidRPr="0008167C">
        <w:t xml:space="preserve"> </w:t>
      </w:r>
      <w:r w:rsidRPr="0008167C">
        <w:t>поймы,</w:t>
      </w:r>
      <w:r w:rsidR="0008167C" w:rsidRPr="0008167C">
        <w:t xml:space="preserve"> </w:t>
      </w:r>
      <w:r w:rsidRPr="0008167C">
        <w:t>ограниченный</w:t>
      </w:r>
      <w:r w:rsidR="0008167C" w:rsidRPr="0008167C">
        <w:t xml:space="preserve"> </w:t>
      </w:r>
      <w:r w:rsidRPr="0008167C">
        <w:t>участками</w:t>
      </w:r>
      <w:r w:rsidR="0008167C" w:rsidRPr="0008167C">
        <w:t xml:space="preserve"> </w:t>
      </w:r>
      <w:r w:rsidRPr="0008167C">
        <w:t>русла</w:t>
      </w:r>
      <w:r w:rsidR="0008167C" w:rsidRPr="0008167C">
        <w:t xml:space="preserve"> </w:t>
      </w:r>
      <w:r w:rsidRPr="0008167C">
        <w:t>реки</w:t>
      </w:r>
      <w:r w:rsidR="0008167C" w:rsidRPr="0008167C">
        <w:t xml:space="preserve">; </w:t>
      </w:r>
      <w:r w:rsidRPr="0008167C">
        <w:t>в</w:t>
      </w:r>
      <w:r w:rsidR="0008167C" w:rsidRPr="0008167C">
        <w:t xml:space="preserve"> </w:t>
      </w:r>
      <w:r w:rsidRPr="0008167C">
        <w:t>своих</w:t>
      </w:r>
      <w:r w:rsidR="0008167C" w:rsidRPr="0008167C">
        <w:t xml:space="preserve"> </w:t>
      </w:r>
      <w:r w:rsidRPr="0008167C">
        <w:t>крайних</w:t>
      </w:r>
      <w:r w:rsidR="0008167C" w:rsidRPr="0008167C">
        <w:t xml:space="preserve"> </w:t>
      </w:r>
      <w:r w:rsidRPr="0008167C">
        <w:t>точках</w:t>
      </w:r>
      <w:r w:rsidR="0008167C" w:rsidRPr="0008167C">
        <w:t xml:space="preserve"> </w:t>
      </w:r>
      <w:r w:rsidRPr="0008167C">
        <w:t>он</w:t>
      </w:r>
      <w:r w:rsidR="0008167C" w:rsidRPr="0008167C">
        <w:t xml:space="preserve"> </w:t>
      </w:r>
      <w:r w:rsidRPr="0008167C">
        <w:t>соприкасается</w:t>
      </w:r>
      <w:r w:rsidR="0008167C" w:rsidRPr="0008167C">
        <w:t xml:space="preserve"> </w:t>
      </w:r>
      <w:r w:rsidRPr="0008167C">
        <w:t>со</w:t>
      </w:r>
      <w:r w:rsidR="0008167C" w:rsidRPr="0008167C">
        <w:t xml:space="preserve"> </w:t>
      </w:r>
      <w:r w:rsidRPr="0008167C">
        <w:t>склоном</w:t>
      </w:r>
      <w:r w:rsidR="0008167C" w:rsidRPr="0008167C">
        <w:t xml:space="preserve"> </w:t>
      </w:r>
      <w:r w:rsidRPr="0008167C">
        <w:t>долины</w:t>
      </w:r>
      <w:r w:rsidR="0008167C" w:rsidRPr="0008167C">
        <w:t xml:space="preserve">. </w:t>
      </w:r>
      <w:r w:rsidRPr="0008167C">
        <w:t>Ограниченное</w:t>
      </w:r>
      <w:r w:rsidR="0008167C" w:rsidRPr="0008167C">
        <w:t xml:space="preserve"> </w:t>
      </w:r>
      <w:r w:rsidRPr="0008167C">
        <w:t>меандрирование</w:t>
      </w:r>
      <w:r w:rsidR="0008167C" w:rsidRPr="0008167C">
        <w:t xml:space="preserve"> </w:t>
      </w:r>
      <w:r w:rsidRPr="0008167C">
        <w:t>наблюдается</w:t>
      </w:r>
      <w:r w:rsidR="0008167C" w:rsidRPr="0008167C">
        <w:t xml:space="preserve"> </w:t>
      </w:r>
      <w:r w:rsidRPr="0008167C">
        <w:t>там,</w:t>
      </w:r>
      <w:r w:rsidR="0008167C" w:rsidRPr="0008167C">
        <w:t xml:space="preserve"> </w:t>
      </w:r>
      <w:r w:rsidRPr="0008167C">
        <w:t>где</w:t>
      </w:r>
      <w:r w:rsidR="0008167C" w:rsidRPr="0008167C">
        <w:t xml:space="preserve"> </w:t>
      </w:r>
      <w:r w:rsidRPr="0008167C">
        <w:t>развитие</w:t>
      </w:r>
      <w:r w:rsidR="0008167C" w:rsidRPr="0008167C">
        <w:t xml:space="preserve"> </w:t>
      </w:r>
      <w:r w:rsidRPr="0008167C">
        <w:t>меандр</w:t>
      </w:r>
      <w:r w:rsidR="0008167C" w:rsidRPr="0008167C">
        <w:t xml:space="preserve"> </w:t>
      </w:r>
      <w:r w:rsidRPr="0008167C">
        <w:t>ограниченно</w:t>
      </w:r>
      <w:r w:rsidR="0008167C" w:rsidRPr="0008167C">
        <w:t xml:space="preserve"> </w:t>
      </w:r>
      <w:r w:rsidRPr="0008167C">
        <w:t>склонами</w:t>
      </w:r>
      <w:r w:rsidR="0008167C" w:rsidRPr="0008167C">
        <w:t xml:space="preserve"> </w:t>
      </w:r>
      <w:r w:rsidRPr="0008167C">
        <w:t>долин,</w:t>
      </w:r>
      <w:r w:rsidR="0008167C" w:rsidRPr="0008167C">
        <w:t xml:space="preserve"> </w:t>
      </w:r>
      <w:r w:rsidRPr="0008167C">
        <w:t>уступами</w:t>
      </w:r>
      <w:r w:rsidR="0008167C" w:rsidRPr="0008167C">
        <w:t xml:space="preserve"> </w:t>
      </w:r>
      <w:r w:rsidRPr="0008167C">
        <w:t>древних</w:t>
      </w:r>
      <w:r w:rsidR="0008167C" w:rsidRPr="0008167C">
        <w:t xml:space="preserve"> </w:t>
      </w:r>
      <w:r w:rsidRPr="0008167C">
        <w:t>террас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береговыми</w:t>
      </w:r>
      <w:r w:rsidR="0008167C" w:rsidRPr="0008167C">
        <w:t xml:space="preserve"> </w:t>
      </w:r>
      <w:r w:rsidRPr="0008167C">
        <w:t>валами,</w:t>
      </w:r>
      <w:r w:rsidR="0008167C" w:rsidRPr="0008167C">
        <w:t xml:space="preserve"> </w:t>
      </w:r>
      <w:r w:rsidRPr="0008167C">
        <w:t>сложенными</w:t>
      </w:r>
      <w:r w:rsidR="0008167C" w:rsidRPr="0008167C">
        <w:t xml:space="preserve"> </w:t>
      </w:r>
      <w:r w:rsidRPr="0008167C">
        <w:t>неразмываемыми</w:t>
      </w:r>
      <w:r w:rsidR="0008167C" w:rsidRPr="0008167C">
        <w:t xml:space="preserve"> </w:t>
      </w:r>
      <w:r w:rsidRPr="0008167C">
        <w:t>породами</w:t>
      </w:r>
      <w:r w:rsidR="0008167C" w:rsidRPr="0008167C">
        <w:t>.</w:t>
      </w:r>
    </w:p>
    <w:p w:rsidR="0008167C" w:rsidRPr="0008167C" w:rsidRDefault="00223F35" w:rsidP="0008167C">
      <w:pPr>
        <w:numPr>
          <w:ilvl w:val="0"/>
          <w:numId w:val="7"/>
        </w:numPr>
        <w:tabs>
          <w:tab w:val="clear" w:pos="360"/>
          <w:tab w:val="left" w:pos="726"/>
        </w:tabs>
        <w:ind w:left="0" w:firstLine="709"/>
      </w:pPr>
      <w:r w:rsidRPr="0008167C">
        <w:rPr>
          <w:i/>
        </w:rPr>
        <w:t>Свободное</w:t>
      </w:r>
      <w:r w:rsidR="0008167C" w:rsidRPr="0008167C">
        <w:rPr>
          <w:i/>
        </w:rPr>
        <w:t xml:space="preserve"> </w:t>
      </w:r>
      <w:r w:rsidRPr="0008167C">
        <w:rPr>
          <w:i/>
        </w:rPr>
        <w:t>меандрирование</w:t>
      </w:r>
      <w:r w:rsidR="0008167C" w:rsidRPr="0008167C">
        <w:t xml:space="preserve">. </w:t>
      </w:r>
      <w:r w:rsidRPr="0008167C">
        <w:t>Русло</w:t>
      </w:r>
      <w:r w:rsidR="0008167C" w:rsidRPr="0008167C">
        <w:t xml:space="preserve"> </w:t>
      </w:r>
      <w:r w:rsidRPr="0008167C">
        <w:t>реки</w:t>
      </w:r>
      <w:r w:rsidR="0008167C" w:rsidRPr="0008167C">
        <w:t xml:space="preserve"> </w:t>
      </w:r>
      <w:r w:rsidRPr="0008167C">
        <w:t>сильно</w:t>
      </w:r>
      <w:r w:rsidR="0008167C" w:rsidRPr="0008167C">
        <w:t xml:space="preserve"> </w:t>
      </w:r>
      <w:r w:rsidRPr="0008167C">
        <w:t>меандрирует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широкой</w:t>
      </w:r>
      <w:r w:rsidR="0008167C" w:rsidRPr="0008167C">
        <w:t xml:space="preserve"> </w:t>
      </w:r>
      <w:r w:rsidRPr="0008167C">
        <w:t>пойме</w:t>
      </w:r>
      <w:r w:rsidR="0008167C" w:rsidRPr="0008167C">
        <w:t xml:space="preserve"> </w:t>
      </w:r>
      <w:r w:rsidRPr="0008167C">
        <w:t>со</w:t>
      </w:r>
      <w:r w:rsidR="0008167C" w:rsidRPr="0008167C">
        <w:t xml:space="preserve"> </w:t>
      </w:r>
      <w:r w:rsidRPr="0008167C">
        <w:t>староречьями</w:t>
      </w:r>
      <w:r w:rsidR="0008167C" w:rsidRPr="0008167C">
        <w:t xml:space="preserve">. </w:t>
      </w:r>
      <w:r w:rsidRPr="0008167C">
        <w:t>После</w:t>
      </w:r>
      <w:r w:rsidR="0008167C" w:rsidRPr="0008167C">
        <w:t xml:space="preserve"> </w:t>
      </w:r>
      <w:r w:rsidRPr="0008167C">
        <w:t>прорыва</w:t>
      </w:r>
      <w:r w:rsidR="0008167C" w:rsidRPr="0008167C">
        <w:t xml:space="preserve"> </w:t>
      </w:r>
      <w:r w:rsidRPr="0008167C">
        <w:t>перешейка</w:t>
      </w:r>
      <w:r w:rsidR="0008167C" w:rsidRPr="0008167C">
        <w:t xml:space="preserve"> </w:t>
      </w:r>
      <w:r w:rsidRPr="0008167C">
        <w:t>между</w:t>
      </w:r>
      <w:r w:rsidR="0008167C" w:rsidRPr="0008167C">
        <w:t xml:space="preserve"> </w:t>
      </w:r>
      <w:r w:rsidRPr="0008167C">
        <w:t>смежными</w:t>
      </w:r>
      <w:r w:rsidR="0008167C" w:rsidRPr="0008167C">
        <w:t xml:space="preserve"> </w:t>
      </w:r>
      <w:r w:rsidRPr="0008167C">
        <w:t>излучинами</w:t>
      </w:r>
      <w:r w:rsidR="0008167C" w:rsidRPr="0008167C">
        <w:t xml:space="preserve"> </w:t>
      </w:r>
      <w:r w:rsidRPr="0008167C">
        <w:t>начинает</w:t>
      </w:r>
      <w:r w:rsidR="0008167C" w:rsidRPr="0008167C">
        <w:t xml:space="preserve"> </w:t>
      </w:r>
      <w:r w:rsidRPr="0008167C">
        <w:t>развиваться</w:t>
      </w:r>
      <w:r w:rsidR="0008167C" w:rsidRPr="0008167C">
        <w:t xml:space="preserve"> </w:t>
      </w:r>
      <w:r w:rsidRPr="0008167C">
        <w:t>новая</w:t>
      </w:r>
      <w:r w:rsidR="0008167C" w:rsidRPr="0008167C">
        <w:t xml:space="preserve"> </w:t>
      </w:r>
      <w:r w:rsidRPr="0008167C">
        <w:t>излучина</w:t>
      </w:r>
      <w:r w:rsidR="0008167C" w:rsidRPr="0008167C">
        <w:t>.</w:t>
      </w:r>
    </w:p>
    <w:p w:rsidR="0008167C" w:rsidRPr="0008167C" w:rsidRDefault="00223F35" w:rsidP="0008167C">
      <w:pPr>
        <w:numPr>
          <w:ilvl w:val="0"/>
          <w:numId w:val="7"/>
        </w:numPr>
        <w:tabs>
          <w:tab w:val="clear" w:pos="360"/>
          <w:tab w:val="left" w:pos="726"/>
        </w:tabs>
        <w:ind w:left="0" w:firstLine="709"/>
      </w:pPr>
      <w:r w:rsidRPr="0008167C">
        <w:rPr>
          <w:i/>
        </w:rPr>
        <w:t>Незавершенное</w:t>
      </w:r>
      <w:r w:rsidR="0008167C" w:rsidRPr="0008167C">
        <w:rPr>
          <w:i/>
        </w:rPr>
        <w:t xml:space="preserve"> </w:t>
      </w:r>
      <w:r w:rsidRPr="0008167C">
        <w:rPr>
          <w:i/>
        </w:rPr>
        <w:t>меандрирование</w:t>
      </w:r>
      <w:r w:rsidR="0008167C" w:rsidRPr="0008167C">
        <w:t xml:space="preserve">. </w:t>
      </w:r>
      <w:r w:rsidRPr="0008167C">
        <w:t>При</w:t>
      </w:r>
      <w:r w:rsidR="0008167C" w:rsidRPr="0008167C">
        <w:t xml:space="preserve"> </w:t>
      </w:r>
      <w:r w:rsidRPr="0008167C">
        <w:t>этом</w:t>
      </w:r>
      <w:r w:rsidR="0008167C" w:rsidRPr="0008167C">
        <w:t xml:space="preserve"> </w:t>
      </w:r>
      <w:r w:rsidRPr="0008167C">
        <w:t>типе</w:t>
      </w:r>
      <w:r w:rsidR="0008167C" w:rsidRPr="0008167C">
        <w:t xml:space="preserve"> </w:t>
      </w:r>
      <w:r w:rsidRPr="0008167C">
        <w:t>руслового</w:t>
      </w:r>
      <w:r w:rsidR="0008167C" w:rsidRPr="0008167C">
        <w:t xml:space="preserve"> </w:t>
      </w:r>
      <w:r w:rsidRPr="0008167C">
        <w:t>процесса</w:t>
      </w:r>
      <w:r w:rsidR="0008167C" w:rsidRPr="0008167C">
        <w:t xml:space="preserve"> </w:t>
      </w:r>
      <w:r w:rsidRPr="0008167C">
        <w:t>излучина</w:t>
      </w:r>
      <w:r w:rsidR="0008167C" w:rsidRPr="0008167C">
        <w:t xml:space="preserve"> </w:t>
      </w:r>
      <w:r w:rsidRPr="0008167C">
        <w:t>еще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перешла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состояние</w:t>
      </w:r>
      <w:r w:rsidR="0008167C" w:rsidRPr="0008167C">
        <w:t xml:space="preserve"> </w:t>
      </w:r>
      <w:r w:rsidRPr="0008167C">
        <w:t>петли,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спрямляющая</w:t>
      </w:r>
      <w:r w:rsidR="0008167C" w:rsidRPr="0008167C">
        <w:t xml:space="preserve"> </w:t>
      </w:r>
      <w:r w:rsidRPr="0008167C">
        <w:t>протока</w:t>
      </w:r>
      <w:r w:rsidR="0008167C" w:rsidRPr="0008167C">
        <w:t xml:space="preserve"> </w:t>
      </w:r>
      <w:r w:rsidRPr="0008167C">
        <w:t>пропускает</w:t>
      </w:r>
      <w:r w:rsidR="0008167C" w:rsidRPr="0008167C">
        <w:t xml:space="preserve"> </w:t>
      </w:r>
      <w:r w:rsidRPr="0008167C">
        <w:t>еще</w:t>
      </w:r>
      <w:r w:rsidR="0008167C" w:rsidRPr="0008167C">
        <w:t xml:space="preserve"> </w:t>
      </w:r>
      <w:r w:rsidRPr="0008167C">
        <w:t>значительную</w:t>
      </w:r>
      <w:r w:rsidR="0008167C" w:rsidRPr="0008167C">
        <w:t xml:space="preserve"> </w:t>
      </w:r>
      <w:r w:rsidRPr="0008167C">
        <w:t>часть</w:t>
      </w:r>
      <w:r w:rsidR="0008167C" w:rsidRPr="0008167C">
        <w:t xml:space="preserve"> </w:t>
      </w:r>
      <w:r w:rsidRPr="0008167C">
        <w:t>расхода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реки</w:t>
      </w:r>
      <w:r w:rsidR="0008167C" w:rsidRPr="0008167C">
        <w:t>.</w:t>
      </w:r>
    </w:p>
    <w:p w:rsidR="0008167C" w:rsidRPr="0008167C" w:rsidRDefault="00223F35" w:rsidP="0008167C">
      <w:pPr>
        <w:numPr>
          <w:ilvl w:val="0"/>
          <w:numId w:val="7"/>
        </w:numPr>
        <w:tabs>
          <w:tab w:val="clear" w:pos="360"/>
          <w:tab w:val="left" w:pos="726"/>
        </w:tabs>
        <w:ind w:left="0" w:firstLine="709"/>
      </w:pPr>
      <w:r w:rsidRPr="0008167C">
        <w:rPr>
          <w:i/>
        </w:rPr>
        <w:t>Русловая</w:t>
      </w:r>
      <w:r w:rsidR="0008167C" w:rsidRPr="0008167C">
        <w:rPr>
          <w:i/>
        </w:rPr>
        <w:t xml:space="preserve"> </w:t>
      </w:r>
      <w:r w:rsidRPr="0008167C">
        <w:rPr>
          <w:i/>
        </w:rPr>
        <w:t>многорукавность</w:t>
      </w:r>
      <w:r w:rsidR="0008167C" w:rsidRPr="0008167C">
        <w:t xml:space="preserve">. </w:t>
      </w:r>
      <w:r w:rsidRPr="0008167C">
        <w:t>Возникает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больших</w:t>
      </w:r>
      <w:r w:rsidR="0008167C" w:rsidRPr="0008167C">
        <w:t xml:space="preserve"> </w:t>
      </w:r>
      <w:r w:rsidRPr="0008167C">
        <w:t>расходах</w:t>
      </w:r>
      <w:r w:rsidR="0008167C" w:rsidRPr="0008167C">
        <w:t xml:space="preserve"> </w:t>
      </w:r>
      <w:r w:rsidRPr="0008167C">
        <w:t>донных</w:t>
      </w:r>
      <w:r w:rsidR="0008167C" w:rsidRPr="0008167C">
        <w:t xml:space="preserve"> </w:t>
      </w:r>
      <w:r w:rsidRPr="0008167C">
        <w:t>наносов</w:t>
      </w:r>
      <w:r w:rsidR="0008167C" w:rsidRPr="0008167C">
        <w:t xml:space="preserve">. </w:t>
      </w:r>
      <w:r w:rsidRPr="0008167C">
        <w:t>Появление</w:t>
      </w:r>
      <w:r w:rsidR="0008167C" w:rsidRPr="0008167C">
        <w:t xml:space="preserve"> </w:t>
      </w:r>
      <w:r w:rsidRPr="0008167C">
        <w:t>рукавов</w:t>
      </w:r>
      <w:r w:rsidR="0008167C" w:rsidRPr="0008167C">
        <w:t xml:space="preserve"> </w:t>
      </w:r>
      <w:r w:rsidRPr="0008167C">
        <w:t>сопровождается</w:t>
      </w:r>
      <w:r w:rsidR="0008167C" w:rsidRPr="0008167C">
        <w:t xml:space="preserve"> </w:t>
      </w:r>
      <w:r w:rsidRPr="0008167C">
        <w:t>образованием</w:t>
      </w:r>
      <w:r w:rsidR="0008167C" w:rsidRPr="0008167C">
        <w:t xml:space="preserve"> </w:t>
      </w:r>
      <w:r w:rsidRPr="0008167C">
        <w:t>широкого</w:t>
      </w:r>
      <w:r w:rsidR="0008167C" w:rsidRPr="0008167C">
        <w:t xml:space="preserve"> </w:t>
      </w:r>
      <w:r w:rsidRPr="0008167C">
        <w:t>распластанного</w:t>
      </w:r>
      <w:r w:rsidR="0008167C" w:rsidRPr="0008167C">
        <w:t xml:space="preserve"> </w:t>
      </w:r>
      <w:r w:rsidRPr="0008167C">
        <w:t>русла</w:t>
      </w:r>
      <w:r w:rsidR="0008167C" w:rsidRPr="0008167C">
        <w:t xml:space="preserve">. </w:t>
      </w:r>
      <w:r w:rsidRPr="0008167C">
        <w:t>Транспортирующая</w:t>
      </w:r>
      <w:r w:rsidR="0008167C" w:rsidRPr="0008167C">
        <w:t xml:space="preserve"> </w:t>
      </w:r>
      <w:r w:rsidRPr="0008167C">
        <w:t>способность</w:t>
      </w:r>
      <w:r w:rsidR="0008167C" w:rsidRPr="0008167C">
        <w:t xml:space="preserve"> </w:t>
      </w:r>
      <w:r w:rsidRPr="0008167C">
        <w:t>потока</w:t>
      </w:r>
      <w:r w:rsidR="0008167C" w:rsidRPr="0008167C">
        <w:t xml:space="preserve"> </w:t>
      </w:r>
      <w:r w:rsidRPr="0008167C">
        <w:t>полностью</w:t>
      </w:r>
      <w:r w:rsidR="0008167C" w:rsidRPr="0008167C">
        <w:t xml:space="preserve"> </w:t>
      </w:r>
      <w:r w:rsidRPr="0008167C">
        <w:t>реализована,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наносы</w:t>
      </w:r>
      <w:r w:rsidR="0008167C" w:rsidRPr="0008167C">
        <w:t xml:space="preserve"> </w:t>
      </w:r>
      <w:r w:rsidRPr="0008167C">
        <w:t>аккумулируются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русле</w:t>
      </w:r>
      <w:r w:rsidR="0008167C" w:rsidRPr="0008167C">
        <w:t xml:space="preserve">. </w:t>
      </w:r>
      <w:r w:rsidRPr="0008167C">
        <w:t>Донные</w:t>
      </w:r>
      <w:r w:rsidR="0008167C" w:rsidRPr="0008167C">
        <w:t xml:space="preserve"> </w:t>
      </w:r>
      <w:r w:rsidRPr="0008167C">
        <w:t>наносы</w:t>
      </w:r>
      <w:r w:rsidR="0008167C" w:rsidRPr="0008167C">
        <w:t xml:space="preserve"> </w:t>
      </w:r>
      <w:r w:rsidRPr="0008167C">
        <w:t>перемещаются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виде</w:t>
      </w:r>
      <w:r w:rsidR="0008167C" w:rsidRPr="0008167C">
        <w:t xml:space="preserve"> </w:t>
      </w:r>
      <w:r w:rsidRPr="0008167C">
        <w:t>системы</w:t>
      </w:r>
      <w:r w:rsidR="0008167C" w:rsidRPr="0008167C">
        <w:t xml:space="preserve"> </w:t>
      </w:r>
      <w:r w:rsidRPr="0008167C">
        <w:t>больших</w:t>
      </w:r>
      <w:r w:rsidR="0008167C" w:rsidRPr="0008167C">
        <w:t xml:space="preserve"> </w:t>
      </w:r>
      <w:r w:rsidRPr="0008167C">
        <w:t>разобщенных</w:t>
      </w:r>
      <w:r w:rsidR="0008167C" w:rsidRPr="0008167C">
        <w:t xml:space="preserve"> </w:t>
      </w:r>
      <w:r w:rsidRPr="0008167C">
        <w:t>гряд,</w:t>
      </w:r>
      <w:r w:rsidR="0008167C" w:rsidRPr="0008167C">
        <w:t xml:space="preserve"> </w:t>
      </w:r>
      <w:r w:rsidRPr="0008167C">
        <w:t>образующих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межень</w:t>
      </w:r>
      <w:r w:rsidR="0008167C" w:rsidRPr="0008167C">
        <w:t xml:space="preserve"> </w:t>
      </w:r>
      <w:r w:rsidRPr="0008167C">
        <w:t>небольшие</w:t>
      </w:r>
      <w:r w:rsidR="0008167C" w:rsidRPr="0008167C">
        <w:t xml:space="preserve"> </w:t>
      </w:r>
      <w:r w:rsidRPr="0008167C">
        <w:t>острова,</w:t>
      </w:r>
      <w:r w:rsidR="0008167C" w:rsidRPr="0008167C">
        <w:t xml:space="preserve"> </w:t>
      </w:r>
      <w:r w:rsidRPr="0008167C">
        <w:t>между</w:t>
      </w:r>
      <w:r w:rsidR="0008167C" w:rsidRPr="0008167C">
        <w:t xml:space="preserve"> </w:t>
      </w:r>
      <w:r w:rsidRPr="0008167C">
        <w:t>которыми</w:t>
      </w:r>
      <w:r w:rsidR="0008167C" w:rsidRPr="0008167C">
        <w:t xml:space="preserve"> </w:t>
      </w:r>
      <w:r w:rsidRPr="0008167C">
        <w:t>расположены</w:t>
      </w:r>
      <w:r w:rsidR="0008167C" w:rsidRPr="0008167C">
        <w:t xml:space="preserve"> </w:t>
      </w:r>
      <w:r w:rsidRPr="0008167C">
        <w:t>короткие</w:t>
      </w:r>
      <w:r w:rsidR="0008167C" w:rsidRPr="0008167C">
        <w:t xml:space="preserve"> </w:t>
      </w:r>
      <w:r w:rsidRPr="0008167C">
        <w:t>протоки</w:t>
      </w:r>
      <w:r w:rsidR="0008167C" w:rsidRPr="0008167C">
        <w:t xml:space="preserve">. </w:t>
      </w:r>
      <w:r w:rsidRPr="0008167C">
        <w:t>Такой</w:t>
      </w:r>
      <w:r w:rsidR="0008167C" w:rsidRPr="0008167C">
        <w:t xml:space="preserve"> </w:t>
      </w:r>
      <w:r w:rsidRPr="0008167C">
        <w:t>тип</w:t>
      </w:r>
      <w:r w:rsidR="0008167C" w:rsidRPr="0008167C">
        <w:t xml:space="preserve"> </w:t>
      </w:r>
      <w:r w:rsidRPr="0008167C">
        <w:t>также</w:t>
      </w:r>
      <w:r w:rsidR="0008167C" w:rsidRPr="0008167C">
        <w:t xml:space="preserve"> </w:t>
      </w:r>
      <w:r w:rsidRPr="0008167C">
        <w:t>называют</w:t>
      </w:r>
      <w:r w:rsidR="0008167C" w:rsidRPr="0008167C">
        <w:t xml:space="preserve"> </w:t>
      </w:r>
      <w:r w:rsidRPr="0008167C">
        <w:rPr>
          <w:i/>
        </w:rPr>
        <w:t>осередковым</w:t>
      </w:r>
      <w:r w:rsidR="0008167C" w:rsidRPr="0008167C">
        <w:t>.</w:t>
      </w:r>
    </w:p>
    <w:p w:rsidR="0008167C" w:rsidRPr="0008167C" w:rsidRDefault="00223F35" w:rsidP="0008167C">
      <w:pPr>
        <w:numPr>
          <w:ilvl w:val="0"/>
          <w:numId w:val="7"/>
        </w:numPr>
        <w:tabs>
          <w:tab w:val="clear" w:pos="360"/>
          <w:tab w:val="left" w:pos="726"/>
        </w:tabs>
        <w:ind w:left="0" w:firstLine="709"/>
      </w:pPr>
      <w:r w:rsidRPr="0008167C">
        <w:rPr>
          <w:i/>
        </w:rPr>
        <w:t>Пойменная</w:t>
      </w:r>
      <w:r w:rsidR="0008167C" w:rsidRPr="0008167C">
        <w:rPr>
          <w:i/>
        </w:rPr>
        <w:t xml:space="preserve"> </w:t>
      </w:r>
      <w:r w:rsidRPr="0008167C">
        <w:rPr>
          <w:i/>
        </w:rPr>
        <w:t>многорукавность</w:t>
      </w:r>
      <w:r w:rsidR="0008167C" w:rsidRPr="0008167C">
        <w:t xml:space="preserve">. </w:t>
      </w:r>
      <w:r w:rsidRPr="0008167C">
        <w:t>Этот</w:t>
      </w:r>
      <w:r w:rsidR="0008167C" w:rsidRPr="0008167C">
        <w:t xml:space="preserve"> </w:t>
      </w:r>
      <w:r w:rsidRPr="0008167C">
        <w:t>тип</w:t>
      </w:r>
      <w:r w:rsidR="0008167C" w:rsidRPr="0008167C">
        <w:t xml:space="preserve"> </w:t>
      </w:r>
      <w:r w:rsidRPr="0008167C">
        <w:t>руслового</w:t>
      </w:r>
      <w:r w:rsidR="0008167C" w:rsidRPr="0008167C">
        <w:t xml:space="preserve"> </w:t>
      </w:r>
      <w:r w:rsidRPr="0008167C">
        <w:t>процесса</w:t>
      </w:r>
      <w:r w:rsidR="0008167C" w:rsidRPr="0008167C">
        <w:t xml:space="preserve"> </w:t>
      </w:r>
      <w:r w:rsidRPr="0008167C">
        <w:t>возникает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широких</w:t>
      </w:r>
      <w:r w:rsidR="0008167C" w:rsidRPr="0008167C">
        <w:t xml:space="preserve"> </w:t>
      </w:r>
      <w:r w:rsidRPr="0008167C">
        <w:t>поймах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характеризуется</w:t>
      </w:r>
      <w:r w:rsidR="0008167C" w:rsidRPr="0008167C">
        <w:t xml:space="preserve"> </w:t>
      </w:r>
      <w:r w:rsidRPr="0008167C">
        <w:t>наличием</w:t>
      </w:r>
      <w:r w:rsidR="0008167C" w:rsidRPr="0008167C">
        <w:t xml:space="preserve"> </w:t>
      </w:r>
      <w:r w:rsidRPr="0008167C">
        <w:t>множества</w:t>
      </w:r>
      <w:r w:rsidR="0008167C" w:rsidRPr="0008167C">
        <w:t xml:space="preserve"> </w:t>
      </w:r>
      <w:r w:rsidRPr="0008167C">
        <w:t>рукавов,</w:t>
      </w:r>
      <w:r w:rsidR="0008167C" w:rsidRPr="0008167C">
        <w:t xml:space="preserve"> </w:t>
      </w:r>
      <w:r w:rsidRPr="0008167C">
        <w:t>которые</w:t>
      </w:r>
      <w:r w:rsidR="0008167C" w:rsidRPr="0008167C">
        <w:t xml:space="preserve"> </w:t>
      </w:r>
      <w:r w:rsidRPr="0008167C">
        <w:t>могут</w:t>
      </w:r>
      <w:r w:rsidR="0008167C" w:rsidRPr="0008167C">
        <w:t xml:space="preserve"> </w:t>
      </w:r>
      <w:r w:rsidRPr="0008167C">
        <w:t>рассматриваться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самостоятельные</w:t>
      </w:r>
      <w:r w:rsidR="0008167C" w:rsidRPr="0008167C">
        <w:t xml:space="preserve"> </w:t>
      </w:r>
      <w:r w:rsidRPr="0008167C">
        <w:t>реки,</w:t>
      </w:r>
      <w:r w:rsidR="0008167C" w:rsidRPr="0008167C">
        <w:t xml:space="preserve"> </w:t>
      </w:r>
      <w:r w:rsidRPr="0008167C">
        <w:t>если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протяженность</w:t>
      </w:r>
      <w:r w:rsidR="0008167C" w:rsidRPr="0008167C">
        <w:t xml:space="preserve"> </w:t>
      </w:r>
      <w:r w:rsidRPr="0008167C">
        <w:t>велика</w:t>
      </w:r>
      <w:r w:rsidR="0008167C" w:rsidRPr="0008167C">
        <w:t xml:space="preserve">. </w:t>
      </w:r>
      <w:r w:rsidRPr="0008167C">
        <w:t>Пойменная</w:t>
      </w:r>
      <w:r w:rsidR="0008167C" w:rsidRPr="0008167C">
        <w:t xml:space="preserve"> </w:t>
      </w:r>
      <w:r w:rsidRPr="0008167C">
        <w:t>многорукавность</w:t>
      </w:r>
      <w:r w:rsidR="0008167C" w:rsidRPr="0008167C">
        <w:t xml:space="preserve"> </w:t>
      </w:r>
      <w:r w:rsidRPr="0008167C">
        <w:t>является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то</w:t>
      </w:r>
      <w:r w:rsidR="0008167C" w:rsidRPr="0008167C">
        <w:t xml:space="preserve"> </w:t>
      </w:r>
      <w:r w:rsidRPr="0008167C">
        <w:t>же</w:t>
      </w:r>
      <w:r w:rsidR="0008167C" w:rsidRPr="0008167C">
        <w:t xml:space="preserve"> </w:t>
      </w:r>
      <w:r w:rsidRPr="0008167C">
        <w:t>время</w:t>
      </w:r>
      <w:r w:rsidR="0008167C" w:rsidRPr="0008167C">
        <w:t xml:space="preserve"> </w:t>
      </w:r>
      <w:r w:rsidRPr="0008167C">
        <w:t>последующим</w:t>
      </w:r>
      <w:r w:rsidR="0008167C" w:rsidRPr="0008167C">
        <w:t xml:space="preserve"> </w:t>
      </w:r>
      <w:r w:rsidRPr="0008167C">
        <w:t>развитием</w:t>
      </w:r>
      <w:r w:rsidR="0008167C" w:rsidRPr="0008167C">
        <w:t xml:space="preserve"> </w:t>
      </w:r>
      <w:r w:rsidRPr="0008167C">
        <w:t>незавершенного</w:t>
      </w:r>
      <w:r w:rsidR="0008167C" w:rsidRPr="0008167C">
        <w:t xml:space="preserve"> </w:t>
      </w:r>
      <w:r w:rsidRPr="0008167C">
        <w:t>меандрирования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</w:pPr>
      <w:r w:rsidRPr="0008167C">
        <w:t>Многие</w:t>
      </w:r>
      <w:r w:rsidR="0008167C" w:rsidRPr="0008167C">
        <w:t xml:space="preserve"> </w:t>
      </w:r>
      <w:r w:rsidRPr="0008167C">
        <w:t>русловые</w:t>
      </w:r>
      <w:r w:rsidR="0008167C" w:rsidRPr="0008167C">
        <w:t xml:space="preserve"> </w:t>
      </w:r>
      <w:r w:rsidRPr="0008167C">
        <w:t>процессы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реках</w:t>
      </w:r>
      <w:r w:rsidR="0008167C" w:rsidRPr="0008167C">
        <w:t xml:space="preserve"> </w:t>
      </w:r>
      <w:r w:rsidRPr="0008167C">
        <w:t>представляют</w:t>
      </w:r>
      <w:r w:rsidR="0008167C" w:rsidRPr="0008167C">
        <w:t xml:space="preserve"> </w:t>
      </w:r>
      <w:r w:rsidRPr="0008167C">
        <w:t>собой</w:t>
      </w:r>
      <w:r w:rsidR="0008167C" w:rsidRPr="0008167C">
        <w:t xml:space="preserve"> </w:t>
      </w:r>
      <w:r w:rsidRPr="0008167C">
        <w:t>промежуточные</w:t>
      </w:r>
      <w:r w:rsidR="0008167C" w:rsidRPr="0008167C">
        <w:t xml:space="preserve"> </w:t>
      </w:r>
      <w:r w:rsidRPr="0008167C">
        <w:t>формы</w:t>
      </w:r>
      <w:r w:rsidR="0008167C" w:rsidRPr="0008167C">
        <w:t xml:space="preserve"> </w:t>
      </w:r>
      <w:r w:rsidRPr="0008167C">
        <w:t>перечисленных</w:t>
      </w:r>
      <w:r w:rsidR="0008167C" w:rsidRPr="0008167C">
        <w:t xml:space="preserve"> </w:t>
      </w:r>
      <w:r w:rsidRPr="0008167C">
        <w:t>процессов</w:t>
      </w:r>
      <w:r w:rsidR="0008167C" w:rsidRPr="0008167C">
        <w:t>.</w:t>
      </w:r>
    </w:p>
    <w:p w:rsidR="0008167C" w:rsidRPr="0008167C" w:rsidRDefault="00223F35" w:rsidP="0008167C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bookmarkStart w:id="132" w:name="_Toc8497788"/>
      <w:bookmarkStart w:id="133" w:name="_Toc8498152"/>
      <w:bookmarkStart w:id="134" w:name="_Toc8498820"/>
      <w:r w:rsidRPr="0008167C">
        <w:rPr>
          <w:smallCaps w:val="0"/>
        </w:rPr>
        <w:t>Регулятор</w:t>
      </w:r>
      <w:r w:rsidR="0008167C" w:rsidRPr="0008167C">
        <w:rPr>
          <w:smallCaps w:val="0"/>
        </w:rPr>
        <w:t xml:space="preserve"> </w:t>
      </w:r>
      <w:r w:rsidRPr="0008167C">
        <w:rPr>
          <w:smallCaps w:val="0"/>
        </w:rPr>
        <w:t>климата</w:t>
      </w:r>
      <w:r w:rsidR="0008167C" w:rsidRPr="0008167C">
        <w:rPr>
          <w:smallCaps w:val="0"/>
        </w:rPr>
        <w:t>.</w:t>
      </w:r>
      <w:bookmarkEnd w:id="132"/>
      <w:bookmarkEnd w:id="133"/>
      <w:bookmarkEnd w:id="134"/>
    </w:p>
    <w:p w:rsidR="0008167C" w:rsidRPr="0008167C" w:rsidRDefault="00223F35" w:rsidP="0008167C">
      <w:pPr>
        <w:shd w:val="clear" w:color="auto" w:fill="FFFFFF"/>
        <w:tabs>
          <w:tab w:val="left" w:pos="726"/>
        </w:tabs>
      </w:pPr>
      <w:r w:rsidRPr="0008167C">
        <w:t>Вода</w:t>
      </w:r>
      <w:r w:rsidR="0008167C" w:rsidRPr="0008167C">
        <w:t xml:space="preserve"> - </w:t>
      </w:r>
      <w:r w:rsidRPr="0008167C">
        <w:t>гигантский</w:t>
      </w:r>
      <w:r w:rsidR="0008167C" w:rsidRPr="0008167C">
        <w:t xml:space="preserve"> </w:t>
      </w:r>
      <w:r w:rsidRPr="0008167C">
        <w:t>аккумулятор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распределитель</w:t>
      </w:r>
      <w:r w:rsidR="0008167C" w:rsidRPr="0008167C">
        <w:t xml:space="preserve"> </w:t>
      </w:r>
      <w:r w:rsidRPr="0008167C">
        <w:t>основного</w:t>
      </w:r>
      <w:r w:rsidR="0008167C" w:rsidRPr="0008167C">
        <w:t xml:space="preserve"> </w:t>
      </w:r>
      <w:r w:rsidRPr="0008167C">
        <w:t>источника</w:t>
      </w:r>
      <w:r w:rsidR="0008167C" w:rsidRPr="0008167C">
        <w:t xml:space="preserve"> </w:t>
      </w:r>
      <w:r w:rsidRPr="0008167C">
        <w:t>энергии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Земле</w:t>
      </w:r>
      <w:r w:rsidR="0008167C" w:rsidRPr="0008167C">
        <w:t xml:space="preserve"> - </w:t>
      </w:r>
      <w:r w:rsidRPr="0008167C">
        <w:t>энергии</w:t>
      </w:r>
      <w:r w:rsidR="0008167C" w:rsidRPr="0008167C">
        <w:t xml:space="preserve"> </w:t>
      </w:r>
      <w:r w:rsidRPr="0008167C">
        <w:t>Солнца</w:t>
      </w:r>
      <w:r w:rsidR="0008167C" w:rsidRPr="0008167C">
        <w:t xml:space="preserve">. </w:t>
      </w:r>
      <w:r w:rsidRPr="0008167C">
        <w:t>Водяные</w:t>
      </w:r>
      <w:r w:rsidR="0008167C" w:rsidRPr="0008167C">
        <w:t xml:space="preserve"> </w:t>
      </w:r>
      <w:r w:rsidRPr="0008167C">
        <w:t>пары</w:t>
      </w:r>
      <w:r w:rsidR="0008167C" w:rsidRPr="0008167C">
        <w:t xml:space="preserve"> </w:t>
      </w:r>
      <w:r w:rsidRPr="0008167C">
        <w:t>атмосферы</w:t>
      </w:r>
      <w:r w:rsidR="0008167C" w:rsidRPr="0008167C">
        <w:t xml:space="preserve"> </w:t>
      </w:r>
      <w:r w:rsidRPr="0008167C">
        <w:t>жаркого</w:t>
      </w:r>
      <w:r w:rsidR="0008167C" w:rsidRPr="0008167C">
        <w:t xml:space="preserve"> </w:t>
      </w:r>
      <w:r w:rsidRPr="0008167C">
        <w:t>пояса</w:t>
      </w:r>
      <w:r w:rsidR="0008167C" w:rsidRPr="0008167C">
        <w:t xml:space="preserve"> </w:t>
      </w:r>
      <w:r w:rsidRPr="0008167C">
        <w:t>Земли</w:t>
      </w:r>
      <w:r w:rsidR="0008167C" w:rsidRPr="0008167C">
        <w:t xml:space="preserve"> </w:t>
      </w:r>
      <w:r w:rsidRPr="0008167C">
        <w:t>частично</w:t>
      </w:r>
      <w:r w:rsidR="0008167C" w:rsidRPr="0008167C">
        <w:t xml:space="preserve"> </w:t>
      </w:r>
      <w:r w:rsidRPr="0008167C">
        <w:t>поглощают</w:t>
      </w:r>
      <w:r w:rsidR="0008167C" w:rsidRPr="0008167C">
        <w:t xml:space="preserve"> </w:t>
      </w:r>
      <w:r w:rsidRPr="0008167C">
        <w:t>солнечную</w:t>
      </w:r>
      <w:r w:rsidR="0008167C" w:rsidRPr="0008167C">
        <w:t xml:space="preserve"> </w:t>
      </w:r>
      <w:r w:rsidRPr="0008167C">
        <w:t>энергию,</w:t>
      </w:r>
      <w:r w:rsidR="0008167C" w:rsidRPr="0008167C">
        <w:t xml:space="preserve"> </w:t>
      </w:r>
      <w:r w:rsidRPr="0008167C">
        <w:t>которая</w:t>
      </w:r>
      <w:r w:rsidR="0008167C" w:rsidRPr="0008167C">
        <w:t xml:space="preserve"> </w:t>
      </w:r>
      <w:r w:rsidRPr="0008167C">
        <w:t>затем</w:t>
      </w:r>
      <w:r w:rsidR="0008167C" w:rsidRPr="0008167C">
        <w:t xml:space="preserve"> </w:t>
      </w:r>
      <w:r w:rsidRPr="0008167C">
        <w:t>воздушными</w:t>
      </w:r>
      <w:r w:rsidR="0008167C" w:rsidRPr="0008167C">
        <w:t xml:space="preserve"> </w:t>
      </w:r>
      <w:r w:rsidRPr="0008167C">
        <w:t>массами</w:t>
      </w:r>
      <w:r w:rsidR="0008167C" w:rsidRPr="0008167C">
        <w:t xml:space="preserve"> </w:t>
      </w:r>
      <w:r w:rsidRPr="0008167C">
        <w:t>под</w:t>
      </w:r>
      <w:r w:rsidR="0008167C" w:rsidRPr="0008167C">
        <w:t xml:space="preserve"> </w:t>
      </w:r>
      <w:r w:rsidRPr="0008167C">
        <w:t>влиянием</w:t>
      </w:r>
      <w:r w:rsidR="0008167C" w:rsidRPr="0008167C">
        <w:t xml:space="preserve"> </w:t>
      </w:r>
      <w:r w:rsidRPr="0008167C">
        <w:t>циклонов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антициклоном</w:t>
      </w:r>
      <w:r w:rsidR="0008167C" w:rsidRPr="0008167C">
        <w:t xml:space="preserve"> </w:t>
      </w:r>
      <w:r w:rsidRPr="0008167C">
        <w:t>переносится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области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умеренным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холодным</w:t>
      </w:r>
      <w:r w:rsidR="0008167C" w:rsidRPr="0008167C">
        <w:t xml:space="preserve"> </w:t>
      </w:r>
      <w:r w:rsidRPr="0008167C">
        <w:t>климатом</w:t>
      </w:r>
      <w:r w:rsidR="0008167C" w:rsidRPr="0008167C">
        <w:t xml:space="preserve">. </w:t>
      </w:r>
      <w:r w:rsidRPr="0008167C">
        <w:t>Здесь</w:t>
      </w:r>
      <w:r w:rsidR="0008167C" w:rsidRPr="0008167C">
        <w:t xml:space="preserve"> </w:t>
      </w:r>
      <w:r w:rsidRPr="0008167C">
        <w:t>водяной</w:t>
      </w:r>
      <w:r w:rsidR="0008167C" w:rsidRPr="0008167C">
        <w:t xml:space="preserve"> </w:t>
      </w:r>
      <w:r w:rsidRPr="0008167C">
        <w:t>пар</w:t>
      </w:r>
      <w:r w:rsidR="0008167C" w:rsidRPr="0008167C">
        <w:t xml:space="preserve"> </w:t>
      </w:r>
      <w:r w:rsidRPr="0008167C">
        <w:t>переходит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жидкую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твердую</w:t>
      </w:r>
      <w:r w:rsidR="0008167C" w:rsidRPr="0008167C">
        <w:t xml:space="preserve"> </w:t>
      </w:r>
      <w:r w:rsidRPr="0008167C">
        <w:t>фазу,</w:t>
      </w:r>
      <w:r w:rsidR="0008167C" w:rsidRPr="0008167C">
        <w:t xml:space="preserve"> </w:t>
      </w:r>
      <w:r w:rsidRPr="0008167C">
        <w:t>отдавая</w:t>
      </w:r>
      <w:r w:rsidR="0008167C" w:rsidRPr="0008167C">
        <w:t xml:space="preserve"> </w:t>
      </w:r>
      <w:r w:rsidRPr="0008167C">
        <w:t>окружающей</w:t>
      </w:r>
      <w:r w:rsidR="0008167C" w:rsidRPr="0008167C">
        <w:t xml:space="preserve"> </w:t>
      </w:r>
      <w:r w:rsidRPr="0008167C">
        <w:t>среде</w:t>
      </w:r>
      <w:r w:rsidR="0008167C" w:rsidRPr="0008167C">
        <w:t xml:space="preserve"> </w:t>
      </w:r>
      <w:r w:rsidRPr="0008167C">
        <w:t>около</w:t>
      </w:r>
      <w:r w:rsidR="0008167C" w:rsidRPr="0008167C">
        <w:t xml:space="preserve"> </w:t>
      </w:r>
      <w:r w:rsidRPr="0008167C">
        <w:t>2500</w:t>
      </w:r>
      <w:r w:rsidR="0008167C" w:rsidRPr="0008167C">
        <w:t xml:space="preserve"> </w:t>
      </w:r>
      <w:r w:rsidRPr="0008167C">
        <w:t>Дж</w:t>
      </w:r>
      <w:r w:rsidR="0008167C" w:rsidRPr="0008167C">
        <w:t xml:space="preserve"> </w:t>
      </w:r>
      <w:r w:rsidRPr="0008167C">
        <w:t>тепловой</w:t>
      </w:r>
      <w:r w:rsidR="0008167C" w:rsidRPr="0008167C">
        <w:t xml:space="preserve"> </w:t>
      </w:r>
      <w:r w:rsidRPr="0008167C">
        <w:t>энергии,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конденсации</w:t>
      </w:r>
      <w:r w:rsidR="0008167C" w:rsidRPr="0008167C">
        <w:t xml:space="preserve"> </w:t>
      </w:r>
      <w:r w:rsidRPr="0008167C">
        <w:t>каждого</w:t>
      </w:r>
      <w:r w:rsidR="0008167C" w:rsidRPr="0008167C">
        <w:t xml:space="preserve"> </w:t>
      </w:r>
      <w:r w:rsidRPr="0008167C">
        <w:t>грамма</w:t>
      </w:r>
      <w:r w:rsidR="0008167C" w:rsidRPr="0008167C">
        <w:t xml:space="preserve"> </w:t>
      </w:r>
      <w:r w:rsidRPr="0008167C">
        <w:t>пара</w:t>
      </w:r>
      <w:r w:rsidR="0008167C" w:rsidRPr="0008167C">
        <w:t xml:space="preserve">. </w:t>
      </w:r>
      <w:r w:rsidRPr="0008167C">
        <w:t>Представьте</w:t>
      </w:r>
      <w:r w:rsidR="0008167C" w:rsidRPr="0008167C">
        <w:t xml:space="preserve"> </w:t>
      </w:r>
      <w:r w:rsidRPr="0008167C">
        <w:t>теперь,</w:t>
      </w:r>
      <w:r w:rsidR="0008167C" w:rsidRPr="0008167C">
        <w:t xml:space="preserve"> </w:t>
      </w:r>
      <w:r w:rsidRPr="0008167C">
        <w:t>какое</w:t>
      </w:r>
      <w:r w:rsidR="0008167C" w:rsidRPr="0008167C">
        <w:t xml:space="preserve"> </w:t>
      </w:r>
      <w:r w:rsidRPr="0008167C">
        <w:t>гигантское</w:t>
      </w:r>
      <w:r w:rsidR="0008167C" w:rsidRPr="0008167C">
        <w:t xml:space="preserve"> </w:t>
      </w:r>
      <w:r w:rsidRPr="0008167C">
        <w:t>количество</w:t>
      </w:r>
      <w:r w:rsidR="0008167C" w:rsidRPr="0008167C">
        <w:t xml:space="preserve"> </w:t>
      </w:r>
      <w:r w:rsidRPr="0008167C">
        <w:t>тепла</w:t>
      </w:r>
      <w:r w:rsidR="0008167C" w:rsidRPr="0008167C">
        <w:t xml:space="preserve"> </w:t>
      </w:r>
      <w:r w:rsidRPr="0008167C">
        <w:t>переносится</w:t>
      </w:r>
      <w:r w:rsidR="0008167C" w:rsidRPr="0008167C">
        <w:t xml:space="preserve"> </w:t>
      </w:r>
      <w:r w:rsidRPr="0008167C">
        <w:t>водяным</w:t>
      </w:r>
      <w:r w:rsidR="0008167C" w:rsidRPr="0008167C">
        <w:t xml:space="preserve"> </w:t>
      </w:r>
      <w:r w:rsidRPr="0008167C">
        <w:t>паром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атмосфере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ежегодном</w:t>
      </w:r>
      <w:r w:rsidR="0008167C" w:rsidRPr="0008167C">
        <w:t xml:space="preserve"> </w:t>
      </w:r>
      <w:r w:rsidRPr="0008167C">
        <w:t>испарении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океанов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суши</w:t>
      </w:r>
      <w:r w:rsidR="0008167C" w:rsidRPr="0008167C">
        <w:t xml:space="preserve"> </w:t>
      </w:r>
      <w:r w:rsidRPr="0008167C">
        <w:t>577000</w:t>
      </w:r>
      <w:r w:rsidR="0008167C" w:rsidRPr="0008167C">
        <w:t xml:space="preserve"> </w:t>
      </w:r>
      <w:r w:rsidRPr="0008167C">
        <w:t>км</w:t>
      </w:r>
      <w:r w:rsidRPr="0008167C">
        <w:rPr>
          <w:vertAlign w:val="superscript"/>
        </w:rPr>
        <w:t>3</w:t>
      </w:r>
      <w:r w:rsidR="0008167C" w:rsidRPr="0008167C">
        <w:t xml:space="preserve"> </w:t>
      </w:r>
      <w:r w:rsidRPr="0008167C">
        <w:t>воды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</w:pPr>
      <w:r w:rsidRPr="0008167C">
        <w:t>Перенос</w:t>
      </w:r>
      <w:r w:rsidR="0008167C" w:rsidRPr="0008167C">
        <w:t xml:space="preserve"> </w:t>
      </w:r>
      <w:r w:rsidRPr="0008167C">
        <w:t>тепла</w:t>
      </w:r>
      <w:r w:rsidR="0008167C" w:rsidRPr="0008167C">
        <w:t xml:space="preserve"> </w:t>
      </w:r>
      <w:r w:rsidRPr="0008167C">
        <w:t>водяным</w:t>
      </w:r>
      <w:r w:rsidR="0008167C" w:rsidRPr="0008167C">
        <w:t xml:space="preserve"> </w:t>
      </w:r>
      <w:r w:rsidRPr="0008167C">
        <w:t>паром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атмосфере</w:t>
      </w:r>
      <w:r w:rsidR="0008167C" w:rsidRPr="0008167C">
        <w:t xml:space="preserve"> - </w:t>
      </w:r>
      <w:r w:rsidRPr="0008167C">
        <w:t>это</w:t>
      </w:r>
      <w:r w:rsidR="0008167C" w:rsidRPr="0008167C">
        <w:t xml:space="preserve"> </w:t>
      </w:r>
      <w:r w:rsidRPr="0008167C">
        <w:t>только</w:t>
      </w:r>
      <w:r w:rsidR="0008167C" w:rsidRPr="0008167C">
        <w:t xml:space="preserve"> </w:t>
      </w:r>
      <w:r w:rsidRPr="0008167C">
        <w:t>одна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планетарных</w:t>
      </w:r>
      <w:r w:rsidR="0008167C">
        <w:t xml:space="preserve"> "</w:t>
      </w:r>
      <w:r w:rsidRPr="0008167C">
        <w:t>обязанностей</w:t>
      </w:r>
      <w:r w:rsidR="0008167C">
        <w:t xml:space="preserve">" </w:t>
      </w:r>
      <w:r w:rsidRPr="0008167C">
        <w:t>воды</w:t>
      </w:r>
      <w:r w:rsidR="0008167C" w:rsidRPr="0008167C">
        <w:t xml:space="preserve">. </w:t>
      </w:r>
      <w:r w:rsidRPr="0008167C">
        <w:t>Вторая</w:t>
      </w:r>
      <w:r w:rsidR="0008167C">
        <w:t xml:space="preserve"> "</w:t>
      </w:r>
      <w:r w:rsidRPr="0008167C">
        <w:t>обязанность</w:t>
      </w:r>
      <w:r w:rsidR="0008167C">
        <w:t xml:space="preserve">" </w:t>
      </w:r>
      <w:r w:rsidRPr="0008167C">
        <w:t>водяных</w:t>
      </w:r>
      <w:r w:rsidR="0008167C" w:rsidRPr="0008167C">
        <w:t xml:space="preserve"> </w:t>
      </w:r>
      <w:r w:rsidRPr="0008167C">
        <w:t>паров</w:t>
      </w:r>
      <w:r w:rsidR="0008167C" w:rsidRPr="0008167C">
        <w:t xml:space="preserve"> - </w:t>
      </w:r>
      <w:r w:rsidRPr="0008167C">
        <w:t>защитить</w:t>
      </w:r>
      <w:r w:rsidR="0008167C" w:rsidRPr="0008167C">
        <w:t xml:space="preserve"> </w:t>
      </w:r>
      <w:r w:rsidRPr="0008167C">
        <w:t>нашу</w:t>
      </w:r>
      <w:r w:rsidR="0008167C" w:rsidRPr="0008167C">
        <w:t xml:space="preserve"> </w:t>
      </w:r>
      <w:r w:rsidRPr="0008167C">
        <w:t>планету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космического</w:t>
      </w:r>
      <w:r w:rsidR="0008167C" w:rsidRPr="0008167C">
        <w:t xml:space="preserve"> </w:t>
      </w:r>
      <w:r w:rsidRPr="0008167C">
        <w:t>холода</w:t>
      </w:r>
      <w:r w:rsidR="0008167C" w:rsidRPr="0008167C">
        <w:t xml:space="preserve"> </w:t>
      </w:r>
      <w:r w:rsidRPr="0008167C">
        <w:t>своеобразным</w:t>
      </w:r>
      <w:r w:rsidR="0008167C" w:rsidRPr="0008167C">
        <w:t xml:space="preserve"> </w:t>
      </w:r>
      <w:r w:rsidRPr="0008167C">
        <w:t>тепловым</w:t>
      </w:r>
      <w:r w:rsidR="0008167C" w:rsidRPr="0008167C">
        <w:t xml:space="preserve"> </w:t>
      </w:r>
      <w:r w:rsidRPr="0008167C">
        <w:t>одеялом</w:t>
      </w:r>
      <w:r w:rsidR="0008167C" w:rsidRPr="0008167C">
        <w:t xml:space="preserve">. </w:t>
      </w:r>
      <w:r w:rsidRPr="0008167C">
        <w:t>По</w:t>
      </w:r>
      <w:r w:rsidR="0008167C" w:rsidRPr="0008167C">
        <w:t xml:space="preserve"> </w:t>
      </w:r>
      <w:r w:rsidRPr="0008167C">
        <w:t>расчетам</w:t>
      </w:r>
      <w:r w:rsidR="0008167C" w:rsidRPr="0008167C">
        <w:t xml:space="preserve"> </w:t>
      </w:r>
      <w:r w:rsidRPr="0008167C">
        <w:t>известного</w:t>
      </w:r>
      <w:r w:rsidR="0008167C" w:rsidRPr="0008167C">
        <w:t xml:space="preserve"> </w:t>
      </w:r>
      <w:r w:rsidRPr="0008167C">
        <w:t>ученого</w:t>
      </w:r>
      <w:r w:rsidR="0008167C" w:rsidRPr="0008167C">
        <w:t xml:space="preserve"> </w:t>
      </w:r>
      <w:r w:rsidRPr="0008167C">
        <w:t>климатолога</w:t>
      </w:r>
      <w:r w:rsidR="0008167C" w:rsidRPr="0008167C">
        <w:t xml:space="preserve"> </w:t>
      </w:r>
      <w:r w:rsidRPr="0008167C">
        <w:t>М</w:t>
      </w:r>
      <w:r w:rsidR="0008167C">
        <w:t xml:space="preserve">.И. </w:t>
      </w:r>
      <w:r w:rsidRPr="0008167C">
        <w:t>Будыко,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уменьшении</w:t>
      </w:r>
      <w:r w:rsidR="0008167C" w:rsidRPr="0008167C">
        <w:t xml:space="preserve"> </w:t>
      </w:r>
      <w:r w:rsidRPr="0008167C">
        <w:t>содержания</w:t>
      </w:r>
      <w:r w:rsidR="0008167C" w:rsidRPr="0008167C">
        <w:t xml:space="preserve"> </w:t>
      </w:r>
      <w:r w:rsidRPr="0008167C">
        <w:t>водяного</w:t>
      </w:r>
      <w:r w:rsidR="0008167C" w:rsidRPr="0008167C">
        <w:t xml:space="preserve"> </w:t>
      </w:r>
      <w:r w:rsidRPr="0008167C">
        <w:t>пара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атмосфере</w:t>
      </w:r>
      <w:r w:rsidR="0008167C" w:rsidRPr="0008167C">
        <w:t xml:space="preserve"> </w:t>
      </w:r>
      <w:r w:rsidRPr="0008167C">
        <w:t>только</w:t>
      </w:r>
      <w:r w:rsidR="0008167C" w:rsidRPr="0008167C">
        <w:t xml:space="preserve"> </w:t>
      </w:r>
      <w:r w:rsidRPr="0008167C">
        <w:t>вдвое</w:t>
      </w:r>
      <w:r w:rsidR="0008167C" w:rsidRPr="0008167C">
        <w:t xml:space="preserve"> </w:t>
      </w:r>
      <w:r w:rsidRPr="0008167C">
        <w:t>средняя</w:t>
      </w:r>
      <w:r w:rsidR="0008167C" w:rsidRPr="0008167C">
        <w:t xml:space="preserve"> </w:t>
      </w:r>
      <w:r w:rsidRPr="0008167C">
        <w:t>температура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Земли</w:t>
      </w:r>
      <w:r w:rsidR="0008167C" w:rsidRPr="0008167C">
        <w:t xml:space="preserve"> </w:t>
      </w:r>
      <w:r w:rsidRPr="0008167C">
        <w:t>понизилась</w:t>
      </w:r>
      <w:r w:rsidR="0008167C" w:rsidRPr="0008167C">
        <w:t xml:space="preserve"> </w:t>
      </w:r>
      <w:r w:rsidRPr="0008167C">
        <w:t>бы</w:t>
      </w:r>
      <w:r w:rsidR="0008167C" w:rsidRPr="0008167C">
        <w:t xml:space="preserve"> </w:t>
      </w:r>
      <w:r w:rsidRPr="0008167C">
        <w:t>более</w:t>
      </w:r>
      <w:r w:rsidR="0008167C" w:rsidRPr="0008167C">
        <w:t xml:space="preserve"> </w:t>
      </w:r>
      <w:r w:rsidRPr="0008167C">
        <w:t>чем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5</w:t>
      </w:r>
      <w:r w:rsidR="0008167C" w:rsidRPr="0008167C">
        <w:t>°</w:t>
      </w:r>
      <w:r w:rsidRPr="0008167C">
        <w:t>С</w:t>
      </w:r>
      <w:r w:rsidR="0008167C">
        <w:t xml:space="preserve"> (</w:t>
      </w:r>
      <w:r w:rsidRPr="0008167C">
        <w:t>с</w:t>
      </w:r>
      <w:r w:rsidR="0008167C" w:rsidRPr="0008167C">
        <w:t xml:space="preserve"> </w:t>
      </w:r>
      <w:r w:rsidRPr="0008167C">
        <w:t>14,3</w:t>
      </w:r>
      <w:r w:rsidR="0008167C" w:rsidRPr="0008167C">
        <w:t xml:space="preserve"> </w:t>
      </w:r>
      <w:r w:rsidRPr="0008167C">
        <w:t>до</w:t>
      </w:r>
      <w:r w:rsidR="0008167C" w:rsidRPr="0008167C">
        <w:t xml:space="preserve"> </w:t>
      </w:r>
      <w:r w:rsidRPr="0008167C">
        <w:t>9</w:t>
      </w:r>
      <w:r w:rsidR="0008167C" w:rsidRPr="0008167C">
        <w:t>°</w:t>
      </w:r>
      <w:r w:rsidRPr="0008167C">
        <w:t>С</w:t>
      </w:r>
      <w:r w:rsidR="0008167C" w:rsidRPr="0008167C">
        <w:t>).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</w:pPr>
      <w:r w:rsidRPr="0008167C">
        <w:t>Другим</w:t>
      </w:r>
      <w:r w:rsidR="0008167C" w:rsidRPr="0008167C">
        <w:t xml:space="preserve"> </w:t>
      </w:r>
      <w:r w:rsidRPr="0008167C">
        <w:t>мощным</w:t>
      </w:r>
      <w:r w:rsidR="0008167C" w:rsidRPr="0008167C">
        <w:t xml:space="preserve"> </w:t>
      </w:r>
      <w:r w:rsidRPr="0008167C">
        <w:t>аккумулятором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распределителем</w:t>
      </w:r>
      <w:r w:rsidR="0008167C" w:rsidRPr="0008167C">
        <w:t xml:space="preserve"> </w:t>
      </w:r>
      <w:r w:rsidRPr="0008167C">
        <w:t>солнечной</w:t>
      </w:r>
      <w:r w:rsidR="0008167C" w:rsidRPr="0008167C">
        <w:t xml:space="preserve"> </w:t>
      </w:r>
      <w:r w:rsidRPr="0008167C">
        <w:t>энергии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во</w:t>
      </w:r>
      <w:r w:rsidR="0008167C" w:rsidRPr="0008167C">
        <w:t xml:space="preserve"> </w:t>
      </w:r>
      <w:r w:rsidRPr="0008167C">
        <w:t>времени,</w:t>
      </w:r>
      <w:r w:rsidR="0008167C" w:rsidRPr="0008167C">
        <w:t xml:space="preserve"> </w:t>
      </w:r>
      <w:r w:rsidRPr="0008167C">
        <w:t>так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пространстве</w:t>
      </w:r>
      <w:r w:rsidR="0008167C" w:rsidRPr="0008167C">
        <w:t xml:space="preserve"> </w:t>
      </w:r>
      <w:r w:rsidRPr="0008167C">
        <w:t>являются</w:t>
      </w:r>
      <w:r w:rsidR="0008167C" w:rsidRPr="0008167C">
        <w:t xml:space="preserve"> </w:t>
      </w:r>
      <w:r w:rsidRPr="0008167C">
        <w:t>океаны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моря</w:t>
      </w:r>
      <w:r w:rsidR="0008167C" w:rsidRPr="0008167C">
        <w:t xml:space="preserve">. </w:t>
      </w:r>
      <w:r w:rsidRPr="0008167C">
        <w:t>Хорошо</w:t>
      </w:r>
      <w:r w:rsidR="0008167C" w:rsidRPr="0008167C">
        <w:t xml:space="preserve"> </w:t>
      </w:r>
      <w:r w:rsidRPr="0008167C">
        <w:t>известно</w:t>
      </w:r>
      <w:r w:rsidR="0008167C" w:rsidRPr="0008167C">
        <w:t xml:space="preserve"> </w:t>
      </w:r>
      <w:r w:rsidRPr="0008167C">
        <w:t>влияние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климат</w:t>
      </w:r>
      <w:r w:rsidR="0008167C" w:rsidRPr="0008167C">
        <w:t xml:space="preserve"> </w:t>
      </w:r>
      <w:r w:rsidRPr="0008167C">
        <w:t>континентов</w:t>
      </w:r>
      <w:r w:rsidR="0008167C" w:rsidRPr="0008167C">
        <w:t xml:space="preserve"> </w:t>
      </w:r>
      <w:r w:rsidRPr="0008167C">
        <w:t>теплых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холодных</w:t>
      </w:r>
      <w:r w:rsidR="0008167C" w:rsidRPr="0008167C">
        <w:t xml:space="preserve"> </w:t>
      </w:r>
      <w:r w:rsidRPr="0008167C">
        <w:t>океанических</w:t>
      </w:r>
      <w:r w:rsidR="0008167C" w:rsidRPr="0008167C">
        <w:t xml:space="preserve"> </w:t>
      </w:r>
      <w:r w:rsidRPr="0008167C">
        <w:t>течений</w:t>
      </w:r>
      <w:r w:rsidR="0008167C" w:rsidRPr="0008167C">
        <w:t xml:space="preserve">. </w:t>
      </w:r>
      <w:r w:rsidRPr="0008167C">
        <w:t>Например,</w:t>
      </w:r>
      <w:r w:rsidR="0008167C" w:rsidRPr="0008167C">
        <w:t xml:space="preserve"> </w:t>
      </w:r>
      <w:r w:rsidRPr="0008167C">
        <w:t>для</w:t>
      </w:r>
      <w:r w:rsidR="0008167C" w:rsidRPr="0008167C">
        <w:t xml:space="preserve"> </w:t>
      </w:r>
      <w:r w:rsidRPr="0008167C">
        <w:t>Европы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для</w:t>
      </w:r>
      <w:r w:rsidR="0008167C" w:rsidRPr="0008167C">
        <w:t xml:space="preserve"> </w:t>
      </w:r>
      <w:r w:rsidRPr="0008167C">
        <w:t>всего</w:t>
      </w:r>
      <w:r w:rsidR="0008167C" w:rsidRPr="0008167C">
        <w:t xml:space="preserve"> </w:t>
      </w:r>
      <w:r w:rsidRPr="0008167C">
        <w:t>Северо-запада</w:t>
      </w:r>
      <w:r w:rsidR="0008167C" w:rsidRPr="0008167C">
        <w:t xml:space="preserve"> </w:t>
      </w:r>
      <w:r w:rsidRPr="0008167C">
        <w:t>России</w:t>
      </w:r>
      <w:r w:rsidR="0008167C" w:rsidRPr="0008167C">
        <w:t xml:space="preserve"> </w:t>
      </w:r>
      <w:r w:rsidRPr="0008167C">
        <w:t>исключительным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своему</w:t>
      </w:r>
      <w:r w:rsidR="0008167C" w:rsidRPr="0008167C">
        <w:t xml:space="preserve"> </w:t>
      </w:r>
      <w:r w:rsidRPr="0008167C">
        <w:t>значению</w:t>
      </w:r>
      <w:r w:rsidR="0008167C" w:rsidRPr="0008167C">
        <w:t xml:space="preserve"> </w:t>
      </w:r>
      <w:r w:rsidRPr="0008167C">
        <w:t>является</w:t>
      </w:r>
      <w:r w:rsidR="0008167C" w:rsidRPr="0008167C">
        <w:t xml:space="preserve"> </w:t>
      </w:r>
      <w:r w:rsidRPr="0008167C">
        <w:t>мощное</w:t>
      </w:r>
      <w:r w:rsidR="0008167C" w:rsidRPr="0008167C">
        <w:t xml:space="preserve"> </w:t>
      </w:r>
      <w:r w:rsidRPr="0008167C">
        <w:t>теплое</w:t>
      </w:r>
      <w:r w:rsidR="0008167C" w:rsidRPr="0008167C">
        <w:t xml:space="preserve"> </w:t>
      </w:r>
      <w:r w:rsidRPr="0008167C">
        <w:t>течение</w:t>
      </w:r>
      <w:r w:rsidR="0008167C" w:rsidRPr="0008167C">
        <w:t xml:space="preserve"> </w:t>
      </w:r>
      <w:r w:rsidRPr="0008167C">
        <w:t>Гольфстрим</w:t>
      </w:r>
      <w:r w:rsidR="0008167C" w:rsidRPr="0008167C">
        <w:t xml:space="preserve">. </w:t>
      </w:r>
      <w:r w:rsidRPr="0008167C">
        <w:t>Оно</w:t>
      </w:r>
      <w:r w:rsidR="0008167C" w:rsidRPr="0008167C">
        <w:t xml:space="preserve"> </w:t>
      </w:r>
      <w:r w:rsidRPr="0008167C">
        <w:t>зарождается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Мексиканском</w:t>
      </w:r>
      <w:r w:rsidR="0008167C" w:rsidRPr="0008167C">
        <w:t xml:space="preserve"> </w:t>
      </w:r>
      <w:r w:rsidRPr="0008167C">
        <w:t>заливе,</w:t>
      </w:r>
      <w:r w:rsidR="0008167C" w:rsidRPr="0008167C">
        <w:t xml:space="preserve"> </w:t>
      </w:r>
      <w:r w:rsidRPr="0008167C">
        <w:t>питается</w:t>
      </w:r>
      <w:r w:rsidR="0008167C" w:rsidRPr="0008167C">
        <w:t xml:space="preserve"> </w:t>
      </w:r>
      <w:r w:rsidRPr="0008167C">
        <w:t>водами</w:t>
      </w:r>
      <w:r w:rsidR="0008167C" w:rsidRPr="0008167C">
        <w:t xml:space="preserve"> </w:t>
      </w:r>
      <w:r w:rsidRPr="0008167C">
        <w:t>Северного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Южного</w:t>
      </w:r>
      <w:r w:rsidR="0008167C" w:rsidRPr="0008167C">
        <w:t xml:space="preserve"> </w:t>
      </w:r>
      <w:r w:rsidRPr="0008167C">
        <w:t>экваториальных</w:t>
      </w:r>
      <w:r w:rsidR="0008167C" w:rsidRPr="0008167C">
        <w:t xml:space="preserve"> </w:t>
      </w:r>
      <w:r w:rsidRPr="0008167C">
        <w:t>течений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выходе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Флоридского</w:t>
      </w:r>
      <w:r w:rsidR="0008167C" w:rsidRPr="0008167C">
        <w:t xml:space="preserve"> </w:t>
      </w:r>
      <w:r w:rsidRPr="0008167C">
        <w:t>пролива</w:t>
      </w:r>
      <w:r w:rsidR="0008167C" w:rsidRPr="0008167C">
        <w:t xml:space="preserve"> </w:t>
      </w:r>
      <w:r w:rsidRPr="0008167C">
        <w:t>пересекает</w:t>
      </w:r>
      <w:r w:rsidR="0008167C" w:rsidRPr="0008167C">
        <w:t xml:space="preserve"> </w:t>
      </w:r>
      <w:r w:rsidRPr="0008167C">
        <w:t>Атлантический</w:t>
      </w:r>
      <w:r w:rsidR="0008167C" w:rsidRPr="0008167C">
        <w:t xml:space="preserve"> </w:t>
      </w:r>
      <w:r w:rsidRPr="0008167C">
        <w:t>океан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юго-запада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северо-восток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начале</w:t>
      </w:r>
      <w:r w:rsidR="0008167C" w:rsidRPr="0008167C">
        <w:t xml:space="preserve"> </w:t>
      </w:r>
      <w:r w:rsidRPr="0008167C">
        <w:t>образования</w:t>
      </w:r>
      <w:r w:rsidR="0008167C" w:rsidRPr="0008167C">
        <w:t xml:space="preserve"> </w:t>
      </w:r>
      <w:r w:rsidRPr="0008167C">
        <w:t>ширина</w:t>
      </w:r>
      <w:r w:rsidR="0008167C" w:rsidRPr="0008167C">
        <w:t xml:space="preserve"> </w:t>
      </w:r>
      <w:r w:rsidRPr="0008167C">
        <w:t>Гольфстрима</w:t>
      </w:r>
      <w:r w:rsidR="0008167C" w:rsidRPr="0008167C">
        <w:t xml:space="preserve"> </w:t>
      </w:r>
      <w:r w:rsidRPr="0008167C">
        <w:t>равна</w:t>
      </w:r>
      <w:r w:rsidR="0008167C" w:rsidRPr="0008167C">
        <w:t xml:space="preserve"> </w:t>
      </w:r>
      <w:smartTag w:uri="urn:schemas-microsoft-com:office:smarttags" w:element="metricconverter">
        <w:smartTagPr>
          <w:attr w:name="ProductID" w:val="78 км"/>
        </w:smartTagPr>
        <w:r w:rsidRPr="0008167C">
          <w:t>78</w:t>
        </w:r>
        <w:r w:rsidR="0008167C" w:rsidRPr="0008167C">
          <w:t xml:space="preserve"> </w:t>
        </w:r>
        <w:r w:rsidRPr="0008167C">
          <w:t>км</w:t>
        </w:r>
      </w:smartTag>
      <w:r w:rsidRPr="0008167C">
        <w:t>,</w:t>
      </w:r>
      <w:r w:rsidR="0008167C" w:rsidRPr="0008167C">
        <w:t xml:space="preserve"> </w:t>
      </w:r>
      <w:r w:rsidRPr="0008167C">
        <w:t>глубина</w:t>
      </w:r>
      <w:r w:rsidR="0008167C" w:rsidRPr="0008167C">
        <w:t xml:space="preserve"> - </w:t>
      </w:r>
      <w:smartTag w:uri="urn:schemas-microsoft-com:office:smarttags" w:element="metricconverter">
        <w:smartTagPr>
          <w:attr w:name="ProductID" w:val="800 м"/>
        </w:smartTagPr>
        <w:r w:rsidRPr="0008167C">
          <w:t>800</w:t>
        </w:r>
        <w:r w:rsidR="0008167C" w:rsidRPr="0008167C">
          <w:t xml:space="preserve"> </w:t>
        </w:r>
        <w:r w:rsidRPr="0008167C">
          <w:t>м</w:t>
        </w:r>
      </w:smartTag>
      <w:r w:rsidRPr="0008167C">
        <w:t>,</w:t>
      </w:r>
      <w:r w:rsidR="0008167C" w:rsidRPr="0008167C">
        <w:t xml:space="preserve"> </w:t>
      </w:r>
      <w:r w:rsidRPr="0008167C">
        <w:t>скорость</w:t>
      </w:r>
      <w:r w:rsidR="0008167C" w:rsidRPr="0008167C">
        <w:t xml:space="preserve"> </w:t>
      </w:r>
      <w:r w:rsidRPr="0008167C">
        <w:t>движения</w:t>
      </w:r>
      <w:r w:rsidR="0008167C" w:rsidRPr="0008167C">
        <w:t xml:space="preserve"> - </w:t>
      </w:r>
      <w:r w:rsidRPr="0008167C">
        <w:t>до</w:t>
      </w:r>
      <w:r w:rsidR="0008167C" w:rsidRPr="0008167C">
        <w:t xml:space="preserve"> </w:t>
      </w:r>
      <w:smartTag w:uri="urn:schemas-microsoft-com:office:smarttags" w:element="metricconverter">
        <w:smartTagPr>
          <w:attr w:name="ProductID" w:val="9 км/ч"/>
        </w:smartTagPr>
        <w:r w:rsidRPr="0008167C">
          <w:t>9</w:t>
        </w:r>
        <w:r w:rsidR="0008167C" w:rsidRPr="0008167C">
          <w:t xml:space="preserve"> </w:t>
        </w:r>
        <w:r w:rsidRPr="0008167C">
          <w:t>км/ч</w:t>
        </w:r>
      </w:smartTag>
      <w:r w:rsidRPr="0008167C">
        <w:t>,</w:t>
      </w:r>
      <w:r w:rsidR="0008167C" w:rsidRPr="0008167C">
        <w:t xml:space="preserve"> </w:t>
      </w:r>
      <w:r w:rsidRPr="0008167C">
        <w:t>температура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- </w:t>
      </w:r>
      <w:r w:rsidRPr="0008167C">
        <w:t>до</w:t>
      </w:r>
      <w:r w:rsidR="0008167C" w:rsidRPr="0008167C">
        <w:t xml:space="preserve"> </w:t>
      </w:r>
      <w:r w:rsidRPr="0008167C">
        <w:t>30</w:t>
      </w:r>
      <w:r w:rsidR="0008167C" w:rsidRPr="0008167C">
        <w:t>°</w:t>
      </w:r>
      <w:r w:rsidRPr="0008167C">
        <w:t>С</w:t>
      </w:r>
      <w:r w:rsidR="0008167C" w:rsidRPr="0008167C">
        <w:t xml:space="preserve">. </w:t>
      </w:r>
      <w:r w:rsidRPr="0008167C">
        <w:t>Далее,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движении</w:t>
      </w:r>
      <w:r w:rsidR="0008167C" w:rsidRPr="0008167C">
        <w:t xml:space="preserve"> </w:t>
      </w:r>
      <w:r w:rsidRPr="0008167C">
        <w:t>вдоль</w:t>
      </w:r>
      <w:r w:rsidR="0008167C" w:rsidRPr="0008167C">
        <w:t xml:space="preserve"> </w:t>
      </w:r>
      <w:r w:rsidRPr="0008167C">
        <w:t>берегов</w:t>
      </w:r>
      <w:r w:rsidR="0008167C" w:rsidRPr="0008167C">
        <w:t xml:space="preserve"> </w:t>
      </w:r>
      <w:r w:rsidRPr="0008167C">
        <w:t>Северной</w:t>
      </w:r>
      <w:r w:rsidR="0008167C" w:rsidRPr="0008167C">
        <w:t xml:space="preserve"> </w:t>
      </w:r>
      <w:r w:rsidRPr="0008167C">
        <w:t>Америки,</w:t>
      </w:r>
      <w:r w:rsidR="0008167C" w:rsidRPr="0008167C">
        <w:t xml:space="preserve"> </w:t>
      </w:r>
      <w:r w:rsidRPr="0008167C">
        <w:t>его</w:t>
      </w:r>
      <w:r w:rsidR="0008167C" w:rsidRPr="0008167C">
        <w:t xml:space="preserve"> </w:t>
      </w:r>
      <w:r w:rsidRPr="0008167C">
        <w:t>ширина</w:t>
      </w:r>
      <w:r w:rsidR="0008167C" w:rsidRPr="0008167C">
        <w:t xml:space="preserve"> </w:t>
      </w:r>
      <w:r w:rsidRPr="0008167C">
        <w:t>увеличивается</w:t>
      </w:r>
      <w:r w:rsidR="0008167C" w:rsidRPr="0008167C">
        <w:t xml:space="preserve"> </w:t>
      </w:r>
      <w:r w:rsidRPr="0008167C">
        <w:t>до</w:t>
      </w:r>
      <w:r w:rsidR="0008167C" w:rsidRPr="0008167C">
        <w:t xml:space="preserve"> </w:t>
      </w:r>
      <w:smartTag w:uri="urn:schemas-microsoft-com:office:smarttags" w:element="metricconverter">
        <w:smartTagPr>
          <w:attr w:name="ProductID" w:val="675 км"/>
        </w:smartTagPr>
        <w:r w:rsidRPr="0008167C">
          <w:t>675</w:t>
        </w:r>
        <w:r w:rsidR="0008167C" w:rsidRPr="0008167C">
          <w:t xml:space="preserve"> </w:t>
        </w:r>
        <w:r w:rsidRPr="0008167C">
          <w:t>км</w:t>
        </w:r>
      </w:smartTag>
      <w:r w:rsidRPr="0008167C">
        <w:t>,</w:t>
      </w:r>
      <w:r w:rsidR="0008167C" w:rsidRPr="0008167C">
        <w:t xml:space="preserve"> </w:t>
      </w:r>
      <w:r w:rsidRPr="0008167C">
        <w:t>скорость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 </w:t>
      </w:r>
      <w:r w:rsidRPr="0008167C">
        <w:t>уменьшается</w:t>
      </w:r>
      <w:r w:rsidR="0008167C" w:rsidRPr="0008167C">
        <w:t xml:space="preserve"> </w:t>
      </w:r>
      <w:r w:rsidRPr="0008167C">
        <w:t>до</w:t>
      </w:r>
      <w:r w:rsidR="0008167C" w:rsidRPr="0008167C">
        <w:t xml:space="preserve"> </w:t>
      </w:r>
      <w:smartTag w:uri="urn:schemas-microsoft-com:office:smarttags" w:element="metricconverter">
        <w:smartTagPr>
          <w:attr w:name="ProductID" w:val="3 км/ч"/>
        </w:smartTagPr>
        <w:r w:rsidRPr="0008167C">
          <w:t>3</w:t>
        </w:r>
        <w:r w:rsidR="0008167C" w:rsidRPr="0008167C">
          <w:t xml:space="preserve"> </w:t>
        </w:r>
        <w:r w:rsidRPr="0008167C">
          <w:t>км/ч</w:t>
        </w:r>
      </w:smartTag>
      <w:r w:rsidR="0008167C" w:rsidRPr="0008167C">
        <w:t xml:space="preserve">. </w:t>
      </w:r>
      <w:r w:rsidRPr="0008167C">
        <w:t>На</w:t>
      </w:r>
      <w:r w:rsidR="0008167C" w:rsidRPr="0008167C">
        <w:t xml:space="preserve"> </w:t>
      </w:r>
      <w:r w:rsidRPr="0008167C">
        <w:t>параллели</w:t>
      </w:r>
      <w:r w:rsidR="0008167C" w:rsidRPr="0008167C">
        <w:t xml:space="preserve"> </w:t>
      </w:r>
      <w:r w:rsidRPr="0008167C">
        <w:t>38°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. </w:t>
      </w:r>
      <w:r w:rsidRPr="0008167C">
        <w:t>ш</w:t>
      </w:r>
      <w:r w:rsidR="0008167C" w:rsidRPr="0008167C">
        <w:t xml:space="preserve">., </w:t>
      </w:r>
      <w:r w:rsidRPr="0008167C">
        <w:t>где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Гольфстриму</w:t>
      </w:r>
      <w:r w:rsidR="0008167C" w:rsidRPr="0008167C">
        <w:t xml:space="preserve"> </w:t>
      </w:r>
      <w:r w:rsidRPr="0008167C">
        <w:t>присоединяется</w:t>
      </w:r>
      <w:r w:rsidR="0008167C" w:rsidRPr="0008167C">
        <w:t xml:space="preserve"> </w:t>
      </w:r>
      <w:r w:rsidRPr="0008167C">
        <w:t>Антильское</w:t>
      </w:r>
      <w:r w:rsidR="0008167C" w:rsidRPr="0008167C">
        <w:t xml:space="preserve"> </w:t>
      </w:r>
      <w:r w:rsidRPr="0008167C">
        <w:t>течение,</w:t>
      </w:r>
      <w:r w:rsidR="0008167C" w:rsidRPr="0008167C">
        <w:t xml:space="preserve"> </w:t>
      </w:r>
      <w:r w:rsidRPr="0008167C">
        <w:t>расход</w:t>
      </w:r>
      <w:r w:rsidR="0008167C">
        <w:t xml:space="preserve"> (</w:t>
      </w:r>
      <w:r w:rsidRPr="0008167C">
        <w:t>количество</w:t>
      </w:r>
      <w:r w:rsidR="0008167C" w:rsidRPr="0008167C">
        <w:t xml:space="preserve"> </w:t>
      </w:r>
      <w:r w:rsidRPr="0008167C">
        <w:t>воды,</w:t>
      </w:r>
      <w:r w:rsidR="0008167C" w:rsidRPr="0008167C">
        <w:t xml:space="preserve"> </w:t>
      </w:r>
      <w:r w:rsidRPr="0008167C">
        <w:t>протекающее</w:t>
      </w:r>
      <w:r w:rsidR="0008167C" w:rsidRPr="0008167C">
        <w:t xml:space="preserve"> </w:t>
      </w:r>
      <w:r w:rsidRPr="0008167C">
        <w:t>через</w:t>
      </w:r>
      <w:r w:rsidR="0008167C" w:rsidRPr="0008167C">
        <w:t xml:space="preserve"> </w:t>
      </w:r>
      <w:r w:rsidRPr="0008167C">
        <w:t>поперечное</w:t>
      </w:r>
      <w:r w:rsidR="0008167C" w:rsidRPr="0008167C">
        <w:t xml:space="preserve"> </w:t>
      </w:r>
      <w:r w:rsidRPr="0008167C">
        <w:t>сечение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1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) </w:t>
      </w:r>
      <w:r w:rsidRPr="0008167C">
        <w:t>достигает</w:t>
      </w:r>
      <w:r w:rsidR="0008167C" w:rsidRPr="0008167C">
        <w:t xml:space="preserve"> </w:t>
      </w:r>
      <w:r w:rsidRPr="0008167C">
        <w:t>82</w:t>
      </w:r>
      <w:r w:rsidR="0008167C" w:rsidRPr="0008167C">
        <w:t xml:space="preserve"> </w:t>
      </w:r>
      <w:r w:rsidRPr="0008167C">
        <w:t>млн</w:t>
      </w:r>
      <w:r w:rsidR="0008167C" w:rsidRPr="0008167C">
        <w:t xml:space="preserve">. </w:t>
      </w:r>
      <w:r w:rsidRPr="0008167C">
        <w:t>м</w:t>
      </w:r>
      <w:r w:rsidRPr="0008167C">
        <w:rPr>
          <w:vertAlign w:val="superscript"/>
        </w:rPr>
        <w:t>3</w:t>
      </w:r>
      <w:r w:rsidRPr="0008167C">
        <w:t>/с,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22</w:t>
      </w:r>
      <w:r w:rsidR="0008167C" w:rsidRPr="0008167C">
        <w:t xml:space="preserve"> </w:t>
      </w:r>
      <w:r w:rsidRPr="0008167C">
        <w:t>раза</w:t>
      </w:r>
      <w:r w:rsidR="0008167C" w:rsidRPr="0008167C">
        <w:t xml:space="preserve"> </w:t>
      </w:r>
      <w:r w:rsidRPr="0008167C">
        <w:t>больше</w:t>
      </w:r>
      <w:r w:rsidR="0008167C" w:rsidRPr="0008167C">
        <w:t xml:space="preserve"> </w:t>
      </w:r>
      <w:r w:rsidRPr="0008167C">
        <w:t>расхода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месте</w:t>
      </w:r>
      <w:r w:rsidR="0008167C" w:rsidRPr="0008167C">
        <w:t xml:space="preserve"> </w:t>
      </w:r>
      <w:r w:rsidRPr="0008167C">
        <w:t>его</w:t>
      </w:r>
      <w:r w:rsidR="0008167C" w:rsidRPr="0008167C">
        <w:t xml:space="preserve"> </w:t>
      </w:r>
      <w:r w:rsidRPr="0008167C">
        <w:t>зарождения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60</w:t>
      </w:r>
      <w:r w:rsidR="0008167C" w:rsidRPr="0008167C">
        <w:t xml:space="preserve"> </w:t>
      </w:r>
      <w:r w:rsidRPr="0008167C">
        <w:t>раз</w:t>
      </w:r>
      <w:r w:rsidR="0008167C" w:rsidRPr="0008167C">
        <w:t xml:space="preserve"> </w:t>
      </w:r>
      <w:r w:rsidRPr="0008167C">
        <w:t>больше</w:t>
      </w:r>
      <w:r w:rsidR="0008167C" w:rsidRPr="0008167C">
        <w:t xml:space="preserve"> </w:t>
      </w:r>
      <w:r w:rsidRPr="0008167C">
        <w:t>суммарного</w:t>
      </w:r>
      <w:r w:rsidR="0008167C" w:rsidRPr="0008167C">
        <w:t xml:space="preserve"> </w:t>
      </w:r>
      <w:r w:rsidRPr="0008167C">
        <w:t>расхода</w:t>
      </w:r>
      <w:r w:rsidR="0008167C" w:rsidRPr="0008167C">
        <w:t xml:space="preserve"> </w:t>
      </w:r>
      <w:r w:rsidRPr="0008167C">
        <w:t>всех</w:t>
      </w:r>
      <w:r w:rsidR="0008167C" w:rsidRPr="0008167C">
        <w:t xml:space="preserve"> </w:t>
      </w:r>
      <w:r w:rsidRPr="0008167C">
        <w:t>больших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малых</w:t>
      </w:r>
      <w:r w:rsidR="0008167C" w:rsidRPr="0008167C">
        <w:t xml:space="preserve"> </w:t>
      </w:r>
      <w:r w:rsidRPr="0008167C">
        <w:t>рек</w:t>
      </w:r>
      <w:r w:rsidR="0008167C" w:rsidRPr="0008167C">
        <w:t xml:space="preserve"> </w:t>
      </w:r>
      <w:r w:rsidRPr="0008167C">
        <w:t>земного</w:t>
      </w:r>
      <w:r w:rsidR="0008167C" w:rsidRPr="0008167C">
        <w:t xml:space="preserve"> </w:t>
      </w:r>
      <w:r w:rsidRPr="0008167C">
        <w:t>шара</w:t>
      </w:r>
      <w:r w:rsidR="0008167C" w:rsidRPr="0008167C">
        <w:t xml:space="preserve">. </w:t>
      </w:r>
      <w:r w:rsidRPr="0008167C">
        <w:t>Если</w:t>
      </w:r>
      <w:r w:rsidR="0008167C" w:rsidRPr="0008167C">
        <w:t xml:space="preserve"> </w:t>
      </w:r>
      <w:r w:rsidRPr="0008167C">
        <w:t>бы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было</w:t>
      </w:r>
      <w:r w:rsidR="0008167C" w:rsidRPr="0008167C">
        <w:t xml:space="preserve"> </w:t>
      </w:r>
      <w:r w:rsidRPr="0008167C">
        <w:t>Гольфстрима,</w:t>
      </w:r>
      <w:r w:rsidR="0008167C" w:rsidRPr="0008167C">
        <w:t xml:space="preserve"> </w:t>
      </w:r>
      <w:r w:rsidRPr="0008167C">
        <w:t>вся</w:t>
      </w:r>
      <w:r w:rsidR="0008167C" w:rsidRPr="0008167C">
        <w:t xml:space="preserve"> </w:t>
      </w:r>
      <w:r w:rsidRPr="0008167C">
        <w:t>Скандинавия,</w:t>
      </w:r>
      <w:r w:rsidR="0008167C" w:rsidRPr="0008167C">
        <w:t xml:space="preserve"> </w:t>
      </w:r>
      <w:r w:rsidRPr="0008167C">
        <w:t>подобно</w:t>
      </w:r>
      <w:r w:rsidR="0008167C" w:rsidRPr="0008167C">
        <w:t xml:space="preserve"> </w:t>
      </w:r>
      <w:r w:rsidRPr="0008167C">
        <w:t>Гренландии,</w:t>
      </w:r>
      <w:r w:rsidR="0008167C" w:rsidRPr="0008167C">
        <w:t xml:space="preserve"> </w:t>
      </w:r>
      <w:r w:rsidRPr="0008167C">
        <w:t>была</w:t>
      </w:r>
      <w:r w:rsidR="0008167C" w:rsidRPr="0008167C">
        <w:t xml:space="preserve"> </w:t>
      </w:r>
      <w:r w:rsidRPr="0008167C">
        <w:t>бы</w:t>
      </w:r>
      <w:r w:rsidR="0008167C" w:rsidRPr="0008167C">
        <w:t xml:space="preserve"> </w:t>
      </w:r>
      <w:r w:rsidRPr="0008167C">
        <w:t>покрыта</w:t>
      </w:r>
      <w:r w:rsidR="0008167C" w:rsidRPr="0008167C">
        <w:t xml:space="preserve"> </w:t>
      </w:r>
      <w:r w:rsidRPr="0008167C">
        <w:t>льдом</w:t>
      </w:r>
      <w:r w:rsidR="0008167C" w:rsidRPr="0008167C">
        <w:t xml:space="preserve">. </w:t>
      </w:r>
      <w:r w:rsidRPr="0008167C">
        <w:t>По</w:t>
      </w:r>
      <w:r w:rsidR="0008167C" w:rsidRPr="0008167C">
        <w:t xml:space="preserve"> </w:t>
      </w:r>
      <w:r w:rsidRPr="0008167C">
        <w:t>расчетам</w:t>
      </w:r>
      <w:r w:rsidR="0008167C" w:rsidRPr="0008167C">
        <w:t xml:space="preserve"> </w:t>
      </w:r>
      <w:r w:rsidRPr="0008167C">
        <w:t>видного</w:t>
      </w:r>
      <w:r w:rsidR="0008167C" w:rsidRPr="0008167C">
        <w:t xml:space="preserve"> </w:t>
      </w:r>
      <w:r w:rsidRPr="0008167C">
        <w:t>ученого</w:t>
      </w:r>
      <w:r w:rsidR="0008167C" w:rsidRPr="0008167C">
        <w:t xml:space="preserve"> </w:t>
      </w:r>
      <w:r w:rsidRPr="0008167C">
        <w:t>С</w:t>
      </w:r>
      <w:r w:rsidR="0008167C">
        <w:t xml:space="preserve">.В. </w:t>
      </w:r>
      <w:r w:rsidRPr="0008167C">
        <w:t>Калесника,</w:t>
      </w:r>
      <w:r w:rsidR="0008167C" w:rsidRPr="0008167C">
        <w:t xml:space="preserve"> </w:t>
      </w:r>
      <w:r w:rsidRPr="0008167C">
        <w:t>около</w:t>
      </w:r>
      <w:r w:rsidR="0008167C" w:rsidRPr="0008167C">
        <w:t xml:space="preserve"> </w:t>
      </w:r>
      <w:r w:rsidRPr="0008167C">
        <w:t>половины</w:t>
      </w:r>
      <w:r w:rsidR="0008167C" w:rsidRPr="0008167C">
        <w:t xml:space="preserve"> </w:t>
      </w:r>
      <w:r w:rsidRPr="0008167C">
        <w:t>переноса</w:t>
      </w:r>
      <w:r w:rsidR="0008167C" w:rsidRPr="0008167C">
        <w:t xml:space="preserve"> </w:t>
      </w:r>
      <w:r w:rsidRPr="0008167C">
        <w:t>тепла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тропических</w:t>
      </w:r>
      <w:r w:rsidR="0008167C" w:rsidRPr="0008167C">
        <w:t xml:space="preserve"> </w:t>
      </w:r>
      <w:r w:rsidRPr="0008167C">
        <w:t>районов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умеренные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полярные</w:t>
      </w:r>
      <w:r w:rsidR="0008167C" w:rsidRPr="0008167C">
        <w:t xml:space="preserve"> </w:t>
      </w:r>
      <w:r w:rsidRPr="0008167C">
        <w:t>широты</w:t>
      </w:r>
      <w:r w:rsidR="0008167C" w:rsidRPr="0008167C">
        <w:t xml:space="preserve"> </w:t>
      </w:r>
      <w:r w:rsidRPr="0008167C">
        <w:t>осуществляется</w:t>
      </w:r>
      <w:r w:rsidR="0008167C" w:rsidRPr="0008167C">
        <w:t xml:space="preserve"> </w:t>
      </w:r>
      <w:r w:rsidRPr="0008167C">
        <w:t>морскими</w:t>
      </w:r>
      <w:r w:rsidR="0008167C" w:rsidRPr="0008167C">
        <w:t xml:space="preserve"> </w:t>
      </w:r>
      <w:r w:rsidRPr="0008167C">
        <w:t>течениями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</w:pPr>
      <w:r w:rsidRPr="0008167C">
        <w:t>Аккумуляторами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перераспределителями</w:t>
      </w:r>
      <w:r w:rsidR="0008167C" w:rsidRPr="0008167C">
        <w:t xml:space="preserve"> </w:t>
      </w:r>
      <w:r w:rsidRPr="0008167C">
        <w:t>тепла</w:t>
      </w:r>
      <w:r w:rsidR="0008167C" w:rsidRPr="0008167C">
        <w:t xml:space="preserve"> </w:t>
      </w:r>
      <w:r w:rsidRPr="0008167C">
        <w:t>являются</w:t>
      </w:r>
      <w:r w:rsidR="0008167C" w:rsidRPr="0008167C">
        <w:t xml:space="preserve"> </w:t>
      </w:r>
      <w:r w:rsidRPr="0008167C">
        <w:t>каждое</w:t>
      </w:r>
      <w:r w:rsidR="0008167C" w:rsidRPr="0008167C">
        <w:t xml:space="preserve"> </w:t>
      </w:r>
      <w:r w:rsidRPr="0008167C">
        <w:t>озеро,</w:t>
      </w:r>
      <w:r w:rsidR="0008167C" w:rsidRPr="0008167C">
        <w:t xml:space="preserve"> </w:t>
      </w:r>
      <w:r w:rsidRPr="0008167C">
        <w:t>река,</w:t>
      </w:r>
      <w:r w:rsidR="0008167C" w:rsidRPr="0008167C">
        <w:t xml:space="preserve"> </w:t>
      </w:r>
      <w:r w:rsidRPr="0008167C">
        <w:t>пруд,</w:t>
      </w:r>
      <w:r w:rsidR="0008167C" w:rsidRPr="0008167C">
        <w:t xml:space="preserve"> </w:t>
      </w:r>
      <w:r w:rsidRPr="0008167C">
        <w:t>водохранилище,</w:t>
      </w:r>
      <w:r w:rsidR="0008167C" w:rsidRPr="0008167C">
        <w:t xml:space="preserve"> </w:t>
      </w:r>
      <w:r w:rsidRPr="0008167C">
        <w:t>каждая</w:t>
      </w:r>
      <w:r w:rsidR="0008167C" w:rsidRPr="0008167C">
        <w:t xml:space="preserve"> </w:t>
      </w:r>
      <w:r w:rsidRPr="0008167C">
        <w:t>капля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. </w:t>
      </w:r>
      <w:r w:rsidRPr="0008167C">
        <w:t>Даже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небольших</w:t>
      </w:r>
      <w:r w:rsidR="0008167C" w:rsidRPr="0008167C">
        <w:t xml:space="preserve"> </w:t>
      </w:r>
      <w:r w:rsidRPr="0008167C">
        <w:t>водоемах</w:t>
      </w:r>
      <w:r w:rsidR="0008167C" w:rsidRPr="0008167C">
        <w:t xml:space="preserve"> </w:t>
      </w:r>
      <w:r w:rsidRPr="0008167C">
        <w:t>суточные</w:t>
      </w:r>
      <w:r w:rsidR="0008167C" w:rsidRPr="0008167C">
        <w:t xml:space="preserve"> </w:t>
      </w:r>
      <w:r w:rsidRPr="0008167C">
        <w:t>колебания</w:t>
      </w:r>
      <w:r w:rsidR="0008167C" w:rsidRPr="0008167C">
        <w:t xml:space="preserve"> </w:t>
      </w:r>
      <w:r w:rsidRPr="0008167C">
        <w:t>температуры</w:t>
      </w:r>
      <w:r w:rsidR="0008167C" w:rsidRPr="0008167C">
        <w:t xml:space="preserve"> </w:t>
      </w:r>
      <w:r w:rsidRPr="0008167C">
        <w:t>поверхностных</w:t>
      </w:r>
      <w:r w:rsidR="0008167C" w:rsidRPr="0008167C">
        <w:t xml:space="preserve"> </w:t>
      </w:r>
      <w:r w:rsidRPr="0008167C">
        <w:t>слоев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выходят</w:t>
      </w:r>
      <w:r w:rsidR="0008167C" w:rsidRPr="0008167C">
        <w:t xml:space="preserve"> </w:t>
      </w:r>
      <w:r w:rsidRPr="0008167C">
        <w:t>за</w:t>
      </w:r>
      <w:r w:rsidR="0008167C" w:rsidRPr="0008167C">
        <w:t xml:space="preserve"> </w:t>
      </w:r>
      <w:r w:rsidRPr="0008167C">
        <w:t>пределы</w:t>
      </w:r>
      <w:r w:rsidR="0008167C" w:rsidRPr="0008167C">
        <w:t xml:space="preserve"> </w:t>
      </w:r>
      <w:r w:rsidRPr="0008167C">
        <w:t>нескольких</w:t>
      </w:r>
      <w:r w:rsidR="0008167C" w:rsidRPr="0008167C">
        <w:t xml:space="preserve"> </w:t>
      </w:r>
      <w:r w:rsidRPr="0008167C">
        <w:t>градусов,</w:t>
      </w:r>
      <w:r w:rsidR="0008167C" w:rsidRPr="0008167C">
        <w:t xml:space="preserve"> </w:t>
      </w:r>
      <w:r w:rsidRPr="0008167C">
        <w:t>тогда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перепады</w:t>
      </w:r>
      <w:r w:rsidR="0008167C" w:rsidRPr="0008167C">
        <w:t xml:space="preserve"> </w:t>
      </w:r>
      <w:r w:rsidRPr="0008167C">
        <w:t>температуры</w:t>
      </w:r>
      <w:r w:rsidR="0008167C" w:rsidRPr="0008167C">
        <w:t xml:space="preserve"> </w:t>
      </w:r>
      <w:r w:rsidRPr="0008167C">
        <w:t>окружающего</w:t>
      </w:r>
      <w:r w:rsidR="0008167C" w:rsidRPr="0008167C">
        <w:t xml:space="preserve"> </w:t>
      </w:r>
      <w:r w:rsidRPr="0008167C">
        <w:t>воздуха</w:t>
      </w:r>
      <w:r w:rsidR="0008167C" w:rsidRPr="0008167C">
        <w:t xml:space="preserve"> </w:t>
      </w:r>
      <w:r w:rsidRPr="0008167C">
        <w:t>могут</w:t>
      </w:r>
      <w:r w:rsidR="0008167C" w:rsidRPr="0008167C">
        <w:t xml:space="preserve"> </w:t>
      </w:r>
      <w:r w:rsidRPr="0008167C">
        <w:t>достигать</w:t>
      </w:r>
      <w:r w:rsidR="0008167C" w:rsidRPr="0008167C">
        <w:t xml:space="preserve"> </w:t>
      </w:r>
      <w:r w:rsidRPr="0008167C">
        <w:t>'десятков</w:t>
      </w:r>
      <w:r w:rsidR="0008167C" w:rsidRPr="0008167C">
        <w:t xml:space="preserve"> </w:t>
      </w:r>
      <w:r w:rsidRPr="0008167C">
        <w:t>градусов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</w:pPr>
      <w:r w:rsidRPr="0008167C">
        <w:t>Дождевые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снеговые</w:t>
      </w:r>
      <w:r w:rsidR="0008167C" w:rsidRPr="0008167C">
        <w:t xml:space="preserve"> </w:t>
      </w:r>
      <w:r w:rsidRPr="0008167C">
        <w:t>воды,</w:t>
      </w:r>
      <w:r w:rsidR="0008167C" w:rsidRPr="0008167C">
        <w:t xml:space="preserve"> </w:t>
      </w:r>
      <w:r w:rsidRPr="0008167C">
        <w:t>ежегодно</w:t>
      </w:r>
      <w:r w:rsidR="0008167C" w:rsidRPr="0008167C">
        <w:t xml:space="preserve"> </w:t>
      </w:r>
      <w:r w:rsidRPr="0008167C">
        <w:t>выпадающие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Землю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количестве</w:t>
      </w:r>
      <w:r w:rsidR="0008167C" w:rsidRPr="0008167C">
        <w:t xml:space="preserve"> </w:t>
      </w:r>
      <w:r w:rsidRPr="0008167C">
        <w:t>577</w:t>
      </w:r>
      <w:r w:rsidR="0008167C" w:rsidRPr="0008167C">
        <w:t xml:space="preserve"> </w:t>
      </w:r>
      <w:r w:rsidRPr="0008167C">
        <w:t>000</w:t>
      </w:r>
      <w:r w:rsidR="0008167C" w:rsidRPr="0008167C">
        <w:t xml:space="preserve"> </w:t>
      </w:r>
      <w:r w:rsidRPr="0008167C">
        <w:t>км</w:t>
      </w:r>
      <w:r w:rsidRPr="0008167C">
        <w:rPr>
          <w:vertAlign w:val="superscript"/>
        </w:rPr>
        <w:t>3</w:t>
      </w:r>
      <w:r w:rsidRPr="0008167C">
        <w:t>,</w:t>
      </w:r>
      <w:r w:rsidR="0008167C" w:rsidRPr="0008167C">
        <w:t xml:space="preserve"> </w:t>
      </w:r>
      <w:r w:rsidRPr="0008167C">
        <w:t>также</w:t>
      </w:r>
      <w:r w:rsidR="0008167C" w:rsidRPr="0008167C">
        <w:t xml:space="preserve"> </w:t>
      </w:r>
      <w:r w:rsidRPr="0008167C">
        <w:t>способствуют</w:t>
      </w:r>
      <w:r w:rsidR="0008167C" w:rsidRPr="0008167C">
        <w:t xml:space="preserve"> </w:t>
      </w:r>
      <w:r w:rsidRPr="0008167C">
        <w:t>созданию</w:t>
      </w:r>
      <w:r w:rsidR="0008167C" w:rsidRPr="0008167C">
        <w:t xml:space="preserve"> </w:t>
      </w:r>
      <w:r w:rsidRPr="0008167C">
        <w:t>более</w:t>
      </w:r>
      <w:r w:rsidR="0008167C" w:rsidRPr="0008167C">
        <w:t xml:space="preserve"> </w:t>
      </w:r>
      <w:r w:rsidRPr="0008167C">
        <w:t>равномерных</w:t>
      </w:r>
      <w:r w:rsidR="0008167C" w:rsidRPr="0008167C">
        <w:t xml:space="preserve"> </w:t>
      </w:r>
      <w:r w:rsidRPr="0008167C">
        <w:t>климатических</w:t>
      </w:r>
      <w:r w:rsidR="0008167C" w:rsidRPr="0008167C">
        <w:t xml:space="preserve"> </w:t>
      </w:r>
      <w:r w:rsidRPr="0008167C">
        <w:t>условий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разных</w:t>
      </w:r>
      <w:r w:rsidR="0008167C" w:rsidRPr="0008167C">
        <w:t xml:space="preserve"> </w:t>
      </w:r>
      <w:r w:rsidRPr="0008167C">
        <w:t>ее</w:t>
      </w:r>
      <w:r w:rsidR="0008167C" w:rsidRPr="0008167C">
        <w:t xml:space="preserve"> </w:t>
      </w:r>
      <w:r w:rsidRPr="0008167C">
        <w:t>частях</w:t>
      </w:r>
      <w:r w:rsidR="0008167C" w:rsidRPr="0008167C">
        <w:t xml:space="preserve">. </w:t>
      </w:r>
      <w:r w:rsidRPr="0008167C">
        <w:t>Не</w:t>
      </w:r>
      <w:r w:rsidR="0008167C" w:rsidRPr="0008167C">
        <w:t xml:space="preserve"> </w:t>
      </w:r>
      <w:r w:rsidRPr="0008167C">
        <w:t>будь</w:t>
      </w:r>
      <w:r w:rsidR="0008167C" w:rsidRPr="0008167C">
        <w:t xml:space="preserve"> </w:t>
      </w:r>
      <w:r w:rsidRPr="0008167C">
        <w:t>описанных</w:t>
      </w:r>
      <w:r w:rsidR="0008167C" w:rsidRPr="0008167C">
        <w:t xml:space="preserve"> </w:t>
      </w:r>
      <w:r w:rsidRPr="0008167C">
        <w:t>выше</w:t>
      </w:r>
      <w:r w:rsidR="0008167C" w:rsidRPr="0008167C">
        <w:t xml:space="preserve"> </w:t>
      </w:r>
      <w:r w:rsidRPr="0008167C">
        <w:t>процессов,</w:t>
      </w:r>
      <w:r w:rsidR="0008167C" w:rsidRPr="0008167C">
        <w:t xml:space="preserve"> </w:t>
      </w:r>
      <w:r w:rsidRPr="0008167C">
        <w:t>климат</w:t>
      </w:r>
      <w:r w:rsidR="0008167C" w:rsidRPr="0008167C">
        <w:t xml:space="preserve"> </w:t>
      </w:r>
      <w:r w:rsidRPr="0008167C">
        <w:t>многих</w:t>
      </w:r>
      <w:r w:rsidR="0008167C" w:rsidRPr="0008167C">
        <w:t xml:space="preserve"> </w:t>
      </w:r>
      <w:r w:rsidRPr="0008167C">
        <w:t>районов</w:t>
      </w:r>
      <w:r w:rsidR="0008167C" w:rsidRPr="0008167C">
        <w:t xml:space="preserve"> </w:t>
      </w:r>
      <w:r w:rsidRPr="0008167C">
        <w:t>земного</w:t>
      </w:r>
      <w:r w:rsidR="0008167C" w:rsidRPr="0008167C">
        <w:t xml:space="preserve"> </w:t>
      </w:r>
      <w:r w:rsidRPr="0008167C">
        <w:t>шара</w:t>
      </w:r>
      <w:r w:rsidR="0008167C" w:rsidRPr="0008167C">
        <w:t xml:space="preserve"> </w:t>
      </w:r>
      <w:r w:rsidRPr="0008167C">
        <w:t>был</w:t>
      </w:r>
      <w:r w:rsidR="0008167C" w:rsidRPr="0008167C">
        <w:t xml:space="preserve"> </w:t>
      </w:r>
      <w:r w:rsidRPr="0008167C">
        <w:t>бы</w:t>
      </w:r>
      <w:r w:rsidR="0008167C" w:rsidRPr="0008167C">
        <w:t xml:space="preserve"> </w:t>
      </w:r>
      <w:r w:rsidRPr="0008167C">
        <w:t>совершенно</w:t>
      </w:r>
      <w:r w:rsidR="0008167C" w:rsidRPr="0008167C">
        <w:t xml:space="preserve"> </w:t>
      </w:r>
      <w:r w:rsidRPr="0008167C">
        <w:t>непригоден</w:t>
      </w:r>
      <w:r w:rsidR="0008167C" w:rsidRPr="0008167C">
        <w:t xml:space="preserve"> </w:t>
      </w:r>
      <w:r w:rsidRPr="0008167C">
        <w:t>для</w:t>
      </w:r>
      <w:r w:rsidR="0008167C" w:rsidRPr="0008167C">
        <w:t xml:space="preserve"> </w:t>
      </w:r>
      <w:r w:rsidRPr="0008167C">
        <w:t>жизни</w:t>
      </w:r>
      <w:r w:rsidR="0008167C" w:rsidRPr="0008167C">
        <w:t>.</w:t>
      </w:r>
    </w:p>
    <w:p w:rsidR="0008167C" w:rsidRPr="0008167C" w:rsidRDefault="00223F35" w:rsidP="0008167C">
      <w:pPr>
        <w:pStyle w:val="3"/>
        <w:tabs>
          <w:tab w:val="left" w:pos="726"/>
        </w:tabs>
        <w:rPr>
          <w:color w:val="000000"/>
        </w:rPr>
      </w:pPr>
      <w:bookmarkStart w:id="135" w:name="_Toc8497789"/>
      <w:bookmarkStart w:id="136" w:name="_Toc8498153"/>
      <w:bookmarkStart w:id="137" w:name="_Toc8498821"/>
      <w:r w:rsidRPr="0008167C">
        <w:rPr>
          <w:color w:val="000000"/>
        </w:rPr>
        <w:t>Влияние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течений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на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климат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Земли</w:t>
      </w:r>
      <w:r w:rsidR="0008167C" w:rsidRPr="0008167C">
        <w:rPr>
          <w:color w:val="000000"/>
        </w:rPr>
        <w:t>.</w:t>
      </w:r>
      <w:bookmarkEnd w:id="135"/>
      <w:bookmarkEnd w:id="136"/>
      <w:bookmarkEnd w:id="137"/>
    </w:p>
    <w:p w:rsidR="0008167C" w:rsidRPr="0008167C" w:rsidRDefault="00223F35" w:rsidP="0008167C">
      <w:pPr>
        <w:tabs>
          <w:tab w:val="left" w:pos="726"/>
        </w:tabs>
      </w:pPr>
      <w:r w:rsidRPr="0008167C">
        <w:t>Циркуляция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 </w:t>
      </w:r>
      <w:r w:rsidRPr="0008167C">
        <w:t>Мирового</w:t>
      </w:r>
      <w:r w:rsidR="0008167C" w:rsidRPr="0008167C">
        <w:t xml:space="preserve"> </w:t>
      </w:r>
      <w:r w:rsidRPr="0008167C">
        <w:t>океана</w:t>
      </w:r>
      <w:r w:rsidR="0008167C" w:rsidRPr="0008167C">
        <w:t xml:space="preserve"> </w:t>
      </w:r>
      <w:r w:rsidRPr="0008167C">
        <w:t>определяет</w:t>
      </w:r>
      <w:r w:rsidR="0008167C" w:rsidRPr="0008167C">
        <w:t xml:space="preserve"> </w:t>
      </w:r>
      <w:r w:rsidRPr="0008167C">
        <w:t>обмен</w:t>
      </w:r>
      <w:r w:rsidR="0008167C" w:rsidRPr="0008167C">
        <w:t xml:space="preserve"> </w:t>
      </w:r>
      <w:r w:rsidRPr="0008167C">
        <w:t>количеством</w:t>
      </w:r>
      <w:r w:rsidR="0008167C" w:rsidRPr="0008167C">
        <w:t xml:space="preserve"> </w:t>
      </w:r>
      <w:r w:rsidRPr="0008167C">
        <w:t>вещества,</w:t>
      </w:r>
      <w:r w:rsidR="0008167C" w:rsidRPr="0008167C">
        <w:t xml:space="preserve"> </w:t>
      </w:r>
      <w:r w:rsidRPr="0008167C">
        <w:t>тепла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механической</w:t>
      </w:r>
      <w:r w:rsidR="0008167C" w:rsidRPr="0008167C">
        <w:t xml:space="preserve"> </w:t>
      </w:r>
      <w:r w:rsidRPr="0008167C">
        <w:t>энергии</w:t>
      </w:r>
      <w:r w:rsidR="0008167C" w:rsidRPr="0008167C">
        <w:t xml:space="preserve"> </w:t>
      </w:r>
      <w:r w:rsidRPr="0008167C">
        <w:t>между</w:t>
      </w:r>
      <w:r w:rsidR="0008167C" w:rsidRPr="0008167C">
        <w:t xml:space="preserve"> </w:t>
      </w:r>
      <w:r w:rsidRPr="0008167C">
        <w:t>океаном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атмосферой,</w:t>
      </w:r>
      <w:r w:rsidR="0008167C" w:rsidRPr="0008167C">
        <w:t xml:space="preserve"> </w:t>
      </w:r>
      <w:r w:rsidRPr="0008167C">
        <w:t>поверхностными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глубинными,</w:t>
      </w:r>
      <w:r w:rsidR="0008167C" w:rsidRPr="0008167C">
        <w:t xml:space="preserve"> </w:t>
      </w:r>
      <w:r w:rsidRPr="0008167C">
        <w:t>тропическими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полярными</w:t>
      </w:r>
      <w:r w:rsidR="0008167C" w:rsidRPr="0008167C">
        <w:t xml:space="preserve"> </w:t>
      </w:r>
      <w:r w:rsidRPr="0008167C">
        <w:t>водами</w:t>
      </w:r>
      <w:r w:rsidR="0008167C" w:rsidRPr="0008167C">
        <w:t xml:space="preserve">. </w:t>
      </w:r>
      <w:r w:rsidRPr="0008167C">
        <w:t>Морские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 </w:t>
      </w:r>
      <w:r w:rsidRPr="0008167C">
        <w:t>переносят</w:t>
      </w:r>
      <w:r w:rsidR="0008167C" w:rsidRPr="0008167C">
        <w:t xml:space="preserve"> </w:t>
      </w:r>
      <w:r w:rsidRPr="0008167C">
        <w:t>большие</w:t>
      </w:r>
      <w:r w:rsidR="0008167C" w:rsidRPr="0008167C">
        <w:t xml:space="preserve"> </w:t>
      </w:r>
      <w:r w:rsidRPr="0008167C">
        <w:t>массы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одних</w:t>
      </w:r>
      <w:r w:rsidR="0008167C" w:rsidRPr="0008167C">
        <w:t xml:space="preserve"> </w:t>
      </w:r>
      <w:r w:rsidRPr="0008167C">
        <w:t>областей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другие,</w:t>
      </w:r>
      <w:r w:rsidR="0008167C" w:rsidRPr="0008167C">
        <w:t xml:space="preserve"> </w:t>
      </w:r>
      <w:r w:rsidRPr="0008167C">
        <w:t>часто</w:t>
      </w:r>
      <w:r w:rsidR="0008167C" w:rsidRPr="0008167C">
        <w:t xml:space="preserve"> </w:t>
      </w:r>
      <w:r w:rsidRPr="0008167C">
        <w:t>весьма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отдаленные</w:t>
      </w:r>
      <w:r w:rsidR="0008167C" w:rsidRPr="0008167C">
        <w:t xml:space="preserve"> </w:t>
      </w:r>
      <w:r w:rsidRPr="0008167C">
        <w:t>районы</w:t>
      </w:r>
      <w:r w:rsidR="0008167C" w:rsidRPr="0008167C">
        <w:t xml:space="preserve">. </w:t>
      </w:r>
      <w:r w:rsidRPr="0008167C">
        <w:t>Течения</w:t>
      </w:r>
      <w:r w:rsidR="0008167C" w:rsidRPr="0008167C">
        <w:t xml:space="preserve"> </w:t>
      </w:r>
      <w:r w:rsidRPr="0008167C">
        <w:t>нарушают</w:t>
      </w:r>
      <w:r w:rsidR="0008167C" w:rsidRPr="0008167C">
        <w:t xml:space="preserve"> </w:t>
      </w:r>
      <w:r w:rsidRPr="0008167C">
        <w:t>широтную</w:t>
      </w:r>
      <w:r w:rsidR="0008167C" w:rsidRPr="0008167C">
        <w:t xml:space="preserve"> </w:t>
      </w:r>
      <w:r w:rsidRPr="0008167C">
        <w:t>зональность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распределении</w:t>
      </w:r>
      <w:r w:rsidR="0008167C" w:rsidRPr="0008167C">
        <w:t xml:space="preserve"> </w:t>
      </w:r>
      <w:r w:rsidRPr="0008167C">
        <w:t>температуры</w:t>
      </w:r>
      <w:r w:rsidR="0008167C" w:rsidRPr="0008167C">
        <w:t xml:space="preserve">. </w:t>
      </w:r>
      <w:r w:rsidRPr="0008167C">
        <w:t>Во</w:t>
      </w:r>
      <w:r w:rsidR="0008167C" w:rsidRPr="0008167C">
        <w:t xml:space="preserve"> </w:t>
      </w:r>
      <w:r w:rsidRPr="0008167C">
        <w:t>всех</w:t>
      </w:r>
      <w:r w:rsidR="0008167C" w:rsidRPr="0008167C">
        <w:t xml:space="preserve"> </w:t>
      </w:r>
      <w:r w:rsidRPr="0008167C">
        <w:t>трех</w:t>
      </w:r>
      <w:r w:rsidR="0008167C" w:rsidRPr="0008167C">
        <w:t xml:space="preserve"> </w:t>
      </w:r>
      <w:r w:rsidRPr="0008167C">
        <w:t>океанах</w:t>
      </w:r>
      <w:r w:rsidR="0008167C" w:rsidRPr="0008167C">
        <w:t xml:space="preserve"> - </w:t>
      </w:r>
      <w:r w:rsidRPr="0008167C">
        <w:t>Атлантическом,</w:t>
      </w:r>
      <w:r w:rsidR="0008167C" w:rsidRPr="0008167C">
        <w:t xml:space="preserve"> </w:t>
      </w:r>
      <w:r w:rsidRPr="0008167C">
        <w:t>Индийском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Тихом</w:t>
      </w:r>
      <w:r w:rsidR="0008167C" w:rsidRPr="0008167C">
        <w:t xml:space="preserve"> - </w:t>
      </w:r>
      <w:r w:rsidRPr="0008167C">
        <w:t>под</w:t>
      </w:r>
      <w:r w:rsidR="0008167C" w:rsidRPr="0008167C">
        <w:t xml:space="preserve"> </w:t>
      </w:r>
      <w:r w:rsidRPr="0008167C">
        <w:t>влиянием</w:t>
      </w:r>
      <w:r w:rsidR="0008167C" w:rsidRPr="0008167C">
        <w:t xml:space="preserve"> </w:t>
      </w:r>
      <w:r w:rsidRPr="0008167C">
        <w:t>течений</w:t>
      </w:r>
      <w:r w:rsidR="0008167C" w:rsidRPr="0008167C">
        <w:t xml:space="preserve"> </w:t>
      </w:r>
      <w:r w:rsidRPr="0008167C">
        <w:t>возникают</w:t>
      </w:r>
      <w:r w:rsidR="0008167C" w:rsidRPr="0008167C">
        <w:t xml:space="preserve"> </w:t>
      </w:r>
      <w:r w:rsidRPr="0008167C">
        <w:t>температурные</w:t>
      </w:r>
      <w:r w:rsidR="0008167C" w:rsidRPr="0008167C">
        <w:t xml:space="preserve"> </w:t>
      </w:r>
      <w:r w:rsidRPr="0008167C">
        <w:t>аномалии</w:t>
      </w:r>
      <w:r w:rsidR="0008167C" w:rsidRPr="0008167C">
        <w:t xml:space="preserve">: </w:t>
      </w:r>
      <w:r w:rsidRPr="0008167C">
        <w:t>положительные</w:t>
      </w:r>
      <w:r w:rsidR="0008167C" w:rsidRPr="0008167C">
        <w:t xml:space="preserve"> </w:t>
      </w:r>
      <w:r w:rsidRPr="0008167C">
        <w:t>аномалии</w:t>
      </w:r>
      <w:r w:rsidR="0008167C" w:rsidRPr="0008167C">
        <w:t xml:space="preserve"> </w:t>
      </w:r>
      <w:r w:rsidRPr="0008167C">
        <w:t>связаны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переносом</w:t>
      </w:r>
      <w:r w:rsidR="0008167C" w:rsidRPr="0008167C">
        <w:t xml:space="preserve"> </w:t>
      </w:r>
      <w:r w:rsidRPr="0008167C">
        <w:t>теплых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экватора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более</w:t>
      </w:r>
      <w:r w:rsidR="0008167C" w:rsidRPr="0008167C">
        <w:t xml:space="preserve"> </w:t>
      </w:r>
      <w:r w:rsidRPr="0008167C">
        <w:t>высокие</w:t>
      </w:r>
      <w:r w:rsidR="0008167C" w:rsidRPr="0008167C">
        <w:t xml:space="preserve"> </w:t>
      </w:r>
      <w:r w:rsidRPr="0008167C">
        <w:t>широты</w:t>
      </w:r>
      <w:r w:rsidR="0008167C" w:rsidRPr="0008167C">
        <w:t xml:space="preserve"> </w:t>
      </w:r>
      <w:r w:rsidRPr="0008167C">
        <w:t>течениями,</w:t>
      </w:r>
      <w:r w:rsidR="0008167C" w:rsidRPr="0008167C">
        <w:t xml:space="preserve"> </w:t>
      </w:r>
      <w:r w:rsidRPr="0008167C">
        <w:t>имеющими</w:t>
      </w:r>
      <w:r w:rsidR="0008167C" w:rsidRPr="0008167C">
        <w:t xml:space="preserve"> </w:t>
      </w:r>
      <w:r w:rsidRPr="0008167C">
        <w:t>близкое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меридиональному</w:t>
      </w:r>
      <w:r w:rsidR="0008167C" w:rsidRPr="0008167C">
        <w:t xml:space="preserve"> </w:t>
      </w:r>
      <w:r w:rsidRPr="0008167C">
        <w:t>направление</w:t>
      </w:r>
      <w:r w:rsidR="0008167C" w:rsidRPr="0008167C">
        <w:t xml:space="preserve">; </w:t>
      </w:r>
      <w:r w:rsidRPr="0008167C">
        <w:t>отрицательные</w:t>
      </w:r>
      <w:r w:rsidR="0008167C" w:rsidRPr="0008167C">
        <w:t xml:space="preserve"> </w:t>
      </w:r>
      <w:r w:rsidRPr="0008167C">
        <w:t>аномалии</w:t>
      </w:r>
      <w:r w:rsidR="0008167C" w:rsidRPr="0008167C">
        <w:t xml:space="preserve"> </w:t>
      </w:r>
      <w:r w:rsidRPr="0008167C">
        <w:t>вызваны</w:t>
      </w:r>
      <w:r w:rsidR="0008167C" w:rsidRPr="0008167C">
        <w:t xml:space="preserve"> </w:t>
      </w:r>
      <w:r w:rsidRPr="0008167C">
        <w:t>противоположно</w:t>
      </w:r>
      <w:r w:rsidR="0008167C" w:rsidRPr="0008167C">
        <w:t xml:space="preserve"> </w:t>
      </w:r>
      <w:r w:rsidRPr="0008167C">
        <w:t>направленными</w:t>
      </w:r>
      <w:r w:rsidR="0008167C">
        <w:t xml:space="preserve"> (</w:t>
      </w:r>
      <w:r w:rsidRPr="0008167C">
        <w:t>от</w:t>
      </w:r>
      <w:r w:rsidR="0008167C" w:rsidRPr="0008167C">
        <w:t xml:space="preserve"> </w:t>
      </w:r>
      <w:r w:rsidRPr="0008167C">
        <w:t>высоких</w:t>
      </w:r>
      <w:r w:rsidR="0008167C" w:rsidRPr="0008167C">
        <w:t xml:space="preserve"> </w:t>
      </w:r>
      <w:r w:rsidRPr="0008167C">
        <w:t>широт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экватору</w:t>
      </w:r>
      <w:r w:rsidR="0008167C" w:rsidRPr="0008167C">
        <w:t xml:space="preserve">) </w:t>
      </w:r>
      <w:r w:rsidRPr="0008167C">
        <w:t>холодными</w:t>
      </w:r>
      <w:r w:rsidR="0008167C" w:rsidRPr="0008167C">
        <w:t xml:space="preserve"> </w:t>
      </w:r>
      <w:r w:rsidRPr="0008167C">
        <w:t>течениями</w:t>
      </w:r>
      <w:r w:rsidR="0008167C" w:rsidRPr="0008167C">
        <w:t xml:space="preserve">. </w:t>
      </w:r>
      <w:r w:rsidRPr="0008167C">
        <w:t>Отрицательные</w:t>
      </w:r>
      <w:r w:rsidR="0008167C" w:rsidRPr="0008167C">
        <w:t xml:space="preserve"> </w:t>
      </w:r>
      <w:r w:rsidRPr="0008167C">
        <w:t>аномалии</w:t>
      </w:r>
      <w:r w:rsidR="0008167C" w:rsidRPr="0008167C">
        <w:t xml:space="preserve"> </w:t>
      </w:r>
      <w:r w:rsidRPr="0008167C">
        <w:t>температуры</w:t>
      </w:r>
      <w:r w:rsidR="0008167C" w:rsidRPr="0008167C">
        <w:t xml:space="preserve"> </w:t>
      </w:r>
      <w:r w:rsidRPr="0008167C">
        <w:t>усиливаются,</w:t>
      </w:r>
      <w:r w:rsidR="0008167C" w:rsidRPr="0008167C">
        <w:t xml:space="preserve"> </w:t>
      </w:r>
      <w:r w:rsidRPr="0008167C">
        <w:t>кроме</w:t>
      </w:r>
      <w:r w:rsidR="0008167C" w:rsidRPr="0008167C">
        <w:t xml:space="preserve"> </w:t>
      </w:r>
      <w:r w:rsidRPr="0008167C">
        <w:t>того,</w:t>
      </w:r>
      <w:r w:rsidR="0008167C" w:rsidRPr="0008167C">
        <w:t xml:space="preserve"> </w:t>
      </w:r>
      <w:r w:rsidRPr="0008167C">
        <w:t>подъемом</w:t>
      </w:r>
      <w:r w:rsidR="0008167C" w:rsidRPr="0008167C">
        <w:t xml:space="preserve"> </w:t>
      </w:r>
      <w:r w:rsidRPr="0008167C">
        <w:t>глубинных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 </w:t>
      </w:r>
      <w:r w:rsidRPr="0008167C">
        <w:t>у</w:t>
      </w:r>
      <w:r w:rsidR="0008167C" w:rsidRPr="0008167C">
        <w:t xml:space="preserve"> </w:t>
      </w:r>
      <w:r w:rsidRPr="0008167C">
        <w:t>западных</w:t>
      </w:r>
      <w:r w:rsidR="0008167C" w:rsidRPr="0008167C">
        <w:t xml:space="preserve"> </w:t>
      </w:r>
      <w:r w:rsidRPr="0008167C">
        <w:t>берегов</w:t>
      </w:r>
      <w:r w:rsidR="0008167C" w:rsidRPr="0008167C">
        <w:t xml:space="preserve"> </w:t>
      </w:r>
      <w:r w:rsidRPr="0008167C">
        <w:t>континентов,</w:t>
      </w:r>
      <w:r w:rsidR="0008167C" w:rsidRPr="0008167C">
        <w:t xml:space="preserve"> </w:t>
      </w:r>
      <w:r w:rsidRPr="0008167C">
        <w:t>вызванным</w:t>
      </w:r>
      <w:r w:rsidR="0008167C" w:rsidRPr="0008167C">
        <w:t xml:space="preserve"> </w:t>
      </w:r>
      <w:r w:rsidRPr="0008167C">
        <w:t>сгонами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 </w:t>
      </w:r>
      <w:r w:rsidRPr="0008167C">
        <w:t>пассатными</w:t>
      </w:r>
      <w:r w:rsidR="0008167C" w:rsidRPr="0008167C">
        <w:t xml:space="preserve"> </w:t>
      </w:r>
      <w:r w:rsidRPr="0008167C">
        <w:t>ветрами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Влияние</w:t>
      </w:r>
      <w:r w:rsidR="0008167C" w:rsidRPr="0008167C">
        <w:t xml:space="preserve"> </w:t>
      </w:r>
      <w:r w:rsidRPr="0008167C">
        <w:t>течений</w:t>
      </w:r>
      <w:r w:rsidR="0008167C" w:rsidRPr="0008167C">
        <w:t xml:space="preserve"> </w:t>
      </w:r>
      <w:r w:rsidRPr="0008167C">
        <w:t>сказывается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только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величине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распределении</w:t>
      </w:r>
      <w:r w:rsidR="0008167C" w:rsidRPr="0008167C">
        <w:t xml:space="preserve"> </w:t>
      </w:r>
      <w:r w:rsidRPr="0008167C">
        <w:t>средних</w:t>
      </w:r>
      <w:r w:rsidR="0008167C" w:rsidRPr="0008167C">
        <w:t xml:space="preserve"> </w:t>
      </w:r>
      <w:r w:rsidRPr="0008167C">
        <w:t>годовых</w:t>
      </w:r>
      <w:r w:rsidR="0008167C" w:rsidRPr="0008167C">
        <w:t xml:space="preserve"> </w:t>
      </w:r>
      <w:r w:rsidRPr="0008167C">
        <w:t>значений</w:t>
      </w:r>
      <w:r w:rsidR="0008167C" w:rsidRPr="0008167C">
        <w:t xml:space="preserve"> </w:t>
      </w:r>
      <w:r w:rsidRPr="0008167C">
        <w:t>температуры,</w:t>
      </w:r>
      <w:r w:rsidR="0008167C" w:rsidRPr="0008167C">
        <w:t xml:space="preserve"> </w:t>
      </w:r>
      <w:r w:rsidRPr="0008167C">
        <w:t>но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ее</w:t>
      </w:r>
      <w:r w:rsidR="0008167C" w:rsidRPr="0008167C">
        <w:t xml:space="preserve"> </w:t>
      </w:r>
      <w:r w:rsidRPr="0008167C">
        <w:t>годовых</w:t>
      </w:r>
      <w:r w:rsidR="0008167C" w:rsidRPr="0008167C">
        <w:t xml:space="preserve"> </w:t>
      </w:r>
      <w:r w:rsidRPr="0008167C">
        <w:t>амплитудах</w:t>
      </w:r>
      <w:r w:rsidR="0008167C" w:rsidRPr="0008167C">
        <w:t xml:space="preserve">. </w:t>
      </w:r>
      <w:r w:rsidRPr="0008167C">
        <w:t>Это</w:t>
      </w:r>
      <w:r w:rsidR="0008167C" w:rsidRPr="0008167C">
        <w:t xml:space="preserve"> </w:t>
      </w:r>
      <w:r w:rsidRPr="0008167C">
        <w:t>особенно</w:t>
      </w:r>
      <w:r w:rsidR="0008167C" w:rsidRPr="0008167C">
        <w:t xml:space="preserve"> </w:t>
      </w:r>
      <w:r w:rsidRPr="0008167C">
        <w:t>отчетливо</w:t>
      </w:r>
      <w:r w:rsidR="0008167C" w:rsidRPr="0008167C">
        <w:t xml:space="preserve"> </w:t>
      </w:r>
      <w:r w:rsidRPr="0008167C">
        <w:t>проявляется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районах</w:t>
      </w:r>
      <w:r w:rsidR="0008167C" w:rsidRPr="0008167C">
        <w:t xml:space="preserve"> </w:t>
      </w:r>
      <w:r w:rsidRPr="0008167C">
        <w:t>соприкосновения</w:t>
      </w:r>
      <w:r w:rsidR="0008167C" w:rsidRPr="0008167C">
        <w:t xml:space="preserve"> </w:t>
      </w:r>
      <w:r w:rsidRPr="0008167C">
        <w:t>теплых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холодных</w:t>
      </w:r>
      <w:r w:rsidR="0008167C" w:rsidRPr="0008167C">
        <w:t xml:space="preserve"> </w:t>
      </w:r>
      <w:r w:rsidRPr="0008167C">
        <w:t>течений,</w:t>
      </w:r>
      <w:r w:rsidR="0008167C" w:rsidRPr="0008167C">
        <w:t xml:space="preserve"> </w:t>
      </w:r>
      <w:r w:rsidRPr="0008167C">
        <w:t>там,</w:t>
      </w:r>
      <w:r w:rsidR="0008167C" w:rsidRPr="0008167C">
        <w:t xml:space="preserve"> </w:t>
      </w:r>
      <w:r w:rsidRPr="0008167C">
        <w:t>где</w:t>
      </w:r>
      <w:r w:rsidR="0008167C" w:rsidRPr="0008167C">
        <w:t xml:space="preserve"> </w:t>
      </w:r>
      <w:r w:rsidRPr="0008167C">
        <w:t>границы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смещаются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течение</w:t>
      </w:r>
      <w:r w:rsidR="0008167C" w:rsidRPr="0008167C">
        <w:t xml:space="preserve"> </w:t>
      </w:r>
      <w:r w:rsidRPr="0008167C">
        <w:t>года,</w:t>
      </w:r>
      <w:r w:rsidR="0008167C" w:rsidRPr="0008167C">
        <w:t xml:space="preserve"> </w:t>
      </w:r>
      <w:r w:rsidRPr="0008167C">
        <w:t>как,</w:t>
      </w:r>
      <w:r w:rsidR="0008167C" w:rsidRPr="0008167C">
        <w:t xml:space="preserve"> </w:t>
      </w:r>
      <w:r w:rsidRPr="0008167C">
        <w:t>например,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Атлантическом</w:t>
      </w:r>
      <w:r w:rsidR="0008167C" w:rsidRPr="0008167C">
        <w:t xml:space="preserve"> </w:t>
      </w:r>
      <w:r w:rsidRPr="0008167C">
        <w:t>океане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районе</w:t>
      </w:r>
      <w:r w:rsidR="0008167C" w:rsidRPr="0008167C">
        <w:t xml:space="preserve"> </w:t>
      </w:r>
      <w:r w:rsidRPr="0008167C">
        <w:t>соприкосновения</w:t>
      </w:r>
      <w:r w:rsidR="0008167C" w:rsidRPr="0008167C">
        <w:t xml:space="preserve"> </w:t>
      </w:r>
      <w:r w:rsidRPr="0008167C">
        <w:t>Гольфстрима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Лабрадорского</w:t>
      </w:r>
      <w:r w:rsidR="0008167C" w:rsidRPr="0008167C">
        <w:t xml:space="preserve"> </w:t>
      </w:r>
      <w:r w:rsidRPr="0008167C">
        <w:t>течений,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Тихом</w:t>
      </w:r>
      <w:r w:rsidR="0008167C" w:rsidRPr="0008167C">
        <w:t xml:space="preserve"> </w:t>
      </w:r>
      <w:r w:rsidRPr="0008167C">
        <w:t>океане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районе</w:t>
      </w:r>
      <w:r w:rsidR="0008167C" w:rsidRPr="0008167C">
        <w:t xml:space="preserve"> </w:t>
      </w:r>
      <w:r w:rsidRPr="0008167C">
        <w:t>соприкосновения</w:t>
      </w:r>
      <w:r w:rsidR="0008167C" w:rsidRPr="0008167C">
        <w:t xml:space="preserve"> </w:t>
      </w:r>
      <w:r w:rsidRPr="0008167C">
        <w:t>течений</w:t>
      </w:r>
      <w:r w:rsidR="0008167C" w:rsidRPr="0008167C">
        <w:t xml:space="preserve"> </w:t>
      </w:r>
      <w:r w:rsidRPr="0008167C">
        <w:t>Куросио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Курильского</w:t>
      </w:r>
      <w:r w:rsidR="0008167C">
        <w:t xml:space="preserve"> (</w:t>
      </w:r>
      <w:r w:rsidRPr="0008167C">
        <w:t>Ойясио</w:t>
      </w:r>
      <w:r w:rsidR="0008167C" w:rsidRPr="0008167C">
        <w:t>).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Течения</w:t>
      </w:r>
      <w:r w:rsidR="0008167C" w:rsidRPr="0008167C">
        <w:t xml:space="preserve"> </w:t>
      </w:r>
      <w:r w:rsidRPr="0008167C">
        <w:t>оказывают</w:t>
      </w:r>
      <w:r w:rsidR="0008167C" w:rsidRPr="0008167C">
        <w:t xml:space="preserve"> </w:t>
      </w:r>
      <w:r w:rsidRPr="0008167C">
        <w:t>влияние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распределение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других</w:t>
      </w:r>
      <w:r w:rsidR="0008167C" w:rsidRPr="0008167C">
        <w:t xml:space="preserve"> </w:t>
      </w:r>
      <w:r w:rsidRPr="0008167C">
        <w:t>океанологических</w:t>
      </w:r>
      <w:r w:rsidR="0008167C" w:rsidRPr="0008167C">
        <w:t xml:space="preserve"> </w:t>
      </w:r>
      <w:r w:rsidRPr="0008167C">
        <w:t>характеристик</w:t>
      </w:r>
      <w:r w:rsidR="0008167C" w:rsidRPr="0008167C">
        <w:t xml:space="preserve">: </w:t>
      </w:r>
      <w:r w:rsidRPr="0008167C">
        <w:t>солености,</w:t>
      </w:r>
      <w:r w:rsidR="0008167C" w:rsidRPr="0008167C">
        <w:t xml:space="preserve"> </w:t>
      </w:r>
      <w:r w:rsidRPr="0008167C">
        <w:t>содержания</w:t>
      </w:r>
      <w:r w:rsidR="0008167C" w:rsidRPr="0008167C">
        <w:t xml:space="preserve"> </w:t>
      </w:r>
      <w:r w:rsidRPr="0008167C">
        <w:t>кислорода,</w:t>
      </w:r>
      <w:r w:rsidR="0008167C" w:rsidRPr="0008167C">
        <w:t xml:space="preserve"> </w:t>
      </w:r>
      <w:r w:rsidRPr="0008167C">
        <w:t>биогенных</w:t>
      </w:r>
      <w:r w:rsidR="0008167C" w:rsidRPr="0008167C">
        <w:t xml:space="preserve"> </w:t>
      </w:r>
      <w:r w:rsidRPr="0008167C">
        <w:t>веществ,</w:t>
      </w:r>
      <w:r w:rsidR="0008167C" w:rsidRPr="0008167C">
        <w:t xml:space="preserve"> </w:t>
      </w:r>
      <w:r w:rsidRPr="0008167C">
        <w:t>цвета,</w:t>
      </w:r>
      <w:r w:rsidR="0008167C" w:rsidRPr="0008167C">
        <w:t xml:space="preserve"> </w:t>
      </w:r>
      <w:r w:rsidRPr="0008167C">
        <w:t>прозрачности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др</w:t>
      </w:r>
      <w:r w:rsidR="0008167C" w:rsidRPr="0008167C">
        <w:t xml:space="preserve">. </w:t>
      </w:r>
      <w:r w:rsidRPr="0008167C">
        <w:t>Распределение</w:t>
      </w:r>
      <w:r w:rsidR="0008167C" w:rsidRPr="0008167C">
        <w:t xml:space="preserve"> </w:t>
      </w:r>
      <w:r w:rsidRPr="0008167C">
        <w:t>этих</w:t>
      </w:r>
      <w:r w:rsidR="0008167C" w:rsidRPr="0008167C">
        <w:t xml:space="preserve"> </w:t>
      </w:r>
      <w:r w:rsidRPr="0008167C">
        <w:t>характеристик</w:t>
      </w:r>
      <w:r w:rsidR="0008167C" w:rsidRPr="0008167C">
        <w:t xml:space="preserve"> </w:t>
      </w:r>
      <w:r w:rsidRPr="0008167C">
        <w:t>оказывает</w:t>
      </w:r>
      <w:r w:rsidR="0008167C" w:rsidRPr="0008167C">
        <w:t xml:space="preserve"> </w:t>
      </w:r>
      <w:r w:rsidRPr="0008167C">
        <w:t>огромное</w:t>
      </w:r>
      <w:r w:rsidR="0008167C" w:rsidRPr="0008167C">
        <w:t xml:space="preserve"> </w:t>
      </w:r>
      <w:r w:rsidRPr="0008167C">
        <w:t>влияние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развитие</w:t>
      </w:r>
      <w:r w:rsidR="0008167C" w:rsidRPr="0008167C">
        <w:t xml:space="preserve"> </w:t>
      </w:r>
      <w:r w:rsidRPr="0008167C">
        <w:t>биологических</w:t>
      </w:r>
      <w:r w:rsidR="0008167C" w:rsidRPr="0008167C">
        <w:t xml:space="preserve"> </w:t>
      </w:r>
      <w:r w:rsidRPr="0008167C">
        <w:t>процессов,</w:t>
      </w:r>
      <w:r w:rsidR="0008167C" w:rsidRPr="0008167C">
        <w:t xml:space="preserve"> </w:t>
      </w:r>
      <w:r w:rsidRPr="0008167C">
        <w:t>растительный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животный</w:t>
      </w:r>
      <w:r w:rsidR="0008167C" w:rsidRPr="0008167C">
        <w:t xml:space="preserve"> </w:t>
      </w:r>
      <w:r w:rsidRPr="0008167C">
        <w:t>мир</w:t>
      </w:r>
      <w:r w:rsidR="0008167C" w:rsidRPr="0008167C">
        <w:t xml:space="preserve"> </w:t>
      </w:r>
      <w:r w:rsidRPr="0008167C">
        <w:t>морей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океанов</w:t>
      </w:r>
      <w:r w:rsidR="0008167C" w:rsidRPr="0008167C">
        <w:t xml:space="preserve">. </w:t>
      </w:r>
      <w:r w:rsidRPr="0008167C">
        <w:t>Изменчивость</w:t>
      </w:r>
      <w:r w:rsidR="0008167C" w:rsidRPr="0008167C">
        <w:t xml:space="preserve"> </w:t>
      </w:r>
      <w:r w:rsidRPr="0008167C">
        <w:t>морских</w:t>
      </w:r>
      <w:r w:rsidR="0008167C" w:rsidRPr="0008167C">
        <w:t xml:space="preserve"> </w:t>
      </w:r>
      <w:r w:rsidRPr="0008167C">
        <w:t>течений</w:t>
      </w:r>
      <w:r w:rsidR="0008167C" w:rsidRPr="0008167C">
        <w:t xml:space="preserve"> </w:t>
      </w:r>
      <w:r w:rsidRPr="0008167C">
        <w:t>во</w:t>
      </w:r>
      <w:r w:rsidR="0008167C" w:rsidRPr="0008167C">
        <w:t xml:space="preserve"> </w:t>
      </w:r>
      <w:r w:rsidRPr="0008167C">
        <w:t>времени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пространстве,</w:t>
      </w:r>
      <w:r w:rsidR="0008167C" w:rsidRPr="0008167C">
        <w:t xml:space="preserve"> </w:t>
      </w:r>
      <w:r w:rsidRPr="0008167C">
        <w:t>смещение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фронтальных</w:t>
      </w:r>
      <w:r w:rsidR="0008167C" w:rsidRPr="0008167C">
        <w:t xml:space="preserve"> </w:t>
      </w:r>
      <w:r w:rsidRPr="0008167C">
        <w:t>зон</w:t>
      </w:r>
      <w:r w:rsidR="0008167C" w:rsidRPr="0008167C">
        <w:t xml:space="preserve"> </w:t>
      </w:r>
      <w:r w:rsidRPr="0008167C">
        <w:t>влияют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биологическую</w:t>
      </w:r>
      <w:r w:rsidR="0008167C" w:rsidRPr="0008167C">
        <w:t xml:space="preserve"> </w:t>
      </w:r>
      <w:r w:rsidRPr="0008167C">
        <w:t>продуктивность</w:t>
      </w:r>
      <w:r w:rsidR="0008167C" w:rsidRPr="0008167C">
        <w:t xml:space="preserve"> </w:t>
      </w:r>
      <w:r w:rsidRPr="0008167C">
        <w:t>океанов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морей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Большое</w:t>
      </w:r>
      <w:r w:rsidR="0008167C" w:rsidRPr="0008167C">
        <w:t xml:space="preserve"> </w:t>
      </w:r>
      <w:r w:rsidRPr="0008167C">
        <w:t>влияние</w:t>
      </w:r>
      <w:r w:rsidR="0008167C" w:rsidRPr="0008167C">
        <w:t xml:space="preserve"> </w:t>
      </w:r>
      <w:r w:rsidRPr="0008167C">
        <w:t>оказывают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климат</w:t>
      </w:r>
      <w:r w:rsidR="0008167C" w:rsidRPr="0008167C">
        <w:t xml:space="preserve"> </w:t>
      </w:r>
      <w:r w:rsidRPr="0008167C">
        <w:t>Земли</w:t>
      </w:r>
      <w:r w:rsidR="0008167C" w:rsidRPr="0008167C">
        <w:t xml:space="preserve">. </w:t>
      </w:r>
      <w:r w:rsidRPr="0008167C">
        <w:t>Например,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тропических</w:t>
      </w:r>
      <w:r w:rsidR="0008167C" w:rsidRPr="0008167C">
        <w:t xml:space="preserve"> </w:t>
      </w:r>
      <w:r w:rsidRPr="0008167C">
        <w:t>областях,</w:t>
      </w:r>
      <w:r w:rsidR="0008167C" w:rsidRPr="0008167C">
        <w:t xml:space="preserve"> </w:t>
      </w:r>
      <w:r w:rsidRPr="0008167C">
        <w:t>где</w:t>
      </w:r>
      <w:r w:rsidR="0008167C" w:rsidRPr="0008167C">
        <w:t xml:space="preserve"> </w:t>
      </w:r>
      <w:r w:rsidRPr="0008167C">
        <w:t>преобладает</w:t>
      </w:r>
      <w:r w:rsidR="0008167C" w:rsidRPr="0008167C">
        <w:t xml:space="preserve"> </w:t>
      </w:r>
      <w:r w:rsidRPr="0008167C">
        <w:t>восточный</w:t>
      </w:r>
      <w:r w:rsidR="0008167C" w:rsidRPr="0008167C">
        <w:t xml:space="preserve"> </w:t>
      </w:r>
      <w:r w:rsidRPr="0008167C">
        <w:t>перенос,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западных</w:t>
      </w:r>
      <w:r w:rsidR="0008167C" w:rsidRPr="0008167C">
        <w:t xml:space="preserve"> </w:t>
      </w:r>
      <w:r w:rsidRPr="0008167C">
        <w:t>берегах</w:t>
      </w:r>
      <w:r w:rsidR="0008167C" w:rsidRPr="0008167C">
        <w:t xml:space="preserve"> </w:t>
      </w:r>
      <w:r w:rsidRPr="0008167C">
        <w:t>океанов</w:t>
      </w:r>
      <w:r w:rsidR="0008167C" w:rsidRPr="0008167C">
        <w:t xml:space="preserve"> </w:t>
      </w:r>
      <w:r w:rsidRPr="0008167C">
        <w:t>наблюдаются</w:t>
      </w:r>
      <w:r w:rsidR="0008167C" w:rsidRPr="0008167C">
        <w:t xml:space="preserve"> </w:t>
      </w:r>
      <w:r w:rsidRPr="0008167C">
        <w:t>значительные</w:t>
      </w:r>
      <w:r w:rsidR="0008167C" w:rsidRPr="0008167C">
        <w:t xml:space="preserve"> </w:t>
      </w:r>
      <w:r w:rsidRPr="0008167C">
        <w:t>облачность,</w:t>
      </w:r>
      <w:r w:rsidR="0008167C" w:rsidRPr="0008167C">
        <w:t xml:space="preserve"> </w:t>
      </w:r>
      <w:r w:rsidRPr="0008167C">
        <w:t>осадки,</w:t>
      </w:r>
      <w:r w:rsidR="0008167C" w:rsidRPr="0008167C">
        <w:t xml:space="preserve"> </w:t>
      </w:r>
      <w:r w:rsidRPr="0008167C">
        <w:t>влажность,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у</w:t>
      </w:r>
      <w:r w:rsidR="0008167C" w:rsidRPr="0008167C">
        <w:t xml:space="preserve"> </w:t>
      </w:r>
      <w:r w:rsidRPr="0008167C">
        <w:t>восточных,</w:t>
      </w:r>
      <w:r w:rsidR="0008167C" w:rsidRPr="0008167C">
        <w:t xml:space="preserve"> </w:t>
      </w:r>
      <w:r w:rsidRPr="0008167C">
        <w:t>где</w:t>
      </w:r>
      <w:r w:rsidR="0008167C" w:rsidRPr="0008167C">
        <w:t xml:space="preserve"> </w:t>
      </w:r>
      <w:r w:rsidRPr="0008167C">
        <w:t>ветры</w:t>
      </w:r>
      <w:r w:rsidR="0008167C" w:rsidRPr="0008167C">
        <w:t xml:space="preserve"> </w:t>
      </w:r>
      <w:r w:rsidRPr="0008167C">
        <w:t>дуют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материков,</w:t>
      </w:r>
      <w:r w:rsidR="0008167C" w:rsidRPr="0008167C">
        <w:t xml:space="preserve"> - </w:t>
      </w:r>
      <w:r w:rsidRPr="0008167C">
        <w:t>относительно</w:t>
      </w:r>
      <w:r w:rsidR="0008167C" w:rsidRPr="0008167C">
        <w:t xml:space="preserve"> </w:t>
      </w:r>
      <w:r w:rsidRPr="0008167C">
        <w:t>сухой</w:t>
      </w:r>
      <w:r w:rsidR="0008167C" w:rsidRPr="0008167C">
        <w:t xml:space="preserve"> </w:t>
      </w:r>
      <w:r w:rsidRPr="0008167C">
        <w:t>климат</w:t>
      </w:r>
      <w:r w:rsidR="0008167C" w:rsidRPr="0008167C">
        <w:t xml:space="preserve">. </w:t>
      </w:r>
      <w:r w:rsidRPr="0008167C">
        <w:t>Течения</w:t>
      </w:r>
      <w:r w:rsidR="0008167C" w:rsidRPr="0008167C">
        <w:t xml:space="preserve"> </w:t>
      </w:r>
      <w:r w:rsidRPr="0008167C">
        <w:t>существенно</w:t>
      </w:r>
      <w:r w:rsidR="0008167C" w:rsidRPr="0008167C">
        <w:t xml:space="preserve"> </w:t>
      </w:r>
      <w:r w:rsidRPr="0008167C">
        <w:t>влияют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распределение</w:t>
      </w:r>
      <w:r w:rsidR="0008167C" w:rsidRPr="0008167C">
        <w:t xml:space="preserve"> </w:t>
      </w:r>
      <w:r w:rsidRPr="0008167C">
        <w:t>давления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циркуляцию</w:t>
      </w:r>
      <w:r w:rsidR="0008167C" w:rsidRPr="0008167C">
        <w:t xml:space="preserve"> </w:t>
      </w:r>
      <w:r w:rsidRPr="0008167C">
        <w:t>атмосферы</w:t>
      </w:r>
      <w:r w:rsidR="0008167C" w:rsidRPr="0008167C">
        <w:t xml:space="preserve">. </w:t>
      </w:r>
      <w:r w:rsidRPr="0008167C">
        <w:t>Над</w:t>
      </w:r>
      <w:r w:rsidR="0008167C" w:rsidRPr="0008167C">
        <w:t xml:space="preserve"> </w:t>
      </w:r>
      <w:r w:rsidRPr="0008167C">
        <w:t>осями</w:t>
      </w:r>
      <w:r w:rsidR="0008167C" w:rsidRPr="0008167C">
        <w:t xml:space="preserve"> </w:t>
      </w:r>
      <w:r w:rsidRPr="0008167C">
        <w:t>теплых</w:t>
      </w:r>
      <w:r w:rsidR="0008167C" w:rsidRPr="0008167C">
        <w:t xml:space="preserve"> </w:t>
      </w:r>
      <w:r w:rsidRPr="0008167C">
        <w:t>течений,</w:t>
      </w:r>
      <w:r w:rsidR="0008167C" w:rsidRPr="0008167C">
        <w:t xml:space="preserve"> </w:t>
      </w:r>
      <w:r w:rsidRPr="0008167C">
        <w:t>как,</w:t>
      </w:r>
      <w:r w:rsidR="0008167C" w:rsidRPr="0008167C">
        <w:t xml:space="preserve"> </w:t>
      </w:r>
      <w:r w:rsidRPr="0008167C">
        <w:t>например,</w:t>
      </w:r>
      <w:r w:rsidR="0008167C" w:rsidRPr="0008167C">
        <w:t xml:space="preserve"> </w:t>
      </w:r>
      <w:r w:rsidRPr="0008167C">
        <w:t>Гольфстрим,</w:t>
      </w:r>
      <w:r w:rsidR="0008167C" w:rsidRPr="0008167C">
        <w:t xml:space="preserve"> </w:t>
      </w:r>
      <w:r w:rsidRPr="0008167C">
        <w:t>Северо-Атлантическое,</w:t>
      </w:r>
      <w:r w:rsidR="0008167C" w:rsidRPr="0008167C">
        <w:t xml:space="preserve"> </w:t>
      </w:r>
      <w:r w:rsidRPr="0008167C">
        <w:t>Куросио,</w:t>
      </w:r>
      <w:r w:rsidR="0008167C" w:rsidRPr="0008167C">
        <w:t xml:space="preserve"> </w:t>
      </w:r>
      <w:r w:rsidRPr="0008167C">
        <w:t>Северо-Тихоокеанское,</w:t>
      </w:r>
      <w:r w:rsidR="0008167C" w:rsidRPr="0008167C">
        <w:t xml:space="preserve"> </w:t>
      </w:r>
      <w:r w:rsidRPr="0008167C">
        <w:t>движутся</w:t>
      </w:r>
      <w:r w:rsidR="0008167C" w:rsidRPr="0008167C">
        <w:t xml:space="preserve"> </w:t>
      </w:r>
      <w:r w:rsidRPr="0008167C">
        <w:t>серии</w:t>
      </w:r>
      <w:r w:rsidR="0008167C" w:rsidRPr="0008167C">
        <w:t xml:space="preserve"> </w:t>
      </w:r>
      <w:r w:rsidRPr="0008167C">
        <w:t>циклонов,</w:t>
      </w:r>
      <w:r w:rsidR="0008167C" w:rsidRPr="0008167C">
        <w:t xml:space="preserve"> </w:t>
      </w:r>
      <w:r w:rsidRPr="0008167C">
        <w:t>которые</w:t>
      </w:r>
      <w:r w:rsidR="0008167C" w:rsidRPr="0008167C">
        <w:t xml:space="preserve"> </w:t>
      </w:r>
      <w:r w:rsidRPr="0008167C">
        <w:t>определяют</w:t>
      </w:r>
      <w:r w:rsidR="0008167C" w:rsidRPr="0008167C">
        <w:t xml:space="preserve"> </w:t>
      </w:r>
      <w:r w:rsidRPr="0008167C">
        <w:t>погодные</w:t>
      </w:r>
      <w:r w:rsidR="0008167C" w:rsidRPr="0008167C">
        <w:t xml:space="preserve"> </w:t>
      </w:r>
      <w:r w:rsidRPr="0008167C">
        <w:t>условия</w:t>
      </w:r>
      <w:r w:rsidR="0008167C" w:rsidRPr="0008167C">
        <w:t xml:space="preserve"> </w:t>
      </w:r>
      <w:r w:rsidRPr="0008167C">
        <w:t>прибрежных</w:t>
      </w:r>
      <w:r w:rsidR="0008167C" w:rsidRPr="0008167C">
        <w:t xml:space="preserve"> </w:t>
      </w:r>
      <w:r w:rsidRPr="0008167C">
        <w:t>районов</w:t>
      </w:r>
      <w:r w:rsidR="0008167C" w:rsidRPr="0008167C">
        <w:t xml:space="preserve"> </w:t>
      </w:r>
      <w:r w:rsidRPr="0008167C">
        <w:t>материков</w:t>
      </w:r>
      <w:r w:rsidR="0008167C" w:rsidRPr="0008167C">
        <w:t xml:space="preserve">. </w:t>
      </w:r>
      <w:r w:rsidRPr="0008167C">
        <w:t>Теплое</w:t>
      </w:r>
      <w:r w:rsidR="0008167C" w:rsidRPr="0008167C">
        <w:t xml:space="preserve"> </w:t>
      </w:r>
      <w:r w:rsidRPr="0008167C">
        <w:t>Северо-Атлантическое</w:t>
      </w:r>
      <w:r w:rsidR="0008167C" w:rsidRPr="0008167C">
        <w:t xml:space="preserve"> </w:t>
      </w:r>
      <w:r w:rsidRPr="0008167C">
        <w:t>течение</w:t>
      </w:r>
      <w:r w:rsidR="0008167C" w:rsidRPr="0008167C">
        <w:t xml:space="preserve"> </w:t>
      </w:r>
      <w:r w:rsidRPr="0008167C">
        <w:t>благоприятствует</w:t>
      </w:r>
      <w:r w:rsidR="0008167C" w:rsidRPr="0008167C">
        <w:t xml:space="preserve"> </w:t>
      </w:r>
      <w:r w:rsidRPr="0008167C">
        <w:t>усилению</w:t>
      </w:r>
      <w:r w:rsidR="0008167C" w:rsidRPr="0008167C">
        <w:t xml:space="preserve"> </w:t>
      </w:r>
      <w:r w:rsidRPr="0008167C">
        <w:t>исландского</w:t>
      </w:r>
      <w:r w:rsidR="0008167C" w:rsidRPr="0008167C">
        <w:t xml:space="preserve"> </w:t>
      </w:r>
      <w:r w:rsidRPr="0008167C">
        <w:t>минимума</w:t>
      </w:r>
      <w:r w:rsidR="0008167C" w:rsidRPr="0008167C">
        <w:t xml:space="preserve"> </w:t>
      </w:r>
      <w:r w:rsidRPr="0008167C">
        <w:t>давления,</w:t>
      </w:r>
      <w:r w:rsidR="0008167C" w:rsidRPr="0008167C">
        <w:t xml:space="preserve"> </w:t>
      </w:r>
      <w:r w:rsidRPr="0008167C">
        <w:t>а,</w:t>
      </w:r>
      <w:r w:rsidR="0008167C" w:rsidRPr="0008167C">
        <w:t xml:space="preserve"> </w:t>
      </w:r>
      <w:r w:rsidRPr="0008167C">
        <w:t>следовательно,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интенсивной</w:t>
      </w:r>
      <w:r w:rsidR="0008167C" w:rsidRPr="0008167C">
        <w:t xml:space="preserve"> </w:t>
      </w:r>
      <w:r w:rsidRPr="0008167C">
        <w:t>циклонической</w:t>
      </w:r>
      <w:r w:rsidR="0008167C" w:rsidRPr="0008167C">
        <w:t xml:space="preserve"> </w:t>
      </w:r>
      <w:r w:rsidRPr="0008167C">
        <w:t>деятельности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Северной</w:t>
      </w:r>
      <w:r w:rsidR="0008167C" w:rsidRPr="0008167C">
        <w:t xml:space="preserve"> </w:t>
      </w:r>
      <w:r w:rsidRPr="0008167C">
        <w:t>Атлантике,</w:t>
      </w:r>
      <w:r w:rsidR="0008167C" w:rsidRPr="0008167C">
        <w:t xml:space="preserve"> </w:t>
      </w:r>
      <w:r w:rsidRPr="0008167C">
        <w:t>Северном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Балтийском</w:t>
      </w:r>
      <w:r w:rsidR="0008167C" w:rsidRPr="0008167C">
        <w:t xml:space="preserve"> </w:t>
      </w:r>
      <w:r w:rsidRPr="0008167C">
        <w:t>морях</w:t>
      </w:r>
      <w:r w:rsidR="0008167C" w:rsidRPr="0008167C">
        <w:t xml:space="preserve">. </w:t>
      </w:r>
      <w:r w:rsidRPr="0008167C">
        <w:t>Аналогично</w:t>
      </w:r>
      <w:r w:rsidR="0008167C" w:rsidRPr="0008167C">
        <w:t xml:space="preserve"> </w:t>
      </w:r>
      <w:r w:rsidRPr="0008167C">
        <w:t>влияние</w:t>
      </w:r>
      <w:r w:rsidR="0008167C" w:rsidRPr="0008167C">
        <w:t xml:space="preserve"> </w:t>
      </w:r>
      <w:r w:rsidRPr="0008167C">
        <w:t>Куросио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область</w:t>
      </w:r>
      <w:r w:rsidR="0008167C" w:rsidRPr="0008167C">
        <w:t xml:space="preserve"> </w:t>
      </w:r>
      <w:r w:rsidRPr="0008167C">
        <w:t>алеутского</w:t>
      </w:r>
      <w:r w:rsidR="0008167C" w:rsidRPr="0008167C">
        <w:t xml:space="preserve"> </w:t>
      </w:r>
      <w:r w:rsidRPr="0008167C">
        <w:t>минимума</w:t>
      </w:r>
      <w:r w:rsidR="0008167C" w:rsidRPr="0008167C">
        <w:t xml:space="preserve"> </w:t>
      </w:r>
      <w:r w:rsidRPr="0008167C">
        <w:t>давления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северо-восточном</w:t>
      </w:r>
      <w:r w:rsidR="0008167C" w:rsidRPr="0008167C">
        <w:t xml:space="preserve"> </w:t>
      </w:r>
      <w:r w:rsidRPr="0008167C">
        <w:t>районе</w:t>
      </w:r>
      <w:r w:rsidR="0008167C" w:rsidRPr="0008167C">
        <w:t xml:space="preserve"> </w:t>
      </w:r>
      <w:r w:rsidRPr="0008167C">
        <w:t>Тихого</w:t>
      </w:r>
      <w:r w:rsidR="0008167C" w:rsidRPr="0008167C">
        <w:t xml:space="preserve"> </w:t>
      </w:r>
      <w:r w:rsidRPr="0008167C">
        <w:t>океана</w:t>
      </w:r>
      <w:r w:rsidR="0008167C" w:rsidRPr="0008167C">
        <w:t xml:space="preserve">. </w:t>
      </w:r>
      <w:r w:rsidRPr="0008167C">
        <w:t>С</w:t>
      </w:r>
      <w:r w:rsidR="0008167C" w:rsidRPr="0008167C">
        <w:t xml:space="preserve"> </w:t>
      </w:r>
      <w:r w:rsidRPr="0008167C">
        <w:t>теплыми</w:t>
      </w:r>
      <w:r w:rsidR="0008167C" w:rsidRPr="0008167C">
        <w:t xml:space="preserve"> </w:t>
      </w:r>
      <w:r w:rsidRPr="0008167C">
        <w:t>течениями,</w:t>
      </w:r>
      <w:r w:rsidR="0008167C" w:rsidRPr="0008167C">
        <w:t xml:space="preserve"> </w:t>
      </w:r>
      <w:r w:rsidRPr="0008167C">
        <w:t>проникающими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высокие</w:t>
      </w:r>
      <w:r w:rsidR="0008167C" w:rsidRPr="0008167C">
        <w:t xml:space="preserve"> </w:t>
      </w:r>
      <w:r w:rsidRPr="0008167C">
        <w:t>широты,</w:t>
      </w:r>
      <w:r w:rsidR="0008167C" w:rsidRPr="0008167C">
        <w:t xml:space="preserve"> </w:t>
      </w:r>
      <w:r w:rsidRPr="0008167C">
        <w:t>связана</w:t>
      </w:r>
      <w:r w:rsidR="0008167C" w:rsidRPr="0008167C">
        <w:t xml:space="preserve"> </w:t>
      </w:r>
      <w:r w:rsidRPr="0008167C">
        <w:t>циклоническая</w:t>
      </w:r>
      <w:r w:rsidR="0008167C" w:rsidRPr="0008167C">
        <w:t xml:space="preserve"> </w:t>
      </w:r>
      <w:r w:rsidRPr="0008167C">
        <w:t>циркуляция</w:t>
      </w:r>
      <w:r w:rsidR="0008167C" w:rsidRPr="0008167C">
        <w:t xml:space="preserve"> </w:t>
      </w:r>
      <w:r w:rsidRPr="0008167C">
        <w:t>атмосферы,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способствует</w:t>
      </w:r>
      <w:r w:rsidR="0008167C" w:rsidRPr="0008167C">
        <w:t xml:space="preserve"> </w:t>
      </w:r>
      <w:r w:rsidRPr="0008167C">
        <w:t>выпадению</w:t>
      </w:r>
      <w:r w:rsidR="0008167C" w:rsidRPr="0008167C">
        <w:t xml:space="preserve"> </w:t>
      </w:r>
      <w:r w:rsidRPr="0008167C">
        <w:t>обильных</w:t>
      </w:r>
      <w:r w:rsidR="0008167C" w:rsidRPr="0008167C">
        <w:t xml:space="preserve"> </w:t>
      </w:r>
      <w:r w:rsidRPr="0008167C">
        <w:t>атмосферных</w:t>
      </w:r>
      <w:r w:rsidR="0008167C" w:rsidRPr="0008167C">
        <w:t xml:space="preserve"> </w:t>
      </w:r>
      <w:r w:rsidRPr="0008167C">
        <w:t>осадков</w:t>
      </w:r>
      <w:r w:rsidR="0008167C" w:rsidRPr="0008167C">
        <w:t xml:space="preserve">. </w:t>
      </w:r>
      <w:r w:rsidRPr="0008167C">
        <w:t>Над</w:t>
      </w:r>
      <w:r w:rsidR="0008167C" w:rsidRPr="0008167C">
        <w:t xml:space="preserve"> </w:t>
      </w:r>
      <w:r w:rsidRPr="0008167C">
        <w:t>холодными</w:t>
      </w:r>
      <w:r w:rsidR="0008167C" w:rsidRPr="0008167C">
        <w:t xml:space="preserve"> </w:t>
      </w:r>
      <w:r w:rsidRPr="0008167C">
        <w:t>течениями,</w:t>
      </w:r>
      <w:r w:rsidR="0008167C" w:rsidRPr="0008167C">
        <w:t xml:space="preserve"> </w:t>
      </w:r>
      <w:r w:rsidRPr="0008167C">
        <w:t>напротив,</w:t>
      </w:r>
      <w:r w:rsidR="0008167C" w:rsidRPr="0008167C">
        <w:t xml:space="preserve"> </w:t>
      </w:r>
      <w:r w:rsidRPr="0008167C">
        <w:t>развиваются</w:t>
      </w:r>
      <w:r w:rsidR="0008167C" w:rsidRPr="0008167C">
        <w:t xml:space="preserve"> </w:t>
      </w:r>
      <w:r w:rsidRPr="0008167C">
        <w:t>отроги</w:t>
      </w:r>
      <w:r w:rsidR="0008167C" w:rsidRPr="0008167C">
        <w:t xml:space="preserve"> </w:t>
      </w:r>
      <w:r w:rsidRPr="0008167C">
        <w:t>высокого</w:t>
      </w:r>
      <w:r w:rsidR="0008167C" w:rsidRPr="0008167C">
        <w:t xml:space="preserve"> </w:t>
      </w:r>
      <w:r w:rsidRPr="0008167C">
        <w:t>давления,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вызывает</w:t>
      </w:r>
      <w:r w:rsidR="0008167C" w:rsidRPr="0008167C">
        <w:t xml:space="preserve"> </w:t>
      </w:r>
      <w:r w:rsidRPr="0008167C">
        <w:t>уменьшение</w:t>
      </w:r>
      <w:r w:rsidR="0008167C" w:rsidRPr="0008167C">
        <w:t xml:space="preserve"> </w:t>
      </w:r>
      <w:r w:rsidRPr="0008167C">
        <w:t>количества</w:t>
      </w:r>
      <w:r w:rsidR="0008167C" w:rsidRPr="0008167C">
        <w:t xml:space="preserve"> </w:t>
      </w:r>
      <w:r w:rsidRPr="0008167C">
        <w:t>осадков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районах</w:t>
      </w:r>
      <w:r w:rsidR="0008167C" w:rsidRPr="0008167C">
        <w:t xml:space="preserve"> </w:t>
      </w:r>
      <w:r w:rsidRPr="0008167C">
        <w:t>встречи</w:t>
      </w:r>
      <w:r w:rsidR="0008167C" w:rsidRPr="0008167C">
        <w:t xml:space="preserve"> </w:t>
      </w:r>
      <w:r w:rsidRPr="0008167C">
        <w:t>теплых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холодных</w:t>
      </w:r>
      <w:r w:rsidR="0008167C" w:rsidRPr="0008167C">
        <w:t xml:space="preserve"> </w:t>
      </w:r>
      <w:r w:rsidRPr="0008167C">
        <w:t>течений</w:t>
      </w:r>
      <w:r w:rsidR="0008167C" w:rsidRPr="0008167C">
        <w:t xml:space="preserve"> </w:t>
      </w:r>
      <w:r w:rsidRPr="0008167C">
        <w:t>часто</w:t>
      </w:r>
      <w:r w:rsidR="0008167C" w:rsidRPr="0008167C">
        <w:t xml:space="preserve"> </w:t>
      </w:r>
      <w:r w:rsidRPr="0008167C">
        <w:t>отмечаются</w:t>
      </w:r>
      <w:r w:rsidR="0008167C" w:rsidRPr="0008167C">
        <w:t xml:space="preserve"> </w:t>
      </w:r>
      <w:r w:rsidRPr="0008167C">
        <w:t>туманы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сплошная</w:t>
      </w:r>
      <w:r w:rsidR="0008167C" w:rsidRPr="0008167C">
        <w:t xml:space="preserve"> </w:t>
      </w:r>
      <w:r w:rsidRPr="0008167C">
        <w:t>облачность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Там,</w:t>
      </w:r>
      <w:r w:rsidR="0008167C" w:rsidRPr="0008167C">
        <w:t xml:space="preserve"> </w:t>
      </w:r>
      <w:r w:rsidRPr="0008167C">
        <w:t>где</w:t>
      </w:r>
      <w:r w:rsidR="0008167C" w:rsidRPr="0008167C">
        <w:t xml:space="preserve"> </w:t>
      </w:r>
      <w:r w:rsidRPr="0008167C">
        <w:t>теплые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 </w:t>
      </w:r>
      <w:r w:rsidRPr="0008167C">
        <w:t>глубоко</w:t>
      </w:r>
      <w:r w:rsidR="0008167C" w:rsidRPr="0008167C">
        <w:t xml:space="preserve"> </w:t>
      </w:r>
      <w:r w:rsidRPr="0008167C">
        <w:t>проникают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умеренные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приполярные</w:t>
      </w:r>
      <w:r w:rsidR="0008167C" w:rsidRPr="0008167C">
        <w:t xml:space="preserve"> </w:t>
      </w:r>
      <w:r w:rsidRPr="0008167C">
        <w:t>широты,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влияние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климат</w:t>
      </w:r>
      <w:r w:rsidR="0008167C" w:rsidRPr="0008167C">
        <w:t xml:space="preserve"> </w:t>
      </w:r>
      <w:r w:rsidRPr="0008167C">
        <w:t>сказывается</w:t>
      </w:r>
      <w:r w:rsidR="0008167C" w:rsidRPr="0008167C">
        <w:t xml:space="preserve"> </w:t>
      </w:r>
      <w:r w:rsidRPr="0008167C">
        <w:t>особенно</w:t>
      </w:r>
      <w:r w:rsidR="0008167C" w:rsidRPr="0008167C">
        <w:t xml:space="preserve"> </w:t>
      </w:r>
      <w:r w:rsidRPr="0008167C">
        <w:t>ярко</w:t>
      </w:r>
      <w:r w:rsidR="0008167C" w:rsidRPr="0008167C">
        <w:t xml:space="preserve">. </w:t>
      </w:r>
      <w:r w:rsidRPr="0008167C">
        <w:t>Хорошо</w:t>
      </w:r>
      <w:r w:rsidR="0008167C" w:rsidRPr="0008167C">
        <w:t xml:space="preserve"> </w:t>
      </w:r>
      <w:r w:rsidRPr="0008167C">
        <w:t>известно</w:t>
      </w:r>
      <w:r w:rsidR="0008167C" w:rsidRPr="0008167C">
        <w:t xml:space="preserve"> </w:t>
      </w:r>
      <w:r w:rsidRPr="0008167C">
        <w:t>смягчающее</w:t>
      </w:r>
      <w:r w:rsidR="0008167C" w:rsidRPr="0008167C">
        <w:t xml:space="preserve"> </w:t>
      </w:r>
      <w:r w:rsidRPr="0008167C">
        <w:t>влияние</w:t>
      </w:r>
      <w:r w:rsidR="0008167C" w:rsidRPr="0008167C">
        <w:t xml:space="preserve"> </w:t>
      </w:r>
      <w:r w:rsidRPr="0008167C">
        <w:t>Гольфстрима,</w:t>
      </w:r>
      <w:r w:rsidR="0008167C" w:rsidRPr="0008167C">
        <w:t xml:space="preserve"> </w:t>
      </w:r>
      <w:r w:rsidRPr="0008167C">
        <w:t>Северо-Атлантического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его</w:t>
      </w:r>
      <w:r w:rsidR="0008167C" w:rsidRPr="0008167C">
        <w:t xml:space="preserve"> </w:t>
      </w:r>
      <w:r w:rsidRPr="0008167C">
        <w:t>ветвей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климат</w:t>
      </w:r>
      <w:r w:rsidR="0008167C" w:rsidRPr="0008167C">
        <w:t xml:space="preserve"> </w:t>
      </w:r>
      <w:r w:rsidRPr="0008167C">
        <w:t>Европы,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 </w:t>
      </w:r>
      <w:r w:rsidRPr="0008167C">
        <w:t>Куросио</w:t>
      </w:r>
      <w:r w:rsidR="0008167C" w:rsidRPr="0008167C">
        <w:t xml:space="preserve"> - </w:t>
      </w:r>
      <w:r w:rsidRPr="0008167C">
        <w:t>на</w:t>
      </w:r>
      <w:r w:rsidR="0008167C" w:rsidRPr="0008167C">
        <w:t xml:space="preserve"> </w:t>
      </w:r>
      <w:r w:rsidRPr="0008167C">
        <w:t>климатические</w:t>
      </w:r>
      <w:r w:rsidR="0008167C" w:rsidRPr="0008167C">
        <w:t xml:space="preserve"> </w:t>
      </w:r>
      <w:r w:rsidRPr="0008167C">
        <w:t>условия</w:t>
      </w:r>
      <w:r w:rsidR="0008167C" w:rsidRPr="0008167C">
        <w:t xml:space="preserve"> </w:t>
      </w:r>
      <w:r w:rsidRPr="0008167C">
        <w:t>северной</w:t>
      </w:r>
      <w:r w:rsidR="0008167C" w:rsidRPr="0008167C">
        <w:t xml:space="preserve"> </w:t>
      </w:r>
      <w:r w:rsidRPr="0008167C">
        <w:t>части</w:t>
      </w:r>
      <w:r w:rsidR="0008167C" w:rsidRPr="0008167C">
        <w:t xml:space="preserve"> </w:t>
      </w:r>
      <w:r w:rsidRPr="0008167C">
        <w:t>Тихого</w:t>
      </w:r>
      <w:r w:rsidR="0008167C" w:rsidRPr="0008167C">
        <w:t xml:space="preserve"> </w:t>
      </w:r>
      <w:r w:rsidRPr="0008167C">
        <w:t>океана</w:t>
      </w:r>
      <w:r w:rsidR="0008167C" w:rsidRPr="0008167C">
        <w:t xml:space="preserve">. </w:t>
      </w:r>
      <w:r w:rsidRPr="0008167C">
        <w:t>Следует</w:t>
      </w:r>
      <w:r w:rsidR="0008167C" w:rsidRPr="0008167C">
        <w:t xml:space="preserve"> </w:t>
      </w:r>
      <w:r w:rsidRPr="0008167C">
        <w:t>отметить</w:t>
      </w:r>
      <w:r w:rsidR="0008167C" w:rsidRPr="0008167C">
        <w:t xml:space="preserve"> </w:t>
      </w:r>
      <w:r w:rsidRPr="0008167C">
        <w:t>большее</w:t>
      </w:r>
      <w:r w:rsidR="0008167C" w:rsidRPr="0008167C">
        <w:t xml:space="preserve"> </w:t>
      </w:r>
      <w:r w:rsidRPr="0008167C">
        <w:t>значение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этом</w:t>
      </w:r>
      <w:r w:rsidR="0008167C" w:rsidRPr="0008167C">
        <w:t xml:space="preserve"> </w:t>
      </w:r>
      <w:r w:rsidRPr="0008167C">
        <w:t>отношении</w:t>
      </w:r>
      <w:r w:rsidR="0008167C" w:rsidRPr="0008167C">
        <w:t xml:space="preserve"> </w:t>
      </w:r>
      <w:r w:rsidRPr="0008167C">
        <w:t>Северо-Атлантического</w:t>
      </w:r>
      <w:r w:rsidR="0008167C" w:rsidRPr="0008167C">
        <w:t xml:space="preserve"> </w:t>
      </w:r>
      <w:r w:rsidRPr="0008167C">
        <w:t>течения,</w:t>
      </w:r>
      <w:r w:rsidR="0008167C" w:rsidRPr="0008167C">
        <w:t xml:space="preserve"> </w:t>
      </w:r>
      <w:r w:rsidRPr="0008167C">
        <w:t>чем</w:t>
      </w:r>
      <w:r w:rsidR="0008167C" w:rsidRPr="0008167C">
        <w:t xml:space="preserve"> </w:t>
      </w:r>
      <w:r w:rsidRPr="0008167C">
        <w:t>Куросио,</w:t>
      </w:r>
      <w:r w:rsidR="0008167C" w:rsidRPr="0008167C">
        <w:t xml:space="preserve"> </w:t>
      </w:r>
      <w:r w:rsidRPr="0008167C">
        <w:t>так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Северо-Атлантическое</w:t>
      </w:r>
      <w:r w:rsidR="0008167C" w:rsidRPr="0008167C">
        <w:t xml:space="preserve"> </w:t>
      </w:r>
      <w:r w:rsidRPr="0008167C">
        <w:t>течение</w:t>
      </w:r>
      <w:r w:rsidR="0008167C" w:rsidRPr="0008167C">
        <w:t xml:space="preserve"> </w:t>
      </w:r>
      <w:r w:rsidRPr="0008167C">
        <w:t>проникает</w:t>
      </w:r>
      <w:r w:rsidR="0008167C" w:rsidRPr="0008167C">
        <w:t xml:space="preserve"> </w:t>
      </w:r>
      <w:r w:rsidRPr="0008167C">
        <w:t>почти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40°</w:t>
      </w:r>
      <w:r w:rsidR="0008167C" w:rsidRPr="0008167C">
        <w:t xml:space="preserve"> </w:t>
      </w:r>
      <w:r w:rsidRPr="0008167C">
        <w:t>севернее</w:t>
      </w:r>
      <w:r w:rsidR="0008167C" w:rsidRPr="0008167C">
        <w:t xml:space="preserve"> </w:t>
      </w:r>
      <w:r w:rsidRPr="0008167C">
        <w:t>Куросио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8167C">
        <w:t>Резкие</w:t>
      </w:r>
      <w:r w:rsidR="0008167C" w:rsidRPr="0008167C">
        <w:t xml:space="preserve"> </w:t>
      </w:r>
      <w:r w:rsidRPr="0008167C">
        <w:t>различия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климате</w:t>
      </w:r>
      <w:r w:rsidR="0008167C" w:rsidRPr="0008167C">
        <w:t xml:space="preserve"> </w:t>
      </w:r>
      <w:r w:rsidRPr="0008167C">
        <w:t>создаются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том</w:t>
      </w:r>
      <w:r w:rsidR="0008167C" w:rsidRPr="0008167C">
        <w:t xml:space="preserve"> </w:t>
      </w:r>
      <w:r w:rsidRPr="0008167C">
        <w:t>случае,</w:t>
      </w:r>
      <w:r w:rsidR="0008167C" w:rsidRPr="0008167C">
        <w:t xml:space="preserve"> </w:t>
      </w:r>
      <w:r w:rsidRPr="0008167C">
        <w:t>если</w:t>
      </w:r>
      <w:r w:rsidR="0008167C" w:rsidRPr="0008167C">
        <w:t xml:space="preserve"> </w:t>
      </w:r>
      <w:r w:rsidRPr="0008167C">
        <w:t>берега</w:t>
      </w:r>
      <w:r w:rsidR="0008167C" w:rsidRPr="0008167C">
        <w:t xml:space="preserve"> </w:t>
      </w:r>
      <w:r w:rsidRPr="0008167C">
        <w:t>континентов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океанов</w:t>
      </w:r>
      <w:r w:rsidR="0008167C" w:rsidRPr="0008167C">
        <w:t xml:space="preserve"> </w:t>
      </w:r>
      <w:r w:rsidRPr="0008167C">
        <w:t>омываются</w:t>
      </w:r>
      <w:r w:rsidR="0008167C" w:rsidRPr="0008167C">
        <w:t xml:space="preserve"> </w:t>
      </w:r>
      <w:r w:rsidRPr="0008167C">
        <w:t>холодными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теплыми</w:t>
      </w:r>
      <w:r w:rsidR="0008167C" w:rsidRPr="0008167C">
        <w:t xml:space="preserve"> </w:t>
      </w:r>
      <w:r w:rsidRPr="0008167C">
        <w:t>течениями</w:t>
      </w:r>
      <w:r w:rsidR="0008167C" w:rsidRPr="0008167C">
        <w:t xml:space="preserve">. </w:t>
      </w:r>
      <w:r w:rsidRPr="0008167C">
        <w:t>Так,</w:t>
      </w:r>
      <w:r w:rsidR="0008167C" w:rsidRPr="0008167C">
        <w:t xml:space="preserve"> </w:t>
      </w:r>
      <w:r w:rsidRPr="0008167C">
        <w:t>например,</w:t>
      </w:r>
      <w:r w:rsidR="0008167C" w:rsidRPr="0008167C">
        <w:t xml:space="preserve"> </w:t>
      </w:r>
      <w:r w:rsidRPr="0008167C">
        <w:t>восточное</w:t>
      </w:r>
      <w:r w:rsidR="0008167C" w:rsidRPr="0008167C">
        <w:t xml:space="preserve"> </w:t>
      </w:r>
      <w:r w:rsidRPr="0008167C">
        <w:t>побережье</w:t>
      </w:r>
      <w:r w:rsidR="0008167C" w:rsidRPr="0008167C">
        <w:t xml:space="preserve"> </w:t>
      </w:r>
      <w:r w:rsidRPr="0008167C">
        <w:t>Канады</w:t>
      </w:r>
      <w:r w:rsidR="0008167C" w:rsidRPr="0008167C">
        <w:t xml:space="preserve"> </w:t>
      </w:r>
      <w:r w:rsidRPr="0008167C">
        <w:t>находится</w:t>
      </w:r>
      <w:r w:rsidR="0008167C" w:rsidRPr="0008167C">
        <w:t xml:space="preserve"> </w:t>
      </w:r>
      <w:r w:rsidRPr="0008167C">
        <w:t>под</w:t>
      </w:r>
      <w:r w:rsidR="0008167C" w:rsidRPr="0008167C">
        <w:t xml:space="preserve"> </w:t>
      </w:r>
      <w:r w:rsidRPr="0008167C">
        <w:t>влиянием</w:t>
      </w:r>
      <w:r w:rsidR="0008167C" w:rsidRPr="0008167C">
        <w:t xml:space="preserve"> </w:t>
      </w:r>
      <w:r w:rsidRPr="0008167C">
        <w:t>холодного</w:t>
      </w:r>
      <w:r w:rsidR="0008167C" w:rsidRPr="0008167C">
        <w:t xml:space="preserve"> </w:t>
      </w:r>
      <w:r w:rsidRPr="0008167C">
        <w:t>Лабрадорского</w:t>
      </w:r>
      <w:r w:rsidR="0008167C" w:rsidRPr="0008167C">
        <w:t xml:space="preserve"> </w:t>
      </w:r>
      <w:r w:rsidRPr="0008167C">
        <w:t>течения,</w:t>
      </w:r>
      <w:r w:rsidR="0008167C" w:rsidRPr="0008167C">
        <w:t xml:space="preserve"> </w:t>
      </w:r>
      <w:r w:rsidRPr="0008167C">
        <w:t>западное</w:t>
      </w:r>
      <w:r w:rsidR="0008167C" w:rsidRPr="0008167C">
        <w:t xml:space="preserve"> </w:t>
      </w:r>
      <w:r w:rsidRPr="0008167C">
        <w:t>же</w:t>
      </w:r>
      <w:r w:rsidR="0008167C" w:rsidRPr="0008167C">
        <w:t xml:space="preserve"> </w:t>
      </w:r>
      <w:r w:rsidRPr="0008167C">
        <w:t>побережье</w:t>
      </w:r>
      <w:r w:rsidR="0008167C" w:rsidRPr="0008167C">
        <w:t xml:space="preserve"> </w:t>
      </w:r>
      <w:r w:rsidRPr="0008167C">
        <w:t>Европы</w:t>
      </w:r>
      <w:r w:rsidR="0008167C" w:rsidRPr="0008167C">
        <w:t xml:space="preserve"> </w:t>
      </w:r>
      <w:r w:rsidRPr="0008167C">
        <w:t>омывается</w:t>
      </w:r>
      <w:r w:rsidR="0008167C" w:rsidRPr="0008167C">
        <w:t xml:space="preserve"> </w:t>
      </w:r>
      <w:r w:rsidRPr="0008167C">
        <w:t>теплыми</w:t>
      </w:r>
      <w:r w:rsidR="0008167C" w:rsidRPr="0008167C">
        <w:t xml:space="preserve"> </w:t>
      </w:r>
      <w:r w:rsidRPr="0008167C">
        <w:t>водами</w:t>
      </w:r>
      <w:r w:rsidR="0008167C" w:rsidRPr="0008167C">
        <w:t xml:space="preserve"> </w:t>
      </w:r>
      <w:r w:rsidRPr="0008167C">
        <w:t>Северо-Атлантического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результате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зоне</w:t>
      </w:r>
      <w:r w:rsidR="0008167C" w:rsidRPr="0008167C">
        <w:t xml:space="preserve"> </w:t>
      </w:r>
      <w:r w:rsidRPr="0008167C">
        <w:t>между</w:t>
      </w:r>
      <w:r w:rsidR="0008167C" w:rsidRPr="0008167C">
        <w:t xml:space="preserve"> </w:t>
      </w:r>
      <w:r w:rsidRPr="0008167C">
        <w:t>55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70°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. </w:t>
      </w:r>
      <w:r w:rsidRPr="0008167C">
        <w:t>ш</w:t>
      </w:r>
      <w:r w:rsidR="0008167C" w:rsidRPr="0008167C">
        <w:t xml:space="preserve">. </w:t>
      </w:r>
      <w:r w:rsidRPr="0008167C">
        <w:t>продолжительность</w:t>
      </w:r>
      <w:r w:rsidR="0008167C" w:rsidRPr="0008167C">
        <w:t xml:space="preserve"> </w:t>
      </w:r>
      <w:r w:rsidRPr="0008167C">
        <w:t>безморозного</w:t>
      </w:r>
      <w:r w:rsidR="0008167C" w:rsidRPr="0008167C">
        <w:t xml:space="preserve"> </w:t>
      </w:r>
      <w:r w:rsidRPr="0008167C">
        <w:t>периода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побережье</w:t>
      </w:r>
      <w:r w:rsidR="0008167C" w:rsidRPr="0008167C">
        <w:t xml:space="preserve"> </w:t>
      </w:r>
      <w:r w:rsidRPr="0008167C">
        <w:t>Канады</w:t>
      </w:r>
      <w:r w:rsidR="0008167C" w:rsidRPr="0008167C">
        <w:t xml:space="preserve"> </w:t>
      </w:r>
      <w:r w:rsidRPr="0008167C">
        <w:t>менее</w:t>
      </w:r>
      <w:r w:rsidR="0008167C" w:rsidRPr="0008167C">
        <w:t xml:space="preserve"> </w:t>
      </w:r>
      <w:r w:rsidRPr="0008167C">
        <w:t>60</w:t>
      </w:r>
      <w:r w:rsidR="0008167C" w:rsidRPr="0008167C">
        <w:t xml:space="preserve"> </w:t>
      </w:r>
      <w:r w:rsidRPr="0008167C">
        <w:t>дней,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европейском</w:t>
      </w:r>
      <w:r w:rsidR="0008167C" w:rsidRPr="0008167C">
        <w:t xml:space="preserve"> - </w:t>
      </w:r>
      <w:r w:rsidRPr="0008167C">
        <w:t>150</w:t>
      </w:r>
      <w:r w:rsidR="0008167C" w:rsidRPr="0008167C">
        <w:t xml:space="preserve"> - </w:t>
      </w:r>
      <w:r w:rsidRPr="0008167C">
        <w:t>210</w:t>
      </w:r>
      <w:r w:rsidR="0008167C" w:rsidRPr="0008167C">
        <w:t xml:space="preserve"> </w:t>
      </w:r>
      <w:r w:rsidRPr="0008167C">
        <w:t>дней</w:t>
      </w:r>
      <w:r w:rsidR="0008167C" w:rsidRPr="0008167C">
        <w:t xml:space="preserve">. </w:t>
      </w:r>
      <w:r w:rsidRPr="0008167C">
        <w:t>Ярким</w:t>
      </w:r>
      <w:r w:rsidR="0008167C" w:rsidRPr="0008167C">
        <w:t xml:space="preserve"> </w:t>
      </w:r>
      <w:r w:rsidRPr="0008167C">
        <w:t>примером</w:t>
      </w:r>
      <w:r w:rsidR="0008167C" w:rsidRPr="0008167C">
        <w:t xml:space="preserve"> </w:t>
      </w:r>
      <w:r w:rsidRPr="0008167C">
        <w:t>воздействия</w:t>
      </w:r>
      <w:r w:rsidR="0008167C" w:rsidRPr="0008167C">
        <w:t xml:space="preserve"> </w:t>
      </w:r>
      <w:r w:rsidRPr="0008167C">
        <w:t>течений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климатические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погодные</w:t>
      </w:r>
      <w:r w:rsidR="0008167C" w:rsidRPr="0008167C">
        <w:t xml:space="preserve"> </w:t>
      </w:r>
      <w:r w:rsidRPr="0008167C">
        <w:t>условия</w:t>
      </w:r>
      <w:r w:rsidR="0008167C" w:rsidRPr="0008167C">
        <w:t xml:space="preserve"> </w:t>
      </w:r>
      <w:r w:rsidRPr="0008167C">
        <w:t>служит</w:t>
      </w:r>
      <w:r w:rsidR="0008167C" w:rsidRPr="0008167C">
        <w:t xml:space="preserve"> </w:t>
      </w:r>
      <w:r w:rsidRPr="0008167C">
        <w:t>Чилийско-Перуанское</w:t>
      </w:r>
      <w:r w:rsidR="0008167C" w:rsidRPr="0008167C">
        <w:t xml:space="preserve"> </w:t>
      </w:r>
      <w:r w:rsidRPr="0008167C">
        <w:t>холодное</w:t>
      </w:r>
      <w:r w:rsidR="0008167C" w:rsidRPr="0008167C">
        <w:t xml:space="preserve"> </w:t>
      </w:r>
      <w:r w:rsidRPr="0008167C">
        <w:t>течение,</w:t>
      </w:r>
      <w:r w:rsidR="0008167C" w:rsidRPr="0008167C">
        <w:t xml:space="preserve"> </w:t>
      </w:r>
      <w:r w:rsidRPr="0008167C">
        <w:t>температура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 </w:t>
      </w:r>
      <w:r w:rsidRPr="0008167C">
        <w:t>которого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8</w:t>
      </w:r>
      <w:r w:rsidR="0008167C" w:rsidRPr="0008167C">
        <w:t xml:space="preserve"> - </w:t>
      </w:r>
      <w:r w:rsidRPr="0008167C">
        <w:t>10°</w:t>
      </w:r>
      <w:r w:rsidR="0008167C" w:rsidRPr="0008167C">
        <w:t xml:space="preserve"> </w:t>
      </w:r>
      <w:r w:rsidRPr="0008167C">
        <w:t>ниже</w:t>
      </w:r>
      <w:r w:rsidR="0008167C" w:rsidRPr="0008167C">
        <w:t xml:space="preserve"> </w:t>
      </w:r>
      <w:r w:rsidRPr="0008167C">
        <w:t>окружающих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 </w:t>
      </w:r>
      <w:r w:rsidRPr="0008167C">
        <w:t>Тихого</w:t>
      </w:r>
      <w:r w:rsidR="0008167C" w:rsidRPr="0008167C">
        <w:t xml:space="preserve"> </w:t>
      </w:r>
      <w:r w:rsidRPr="0008167C">
        <w:t>океана</w:t>
      </w:r>
      <w:r w:rsidR="0008167C" w:rsidRPr="0008167C">
        <w:t xml:space="preserve">. </w:t>
      </w:r>
      <w:r w:rsidRPr="0008167C">
        <w:t>Над</w:t>
      </w:r>
      <w:r w:rsidR="0008167C" w:rsidRPr="0008167C">
        <w:t xml:space="preserve"> </w:t>
      </w:r>
      <w:r w:rsidRPr="0008167C">
        <w:t>холодными</w:t>
      </w:r>
      <w:r w:rsidR="0008167C" w:rsidRPr="0008167C">
        <w:t xml:space="preserve"> </w:t>
      </w:r>
      <w:r w:rsidRPr="0008167C">
        <w:t>водами</w:t>
      </w:r>
      <w:r w:rsidR="0008167C" w:rsidRPr="0008167C">
        <w:t xml:space="preserve"> </w:t>
      </w:r>
      <w:r w:rsidRPr="0008167C">
        <w:t>этого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 </w:t>
      </w:r>
      <w:r w:rsidRPr="0008167C">
        <w:t>воздушные</w:t>
      </w:r>
      <w:r w:rsidR="0008167C" w:rsidRPr="0008167C">
        <w:t xml:space="preserve"> </w:t>
      </w:r>
      <w:r w:rsidRPr="0008167C">
        <w:t>массы,</w:t>
      </w:r>
      <w:r w:rsidR="0008167C" w:rsidRPr="0008167C">
        <w:t xml:space="preserve"> </w:t>
      </w:r>
      <w:r w:rsidRPr="0008167C">
        <w:t>охлаждаясь,</w:t>
      </w:r>
      <w:r w:rsidR="0008167C" w:rsidRPr="0008167C">
        <w:t xml:space="preserve"> </w:t>
      </w:r>
      <w:r w:rsidRPr="0008167C">
        <w:t>образуют</w:t>
      </w:r>
      <w:r w:rsidR="0008167C" w:rsidRPr="0008167C">
        <w:t xml:space="preserve"> </w:t>
      </w:r>
      <w:r w:rsidRPr="0008167C">
        <w:t>сплошной</w:t>
      </w:r>
      <w:r w:rsidR="0008167C" w:rsidRPr="0008167C">
        <w:t xml:space="preserve"> </w:t>
      </w:r>
      <w:r w:rsidRPr="0008167C">
        <w:t>покров</w:t>
      </w:r>
      <w:r w:rsidR="0008167C" w:rsidRPr="0008167C">
        <w:t xml:space="preserve"> </w:t>
      </w:r>
      <w:r w:rsidRPr="0008167C">
        <w:t>слоисто-кучевых</w:t>
      </w:r>
      <w:r w:rsidR="0008167C" w:rsidRPr="0008167C">
        <w:t xml:space="preserve"> </w:t>
      </w:r>
      <w:r w:rsidRPr="0008167C">
        <w:t>облаков,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результате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побережье</w:t>
      </w:r>
      <w:r w:rsidR="0008167C" w:rsidRPr="0008167C">
        <w:t xml:space="preserve"> </w:t>
      </w:r>
      <w:r w:rsidRPr="0008167C">
        <w:t>Чили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Перу</w:t>
      </w:r>
      <w:r w:rsidR="0008167C" w:rsidRPr="0008167C">
        <w:t xml:space="preserve"> </w:t>
      </w:r>
      <w:r w:rsidRPr="0008167C">
        <w:t>наблюдаются</w:t>
      </w:r>
      <w:r w:rsidR="0008167C" w:rsidRPr="0008167C">
        <w:t xml:space="preserve"> </w:t>
      </w:r>
      <w:r w:rsidRPr="0008167C">
        <w:t>сплошная</w:t>
      </w:r>
      <w:r w:rsidR="0008167C" w:rsidRPr="0008167C">
        <w:t xml:space="preserve"> </w:t>
      </w:r>
      <w:r w:rsidRPr="0008167C">
        <w:t>облачность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отсутствие</w:t>
      </w:r>
      <w:r w:rsidR="0008167C" w:rsidRPr="0008167C">
        <w:t xml:space="preserve"> </w:t>
      </w:r>
      <w:r w:rsidRPr="0008167C">
        <w:t>осадков</w:t>
      </w:r>
      <w:r w:rsidR="0008167C" w:rsidRPr="0008167C">
        <w:t xml:space="preserve">. </w:t>
      </w:r>
      <w:r w:rsidRPr="0008167C">
        <w:t>Юго-восточный</w:t>
      </w:r>
      <w:r w:rsidR="0008167C" w:rsidRPr="0008167C">
        <w:t xml:space="preserve"> </w:t>
      </w:r>
      <w:r w:rsidRPr="0008167C">
        <w:t>пассат</w:t>
      </w:r>
      <w:r w:rsidR="0008167C" w:rsidRPr="0008167C">
        <w:t xml:space="preserve"> </w:t>
      </w:r>
      <w:r w:rsidRPr="0008167C">
        <w:t>создает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этом</w:t>
      </w:r>
      <w:r w:rsidR="0008167C" w:rsidRPr="0008167C">
        <w:t xml:space="preserve"> </w:t>
      </w:r>
      <w:r w:rsidRPr="0008167C">
        <w:t>районе</w:t>
      </w:r>
      <w:r w:rsidR="0008167C" w:rsidRPr="0008167C">
        <w:t xml:space="preserve"> </w:t>
      </w:r>
      <w:r w:rsidRPr="0008167C">
        <w:t>сгон,</w:t>
      </w:r>
      <w:r w:rsidR="0008167C" w:rsidRPr="0008167C">
        <w:t xml:space="preserve"> </w:t>
      </w:r>
      <w:r w:rsidR="0008167C">
        <w:t>т.е.</w:t>
      </w:r>
      <w:r w:rsidR="0008167C" w:rsidRPr="0008167C">
        <w:t xml:space="preserve"> </w:t>
      </w:r>
      <w:r w:rsidRPr="0008167C">
        <w:t>отход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берега</w:t>
      </w:r>
      <w:r w:rsidR="0008167C" w:rsidRPr="0008167C">
        <w:t xml:space="preserve"> </w:t>
      </w:r>
      <w:r w:rsidRPr="0008167C">
        <w:t>поверхностных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подъем</w:t>
      </w:r>
      <w:r w:rsidR="0008167C" w:rsidRPr="0008167C">
        <w:t xml:space="preserve"> </w:t>
      </w:r>
      <w:r w:rsidRPr="0008167C">
        <w:t>холодных</w:t>
      </w:r>
      <w:r w:rsidR="0008167C" w:rsidRPr="0008167C">
        <w:t xml:space="preserve"> </w:t>
      </w:r>
      <w:r w:rsidRPr="0008167C">
        <w:t>глубинных</w:t>
      </w:r>
      <w:r w:rsidR="0008167C" w:rsidRPr="0008167C">
        <w:t xml:space="preserve"> </w:t>
      </w:r>
      <w:r w:rsidRPr="0008167C">
        <w:t>вод</w:t>
      </w:r>
      <w:r w:rsidR="0008167C" w:rsidRPr="0008167C">
        <w:t xml:space="preserve">. </w:t>
      </w:r>
      <w:r w:rsidRPr="0008167C">
        <w:t>Когда</w:t>
      </w:r>
      <w:r w:rsidR="0008167C" w:rsidRPr="0008167C">
        <w:t xml:space="preserve"> </w:t>
      </w:r>
      <w:r w:rsidRPr="0008167C">
        <w:t>побережье</w:t>
      </w:r>
      <w:r w:rsidR="0008167C" w:rsidRPr="0008167C">
        <w:t xml:space="preserve"> </w:t>
      </w:r>
      <w:r w:rsidRPr="0008167C">
        <w:t>Перу</w:t>
      </w:r>
      <w:r w:rsidR="0008167C" w:rsidRPr="0008167C">
        <w:t xml:space="preserve"> </w:t>
      </w:r>
      <w:r w:rsidRPr="0008167C">
        <w:t>находится</w:t>
      </w:r>
      <w:r w:rsidR="0008167C" w:rsidRPr="0008167C">
        <w:t xml:space="preserve"> </w:t>
      </w:r>
      <w:r w:rsidRPr="0008167C">
        <w:t>только</w:t>
      </w:r>
      <w:r w:rsidR="0008167C" w:rsidRPr="0008167C">
        <w:t xml:space="preserve"> </w:t>
      </w:r>
      <w:r w:rsidRPr="0008167C">
        <w:t>под</w:t>
      </w:r>
      <w:r w:rsidR="0008167C" w:rsidRPr="0008167C">
        <w:t xml:space="preserve"> </w:t>
      </w:r>
      <w:r w:rsidRPr="0008167C">
        <w:t>воздействием</w:t>
      </w:r>
      <w:r w:rsidR="0008167C" w:rsidRPr="0008167C">
        <w:t xml:space="preserve"> </w:t>
      </w:r>
      <w:r w:rsidRPr="0008167C">
        <w:t>этого</w:t>
      </w:r>
      <w:r w:rsidR="0008167C" w:rsidRPr="0008167C">
        <w:t xml:space="preserve"> </w:t>
      </w:r>
      <w:r w:rsidRPr="0008167C">
        <w:t>холодного</w:t>
      </w:r>
      <w:r w:rsidR="0008167C" w:rsidRPr="0008167C">
        <w:t xml:space="preserve"> </w:t>
      </w:r>
      <w:r w:rsidRPr="0008167C">
        <w:t>течения,</w:t>
      </w:r>
      <w:r w:rsidR="0008167C" w:rsidRPr="0008167C">
        <w:t xml:space="preserve"> </w:t>
      </w:r>
      <w:r w:rsidRPr="0008167C">
        <w:t>этот</w:t>
      </w:r>
      <w:r w:rsidR="0008167C" w:rsidRPr="0008167C">
        <w:t xml:space="preserve"> </w:t>
      </w:r>
      <w:r w:rsidRPr="0008167C">
        <w:t>период</w:t>
      </w:r>
      <w:r w:rsidR="0008167C" w:rsidRPr="0008167C">
        <w:t xml:space="preserve"> </w:t>
      </w:r>
      <w:r w:rsidRPr="0008167C">
        <w:t>характеризуется</w:t>
      </w:r>
      <w:r w:rsidR="0008167C" w:rsidRPr="0008167C">
        <w:t xml:space="preserve"> </w:t>
      </w:r>
      <w:r w:rsidRPr="0008167C">
        <w:t>отсутствием</w:t>
      </w:r>
      <w:r w:rsidR="0008167C" w:rsidRPr="0008167C">
        <w:t xml:space="preserve"> </w:t>
      </w:r>
      <w:r w:rsidRPr="0008167C">
        <w:t>тропических</w:t>
      </w:r>
      <w:r w:rsidR="0008167C" w:rsidRPr="0008167C">
        <w:t xml:space="preserve"> </w:t>
      </w:r>
      <w:r w:rsidRPr="0008167C">
        <w:t>штормов,</w:t>
      </w:r>
      <w:r w:rsidR="0008167C" w:rsidRPr="0008167C">
        <w:t xml:space="preserve"> </w:t>
      </w:r>
      <w:r w:rsidRPr="0008167C">
        <w:t>дождей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гроз,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летом,</w:t>
      </w:r>
      <w:r w:rsidR="0008167C" w:rsidRPr="0008167C">
        <w:t xml:space="preserve"> </w:t>
      </w:r>
      <w:r w:rsidRPr="0008167C">
        <w:t>особенно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усилении</w:t>
      </w:r>
      <w:r w:rsidR="0008167C" w:rsidRPr="0008167C">
        <w:t xml:space="preserve"> </w:t>
      </w:r>
      <w:r w:rsidRPr="0008167C">
        <w:t>идущего</w:t>
      </w:r>
      <w:r w:rsidR="0008167C" w:rsidRPr="0008167C">
        <w:t xml:space="preserve"> </w:t>
      </w:r>
      <w:r w:rsidRPr="0008167C">
        <w:t>навстречу</w:t>
      </w:r>
      <w:r w:rsidR="0008167C" w:rsidRPr="0008167C">
        <w:t xml:space="preserve"> </w:t>
      </w:r>
      <w:r w:rsidRPr="0008167C">
        <w:t>теплого</w:t>
      </w:r>
      <w:r w:rsidR="0008167C" w:rsidRPr="0008167C">
        <w:t xml:space="preserve"> </w:t>
      </w:r>
      <w:r w:rsidRPr="0008167C">
        <w:t>прибрежного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 </w:t>
      </w:r>
      <w:r w:rsidRPr="0008167C">
        <w:t>Эль-Ниньо,</w:t>
      </w:r>
      <w:r w:rsidR="0008167C" w:rsidRPr="0008167C">
        <w:t xml:space="preserve"> </w:t>
      </w:r>
      <w:r w:rsidRPr="0008167C">
        <w:t>здесь</w:t>
      </w:r>
      <w:r w:rsidR="0008167C" w:rsidRPr="0008167C">
        <w:t xml:space="preserve"> </w:t>
      </w:r>
      <w:r w:rsidRPr="0008167C">
        <w:t>наблюдаются</w:t>
      </w:r>
      <w:r w:rsidR="0008167C" w:rsidRPr="0008167C">
        <w:t xml:space="preserve"> </w:t>
      </w:r>
      <w:r w:rsidRPr="0008167C">
        <w:t>тропические</w:t>
      </w:r>
      <w:r w:rsidR="0008167C" w:rsidRPr="0008167C">
        <w:t xml:space="preserve"> </w:t>
      </w:r>
      <w:r w:rsidRPr="0008167C">
        <w:t>штормы,</w:t>
      </w:r>
      <w:r w:rsidR="0008167C" w:rsidRPr="0008167C">
        <w:t xml:space="preserve"> </w:t>
      </w:r>
      <w:r w:rsidRPr="0008167C">
        <w:t>разрушительной</w:t>
      </w:r>
      <w:r w:rsidR="0008167C" w:rsidRPr="0008167C">
        <w:t xml:space="preserve"> </w:t>
      </w:r>
      <w:r w:rsidRPr="0008167C">
        <w:t>силы</w:t>
      </w:r>
      <w:r w:rsidR="0008167C" w:rsidRPr="0008167C">
        <w:t xml:space="preserve"> </w:t>
      </w:r>
      <w:r w:rsidRPr="0008167C">
        <w:t>грозы,</w:t>
      </w:r>
      <w:r w:rsidR="0008167C" w:rsidRPr="0008167C">
        <w:t xml:space="preserve"> </w:t>
      </w:r>
      <w:r w:rsidRPr="0008167C">
        <w:t>ливни,</w:t>
      </w:r>
      <w:r w:rsidR="0008167C" w:rsidRPr="0008167C">
        <w:t xml:space="preserve"> </w:t>
      </w:r>
      <w:r w:rsidRPr="0008167C">
        <w:t>размывающие</w:t>
      </w:r>
      <w:r w:rsidR="0008167C" w:rsidRPr="0008167C">
        <w:t xml:space="preserve"> </w:t>
      </w:r>
      <w:r w:rsidRPr="0008167C">
        <w:t>почву,</w:t>
      </w:r>
      <w:r w:rsidR="0008167C" w:rsidRPr="0008167C">
        <w:t xml:space="preserve"> </w:t>
      </w:r>
      <w:r w:rsidRPr="0008167C">
        <w:t>жилые</w:t>
      </w:r>
      <w:r w:rsidR="0008167C" w:rsidRPr="0008167C">
        <w:t xml:space="preserve"> </w:t>
      </w:r>
      <w:r w:rsidRPr="0008167C">
        <w:t>постройки,</w:t>
      </w:r>
      <w:r w:rsidR="0008167C" w:rsidRPr="0008167C">
        <w:t xml:space="preserve"> </w:t>
      </w:r>
      <w:r w:rsidRPr="0008167C">
        <w:t>дамбы,</w:t>
      </w:r>
      <w:r w:rsidR="0008167C" w:rsidRPr="0008167C">
        <w:t xml:space="preserve"> </w:t>
      </w:r>
      <w:r w:rsidRPr="0008167C">
        <w:t>насыпи</w:t>
      </w:r>
      <w:r w:rsidR="0008167C" w:rsidRPr="0008167C">
        <w:t>.</w:t>
      </w:r>
    </w:p>
    <w:p w:rsidR="0008167C" w:rsidRPr="0008167C" w:rsidRDefault="00223F35" w:rsidP="0008167C">
      <w:pPr>
        <w:shd w:val="clear" w:color="auto" w:fill="FFFFFF"/>
        <w:tabs>
          <w:tab w:val="left" w:pos="726"/>
        </w:tabs>
      </w:pPr>
      <w:r w:rsidRPr="0008167C">
        <w:t>Пульсации</w:t>
      </w:r>
      <w:r w:rsidR="0008167C" w:rsidRPr="0008167C">
        <w:t xml:space="preserve"> </w:t>
      </w:r>
      <w:r w:rsidRPr="0008167C">
        <w:t>океанических</w:t>
      </w:r>
      <w:r w:rsidR="0008167C" w:rsidRPr="0008167C">
        <w:t xml:space="preserve"> </w:t>
      </w:r>
      <w:r w:rsidRPr="0008167C">
        <w:t>течений,</w:t>
      </w:r>
      <w:r w:rsidR="0008167C" w:rsidRPr="0008167C">
        <w:t xml:space="preserve"> </w:t>
      </w:r>
      <w:r w:rsidRPr="0008167C">
        <w:t>меандрирование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смещение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осей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югу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северу</w:t>
      </w:r>
      <w:r w:rsidR="0008167C" w:rsidRPr="0008167C">
        <w:t xml:space="preserve"> </w:t>
      </w:r>
      <w:r w:rsidRPr="0008167C">
        <w:t>оказывают</w:t>
      </w:r>
      <w:r w:rsidR="0008167C" w:rsidRPr="0008167C">
        <w:t xml:space="preserve"> </w:t>
      </w:r>
      <w:r w:rsidRPr="0008167C">
        <w:t>существенное</w:t>
      </w:r>
      <w:r w:rsidR="0008167C" w:rsidRPr="0008167C">
        <w:t xml:space="preserve"> </w:t>
      </w:r>
      <w:r w:rsidRPr="0008167C">
        <w:t>влияние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климат</w:t>
      </w:r>
      <w:r w:rsidR="0008167C" w:rsidRPr="0008167C">
        <w:t xml:space="preserve"> </w:t>
      </w:r>
      <w:r w:rsidRPr="0008167C">
        <w:t>прибрежных</w:t>
      </w:r>
      <w:r w:rsidR="0008167C" w:rsidRPr="0008167C">
        <w:t xml:space="preserve"> </w:t>
      </w:r>
      <w:r w:rsidRPr="0008167C">
        <w:t>районов</w:t>
      </w:r>
      <w:r w:rsidR="0008167C" w:rsidRPr="0008167C">
        <w:t xml:space="preserve">. </w:t>
      </w:r>
      <w:r w:rsidRPr="0008167C">
        <w:t>Одновременными</w:t>
      </w:r>
      <w:r w:rsidR="0008167C" w:rsidRPr="0008167C">
        <w:t xml:space="preserve"> </w:t>
      </w:r>
      <w:r w:rsidRPr="0008167C">
        <w:t>наблюдениями</w:t>
      </w:r>
      <w:r w:rsidR="0008167C" w:rsidRPr="0008167C">
        <w:t xml:space="preserve"> </w:t>
      </w:r>
      <w:r w:rsidRPr="0008167C">
        <w:t>за</w:t>
      </w:r>
      <w:r w:rsidR="0008167C" w:rsidRPr="0008167C">
        <w:t xml:space="preserve"> </w:t>
      </w:r>
      <w:r w:rsidRPr="0008167C">
        <w:t>распределением</w:t>
      </w:r>
      <w:r w:rsidR="0008167C" w:rsidRPr="0008167C">
        <w:t xml:space="preserve"> </w:t>
      </w:r>
      <w:r w:rsidRPr="0008167C">
        <w:t>температуры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пределах</w:t>
      </w:r>
      <w:r w:rsidR="0008167C" w:rsidRPr="0008167C">
        <w:t xml:space="preserve"> </w:t>
      </w:r>
      <w:r w:rsidRPr="0008167C">
        <w:t>таких</w:t>
      </w:r>
      <w:r w:rsidR="0008167C" w:rsidRPr="0008167C">
        <w:t xml:space="preserve"> </w:t>
      </w:r>
      <w:r w:rsidRPr="0008167C">
        <w:t>крупномасштабных</w:t>
      </w:r>
      <w:r w:rsidR="0008167C" w:rsidRPr="0008167C">
        <w:t xml:space="preserve"> </w:t>
      </w:r>
      <w:r w:rsidRPr="0008167C">
        <w:t>потоков,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Гольфстрим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Куросио,</w:t>
      </w:r>
      <w:r w:rsidR="0008167C" w:rsidRPr="0008167C">
        <w:t xml:space="preserve"> </w:t>
      </w:r>
      <w:r w:rsidRPr="0008167C">
        <w:t>обнаружены</w:t>
      </w:r>
      <w:r w:rsidR="0008167C" w:rsidRPr="0008167C">
        <w:t xml:space="preserve"> </w:t>
      </w:r>
      <w:r w:rsidRPr="0008167C">
        <w:t>извилины</w:t>
      </w:r>
      <w:r w:rsidR="0008167C">
        <w:t xml:space="preserve"> (</w:t>
      </w:r>
      <w:r w:rsidRPr="0008167C">
        <w:t>меандры</w:t>
      </w:r>
      <w:r w:rsidR="0008167C" w:rsidRPr="0008167C">
        <w:t xml:space="preserve">), </w:t>
      </w:r>
      <w:r w:rsidRPr="0008167C">
        <w:t>имеющие</w:t>
      </w:r>
      <w:r w:rsidR="0008167C" w:rsidRPr="0008167C">
        <w:t xml:space="preserve"> </w:t>
      </w:r>
      <w:r w:rsidRPr="0008167C">
        <w:t>волнообразный</w:t>
      </w:r>
      <w:r w:rsidR="0008167C" w:rsidRPr="0008167C">
        <w:t xml:space="preserve"> </w:t>
      </w:r>
      <w:r w:rsidRPr="0008167C">
        <w:t>характер</w:t>
      </w:r>
      <w:r w:rsidR="0008167C" w:rsidRPr="0008167C">
        <w:t xml:space="preserve">. </w:t>
      </w:r>
      <w:r w:rsidRPr="0008167C">
        <w:t>Они</w:t>
      </w:r>
      <w:r w:rsidR="0008167C" w:rsidRPr="0008167C">
        <w:t xml:space="preserve"> </w:t>
      </w:r>
      <w:r w:rsidRPr="0008167C">
        <w:t>напоминают</w:t>
      </w:r>
      <w:r w:rsidR="0008167C" w:rsidRPr="0008167C">
        <w:t xml:space="preserve"> </w:t>
      </w:r>
      <w:r w:rsidRPr="0008167C">
        <w:t>меандры</w:t>
      </w:r>
      <w:r w:rsidR="0008167C" w:rsidRPr="0008167C">
        <w:t xml:space="preserve"> </w:t>
      </w:r>
      <w:r w:rsidRPr="0008167C">
        <w:t>рек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виде</w:t>
      </w:r>
      <w:r w:rsidR="0008167C" w:rsidRPr="0008167C">
        <w:t xml:space="preserve"> </w:t>
      </w:r>
      <w:r w:rsidRPr="0008167C">
        <w:t>сгущения</w:t>
      </w:r>
      <w:r w:rsidR="0008167C" w:rsidRPr="0008167C">
        <w:t xml:space="preserve"> </w:t>
      </w:r>
      <w:r w:rsidRPr="0008167C">
        <w:t>изотерм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оси</w:t>
      </w:r>
      <w:r w:rsidR="0008167C" w:rsidRPr="0008167C">
        <w:t xml:space="preserve"> </w:t>
      </w:r>
      <w:r w:rsidRPr="0008167C">
        <w:t>главного</w:t>
      </w:r>
      <w:r w:rsidR="0008167C" w:rsidRPr="0008167C">
        <w:t xml:space="preserve"> </w:t>
      </w:r>
      <w:r w:rsidRPr="0008167C">
        <w:t>потока</w:t>
      </w:r>
      <w:r w:rsidR="0008167C" w:rsidRPr="0008167C">
        <w:t xml:space="preserve"> </w:t>
      </w:r>
      <w:r w:rsidRPr="0008167C">
        <w:t>перемещаются</w:t>
      </w:r>
      <w:r w:rsidR="0008167C" w:rsidRPr="0008167C">
        <w:t xml:space="preserve"> </w:t>
      </w:r>
      <w:r w:rsidRPr="0008167C">
        <w:t>вместе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течением</w:t>
      </w:r>
      <w:r w:rsidR="0008167C" w:rsidRPr="0008167C">
        <w:t xml:space="preserve">. </w:t>
      </w:r>
      <w:r w:rsidRPr="0008167C">
        <w:t>Например,</w:t>
      </w:r>
      <w:r w:rsidR="0008167C" w:rsidRPr="0008167C">
        <w:t xml:space="preserve"> </w:t>
      </w:r>
      <w:r w:rsidRPr="0008167C">
        <w:t>смещение</w:t>
      </w:r>
      <w:r w:rsidR="0008167C" w:rsidRPr="0008167C">
        <w:t xml:space="preserve"> </w:t>
      </w:r>
      <w:r w:rsidRPr="0008167C">
        <w:t>оси</w:t>
      </w:r>
      <w:r w:rsidR="0008167C" w:rsidRPr="0008167C">
        <w:t xml:space="preserve"> </w:t>
      </w:r>
      <w:r w:rsidRPr="0008167C">
        <w:t>Куросио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югу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северу</w:t>
      </w:r>
      <w:r w:rsidR="0008167C" w:rsidRPr="0008167C">
        <w:t xml:space="preserve"> </w:t>
      </w:r>
      <w:r w:rsidRPr="0008167C">
        <w:t>достигает</w:t>
      </w:r>
      <w:r w:rsidR="0008167C" w:rsidRPr="0008167C">
        <w:t xml:space="preserve"> </w:t>
      </w:r>
      <w:smartTag w:uri="urn:schemas-microsoft-com:office:smarttags" w:element="metricconverter">
        <w:smartTagPr>
          <w:attr w:name="ProductID" w:val="350 миль"/>
        </w:smartTagPr>
        <w:r w:rsidRPr="0008167C">
          <w:t>350</w:t>
        </w:r>
        <w:r w:rsidR="0008167C" w:rsidRPr="0008167C">
          <w:t xml:space="preserve"> </w:t>
        </w:r>
        <w:r w:rsidRPr="0008167C">
          <w:t>миль</w:t>
        </w:r>
      </w:smartTag>
      <w:r w:rsidR="0008167C" w:rsidRPr="0008167C">
        <w:t xml:space="preserve"> </w:t>
      </w:r>
      <w:r w:rsidRPr="0008167C">
        <w:t>между</w:t>
      </w:r>
      <w:r w:rsidR="0008167C" w:rsidRPr="0008167C">
        <w:t xml:space="preserve"> </w:t>
      </w:r>
      <w:r w:rsidRPr="0008167C">
        <w:t>34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40°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. </w:t>
      </w:r>
      <w:r w:rsidRPr="0008167C">
        <w:t>ш</w:t>
      </w:r>
      <w:r w:rsidR="0008167C" w:rsidRPr="0008167C">
        <w:t xml:space="preserve">. </w:t>
      </w:r>
      <w:r w:rsidRPr="0008167C">
        <w:t>Положение</w:t>
      </w:r>
      <w:r w:rsidR="0008167C" w:rsidRPr="0008167C">
        <w:t xml:space="preserve"> </w:t>
      </w:r>
      <w:r w:rsidRPr="0008167C">
        <w:t>фронтов</w:t>
      </w:r>
      <w:r w:rsidR="0008167C" w:rsidRPr="0008167C">
        <w:t xml:space="preserve"> </w:t>
      </w:r>
      <w:r w:rsidRPr="0008167C">
        <w:t>Куросио</w:t>
      </w:r>
      <w:r w:rsidR="0008167C" w:rsidRPr="0008167C">
        <w:t xml:space="preserve"> - </w:t>
      </w:r>
      <w:r w:rsidRPr="0008167C">
        <w:t>Ойясио,</w:t>
      </w:r>
      <w:r w:rsidR="0008167C" w:rsidRPr="0008167C">
        <w:t xml:space="preserve"> </w:t>
      </w:r>
      <w:r w:rsidRPr="0008167C">
        <w:t>Гольфстрим</w:t>
      </w:r>
      <w:r w:rsidR="0008167C" w:rsidRPr="0008167C">
        <w:t xml:space="preserve"> - </w:t>
      </w:r>
      <w:r w:rsidRPr="0008167C">
        <w:t>Лабрадорское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других</w:t>
      </w:r>
      <w:r w:rsidR="0008167C" w:rsidRPr="0008167C">
        <w:t xml:space="preserve"> </w:t>
      </w:r>
      <w:r w:rsidRPr="0008167C">
        <w:t>течений</w:t>
      </w:r>
      <w:r w:rsidR="0008167C" w:rsidRPr="0008167C">
        <w:t xml:space="preserve"> </w:t>
      </w:r>
      <w:r w:rsidRPr="0008167C">
        <w:t>испытывает</w:t>
      </w:r>
      <w:r w:rsidR="0008167C" w:rsidRPr="0008167C">
        <w:t xml:space="preserve"> </w:t>
      </w:r>
      <w:r w:rsidRPr="0008167C">
        <w:t>полумесячные,</w:t>
      </w:r>
      <w:r w:rsidR="0008167C" w:rsidRPr="0008167C">
        <w:t xml:space="preserve"> </w:t>
      </w:r>
      <w:r w:rsidRPr="0008167C">
        <w:t>месячные,</w:t>
      </w:r>
      <w:r w:rsidR="0008167C" w:rsidRPr="0008167C">
        <w:t xml:space="preserve"> </w:t>
      </w:r>
      <w:r w:rsidRPr="0008167C">
        <w:t>полугодовые,</w:t>
      </w:r>
      <w:r w:rsidR="0008167C" w:rsidRPr="0008167C">
        <w:t xml:space="preserve"> </w:t>
      </w:r>
      <w:r w:rsidRPr="0008167C">
        <w:t>годовые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многолетние</w:t>
      </w:r>
      <w:r w:rsidR="0008167C" w:rsidRPr="0008167C">
        <w:t xml:space="preserve"> </w:t>
      </w:r>
      <w:r w:rsidRPr="0008167C">
        <w:t>колебания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связи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этим</w:t>
      </w:r>
      <w:r w:rsidR="0008167C" w:rsidRPr="0008167C">
        <w:t xml:space="preserve"> </w:t>
      </w:r>
      <w:r w:rsidRPr="0008167C">
        <w:t>наблюдаются</w:t>
      </w:r>
      <w:r w:rsidR="0008167C" w:rsidRPr="0008167C">
        <w:t xml:space="preserve"> </w:t>
      </w:r>
      <w:r w:rsidRPr="0008167C">
        <w:t>колебания</w:t>
      </w:r>
      <w:r w:rsidR="0008167C" w:rsidRPr="0008167C">
        <w:t xml:space="preserve"> </w:t>
      </w:r>
      <w:r w:rsidRPr="0008167C">
        <w:t>климатологических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метеорологических</w:t>
      </w:r>
      <w:r w:rsidR="0008167C" w:rsidRPr="0008167C">
        <w:t xml:space="preserve"> </w:t>
      </w:r>
      <w:r w:rsidRPr="0008167C">
        <w:t>факторов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побережьях</w:t>
      </w:r>
      <w:r w:rsidR="0008167C" w:rsidRPr="0008167C">
        <w:t xml:space="preserve"> </w:t>
      </w:r>
      <w:r w:rsidRPr="0008167C">
        <w:t>близлежащих</w:t>
      </w:r>
      <w:r w:rsidR="0008167C" w:rsidRPr="0008167C">
        <w:t xml:space="preserve"> </w:t>
      </w:r>
      <w:r w:rsidRPr="0008167C">
        <w:t>материков</w:t>
      </w:r>
      <w:r w:rsidR="0008167C" w:rsidRPr="0008167C">
        <w:t xml:space="preserve">. </w:t>
      </w:r>
      <w:r w:rsidRPr="0008167C">
        <w:t>Погодные</w:t>
      </w:r>
      <w:r w:rsidR="0008167C" w:rsidRPr="0008167C">
        <w:t xml:space="preserve"> </w:t>
      </w:r>
      <w:r w:rsidRPr="0008167C">
        <w:t>условия</w:t>
      </w:r>
      <w:r w:rsidR="0008167C" w:rsidRPr="0008167C">
        <w:t xml:space="preserve"> </w:t>
      </w:r>
      <w:r w:rsidRPr="0008167C">
        <w:t>Японии</w:t>
      </w:r>
      <w:r w:rsidR="0008167C" w:rsidRPr="0008167C">
        <w:t xml:space="preserve"> </w:t>
      </w:r>
      <w:r w:rsidRPr="0008167C">
        <w:t>связывают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колебаниями</w:t>
      </w:r>
      <w:r w:rsidR="0008167C" w:rsidRPr="0008167C">
        <w:t xml:space="preserve"> </w:t>
      </w:r>
      <w:r w:rsidRPr="0008167C">
        <w:t>фронта</w:t>
      </w:r>
      <w:r w:rsidR="0008167C" w:rsidRPr="0008167C">
        <w:t xml:space="preserve"> </w:t>
      </w:r>
      <w:r w:rsidRPr="0008167C">
        <w:t>Куросио,</w:t>
      </w:r>
      <w:r w:rsidR="0008167C" w:rsidRPr="0008167C">
        <w:t xml:space="preserve"> </w:t>
      </w:r>
      <w:r w:rsidRPr="0008167C">
        <w:t>климатические</w:t>
      </w:r>
      <w:r w:rsidR="0008167C" w:rsidRPr="0008167C">
        <w:t xml:space="preserve"> </w:t>
      </w:r>
      <w:r w:rsidRPr="0008167C">
        <w:t>условия</w:t>
      </w:r>
      <w:r w:rsidR="0008167C" w:rsidRPr="0008167C">
        <w:t xml:space="preserve"> </w:t>
      </w:r>
      <w:r w:rsidRPr="0008167C">
        <w:t>Курильской</w:t>
      </w:r>
      <w:r w:rsidR="0008167C" w:rsidRPr="0008167C">
        <w:t xml:space="preserve"> </w:t>
      </w:r>
      <w:r w:rsidRPr="0008167C">
        <w:t>гряды,</w:t>
      </w:r>
      <w:r w:rsidR="0008167C" w:rsidRPr="0008167C">
        <w:t xml:space="preserve"> </w:t>
      </w:r>
      <w:r w:rsidRPr="0008167C">
        <w:t>о</w:t>
      </w:r>
      <w:r w:rsidR="0008167C" w:rsidRPr="0008167C">
        <w:t xml:space="preserve">. </w:t>
      </w:r>
      <w:r w:rsidRPr="0008167C">
        <w:t>Хоккайдо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севера</w:t>
      </w:r>
      <w:r w:rsidR="0008167C" w:rsidRPr="0008167C">
        <w:t xml:space="preserve"> </w:t>
      </w:r>
      <w:r w:rsidRPr="0008167C">
        <w:t>о</w:t>
      </w:r>
      <w:r w:rsidR="0008167C" w:rsidRPr="0008167C">
        <w:t xml:space="preserve">. </w:t>
      </w:r>
      <w:r w:rsidRPr="0008167C">
        <w:t>Хонсю</w:t>
      </w:r>
      <w:r w:rsidR="0008167C" w:rsidRPr="0008167C">
        <w:t xml:space="preserve"> </w:t>
      </w:r>
      <w:r w:rsidRPr="0008167C">
        <w:t>находятся</w:t>
      </w:r>
      <w:r w:rsidR="0008167C" w:rsidRPr="0008167C">
        <w:t xml:space="preserve"> </w:t>
      </w:r>
      <w:r w:rsidRPr="0008167C">
        <w:t>под</w:t>
      </w:r>
      <w:r w:rsidR="0008167C" w:rsidRPr="0008167C">
        <w:t xml:space="preserve"> </w:t>
      </w:r>
      <w:r w:rsidRPr="0008167C">
        <w:t>влиянием</w:t>
      </w:r>
      <w:r w:rsidR="0008167C" w:rsidRPr="0008167C">
        <w:t xml:space="preserve"> </w:t>
      </w:r>
      <w:r w:rsidRPr="0008167C">
        <w:t>холодного</w:t>
      </w:r>
      <w:r w:rsidR="0008167C" w:rsidRPr="0008167C">
        <w:t xml:space="preserve"> </w:t>
      </w:r>
      <w:r w:rsidRPr="0008167C">
        <w:t>течения</w:t>
      </w:r>
      <w:r w:rsidR="0008167C" w:rsidRPr="0008167C">
        <w:t xml:space="preserve"> </w:t>
      </w:r>
      <w:r w:rsidRPr="0008167C">
        <w:t>Ойясио</w:t>
      </w:r>
      <w:r w:rsidR="0008167C" w:rsidRPr="0008167C">
        <w:t>.</w:t>
      </w:r>
    </w:p>
    <w:p w:rsidR="0008167C" w:rsidRPr="0008167C" w:rsidRDefault="00223F35" w:rsidP="0008167C">
      <w:pPr>
        <w:pStyle w:val="3"/>
        <w:tabs>
          <w:tab w:val="left" w:pos="726"/>
        </w:tabs>
        <w:rPr>
          <w:color w:val="000000"/>
        </w:rPr>
      </w:pPr>
      <w:bookmarkStart w:id="138" w:name="_Toc8497790"/>
      <w:bookmarkStart w:id="139" w:name="_Toc8498154"/>
      <w:bookmarkStart w:id="140" w:name="_Toc8498822"/>
      <w:r w:rsidRPr="0008167C">
        <w:rPr>
          <w:color w:val="000000"/>
        </w:rPr>
        <w:t>Оледенение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и</w:t>
      </w:r>
      <w:r w:rsidR="0008167C" w:rsidRPr="0008167C">
        <w:rPr>
          <w:color w:val="000000"/>
        </w:rPr>
        <w:t xml:space="preserve"> </w:t>
      </w:r>
      <w:r w:rsidRPr="0008167C">
        <w:rPr>
          <w:color w:val="000000"/>
        </w:rPr>
        <w:t>климат</w:t>
      </w:r>
      <w:r w:rsidR="0008167C" w:rsidRPr="0008167C">
        <w:rPr>
          <w:color w:val="000000"/>
        </w:rPr>
        <w:t>.</w:t>
      </w:r>
      <w:bookmarkEnd w:id="138"/>
      <w:bookmarkEnd w:id="139"/>
      <w:bookmarkEnd w:id="140"/>
    </w:p>
    <w:p w:rsidR="0008167C" w:rsidRPr="0008167C" w:rsidRDefault="00223F35" w:rsidP="0008167C">
      <w:pPr>
        <w:tabs>
          <w:tab w:val="left" w:pos="726"/>
        </w:tabs>
        <w:autoSpaceDE w:val="0"/>
        <w:autoSpaceDN w:val="0"/>
        <w:adjustRightInd w:val="0"/>
      </w:pPr>
      <w:r w:rsidRPr="0008167C">
        <w:t>Облик</w:t>
      </w:r>
      <w:r w:rsidR="0008167C" w:rsidRPr="0008167C">
        <w:t xml:space="preserve"> </w:t>
      </w:r>
      <w:r w:rsidRPr="0008167C">
        <w:t>природной</w:t>
      </w:r>
      <w:r w:rsidR="0008167C" w:rsidRPr="0008167C">
        <w:t xml:space="preserve"> </w:t>
      </w:r>
      <w:r w:rsidRPr="0008167C">
        <w:t>среды</w:t>
      </w:r>
      <w:r w:rsidR="0008167C" w:rsidRPr="0008167C">
        <w:t xml:space="preserve"> </w:t>
      </w:r>
      <w:r w:rsidRPr="0008167C">
        <w:t>определяется</w:t>
      </w:r>
      <w:r w:rsidR="0008167C" w:rsidRPr="0008167C">
        <w:t xml:space="preserve"> </w:t>
      </w:r>
      <w:r w:rsidRPr="0008167C">
        <w:t>климатом</w:t>
      </w:r>
      <w:r w:rsidR="0008167C" w:rsidRPr="0008167C">
        <w:t xml:space="preserve"> - </w:t>
      </w:r>
      <w:r w:rsidRPr="0008167C">
        <w:t>результирующей</w:t>
      </w:r>
      <w:r w:rsidR="0008167C" w:rsidRPr="0008167C">
        <w:t xml:space="preserve"> </w:t>
      </w:r>
      <w:r w:rsidRPr="0008167C">
        <w:t>процессов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атмосфере,</w:t>
      </w:r>
      <w:r w:rsidR="0008167C" w:rsidRPr="0008167C">
        <w:t xml:space="preserve"> </w:t>
      </w:r>
      <w:r w:rsidRPr="0008167C">
        <w:t>океане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суши,</w:t>
      </w:r>
      <w:r w:rsidR="0008167C" w:rsidRPr="0008167C">
        <w:t xml:space="preserve"> </w:t>
      </w:r>
      <w:r w:rsidRPr="0008167C">
        <w:t>достаточно</w:t>
      </w:r>
      <w:r w:rsidR="0008167C" w:rsidRPr="0008167C">
        <w:t xml:space="preserve"> </w:t>
      </w:r>
      <w:r w:rsidRPr="0008167C">
        <w:t>постоянной</w:t>
      </w:r>
      <w:r w:rsidR="0008167C">
        <w:t xml:space="preserve"> (</w:t>
      </w:r>
      <w:r w:rsidRPr="0008167C">
        <w:t>условно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протяжении</w:t>
      </w:r>
      <w:r w:rsidR="0008167C" w:rsidRPr="0008167C">
        <w:t xml:space="preserve"> </w:t>
      </w:r>
      <w:r w:rsidRPr="0008167C">
        <w:t>20</w:t>
      </w:r>
      <w:r w:rsidR="0008167C" w:rsidRPr="0008167C">
        <w:t xml:space="preserve"> - </w:t>
      </w:r>
      <w:r w:rsidRPr="0008167C">
        <w:t>30</w:t>
      </w:r>
      <w:r w:rsidR="0008167C" w:rsidRPr="0008167C">
        <w:t xml:space="preserve"> </w:t>
      </w:r>
      <w:r w:rsidRPr="0008167C">
        <w:t>лет</w:t>
      </w:r>
      <w:r w:rsidR="0008167C" w:rsidRPr="0008167C">
        <w:t xml:space="preserve">) </w:t>
      </w:r>
      <w:r w:rsidRPr="0008167C">
        <w:t>для</w:t>
      </w:r>
      <w:r w:rsidR="0008167C" w:rsidRPr="0008167C">
        <w:t xml:space="preserve"> </w:t>
      </w:r>
      <w:r w:rsidRPr="0008167C">
        <w:t>любого</w:t>
      </w:r>
      <w:r w:rsidR="0008167C" w:rsidRPr="0008167C">
        <w:t xml:space="preserve"> </w:t>
      </w:r>
      <w:r w:rsidRPr="0008167C">
        <w:t>района</w:t>
      </w:r>
      <w:r w:rsidR="0008167C" w:rsidRPr="0008167C">
        <w:t xml:space="preserve"> </w:t>
      </w:r>
      <w:r w:rsidRPr="0008167C">
        <w:t>земного</w:t>
      </w:r>
      <w:r w:rsidR="0008167C" w:rsidRPr="0008167C">
        <w:t xml:space="preserve"> </w:t>
      </w:r>
      <w:r w:rsidRPr="0008167C">
        <w:t>шара</w:t>
      </w:r>
      <w:r w:rsidR="0008167C" w:rsidRPr="0008167C">
        <w:t xml:space="preserve">. </w:t>
      </w:r>
      <w:r w:rsidRPr="0008167C">
        <w:t>Оледенение</w:t>
      </w:r>
      <w:r w:rsidR="0008167C" w:rsidRPr="0008167C">
        <w:t xml:space="preserve"> </w:t>
      </w:r>
      <w:r w:rsidRPr="0008167C">
        <w:t>тоже</w:t>
      </w:r>
      <w:r w:rsidR="0008167C" w:rsidRPr="0008167C">
        <w:t xml:space="preserve"> </w:t>
      </w:r>
      <w:r w:rsidRPr="0008167C">
        <w:t>продукт</w:t>
      </w:r>
      <w:r w:rsidR="0008167C" w:rsidRPr="0008167C">
        <w:t xml:space="preserve"> </w:t>
      </w:r>
      <w:r w:rsidRPr="0008167C">
        <w:t>климата,</w:t>
      </w:r>
      <w:r w:rsidR="0008167C" w:rsidRPr="0008167C">
        <w:t xml:space="preserve"> </w:t>
      </w:r>
      <w:r w:rsidRPr="0008167C">
        <w:t>но,</w:t>
      </w:r>
      <w:r w:rsidR="0008167C" w:rsidRPr="0008167C">
        <w:t xml:space="preserve"> </w:t>
      </w:r>
      <w:r w:rsidRPr="0008167C">
        <w:t>раз</w:t>
      </w:r>
      <w:r w:rsidR="0008167C" w:rsidRPr="0008167C">
        <w:t xml:space="preserve"> </w:t>
      </w:r>
      <w:r w:rsidRPr="0008167C">
        <w:t>возникнув,</w:t>
      </w:r>
      <w:r w:rsidR="0008167C" w:rsidRPr="0008167C">
        <w:t xml:space="preserve"> </w:t>
      </w:r>
      <w:r w:rsidRPr="0008167C">
        <w:t>оно</w:t>
      </w:r>
      <w:r w:rsidR="0008167C" w:rsidRPr="0008167C">
        <w:t xml:space="preserve"> </w:t>
      </w:r>
      <w:r w:rsidRPr="0008167C">
        <w:t>само</w:t>
      </w:r>
      <w:r w:rsidR="0008167C" w:rsidRPr="0008167C">
        <w:t xml:space="preserve"> </w:t>
      </w:r>
      <w:r w:rsidRPr="0008167C">
        <w:t>становится</w:t>
      </w:r>
      <w:r w:rsidR="0008167C" w:rsidRPr="0008167C">
        <w:t xml:space="preserve"> </w:t>
      </w:r>
      <w:r w:rsidRPr="0008167C">
        <w:t>мощным</w:t>
      </w:r>
      <w:r w:rsidR="0008167C" w:rsidRPr="0008167C">
        <w:t xml:space="preserve"> </w:t>
      </w:r>
      <w:r w:rsidRPr="0008167C">
        <w:t>фактором</w:t>
      </w:r>
      <w:r w:rsidR="0008167C" w:rsidRPr="0008167C">
        <w:t xml:space="preserve"> </w:t>
      </w:r>
      <w:r w:rsidRPr="0008167C">
        <w:t>формирования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изменения</w:t>
      </w:r>
      <w:r w:rsidR="0008167C" w:rsidRPr="0008167C">
        <w:t xml:space="preserve"> </w:t>
      </w:r>
      <w:r w:rsidRPr="0008167C">
        <w:t>климата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  <w:autoSpaceDE w:val="0"/>
        <w:autoSpaceDN w:val="0"/>
        <w:adjustRightInd w:val="0"/>
      </w:pPr>
      <w:r w:rsidRPr="0008167C">
        <w:t>В</w:t>
      </w:r>
      <w:r w:rsidR="0008167C" w:rsidRPr="0008167C">
        <w:t xml:space="preserve"> </w:t>
      </w:r>
      <w:r w:rsidRPr="0008167C">
        <w:t>формировании</w:t>
      </w:r>
      <w:r w:rsidR="0008167C" w:rsidRPr="0008167C">
        <w:t xml:space="preserve"> </w:t>
      </w:r>
      <w:r w:rsidRPr="0008167C">
        <w:t>климата</w:t>
      </w:r>
      <w:r w:rsidR="0008167C" w:rsidRPr="0008167C">
        <w:t xml:space="preserve"> </w:t>
      </w:r>
      <w:r w:rsidRPr="0008167C">
        <w:t>участвуют</w:t>
      </w:r>
      <w:r w:rsidR="0008167C" w:rsidRPr="0008167C">
        <w:t xml:space="preserve"> </w:t>
      </w:r>
      <w:r w:rsidRPr="0008167C">
        <w:t>деятельные</w:t>
      </w:r>
      <w:r w:rsidR="0008167C" w:rsidRPr="0008167C">
        <w:t xml:space="preserve"> </w:t>
      </w:r>
      <w:r w:rsidRPr="0008167C">
        <w:t>массы</w:t>
      </w:r>
      <w:r w:rsidR="0008167C" w:rsidRPr="0008167C">
        <w:t xml:space="preserve"> </w:t>
      </w:r>
      <w:r w:rsidRPr="0008167C">
        <w:t>звеньев</w:t>
      </w:r>
      <w:r w:rsidR="0008167C" w:rsidRPr="0008167C">
        <w:t xml:space="preserve"> </w:t>
      </w:r>
      <w:r w:rsidRPr="0008167C">
        <w:t>атмосферы,</w:t>
      </w:r>
      <w:r w:rsidR="0008167C" w:rsidRPr="0008167C">
        <w:t xml:space="preserve"> </w:t>
      </w:r>
      <w:r w:rsidRPr="0008167C">
        <w:t>океана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суши</w:t>
      </w:r>
      <w:r w:rsidR="0008167C" w:rsidRPr="0008167C">
        <w:t xml:space="preserve">. </w:t>
      </w:r>
      <w:r w:rsidRPr="0008167C">
        <w:t>Океан</w:t>
      </w:r>
      <w:r w:rsidR="0008167C" w:rsidRPr="0008167C">
        <w:t xml:space="preserve"> </w:t>
      </w:r>
      <w:r w:rsidRPr="0008167C">
        <w:t>здесь</w:t>
      </w:r>
      <w:r w:rsidR="0008167C" w:rsidRPr="0008167C">
        <w:t xml:space="preserve"> - </w:t>
      </w:r>
      <w:r w:rsidRPr="0008167C">
        <w:t>наиболее</w:t>
      </w:r>
      <w:r w:rsidR="0008167C" w:rsidRPr="0008167C">
        <w:t xml:space="preserve"> </w:t>
      </w:r>
      <w:r w:rsidRPr="0008167C">
        <w:t>инерционное</w:t>
      </w:r>
      <w:r w:rsidR="0008167C" w:rsidRPr="0008167C">
        <w:t xml:space="preserve"> </w:t>
      </w:r>
      <w:r w:rsidRPr="0008167C">
        <w:t>звено,</w:t>
      </w:r>
      <w:r w:rsidR="0008167C" w:rsidRPr="0008167C">
        <w:t xml:space="preserve"> </w:t>
      </w:r>
      <w:r w:rsidRPr="0008167C">
        <w:t>хотя</w:t>
      </w:r>
      <w:r w:rsidR="0008167C" w:rsidRPr="0008167C">
        <w:t xml:space="preserve"> </w:t>
      </w:r>
      <w:r w:rsidRPr="0008167C">
        <w:t>происходящие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нем</w:t>
      </w:r>
      <w:r w:rsidR="0008167C" w:rsidRPr="0008167C">
        <w:t xml:space="preserve"> </w:t>
      </w:r>
      <w:r w:rsidRPr="0008167C">
        <w:t>процессы</w:t>
      </w:r>
      <w:r w:rsidR="0008167C" w:rsidRPr="0008167C">
        <w:t xml:space="preserve"> </w:t>
      </w:r>
      <w:r w:rsidRPr="0008167C">
        <w:t>служат</w:t>
      </w:r>
      <w:r w:rsidR="0008167C" w:rsidRPr="0008167C">
        <w:t xml:space="preserve"> </w:t>
      </w:r>
      <w:r w:rsidRPr="0008167C">
        <w:t>главным</w:t>
      </w:r>
      <w:r w:rsidR="0008167C" w:rsidRPr="0008167C">
        <w:t xml:space="preserve"> </w:t>
      </w:r>
      <w:r w:rsidRPr="0008167C">
        <w:t>источником</w:t>
      </w:r>
      <w:r w:rsidR="0008167C" w:rsidRPr="0008167C">
        <w:t xml:space="preserve"> </w:t>
      </w:r>
      <w:r w:rsidRPr="0008167C">
        <w:t>климатических</w:t>
      </w:r>
      <w:r w:rsidR="0008167C" w:rsidRPr="0008167C">
        <w:t xml:space="preserve"> </w:t>
      </w:r>
      <w:r w:rsidRPr="0008167C">
        <w:t>изменений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планетарной</w:t>
      </w:r>
      <w:r w:rsidR="0008167C" w:rsidRPr="0008167C">
        <w:t xml:space="preserve"> </w:t>
      </w:r>
      <w:r w:rsidRPr="0008167C">
        <w:t>системе</w:t>
      </w:r>
      <w:r w:rsidR="0008167C" w:rsidRPr="0008167C">
        <w:t xml:space="preserve"> </w:t>
      </w:r>
      <w:r w:rsidRPr="0008167C">
        <w:t>атмосфера</w:t>
      </w:r>
      <w:r w:rsidR="0008167C" w:rsidRPr="0008167C">
        <w:t xml:space="preserve"> - </w:t>
      </w:r>
      <w:r w:rsidRPr="0008167C">
        <w:t>океан</w:t>
      </w:r>
      <w:r w:rsidR="0008167C" w:rsidRPr="0008167C">
        <w:t xml:space="preserve"> - </w:t>
      </w:r>
      <w:r w:rsidRPr="0008167C">
        <w:t>суша</w:t>
      </w:r>
      <w:r w:rsidR="0008167C" w:rsidRPr="0008167C">
        <w:t xml:space="preserve"> - </w:t>
      </w:r>
      <w:r w:rsidRPr="0008167C">
        <w:t>оледенение</w:t>
      </w:r>
      <w:r w:rsidR="0008167C" w:rsidRPr="0008167C">
        <w:t xml:space="preserve"> </w:t>
      </w:r>
      <w:r w:rsidRPr="0008167C">
        <w:t>снега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льды</w:t>
      </w:r>
      <w:r w:rsidR="0008167C" w:rsidRPr="0008167C">
        <w:t xml:space="preserve"> </w:t>
      </w:r>
      <w:r w:rsidRPr="0008167C">
        <w:t>играют</w:t>
      </w:r>
      <w:r w:rsidR="0008167C" w:rsidRPr="0008167C">
        <w:t xml:space="preserve"> </w:t>
      </w:r>
      <w:r w:rsidRPr="0008167C">
        <w:t>особую</w:t>
      </w:r>
      <w:r w:rsidR="0008167C" w:rsidRPr="0008167C">
        <w:t xml:space="preserve"> </w:t>
      </w:r>
      <w:r w:rsidRPr="0008167C">
        <w:t>роль,</w:t>
      </w:r>
      <w:r w:rsidR="0008167C" w:rsidRPr="0008167C">
        <w:t xml:space="preserve"> </w:t>
      </w:r>
      <w:r w:rsidRPr="0008167C">
        <w:t>так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представляют</w:t>
      </w:r>
      <w:r w:rsidR="0008167C" w:rsidRPr="0008167C">
        <w:t xml:space="preserve"> </w:t>
      </w:r>
      <w:r w:rsidRPr="0008167C">
        <w:t>собой</w:t>
      </w:r>
      <w:r w:rsidR="0008167C" w:rsidRPr="0008167C">
        <w:t xml:space="preserve"> </w:t>
      </w:r>
      <w:r w:rsidRPr="0008167C">
        <w:t>наиболее</w:t>
      </w:r>
      <w:r w:rsidR="0008167C" w:rsidRPr="0008167C">
        <w:t xml:space="preserve"> </w:t>
      </w:r>
      <w:r w:rsidRPr="0008167C">
        <w:t>изменчивый</w:t>
      </w:r>
      <w:r w:rsidR="0008167C" w:rsidRPr="0008167C">
        <w:t xml:space="preserve"> </w:t>
      </w:r>
      <w:r w:rsidRPr="0008167C">
        <w:t>компонент,</w:t>
      </w:r>
      <w:r w:rsidR="0008167C" w:rsidRPr="0008167C">
        <w:t xml:space="preserve"> </w:t>
      </w:r>
      <w:r w:rsidRPr="0008167C">
        <w:t>то</w:t>
      </w:r>
      <w:r w:rsidR="0008167C" w:rsidRPr="0008167C">
        <w:t xml:space="preserve"> </w:t>
      </w:r>
      <w:r w:rsidRPr="0008167C">
        <w:t>расширяя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увеличивая</w:t>
      </w:r>
      <w:r w:rsidR="0008167C" w:rsidRPr="0008167C">
        <w:t xml:space="preserve"> </w:t>
      </w:r>
      <w:r w:rsidRPr="0008167C">
        <w:t>высоту</w:t>
      </w:r>
      <w:r w:rsidR="0008167C" w:rsidRPr="0008167C">
        <w:t xml:space="preserve"> </w:t>
      </w:r>
      <w:r w:rsidRPr="0008167C">
        <w:t>суши,</w:t>
      </w:r>
      <w:r w:rsidR="0008167C" w:rsidRPr="0008167C">
        <w:t xml:space="preserve"> </w:t>
      </w:r>
      <w:r w:rsidRPr="0008167C">
        <w:t>то</w:t>
      </w:r>
      <w:r w:rsidR="0008167C" w:rsidRPr="0008167C">
        <w:t xml:space="preserve"> </w:t>
      </w:r>
      <w:r w:rsidRPr="0008167C">
        <w:t>вызывая</w:t>
      </w:r>
      <w:r w:rsidR="0008167C" w:rsidRPr="0008167C">
        <w:t xml:space="preserve"> </w:t>
      </w:r>
      <w:r w:rsidRPr="0008167C">
        <w:t>разрастание</w:t>
      </w:r>
      <w:r w:rsidR="0008167C" w:rsidRPr="0008167C">
        <w:t xml:space="preserve"> </w:t>
      </w:r>
      <w:r w:rsidRPr="0008167C">
        <w:t>океана</w:t>
      </w:r>
      <w:r w:rsidR="0008167C" w:rsidRPr="0008167C">
        <w:t xml:space="preserve">. </w:t>
      </w:r>
      <w:r w:rsidRPr="0008167C">
        <w:t>Кроме</w:t>
      </w:r>
      <w:r w:rsidR="0008167C" w:rsidRPr="0008167C">
        <w:t xml:space="preserve"> </w:t>
      </w:r>
      <w:r w:rsidRPr="0008167C">
        <w:t>того,</w:t>
      </w:r>
      <w:r w:rsidR="0008167C" w:rsidRPr="0008167C">
        <w:t xml:space="preserve"> </w:t>
      </w:r>
      <w:r w:rsidRPr="0008167C">
        <w:t>они</w:t>
      </w:r>
      <w:r w:rsidR="0008167C" w:rsidRPr="0008167C">
        <w:t xml:space="preserve"> </w:t>
      </w:r>
      <w:r w:rsidRPr="0008167C">
        <w:t>обладают</w:t>
      </w:r>
      <w:r w:rsidR="0008167C" w:rsidRPr="0008167C">
        <w:t xml:space="preserve"> </w:t>
      </w:r>
      <w:r w:rsidRPr="0008167C">
        <w:t>сильными</w:t>
      </w:r>
      <w:r w:rsidR="0008167C" w:rsidRPr="0008167C">
        <w:t xml:space="preserve"> </w:t>
      </w:r>
      <w:r w:rsidRPr="0008167C">
        <w:t>обратными</w:t>
      </w:r>
      <w:r w:rsidR="0008167C" w:rsidRPr="0008167C">
        <w:t xml:space="preserve"> </w:t>
      </w:r>
      <w:r w:rsidRPr="0008167C">
        <w:t>связями,</w:t>
      </w:r>
      <w:r w:rsidR="0008167C" w:rsidRPr="0008167C">
        <w:t xml:space="preserve"> </w:t>
      </w:r>
      <w:r w:rsidRPr="0008167C">
        <w:t>вызывающими</w:t>
      </w:r>
      <w:r w:rsidR="0008167C" w:rsidRPr="0008167C">
        <w:t xml:space="preserve"> </w:t>
      </w:r>
      <w:r w:rsidRPr="0008167C">
        <w:t>охлаждение</w:t>
      </w:r>
      <w:r w:rsidR="0008167C" w:rsidRPr="0008167C">
        <w:t xml:space="preserve"> </w:t>
      </w:r>
      <w:r w:rsidRPr="0008167C">
        <w:t>климата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период</w:t>
      </w:r>
      <w:r w:rsidR="0008167C" w:rsidRPr="0008167C">
        <w:t xml:space="preserve"> </w:t>
      </w:r>
      <w:r w:rsidRPr="0008167C">
        <w:t>разрастания</w:t>
      </w:r>
      <w:r w:rsidR="0008167C" w:rsidRPr="0008167C">
        <w:t xml:space="preserve"> </w:t>
      </w:r>
      <w:r w:rsidRPr="0008167C">
        <w:t>оледенения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потепление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его</w:t>
      </w:r>
      <w:r w:rsidR="0008167C" w:rsidRPr="0008167C">
        <w:t xml:space="preserve"> </w:t>
      </w:r>
      <w:r w:rsidRPr="0008167C">
        <w:t>убывании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  <w:autoSpaceDE w:val="0"/>
        <w:autoSpaceDN w:val="0"/>
        <w:adjustRightInd w:val="0"/>
      </w:pPr>
      <w:r w:rsidRPr="0008167C">
        <w:t>Теплота</w:t>
      </w:r>
      <w:r w:rsidR="0008167C" w:rsidRPr="0008167C">
        <w:t xml:space="preserve"> </w:t>
      </w:r>
      <w:r w:rsidRPr="0008167C">
        <w:t>фазовых</w:t>
      </w:r>
      <w:r w:rsidR="0008167C" w:rsidRPr="0008167C">
        <w:t xml:space="preserve"> </w:t>
      </w:r>
      <w:r w:rsidRPr="0008167C">
        <w:t>превращений</w:t>
      </w:r>
      <w:r w:rsidR="0008167C" w:rsidRPr="0008167C">
        <w:t xml:space="preserve"> </w:t>
      </w:r>
      <w:r w:rsidRPr="0008167C">
        <w:t>природных</w:t>
      </w:r>
      <w:r w:rsidR="0008167C" w:rsidRPr="0008167C">
        <w:t xml:space="preserve"> </w:t>
      </w:r>
      <w:r w:rsidRPr="0008167C">
        <w:t>льдов</w:t>
      </w:r>
      <w:r w:rsidR="0008167C" w:rsidRPr="0008167C">
        <w:t xml:space="preserve"> </w:t>
      </w:r>
      <w:r w:rsidRPr="0008167C">
        <w:t>составляет</w:t>
      </w:r>
      <w:r w:rsidR="0008167C" w:rsidRPr="0008167C">
        <w:t xml:space="preserve"> </w:t>
      </w:r>
      <w:r w:rsidRPr="0008167C">
        <w:t>около</w:t>
      </w:r>
      <w:r w:rsidR="0008167C" w:rsidRPr="0008167C">
        <w:t xml:space="preserve"> </w:t>
      </w:r>
      <w:r w:rsidRPr="0008167C">
        <w:t>35%</w:t>
      </w:r>
      <w:r w:rsidR="0008167C" w:rsidRPr="0008167C">
        <w:t xml:space="preserve"> </w:t>
      </w:r>
      <w:r w:rsidRPr="0008167C">
        <w:t>всего</w:t>
      </w:r>
      <w:r w:rsidR="0008167C" w:rsidRPr="0008167C">
        <w:t xml:space="preserve"> </w:t>
      </w:r>
      <w:r w:rsidRPr="0008167C">
        <w:t>внешнего</w:t>
      </w:r>
      <w:r w:rsidR="0008167C" w:rsidRPr="0008167C">
        <w:t xml:space="preserve"> </w:t>
      </w:r>
      <w:r w:rsidRPr="0008167C">
        <w:t>теплооборота</w:t>
      </w:r>
      <w:r w:rsidR="0008167C" w:rsidRPr="0008167C">
        <w:t xml:space="preserve"> </w:t>
      </w:r>
      <w:r w:rsidRPr="0008167C">
        <w:t>Земли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планеты,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считая</w:t>
      </w:r>
      <w:r w:rsidR="0008167C" w:rsidRPr="0008167C">
        <w:t xml:space="preserve"> </w:t>
      </w:r>
      <w:r w:rsidRPr="0008167C">
        <w:t>отражаемой</w:t>
      </w:r>
      <w:r w:rsidR="0008167C" w:rsidRPr="0008167C">
        <w:t xml:space="preserve"> </w:t>
      </w:r>
      <w:r w:rsidRPr="0008167C">
        <w:t>энергии</w:t>
      </w:r>
      <w:r w:rsidR="0008167C" w:rsidRPr="0008167C">
        <w:t xml:space="preserve">. </w:t>
      </w:r>
      <w:r w:rsidRPr="0008167C">
        <w:t>Выделение</w:t>
      </w:r>
      <w:r w:rsidR="0008167C" w:rsidRPr="0008167C">
        <w:t xml:space="preserve"> </w:t>
      </w:r>
      <w:r w:rsidRPr="0008167C">
        <w:t>теплоты</w:t>
      </w:r>
      <w:r w:rsidR="0008167C" w:rsidRPr="0008167C">
        <w:t xml:space="preserve"> </w:t>
      </w:r>
      <w:r w:rsidRPr="0008167C">
        <w:t>кристаллизации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формировании</w:t>
      </w:r>
      <w:r w:rsidR="0008167C" w:rsidRPr="0008167C">
        <w:t xml:space="preserve"> </w:t>
      </w:r>
      <w:r w:rsidRPr="0008167C">
        <w:t>атмосферного</w:t>
      </w:r>
      <w:r w:rsidR="0008167C" w:rsidRPr="0008167C">
        <w:t xml:space="preserve"> </w:t>
      </w:r>
      <w:r w:rsidRPr="0008167C">
        <w:t>льда,</w:t>
      </w:r>
      <w:r w:rsidR="0008167C" w:rsidRPr="0008167C">
        <w:t xml:space="preserve"> </w:t>
      </w:r>
      <w:r w:rsidRPr="0008167C">
        <w:t>перенос</w:t>
      </w:r>
      <w:r w:rsidR="0008167C" w:rsidRPr="0008167C">
        <w:t xml:space="preserve"> </w:t>
      </w:r>
      <w:r w:rsidRPr="0008167C">
        <w:t>льда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земной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более</w:t>
      </w:r>
      <w:r w:rsidR="0008167C" w:rsidRPr="0008167C">
        <w:t xml:space="preserve"> </w:t>
      </w:r>
      <w:r w:rsidRPr="0008167C">
        <w:t>низкие</w:t>
      </w:r>
      <w:r w:rsidR="0008167C" w:rsidRPr="0008167C">
        <w:t xml:space="preserve"> </w:t>
      </w:r>
      <w:r w:rsidRPr="0008167C">
        <w:t>широты,</w:t>
      </w:r>
      <w:r w:rsidR="0008167C" w:rsidRPr="0008167C">
        <w:t xml:space="preserve"> </w:t>
      </w:r>
      <w:r w:rsidRPr="0008167C">
        <w:t>сопровождаемый</w:t>
      </w:r>
      <w:r w:rsidR="0008167C" w:rsidRPr="0008167C">
        <w:t xml:space="preserve"> </w:t>
      </w:r>
      <w:r w:rsidRPr="0008167C">
        <w:t>поглощением</w:t>
      </w:r>
      <w:r w:rsidR="0008167C" w:rsidRPr="0008167C">
        <w:t xml:space="preserve"> </w:t>
      </w:r>
      <w:r w:rsidRPr="0008167C">
        <w:t>теплоты</w:t>
      </w:r>
      <w:r w:rsidR="0008167C" w:rsidRPr="0008167C">
        <w:t xml:space="preserve"> </w:t>
      </w:r>
      <w:r w:rsidRPr="0008167C">
        <w:t>таяния,</w:t>
      </w:r>
      <w:r w:rsidR="0008167C" w:rsidRPr="0008167C">
        <w:t xml:space="preserve"> </w:t>
      </w:r>
      <w:r w:rsidRPr="0008167C">
        <w:t>служат</w:t>
      </w:r>
      <w:r w:rsidR="0008167C" w:rsidRPr="0008167C">
        <w:t xml:space="preserve"> </w:t>
      </w:r>
      <w:r w:rsidRPr="0008167C">
        <w:t>мощными</w:t>
      </w:r>
      <w:r w:rsidR="0008167C" w:rsidRPr="0008167C">
        <w:t xml:space="preserve"> </w:t>
      </w:r>
      <w:r w:rsidRPr="0008167C">
        <w:t>факторами</w:t>
      </w:r>
      <w:r w:rsidR="0008167C" w:rsidRPr="0008167C">
        <w:t xml:space="preserve"> </w:t>
      </w:r>
      <w:r w:rsidRPr="0008167C">
        <w:t>перераспределения</w:t>
      </w:r>
      <w:r w:rsidR="0008167C" w:rsidRPr="0008167C">
        <w:t xml:space="preserve"> </w:t>
      </w:r>
      <w:r w:rsidRPr="0008167C">
        <w:t>тепла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Земле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  <w:autoSpaceDE w:val="0"/>
        <w:autoSpaceDN w:val="0"/>
        <w:adjustRightInd w:val="0"/>
      </w:pPr>
      <w:r w:rsidRPr="0008167C">
        <w:t>Посмотрим</w:t>
      </w:r>
      <w:r w:rsidR="0008167C" w:rsidRPr="0008167C">
        <w:t xml:space="preserve"> </w:t>
      </w:r>
      <w:r w:rsidRPr="0008167C">
        <w:t>теперь,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влияют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климат</w:t>
      </w:r>
      <w:r w:rsidR="0008167C" w:rsidRPr="0008167C">
        <w:t xml:space="preserve"> </w:t>
      </w:r>
      <w:r w:rsidRPr="0008167C">
        <w:t>ледники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ледниковые</w:t>
      </w:r>
      <w:r w:rsidR="0008167C" w:rsidRPr="0008167C">
        <w:t xml:space="preserve"> </w:t>
      </w:r>
      <w:r w:rsidRPr="0008167C">
        <w:t>покровы</w:t>
      </w:r>
      <w:r w:rsidR="0008167C" w:rsidRPr="0008167C">
        <w:t xml:space="preserve">. </w:t>
      </w:r>
      <w:r w:rsidRPr="0008167C">
        <w:t>Они</w:t>
      </w:r>
      <w:r w:rsidR="0008167C" w:rsidRPr="0008167C">
        <w:t xml:space="preserve"> </w:t>
      </w:r>
      <w:r w:rsidRPr="0008167C">
        <w:t>оказывают</w:t>
      </w:r>
      <w:r w:rsidR="0008167C" w:rsidRPr="0008167C">
        <w:t xml:space="preserve"> </w:t>
      </w:r>
      <w:r w:rsidRPr="0008167C">
        <w:t>возмущающее</w:t>
      </w:r>
      <w:r w:rsidR="0008167C" w:rsidRPr="0008167C">
        <w:t xml:space="preserve"> </w:t>
      </w:r>
      <w:r w:rsidRPr="0008167C">
        <w:t>воздействие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атмосферу</w:t>
      </w:r>
      <w:r w:rsidR="0008167C" w:rsidRPr="0008167C">
        <w:t xml:space="preserve">: </w:t>
      </w:r>
      <w:r w:rsidRPr="0008167C">
        <w:t>возникает</w:t>
      </w:r>
      <w:r w:rsidR="0008167C" w:rsidRPr="0008167C">
        <w:t xml:space="preserve"> </w:t>
      </w:r>
      <w:r w:rsidRPr="0008167C">
        <w:t>слой</w:t>
      </w:r>
      <w:r w:rsidR="0008167C" w:rsidRPr="0008167C">
        <w:t xml:space="preserve"> </w:t>
      </w:r>
      <w:r w:rsidRPr="0008167C">
        <w:t>инверсии,</w:t>
      </w:r>
      <w:r w:rsidR="0008167C" w:rsidRPr="0008167C">
        <w:t xml:space="preserve"> </w:t>
      </w:r>
      <w:r w:rsidRPr="0008167C">
        <w:t>который</w:t>
      </w:r>
      <w:r w:rsidR="0008167C" w:rsidRPr="0008167C">
        <w:t xml:space="preserve"> </w:t>
      </w:r>
      <w:r w:rsidRPr="0008167C">
        <w:t>тем</w:t>
      </w:r>
      <w:r w:rsidR="0008167C" w:rsidRPr="0008167C">
        <w:t xml:space="preserve"> </w:t>
      </w:r>
      <w:r w:rsidRPr="0008167C">
        <w:t>мощнее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устойчивее,</w:t>
      </w:r>
      <w:r w:rsidR="0008167C" w:rsidRPr="0008167C">
        <w:t xml:space="preserve"> </w:t>
      </w:r>
      <w:r w:rsidRPr="0008167C">
        <w:t>чем</w:t>
      </w:r>
      <w:r w:rsidR="0008167C" w:rsidRPr="0008167C">
        <w:t xml:space="preserve"> </w:t>
      </w:r>
      <w:r w:rsidRPr="0008167C">
        <w:t>больше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холоднее</w:t>
      </w:r>
      <w:r w:rsidR="0008167C" w:rsidRPr="0008167C">
        <w:t xml:space="preserve"> </w:t>
      </w:r>
      <w:r w:rsidRPr="0008167C">
        <w:t>ледники</w:t>
      </w:r>
      <w:r w:rsidR="0008167C" w:rsidRPr="0008167C">
        <w:t xml:space="preserve">. </w:t>
      </w:r>
      <w:r w:rsidRPr="0008167C">
        <w:t>Из-за</w:t>
      </w:r>
      <w:r w:rsidR="0008167C" w:rsidRPr="0008167C">
        <w:t xml:space="preserve"> </w:t>
      </w:r>
      <w:r w:rsidRPr="0008167C">
        <w:t>высокого</w:t>
      </w:r>
      <w:r w:rsidR="0008167C" w:rsidRPr="0008167C">
        <w:t xml:space="preserve"> </w:t>
      </w:r>
      <w:r w:rsidRPr="0008167C">
        <w:t>альбедо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и,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правило,</w:t>
      </w:r>
      <w:r w:rsidR="0008167C" w:rsidRPr="0008167C">
        <w:t xml:space="preserve"> </w:t>
      </w:r>
      <w:r w:rsidRPr="0008167C">
        <w:t>отрицательных</w:t>
      </w:r>
      <w:r w:rsidR="0008167C" w:rsidRPr="0008167C">
        <w:t xml:space="preserve"> </w:t>
      </w:r>
      <w:r w:rsidRPr="0008167C">
        <w:t>значений</w:t>
      </w:r>
      <w:r w:rsidR="0008167C" w:rsidRPr="0008167C">
        <w:t xml:space="preserve"> </w:t>
      </w:r>
      <w:r w:rsidRPr="0008167C">
        <w:t>температуры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снега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льда,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также</w:t>
      </w:r>
      <w:r w:rsidR="0008167C" w:rsidRPr="0008167C">
        <w:t xml:space="preserve"> </w:t>
      </w:r>
      <w:r w:rsidRPr="0008167C">
        <w:t>больших</w:t>
      </w:r>
      <w:r w:rsidR="0008167C" w:rsidRPr="0008167C">
        <w:t xml:space="preserve"> </w:t>
      </w:r>
      <w:r w:rsidRPr="0008167C">
        <w:t>затрат</w:t>
      </w:r>
      <w:r w:rsidR="0008167C" w:rsidRPr="0008167C">
        <w:t xml:space="preserve"> </w:t>
      </w:r>
      <w:r w:rsidRPr="0008167C">
        <w:t>тепла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таяние</w:t>
      </w:r>
      <w:r w:rsidR="0008167C" w:rsidRPr="0008167C">
        <w:t xml:space="preserve"> </w:t>
      </w:r>
      <w:r w:rsidRPr="0008167C">
        <w:t>льда</w:t>
      </w:r>
      <w:r w:rsidR="0008167C" w:rsidRPr="0008167C">
        <w:t xml:space="preserve"> </w:t>
      </w:r>
      <w:r w:rsidRPr="0008167C">
        <w:t>структура</w:t>
      </w:r>
      <w:r w:rsidR="0008167C" w:rsidRPr="0008167C">
        <w:t xml:space="preserve"> </w:t>
      </w:r>
      <w:r w:rsidRPr="0008167C">
        <w:t>теплового</w:t>
      </w:r>
      <w:r w:rsidR="0008167C" w:rsidRPr="0008167C">
        <w:t xml:space="preserve"> </w:t>
      </w:r>
      <w:r w:rsidRPr="0008167C">
        <w:t>баланса</w:t>
      </w:r>
      <w:r w:rsidR="0008167C" w:rsidRPr="0008167C">
        <w:t xml:space="preserve"> </w:t>
      </w:r>
      <w:r w:rsidRPr="0008167C">
        <w:t>ледников</w:t>
      </w:r>
      <w:r w:rsidR="0008167C" w:rsidRPr="0008167C">
        <w:t xml:space="preserve"> </w:t>
      </w:r>
      <w:r w:rsidRPr="0008167C">
        <w:t>приобретает</w:t>
      </w:r>
      <w:r w:rsidR="0008167C" w:rsidRPr="0008167C">
        <w:t xml:space="preserve"> </w:t>
      </w:r>
      <w:r w:rsidRPr="0008167C">
        <w:t>своеобразный</w:t>
      </w:r>
      <w:r w:rsidR="0008167C" w:rsidRPr="0008167C">
        <w:t xml:space="preserve"> </w:t>
      </w:r>
      <w:r w:rsidRPr="0008167C">
        <w:t>характер</w:t>
      </w:r>
      <w:r w:rsidR="0008167C" w:rsidRPr="0008167C">
        <w:t xml:space="preserve">. </w:t>
      </w:r>
      <w:r w:rsidRPr="0008167C">
        <w:t>Крупные</w:t>
      </w:r>
      <w:r w:rsidR="0008167C" w:rsidRPr="0008167C">
        <w:t xml:space="preserve"> </w:t>
      </w:r>
      <w:r w:rsidRPr="0008167C">
        <w:t>колебания</w:t>
      </w:r>
      <w:r w:rsidR="0008167C" w:rsidRPr="0008167C">
        <w:t xml:space="preserve"> </w:t>
      </w:r>
      <w:r w:rsidRPr="0008167C">
        <w:t>ледников</w:t>
      </w:r>
      <w:r w:rsidR="0008167C" w:rsidRPr="0008167C">
        <w:t xml:space="preserve"> </w:t>
      </w:r>
      <w:r w:rsidRPr="0008167C">
        <w:t>вызывают</w:t>
      </w:r>
      <w:r w:rsidR="0008167C" w:rsidRPr="0008167C">
        <w:t xml:space="preserve"> </w:t>
      </w:r>
      <w:r w:rsidRPr="0008167C">
        <w:t>изменения</w:t>
      </w:r>
      <w:r w:rsidR="0008167C" w:rsidRPr="0008167C">
        <w:t xml:space="preserve"> </w:t>
      </w:r>
      <w:r w:rsidRPr="0008167C">
        <w:t>уровня</w:t>
      </w:r>
      <w:r w:rsidR="0008167C" w:rsidRPr="0008167C">
        <w:t xml:space="preserve"> </w:t>
      </w:r>
      <w:r w:rsidRPr="0008167C">
        <w:t>океана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холодных</w:t>
      </w:r>
      <w:r w:rsidR="0008167C" w:rsidRPr="0008167C">
        <w:t xml:space="preserve"> </w:t>
      </w:r>
      <w:r w:rsidRPr="0008167C">
        <w:t>течений,</w:t>
      </w:r>
      <w:r w:rsidR="0008167C" w:rsidRPr="0008167C">
        <w:t xml:space="preserve"> </w:t>
      </w:r>
      <w:r w:rsidRPr="0008167C">
        <w:t>тем</w:t>
      </w:r>
      <w:r w:rsidR="0008167C" w:rsidRPr="0008167C">
        <w:t xml:space="preserve"> </w:t>
      </w:r>
      <w:r w:rsidRPr="0008167C">
        <w:t>самым</w:t>
      </w:r>
      <w:r w:rsidR="0008167C" w:rsidRPr="0008167C">
        <w:t xml:space="preserve"> </w:t>
      </w:r>
      <w:r w:rsidRPr="0008167C">
        <w:t>оказывая</w:t>
      </w:r>
      <w:r w:rsidR="0008167C" w:rsidRPr="0008167C">
        <w:t xml:space="preserve"> </w:t>
      </w:r>
      <w:r w:rsidRPr="0008167C">
        <w:t>влияние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климат</w:t>
      </w:r>
      <w:r w:rsidR="0008167C" w:rsidRPr="0008167C">
        <w:t xml:space="preserve"> </w:t>
      </w:r>
      <w:r w:rsidRPr="0008167C">
        <w:t>через</w:t>
      </w:r>
      <w:r w:rsidR="0008167C" w:rsidRPr="0008167C">
        <w:t xml:space="preserve"> </w:t>
      </w:r>
      <w:r w:rsidRPr="0008167C">
        <w:t>океан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  <w:autoSpaceDE w:val="0"/>
        <w:autoSpaceDN w:val="0"/>
        <w:adjustRightInd w:val="0"/>
      </w:pPr>
      <w:r w:rsidRPr="0008167C">
        <w:t>Ледниковый</w:t>
      </w:r>
      <w:r w:rsidR="0008167C" w:rsidRPr="0008167C">
        <w:t xml:space="preserve"> </w:t>
      </w:r>
      <w:r w:rsidRPr="0008167C">
        <w:t>покров,</w:t>
      </w:r>
      <w:r w:rsidR="0008167C" w:rsidRPr="0008167C">
        <w:t xml:space="preserve"> </w:t>
      </w:r>
      <w:r w:rsidRPr="0008167C">
        <w:t>подобный</w:t>
      </w:r>
      <w:r w:rsidR="0008167C" w:rsidRPr="0008167C">
        <w:t xml:space="preserve"> </w:t>
      </w:r>
      <w:r w:rsidRPr="0008167C">
        <w:t>Гренландскому</w:t>
      </w:r>
      <w:r w:rsidR="0008167C">
        <w:t xml:space="preserve"> (</w:t>
      </w:r>
      <w:r w:rsidRPr="0008167C">
        <w:t>он</w:t>
      </w:r>
      <w:r w:rsidR="0008167C" w:rsidRPr="0008167C">
        <w:t xml:space="preserve"> </w:t>
      </w:r>
      <w:r w:rsidRPr="0008167C">
        <w:t>имеет</w:t>
      </w:r>
      <w:r w:rsidR="0008167C" w:rsidRPr="0008167C">
        <w:t xml:space="preserve"> </w:t>
      </w:r>
      <w:r w:rsidRPr="0008167C">
        <w:t>площадь</w:t>
      </w:r>
      <w:r w:rsidR="0008167C" w:rsidRPr="0008167C">
        <w:t xml:space="preserve"> </w:t>
      </w:r>
      <w:r w:rsidRPr="0008167C">
        <w:t>около</w:t>
      </w:r>
      <w:r w:rsidR="0008167C" w:rsidRPr="0008167C">
        <w:t xml:space="preserve"> </w:t>
      </w:r>
      <w:r w:rsidRPr="0008167C">
        <w:t>1,8</w:t>
      </w:r>
      <w:r w:rsidR="0008167C" w:rsidRPr="0008167C">
        <w:t xml:space="preserve"> </w:t>
      </w:r>
      <w:r w:rsidRPr="0008167C">
        <w:t>млн</w:t>
      </w:r>
      <w:r w:rsidR="0008167C" w:rsidRPr="0008167C">
        <w:t xml:space="preserve">. </w:t>
      </w:r>
      <w:r w:rsidRPr="0008167C">
        <w:t>км</w:t>
      </w:r>
      <w:r w:rsidRPr="0008167C">
        <w:rPr>
          <w:vertAlign w:val="superscript"/>
        </w:rPr>
        <w:t>2</w:t>
      </w:r>
      <w:r w:rsidRPr="0008167C">
        <w:t>,</w:t>
      </w:r>
      <w:r w:rsidR="0008167C" w:rsidRPr="0008167C">
        <w:t xml:space="preserve"> </w:t>
      </w:r>
      <w:r w:rsidRPr="0008167C">
        <w:t>длину</w:t>
      </w:r>
      <w:r w:rsidR="0008167C" w:rsidRPr="0008167C">
        <w:t xml:space="preserve"> </w:t>
      </w:r>
      <w:r w:rsidRPr="0008167C">
        <w:t>около</w:t>
      </w:r>
      <w:r w:rsidR="0008167C" w:rsidRPr="0008167C">
        <w:t xml:space="preserve"> </w:t>
      </w:r>
      <w:smartTag w:uri="urn:schemas-microsoft-com:office:smarttags" w:element="metricconverter">
        <w:smartTagPr>
          <w:attr w:name="ProductID" w:val="2000 км"/>
        </w:smartTagPr>
        <w:r w:rsidRPr="0008167C">
          <w:t>2000</w:t>
        </w:r>
        <w:r w:rsidR="0008167C" w:rsidRPr="0008167C">
          <w:t xml:space="preserve"> </w:t>
        </w:r>
        <w:r w:rsidRPr="0008167C">
          <w:t>км</w:t>
        </w:r>
      </w:smartTag>
      <w:r w:rsidRPr="0008167C">
        <w:t>,</w:t>
      </w:r>
      <w:r w:rsidR="0008167C" w:rsidRPr="0008167C">
        <w:t xml:space="preserve"> </w:t>
      </w:r>
      <w:r w:rsidRPr="0008167C">
        <w:t>ширину</w:t>
      </w:r>
      <w:r w:rsidR="0008167C" w:rsidRPr="0008167C">
        <w:t xml:space="preserve"> </w:t>
      </w:r>
      <w:r w:rsidRPr="0008167C">
        <w:t>около</w:t>
      </w:r>
      <w:r w:rsidR="0008167C" w:rsidRPr="0008167C">
        <w:t xml:space="preserve"> </w:t>
      </w:r>
      <w:smartTag w:uri="urn:schemas-microsoft-com:office:smarttags" w:element="metricconverter">
        <w:smartTagPr>
          <w:attr w:name="ProductID" w:val="800 км"/>
        </w:smartTagPr>
        <w:r w:rsidRPr="0008167C">
          <w:t>800</w:t>
        </w:r>
        <w:r w:rsidR="0008167C" w:rsidRPr="0008167C">
          <w:t xml:space="preserve"> </w:t>
        </w:r>
        <w:r w:rsidRPr="0008167C">
          <w:t>км</w:t>
        </w:r>
      </w:smartTag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высоту</w:t>
      </w:r>
      <w:r w:rsidR="0008167C" w:rsidRPr="0008167C">
        <w:t xml:space="preserve"> </w:t>
      </w:r>
      <w:r w:rsidRPr="0008167C">
        <w:t>ледораздела</w:t>
      </w:r>
      <w:r w:rsidR="0008167C" w:rsidRPr="0008167C">
        <w:t xml:space="preserve"> </w:t>
      </w:r>
      <w:r w:rsidRPr="0008167C">
        <w:t>приблизительно</w:t>
      </w:r>
      <w:r w:rsidR="0008167C" w:rsidRPr="0008167C">
        <w:t xml:space="preserve"> </w:t>
      </w:r>
      <w:smartTag w:uri="urn:schemas-microsoft-com:office:smarttags" w:element="metricconverter">
        <w:smartTagPr>
          <w:attr w:name="ProductID" w:val="3000 м"/>
        </w:smartTagPr>
        <w:r w:rsidRPr="0008167C">
          <w:t>3000</w:t>
        </w:r>
        <w:r w:rsidR="0008167C" w:rsidRPr="0008167C">
          <w:t xml:space="preserve"> </w:t>
        </w:r>
        <w:r w:rsidRPr="0008167C">
          <w:t>м</w:t>
        </w:r>
      </w:smartTag>
      <w:r w:rsidR="0008167C" w:rsidRPr="0008167C">
        <w:t xml:space="preserve"> </w:t>
      </w:r>
      <w:r w:rsidRPr="0008167C">
        <w:t>над</w:t>
      </w:r>
      <w:r w:rsidR="0008167C" w:rsidRPr="0008167C">
        <w:t xml:space="preserve"> </w:t>
      </w:r>
      <w:r w:rsidRPr="0008167C">
        <w:t>уровнем</w:t>
      </w:r>
      <w:r w:rsidR="0008167C" w:rsidRPr="0008167C">
        <w:t xml:space="preserve"> </w:t>
      </w:r>
      <w:r w:rsidRPr="0008167C">
        <w:t>моря</w:t>
      </w:r>
      <w:r w:rsidR="0008167C" w:rsidRPr="0008167C">
        <w:t xml:space="preserve">), </w:t>
      </w:r>
      <w:r w:rsidRPr="0008167C">
        <w:t>может</w:t>
      </w:r>
      <w:r w:rsidR="0008167C" w:rsidRPr="0008167C">
        <w:t xml:space="preserve"> </w:t>
      </w:r>
      <w:r w:rsidRPr="0008167C">
        <w:t>разрушить</w:t>
      </w:r>
      <w:r w:rsidR="0008167C" w:rsidRPr="0008167C">
        <w:t xml:space="preserve"> </w:t>
      </w:r>
      <w:r w:rsidRPr="0008167C">
        <w:t>циклоны</w:t>
      </w:r>
      <w:r w:rsidR="0008167C" w:rsidRPr="0008167C">
        <w:t xml:space="preserve"> </w:t>
      </w:r>
      <w:r w:rsidRPr="0008167C">
        <w:t>средних</w:t>
      </w:r>
      <w:r w:rsidR="0008167C" w:rsidRPr="0008167C">
        <w:t xml:space="preserve"> </w:t>
      </w:r>
      <w:r w:rsidRPr="0008167C">
        <w:t>размеров,</w:t>
      </w:r>
      <w:r w:rsidR="0008167C" w:rsidRPr="0008167C">
        <w:t xml:space="preserve"> </w:t>
      </w:r>
      <w:r w:rsidRPr="0008167C">
        <w:t>но</w:t>
      </w:r>
      <w:r w:rsidR="0008167C" w:rsidRPr="0008167C">
        <w:t xml:space="preserve"> </w:t>
      </w:r>
      <w:r w:rsidRPr="0008167C">
        <w:t>не</w:t>
      </w:r>
      <w:r w:rsidR="0008167C" w:rsidRPr="0008167C">
        <w:t xml:space="preserve"> </w:t>
      </w:r>
      <w:r w:rsidRPr="0008167C">
        <w:t>способен</w:t>
      </w:r>
      <w:r w:rsidR="0008167C" w:rsidRPr="0008167C">
        <w:t xml:space="preserve"> </w:t>
      </w:r>
      <w:r w:rsidRPr="0008167C">
        <w:t>погасить</w:t>
      </w:r>
      <w:r w:rsidR="0008167C" w:rsidRPr="0008167C">
        <w:t xml:space="preserve"> </w:t>
      </w:r>
      <w:r w:rsidRPr="0008167C">
        <w:t>самые</w:t>
      </w:r>
      <w:r w:rsidR="0008167C" w:rsidRPr="0008167C">
        <w:t xml:space="preserve"> </w:t>
      </w:r>
      <w:r w:rsidRPr="0008167C">
        <w:t>мощные</w:t>
      </w:r>
      <w:r w:rsidR="0008167C" w:rsidRPr="0008167C">
        <w:t xml:space="preserve">. </w:t>
      </w:r>
      <w:r w:rsidRPr="0008167C">
        <w:t>И</w:t>
      </w:r>
      <w:r w:rsidR="0008167C" w:rsidRPr="0008167C">
        <w:t xml:space="preserve"> </w:t>
      </w:r>
      <w:r w:rsidRPr="0008167C">
        <w:t>действительно,</w:t>
      </w:r>
      <w:r w:rsidR="0008167C" w:rsidRPr="0008167C">
        <w:t xml:space="preserve"> </w:t>
      </w:r>
      <w:r w:rsidRPr="0008167C">
        <w:t>траектории</w:t>
      </w:r>
      <w:r w:rsidR="0008167C" w:rsidRPr="0008167C">
        <w:t xml:space="preserve"> </w:t>
      </w:r>
      <w:r w:rsidRPr="0008167C">
        <w:t>циклонов</w:t>
      </w:r>
      <w:r w:rsidR="0008167C" w:rsidRPr="0008167C">
        <w:t xml:space="preserve"> </w:t>
      </w:r>
      <w:r w:rsidRPr="0008167C">
        <w:t>нередко</w:t>
      </w:r>
      <w:r w:rsidR="0008167C" w:rsidRPr="0008167C">
        <w:t xml:space="preserve"> </w:t>
      </w:r>
      <w:r w:rsidRPr="0008167C">
        <w:t>пересекают</w:t>
      </w:r>
      <w:r w:rsidR="0008167C" w:rsidRPr="0008167C">
        <w:t xml:space="preserve"> </w:t>
      </w:r>
      <w:r w:rsidRPr="0008167C">
        <w:t>Гренландский</w:t>
      </w:r>
      <w:r w:rsidR="0008167C" w:rsidRPr="0008167C">
        <w:t xml:space="preserve"> </w:t>
      </w:r>
      <w:r w:rsidRPr="0008167C">
        <w:t>ледниковый</w:t>
      </w:r>
      <w:r w:rsidR="0008167C" w:rsidRPr="0008167C">
        <w:t xml:space="preserve"> </w:t>
      </w:r>
      <w:r w:rsidRPr="0008167C">
        <w:t>покров,</w:t>
      </w:r>
      <w:r w:rsidR="0008167C" w:rsidRPr="0008167C">
        <w:t xml:space="preserve"> </w:t>
      </w:r>
      <w:r w:rsidRPr="0008167C">
        <w:t>хотя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повторяемость</w:t>
      </w:r>
      <w:r w:rsidR="0008167C" w:rsidRPr="0008167C">
        <w:t xml:space="preserve"> </w:t>
      </w:r>
      <w:r w:rsidRPr="0008167C">
        <w:t>над</w:t>
      </w:r>
      <w:r w:rsidR="0008167C" w:rsidRPr="0008167C">
        <w:t xml:space="preserve"> </w:t>
      </w:r>
      <w:r w:rsidRPr="0008167C">
        <w:t>покровом</w:t>
      </w:r>
      <w:r w:rsidR="0008167C" w:rsidRPr="0008167C">
        <w:t xml:space="preserve"> </w:t>
      </w:r>
      <w:r w:rsidRPr="0008167C">
        <w:t>меньше,</w:t>
      </w:r>
      <w:r w:rsidR="0008167C" w:rsidRPr="0008167C">
        <w:t xml:space="preserve"> </w:t>
      </w:r>
      <w:r w:rsidRPr="0008167C">
        <w:t>чем</w:t>
      </w:r>
      <w:r w:rsidR="0008167C" w:rsidRPr="0008167C">
        <w:t xml:space="preserve"> </w:t>
      </w:r>
      <w:r w:rsidRPr="0008167C">
        <w:t>над</w:t>
      </w:r>
      <w:r w:rsidR="0008167C" w:rsidRPr="0008167C">
        <w:t xml:space="preserve"> </w:t>
      </w:r>
      <w:r w:rsidRPr="0008167C">
        <w:t>окружающими</w:t>
      </w:r>
      <w:r w:rsidR="0008167C" w:rsidRPr="0008167C">
        <w:t xml:space="preserve"> </w:t>
      </w:r>
      <w:r w:rsidRPr="0008167C">
        <w:t>морями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сушей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  <w:autoSpaceDE w:val="0"/>
        <w:autoSpaceDN w:val="0"/>
        <w:adjustRightInd w:val="0"/>
      </w:pPr>
      <w:r w:rsidRPr="0008167C">
        <w:t>Влияние</w:t>
      </w:r>
      <w:r w:rsidR="0008167C" w:rsidRPr="0008167C">
        <w:t xml:space="preserve"> </w:t>
      </w:r>
      <w:r w:rsidRPr="0008167C">
        <w:t>ледникового</w:t>
      </w:r>
      <w:r w:rsidR="0008167C" w:rsidRPr="0008167C">
        <w:t xml:space="preserve"> </w:t>
      </w:r>
      <w:r w:rsidRPr="0008167C">
        <w:t>покрова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энергетику</w:t>
      </w:r>
      <w:r w:rsidR="0008167C" w:rsidRPr="0008167C">
        <w:t xml:space="preserve"> </w:t>
      </w:r>
      <w:r w:rsidRPr="0008167C">
        <w:t>атмосферы</w:t>
      </w:r>
      <w:r w:rsidR="0008167C" w:rsidRPr="0008167C">
        <w:t xml:space="preserve"> </w:t>
      </w:r>
      <w:r w:rsidRPr="0008167C">
        <w:t>характеризуют</w:t>
      </w:r>
      <w:r w:rsidR="0008167C" w:rsidRPr="0008167C">
        <w:t xml:space="preserve"> </w:t>
      </w:r>
      <w:r w:rsidRPr="0008167C">
        <w:t>следующие</w:t>
      </w:r>
      <w:r w:rsidR="0008167C" w:rsidRPr="0008167C">
        <w:t xml:space="preserve"> </w:t>
      </w:r>
      <w:r w:rsidRPr="0008167C">
        <w:t>соотношения</w:t>
      </w:r>
      <w:r w:rsidR="0008167C" w:rsidRPr="0008167C">
        <w:t xml:space="preserve">. </w:t>
      </w:r>
      <w:r w:rsidRPr="0008167C">
        <w:t>Годовой</w:t>
      </w:r>
      <w:r w:rsidR="0008167C" w:rsidRPr="0008167C">
        <w:t xml:space="preserve"> </w:t>
      </w:r>
      <w:r w:rsidRPr="0008167C">
        <w:t>радиационный</w:t>
      </w:r>
      <w:r w:rsidR="0008167C" w:rsidRPr="0008167C">
        <w:t xml:space="preserve"> </w:t>
      </w:r>
      <w:r w:rsidRPr="0008167C">
        <w:t>баланс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среднем</w:t>
      </w:r>
      <w:r w:rsidR="0008167C" w:rsidRPr="0008167C">
        <w:t xml:space="preserve"> </w:t>
      </w:r>
      <w:r w:rsidRPr="0008167C">
        <w:t>для</w:t>
      </w:r>
      <w:r w:rsidR="0008167C" w:rsidRPr="0008167C">
        <w:t xml:space="preserve"> </w:t>
      </w:r>
      <w:r w:rsidRPr="0008167C">
        <w:t>всего</w:t>
      </w:r>
      <w:r w:rsidR="0008167C" w:rsidRPr="0008167C">
        <w:t xml:space="preserve"> </w:t>
      </w:r>
      <w:r w:rsidRPr="0008167C">
        <w:t>Гренландского</w:t>
      </w:r>
      <w:r w:rsidR="0008167C" w:rsidRPr="0008167C">
        <w:t xml:space="preserve"> </w:t>
      </w:r>
      <w:r w:rsidRPr="0008167C">
        <w:t>ледникового</w:t>
      </w:r>
      <w:r w:rsidR="0008167C" w:rsidRPr="0008167C">
        <w:t xml:space="preserve"> </w:t>
      </w:r>
      <w:r w:rsidRPr="0008167C">
        <w:t>покрова</w:t>
      </w:r>
      <w:r w:rsidR="0008167C" w:rsidRPr="0008167C">
        <w:t xml:space="preserve"> </w:t>
      </w:r>
      <w:r w:rsidRPr="0008167C">
        <w:t>отрицателен</w:t>
      </w:r>
      <w:r w:rsidR="0008167C" w:rsidRPr="0008167C">
        <w:t xml:space="preserve"> - </w:t>
      </w:r>
      <w:r w:rsidRPr="0008167C">
        <w:t>4,9*10</w:t>
      </w:r>
      <w:r w:rsidRPr="0008167C">
        <w:rPr>
          <w:vertAlign w:val="superscript"/>
        </w:rPr>
        <w:t>17</w:t>
      </w:r>
      <w:r w:rsidR="0008167C" w:rsidRPr="0008167C">
        <w:t xml:space="preserve"> </w:t>
      </w:r>
      <w:r w:rsidRPr="0008167C">
        <w:t>кДж/год,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таяние</w:t>
      </w:r>
      <w:r w:rsidR="0008167C" w:rsidRPr="0008167C">
        <w:t xml:space="preserve"> </w:t>
      </w:r>
      <w:r w:rsidRPr="0008167C">
        <w:t>Гренландского</w:t>
      </w:r>
      <w:r w:rsidR="0008167C" w:rsidRPr="0008167C">
        <w:t xml:space="preserve"> </w:t>
      </w:r>
      <w:r w:rsidRPr="0008167C">
        <w:t>ледника</w:t>
      </w:r>
      <w:r w:rsidR="0008167C" w:rsidRPr="0008167C">
        <w:t xml:space="preserve"> </w:t>
      </w:r>
      <w:r w:rsidRPr="0008167C">
        <w:t>ежегодно</w:t>
      </w:r>
      <w:r w:rsidR="0008167C" w:rsidRPr="0008167C">
        <w:t xml:space="preserve"> </w:t>
      </w:r>
      <w:r w:rsidRPr="0008167C">
        <w:t>затрачивается</w:t>
      </w:r>
      <w:r w:rsidR="0008167C" w:rsidRPr="0008167C">
        <w:t xml:space="preserve"> </w:t>
      </w:r>
      <w:r w:rsidRPr="0008167C">
        <w:t>еще</w:t>
      </w:r>
      <w:r w:rsidR="0008167C" w:rsidRPr="0008167C">
        <w:t xml:space="preserve"> </w:t>
      </w:r>
      <w:r w:rsidRPr="0008167C">
        <w:t>0,7*10</w:t>
      </w:r>
      <w:r w:rsidRPr="0008167C">
        <w:rPr>
          <w:vertAlign w:val="superscript"/>
        </w:rPr>
        <w:t>17</w:t>
      </w:r>
      <w:r w:rsidR="0008167C" w:rsidRPr="0008167C">
        <w:t xml:space="preserve"> </w:t>
      </w:r>
      <w:r w:rsidRPr="0008167C">
        <w:t>кДж</w:t>
      </w:r>
      <w:r w:rsidR="0008167C" w:rsidRPr="0008167C">
        <w:t xml:space="preserve"> </w:t>
      </w:r>
      <w:r w:rsidRPr="0008167C">
        <w:t>тепла</w:t>
      </w:r>
      <w:r w:rsidR="0008167C" w:rsidRPr="0008167C">
        <w:t xml:space="preserve">. </w:t>
      </w:r>
      <w:r w:rsidRPr="0008167C">
        <w:t>Тепловые</w:t>
      </w:r>
      <w:r w:rsidR="0008167C" w:rsidRPr="0008167C">
        <w:t xml:space="preserve"> </w:t>
      </w:r>
      <w:r w:rsidRPr="0008167C">
        <w:t>затраты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поддержание</w:t>
      </w:r>
      <w:r w:rsidR="0008167C" w:rsidRPr="0008167C">
        <w:t xml:space="preserve"> </w:t>
      </w:r>
      <w:r w:rsidRPr="0008167C">
        <w:t>постоянной</w:t>
      </w:r>
      <w:r w:rsidR="0008167C" w:rsidRPr="0008167C">
        <w:t xml:space="preserve"> </w:t>
      </w:r>
      <w:r w:rsidRPr="0008167C">
        <w:t>средней</w:t>
      </w:r>
      <w:r w:rsidR="0008167C" w:rsidRPr="0008167C">
        <w:t xml:space="preserve"> </w:t>
      </w:r>
      <w:r w:rsidRPr="0008167C">
        <w:t>годовой</w:t>
      </w:r>
      <w:r w:rsidR="0008167C" w:rsidRPr="0008167C">
        <w:t xml:space="preserve"> </w:t>
      </w:r>
      <w:r w:rsidRPr="0008167C">
        <w:t>температуры</w:t>
      </w:r>
      <w:r w:rsidR="0008167C" w:rsidRPr="0008167C">
        <w:t xml:space="preserve"> </w:t>
      </w:r>
      <w:r w:rsidRPr="0008167C">
        <w:t>льда</w:t>
      </w:r>
      <w:r w:rsidR="0008167C" w:rsidRPr="0008167C">
        <w:t xml:space="preserve"> </w:t>
      </w:r>
      <w:r w:rsidRPr="0008167C">
        <w:t>должны</w:t>
      </w:r>
      <w:r w:rsidR="0008167C" w:rsidRPr="0008167C">
        <w:t xml:space="preserve"> </w:t>
      </w:r>
      <w:r w:rsidRPr="0008167C">
        <w:t>пополняться</w:t>
      </w:r>
      <w:r w:rsidR="0008167C" w:rsidRPr="0008167C">
        <w:t xml:space="preserve"> </w:t>
      </w:r>
      <w:r w:rsidRPr="0008167C">
        <w:t>эквивалентным</w:t>
      </w:r>
      <w:r w:rsidR="0008167C" w:rsidRPr="0008167C">
        <w:t xml:space="preserve"> </w:t>
      </w:r>
      <w:r w:rsidRPr="0008167C">
        <w:t>теплом</w:t>
      </w:r>
      <w:r w:rsidR="0008167C" w:rsidRPr="0008167C">
        <w:t xml:space="preserve"> </w:t>
      </w:r>
      <w:r w:rsidRPr="0008167C">
        <w:t>5,6-10</w:t>
      </w:r>
      <w:r w:rsidR="0008167C" w:rsidRPr="0008167C">
        <w:t xml:space="preserve"> </w:t>
      </w:r>
      <w:r w:rsidRPr="0008167C">
        <w:t>17</w:t>
      </w:r>
      <w:r w:rsidR="0008167C" w:rsidRPr="0008167C">
        <w:t xml:space="preserve"> </w:t>
      </w:r>
      <w:r w:rsidRPr="0008167C">
        <w:t>кДж/год,</w:t>
      </w:r>
      <w:r w:rsidR="0008167C" w:rsidRPr="0008167C">
        <w:t xml:space="preserve"> </w:t>
      </w:r>
      <w:r w:rsidRPr="0008167C">
        <w:t>приходящим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Гренландии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низких</w:t>
      </w:r>
      <w:r w:rsidR="0008167C" w:rsidRPr="0008167C">
        <w:t xml:space="preserve"> </w:t>
      </w:r>
      <w:r w:rsidRPr="0008167C">
        <w:t>широт</w:t>
      </w:r>
      <w:r w:rsidR="0008167C" w:rsidRPr="0008167C">
        <w:t xml:space="preserve">. </w:t>
      </w:r>
      <w:r w:rsidRPr="0008167C">
        <w:t>Если</w:t>
      </w:r>
      <w:r w:rsidR="0008167C" w:rsidRPr="0008167C">
        <w:t xml:space="preserve"> </w:t>
      </w:r>
      <w:r w:rsidRPr="0008167C">
        <w:t>принять</w:t>
      </w:r>
      <w:r w:rsidR="0008167C" w:rsidRPr="0008167C">
        <w:t xml:space="preserve"> </w:t>
      </w:r>
      <w:r w:rsidRPr="0008167C">
        <w:t>среднюю</w:t>
      </w:r>
      <w:r w:rsidR="0008167C" w:rsidRPr="0008167C">
        <w:t xml:space="preserve"> </w:t>
      </w:r>
      <w:r w:rsidRPr="0008167C">
        <w:t>скорость</w:t>
      </w:r>
      <w:r w:rsidR="0008167C" w:rsidRPr="0008167C">
        <w:t xml:space="preserve"> </w:t>
      </w:r>
      <w:r w:rsidRPr="0008167C">
        <w:t>переноса</w:t>
      </w:r>
      <w:r w:rsidR="0008167C" w:rsidRPr="0008167C">
        <w:t xml:space="preserve"> </w:t>
      </w:r>
      <w:r w:rsidRPr="0008167C">
        <w:t>воздушных</w:t>
      </w:r>
      <w:r w:rsidR="0008167C" w:rsidRPr="0008167C">
        <w:t xml:space="preserve"> </w:t>
      </w:r>
      <w:r w:rsidRPr="0008167C">
        <w:t>масс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нижних</w:t>
      </w:r>
      <w:r w:rsidR="0008167C" w:rsidRPr="0008167C">
        <w:t xml:space="preserve"> </w:t>
      </w:r>
      <w:r w:rsidRPr="0008167C">
        <w:t>слоях</w:t>
      </w:r>
      <w:r w:rsidR="0008167C" w:rsidRPr="0008167C">
        <w:t xml:space="preserve"> </w:t>
      </w:r>
      <w:r w:rsidRPr="0008167C">
        <w:t>тропосферы</w:t>
      </w:r>
      <w:r w:rsidR="0008167C" w:rsidRPr="0008167C">
        <w:t xml:space="preserve"> </w:t>
      </w:r>
      <w:r w:rsidRPr="0008167C">
        <w:t>над</w:t>
      </w:r>
      <w:r w:rsidR="0008167C" w:rsidRPr="0008167C">
        <w:t xml:space="preserve"> </w:t>
      </w:r>
      <w:r w:rsidRPr="0008167C">
        <w:t>Гренландским</w:t>
      </w:r>
      <w:r w:rsidR="0008167C" w:rsidRPr="0008167C">
        <w:t xml:space="preserve"> </w:t>
      </w:r>
      <w:r w:rsidRPr="0008167C">
        <w:t>ледниковым</w:t>
      </w:r>
      <w:r w:rsidR="0008167C" w:rsidRPr="0008167C">
        <w:t xml:space="preserve"> </w:t>
      </w:r>
      <w:r w:rsidRPr="0008167C">
        <w:t>покровом</w:t>
      </w:r>
      <w:r w:rsidR="0008167C" w:rsidRPr="0008167C">
        <w:t xml:space="preserve"> </w:t>
      </w:r>
      <w:r w:rsidRPr="0008167C">
        <w:t>равной</w:t>
      </w:r>
      <w:r w:rsidR="0008167C" w:rsidRPr="0008167C">
        <w:t xml:space="preserve"> </w:t>
      </w:r>
      <w:r w:rsidRPr="0008167C">
        <w:t>10</w:t>
      </w:r>
      <w:r w:rsidR="0008167C" w:rsidRPr="0008167C">
        <w:t xml:space="preserve"> </w:t>
      </w:r>
      <w:r w:rsidRPr="0008167C">
        <w:t>м/с,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пути</w:t>
      </w:r>
      <w:r w:rsidR="0008167C" w:rsidRPr="0008167C">
        <w:t xml:space="preserve"> </w:t>
      </w:r>
      <w:r w:rsidRPr="0008167C">
        <w:t>отдельных</w:t>
      </w:r>
      <w:r w:rsidR="0008167C" w:rsidRPr="0008167C">
        <w:t xml:space="preserve"> </w:t>
      </w:r>
      <w:r w:rsidRPr="0008167C">
        <w:t>частиц</w:t>
      </w:r>
      <w:r w:rsidR="0008167C" w:rsidRPr="0008167C">
        <w:t xml:space="preserve"> </w:t>
      </w:r>
      <w:r w:rsidRPr="0008167C">
        <w:t>воздуха</w:t>
      </w:r>
      <w:r w:rsidR="0008167C" w:rsidRPr="0008167C">
        <w:t xml:space="preserve"> </w:t>
      </w:r>
      <w:r w:rsidRPr="0008167C">
        <w:t>над</w:t>
      </w:r>
      <w:r w:rsidR="0008167C" w:rsidRPr="0008167C">
        <w:t xml:space="preserve"> </w:t>
      </w:r>
      <w:r w:rsidRPr="0008167C">
        <w:t>ледником</w:t>
      </w:r>
      <w:r w:rsidR="0008167C" w:rsidRPr="0008167C">
        <w:t xml:space="preserve"> </w:t>
      </w:r>
      <w:r w:rsidRPr="0008167C">
        <w:t>оценить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smartTag w:uri="urn:schemas-microsoft-com:office:smarttags" w:element="metricconverter">
        <w:smartTagPr>
          <w:attr w:name="ProductID" w:val="1000 км"/>
        </w:smartTagPr>
        <w:r w:rsidRPr="0008167C">
          <w:t>1000</w:t>
        </w:r>
        <w:r w:rsidR="0008167C" w:rsidRPr="0008167C">
          <w:t xml:space="preserve"> </w:t>
        </w:r>
        <w:r w:rsidRPr="0008167C">
          <w:t>км</w:t>
        </w:r>
      </w:smartTag>
      <w:r w:rsidRPr="0008167C">
        <w:t>,</w:t>
      </w:r>
      <w:r w:rsidR="0008167C" w:rsidRPr="0008167C">
        <w:t xml:space="preserve"> </w:t>
      </w:r>
      <w:r w:rsidRPr="0008167C">
        <w:t>то</w:t>
      </w:r>
      <w:r w:rsidR="0008167C" w:rsidRPr="0008167C">
        <w:t xml:space="preserve"> </w:t>
      </w:r>
      <w:r w:rsidRPr="0008167C">
        <w:t>окажется,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за</w:t>
      </w:r>
      <w:r w:rsidR="0008167C" w:rsidRPr="0008167C">
        <w:t xml:space="preserve"> </w:t>
      </w:r>
      <w:r w:rsidRPr="0008167C">
        <w:t>год</w:t>
      </w:r>
      <w:r w:rsidR="0008167C" w:rsidRPr="0008167C">
        <w:t xml:space="preserve"> </w:t>
      </w:r>
      <w:r w:rsidRPr="0008167C">
        <w:t>над</w:t>
      </w:r>
      <w:r w:rsidR="0008167C" w:rsidRPr="0008167C">
        <w:t xml:space="preserve"> </w:t>
      </w:r>
      <w:r w:rsidRPr="0008167C">
        <w:t>покровом</w:t>
      </w:r>
      <w:r w:rsidR="0008167C" w:rsidRPr="0008167C">
        <w:t xml:space="preserve"> </w:t>
      </w:r>
      <w:r w:rsidRPr="0008167C">
        <w:t>сменяется</w:t>
      </w:r>
      <w:r w:rsidR="0008167C" w:rsidRPr="0008167C">
        <w:t xml:space="preserve"> </w:t>
      </w:r>
      <w:r w:rsidRPr="0008167C">
        <w:t>примерно</w:t>
      </w:r>
      <w:r w:rsidR="0008167C" w:rsidRPr="0008167C">
        <w:t xml:space="preserve"> </w:t>
      </w:r>
      <w:r w:rsidRPr="0008167C">
        <w:t>200</w:t>
      </w:r>
      <w:r w:rsidR="0008167C" w:rsidRPr="0008167C">
        <w:t xml:space="preserve"> </w:t>
      </w:r>
      <w:r w:rsidRPr="0008167C">
        <w:t>объемов</w:t>
      </w:r>
      <w:r w:rsidR="0008167C" w:rsidRPr="0008167C">
        <w:t xml:space="preserve"> </w:t>
      </w:r>
      <w:r w:rsidRPr="0008167C">
        <w:t>воздуха</w:t>
      </w:r>
      <w:r w:rsidR="0008167C" w:rsidRPr="0008167C">
        <w:t xml:space="preserve">. </w:t>
      </w:r>
      <w:r w:rsidRPr="0008167C">
        <w:t>Сопоставляя</w:t>
      </w:r>
      <w:r w:rsidR="0008167C" w:rsidRPr="0008167C">
        <w:t xml:space="preserve"> </w:t>
      </w:r>
      <w:r w:rsidRPr="0008167C">
        <w:t>это</w:t>
      </w:r>
      <w:r w:rsidR="0008167C" w:rsidRPr="0008167C">
        <w:t xml:space="preserve"> </w:t>
      </w:r>
      <w:r w:rsidRPr="0008167C">
        <w:t>количество</w:t>
      </w:r>
      <w:r w:rsidR="0008167C" w:rsidRPr="0008167C">
        <w:t xml:space="preserve"> </w:t>
      </w:r>
      <w:r w:rsidRPr="0008167C">
        <w:t>воздуха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приведенными</w:t>
      </w:r>
      <w:r w:rsidR="0008167C" w:rsidRPr="0008167C">
        <w:t xml:space="preserve"> </w:t>
      </w:r>
      <w:r w:rsidRPr="0008167C">
        <w:t>выше</w:t>
      </w:r>
      <w:r w:rsidR="0008167C" w:rsidRPr="0008167C">
        <w:t xml:space="preserve"> </w:t>
      </w:r>
      <w:r w:rsidRPr="0008167C">
        <w:t>затратами</w:t>
      </w:r>
      <w:r w:rsidR="0008167C" w:rsidRPr="0008167C">
        <w:t xml:space="preserve"> </w:t>
      </w:r>
      <w:r w:rsidRPr="0008167C">
        <w:t>тепла,</w:t>
      </w:r>
      <w:r w:rsidR="0008167C" w:rsidRPr="0008167C">
        <w:t xml:space="preserve"> </w:t>
      </w:r>
      <w:r w:rsidRPr="0008167C">
        <w:t>приходим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выводу,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Гренландский</w:t>
      </w:r>
      <w:r w:rsidR="0008167C" w:rsidRPr="0008167C">
        <w:t xml:space="preserve"> </w:t>
      </w:r>
      <w:r w:rsidRPr="0008167C">
        <w:t>ледниковый</w:t>
      </w:r>
      <w:r w:rsidR="0008167C" w:rsidRPr="0008167C">
        <w:t xml:space="preserve"> </w:t>
      </w:r>
      <w:r w:rsidRPr="0008167C">
        <w:t>покров</w:t>
      </w:r>
      <w:r w:rsidR="0008167C" w:rsidRPr="0008167C">
        <w:t xml:space="preserve"> </w:t>
      </w:r>
      <w:r w:rsidRPr="0008167C">
        <w:t>выхолаживает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среднем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1°</w:t>
      </w:r>
      <w:r w:rsidR="0008167C" w:rsidRPr="0008167C">
        <w:t xml:space="preserve"> </w:t>
      </w:r>
      <w:r w:rsidRPr="0008167C">
        <w:t>слой</w:t>
      </w:r>
      <w:r w:rsidR="0008167C" w:rsidRPr="0008167C">
        <w:t xml:space="preserve"> </w:t>
      </w:r>
      <w:r w:rsidRPr="0008167C">
        <w:t>воздуха</w:t>
      </w:r>
      <w:r w:rsidR="0008167C" w:rsidRPr="0008167C">
        <w:t xml:space="preserve"> </w:t>
      </w:r>
      <w:r w:rsidRPr="0008167C">
        <w:t>толщиной</w:t>
      </w:r>
      <w:r w:rsidR="0008167C" w:rsidRPr="0008167C">
        <w:t xml:space="preserve"> </w:t>
      </w:r>
      <w:smartTag w:uri="urn:schemas-microsoft-com:office:smarttags" w:element="metricconverter">
        <w:smartTagPr>
          <w:attr w:name="ProductID" w:val="1500 м"/>
        </w:smartTagPr>
        <w:r w:rsidRPr="0008167C">
          <w:t>1500</w:t>
        </w:r>
        <w:r w:rsidR="0008167C" w:rsidRPr="0008167C">
          <w:t xml:space="preserve"> </w:t>
        </w:r>
        <w:r w:rsidRPr="0008167C">
          <w:t>м</w:t>
        </w:r>
      </w:smartTag>
      <w:r w:rsidR="0008167C" w:rsidRPr="0008167C">
        <w:t xml:space="preserve">. </w:t>
      </w:r>
      <w:r w:rsidRPr="0008167C">
        <w:t>Но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действительности</w:t>
      </w:r>
      <w:r w:rsidR="0008167C" w:rsidRPr="0008167C">
        <w:t xml:space="preserve"> </w:t>
      </w:r>
      <w:r w:rsidRPr="0008167C">
        <w:t>выхолаживание</w:t>
      </w:r>
      <w:r w:rsidR="0008167C" w:rsidRPr="0008167C">
        <w:t xml:space="preserve"> </w:t>
      </w:r>
      <w:r w:rsidRPr="0008167C">
        <w:t>часто</w:t>
      </w:r>
      <w:r w:rsidR="0008167C" w:rsidRPr="0008167C">
        <w:t xml:space="preserve"> </w:t>
      </w:r>
      <w:r w:rsidRPr="0008167C">
        <w:t>достигает</w:t>
      </w:r>
      <w:r w:rsidR="0008167C" w:rsidRPr="0008167C">
        <w:t xml:space="preserve"> </w:t>
      </w:r>
      <w:r w:rsidRPr="0008167C">
        <w:t>5°,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оно</w:t>
      </w:r>
      <w:r w:rsidR="0008167C" w:rsidRPr="0008167C">
        <w:t xml:space="preserve"> </w:t>
      </w:r>
      <w:r w:rsidRPr="0008167C">
        <w:t>захватывает</w:t>
      </w:r>
      <w:r w:rsidR="0008167C" w:rsidRPr="0008167C">
        <w:t xml:space="preserve"> </w:t>
      </w:r>
      <w:r w:rsidRPr="0008167C">
        <w:t>лишь</w:t>
      </w:r>
      <w:r w:rsidR="0008167C" w:rsidRPr="0008167C">
        <w:t xml:space="preserve"> </w:t>
      </w:r>
      <w:smartTag w:uri="urn:schemas-microsoft-com:office:smarttags" w:element="metricconverter">
        <w:smartTagPr>
          <w:attr w:name="ProductID" w:val="300 м"/>
        </w:smartTagPr>
        <w:r w:rsidRPr="0008167C">
          <w:t>300</w:t>
        </w:r>
        <w:r w:rsidR="0008167C" w:rsidRPr="0008167C">
          <w:t xml:space="preserve"> </w:t>
        </w:r>
        <w:r w:rsidRPr="0008167C">
          <w:t>м</w:t>
        </w:r>
      </w:smartTag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  <w:autoSpaceDE w:val="0"/>
        <w:autoSpaceDN w:val="0"/>
        <w:adjustRightInd w:val="0"/>
      </w:pPr>
      <w:r w:rsidRPr="0008167C">
        <w:t>По</w:t>
      </w:r>
      <w:r w:rsidR="0008167C" w:rsidRPr="0008167C">
        <w:t xml:space="preserve"> </w:t>
      </w:r>
      <w:r w:rsidRPr="0008167C">
        <w:t>мере</w:t>
      </w:r>
      <w:r w:rsidR="0008167C" w:rsidRPr="0008167C">
        <w:t xml:space="preserve"> </w:t>
      </w:r>
      <w:r w:rsidRPr="0008167C">
        <w:t>уменьшения</w:t>
      </w:r>
      <w:r w:rsidR="0008167C" w:rsidRPr="0008167C">
        <w:t xml:space="preserve"> </w:t>
      </w:r>
      <w:r w:rsidRPr="0008167C">
        <w:t>ледников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охлаждающее</w:t>
      </w:r>
      <w:r w:rsidR="0008167C" w:rsidRPr="0008167C">
        <w:t xml:space="preserve"> </w:t>
      </w:r>
      <w:r w:rsidRPr="0008167C">
        <w:t>влияние</w:t>
      </w:r>
      <w:r w:rsidR="0008167C" w:rsidRPr="0008167C">
        <w:t xml:space="preserve"> </w:t>
      </w:r>
      <w:r w:rsidRPr="0008167C">
        <w:t>уменьшается</w:t>
      </w:r>
      <w:r w:rsidR="0008167C" w:rsidRPr="0008167C">
        <w:t xml:space="preserve">. </w:t>
      </w:r>
      <w:r w:rsidRPr="0008167C">
        <w:t>Новоземельский</w:t>
      </w:r>
      <w:r w:rsidR="0008167C" w:rsidRPr="0008167C">
        <w:t xml:space="preserve"> </w:t>
      </w:r>
      <w:r w:rsidRPr="0008167C">
        <w:t>ледниковый</w:t>
      </w:r>
      <w:r w:rsidR="0008167C" w:rsidRPr="0008167C">
        <w:t xml:space="preserve"> </w:t>
      </w:r>
      <w:r w:rsidRPr="0008167C">
        <w:t>покров</w:t>
      </w:r>
      <w:r w:rsidR="0008167C" w:rsidRPr="0008167C">
        <w:t xml:space="preserve"> </w:t>
      </w:r>
      <w:r w:rsidRPr="0008167C">
        <w:t>охлаждает</w:t>
      </w:r>
      <w:r w:rsidR="0008167C" w:rsidRPr="0008167C">
        <w:t xml:space="preserve"> </w:t>
      </w:r>
      <w:r w:rsidRPr="0008167C">
        <w:t>над</w:t>
      </w:r>
      <w:r w:rsidR="0008167C" w:rsidRPr="0008167C">
        <w:t xml:space="preserve"> </w:t>
      </w:r>
      <w:r w:rsidRPr="0008167C">
        <w:t>собой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3°</w:t>
      </w:r>
      <w:r w:rsidR="0008167C" w:rsidRPr="0008167C">
        <w:t xml:space="preserve"> </w:t>
      </w:r>
      <w:r w:rsidRPr="0008167C">
        <w:t>слой</w:t>
      </w:r>
      <w:r w:rsidR="0008167C" w:rsidRPr="0008167C">
        <w:t xml:space="preserve"> </w:t>
      </w:r>
      <w:r w:rsidRPr="0008167C">
        <w:t>воздуха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smartTag w:uri="urn:schemas-microsoft-com:office:smarttags" w:element="metricconverter">
        <w:smartTagPr>
          <w:attr w:name="ProductID" w:val="70 м"/>
        </w:smartTagPr>
        <w:r w:rsidRPr="0008167C">
          <w:t>70</w:t>
        </w:r>
        <w:r w:rsidR="0008167C" w:rsidRPr="0008167C">
          <w:t xml:space="preserve"> </w:t>
        </w:r>
        <w:r w:rsidRPr="0008167C">
          <w:t>м</w:t>
        </w:r>
      </w:smartTag>
      <w:r w:rsidRPr="0008167C">
        <w:t>,</w:t>
      </w:r>
      <w:r w:rsidR="0008167C" w:rsidRPr="0008167C">
        <w:t xml:space="preserve"> </w:t>
      </w:r>
      <w:r w:rsidRPr="0008167C">
        <w:t>отдельный</w:t>
      </w:r>
      <w:r w:rsidR="0008167C" w:rsidRPr="0008167C">
        <w:t xml:space="preserve"> </w:t>
      </w:r>
      <w:r w:rsidRPr="0008167C">
        <w:t>горный</w:t>
      </w:r>
      <w:r w:rsidR="0008167C" w:rsidRPr="0008167C">
        <w:t xml:space="preserve"> </w:t>
      </w:r>
      <w:r w:rsidRPr="0008167C">
        <w:t>ледник</w:t>
      </w:r>
      <w:r w:rsidR="0008167C" w:rsidRPr="0008167C">
        <w:t xml:space="preserve"> </w:t>
      </w:r>
      <w:r w:rsidRPr="0008167C">
        <w:t>длиной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несколько</w:t>
      </w:r>
      <w:r w:rsidR="0008167C" w:rsidRPr="0008167C">
        <w:t xml:space="preserve"> </w:t>
      </w:r>
      <w:r w:rsidRPr="0008167C">
        <w:t>километров</w:t>
      </w:r>
      <w:r w:rsidR="0008167C" w:rsidRPr="0008167C">
        <w:t xml:space="preserve"> - </w:t>
      </w:r>
      <w:r w:rsidRPr="0008167C">
        <w:t>на</w:t>
      </w:r>
      <w:r w:rsidR="0008167C" w:rsidRPr="0008167C">
        <w:t xml:space="preserve"> </w:t>
      </w:r>
      <w:r w:rsidRPr="0008167C">
        <w:t>2°</w:t>
      </w:r>
      <w:r w:rsidR="0008167C" w:rsidRPr="0008167C">
        <w:t xml:space="preserve"> </w:t>
      </w:r>
      <w:r w:rsidRPr="0008167C">
        <w:t>слой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smartTag w:uri="urn:schemas-microsoft-com:office:smarttags" w:element="metricconverter">
        <w:smartTagPr>
          <w:attr w:name="ProductID" w:val="75 м"/>
        </w:smartTagPr>
        <w:r w:rsidRPr="0008167C">
          <w:t>75</w:t>
        </w:r>
        <w:r w:rsidR="0008167C" w:rsidRPr="0008167C">
          <w:t xml:space="preserve"> </w:t>
        </w:r>
        <w:r w:rsidRPr="0008167C">
          <w:t>м</w:t>
        </w:r>
      </w:smartTag>
      <w:r w:rsidRPr="0008167C">
        <w:t>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вся</w:t>
      </w:r>
      <w:r w:rsidR="0008167C" w:rsidRPr="0008167C">
        <w:t xml:space="preserve"> </w:t>
      </w:r>
      <w:r w:rsidRPr="0008167C">
        <w:t>ледниковая</w:t>
      </w:r>
      <w:r w:rsidR="0008167C" w:rsidRPr="0008167C">
        <w:t xml:space="preserve"> </w:t>
      </w:r>
      <w:r w:rsidRPr="0008167C">
        <w:t>система,</w:t>
      </w:r>
      <w:r w:rsidR="0008167C" w:rsidRPr="0008167C">
        <w:t xml:space="preserve"> </w:t>
      </w:r>
      <w:r w:rsidRPr="0008167C">
        <w:t>например,</w:t>
      </w:r>
      <w:r w:rsidR="0008167C" w:rsidRPr="0008167C">
        <w:t xml:space="preserve"> </w:t>
      </w:r>
      <w:r w:rsidRPr="0008167C">
        <w:t>Большого</w:t>
      </w:r>
      <w:r w:rsidR="0008167C" w:rsidRPr="0008167C">
        <w:t xml:space="preserve"> </w:t>
      </w:r>
      <w:r w:rsidRPr="0008167C">
        <w:t>Кавказа,</w:t>
      </w:r>
      <w:r w:rsidR="0008167C" w:rsidRPr="0008167C">
        <w:t xml:space="preserve"> </w:t>
      </w:r>
      <w:r w:rsidRPr="0008167C">
        <w:t>охлаждает</w:t>
      </w:r>
      <w:r w:rsidR="0008167C" w:rsidRPr="0008167C">
        <w:t xml:space="preserve"> </w:t>
      </w:r>
      <w:r w:rsidRPr="0008167C">
        <w:t>над</w:t>
      </w:r>
      <w:r w:rsidR="0008167C" w:rsidRPr="0008167C">
        <w:t xml:space="preserve"> </w:t>
      </w:r>
      <w:r w:rsidRPr="0008167C">
        <w:t>горной</w:t>
      </w:r>
      <w:r w:rsidR="0008167C" w:rsidRPr="0008167C">
        <w:t xml:space="preserve"> </w:t>
      </w:r>
      <w:r w:rsidRPr="0008167C">
        <w:t>страной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1°</w:t>
      </w:r>
      <w:r w:rsidR="0008167C" w:rsidRPr="0008167C">
        <w:t xml:space="preserve"> </w:t>
      </w:r>
      <w:r w:rsidRPr="0008167C">
        <w:t>50-метровый</w:t>
      </w:r>
      <w:r w:rsidR="0008167C" w:rsidRPr="0008167C">
        <w:t xml:space="preserve"> </w:t>
      </w:r>
      <w:r w:rsidRPr="0008167C">
        <w:t>слой</w:t>
      </w:r>
      <w:r w:rsidR="0008167C" w:rsidRPr="0008167C">
        <w:t xml:space="preserve"> </w:t>
      </w:r>
      <w:r w:rsidRPr="0008167C">
        <w:t>воздуха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относительно</w:t>
      </w:r>
      <w:r w:rsidR="0008167C" w:rsidRPr="0008167C">
        <w:t xml:space="preserve"> </w:t>
      </w:r>
      <w:r w:rsidRPr="0008167C">
        <w:t>сухих</w:t>
      </w:r>
      <w:r w:rsidR="0008167C" w:rsidRPr="0008167C">
        <w:t xml:space="preserve"> </w:t>
      </w:r>
      <w:r w:rsidRPr="0008167C">
        <w:t>районах</w:t>
      </w:r>
      <w:r w:rsidR="0008167C" w:rsidRPr="0008167C">
        <w:t xml:space="preserve"> </w:t>
      </w:r>
      <w:r w:rsidRPr="0008167C">
        <w:t>ледники</w:t>
      </w:r>
      <w:r w:rsidR="0008167C" w:rsidRPr="0008167C">
        <w:t xml:space="preserve"> </w:t>
      </w:r>
      <w:r w:rsidRPr="0008167C">
        <w:t>испаряют</w:t>
      </w:r>
      <w:r w:rsidR="0008167C" w:rsidRPr="0008167C">
        <w:t xml:space="preserve"> </w:t>
      </w:r>
      <w:r w:rsidRPr="0008167C">
        <w:t>влагу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увлажняют</w:t>
      </w:r>
      <w:r w:rsidR="0008167C" w:rsidRPr="0008167C">
        <w:t xml:space="preserve"> </w:t>
      </w:r>
      <w:r w:rsidRPr="0008167C">
        <w:t>атмосферу,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более</w:t>
      </w:r>
      <w:r w:rsidR="0008167C" w:rsidRPr="0008167C">
        <w:t xml:space="preserve"> </w:t>
      </w:r>
      <w:r w:rsidRPr="0008167C">
        <w:t>влажных</w:t>
      </w:r>
      <w:r w:rsidR="0008167C" w:rsidRPr="0008167C">
        <w:t xml:space="preserve"> </w:t>
      </w:r>
      <w:r w:rsidRPr="0008167C">
        <w:t>влага</w:t>
      </w:r>
      <w:r w:rsidR="0008167C" w:rsidRPr="0008167C">
        <w:t xml:space="preserve"> </w:t>
      </w:r>
      <w:r w:rsidRPr="0008167C">
        <w:t>конденсируется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ледников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атмосфера</w:t>
      </w:r>
      <w:r w:rsidR="0008167C" w:rsidRPr="0008167C">
        <w:t xml:space="preserve"> </w:t>
      </w:r>
      <w:r w:rsidRPr="0008167C">
        <w:t>иссушается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  <w:autoSpaceDE w:val="0"/>
        <w:autoSpaceDN w:val="0"/>
        <w:adjustRightInd w:val="0"/>
      </w:pPr>
      <w:r w:rsidRPr="0008167C">
        <w:t>Особенно</w:t>
      </w:r>
      <w:r w:rsidR="0008167C" w:rsidRPr="0008167C">
        <w:t xml:space="preserve"> </w:t>
      </w:r>
      <w:r w:rsidRPr="0008167C">
        <w:t>сильно</w:t>
      </w:r>
      <w:r w:rsidR="0008167C" w:rsidRPr="0008167C">
        <w:t xml:space="preserve"> </w:t>
      </w:r>
      <w:r w:rsidRPr="0008167C">
        <w:t>воздействует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климат</w:t>
      </w:r>
      <w:r w:rsidR="0008167C" w:rsidRPr="0008167C">
        <w:t xml:space="preserve"> </w:t>
      </w:r>
      <w:r w:rsidRPr="0008167C">
        <w:t>огромный</w:t>
      </w:r>
      <w:r w:rsidR="0008167C" w:rsidRPr="0008167C">
        <w:t xml:space="preserve"> </w:t>
      </w:r>
      <w:r w:rsidRPr="0008167C">
        <w:t>Антарктический</w:t>
      </w:r>
      <w:r w:rsidR="0008167C" w:rsidRPr="0008167C">
        <w:t xml:space="preserve"> </w:t>
      </w:r>
      <w:r w:rsidRPr="0008167C">
        <w:t>ледниковый</w:t>
      </w:r>
      <w:r w:rsidR="0008167C" w:rsidRPr="0008167C">
        <w:t xml:space="preserve"> </w:t>
      </w:r>
      <w:r w:rsidRPr="0008167C">
        <w:t>покров</w:t>
      </w:r>
      <w:r w:rsidR="0008167C" w:rsidRPr="0008167C">
        <w:t xml:space="preserve">. </w:t>
      </w:r>
      <w:r w:rsidRPr="0008167C">
        <w:t>Здесь</w:t>
      </w:r>
      <w:r w:rsidR="0008167C" w:rsidRPr="0008167C">
        <w:t xml:space="preserve"> </w:t>
      </w:r>
      <w:r w:rsidRPr="0008167C">
        <w:t>формируется</w:t>
      </w:r>
      <w:r w:rsidR="0008167C" w:rsidRPr="0008167C">
        <w:t xml:space="preserve"> </w:t>
      </w:r>
      <w:r w:rsidRPr="0008167C">
        <w:t>ледниковый</w:t>
      </w:r>
      <w:r w:rsidR="0008167C" w:rsidRPr="0008167C">
        <w:t xml:space="preserve"> </w:t>
      </w:r>
      <w:r w:rsidRPr="0008167C">
        <w:t>антициклон,</w:t>
      </w:r>
      <w:r w:rsidR="0008167C" w:rsidRPr="0008167C">
        <w:t xml:space="preserve"> </w:t>
      </w:r>
      <w:r w:rsidR="0008167C">
        <w:t>т.е.</w:t>
      </w:r>
      <w:r w:rsidR="0008167C" w:rsidRPr="0008167C">
        <w:t xml:space="preserve"> </w:t>
      </w:r>
      <w:r w:rsidRPr="0008167C">
        <w:t>область</w:t>
      </w:r>
      <w:r w:rsidR="0008167C" w:rsidRPr="0008167C">
        <w:t xml:space="preserve"> </w:t>
      </w:r>
      <w:r w:rsidRPr="0008167C">
        <w:t>повышенного</w:t>
      </w:r>
      <w:r w:rsidR="0008167C" w:rsidRPr="0008167C">
        <w:t xml:space="preserve"> </w:t>
      </w:r>
      <w:r w:rsidRPr="0008167C">
        <w:t>давления</w:t>
      </w:r>
      <w:r w:rsidR="0008167C" w:rsidRPr="0008167C">
        <w:t xml:space="preserve"> </w:t>
      </w:r>
      <w:r w:rsidRPr="0008167C">
        <w:t>над</w:t>
      </w:r>
      <w:r w:rsidR="0008167C" w:rsidRPr="0008167C">
        <w:t xml:space="preserve"> </w:t>
      </w:r>
      <w:r w:rsidRPr="0008167C">
        <w:t>покровным</w:t>
      </w:r>
      <w:r w:rsidR="0008167C" w:rsidRPr="0008167C">
        <w:t xml:space="preserve"> </w:t>
      </w:r>
      <w:r w:rsidRPr="0008167C">
        <w:t>ледником</w:t>
      </w:r>
      <w:r w:rsidR="0008167C" w:rsidRPr="0008167C">
        <w:t xml:space="preserve">. </w:t>
      </w:r>
      <w:r w:rsidRPr="0008167C">
        <w:t>Глубокие</w:t>
      </w:r>
      <w:r w:rsidR="0008167C" w:rsidRPr="0008167C">
        <w:t xml:space="preserve"> </w:t>
      </w:r>
      <w:r w:rsidRPr="0008167C">
        <w:t>циклоны</w:t>
      </w:r>
      <w:r w:rsidR="0008167C" w:rsidRPr="0008167C">
        <w:t xml:space="preserve"> </w:t>
      </w:r>
      <w:r w:rsidRPr="0008167C">
        <w:t>могут,</w:t>
      </w:r>
      <w:r w:rsidR="0008167C" w:rsidRPr="0008167C">
        <w:t xml:space="preserve"> </w:t>
      </w:r>
      <w:r w:rsidRPr="0008167C">
        <w:t>хоть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изредка,</w:t>
      </w:r>
      <w:r w:rsidR="0008167C" w:rsidRPr="0008167C">
        <w:t xml:space="preserve"> </w:t>
      </w:r>
      <w:r w:rsidRPr="0008167C">
        <w:t>проникать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центральные</w:t>
      </w:r>
      <w:r w:rsidR="0008167C" w:rsidRPr="0008167C">
        <w:t xml:space="preserve"> </w:t>
      </w:r>
      <w:r w:rsidRPr="0008167C">
        <w:t>части</w:t>
      </w:r>
      <w:r w:rsidR="0008167C" w:rsidRPr="0008167C">
        <w:t xml:space="preserve"> </w:t>
      </w:r>
      <w:r w:rsidRPr="0008167C">
        <w:t>ледниковых</w:t>
      </w:r>
      <w:r w:rsidR="0008167C" w:rsidRPr="0008167C">
        <w:t xml:space="preserve"> </w:t>
      </w:r>
      <w:r w:rsidRPr="0008167C">
        <w:t>покровов,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отмечается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всех</w:t>
      </w:r>
      <w:r w:rsidR="0008167C" w:rsidRPr="0008167C">
        <w:t xml:space="preserve"> </w:t>
      </w:r>
      <w:r w:rsidRPr="0008167C">
        <w:t>внутриконтинентальных</w:t>
      </w:r>
      <w:r w:rsidR="0008167C" w:rsidRPr="0008167C">
        <w:t xml:space="preserve"> </w:t>
      </w:r>
      <w:r w:rsidRPr="0008167C">
        <w:t>антарктических</w:t>
      </w:r>
      <w:r w:rsidR="0008167C" w:rsidRPr="0008167C">
        <w:t xml:space="preserve"> </w:t>
      </w:r>
      <w:r w:rsidRPr="0008167C">
        <w:t>станциях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  <w:autoSpaceDE w:val="0"/>
        <w:autoSpaceDN w:val="0"/>
        <w:adjustRightInd w:val="0"/>
      </w:pPr>
      <w:r w:rsidRPr="0008167C">
        <w:t>В</w:t>
      </w:r>
      <w:r w:rsidR="0008167C" w:rsidRPr="0008167C">
        <w:t xml:space="preserve"> </w:t>
      </w:r>
      <w:r w:rsidRPr="0008167C">
        <w:t>результате</w:t>
      </w:r>
      <w:r w:rsidR="0008167C" w:rsidRPr="0008167C">
        <w:t xml:space="preserve"> </w:t>
      </w:r>
      <w:r w:rsidRPr="0008167C">
        <w:t>крутого</w:t>
      </w:r>
      <w:r w:rsidR="0008167C" w:rsidRPr="0008167C">
        <w:t xml:space="preserve"> </w:t>
      </w:r>
      <w:r w:rsidRPr="0008167C">
        <w:t>подъема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периферии</w:t>
      </w:r>
      <w:r w:rsidR="0008167C" w:rsidRPr="0008167C">
        <w:t xml:space="preserve"> </w:t>
      </w:r>
      <w:r w:rsidRPr="0008167C">
        <w:t>ледниковых</w:t>
      </w:r>
      <w:r w:rsidR="0008167C" w:rsidRPr="0008167C">
        <w:t xml:space="preserve"> </w:t>
      </w:r>
      <w:r w:rsidRPr="0008167C">
        <w:t>щитов</w:t>
      </w:r>
      <w:r w:rsidR="0008167C" w:rsidRPr="0008167C">
        <w:t xml:space="preserve"> </w:t>
      </w:r>
      <w:r w:rsidRPr="0008167C">
        <w:t>она</w:t>
      </w:r>
      <w:r w:rsidR="0008167C" w:rsidRPr="0008167C">
        <w:t xml:space="preserve"> </w:t>
      </w:r>
      <w:r w:rsidRPr="0008167C">
        <w:t>охлаждается</w:t>
      </w:r>
      <w:r w:rsidR="0008167C" w:rsidRPr="0008167C">
        <w:t xml:space="preserve"> </w:t>
      </w:r>
      <w:r w:rsidRPr="0008167C">
        <w:t>примерно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6°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каждый</w:t>
      </w:r>
      <w:r w:rsidR="0008167C" w:rsidRPr="0008167C">
        <w:t xml:space="preserve"> </w:t>
      </w:r>
      <w:r w:rsidRPr="0008167C">
        <w:t>километр,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из-за</w:t>
      </w:r>
      <w:r w:rsidR="0008167C" w:rsidRPr="0008167C">
        <w:t xml:space="preserve"> </w:t>
      </w:r>
      <w:r w:rsidRPr="0008167C">
        <w:t>выпуклой</w:t>
      </w:r>
      <w:r w:rsidR="0008167C" w:rsidRPr="0008167C">
        <w:t xml:space="preserve"> </w:t>
      </w:r>
      <w:r w:rsidRPr="0008167C">
        <w:t>формы</w:t>
      </w:r>
      <w:r w:rsidR="0008167C" w:rsidRPr="0008167C">
        <w:t xml:space="preserve"> </w:t>
      </w:r>
      <w:r w:rsidRPr="0008167C">
        <w:t>щитов</w:t>
      </w:r>
      <w:r w:rsidR="0008167C" w:rsidRPr="0008167C">
        <w:t xml:space="preserve"> </w:t>
      </w:r>
      <w:r w:rsidRPr="0008167C">
        <w:t>осадки</w:t>
      </w:r>
      <w:r w:rsidR="0008167C" w:rsidRPr="0008167C">
        <w:t xml:space="preserve"> </w:t>
      </w:r>
      <w:r w:rsidRPr="0008167C">
        <w:t>усиливаются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периферии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ослабляются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внутренних</w:t>
      </w:r>
      <w:r w:rsidR="0008167C" w:rsidRPr="0008167C">
        <w:t xml:space="preserve"> </w:t>
      </w:r>
      <w:r w:rsidRPr="0008167C">
        <w:t>плато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результате</w:t>
      </w:r>
      <w:r w:rsidR="0008167C" w:rsidRPr="0008167C">
        <w:t xml:space="preserve"> </w:t>
      </w:r>
      <w:r w:rsidRPr="0008167C">
        <w:t>Антарктида</w:t>
      </w:r>
      <w:r w:rsidR="0008167C">
        <w:t xml:space="preserve"> "</w:t>
      </w:r>
      <w:r w:rsidRPr="0008167C">
        <w:t>живет</w:t>
      </w:r>
      <w:r w:rsidR="0008167C">
        <w:t xml:space="preserve">" </w:t>
      </w:r>
      <w:r w:rsidRPr="0008167C">
        <w:t>в</w:t>
      </w:r>
      <w:r w:rsidR="0008167C" w:rsidRPr="0008167C">
        <w:t xml:space="preserve"> </w:t>
      </w:r>
      <w:r w:rsidRPr="0008167C">
        <w:t>основном</w:t>
      </w:r>
      <w:r w:rsidR="0008167C" w:rsidRPr="0008167C">
        <w:t xml:space="preserve"> </w:t>
      </w:r>
      <w:r w:rsidRPr="0008167C">
        <w:t>своим</w:t>
      </w:r>
      <w:r w:rsidR="0008167C" w:rsidRPr="0008167C">
        <w:t xml:space="preserve"> </w:t>
      </w:r>
      <w:r w:rsidRPr="0008167C">
        <w:t>краем,</w:t>
      </w:r>
      <w:r w:rsidR="0008167C" w:rsidRPr="0008167C">
        <w:t xml:space="preserve"> </w:t>
      </w:r>
      <w:r w:rsidRPr="0008167C">
        <w:t>где</w:t>
      </w:r>
      <w:r w:rsidR="0008167C" w:rsidRPr="0008167C">
        <w:t xml:space="preserve"> </w:t>
      </w:r>
      <w:r w:rsidRPr="0008167C">
        <w:t>выпадает</w:t>
      </w:r>
      <w:r w:rsidR="0008167C" w:rsidRPr="0008167C">
        <w:t xml:space="preserve"> </w:t>
      </w:r>
      <w:r w:rsidRPr="0008167C">
        <w:t>основная</w:t>
      </w:r>
      <w:r w:rsidR="0008167C" w:rsidRPr="0008167C">
        <w:t xml:space="preserve"> </w:t>
      </w:r>
      <w:r w:rsidRPr="0008167C">
        <w:t>масса</w:t>
      </w:r>
      <w:r w:rsidR="0008167C" w:rsidRPr="0008167C">
        <w:t xml:space="preserve"> </w:t>
      </w:r>
      <w:r w:rsidRPr="0008167C">
        <w:t>осадков,</w:t>
      </w:r>
      <w:r w:rsidR="0008167C" w:rsidRPr="0008167C">
        <w:t xml:space="preserve"> </w:t>
      </w:r>
      <w:r w:rsidRPr="0008167C">
        <w:t>лед</w:t>
      </w:r>
      <w:r w:rsidR="0008167C" w:rsidRPr="0008167C">
        <w:t xml:space="preserve"> </w:t>
      </w:r>
      <w:r w:rsidRPr="0008167C">
        <w:t>движется</w:t>
      </w:r>
      <w:r w:rsidR="0008167C" w:rsidRPr="0008167C">
        <w:t xml:space="preserve"> </w:t>
      </w:r>
      <w:r w:rsidRPr="0008167C">
        <w:t>быстрее</w:t>
      </w:r>
      <w:r w:rsidR="0008167C" w:rsidRPr="0008167C">
        <w:t xml:space="preserve"> </w:t>
      </w:r>
      <w:r w:rsidRPr="0008167C">
        <w:t>всего,</w:t>
      </w:r>
      <w:r w:rsidR="0008167C" w:rsidRPr="0008167C">
        <w:t xml:space="preserve"> </w:t>
      </w:r>
      <w:r w:rsidRPr="0008167C">
        <w:t>интенсивно</w:t>
      </w:r>
      <w:r w:rsidR="0008167C" w:rsidRPr="0008167C">
        <w:t xml:space="preserve"> </w:t>
      </w:r>
      <w:r w:rsidRPr="0008167C">
        <w:t>откалываются</w:t>
      </w:r>
      <w:r w:rsidR="0008167C" w:rsidRPr="0008167C">
        <w:t xml:space="preserve"> </w:t>
      </w:r>
      <w:r w:rsidRPr="0008167C">
        <w:t>айсберги</w:t>
      </w:r>
      <w:r w:rsidR="0008167C" w:rsidRPr="0008167C">
        <w:t xml:space="preserve">. </w:t>
      </w:r>
      <w:r w:rsidRPr="0008167C">
        <w:t>Разрастание</w:t>
      </w:r>
      <w:r w:rsidR="0008167C" w:rsidRPr="0008167C">
        <w:t xml:space="preserve"> </w:t>
      </w:r>
      <w:r w:rsidRPr="0008167C">
        <w:t>ледниковых</w:t>
      </w:r>
      <w:r w:rsidR="0008167C" w:rsidRPr="0008167C">
        <w:t xml:space="preserve"> </w:t>
      </w:r>
      <w:r w:rsidRPr="0008167C">
        <w:t>щитов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первоначальном</w:t>
      </w:r>
      <w:r w:rsidR="0008167C" w:rsidRPr="0008167C">
        <w:t xml:space="preserve"> </w:t>
      </w:r>
      <w:r w:rsidRPr="0008167C">
        <w:t>этапе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истории</w:t>
      </w:r>
      <w:r w:rsidR="0008167C" w:rsidRPr="0008167C">
        <w:t xml:space="preserve"> </w:t>
      </w:r>
      <w:r w:rsidRPr="0008167C">
        <w:t>увеличивает</w:t>
      </w:r>
      <w:r w:rsidR="0008167C" w:rsidRPr="0008167C">
        <w:t xml:space="preserve"> </w:t>
      </w:r>
      <w:r w:rsidRPr="0008167C">
        <w:t>снежность,</w:t>
      </w:r>
      <w:r w:rsidR="0008167C" w:rsidRPr="0008167C">
        <w:t xml:space="preserve"> </w:t>
      </w:r>
      <w:r w:rsidRPr="0008167C">
        <w:t>что,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свою</w:t>
      </w:r>
      <w:r w:rsidR="0008167C" w:rsidRPr="0008167C">
        <w:t xml:space="preserve"> </w:t>
      </w:r>
      <w:r w:rsidRPr="0008167C">
        <w:t>очередь,</w:t>
      </w:r>
      <w:r w:rsidR="0008167C" w:rsidRPr="0008167C">
        <w:t xml:space="preserve"> </w:t>
      </w:r>
      <w:r w:rsidRPr="0008167C">
        <w:t>способствует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росту</w:t>
      </w:r>
      <w:r w:rsidR="0008167C" w:rsidRPr="0008167C">
        <w:t xml:space="preserve">. </w:t>
      </w:r>
      <w:r w:rsidRPr="0008167C">
        <w:t>Однако</w:t>
      </w:r>
      <w:r w:rsidR="0008167C" w:rsidRPr="0008167C">
        <w:t xml:space="preserve"> </w:t>
      </w:r>
      <w:r w:rsidRPr="0008167C">
        <w:t>после</w:t>
      </w:r>
      <w:r w:rsidR="0008167C" w:rsidRPr="0008167C">
        <w:t xml:space="preserve"> </w:t>
      </w:r>
      <w:r w:rsidRPr="0008167C">
        <w:t>того</w:t>
      </w:r>
      <w:r w:rsidR="0008167C" w:rsidRPr="0008167C">
        <w:t xml:space="preserve"> </w:t>
      </w:r>
      <w:r w:rsidRPr="0008167C">
        <w:t>как</w:t>
      </w:r>
      <w:r w:rsidR="0008167C" w:rsidRPr="0008167C">
        <w:t xml:space="preserve"> </w:t>
      </w:r>
      <w:r w:rsidRPr="0008167C">
        <w:t>щит</w:t>
      </w:r>
      <w:r w:rsidR="0008167C" w:rsidRPr="0008167C">
        <w:t xml:space="preserve"> </w:t>
      </w:r>
      <w:r w:rsidRPr="0008167C">
        <w:t>достиг</w:t>
      </w:r>
      <w:r w:rsidR="0008167C" w:rsidRPr="0008167C">
        <w:t xml:space="preserve"> </w:t>
      </w:r>
      <w:r w:rsidRPr="0008167C">
        <w:t>определенных</w:t>
      </w:r>
      <w:r w:rsidR="0008167C" w:rsidRPr="0008167C">
        <w:t xml:space="preserve"> </w:t>
      </w:r>
      <w:r w:rsidRPr="0008167C">
        <w:t>размеров,</w:t>
      </w:r>
      <w:r w:rsidR="0008167C" w:rsidRPr="0008167C">
        <w:t xml:space="preserve"> </w:t>
      </w:r>
      <w:r w:rsidRPr="0008167C">
        <w:t>его</w:t>
      </w:r>
      <w:r w:rsidR="0008167C" w:rsidRPr="0008167C">
        <w:t xml:space="preserve"> </w:t>
      </w:r>
      <w:r w:rsidRPr="0008167C">
        <w:t>дальнейший</w:t>
      </w:r>
      <w:r w:rsidR="0008167C" w:rsidRPr="0008167C">
        <w:t xml:space="preserve"> </w:t>
      </w:r>
      <w:r w:rsidRPr="0008167C">
        <w:t>рост</w:t>
      </w:r>
      <w:r w:rsidR="0008167C" w:rsidRPr="0008167C">
        <w:t xml:space="preserve"> </w:t>
      </w:r>
      <w:r w:rsidRPr="0008167C">
        <w:t>вызывает</w:t>
      </w:r>
      <w:r w:rsidR="0008167C" w:rsidRPr="0008167C">
        <w:t xml:space="preserve"> </w:t>
      </w:r>
      <w:r w:rsidRPr="0008167C">
        <w:t>уменьшение</w:t>
      </w:r>
      <w:r w:rsidR="0008167C" w:rsidRPr="0008167C">
        <w:t xml:space="preserve"> </w:t>
      </w:r>
      <w:r w:rsidRPr="0008167C">
        <w:t>снежности</w:t>
      </w:r>
      <w:r w:rsidR="0008167C" w:rsidRPr="0008167C">
        <w:t xml:space="preserve"> </w:t>
      </w:r>
      <w:r w:rsidRPr="0008167C">
        <w:t>из-за</w:t>
      </w:r>
      <w:r w:rsidR="0008167C" w:rsidRPr="0008167C">
        <w:t xml:space="preserve"> </w:t>
      </w:r>
      <w:r w:rsidRPr="0008167C">
        <w:t>отклонения</w:t>
      </w:r>
      <w:r w:rsidR="0008167C" w:rsidRPr="0008167C">
        <w:t xml:space="preserve"> </w:t>
      </w:r>
      <w:r w:rsidRPr="0008167C">
        <w:t>путей</w:t>
      </w:r>
      <w:r w:rsidR="0008167C" w:rsidRPr="0008167C">
        <w:t xml:space="preserve"> </w:t>
      </w:r>
      <w:r w:rsidRPr="0008167C">
        <w:t>циклонов,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конечном</w:t>
      </w:r>
      <w:r w:rsidR="0008167C" w:rsidRPr="0008167C">
        <w:t xml:space="preserve"> </w:t>
      </w:r>
      <w:r w:rsidRPr="0008167C">
        <w:t>счете</w:t>
      </w:r>
      <w:r w:rsidR="0008167C" w:rsidRPr="0008167C">
        <w:t xml:space="preserve"> </w:t>
      </w:r>
      <w:r w:rsidRPr="0008167C">
        <w:t>замедляет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прекращает</w:t>
      </w:r>
      <w:r w:rsidR="0008167C" w:rsidRPr="0008167C">
        <w:t xml:space="preserve"> </w:t>
      </w:r>
      <w:r w:rsidRPr="0008167C">
        <w:t>разрастание</w:t>
      </w:r>
      <w:r w:rsidR="0008167C" w:rsidRPr="0008167C">
        <w:t xml:space="preserve"> </w:t>
      </w:r>
      <w:r w:rsidRPr="0008167C">
        <w:t>ледникового</w:t>
      </w:r>
      <w:r w:rsidR="0008167C" w:rsidRPr="0008167C">
        <w:t xml:space="preserve"> </w:t>
      </w:r>
      <w:r w:rsidRPr="0008167C">
        <w:t>щита</w:t>
      </w:r>
      <w:r w:rsidR="0008167C" w:rsidRPr="0008167C">
        <w:t xml:space="preserve">. </w:t>
      </w:r>
      <w:r w:rsidRPr="0008167C">
        <w:t>Это</w:t>
      </w:r>
      <w:r w:rsidR="0008167C" w:rsidRPr="0008167C">
        <w:t xml:space="preserve"> </w:t>
      </w:r>
      <w:r w:rsidRPr="0008167C">
        <w:t>один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механизмов,</w:t>
      </w:r>
      <w:r w:rsidR="0008167C" w:rsidRPr="0008167C">
        <w:t xml:space="preserve"> </w:t>
      </w:r>
      <w:r w:rsidRPr="0008167C">
        <w:t>ограничивавших</w:t>
      </w:r>
      <w:r w:rsidR="0008167C" w:rsidRPr="0008167C">
        <w:t xml:space="preserve"> </w:t>
      </w:r>
      <w:r w:rsidRPr="0008167C">
        <w:t>беспредельный</w:t>
      </w:r>
      <w:r w:rsidR="0008167C" w:rsidRPr="0008167C">
        <w:t xml:space="preserve"> </w:t>
      </w:r>
      <w:r w:rsidRPr="0008167C">
        <w:t>рост</w:t>
      </w:r>
      <w:r w:rsidR="0008167C" w:rsidRPr="0008167C">
        <w:t xml:space="preserve"> </w:t>
      </w:r>
      <w:r w:rsidRPr="0008167C">
        <w:t>оледенения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прошлом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  <w:autoSpaceDE w:val="0"/>
        <w:autoSpaceDN w:val="0"/>
        <w:adjustRightInd w:val="0"/>
      </w:pPr>
      <w:r w:rsidRPr="0008167C">
        <w:t>Высокое</w:t>
      </w:r>
      <w:r w:rsidR="0008167C" w:rsidRPr="0008167C">
        <w:t xml:space="preserve"> </w:t>
      </w:r>
      <w:r w:rsidRPr="0008167C">
        <w:t>альбедо</w:t>
      </w:r>
      <w:r w:rsidR="0008167C" w:rsidRPr="0008167C">
        <w:t xml:space="preserve"> </w:t>
      </w:r>
      <w:r w:rsidRPr="0008167C">
        <w:t>снежно-ледниковых</w:t>
      </w:r>
      <w:r w:rsidR="0008167C" w:rsidRPr="0008167C">
        <w:t xml:space="preserve"> </w:t>
      </w:r>
      <w:r w:rsidRPr="0008167C">
        <w:t>поверхностей</w:t>
      </w:r>
      <w:r w:rsidR="0008167C" w:rsidRPr="0008167C">
        <w:t xml:space="preserve"> </w:t>
      </w:r>
      <w:r w:rsidRPr="0008167C">
        <w:t>перестраивает</w:t>
      </w:r>
      <w:r w:rsidR="0008167C" w:rsidRPr="0008167C">
        <w:t xml:space="preserve"> </w:t>
      </w:r>
      <w:r w:rsidRPr="0008167C">
        <w:t>радиационный</w:t>
      </w:r>
      <w:r w:rsidR="0008167C" w:rsidRPr="0008167C">
        <w:t xml:space="preserve"> </w:t>
      </w:r>
      <w:r w:rsidRPr="0008167C">
        <w:t>баланс</w:t>
      </w:r>
      <w:r w:rsidR="0008167C" w:rsidRPr="0008167C">
        <w:t xml:space="preserve"> </w:t>
      </w:r>
      <w:r w:rsidRPr="0008167C">
        <w:t>системы</w:t>
      </w:r>
      <w:r w:rsidR="0008167C" w:rsidRPr="0008167C">
        <w:t xml:space="preserve"> </w:t>
      </w:r>
      <w:r w:rsidRPr="0008167C">
        <w:t>Земля</w:t>
      </w:r>
      <w:r w:rsidR="0008167C" w:rsidRPr="0008167C">
        <w:t xml:space="preserve"> - </w:t>
      </w:r>
      <w:r w:rsidRPr="0008167C">
        <w:t>атмосфера</w:t>
      </w:r>
      <w:r w:rsidR="0008167C" w:rsidRPr="0008167C">
        <w:t xml:space="preserve">. </w:t>
      </w:r>
      <w:r w:rsidRPr="0008167C">
        <w:t>По</w:t>
      </w:r>
      <w:r w:rsidR="0008167C" w:rsidRPr="0008167C">
        <w:t xml:space="preserve"> </w:t>
      </w:r>
      <w:r w:rsidRPr="0008167C">
        <w:t>сравнению</w:t>
      </w:r>
      <w:r w:rsidR="0008167C" w:rsidRPr="0008167C">
        <w:t xml:space="preserve"> </w:t>
      </w:r>
      <w:r w:rsidRPr="0008167C">
        <w:t>со</w:t>
      </w:r>
      <w:r w:rsidR="0008167C" w:rsidRPr="0008167C">
        <w:t xml:space="preserve"> </w:t>
      </w:r>
      <w:r w:rsidRPr="0008167C">
        <w:t>средним</w:t>
      </w:r>
      <w:r w:rsidR="0008167C" w:rsidRPr="0008167C">
        <w:t xml:space="preserve"> </w:t>
      </w:r>
      <w:r w:rsidRPr="0008167C">
        <w:t>альбедо</w:t>
      </w:r>
      <w:r w:rsidR="0008167C" w:rsidRPr="0008167C">
        <w:t xml:space="preserve"> </w:t>
      </w:r>
      <w:r w:rsidRPr="0008167C">
        <w:t>земной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отраженная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космос</w:t>
      </w:r>
      <w:r w:rsidR="0008167C" w:rsidRPr="0008167C">
        <w:t xml:space="preserve"> </w:t>
      </w:r>
      <w:r w:rsidRPr="0008167C">
        <w:t>солнечная</w:t>
      </w:r>
      <w:r w:rsidR="0008167C" w:rsidRPr="0008167C">
        <w:t xml:space="preserve"> </w:t>
      </w:r>
      <w:r w:rsidRPr="0008167C">
        <w:t>радиация</w:t>
      </w:r>
      <w:r w:rsidR="0008167C" w:rsidRPr="0008167C">
        <w:t xml:space="preserve"> </w:t>
      </w:r>
      <w:r w:rsidRPr="0008167C">
        <w:t>увеличена</w:t>
      </w:r>
      <w:r w:rsidR="0008167C" w:rsidRPr="0008167C">
        <w:t xml:space="preserve"> </w:t>
      </w:r>
      <w:r w:rsidRPr="0008167C">
        <w:t>над</w:t>
      </w:r>
      <w:r w:rsidR="0008167C" w:rsidRPr="0008167C">
        <w:t xml:space="preserve"> </w:t>
      </w:r>
      <w:r w:rsidRPr="0008167C">
        <w:t>материковыми</w:t>
      </w:r>
      <w:r w:rsidR="0008167C" w:rsidRPr="0008167C">
        <w:t xml:space="preserve"> </w:t>
      </w:r>
      <w:r w:rsidRPr="0008167C">
        <w:t>ледниковыми</w:t>
      </w:r>
      <w:r w:rsidR="0008167C" w:rsidRPr="0008167C">
        <w:t xml:space="preserve"> </w:t>
      </w:r>
      <w:r w:rsidRPr="0008167C">
        <w:t>покровами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3,5</w:t>
      </w:r>
      <w:r w:rsidR="0008167C" w:rsidRPr="0008167C">
        <w:t xml:space="preserve"> </w:t>
      </w:r>
      <w:r w:rsidRPr="0008167C">
        <w:t>раза,</w:t>
      </w:r>
      <w:r w:rsidR="0008167C" w:rsidRPr="0008167C">
        <w:t xml:space="preserve"> </w:t>
      </w:r>
      <w:r w:rsidRPr="0008167C">
        <w:t>над</w:t>
      </w:r>
      <w:r w:rsidR="0008167C" w:rsidRPr="0008167C">
        <w:t xml:space="preserve"> </w:t>
      </w:r>
      <w:r w:rsidRPr="0008167C">
        <w:t>фирновыми</w:t>
      </w:r>
      <w:r w:rsidR="0008167C" w:rsidRPr="0008167C">
        <w:t xml:space="preserve"> </w:t>
      </w:r>
      <w:r w:rsidRPr="0008167C">
        <w:t>областями</w:t>
      </w:r>
      <w:r w:rsidR="0008167C" w:rsidRPr="0008167C">
        <w:t xml:space="preserve"> </w:t>
      </w:r>
      <w:r w:rsidRPr="0008167C">
        <w:t>горных</w:t>
      </w:r>
      <w:r w:rsidR="0008167C" w:rsidRPr="0008167C">
        <w:t xml:space="preserve"> </w:t>
      </w:r>
      <w:r w:rsidRPr="0008167C">
        <w:t>ледников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2</w:t>
      </w:r>
      <w:r w:rsidR="0008167C" w:rsidRPr="0008167C">
        <w:t xml:space="preserve"> </w:t>
      </w:r>
      <w:r w:rsidRPr="0008167C">
        <w:t>раза,</w:t>
      </w:r>
      <w:r w:rsidR="0008167C" w:rsidRPr="0008167C">
        <w:t xml:space="preserve"> </w:t>
      </w:r>
      <w:r w:rsidRPr="0008167C">
        <w:t>над</w:t>
      </w:r>
      <w:r w:rsidR="0008167C" w:rsidRPr="0008167C">
        <w:t xml:space="preserve"> </w:t>
      </w:r>
      <w:r w:rsidRPr="0008167C">
        <w:t>островными</w:t>
      </w:r>
      <w:r w:rsidR="0008167C" w:rsidRPr="0008167C">
        <w:t xml:space="preserve"> </w:t>
      </w:r>
      <w:r w:rsidRPr="0008167C">
        <w:t>ледниковыми</w:t>
      </w:r>
      <w:r w:rsidR="0008167C" w:rsidRPr="0008167C">
        <w:t xml:space="preserve"> </w:t>
      </w:r>
      <w:r w:rsidRPr="0008167C">
        <w:t>покровами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1/3,</w:t>
      </w:r>
      <w:r w:rsidR="0008167C" w:rsidRPr="0008167C">
        <w:t xml:space="preserve"> </w:t>
      </w:r>
      <w:r w:rsidRPr="0008167C">
        <w:t>а</w:t>
      </w:r>
      <w:r w:rsidR="0008167C" w:rsidRPr="0008167C">
        <w:t xml:space="preserve"> </w:t>
      </w:r>
      <w:r w:rsidRPr="0008167C">
        <w:t>над</w:t>
      </w:r>
      <w:r w:rsidR="0008167C" w:rsidRPr="0008167C">
        <w:t xml:space="preserve"> </w:t>
      </w:r>
      <w:r w:rsidRPr="0008167C">
        <w:t>языками</w:t>
      </w:r>
      <w:r w:rsidR="0008167C" w:rsidRPr="0008167C">
        <w:t xml:space="preserve"> </w:t>
      </w:r>
      <w:r w:rsidRPr="0008167C">
        <w:t>горных</w:t>
      </w:r>
      <w:r w:rsidR="0008167C" w:rsidRPr="0008167C">
        <w:t xml:space="preserve"> </w:t>
      </w:r>
      <w:r w:rsidRPr="0008167C">
        <w:t>ледников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1/5</w:t>
      </w:r>
      <w:r w:rsidR="0008167C" w:rsidRPr="0008167C">
        <w:t xml:space="preserve">. </w:t>
      </w:r>
      <w:r w:rsidRPr="0008167C">
        <w:t>Роль</w:t>
      </w:r>
      <w:r w:rsidR="0008167C" w:rsidRPr="0008167C">
        <w:t xml:space="preserve"> </w:t>
      </w:r>
      <w:r w:rsidRPr="0008167C">
        <w:t>ледников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радиационном</w:t>
      </w:r>
      <w:r w:rsidR="0008167C" w:rsidRPr="0008167C">
        <w:t xml:space="preserve"> </w:t>
      </w:r>
      <w:r w:rsidRPr="0008167C">
        <w:t>балансе</w:t>
      </w:r>
      <w:r w:rsidR="0008167C" w:rsidRPr="0008167C">
        <w:t xml:space="preserve"> </w:t>
      </w:r>
      <w:r w:rsidRPr="0008167C">
        <w:t>существенно</w:t>
      </w:r>
      <w:r w:rsidR="0008167C" w:rsidRPr="0008167C">
        <w:t xml:space="preserve"> </w:t>
      </w:r>
      <w:r w:rsidRPr="0008167C">
        <w:t>зависит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условий</w:t>
      </w:r>
      <w:r w:rsidR="0008167C" w:rsidRPr="0008167C">
        <w:t xml:space="preserve"> </w:t>
      </w:r>
      <w:r w:rsidRPr="0008167C">
        <w:t>облачности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  <w:autoSpaceDE w:val="0"/>
        <w:autoSpaceDN w:val="0"/>
        <w:adjustRightInd w:val="0"/>
      </w:pPr>
      <w:r w:rsidRPr="0008167C">
        <w:t>Добавим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этому,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затраты</w:t>
      </w:r>
      <w:r w:rsidR="0008167C" w:rsidRPr="0008167C">
        <w:t xml:space="preserve"> </w:t>
      </w:r>
      <w:r w:rsidRPr="0008167C">
        <w:t>тепла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ежегодное</w:t>
      </w:r>
      <w:r w:rsidR="0008167C" w:rsidRPr="0008167C">
        <w:t xml:space="preserve"> </w:t>
      </w:r>
      <w:r w:rsidRPr="0008167C">
        <w:t>таяние</w:t>
      </w:r>
      <w:r w:rsidR="0008167C" w:rsidRPr="0008167C">
        <w:t xml:space="preserve"> </w:t>
      </w:r>
      <w:r w:rsidRPr="0008167C">
        <w:t>всего</w:t>
      </w:r>
      <w:r w:rsidR="0008167C" w:rsidRPr="0008167C">
        <w:t xml:space="preserve"> </w:t>
      </w:r>
      <w:r w:rsidRPr="0008167C">
        <w:t>накопленного</w:t>
      </w:r>
      <w:r w:rsidR="0008167C" w:rsidRPr="0008167C">
        <w:t xml:space="preserve"> </w:t>
      </w:r>
      <w:r w:rsidRPr="0008167C">
        <w:t>за</w:t>
      </w:r>
      <w:r w:rsidR="0008167C" w:rsidRPr="0008167C">
        <w:t xml:space="preserve"> </w:t>
      </w:r>
      <w:r w:rsidRPr="0008167C">
        <w:t>год</w:t>
      </w:r>
      <w:r w:rsidR="0008167C" w:rsidRPr="0008167C">
        <w:t xml:space="preserve"> </w:t>
      </w:r>
      <w:r w:rsidRPr="0008167C">
        <w:t>снега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льда</w:t>
      </w:r>
      <w:r w:rsidR="0008167C" w:rsidRPr="0008167C">
        <w:t xml:space="preserve"> </w:t>
      </w:r>
      <w:r w:rsidRPr="0008167C">
        <w:t>составляют</w:t>
      </w:r>
      <w:r w:rsidR="0008167C" w:rsidRPr="0008167C">
        <w:t xml:space="preserve"> </w:t>
      </w:r>
      <w:r w:rsidRPr="0008167C">
        <w:t>почти</w:t>
      </w:r>
      <w:r w:rsidR="0008167C" w:rsidRPr="0008167C">
        <w:t xml:space="preserve"> </w:t>
      </w:r>
      <w:r w:rsidRPr="0008167C">
        <w:t>6*10</w:t>
      </w:r>
      <w:r w:rsidRPr="0008167C">
        <w:rPr>
          <w:vertAlign w:val="superscript"/>
        </w:rPr>
        <w:t>18</w:t>
      </w:r>
      <w:r w:rsidR="0008167C" w:rsidRPr="0008167C">
        <w:t xml:space="preserve"> </w:t>
      </w:r>
      <w:r w:rsidRPr="0008167C">
        <w:t>кДж,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около</w:t>
      </w:r>
      <w:r w:rsidR="0008167C" w:rsidRPr="0008167C">
        <w:t xml:space="preserve"> </w:t>
      </w:r>
      <w:r w:rsidRPr="0008167C">
        <w:t>0,2%</w:t>
      </w:r>
      <w:r w:rsidR="0008167C" w:rsidRPr="0008167C">
        <w:t xml:space="preserve"> </w:t>
      </w:r>
      <w:r w:rsidRPr="0008167C">
        <w:t>поглощаемой</w:t>
      </w:r>
      <w:r w:rsidR="0008167C" w:rsidRPr="0008167C">
        <w:t xml:space="preserve"> </w:t>
      </w:r>
      <w:r w:rsidRPr="0008167C">
        <w:t>Землей</w:t>
      </w:r>
      <w:r w:rsidR="0008167C" w:rsidRPr="0008167C">
        <w:t xml:space="preserve"> </w:t>
      </w:r>
      <w:r w:rsidRPr="0008167C">
        <w:t>солнечной</w:t>
      </w:r>
      <w:r w:rsidR="0008167C" w:rsidRPr="0008167C">
        <w:t xml:space="preserve"> </w:t>
      </w:r>
      <w:r w:rsidRPr="0008167C">
        <w:t>радиации</w:t>
      </w:r>
      <w:r w:rsidR="0008167C" w:rsidRPr="0008167C">
        <w:t xml:space="preserve">. </w:t>
      </w:r>
      <w:r w:rsidRPr="0008167C">
        <w:t>А</w:t>
      </w:r>
      <w:r w:rsidR="0008167C" w:rsidRPr="0008167C">
        <w:t xml:space="preserve"> </w:t>
      </w:r>
      <w:r w:rsidRPr="0008167C">
        <w:t>затраты</w:t>
      </w:r>
      <w:r w:rsidR="0008167C" w:rsidRPr="0008167C">
        <w:t xml:space="preserve"> </w:t>
      </w:r>
      <w:r w:rsidRPr="0008167C">
        <w:t>тепла</w:t>
      </w:r>
      <w:r w:rsidR="0008167C" w:rsidRPr="0008167C">
        <w:t xml:space="preserve"> </w:t>
      </w:r>
      <w:r w:rsidRPr="0008167C">
        <w:t>океаном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таяние</w:t>
      </w:r>
      <w:r w:rsidR="0008167C" w:rsidRPr="0008167C">
        <w:t xml:space="preserve"> </w:t>
      </w:r>
      <w:r w:rsidRPr="0008167C">
        <w:t>айсбергов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абразию</w:t>
      </w:r>
      <w:r w:rsidR="0008167C" w:rsidRPr="0008167C">
        <w:t xml:space="preserve"> </w:t>
      </w:r>
      <w:r w:rsidRPr="0008167C">
        <w:t>ледяных</w:t>
      </w:r>
      <w:r w:rsidR="0008167C" w:rsidRPr="0008167C">
        <w:t xml:space="preserve"> </w:t>
      </w:r>
      <w:r w:rsidRPr="0008167C">
        <w:t>берегов</w:t>
      </w:r>
      <w:r w:rsidR="0008167C" w:rsidRPr="0008167C">
        <w:t xml:space="preserve"> </w:t>
      </w:r>
      <w:r w:rsidRPr="0008167C">
        <w:t>почти</w:t>
      </w:r>
      <w:r w:rsidR="0008167C" w:rsidRPr="0008167C">
        <w:t xml:space="preserve"> </w:t>
      </w:r>
      <w:r w:rsidRPr="0008167C">
        <w:t>1017</w:t>
      </w:r>
      <w:r w:rsidR="0008167C" w:rsidRPr="0008167C">
        <w:t xml:space="preserve"> </w:t>
      </w:r>
      <w:r w:rsidRPr="0008167C">
        <w:t>кДж/год,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соизмеримо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тепловым</w:t>
      </w:r>
      <w:r w:rsidR="0008167C" w:rsidRPr="0008167C">
        <w:t xml:space="preserve"> </w:t>
      </w:r>
      <w:r w:rsidRPr="0008167C">
        <w:t>стоком/</w:t>
      </w:r>
      <w:r w:rsidR="0008167C" w:rsidRPr="0008167C">
        <w:t xml:space="preserve"> </w:t>
      </w:r>
      <w:r w:rsidRPr="0008167C">
        <w:t>рек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океан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  <w:autoSpaceDE w:val="0"/>
        <w:autoSpaceDN w:val="0"/>
        <w:adjustRightInd w:val="0"/>
      </w:pPr>
      <w:r w:rsidRPr="0008167C">
        <w:t>Таким</w:t>
      </w:r>
      <w:r w:rsidR="0008167C" w:rsidRPr="0008167C">
        <w:t xml:space="preserve"> </w:t>
      </w:r>
      <w:r w:rsidRPr="0008167C">
        <w:t>образом,</w:t>
      </w:r>
      <w:r w:rsidR="0008167C" w:rsidRPr="0008167C">
        <w:t xml:space="preserve"> </w:t>
      </w:r>
      <w:r w:rsidRPr="0008167C">
        <w:t>снега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льды</w:t>
      </w:r>
      <w:r w:rsidR="0008167C" w:rsidRPr="0008167C">
        <w:t xml:space="preserve"> </w:t>
      </w:r>
      <w:r w:rsidRPr="0008167C">
        <w:t>охлаждают</w:t>
      </w:r>
      <w:r w:rsidR="0008167C" w:rsidRPr="0008167C">
        <w:t xml:space="preserve"> </w:t>
      </w:r>
      <w:r w:rsidRPr="0008167C">
        <w:t>климат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планетарном</w:t>
      </w:r>
      <w:r w:rsidR="0008167C" w:rsidRPr="0008167C">
        <w:t xml:space="preserve"> </w:t>
      </w:r>
      <w:r w:rsidRPr="0008167C">
        <w:t>масштабе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основном</w:t>
      </w:r>
      <w:r w:rsidR="0008167C" w:rsidRPr="0008167C">
        <w:t xml:space="preserve"> </w:t>
      </w:r>
      <w:r w:rsidRPr="0008167C">
        <w:t>из-за</w:t>
      </w:r>
      <w:r w:rsidR="0008167C" w:rsidRPr="0008167C">
        <w:t xml:space="preserve"> </w:t>
      </w:r>
      <w:r w:rsidRPr="0008167C">
        <w:t>наличия</w:t>
      </w:r>
      <w:r w:rsidR="0008167C" w:rsidRPr="0008167C">
        <w:t xml:space="preserve"> </w:t>
      </w:r>
      <w:r w:rsidRPr="0008167C">
        <w:t>огромного</w:t>
      </w:r>
      <w:r w:rsidR="0008167C" w:rsidRPr="0008167C">
        <w:t xml:space="preserve"> </w:t>
      </w:r>
      <w:r w:rsidRPr="0008167C">
        <w:t>ледяного</w:t>
      </w:r>
      <w:r w:rsidR="0008167C" w:rsidRPr="0008167C">
        <w:t xml:space="preserve"> </w:t>
      </w:r>
      <w:r w:rsidRPr="0008167C">
        <w:t>материка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южнополярной</w:t>
      </w:r>
      <w:r w:rsidR="0008167C" w:rsidRPr="0008167C">
        <w:t xml:space="preserve"> </w:t>
      </w:r>
      <w:r w:rsidRPr="0008167C">
        <w:t>области</w:t>
      </w:r>
      <w:r w:rsidR="0008167C" w:rsidRPr="0008167C">
        <w:t xml:space="preserve"> </w:t>
      </w:r>
      <w:r w:rsidRPr="0008167C">
        <w:t>южное</w:t>
      </w:r>
      <w:r w:rsidR="0008167C" w:rsidRPr="0008167C">
        <w:t xml:space="preserve"> </w:t>
      </w:r>
      <w:r w:rsidRPr="0008167C">
        <w:t>полушарие</w:t>
      </w:r>
      <w:r w:rsidR="0008167C" w:rsidRPr="0008167C">
        <w:t xml:space="preserve"> </w:t>
      </w:r>
      <w:r w:rsidRPr="0008167C">
        <w:t>Земли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2,2°</w:t>
      </w:r>
      <w:r w:rsidR="0008167C" w:rsidRPr="0008167C">
        <w:t xml:space="preserve"> </w:t>
      </w:r>
      <w:r w:rsidRPr="0008167C">
        <w:t>холоднее</w:t>
      </w:r>
      <w:r w:rsidR="0008167C" w:rsidRPr="0008167C">
        <w:t xml:space="preserve"> </w:t>
      </w:r>
      <w:r w:rsidRPr="0008167C">
        <w:t>северного</w:t>
      </w:r>
      <w:r w:rsidR="0008167C" w:rsidRPr="0008167C">
        <w:t xml:space="preserve">. </w:t>
      </w:r>
      <w:r w:rsidRPr="0008167C">
        <w:t>Гренландский</w:t>
      </w:r>
      <w:r w:rsidR="0008167C" w:rsidRPr="0008167C">
        <w:t xml:space="preserve"> </w:t>
      </w:r>
      <w:r w:rsidRPr="0008167C">
        <w:t>ледниковый</w:t>
      </w:r>
      <w:r w:rsidR="0008167C" w:rsidRPr="0008167C">
        <w:t xml:space="preserve"> </w:t>
      </w:r>
      <w:r w:rsidRPr="0008167C">
        <w:t>покров</w:t>
      </w:r>
      <w:r w:rsidR="0008167C" w:rsidRPr="0008167C">
        <w:t xml:space="preserve"> </w:t>
      </w:r>
      <w:r w:rsidRPr="0008167C">
        <w:t>совместно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Восточно-Гренландским</w:t>
      </w:r>
      <w:r w:rsidR="0008167C" w:rsidRPr="0008167C">
        <w:t xml:space="preserve"> </w:t>
      </w:r>
      <w:r w:rsidRPr="0008167C">
        <w:t>холодным</w:t>
      </w:r>
      <w:r w:rsidR="0008167C" w:rsidRPr="0008167C">
        <w:t xml:space="preserve"> </w:t>
      </w:r>
      <w:r w:rsidRPr="0008167C">
        <w:t>течением</w:t>
      </w:r>
      <w:r w:rsidR="0008167C" w:rsidRPr="0008167C">
        <w:t xml:space="preserve"> </w:t>
      </w:r>
      <w:r w:rsidRPr="0008167C">
        <w:t>поддерживает</w:t>
      </w:r>
      <w:r w:rsidR="0008167C" w:rsidRPr="0008167C">
        <w:t xml:space="preserve"> </w:t>
      </w:r>
      <w:r w:rsidRPr="0008167C">
        <w:t>круглогодичное</w:t>
      </w:r>
      <w:r w:rsidR="0008167C" w:rsidRPr="0008167C">
        <w:t xml:space="preserve"> </w:t>
      </w:r>
      <w:r w:rsidRPr="0008167C">
        <w:t>существование</w:t>
      </w:r>
      <w:r w:rsidR="0008167C" w:rsidRPr="0008167C">
        <w:t xml:space="preserve"> </w:t>
      </w:r>
      <w:r w:rsidRPr="0008167C">
        <w:t>исландского</w:t>
      </w:r>
      <w:r w:rsidR="0008167C" w:rsidRPr="0008167C">
        <w:t xml:space="preserve"> </w:t>
      </w:r>
      <w:r w:rsidRPr="0008167C">
        <w:t>минимума</w:t>
      </w:r>
      <w:r w:rsidR="0008167C" w:rsidRPr="0008167C">
        <w:t xml:space="preserve"> </w:t>
      </w:r>
      <w:r w:rsidRPr="0008167C">
        <w:t>давления,</w:t>
      </w:r>
      <w:r w:rsidR="0008167C" w:rsidRPr="0008167C">
        <w:t xml:space="preserve"> </w:t>
      </w:r>
      <w:r w:rsidRPr="0008167C">
        <w:t>другой</w:t>
      </w:r>
      <w:r w:rsidR="0008167C" w:rsidRPr="0008167C">
        <w:t xml:space="preserve"> </w:t>
      </w:r>
      <w:r w:rsidRPr="0008167C">
        <w:t>же</w:t>
      </w:r>
      <w:r w:rsidR="0008167C" w:rsidRPr="0008167C">
        <w:t xml:space="preserve"> </w:t>
      </w:r>
      <w:r w:rsidRPr="0008167C">
        <w:t>известный</w:t>
      </w:r>
      <w:r w:rsidR="0008167C" w:rsidRPr="0008167C">
        <w:t xml:space="preserve"> </w:t>
      </w:r>
      <w:r w:rsidRPr="0008167C">
        <w:t>минимум</w:t>
      </w:r>
      <w:r w:rsidR="0008167C" w:rsidRPr="0008167C">
        <w:t xml:space="preserve"> </w:t>
      </w:r>
      <w:r w:rsidRPr="0008167C">
        <w:t>давления</w:t>
      </w:r>
      <w:r w:rsidR="0008167C" w:rsidRPr="0008167C">
        <w:t xml:space="preserve"> - </w:t>
      </w:r>
      <w:r w:rsidRPr="0008167C">
        <w:t>алеутский,</w:t>
      </w:r>
      <w:r w:rsidR="0008167C" w:rsidRPr="0008167C">
        <w:t xml:space="preserve"> </w:t>
      </w:r>
      <w:r w:rsidRPr="0008167C">
        <w:t>расположенный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стороне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ледниковых</w:t>
      </w:r>
      <w:r w:rsidR="0008167C" w:rsidRPr="0008167C">
        <w:t xml:space="preserve"> </w:t>
      </w:r>
      <w:r w:rsidRPr="0008167C">
        <w:t>покровов,</w:t>
      </w:r>
      <w:r w:rsidR="0008167C" w:rsidRPr="0008167C">
        <w:t xml:space="preserve"> </w:t>
      </w:r>
      <w:r w:rsidRPr="0008167C">
        <w:t>носит</w:t>
      </w:r>
      <w:r w:rsidR="0008167C" w:rsidRPr="0008167C">
        <w:t xml:space="preserve"> </w:t>
      </w:r>
      <w:r w:rsidRPr="0008167C">
        <w:t>сезонный</w:t>
      </w:r>
      <w:r w:rsidR="0008167C" w:rsidRPr="0008167C">
        <w:t xml:space="preserve"> </w:t>
      </w:r>
      <w:r w:rsidRPr="0008167C">
        <w:t>характер</w:t>
      </w:r>
      <w:r w:rsidR="0008167C" w:rsidRPr="0008167C">
        <w:t xml:space="preserve">. </w:t>
      </w:r>
      <w:r w:rsidRPr="0008167C">
        <w:t>Круглогодичный</w:t>
      </w:r>
      <w:r w:rsidR="0008167C" w:rsidRPr="0008167C">
        <w:t xml:space="preserve"> </w:t>
      </w:r>
      <w:r w:rsidRPr="0008167C">
        <w:t>минимум</w:t>
      </w:r>
      <w:r w:rsidR="0008167C" w:rsidRPr="0008167C">
        <w:t xml:space="preserve"> </w:t>
      </w:r>
      <w:r w:rsidRPr="0008167C">
        <w:t>давления</w:t>
      </w:r>
      <w:r w:rsidR="0008167C" w:rsidRPr="0008167C">
        <w:t xml:space="preserve"> </w:t>
      </w:r>
      <w:r w:rsidRPr="0008167C">
        <w:t>атмосферы</w:t>
      </w:r>
      <w:r w:rsidR="0008167C" w:rsidRPr="0008167C">
        <w:t xml:space="preserve"> </w:t>
      </w:r>
      <w:r w:rsidRPr="0008167C">
        <w:t>сохраняется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вокруг</w:t>
      </w:r>
      <w:r w:rsidR="0008167C" w:rsidRPr="0008167C">
        <w:t xml:space="preserve"> </w:t>
      </w:r>
      <w:r w:rsidRPr="0008167C">
        <w:t>другого</w:t>
      </w:r>
      <w:r w:rsidR="0008167C" w:rsidRPr="0008167C">
        <w:t xml:space="preserve"> </w:t>
      </w:r>
      <w:r w:rsidRPr="0008167C">
        <w:t>континентального</w:t>
      </w:r>
      <w:r w:rsidR="0008167C" w:rsidRPr="0008167C">
        <w:t xml:space="preserve"> </w:t>
      </w:r>
      <w:r w:rsidRPr="0008167C">
        <w:t>ледникового</w:t>
      </w:r>
      <w:r w:rsidR="0008167C" w:rsidRPr="0008167C">
        <w:t xml:space="preserve"> </w:t>
      </w:r>
      <w:r w:rsidRPr="0008167C">
        <w:t>покрова</w:t>
      </w:r>
      <w:r w:rsidR="0008167C" w:rsidRPr="0008167C">
        <w:t xml:space="preserve"> - </w:t>
      </w:r>
      <w:r w:rsidRPr="0008167C">
        <w:t>Антарктического</w:t>
      </w:r>
      <w:r w:rsidR="0008167C" w:rsidRPr="0008167C">
        <w:t xml:space="preserve">. </w:t>
      </w:r>
      <w:r w:rsidRPr="0008167C">
        <w:t>Это</w:t>
      </w:r>
      <w:r w:rsidR="0008167C" w:rsidRPr="0008167C">
        <w:t xml:space="preserve"> </w:t>
      </w:r>
      <w:r w:rsidRPr="0008167C">
        <w:t>отражается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всем</w:t>
      </w:r>
      <w:r w:rsidR="0008167C" w:rsidRPr="0008167C">
        <w:t xml:space="preserve"> </w:t>
      </w:r>
      <w:r w:rsidRPr="0008167C">
        <w:t>механизме</w:t>
      </w:r>
      <w:r w:rsidR="0008167C" w:rsidRPr="0008167C">
        <w:t xml:space="preserve"> </w:t>
      </w:r>
      <w:r w:rsidRPr="0008167C">
        <w:t>атмосферной</w:t>
      </w:r>
      <w:r w:rsidR="0008167C" w:rsidRPr="0008167C">
        <w:t xml:space="preserve"> </w:t>
      </w:r>
      <w:r w:rsidRPr="0008167C">
        <w:t>циркуляции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</w:pPr>
      <w:r w:rsidRPr="0008167C">
        <w:t>Чем</w:t>
      </w:r>
      <w:r w:rsidR="0008167C" w:rsidRPr="0008167C">
        <w:t xml:space="preserve"> </w:t>
      </w:r>
      <w:r w:rsidRPr="0008167C">
        <w:t>меньше</w:t>
      </w:r>
      <w:r w:rsidR="0008167C" w:rsidRPr="0008167C">
        <w:t xml:space="preserve"> </w:t>
      </w:r>
      <w:r w:rsidRPr="0008167C">
        <w:t>ледник,</w:t>
      </w:r>
      <w:r w:rsidR="0008167C" w:rsidRPr="0008167C">
        <w:t xml:space="preserve"> </w:t>
      </w:r>
      <w:r w:rsidRPr="0008167C">
        <w:t>тем</w:t>
      </w:r>
      <w:r w:rsidR="0008167C" w:rsidRPr="0008167C">
        <w:t xml:space="preserve"> </w:t>
      </w:r>
      <w:r w:rsidRPr="0008167C">
        <w:t>менее</w:t>
      </w:r>
      <w:r w:rsidR="0008167C" w:rsidRPr="0008167C">
        <w:t xml:space="preserve"> </w:t>
      </w:r>
      <w:r w:rsidRPr="0008167C">
        <w:t>заметным</w:t>
      </w:r>
      <w:r w:rsidR="0008167C" w:rsidRPr="0008167C">
        <w:t xml:space="preserve"> </w:t>
      </w:r>
      <w:r w:rsidRPr="0008167C">
        <w:t>становится</w:t>
      </w:r>
      <w:r w:rsidR="0008167C" w:rsidRPr="0008167C">
        <w:t xml:space="preserve"> </w:t>
      </w:r>
      <w:r w:rsidRPr="0008167C">
        <w:t>его</w:t>
      </w:r>
      <w:r w:rsidR="0008167C" w:rsidRPr="0008167C">
        <w:t xml:space="preserve"> </w:t>
      </w:r>
      <w:r w:rsidRPr="0008167C">
        <w:t>климатическое</w:t>
      </w:r>
      <w:r w:rsidR="0008167C" w:rsidRPr="0008167C">
        <w:t xml:space="preserve"> </w:t>
      </w:r>
      <w:r w:rsidRPr="0008167C">
        <w:t>влияние</w:t>
      </w:r>
      <w:r w:rsidR="0008167C" w:rsidRPr="0008167C">
        <w:t xml:space="preserve">. </w:t>
      </w:r>
      <w:r w:rsidRPr="0008167C">
        <w:t>Но</w:t>
      </w:r>
      <w:r w:rsidR="0008167C" w:rsidRPr="0008167C">
        <w:t xml:space="preserve"> </w:t>
      </w:r>
      <w:r w:rsidRPr="0008167C">
        <w:t>даже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отдельных</w:t>
      </w:r>
      <w:r w:rsidR="0008167C" w:rsidRPr="0008167C">
        <w:t xml:space="preserve"> </w:t>
      </w:r>
      <w:r w:rsidRPr="0008167C">
        <w:t>небольших</w:t>
      </w:r>
      <w:r w:rsidR="0008167C" w:rsidRPr="0008167C">
        <w:t xml:space="preserve"> </w:t>
      </w:r>
      <w:r w:rsidRPr="0008167C">
        <w:t>ледниках</w:t>
      </w:r>
      <w:r w:rsidR="0008167C" w:rsidRPr="0008167C">
        <w:t xml:space="preserve"> </w:t>
      </w:r>
      <w:r w:rsidRPr="0008167C">
        <w:t>почти</w:t>
      </w:r>
      <w:r w:rsidR="0008167C" w:rsidRPr="0008167C">
        <w:t xml:space="preserve"> </w:t>
      </w:r>
      <w:r w:rsidRPr="0008167C">
        <w:t>всегда</w:t>
      </w:r>
      <w:r w:rsidR="0008167C" w:rsidRPr="0008167C">
        <w:t xml:space="preserve"> </w:t>
      </w:r>
      <w:r w:rsidRPr="0008167C">
        <w:t>изменяется</w:t>
      </w:r>
      <w:r w:rsidR="0008167C" w:rsidRPr="0008167C">
        <w:t xml:space="preserve"> </w:t>
      </w:r>
      <w:r w:rsidRPr="0008167C">
        <w:t>температура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приземном</w:t>
      </w:r>
      <w:r w:rsidR="0008167C" w:rsidRPr="0008167C">
        <w:t xml:space="preserve"> </w:t>
      </w:r>
      <w:r w:rsidRPr="0008167C">
        <w:t>слое</w:t>
      </w:r>
      <w:r w:rsidR="0008167C" w:rsidRPr="0008167C">
        <w:t xml:space="preserve"> </w:t>
      </w:r>
      <w:r w:rsidRPr="0008167C">
        <w:t>воздуха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переходе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ледниковой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каменную</w:t>
      </w:r>
      <w:r w:rsidR="0008167C" w:rsidRPr="0008167C">
        <w:t xml:space="preserve"> </w:t>
      </w:r>
      <w:r w:rsidRPr="0008167C">
        <w:t>поверхность,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наоборот</w:t>
      </w:r>
      <w:r w:rsidR="0008167C" w:rsidRPr="0008167C">
        <w:t xml:space="preserve">. </w:t>
      </w:r>
      <w:r w:rsidRPr="0008167C">
        <w:t>Это</w:t>
      </w:r>
      <w:r w:rsidR="0008167C" w:rsidRPr="0008167C">
        <w:t xml:space="preserve"> </w:t>
      </w:r>
      <w:r w:rsidRPr="0008167C">
        <w:t>так</w:t>
      </w:r>
      <w:r w:rsidR="0008167C" w:rsidRPr="0008167C">
        <w:t xml:space="preserve"> </w:t>
      </w:r>
      <w:r w:rsidRPr="0008167C">
        <w:t>называемый</w:t>
      </w:r>
      <w:r w:rsidR="0008167C" w:rsidRPr="0008167C">
        <w:t xml:space="preserve"> </w:t>
      </w:r>
      <w:r w:rsidRPr="0008167C">
        <w:t>температурный</w:t>
      </w:r>
      <w:r w:rsidR="0008167C" w:rsidRPr="0008167C">
        <w:t xml:space="preserve"> </w:t>
      </w:r>
      <w:r w:rsidRPr="0008167C">
        <w:t>скачок,</w:t>
      </w:r>
      <w:r w:rsidR="0008167C" w:rsidRPr="0008167C">
        <w:t xml:space="preserve"> </w:t>
      </w:r>
      <w:r w:rsidRPr="0008167C">
        <w:t>который</w:t>
      </w:r>
      <w:r w:rsidR="0008167C" w:rsidRPr="0008167C">
        <w:t xml:space="preserve"> </w:t>
      </w:r>
      <w:r w:rsidRPr="0008167C">
        <w:t>зависит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многих</w:t>
      </w:r>
      <w:r w:rsidR="0008167C" w:rsidRPr="0008167C">
        <w:t xml:space="preserve"> </w:t>
      </w:r>
      <w:r w:rsidRPr="0008167C">
        <w:t>условий</w:t>
      </w:r>
      <w:r w:rsidR="0008167C" w:rsidRPr="0008167C">
        <w:t xml:space="preserve">: </w:t>
      </w:r>
      <w:r w:rsidRPr="0008167C">
        <w:t>размеров</w:t>
      </w:r>
      <w:r w:rsidR="0008167C" w:rsidRPr="0008167C">
        <w:t xml:space="preserve"> </w:t>
      </w:r>
      <w:r w:rsidRPr="0008167C">
        <w:t>ледника,</w:t>
      </w:r>
      <w:r w:rsidR="0008167C" w:rsidRPr="0008167C">
        <w:t xml:space="preserve"> </w:t>
      </w:r>
      <w:r w:rsidRPr="0008167C">
        <w:t>заснеженности</w:t>
      </w:r>
      <w:r w:rsidR="0008167C" w:rsidRPr="0008167C">
        <w:t xml:space="preserve"> </w:t>
      </w:r>
      <w:r w:rsidRPr="0008167C">
        <w:t>ледника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склонов,</w:t>
      </w:r>
      <w:r w:rsidR="0008167C" w:rsidRPr="0008167C">
        <w:t xml:space="preserve"> </w:t>
      </w:r>
      <w:r w:rsidRPr="0008167C">
        <w:t>температуры</w:t>
      </w:r>
      <w:r w:rsidR="0008167C" w:rsidRPr="0008167C">
        <w:t xml:space="preserve"> </w:t>
      </w:r>
      <w:r w:rsidRPr="0008167C">
        <w:t>воздуха,</w:t>
      </w:r>
      <w:r w:rsidR="0008167C" w:rsidRPr="0008167C">
        <w:t xml:space="preserve"> </w:t>
      </w:r>
      <w:r w:rsidRPr="0008167C">
        <w:t>нагрева</w:t>
      </w:r>
      <w:r w:rsidR="0008167C" w:rsidRPr="0008167C">
        <w:t xml:space="preserve"> </w:t>
      </w:r>
      <w:r w:rsidRPr="0008167C">
        <w:t>скал,</w:t>
      </w:r>
      <w:r w:rsidR="0008167C" w:rsidRPr="0008167C">
        <w:t xml:space="preserve"> </w:t>
      </w:r>
      <w:r w:rsidRPr="0008167C">
        <w:t>зависящего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интенсивности</w:t>
      </w:r>
      <w:r w:rsidR="0008167C" w:rsidRPr="0008167C">
        <w:t xml:space="preserve"> </w:t>
      </w:r>
      <w:r w:rsidRPr="0008167C">
        <w:t>солнечной</w:t>
      </w:r>
      <w:r w:rsidR="0008167C" w:rsidRPr="0008167C">
        <w:t xml:space="preserve"> </w:t>
      </w:r>
      <w:r w:rsidRPr="0008167C">
        <w:t>радиации,</w:t>
      </w:r>
      <w:r w:rsidR="0008167C" w:rsidRPr="0008167C">
        <w:t xml:space="preserve"> </w:t>
      </w:r>
      <w:r w:rsidR="0008167C">
        <w:t>т.е.</w:t>
      </w:r>
      <w:r w:rsidR="0008167C" w:rsidRPr="0008167C">
        <w:t xml:space="preserve"> </w:t>
      </w:r>
      <w:r w:rsidRPr="0008167C">
        <w:t>облачности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широты</w:t>
      </w:r>
      <w:r w:rsidR="0008167C" w:rsidRPr="0008167C">
        <w:t xml:space="preserve"> </w:t>
      </w:r>
      <w:r w:rsidRPr="0008167C">
        <w:t>места</w:t>
      </w:r>
      <w:r w:rsidR="0008167C" w:rsidRPr="0008167C">
        <w:t xml:space="preserve">. </w:t>
      </w:r>
      <w:r w:rsidRPr="0008167C">
        <w:t>На</w:t>
      </w:r>
      <w:r w:rsidR="0008167C" w:rsidRPr="0008167C">
        <w:t xml:space="preserve"> </w:t>
      </w:r>
      <w:r w:rsidRPr="0008167C">
        <w:t>большинстве</w:t>
      </w:r>
      <w:r w:rsidR="0008167C" w:rsidRPr="0008167C">
        <w:t xml:space="preserve"> </w:t>
      </w:r>
      <w:r w:rsidRPr="0008167C">
        <w:t>ледников</w:t>
      </w:r>
      <w:r w:rsidR="0008167C" w:rsidRPr="0008167C">
        <w:t xml:space="preserve"> </w:t>
      </w:r>
      <w:r w:rsidRPr="0008167C">
        <w:t>температурный</w:t>
      </w:r>
      <w:r w:rsidR="0008167C" w:rsidRPr="0008167C">
        <w:t xml:space="preserve"> </w:t>
      </w:r>
      <w:r w:rsidRPr="0008167C">
        <w:t>скачок</w:t>
      </w:r>
      <w:r w:rsidR="0008167C" w:rsidRPr="0008167C">
        <w:t xml:space="preserve"> </w:t>
      </w:r>
      <w:r w:rsidRPr="0008167C">
        <w:t>составляет</w:t>
      </w:r>
      <w:r w:rsidR="0008167C" w:rsidRPr="0008167C">
        <w:t xml:space="preserve"> </w:t>
      </w:r>
      <w:r w:rsidRPr="0008167C">
        <w:t>1</w:t>
      </w:r>
      <w:r w:rsidR="0008167C" w:rsidRPr="0008167C">
        <w:t xml:space="preserve"> - </w:t>
      </w:r>
      <w:r w:rsidRPr="0008167C">
        <w:t>2°</w:t>
      </w:r>
      <w:r w:rsidR="0008167C" w:rsidRPr="0008167C">
        <w:t>.</w:t>
      </w:r>
    </w:p>
    <w:p w:rsidR="0008167C" w:rsidRPr="0008167C" w:rsidRDefault="00223F35" w:rsidP="0008167C">
      <w:pPr>
        <w:pStyle w:val="1"/>
      </w:pPr>
      <w:bookmarkStart w:id="141" w:name="_Toc8497791"/>
      <w:bookmarkStart w:id="142" w:name="_Toc8498155"/>
      <w:bookmarkStart w:id="143" w:name="_Toc8498823"/>
      <w:r w:rsidRPr="0008167C">
        <w:br w:type="page"/>
      </w:r>
      <w:bookmarkStart w:id="144" w:name="_Toc290931185"/>
      <w:r w:rsidRPr="0008167C">
        <w:t>Заключение</w:t>
      </w:r>
      <w:bookmarkEnd w:id="141"/>
      <w:bookmarkEnd w:id="142"/>
      <w:bookmarkEnd w:id="143"/>
      <w:bookmarkEnd w:id="144"/>
    </w:p>
    <w:p w:rsidR="0008167C" w:rsidRDefault="0008167C" w:rsidP="0008167C">
      <w:pPr>
        <w:tabs>
          <w:tab w:val="left" w:pos="726"/>
        </w:tabs>
      </w:pPr>
    </w:p>
    <w:p w:rsidR="0008167C" w:rsidRPr="0008167C" w:rsidRDefault="00223F35" w:rsidP="0008167C">
      <w:pPr>
        <w:tabs>
          <w:tab w:val="left" w:pos="726"/>
        </w:tabs>
      </w:pPr>
      <w:r w:rsidRPr="0008167C">
        <w:t>Благодаря</w:t>
      </w:r>
      <w:r w:rsidR="0008167C" w:rsidRPr="0008167C">
        <w:t xml:space="preserve"> </w:t>
      </w:r>
      <w:r w:rsidRPr="0008167C">
        <w:t>специфическим</w:t>
      </w:r>
      <w:r w:rsidR="0008167C" w:rsidRPr="0008167C">
        <w:t xml:space="preserve"> </w:t>
      </w:r>
      <w:r w:rsidRPr="0008167C">
        <w:t>физическим</w:t>
      </w:r>
      <w:r w:rsidR="0008167C" w:rsidRPr="0008167C">
        <w:t xml:space="preserve"> </w:t>
      </w:r>
      <w:r w:rsidRPr="0008167C">
        <w:t>свойствам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она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Земле</w:t>
      </w:r>
      <w:r w:rsidR="0008167C" w:rsidRPr="0008167C">
        <w:t xml:space="preserve"> </w:t>
      </w:r>
      <w:r w:rsidRPr="0008167C">
        <w:t>широко</w:t>
      </w:r>
      <w:r w:rsidR="0008167C" w:rsidRPr="0008167C">
        <w:t xml:space="preserve"> </w:t>
      </w:r>
      <w:r w:rsidRPr="0008167C">
        <w:t>распространена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твердом,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жидком,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газообразном</w:t>
      </w:r>
      <w:r w:rsidR="0008167C" w:rsidRPr="0008167C">
        <w:t xml:space="preserve"> </w:t>
      </w:r>
      <w:r w:rsidRPr="0008167C">
        <w:t>состоянии,</w:t>
      </w:r>
      <w:r w:rsidR="0008167C" w:rsidRPr="0008167C">
        <w:t xml:space="preserve"> </w:t>
      </w:r>
      <w:r w:rsidRPr="0008167C">
        <w:t>образуя</w:t>
      </w:r>
      <w:r w:rsidR="0008167C" w:rsidRPr="0008167C">
        <w:t xml:space="preserve"> </w:t>
      </w:r>
      <w:r w:rsidRPr="0008167C">
        <w:t>ледники,</w:t>
      </w:r>
      <w:r w:rsidR="0008167C" w:rsidRPr="0008167C">
        <w:t xml:space="preserve"> </w:t>
      </w:r>
      <w:r w:rsidRPr="0008167C">
        <w:t>океан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водные</w:t>
      </w:r>
      <w:r w:rsidR="0008167C" w:rsidRPr="0008167C">
        <w:t xml:space="preserve"> </w:t>
      </w:r>
      <w:r w:rsidRPr="0008167C">
        <w:t>объекты</w:t>
      </w:r>
      <w:r w:rsidR="0008167C" w:rsidRPr="0008167C">
        <w:t xml:space="preserve"> </w:t>
      </w:r>
      <w:r w:rsidRPr="0008167C">
        <w:t>суши,</w:t>
      </w:r>
      <w:r w:rsidR="0008167C" w:rsidRPr="0008167C">
        <w:t xml:space="preserve"> </w:t>
      </w:r>
      <w:r w:rsidRPr="0008167C">
        <w:t>подземные</w:t>
      </w:r>
      <w:r w:rsidR="0008167C" w:rsidRPr="0008167C">
        <w:t xml:space="preserve"> </w:t>
      </w:r>
      <w:r w:rsidRPr="0008167C">
        <w:t>воды,</w:t>
      </w:r>
      <w:r w:rsidR="0008167C" w:rsidRPr="0008167C">
        <w:t xml:space="preserve"> </w:t>
      </w:r>
      <w:r w:rsidRPr="0008167C">
        <w:t>влагу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атмосфере</w:t>
      </w:r>
      <w:r w:rsidR="0008167C" w:rsidRPr="0008167C">
        <w:t xml:space="preserve">. </w:t>
      </w:r>
      <w:r w:rsidRPr="0008167C">
        <w:t>Отмеченное</w:t>
      </w:r>
      <w:r w:rsidR="0008167C" w:rsidRPr="0008167C">
        <w:t xml:space="preserve"> </w:t>
      </w:r>
      <w:r w:rsidRPr="0008167C">
        <w:t>во</w:t>
      </w:r>
      <w:r w:rsidR="0008167C" w:rsidRPr="0008167C">
        <w:t xml:space="preserve"> </w:t>
      </w:r>
      <w:r w:rsidRPr="0008167C">
        <w:t>многом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определяет</w:t>
      </w:r>
      <w:r w:rsidR="0008167C" w:rsidRPr="0008167C">
        <w:t xml:space="preserve"> </w:t>
      </w:r>
      <w:r w:rsidRPr="0008167C">
        <w:t>географический</w:t>
      </w:r>
      <w:r w:rsidR="0008167C" w:rsidRPr="0008167C">
        <w:t xml:space="preserve"> </w:t>
      </w:r>
      <w:r w:rsidRPr="0008167C">
        <w:t>облик</w:t>
      </w:r>
      <w:r w:rsidR="0008167C" w:rsidRPr="0008167C">
        <w:t xml:space="preserve"> </w:t>
      </w:r>
      <w:r w:rsidRPr="0008167C">
        <w:t>земного</w:t>
      </w:r>
      <w:r w:rsidR="0008167C" w:rsidRPr="0008167C">
        <w:t xml:space="preserve"> </w:t>
      </w:r>
      <w:r w:rsidRPr="0008167C">
        <w:t>шара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целом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</w:pPr>
      <w:r w:rsidRPr="0008167C">
        <w:t>Границы</w:t>
      </w:r>
      <w:r w:rsidR="0008167C" w:rsidRPr="0008167C">
        <w:t xml:space="preserve"> </w:t>
      </w:r>
      <w:r w:rsidRPr="0008167C">
        <w:t>гидросферы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биосферы</w:t>
      </w:r>
      <w:r w:rsidR="0008167C" w:rsidRPr="0008167C">
        <w:t xml:space="preserve"> </w:t>
      </w:r>
      <w:r w:rsidRPr="0008167C">
        <w:t>практически</w:t>
      </w:r>
      <w:r w:rsidR="0008167C" w:rsidRPr="0008167C">
        <w:t xml:space="preserve"> </w:t>
      </w:r>
      <w:r w:rsidRPr="0008167C">
        <w:t>совпадают</w:t>
      </w:r>
      <w:r w:rsidR="0008167C" w:rsidRPr="0008167C">
        <w:t xml:space="preserve">. </w:t>
      </w:r>
      <w:r w:rsidRPr="0008167C">
        <w:t>Размещение</w:t>
      </w:r>
      <w:r w:rsidR="0008167C" w:rsidRPr="0008167C">
        <w:t xml:space="preserve"> </w:t>
      </w:r>
      <w:r w:rsidRPr="0008167C">
        <w:t>организмов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планете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целом</w:t>
      </w:r>
      <w:r w:rsidR="0008167C" w:rsidRPr="0008167C">
        <w:t xml:space="preserve"> </w:t>
      </w:r>
      <w:r w:rsidRPr="0008167C">
        <w:t>подчиняется</w:t>
      </w:r>
      <w:r w:rsidR="0008167C" w:rsidRPr="0008167C">
        <w:t xml:space="preserve"> </w:t>
      </w:r>
      <w:r w:rsidRPr="0008167C">
        <w:t>климатической</w:t>
      </w:r>
      <w:r w:rsidR="0008167C" w:rsidRPr="0008167C">
        <w:t xml:space="preserve"> </w:t>
      </w:r>
      <w:r w:rsidRPr="0008167C">
        <w:t>зональности,</w:t>
      </w:r>
      <w:r w:rsidR="0008167C" w:rsidRPr="0008167C">
        <w:t xml:space="preserve"> </w:t>
      </w:r>
      <w:r w:rsidRPr="0008167C">
        <w:t>но</w:t>
      </w:r>
      <w:r w:rsidR="0008167C" w:rsidRPr="0008167C">
        <w:t xml:space="preserve"> </w:t>
      </w:r>
      <w:r w:rsidRPr="0008167C">
        <w:t>существенно</w:t>
      </w:r>
      <w:r w:rsidR="0008167C" w:rsidRPr="0008167C">
        <w:t xml:space="preserve"> </w:t>
      </w:r>
      <w:r w:rsidRPr="0008167C">
        <w:t>зависит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наличия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ее</w:t>
      </w:r>
      <w:r w:rsidR="0008167C" w:rsidRPr="0008167C">
        <w:t xml:space="preserve"> </w:t>
      </w:r>
      <w:r w:rsidRPr="0008167C">
        <w:t>физико-химических</w:t>
      </w:r>
      <w:r w:rsidR="0008167C" w:rsidRPr="0008167C">
        <w:t xml:space="preserve"> </w:t>
      </w:r>
      <w:r w:rsidRPr="0008167C">
        <w:t>свойств</w:t>
      </w:r>
      <w:r w:rsidR="0008167C" w:rsidRPr="0008167C">
        <w:t xml:space="preserve">. </w:t>
      </w:r>
      <w:r w:rsidRPr="0008167C">
        <w:t>Основной</w:t>
      </w:r>
      <w:r w:rsidR="0008167C" w:rsidRPr="0008167C">
        <w:t xml:space="preserve"> </w:t>
      </w:r>
      <w:r w:rsidRPr="0008167C">
        <w:t>средой</w:t>
      </w:r>
      <w:r w:rsidR="0008167C" w:rsidRPr="0008167C">
        <w:t xml:space="preserve"> </w:t>
      </w:r>
      <w:r w:rsidRPr="0008167C">
        <w:t>обитания</w:t>
      </w:r>
      <w:r w:rsidR="0008167C" w:rsidRPr="0008167C">
        <w:t xml:space="preserve"> </w:t>
      </w:r>
      <w:r w:rsidRPr="0008167C">
        <w:t>животных</w:t>
      </w:r>
      <w:r w:rsidR="0008167C" w:rsidRPr="0008167C">
        <w:t xml:space="preserve"> </w:t>
      </w:r>
      <w:r w:rsidRPr="0008167C">
        <w:t>служит</w:t>
      </w:r>
      <w:r w:rsidR="0008167C" w:rsidRPr="0008167C">
        <w:t xml:space="preserve"> </w:t>
      </w:r>
      <w:r w:rsidRPr="0008167C">
        <w:t>океан</w:t>
      </w:r>
      <w:r w:rsidR="0008167C" w:rsidRPr="0008167C">
        <w:t xml:space="preserve">. </w:t>
      </w:r>
      <w:r w:rsidRPr="0008167C">
        <w:t>Растения</w:t>
      </w:r>
      <w:r w:rsidR="0008167C" w:rsidRPr="0008167C">
        <w:t xml:space="preserve"> </w:t>
      </w:r>
      <w:r w:rsidRPr="0008167C">
        <w:t>заселяют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океан,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сушу</w:t>
      </w:r>
      <w:r w:rsidR="0008167C" w:rsidRPr="0008167C">
        <w:t xml:space="preserve">; </w:t>
      </w:r>
      <w:r w:rsidRPr="0008167C">
        <w:t>в</w:t>
      </w:r>
      <w:r w:rsidR="0008167C" w:rsidRPr="0008167C">
        <w:t xml:space="preserve"> </w:t>
      </w:r>
      <w:r w:rsidRPr="0008167C">
        <w:t>последнем</w:t>
      </w:r>
      <w:r w:rsidR="0008167C" w:rsidRPr="0008167C">
        <w:t xml:space="preserve"> </w:t>
      </w:r>
      <w:r w:rsidRPr="0008167C">
        <w:t>случае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распространение</w:t>
      </w:r>
      <w:r w:rsidR="0008167C" w:rsidRPr="0008167C">
        <w:t xml:space="preserve"> </w:t>
      </w:r>
      <w:r w:rsidRPr="0008167C">
        <w:t>во</w:t>
      </w:r>
      <w:r w:rsidR="0008167C" w:rsidRPr="0008167C">
        <w:t xml:space="preserve"> </w:t>
      </w:r>
      <w:r w:rsidRPr="0008167C">
        <w:t>многом</w:t>
      </w:r>
      <w:r w:rsidR="0008167C" w:rsidRPr="0008167C">
        <w:t xml:space="preserve"> </w:t>
      </w:r>
      <w:r w:rsidRPr="0008167C">
        <w:t>определяется</w:t>
      </w:r>
      <w:r w:rsidR="0008167C" w:rsidRPr="0008167C">
        <w:t xml:space="preserve"> </w:t>
      </w:r>
      <w:r w:rsidRPr="0008167C">
        <w:t>тремя</w:t>
      </w:r>
      <w:r w:rsidR="0008167C" w:rsidRPr="0008167C">
        <w:t xml:space="preserve"> </w:t>
      </w:r>
      <w:r w:rsidRPr="0008167C">
        <w:t>факторами</w:t>
      </w:r>
      <w:r w:rsidR="0008167C" w:rsidRPr="0008167C">
        <w:t xml:space="preserve">: </w:t>
      </w:r>
      <w:r w:rsidRPr="0008167C">
        <w:t>поступлением</w:t>
      </w:r>
      <w:r w:rsidR="0008167C" w:rsidRPr="0008167C">
        <w:t xml:space="preserve"> </w:t>
      </w:r>
      <w:r w:rsidRPr="0008167C">
        <w:t>тепла,</w:t>
      </w:r>
      <w:r w:rsidR="0008167C" w:rsidRPr="0008167C">
        <w:t xml:space="preserve"> </w:t>
      </w:r>
      <w:r w:rsidRPr="0008167C">
        <w:t>характером</w:t>
      </w:r>
      <w:r w:rsidR="0008167C" w:rsidRPr="0008167C">
        <w:t xml:space="preserve"> </w:t>
      </w:r>
      <w:r w:rsidRPr="0008167C">
        <w:t>почв</w:t>
      </w:r>
      <w:r w:rsidR="0008167C" w:rsidRPr="0008167C">
        <w:t xml:space="preserve"> </w:t>
      </w:r>
      <w:r w:rsidRPr="0008167C">
        <w:t>и,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особенно</w:t>
      </w:r>
      <w:r w:rsidR="0008167C" w:rsidRPr="0008167C">
        <w:t xml:space="preserve"> </w:t>
      </w:r>
      <w:r w:rsidRPr="0008167C">
        <w:t>важно,</w:t>
      </w:r>
      <w:r w:rsidR="0008167C" w:rsidRPr="0008167C">
        <w:t xml:space="preserve"> </w:t>
      </w:r>
      <w:r w:rsidRPr="0008167C">
        <w:t>наличием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. </w:t>
      </w:r>
      <w:r w:rsidRPr="0008167C">
        <w:t>Водные</w:t>
      </w:r>
      <w:r w:rsidR="0008167C" w:rsidRPr="0008167C">
        <w:t xml:space="preserve"> </w:t>
      </w:r>
      <w:r w:rsidRPr="0008167C">
        <w:t>объекты</w:t>
      </w:r>
      <w:r w:rsidR="0008167C" w:rsidRPr="0008167C">
        <w:t xml:space="preserve"> </w:t>
      </w:r>
      <w:r w:rsidRPr="0008167C">
        <w:t>служат</w:t>
      </w:r>
      <w:r w:rsidR="0008167C" w:rsidRPr="0008167C">
        <w:t xml:space="preserve"> </w:t>
      </w:r>
      <w:r w:rsidRPr="0008167C">
        <w:t>местом</w:t>
      </w:r>
      <w:r w:rsidR="0008167C" w:rsidRPr="0008167C">
        <w:t xml:space="preserve"> </w:t>
      </w:r>
      <w:r w:rsidRPr="0008167C">
        <w:t>обитания</w:t>
      </w:r>
      <w:r w:rsidR="0008167C" w:rsidRPr="0008167C">
        <w:t xml:space="preserve"> </w:t>
      </w:r>
      <w:r w:rsidRPr="0008167C">
        <w:t>многих</w:t>
      </w:r>
      <w:r w:rsidR="0008167C" w:rsidRPr="0008167C">
        <w:t xml:space="preserve"> </w:t>
      </w:r>
      <w:r w:rsidRPr="0008167C">
        <w:t>организмов</w:t>
      </w:r>
      <w:r w:rsidR="0008167C" w:rsidRPr="0008167C">
        <w:t xml:space="preserve"> - </w:t>
      </w:r>
      <w:r w:rsidRPr="0008167C">
        <w:t>гидробионтов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</w:pPr>
      <w:r w:rsidRPr="0008167C">
        <w:t>Благодаря</w:t>
      </w:r>
      <w:r w:rsidR="0008167C" w:rsidRPr="0008167C">
        <w:t xml:space="preserve"> </w:t>
      </w:r>
      <w:r w:rsidRPr="0008167C">
        <w:t>большой</w:t>
      </w:r>
      <w:r w:rsidR="0008167C" w:rsidRPr="0008167C">
        <w:t xml:space="preserve"> </w:t>
      </w:r>
      <w:r w:rsidRPr="0008167C">
        <w:t>массе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Земли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особенностям</w:t>
      </w:r>
      <w:r w:rsidR="0008167C" w:rsidRPr="0008167C">
        <w:t xml:space="preserve"> </w:t>
      </w:r>
      <w:r w:rsidRPr="0008167C">
        <w:t>ее</w:t>
      </w:r>
      <w:r w:rsidR="0008167C" w:rsidRPr="0008167C">
        <w:t xml:space="preserve"> </w:t>
      </w:r>
      <w:r w:rsidRPr="0008167C">
        <w:t>тепловых</w:t>
      </w:r>
      <w:r w:rsidR="0008167C" w:rsidRPr="0008167C">
        <w:t xml:space="preserve"> </w:t>
      </w:r>
      <w:r w:rsidRPr="0008167C">
        <w:t>свойств</w:t>
      </w:r>
      <w:r w:rsidR="0008167C" w:rsidRPr="0008167C">
        <w:t xml:space="preserve"> </w:t>
      </w:r>
      <w:r w:rsidRPr="0008167C">
        <w:t>гидросфера</w:t>
      </w:r>
      <w:r w:rsidR="0008167C" w:rsidRPr="0008167C">
        <w:t xml:space="preserve"> </w:t>
      </w:r>
      <w:r w:rsidRPr="0008167C">
        <w:t>Земли</w:t>
      </w:r>
      <w:r w:rsidR="0008167C" w:rsidRPr="0008167C">
        <w:t xml:space="preserve"> </w:t>
      </w:r>
      <w:r w:rsidRPr="0008167C">
        <w:t>регулирует</w:t>
      </w:r>
      <w:r w:rsidR="0008167C" w:rsidRPr="0008167C">
        <w:t xml:space="preserve"> </w:t>
      </w:r>
      <w:r w:rsidRPr="0008167C">
        <w:t>тепловые</w:t>
      </w:r>
      <w:r w:rsidR="0008167C" w:rsidRPr="0008167C">
        <w:t xml:space="preserve"> </w:t>
      </w:r>
      <w:r w:rsidRPr="0008167C">
        <w:t>процессы,</w:t>
      </w:r>
      <w:r w:rsidR="0008167C" w:rsidRPr="0008167C">
        <w:t xml:space="preserve"> </w:t>
      </w:r>
      <w:r w:rsidRPr="0008167C">
        <w:t>поглощая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среднем</w:t>
      </w:r>
      <w:r w:rsidR="0008167C" w:rsidRPr="0008167C">
        <w:t xml:space="preserve"> </w:t>
      </w:r>
      <w:r w:rsidRPr="0008167C">
        <w:t>77%</w:t>
      </w:r>
      <w:r w:rsidR="0008167C" w:rsidRPr="0008167C">
        <w:t xml:space="preserve"> </w:t>
      </w:r>
      <w:r w:rsidRPr="0008167C">
        <w:t>поступающей</w:t>
      </w:r>
      <w:r w:rsidR="0008167C" w:rsidRPr="0008167C">
        <w:t xml:space="preserve"> </w:t>
      </w:r>
      <w:r w:rsidRPr="0008167C">
        <w:t>к</w:t>
      </w:r>
      <w:r w:rsidR="0008167C" w:rsidRPr="0008167C">
        <w:t xml:space="preserve"> </w:t>
      </w:r>
      <w:r w:rsidRPr="0008167C">
        <w:t>земной</w:t>
      </w:r>
      <w:r w:rsidR="0008167C" w:rsidRPr="0008167C">
        <w:t xml:space="preserve"> </w:t>
      </w:r>
      <w:r w:rsidRPr="0008167C">
        <w:t>поверхности</w:t>
      </w:r>
      <w:r w:rsidR="0008167C" w:rsidRPr="0008167C">
        <w:t xml:space="preserve"> </w:t>
      </w:r>
      <w:r w:rsidRPr="0008167C">
        <w:t>солнечной</w:t>
      </w:r>
      <w:r w:rsidR="0008167C" w:rsidRPr="0008167C">
        <w:t xml:space="preserve"> </w:t>
      </w:r>
      <w:r w:rsidRPr="0008167C">
        <w:t>энергии,</w:t>
      </w:r>
      <w:r w:rsidR="0008167C" w:rsidRPr="0008167C">
        <w:t xml:space="preserve"> </w:t>
      </w:r>
      <w:r w:rsidRPr="0008167C">
        <w:t>передавая</w:t>
      </w:r>
      <w:r w:rsidR="0008167C" w:rsidRPr="0008167C">
        <w:t xml:space="preserve"> </w:t>
      </w:r>
      <w:r w:rsidRPr="0008167C">
        <w:t>ее</w:t>
      </w:r>
      <w:r w:rsidR="0008167C" w:rsidRPr="0008167C">
        <w:t xml:space="preserve"> </w:t>
      </w:r>
      <w:r w:rsidRPr="0008167C">
        <w:t>затем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атмосферу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результате</w:t>
      </w:r>
      <w:r w:rsidR="0008167C" w:rsidRPr="0008167C">
        <w:t xml:space="preserve"> </w:t>
      </w:r>
      <w:r w:rsidRPr="0008167C">
        <w:t>испарения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последующей</w:t>
      </w:r>
      <w:r w:rsidR="0008167C" w:rsidRPr="0008167C">
        <w:t xml:space="preserve"> </w:t>
      </w:r>
      <w:r w:rsidRPr="0008167C">
        <w:t>конденсации</w:t>
      </w:r>
      <w:r w:rsidR="0008167C" w:rsidRPr="0008167C">
        <w:t xml:space="preserve"> </w:t>
      </w:r>
      <w:r w:rsidRPr="0008167C">
        <w:t>водяного</w:t>
      </w:r>
      <w:r w:rsidR="0008167C" w:rsidRPr="0008167C">
        <w:t xml:space="preserve"> </w:t>
      </w:r>
      <w:r w:rsidRPr="0008167C">
        <w:t>пара</w:t>
      </w:r>
      <w:r w:rsidR="0008167C">
        <w:t xml:space="preserve"> (</w:t>
      </w:r>
      <w:r w:rsidRPr="0008167C">
        <w:t>84%</w:t>
      </w:r>
      <w:r w:rsidR="0008167C" w:rsidRPr="0008167C">
        <w:t xml:space="preserve"> </w:t>
      </w:r>
      <w:r w:rsidRPr="0008167C">
        <w:t>всего</w:t>
      </w:r>
      <w:r w:rsidR="0008167C" w:rsidRPr="0008167C">
        <w:t xml:space="preserve"> </w:t>
      </w:r>
      <w:r w:rsidRPr="0008167C">
        <w:t>радиационного</w:t>
      </w:r>
      <w:r w:rsidR="0008167C" w:rsidRPr="0008167C">
        <w:t xml:space="preserve"> </w:t>
      </w:r>
      <w:r w:rsidRPr="0008167C">
        <w:t>баланса</w:t>
      </w:r>
      <w:r w:rsidR="0008167C" w:rsidRPr="0008167C">
        <w:t xml:space="preserve"> </w:t>
      </w:r>
      <w:r w:rsidRPr="0008167C">
        <w:t>Земли</w:t>
      </w:r>
      <w:r w:rsidR="0008167C" w:rsidRPr="0008167C">
        <w:t xml:space="preserve">), </w:t>
      </w:r>
      <w:r w:rsidRPr="0008167C">
        <w:t>а</w:t>
      </w:r>
      <w:r w:rsidR="0008167C" w:rsidRPr="0008167C">
        <w:t xml:space="preserve"> </w:t>
      </w:r>
      <w:r w:rsidRPr="0008167C">
        <w:t>также</w:t>
      </w:r>
      <w:r w:rsidR="0008167C" w:rsidRPr="0008167C">
        <w:t xml:space="preserve"> </w:t>
      </w:r>
      <w:r w:rsidRPr="0008167C">
        <w:t>путем</w:t>
      </w:r>
      <w:r w:rsidR="0008167C" w:rsidRPr="0008167C">
        <w:t xml:space="preserve"> </w:t>
      </w:r>
      <w:r w:rsidRPr="0008167C">
        <w:t>турбулентного</w:t>
      </w:r>
      <w:r w:rsidR="0008167C" w:rsidRPr="0008167C">
        <w:t xml:space="preserve"> </w:t>
      </w:r>
      <w:r w:rsidRPr="0008167C">
        <w:t>теплообмена</w:t>
      </w:r>
      <w:r w:rsidR="0008167C" w:rsidRPr="0008167C">
        <w:t xml:space="preserve">. </w:t>
      </w:r>
      <w:r w:rsidRPr="0008167C">
        <w:t>Гидросфера,</w:t>
      </w:r>
      <w:r w:rsidR="0008167C" w:rsidRPr="0008167C">
        <w:t xml:space="preserve"> </w:t>
      </w:r>
      <w:r w:rsidRPr="0008167C">
        <w:t>таким</w:t>
      </w:r>
      <w:r w:rsidR="0008167C" w:rsidRPr="0008167C">
        <w:t xml:space="preserve"> </w:t>
      </w:r>
      <w:r w:rsidRPr="0008167C">
        <w:t>образом,</w:t>
      </w:r>
      <w:r w:rsidR="0008167C" w:rsidRPr="0008167C">
        <w:t xml:space="preserve"> </w:t>
      </w:r>
      <w:r w:rsidRPr="0008167C">
        <w:t>выступает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качестве</w:t>
      </w:r>
      <w:r w:rsidR="0008167C" w:rsidRPr="0008167C">
        <w:t xml:space="preserve"> </w:t>
      </w:r>
      <w:r w:rsidRPr="0008167C">
        <w:t>мощного</w:t>
      </w:r>
      <w:r w:rsidR="0008167C" w:rsidRPr="0008167C">
        <w:t xml:space="preserve"> </w:t>
      </w:r>
      <w:r w:rsidRPr="0008167C">
        <w:t>нагревателя</w:t>
      </w:r>
      <w:r w:rsidR="0008167C" w:rsidRPr="0008167C">
        <w:t xml:space="preserve"> </w:t>
      </w:r>
      <w:r w:rsidRPr="0008167C">
        <w:t>атмосферы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всей</w:t>
      </w:r>
      <w:r w:rsidR="0008167C" w:rsidRPr="0008167C">
        <w:t xml:space="preserve"> </w:t>
      </w:r>
      <w:r w:rsidRPr="0008167C">
        <w:t>Земли</w:t>
      </w:r>
      <w:r w:rsidR="0008167C" w:rsidRPr="0008167C">
        <w:t xml:space="preserve">. </w:t>
      </w:r>
      <w:r w:rsidRPr="0008167C">
        <w:t>Широтная</w:t>
      </w:r>
      <w:r w:rsidR="0008167C" w:rsidRPr="0008167C">
        <w:t xml:space="preserve"> </w:t>
      </w:r>
      <w:r w:rsidRPr="0008167C">
        <w:t>климатическая</w:t>
      </w:r>
      <w:r w:rsidR="0008167C" w:rsidRPr="0008167C">
        <w:t xml:space="preserve"> </w:t>
      </w:r>
      <w:r w:rsidRPr="0008167C">
        <w:t>зональность</w:t>
      </w:r>
      <w:r w:rsidR="0008167C" w:rsidRPr="0008167C">
        <w:t xml:space="preserve"> </w:t>
      </w:r>
      <w:r w:rsidRPr="0008167C">
        <w:t>земного</w:t>
      </w:r>
      <w:r w:rsidR="0008167C" w:rsidRPr="0008167C">
        <w:t xml:space="preserve"> </w:t>
      </w:r>
      <w:r w:rsidRPr="0008167C">
        <w:t>шара</w:t>
      </w:r>
      <w:r w:rsidR="0008167C" w:rsidRPr="0008167C">
        <w:t xml:space="preserve"> - </w:t>
      </w:r>
      <w:r w:rsidRPr="0008167C">
        <w:t>в</w:t>
      </w:r>
      <w:r w:rsidR="0008167C" w:rsidRPr="0008167C">
        <w:t xml:space="preserve"> </w:t>
      </w:r>
      <w:r w:rsidRPr="0008167C">
        <w:t>основном</w:t>
      </w:r>
      <w:r w:rsidR="0008167C" w:rsidRPr="0008167C">
        <w:t xml:space="preserve"> </w:t>
      </w:r>
      <w:r w:rsidRPr="0008167C">
        <w:t>следствие</w:t>
      </w:r>
      <w:r w:rsidR="0008167C" w:rsidRPr="0008167C">
        <w:t xml:space="preserve"> </w:t>
      </w:r>
      <w:r w:rsidRPr="0008167C">
        <w:t>неравномерного</w:t>
      </w:r>
      <w:r w:rsidR="0008167C" w:rsidRPr="0008167C">
        <w:t xml:space="preserve"> </w:t>
      </w:r>
      <w:r w:rsidRPr="0008167C">
        <w:t>поступления</w:t>
      </w:r>
      <w:r w:rsidR="0008167C" w:rsidRPr="0008167C">
        <w:t xml:space="preserve"> </w:t>
      </w:r>
      <w:r w:rsidRPr="0008167C">
        <w:t>солнечной</w:t>
      </w:r>
      <w:r w:rsidR="0008167C" w:rsidRPr="0008167C">
        <w:t xml:space="preserve"> </w:t>
      </w:r>
      <w:r w:rsidRPr="0008167C">
        <w:t>радиации,</w:t>
      </w:r>
      <w:r w:rsidR="0008167C" w:rsidRPr="0008167C">
        <w:t xml:space="preserve"> </w:t>
      </w:r>
      <w:r w:rsidRPr="0008167C">
        <w:t>обусловленного</w:t>
      </w:r>
      <w:r w:rsidR="0008167C" w:rsidRPr="0008167C">
        <w:t xml:space="preserve"> </w:t>
      </w:r>
      <w:r w:rsidRPr="0008167C">
        <w:t>сферичностью</w:t>
      </w:r>
      <w:r w:rsidR="0008167C" w:rsidRPr="0008167C">
        <w:t xml:space="preserve"> </w:t>
      </w:r>
      <w:r w:rsidRPr="0008167C">
        <w:t>Земли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наклоном</w:t>
      </w:r>
      <w:r w:rsidR="0008167C" w:rsidRPr="0008167C">
        <w:t xml:space="preserve"> </w:t>
      </w:r>
      <w:r w:rsidRPr="0008167C">
        <w:t>земной</w:t>
      </w:r>
      <w:r w:rsidR="0008167C" w:rsidRPr="0008167C">
        <w:t xml:space="preserve"> </w:t>
      </w:r>
      <w:r w:rsidRPr="0008167C">
        <w:t>оси</w:t>
      </w:r>
      <w:r w:rsidR="0008167C" w:rsidRPr="0008167C">
        <w:t xml:space="preserve">. </w:t>
      </w:r>
      <w:r w:rsidRPr="0008167C">
        <w:t>Вместе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тем</w:t>
      </w:r>
      <w:r w:rsidR="0008167C" w:rsidRPr="0008167C">
        <w:t xml:space="preserve"> </w:t>
      </w:r>
      <w:r w:rsidRPr="0008167C">
        <w:t>природные</w:t>
      </w:r>
      <w:r w:rsidR="0008167C" w:rsidRPr="0008167C">
        <w:t xml:space="preserve"> </w:t>
      </w:r>
      <w:r w:rsidRPr="0008167C">
        <w:t>воды,</w:t>
      </w:r>
      <w:r w:rsidR="0008167C" w:rsidRPr="0008167C">
        <w:t xml:space="preserve"> </w:t>
      </w:r>
      <w:r w:rsidRPr="0008167C">
        <w:t>чьи</w:t>
      </w:r>
      <w:r w:rsidR="0008167C" w:rsidRPr="0008167C">
        <w:t xml:space="preserve"> </w:t>
      </w:r>
      <w:r w:rsidRPr="0008167C">
        <w:t>тепловые</w:t>
      </w:r>
      <w:r w:rsidR="0008167C" w:rsidRPr="0008167C">
        <w:t xml:space="preserve"> </w:t>
      </w:r>
      <w:r w:rsidRPr="0008167C">
        <w:t>свойства</w:t>
      </w:r>
      <w:r w:rsidR="0008167C" w:rsidRPr="0008167C">
        <w:t xml:space="preserve"> </w:t>
      </w:r>
      <w:r w:rsidRPr="0008167C">
        <w:t>зависят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распределения</w:t>
      </w:r>
      <w:r w:rsidR="0008167C" w:rsidRPr="0008167C">
        <w:t xml:space="preserve"> </w:t>
      </w:r>
      <w:r w:rsidRPr="0008167C">
        <w:t>солнечной</w:t>
      </w:r>
      <w:r w:rsidR="0008167C" w:rsidRPr="0008167C">
        <w:t xml:space="preserve"> </w:t>
      </w:r>
      <w:r w:rsidRPr="0008167C">
        <w:t>радиации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широтам,</w:t>
      </w:r>
      <w:r w:rsidR="0008167C" w:rsidRPr="0008167C">
        <w:t xml:space="preserve"> </w:t>
      </w:r>
      <w:r w:rsidRPr="0008167C">
        <w:t>сами</w:t>
      </w:r>
      <w:r w:rsidR="0008167C" w:rsidRPr="0008167C">
        <w:t xml:space="preserve"> </w:t>
      </w:r>
      <w:r w:rsidRPr="0008167C">
        <w:t>существенно</w:t>
      </w:r>
      <w:r w:rsidR="0008167C" w:rsidRPr="0008167C">
        <w:t xml:space="preserve"> </w:t>
      </w:r>
      <w:r w:rsidRPr="0008167C">
        <w:t>влияют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перераспределение</w:t>
      </w:r>
      <w:r w:rsidR="0008167C" w:rsidRPr="0008167C">
        <w:t xml:space="preserve"> </w:t>
      </w:r>
      <w:r w:rsidRPr="0008167C">
        <w:t>тепла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широтном</w:t>
      </w:r>
      <w:r w:rsidR="0008167C" w:rsidRPr="0008167C">
        <w:t xml:space="preserve"> </w:t>
      </w:r>
      <w:r w:rsidRPr="0008167C">
        <w:t>направлении</w:t>
      </w:r>
      <w:r w:rsidR="0008167C" w:rsidRPr="0008167C">
        <w:t xml:space="preserve">: </w:t>
      </w:r>
      <w:r w:rsidRPr="0008167C">
        <w:t>с</w:t>
      </w:r>
      <w:r w:rsidR="0008167C" w:rsidRPr="0008167C">
        <w:t xml:space="preserve"> </w:t>
      </w:r>
      <w:r w:rsidRPr="0008167C">
        <w:t>морскими</w:t>
      </w:r>
      <w:r w:rsidR="0008167C" w:rsidRPr="0008167C">
        <w:t xml:space="preserve"> </w:t>
      </w:r>
      <w:r w:rsidRPr="0008167C">
        <w:t>течениями</w:t>
      </w:r>
      <w:r w:rsidR="0008167C" w:rsidRPr="0008167C">
        <w:t xml:space="preserve"> </w:t>
      </w:r>
      <w:r w:rsidRPr="0008167C">
        <w:t>тепло</w:t>
      </w:r>
      <w:r w:rsidR="0008167C" w:rsidRPr="0008167C">
        <w:t xml:space="preserve"> </w:t>
      </w:r>
      <w:r w:rsidRPr="0008167C">
        <w:t>из</w:t>
      </w:r>
      <w:r w:rsidR="0008167C" w:rsidRPr="0008167C">
        <w:t xml:space="preserve"> </w:t>
      </w:r>
      <w:r w:rsidRPr="0008167C">
        <w:t>районов</w:t>
      </w:r>
      <w:r w:rsidR="0008167C" w:rsidRPr="0008167C">
        <w:t xml:space="preserve"> </w:t>
      </w:r>
      <w:r w:rsidRPr="0008167C">
        <w:t>его</w:t>
      </w:r>
      <w:r w:rsidR="0008167C" w:rsidRPr="0008167C">
        <w:t xml:space="preserve"> </w:t>
      </w:r>
      <w:r w:rsidRPr="0008167C">
        <w:t>накопления</w:t>
      </w:r>
      <w:r w:rsidR="0008167C">
        <w:t xml:space="preserve"> (</w:t>
      </w:r>
      <w:r w:rsidRPr="0008167C">
        <w:t>низкие</w:t>
      </w:r>
      <w:r w:rsidR="0008167C" w:rsidRPr="0008167C">
        <w:t xml:space="preserve"> </w:t>
      </w:r>
      <w:r w:rsidRPr="0008167C">
        <w:t>широты</w:t>
      </w:r>
      <w:r w:rsidR="0008167C" w:rsidRPr="0008167C">
        <w:t xml:space="preserve">) </w:t>
      </w:r>
      <w:r w:rsidRPr="0008167C">
        <w:t>переносится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районы</w:t>
      </w:r>
      <w:r w:rsidR="0008167C" w:rsidRPr="0008167C">
        <w:t xml:space="preserve"> </w:t>
      </w:r>
      <w:r w:rsidRPr="0008167C">
        <w:t>его</w:t>
      </w:r>
      <w:r w:rsidR="0008167C" w:rsidRPr="0008167C">
        <w:t xml:space="preserve"> </w:t>
      </w:r>
      <w:r w:rsidRPr="0008167C">
        <w:t>расходования</w:t>
      </w:r>
      <w:r w:rsidR="0008167C">
        <w:t xml:space="preserve"> (</w:t>
      </w:r>
      <w:r w:rsidRPr="0008167C">
        <w:t>высокие</w:t>
      </w:r>
      <w:r w:rsidR="0008167C" w:rsidRPr="0008167C">
        <w:t xml:space="preserve"> </w:t>
      </w:r>
      <w:r w:rsidRPr="0008167C">
        <w:t>широты</w:t>
      </w:r>
      <w:r w:rsidR="0008167C" w:rsidRPr="0008167C">
        <w:t xml:space="preserve">), </w:t>
      </w:r>
      <w:r w:rsidRPr="0008167C">
        <w:t>что</w:t>
      </w:r>
      <w:r w:rsidR="0008167C" w:rsidRPr="0008167C">
        <w:t xml:space="preserve"> </w:t>
      </w:r>
      <w:r w:rsidRPr="0008167C">
        <w:t>выравнивает</w:t>
      </w:r>
      <w:r w:rsidR="0008167C" w:rsidRPr="0008167C">
        <w:t xml:space="preserve"> </w:t>
      </w:r>
      <w:r w:rsidRPr="0008167C">
        <w:t>тепловые</w:t>
      </w:r>
      <w:r w:rsidR="0008167C" w:rsidRPr="0008167C">
        <w:t xml:space="preserve"> </w:t>
      </w:r>
      <w:r w:rsidRPr="0008167C">
        <w:t>различия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разных</w:t>
      </w:r>
      <w:r w:rsidR="0008167C" w:rsidRPr="0008167C">
        <w:t xml:space="preserve"> </w:t>
      </w:r>
      <w:r w:rsidRPr="0008167C">
        <w:t>широтах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</w:pPr>
      <w:r w:rsidRPr="0008167C">
        <w:t>Многие</w:t>
      </w:r>
      <w:r w:rsidR="0008167C" w:rsidRPr="0008167C">
        <w:t xml:space="preserve"> </w:t>
      </w:r>
      <w:r w:rsidRPr="0008167C">
        <w:t>свойства</w:t>
      </w:r>
      <w:r w:rsidR="0008167C" w:rsidRPr="0008167C">
        <w:t xml:space="preserve"> </w:t>
      </w:r>
      <w:r w:rsidRPr="0008167C">
        <w:t>атмосферы</w:t>
      </w:r>
      <w:r w:rsidR="0008167C" w:rsidRPr="0008167C">
        <w:t xml:space="preserve"> - </w:t>
      </w:r>
      <w:r w:rsidRPr="0008167C">
        <w:t>это</w:t>
      </w:r>
      <w:r w:rsidR="0008167C" w:rsidRPr="0008167C">
        <w:t xml:space="preserve"> </w:t>
      </w:r>
      <w:r w:rsidRPr="0008167C">
        <w:t>результат</w:t>
      </w:r>
      <w:r w:rsidR="0008167C" w:rsidRPr="0008167C">
        <w:t xml:space="preserve"> </w:t>
      </w:r>
      <w:r w:rsidRPr="0008167C">
        <w:t>воздействия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нее</w:t>
      </w:r>
      <w:r w:rsidR="0008167C" w:rsidRPr="0008167C">
        <w:t xml:space="preserve"> </w:t>
      </w:r>
      <w:r w:rsidRPr="0008167C">
        <w:t>гидросферы</w:t>
      </w:r>
      <w:r w:rsidR="0008167C" w:rsidRPr="0008167C">
        <w:t xml:space="preserve">. </w:t>
      </w:r>
      <w:r w:rsidRPr="0008167C">
        <w:t>Общие</w:t>
      </w:r>
      <w:r w:rsidR="0008167C" w:rsidRPr="0008167C">
        <w:t xml:space="preserve"> </w:t>
      </w:r>
      <w:r w:rsidRPr="0008167C">
        <w:t>закономерности</w:t>
      </w:r>
      <w:r w:rsidR="0008167C" w:rsidRPr="0008167C">
        <w:t xml:space="preserve"> </w:t>
      </w:r>
      <w:r w:rsidRPr="0008167C">
        <w:t>распределения</w:t>
      </w:r>
      <w:r w:rsidR="0008167C" w:rsidRPr="0008167C">
        <w:t xml:space="preserve"> </w:t>
      </w:r>
      <w:r w:rsidRPr="0008167C">
        <w:t>атмосферного</w:t>
      </w:r>
      <w:r w:rsidR="0008167C" w:rsidRPr="0008167C">
        <w:t xml:space="preserve"> </w:t>
      </w:r>
      <w:r w:rsidRPr="0008167C">
        <w:t>давления,</w:t>
      </w:r>
      <w:r w:rsidR="0008167C" w:rsidRPr="0008167C">
        <w:t xml:space="preserve"> </w:t>
      </w:r>
      <w:r w:rsidRPr="0008167C">
        <w:t>пассатные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муссонные</w:t>
      </w:r>
      <w:r w:rsidR="0008167C" w:rsidRPr="0008167C">
        <w:t xml:space="preserve"> </w:t>
      </w:r>
      <w:r w:rsidRPr="0008167C">
        <w:t>ветры,</w:t>
      </w:r>
      <w:r w:rsidR="0008167C" w:rsidRPr="0008167C">
        <w:t xml:space="preserve"> </w:t>
      </w:r>
      <w:r w:rsidRPr="0008167C">
        <w:t>облачность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другие</w:t>
      </w:r>
      <w:r w:rsidR="0008167C" w:rsidRPr="0008167C">
        <w:t xml:space="preserve"> </w:t>
      </w:r>
      <w:r w:rsidRPr="0008167C">
        <w:t>факторы</w:t>
      </w:r>
      <w:r w:rsidR="0008167C" w:rsidRPr="0008167C">
        <w:t xml:space="preserve"> </w:t>
      </w:r>
      <w:r w:rsidRPr="0008167C">
        <w:t>зависят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распределения</w:t>
      </w:r>
      <w:r w:rsidR="0008167C" w:rsidRPr="0008167C">
        <w:t xml:space="preserve"> </w:t>
      </w:r>
      <w:r w:rsidRPr="0008167C">
        <w:t>суши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земном</w:t>
      </w:r>
      <w:r w:rsidR="0008167C" w:rsidRPr="0008167C">
        <w:t xml:space="preserve"> </w:t>
      </w:r>
      <w:r w:rsidRPr="0008167C">
        <w:t>шаре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различия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нагреве</w:t>
      </w:r>
      <w:r w:rsidR="0008167C" w:rsidRPr="0008167C">
        <w:t xml:space="preserve">. </w:t>
      </w:r>
      <w:r w:rsidRPr="0008167C">
        <w:t>Также</w:t>
      </w:r>
      <w:r w:rsidR="0008167C" w:rsidRPr="0008167C">
        <w:t xml:space="preserve"> </w:t>
      </w:r>
      <w:r w:rsidRPr="0008167C">
        <w:t>определяемое</w:t>
      </w:r>
      <w:r w:rsidR="0008167C" w:rsidRPr="0008167C">
        <w:t xml:space="preserve"> </w:t>
      </w:r>
      <w:r w:rsidRPr="0008167C">
        <w:t>общей</w:t>
      </w:r>
      <w:r w:rsidR="0008167C" w:rsidRPr="0008167C">
        <w:t xml:space="preserve"> </w:t>
      </w:r>
      <w:r w:rsidRPr="0008167C">
        <w:t>циркуляцией</w:t>
      </w:r>
      <w:r w:rsidR="0008167C" w:rsidRPr="0008167C">
        <w:t xml:space="preserve"> </w:t>
      </w:r>
      <w:r w:rsidRPr="0008167C">
        <w:t>атмосферы</w:t>
      </w:r>
      <w:r w:rsidR="0008167C" w:rsidRPr="0008167C">
        <w:t xml:space="preserve"> </w:t>
      </w:r>
      <w:r w:rsidRPr="0008167C">
        <w:t>перемещение</w:t>
      </w:r>
      <w:r w:rsidR="0008167C" w:rsidRPr="0008167C">
        <w:t xml:space="preserve"> </w:t>
      </w:r>
      <w:r w:rsidRPr="0008167C">
        <w:t>воздушных</w:t>
      </w:r>
      <w:r w:rsidR="0008167C" w:rsidRPr="0008167C">
        <w:t xml:space="preserve"> </w:t>
      </w:r>
      <w:r w:rsidRPr="0008167C">
        <w:t>масс</w:t>
      </w:r>
      <w:r w:rsidR="0008167C" w:rsidRPr="0008167C">
        <w:t xml:space="preserve"> </w:t>
      </w:r>
      <w:r w:rsidRPr="0008167C">
        <w:t>сопровождается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трансформацией</w:t>
      </w:r>
      <w:r w:rsidR="0008167C" w:rsidRPr="0008167C">
        <w:t xml:space="preserve"> </w:t>
      </w:r>
      <w:r w:rsidRPr="0008167C">
        <w:t>над</w:t>
      </w:r>
      <w:r w:rsidR="0008167C" w:rsidRPr="0008167C">
        <w:t xml:space="preserve"> </w:t>
      </w:r>
      <w:r w:rsidRPr="0008167C">
        <w:t>водными</w:t>
      </w:r>
      <w:r w:rsidR="0008167C" w:rsidRPr="0008167C">
        <w:t xml:space="preserve"> </w:t>
      </w:r>
      <w:r w:rsidRPr="0008167C">
        <w:t>объектами</w:t>
      </w:r>
      <w:r w:rsidR="0008167C">
        <w:t xml:space="preserve"> (</w:t>
      </w:r>
      <w:r w:rsidRPr="0008167C">
        <w:t>нагревание,</w:t>
      </w:r>
      <w:r w:rsidR="0008167C" w:rsidRPr="0008167C">
        <w:t xml:space="preserve"> </w:t>
      </w:r>
      <w:r w:rsidRPr="0008167C">
        <w:t>охлаждение,</w:t>
      </w:r>
      <w:r w:rsidR="0008167C" w:rsidRPr="0008167C">
        <w:t xml:space="preserve"> </w:t>
      </w:r>
      <w:r w:rsidRPr="0008167C">
        <w:t>насыщение</w:t>
      </w:r>
      <w:r w:rsidR="0008167C" w:rsidRPr="0008167C">
        <w:t xml:space="preserve"> </w:t>
      </w:r>
      <w:r w:rsidRPr="0008167C">
        <w:t>влагой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="0008167C">
        <w:t>т.д.</w:t>
      </w:r>
      <w:r w:rsidR="0008167C" w:rsidRPr="0008167C">
        <w:t xml:space="preserve">). </w:t>
      </w:r>
      <w:r w:rsidRPr="0008167C">
        <w:t>Основным</w:t>
      </w:r>
      <w:r w:rsidR="0008167C" w:rsidRPr="0008167C">
        <w:t xml:space="preserve"> </w:t>
      </w:r>
      <w:r w:rsidRPr="0008167C">
        <w:t>источником</w:t>
      </w:r>
      <w:r w:rsidR="0008167C" w:rsidRPr="0008167C">
        <w:t xml:space="preserve"> </w:t>
      </w:r>
      <w:r w:rsidRPr="0008167C">
        <w:t>осадков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Земле</w:t>
      </w:r>
      <w:r w:rsidR="0008167C" w:rsidRPr="0008167C">
        <w:t xml:space="preserve"> </w:t>
      </w:r>
      <w:r w:rsidRPr="0008167C">
        <w:t>служит</w:t>
      </w:r>
      <w:r w:rsidR="0008167C" w:rsidRPr="0008167C">
        <w:t xml:space="preserve"> </w:t>
      </w:r>
      <w:r w:rsidRPr="0008167C">
        <w:t>Мировой</w:t>
      </w:r>
      <w:r w:rsidR="0008167C" w:rsidRPr="0008167C">
        <w:t xml:space="preserve"> </w:t>
      </w:r>
      <w:r w:rsidRPr="0008167C">
        <w:t>океан</w:t>
      </w:r>
      <w:r w:rsidR="0008167C" w:rsidRPr="0008167C">
        <w:t>.</w:t>
      </w:r>
    </w:p>
    <w:p w:rsidR="0008167C" w:rsidRPr="0008167C" w:rsidRDefault="00223F35" w:rsidP="0008167C">
      <w:pPr>
        <w:tabs>
          <w:tab w:val="left" w:pos="726"/>
        </w:tabs>
      </w:pPr>
      <w:r w:rsidRPr="0008167C">
        <w:t>Геоморфологический</w:t>
      </w:r>
      <w:r w:rsidR="0008167C" w:rsidRPr="0008167C">
        <w:t xml:space="preserve"> </w:t>
      </w:r>
      <w:r w:rsidRPr="0008167C">
        <w:t>облик</w:t>
      </w:r>
      <w:r w:rsidR="0008167C" w:rsidRPr="0008167C">
        <w:t xml:space="preserve"> </w:t>
      </w:r>
      <w:r w:rsidRPr="0008167C">
        <w:t>современной</w:t>
      </w:r>
      <w:r w:rsidR="0008167C" w:rsidRPr="0008167C">
        <w:t xml:space="preserve"> </w:t>
      </w:r>
      <w:r w:rsidRPr="0008167C">
        <w:t>суши,</w:t>
      </w:r>
      <w:r w:rsidR="0008167C" w:rsidRPr="0008167C">
        <w:t xml:space="preserve"> </w:t>
      </w:r>
      <w:r w:rsidRPr="0008167C">
        <w:t>да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довольно</w:t>
      </w:r>
      <w:r w:rsidR="0008167C" w:rsidRPr="0008167C">
        <w:t xml:space="preserve"> </w:t>
      </w:r>
      <w:r w:rsidRPr="0008167C">
        <w:t>обширной</w:t>
      </w:r>
      <w:r w:rsidR="0008167C" w:rsidRPr="0008167C">
        <w:t xml:space="preserve"> </w:t>
      </w:r>
      <w:r w:rsidRPr="0008167C">
        <w:t>прибрежной</w:t>
      </w:r>
      <w:r w:rsidR="0008167C" w:rsidRPr="0008167C">
        <w:t xml:space="preserve"> </w:t>
      </w:r>
      <w:r w:rsidRPr="0008167C">
        <w:t>зоны</w:t>
      </w:r>
      <w:r w:rsidR="0008167C" w:rsidRPr="0008167C">
        <w:t xml:space="preserve"> </w:t>
      </w:r>
      <w:r w:rsidRPr="0008167C">
        <w:t>океанов,</w:t>
      </w:r>
      <w:r w:rsidR="0008167C" w:rsidRPr="0008167C">
        <w:t xml:space="preserve"> </w:t>
      </w:r>
      <w:r w:rsidRPr="0008167C">
        <w:t>без</w:t>
      </w:r>
      <w:r w:rsidR="0008167C" w:rsidRPr="0008167C">
        <w:t xml:space="preserve"> </w:t>
      </w:r>
      <w:r w:rsidRPr="0008167C">
        <w:t>всякого</w:t>
      </w:r>
      <w:r w:rsidR="0008167C" w:rsidRPr="0008167C">
        <w:t xml:space="preserve"> </w:t>
      </w:r>
      <w:r w:rsidRPr="0008167C">
        <w:t>сомнения,</w:t>
      </w:r>
      <w:r w:rsidR="0008167C" w:rsidRPr="0008167C">
        <w:t xml:space="preserve"> </w:t>
      </w:r>
      <w:r w:rsidRPr="0008167C">
        <w:t>сформировался</w:t>
      </w:r>
      <w:r w:rsidR="0008167C" w:rsidRPr="0008167C">
        <w:t xml:space="preserve"> </w:t>
      </w:r>
      <w:r w:rsidRPr="0008167C">
        <w:t>под</w:t>
      </w:r>
      <w:r w:rsidR="0008167C" w:rsidRPr="0008167C">
        <w:t xml:space="preserve"> </w:t>
      </w:r>
      <w:r w:rsidRPr="0008167C">
        <w:t>огромным</w:t>
      </w:r>
      <w:r w:rsidR="0008167C" w:rsidRPr="0008167C">
        <w:t xml:space="preserve"> </w:t>
      </w:r>
      <w:r w:rsidRPr="0008167C">
        <w:t>воздействием</w:t>
      </w:r>
      <w:r w:rsidR="0008167C" w:rsidRPr="0008167C">
        <w:t xml:space="preserve"> </w:t>
      </w:r>
      <w:r w:rsidRPr="0008167C">
        <w:t>гидрологических</w:t>
      </w:r>
      <w:r w:rsidR="0008167C" w:rsidRPr="0008167C">
        <w:t xml:space="preserve"> </w:t>
      </w:r>
      <w:r w:rsidRPr="0008167C">
        <w:t>процессов</w:t>
      </w:r>
      <w:r w:rsidR="0008167C" w:rsidRPr="0008167C">
        <w:t xml:space="preserve">. </w:t>
      </w:r>
      <w:r w:rsidRPr="0008167C">
        <w:t>Кроме</w:t>
      </w:r>
      <w:r w:rsidR="0008167C" w:rsidRPr="0008167C">
        <w:t xml:space="preserve"> </w:t>
      </w:r>
      <w:r w:rsidRPr="0008167C">
        <w:t>ветровой</w:t>
      </w:r>
      <w:r w:rsidR="0008167C" w:rsidRPr="0008167C">
        <w:t xml:space="preserve"> </w:t>
      </w:r>
      <w:r w:rsidRPr="0008167C">
        <w:t>эрозии,</w:t>
      </w:r>
      <w:r w:rsidR="0008167C" w:rsidRPr="0008167C">
        <w:t xml:space="preserve"> </w:t>
      </w:r>
      <w:r w:rsidRPr="0008167C">
        <w:t>во</w:t>
      </w:r>
      <w:r w:rsidR="0008167C" w:rsidRPr="0008167C">
        <w:t xml:space="preserve"> </w:t>
      </w:r>
      <w:r w:rsidRPr="0008167C">
        <w:t>всех</w:t>
      </w:r>
      <w:r w:rsidR="0008167C" w:rsidRPr="0008167C">
        <w:t xml:space="preserve"> </w:t>
      </w:r>
      <w:r w:rsidRPr="0008167C">
        <w:t>других</w:t>
      </w:r>
      <w:r w:rsidR="0008167C" w:rsidRPr="0008167C">
        <w:t xml:space="preserve"> </w:t>
      </w:r>
      <w:r w:rsidRPr="0008167C">
        <w:t>проявлениях</w:t>
      </w:r>
      <w:r w:rsidR="0008167C" w:rsidRPr="0008167C">
        <w:t xml:space="preserve"> </w:t>
      </w:r>
      <w:r w:rsidRPr="0008167C">
        <w:t>экзогенных</w:t>
      </w:r>
      <w:r w:rsidR="0008167C" w:rsidRPr="0008167C">
        <w:t xml:space="preserve"> </w:t>
      </w:r>
      <w:r w:rsidRPr="0008167C">
        <w:t>природных</w:t>
      </w:r>
      <w:r w:rsidR="0008167C" w:rsidRPr="0008167C">
        <w:t xml:space="preserve"> </w:t>
      </w:r>
      <w:r w:rsidRPr="0008167C">
        <w:t>процессов</w:t>
      </w:r>
      <w:r w:rsidR="0008167C" w:rsidRPr="0008167C">
        <w:t xml:space="preserve"> </w:t>
      </w:r>
      <w:r w:rsidRPr="0008167C">
        <w:t>непосредственная</w:t>
      </w:r>
      <w:r w:rsidR="0008167C" w:rsidRPr="0008167C">
        <w:t xml:space="preserve"> </w:t>
      </w:r>
      <w:r w:rsidRPr="0008167C">
        <w:t>или</w:t>
      </w:r>
      <w:r w:rsidR="0008167C" w:rsidRPr="0008167C">
        <w:t xml:space="preserve"> </w:t>
      </w:r>
      <w:r w:rsidRPr="0008167C">
        <w:t>косвенная</w:t>
      </w:r>
      <w:r w:rsidR="0008167C" w:rsidRPr="0008167C">
        <w:t xml:space="preserve"> </w:t>
      </w:r>
      <w:r w:rsidRPr="0008167C">
        <w:t>роль</w:t>
      </w:r>
      <w:r w:rsidR="0008167C" w:rsidRPr="0008167C">
        <w:t xml:space="preserve"> </w:t>
      </w:r>
      <w:r w:rsidRPr="0008167C">
        <w:t>очевидна</w:t>
      </w:r>
      <w:r w:rsidR="0008167C" w:rsidRPr="0008167C">
        <w:t xml:space="preserve">: </w:t>
      </w:r>
      <w:r w:rsidRPr="0008167C">
        <w:t>физико-химическое</w:t>
      </w:r>
      <w:r w:rsidR="0008167C" w:rsidRPr="0008167C">
        <w:t xml:space="preserve"> </w:t>
      </w:r>
      <w:r w:rsidRPr="0008167C">
        <w:t>выветривание</w:t>
      </w:r>
      <w:r w:rsidR="0008167C" w:rsidRPr="0008167C">
        <w:t xml:space="preserve"> </w:t>
      </w:r>
      <w:r w:rsidRPr="0008167C">
        <w:t>горных</w:t>
      </w:r>
      <w:r w:rsidR="0008167C" w:rsidRPr="0008167C">
        <w:t xml:space="preserve"> </w:t>
      </w:r>
      <w:r w:rsidRPr="0008167C">
        <w:t>пород</w:t>
      </w:r>
      <w:r w:rsidR="0008167C" w:rsidRPr="0008167C">
        <w:t xml:space="preserve"> </w:t>
      </w:r>
      <w:r w:rsidRPr="0008167C">
        <w:t>немыслимо</w:t>
      </w:r>
      <w:r w:rsidR="0008167C" w:rsidRPr="0008167C">
        <w:t xml:space="preserve"> </w:t>
      </w:r>
      <w:r w:rsidRPr="0008167C">
        <w:t>без</w:t>
      </w:r>
      <w:r w:rsidR="0008167C" w:rsidRPr="0008167C">
        <w:t xml:space="preserve"> </w:t>
      </w:r>
      <w:r w:rsidRPr="0008167C">
        <w:t>участия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; </w:t>
      </w:r>
      <w:r w:rsidRPr="0008167C">
        <w:t>эрозионно-аккумулятивные</w:t>
      </w:r>
      <w:r w:rsidR="0008167C" w:rsidRPr="0008167C">
        <w:t xml:space="preserve"> </w:t>
      </w:r>
      <w:r w:rsidRPr="0008167C">
        <w:t>процессы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суше,</w:t>
      </w:r>
      <w:r w:rsidR="0008167C" w:rsidRPr="0008167C">
        <w:t xml:space="preserve"> </w:t>
      </w:r>
      <w:r w:rsidRPr="0008167C">
        <w:t>абразия</w:t>
      </w:r>
      <w:r w:rsidR="0008167C" w:rsidRPr="0008167C">
        <w:t xml:space="preserve"> </w:t>
      </w:r>
      <w:r w:rsidRPr="0008167C">
        <w:t>морских</w:t>
      </w:r>
      <w:r w:rsidR="0008167C" w:rsidRPr="0008167C">
        <w:t xml:space="preserve"> </w:t>
      </w:r>
      <w:r w:rsidRPr="0008167C">
        <w:t>берегов,</w:t>
      </w:r>
      <w:r w:rsidR="0008167C" w:rsidRPr="0008167C">
        <w:t xml:space="preserve"> </w:t>
      </w:r>
      <w:r w:rsidRPr="0008167C">
        <w:t>формирование</w:t>
      </w:r>
      <w:r w:rsidR="0008167C" w:rsidRPr="0008167C">
        <w:t xml:space="preserve"> </w:t>
      </w:r>
      <w:r w:rsidRPr="0008167C">
        <w:t>дельтовых</w:t>
      </w:r>
      <w:r w:rsidR="0008167C" w:rsidRPr="0008167C">
        <w:t xml:space="preserve"> </w:t>
      </w:r>
      <w:r w:rsidRPr="0008167C">
        <w:t>равнин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шельфа,</w:t>
      </w:r>
      <w:r w:rsidR="0008167C" w:rsidRPr="0008167C">
        <w:t xml:space="preserve"> </w:t>
      </w:r>
      <w:r w:rsidRPr="0008167C">
        <w:t>подводных</w:t>
      </w:r>
      <w:r w:rsidR="0008167C" w:rsidRPr="0008167C">
        <w:t xml:space="preserve"> </w:t>
      </w:r>
      <w:r w:rsidRPr="0008167C">
        <w:t>каньонов</w:t>
      </w:r>
      <w:r w:rsidR="0008167C" w:rsidRPr="0008167C">
        <w:t xml:space="preserve"> - </w:t>
      </w:r>
      <w:r w:rsidRPr="0008167C">
        <w:t>все</w:t>
      </w:r>
      <w:r w:rsidR="0008167C" w:rsidRPr="0008167C">
        <w:t xml:space="preserve"> </w:t>
      </w:r>
      <w:r w:rsidRPr="0008167C">
        <w:t>это</w:t>
      </w:r>
      <w:r w:rsidR="0008167C" w:rsidRPr="0008167C">
        <w:t xml:space="preserve"> </w:t>
      </w:r>
      <w:r w:rsidRPr="0008167C">
        <w:t>результат</w:t>
      </w:r>
      <w:r w:rsidR="0008167C" w:rsidRPr="0008167C">
        <w:t xml:space="preserve"> </w:t>
      </w:r>
      <w:r w:rsidRPr="0008167C">
        <w:t>мощного</w:t>
      </w:r>
      <w:r w:rsidR="0008167C" w:rsidRPr="0008167C">
        <w:t xml:space="preserve"> </w:t>
      </w:r>
      <w:r w:rsidRPr="0008167C">
        <w:t>воздействия</w:t>
      </w:r>
      <w:r w:rsidR="0008167C" w:rsidRPr="0008167C">
        <w:t xml:space="preserve"> </w:t>
      </w:r>
      <w:r w:rsidRPr="0008167C">
        <w:t>гидрологических</w:t>
      </w:r>
      <w:r w:rsidR="0008167C" w:rsidRPr="0008167C">
        <w:t xml:space="preserve"> </w:t>
      </w:r>
      <w:r w:rsidRPr="0008167C">
        <w:t>процессов</w:t>
      </w:r>
      <w:r w:rsidR="0008167C" w:rsidRPr="0008167C">
        <w:t xml:space="preserve">. </w:t>
      </w:r>
      <w:r w:rsidRPr="0008167C">
        <w:t>Эрозионно-аккумулятивные</w:t>
      </w:r>
      <w:r w:rsidR="0008167C" w:rsidRPr="0008167C">
        <w:t xml:space="preserve"> </w:t>
      </w:r>
      <w:r w:rsidRPr="0008167C">
        <w:t>процессы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речных</w:t>
      </w:r>
      <w:r w:rsidR="0008167C" w:rsidRPr="0008167C">
        <w:t xml:space="preserve"> </w:t>
      </w:r>
      <w:r w:rsidRPr="0008167C">
        <w:t>бассейнах</w:t>
      </w:r>
      <w:r w:rsidR="0008167C" w:rsidRPr="0008167C">
        <w:t xml:space="preserve"> </w:t>
      </w:r>
      <w:r w:rsidRPr="0008167C">
        <w:t>изменяют</w:t>
      </w:r>
      <w:r w:rsidR="0008167C" w:rsidRPr="0008167C">
        <w:t xml:space="preserve"> </w:t>
      </w:r>
      <w:r w:rsidRPr="0008167C">
        <w:t>горные</w:t>
      </w:r>
      <w:r w:rsidR="0008167C" w:rsidRPr="0008167C">
        <w:t xml:space="preserve"> </w:t>
      </w:r>
      <w:r w:rsidRPr="0008167C">
        <w:t>системы,</w:t>
      </w:r>
      <w:r w:rsidR="0008167C" w:rsidRPr="0008167C">
        <w:t xml:space="preserve"> </w:t>
      </w:r>
      <w:r w:rsidRPr="0008167C">
        <w:t>сформировавшиеся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результате</w:t>
      </w:r>
      <w:r w:rsidR="0008167C" w:rsidRPr="0008167C">
        <w:t xml:space="preserve"> </w:t>
      </w:r>
      <w:r w:rsidRPr="0008167C">
        <w:t>эндогенных</w:t>
      </w:r>
      <w:r w:rsidR="0008167C" w:rsidRPr="0008167C">
        <w:t xml:space="preserve"> </w:t>
      </w:r>
      <w:r w:rsidRPr="0008167C">
        <w:t>процессов</w:t>
      </w:r>
      <w:r w:rsidR="0008167C" w:rsidRPr="0008167C">
        <w:t xml:space="preserve">. </w:t>
      </w:r>
      <w:r w:rsidRPr="0008167C">
        <w:t>В</w:t>
      </w:r>
      <w:r w:rsidR="0008167C" w:rsidRPr="0008167C">
        <w:t xml:space="preserve"> </w:t>
      </w:r>
      <w:r w:rsidRPr="0008167C">
        <w:t>современном</w:t>
      </w:r>
      <w:r w:rsidR="0008167C" w:rsidRPr="0008167C">
        <w:t xml:space="preserve"> </w:t>
      </w:r>
      <w:r w:rsidRPr="0008167C">
        <w:t>рельефе</w:t>
      </w:r>
      <w:r w:rsidR="0008167C" w:rsidRPr="0008167C">
        <w:t xml:space="preserve"> </w:t>
      </w:r>
      <w:r w:rsidRPr="0008167C">
        <w:t>суши</w:t>
      </w:r>
      <w:r w:rsidR="0008167C" w:rsidRPr="0008167C">
        <w:t xml:space="preserve"> </w:t>
      </w:r>
      <w:r w:rsidRPr="0008167C">
        <w:t>многочисленные</w:t>
      </w:r>
      <w:r w:rsidR="0008167C" w:rsidRPr="0008167C">
        <w:t xml:space="preserve"> </w:t>
      </w:r>
      <w:r w:rsidRPr="0008167C">
        <w:t>формы</w:t>
      </w:r>
      <w:r w:rsidR="0008167C" w:rsidRPr="0008167C">
        <w:t xml:space="preserve"> </w:t>
      </w:r>
      <w:r w:rsidRPr="0008167C">
        <w:t>обязаны</w:t>
      </w:r>
      <w:r w:rsidR="0008167C" w:rsidRPr="0008167C">
        <w:t xml:space="preserve"> </w:t>
      </w:r>
      <w:r w:rsidRPr="0008167C">
        <w:t>своим</w:t>
      </w:r>
      <w:r w:rsidR="0008167C" w:rsidRPr="0008167C">
        <w:t xml:space="preserve"> </w:t>
      </w:r>
      <w:r w:rsidRPr="0008167C">
        <w:t>происхождением</w:t>
      </w:r>
      <w:r w:rsidR="0008167C" w:rsidRPr="0008167C">
        <w:t xml:space="preserve"> </w:t>
      </w:r>
      <w:r w:rsidRPr="0008167C">
        <w:t>эрозионной,</w:t>
      </w:r>
      <w:r w:rsidR="0008167C" w:rsidRPr="0008167C">
        <w:t xml:space="preserve"> </w:t>
      </w:r>
      <w:r w:rsidRPr="0008167C">
        <w:t>транспортирующей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аккумулирующей</w:t>
      </w:r>
      <w:r w:rsidR="0008167C" w:rsidRPr="0008167C">
        <w:t xml:space="preserve"> </w:t>
      </w:r>
      <w:r w:rsidRPr="0008167C">
        <w:t>роли</w:t>
      </w:r>
      <w:r w:rsidR="0008167C" w:rsidRPr="0008167C">
        <w:t xml:space="preserve"> </w:t>
      </w:r>
      <w:r w:rsidRPr="0008167C">
        <w:t>текущей</w:t>
      </w:r>
      <w:r w:rsidR="0008167C" w:rsidRPr="0008167C">
        <w:t xml:space="preserve"> </w:t>
      </w:r>
      <w:r w:rsidRPr="0008167C">
        <w:t>воды</w:t>
      </w:r>
      <w:r w:rsidR="0008167C">
        <w:t xml:space="preserve"> (</w:t>
      </w:r>
      <w:r w:rsidRPr="0008167C">
        <w:t>овраги,</w:t>
      </w:r>
      <w:r w:rsidR="0008167C" w:rsidRPr="0008167C">
        <w:t xml:space="preserve"> </w:t>
      </w:r>
      <w:r w:rsidRPr="0008167C">
        <w:t>речные</w:t>
      </w:r>
      <w:r w:rsidR="0008167C" w:rsidRPr="0008167C">
        <w:t xml:space="preserve"> </w:t>
      </w:r>
      <w:r w:rsidRPr="0008167C">
        <w:t>долины,</w:t>
      </w:r>
      <w:r w:rsidR="0008167C" w:rsidRPr="0008167C">
        <w:t xml:space="preserve"> </w:t>
      </w:r>
      <w:r w:rsidRPr="0008167C">
        <w:t>русла</w:t>
      </w:r>
      <w:r w:rsidR="0008167C" w:rsidRPr="0008167C">
        <w:t xml:space="preserve"> </w:t>
      </w:r>
      <w:r w:rsidRPr="0008167C">
        <w:t>рек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поймы,</w:t>
      </w:r>
      <w:r w:rsidR="0008167C" w:rsidRPr="0008167C">
        <w:t xml:space="preserve"> </w:t>
      </w:r>
      <w:r w:rsidRPr="0008167C">
        <w:t>дельтовые</w:t>
      </w:r>
      <w:r w:rsidR="0008167C" w:rsidRPr="0008167C">
        <w:t xml:space="preserve"> </w:t>
      </w:r>
      <w:r w:rsidRPr="0008167C">
        <w:t>равнины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="0008167C">
        <w:t>т.д.</w:t>
      </w:r>
      <w:r w:rsidR="0008167C" w:rsidRPr="0008167C">
        <w:t xml:space="preserve">). </w:t>
      </w:r>
      <w:r w:rsidRPr="0008167C">
        <w:t>Ледники</w:t>
      </w:r>
      <w:r w:rsidR="0008167C" w:rsidRPr="0008167C">
        <w:t xml:space="preserve"> </w:t>
      </w:r>
      <w:r w:rsidRPr="0008167C">
        <w:t>также</w:t>
      </w:r>
      <w:r w:rsidR="0008167C" w:rsidRPr="0008167C">
        <w:t xml:space="preserve"> </w:t>
      </w:r>
      <w:r w:rsidRPr="0008167C">
        <w:t>создают</w:t>
      </w:r>
      <w:r w:rsidR="0008167C" w:rsidRPr="0008167C">
        <w:t xml:space="preserve"> </w:t>
      </w:r>
      <w:r w:rsidRPr="0008167C">
        <w:t>при</w:t>
      </w:r>
      <w:r w:rsidR="0008167C" w:rsidRPr="0008167C">
        <w:t xml:space="preserve"> </w:t>
      </w:r>
      <w:r w:rsidRPr="0008167C">
        <w:t>своем</w:t>
      </w:r>
      <w:r w:rsidR="0008167C" w:rsidRPr="0008167C">
        <w:t xml:space="preserve"> </w:t>
      </w:r>
      <w:r w:rsidRPr="0008167C">
        <w:t>движении</w:t>
      </w:r>
      <w:r w:rsidR="0008167C" w:rsidRPr="0008167C">
        <w:t xml:space="preserve"> </w:t>
      </w:r>
      <w:r w:rsidRPr="0008167C">
        <w:t>специфические</w:t>
      </w:r>
      <w:r w:rsidR="0008167C" w:rsidRPr="0008167C">
        <w:t xml:space="preserve"> </w:t>
      </w:r>
      <w:r w:rsidRPr="0008167C">
        <w:t>формы</w:t>
      </w:r>
      <w:r w:rsidR="0008167C" w:rsidRPr="0008167C">
        <w:t xml:space="preserve"> </w:t>
      </w:r>
      <w:r w:rsidRPr="0008167C">
        <w:t>рельефа</w:t>
      </w:r>
      <w:r w:rsidR="0008167C">
        <w:t xml:space="preserve"> (</w:t>
      </w:r>
      <w:r w:rsidRPr="0008167C">
        <w:t>троговые</w:t>
      </w:r>
      <w:r w:rsidR="0008167C" w:rsidRPr="0008167C">
        <w:t xml:space="preserve"> </w:t>
      </w:r>
      <w:r w:rsidRPr="0008167C">
        <w:t>долины,</w:t>
      </w:r>
      <w:r w:rsidR="0008167C" w:rsidRPr="0008167C">
        <w:t xml:space="preserve"> </w:t>
      </w:r>
      <w:r w:rsidRPr="0008167C">
        <w:t>морены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="0008167C">
        <w:t>т.д.</w:t>
      </w:r>
      <w:r w:rsidR="0008167C" w:rsidRPr="0008167C">
        <w:t>).</w:t>
      </w:r>
    </w:p>
    <w:p w:rsidR="0008167C" w:rsidRPr="0008167C" w:rsidRDefault="00223F35" w:rsidP="0008167C">
      <w:pPr>
        <w:tabs>
          <w:tab w:val="left" w:pos="726"/>
        </w:tabs>
      </w:pPr>
      <w:r w:rsidRPr="0008167C">
        <w:t>Таким</w:t>
      </w:r>
      <w:r w:rsidR="0008167C" w:rsidRPr="0008167C">
        <w:t xml:space="preserve"> </w:t>
      </w:r>
      <w:r w:rsidRPr="0008167C">
        <w:t>образом,</w:t>
      </w:r>
      <w:r w:rsidR="0008167C" w:rsidRPr="0008167C">
        <w:t xml:space="preserve"> </w:t>
      </w:r>
      <w:r w:rsidRPr="0008167C">
        <w:t>мы</w:t>
      </w:r>
      <w:r w:rsidR="0008167C" w:rsidRPr="0008167C">
        <w:t xml:space="preserve"> </w:t>
      </w:r>
      <w:r w:rsidRPr="0008167C">
        <w:t>видим,</w:t>
      </w:r>
      <w:r w:rsidR="0008167C" w:rsidRPr="0008167C">
        <w:t xml:space="preserve"> </w:t>
      </w:r>
      <w:r w:rsidRPr="0008167C">
        <w:t>какое</w:t>
      </w:r>
      <w:r w:rsidR="0008167C" w:rsidRPr="0008167C">
        <w:t xml:space="preserve"> </w:t>
      </w:r>
      <w:r w:rsidRPr="0008167C">
        <w:t>огромное</w:t>
      </w:r>
      <w:r w:rsidR="0008167C" w:rsidRPr="0008167C">
        <w:t xml:space="preserve"> </w:t>
      </w:r>
      <w:r w:rsidRPr="0008167C">
        <w:t>значение</w:t>
      </w:r>
      <w:r w:rsidR="0008167C" w:rsidRPr="0008167C">
        <w:t xml:space="preserve"> </w:t>
      </w:r>
      <w:r w:rsidRPr="0008167C">
        <w:t>имеют</w:t>
      </w:r>
      <w:r w:rsidR="0008167C" w:rsidRPr="0008167C">
        <w:t xml:space="preserve"> </w:t>
      </w:r>
      <w:r w:rsidRPr="0008167C">
        <w:t>поверхностные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для</w:t>
      </w:r>
      <w:r w:rsidR="0008167C" w:rsidRPr="0008167C">
        <w:t xml:space="preserve"> </w:t>
      </w:r>
      <w:r w:rsidRPr="0008167C">
        <w:t>нашей</w:t>
      </w:r>
      <w:r w:rsidR="0008167C" w:rsidRPr="0008167C">
        <w:t xml:space="preserve"> </w:t>
      </w:r>
      <w:r w:rsidRPr="0008167C">
        <w:t>планеты</w:t>
      </w:r>
      <w:r w:rsidR="0008167C" w:rsidRPr="0008167C">
        <w:t xml:space="preserve">. </w:t>
      </w:r>
      <w:r w:rsidRPr="0008167C">
        <w:t>Поэтому</w:t>
      </w:r>
      <w:r w:rsidR="0008167C" w:rsidRPr="0008167C">
        <w:t xml:space="preserve"> </w:t>
      </w:r>
      <w:r w:rsidRPr="0008167C">
        <w:t>мы</w:t>
      </w:r>
      <w:r w:rsidR="0008167C" w:rsidRPr="0008167C">
        <w:t xml:space="preserve"> </w:t>
      </w:r>
      <w:r w:rsidRPr="0008167C">
        <w:t>должны</w:t>
      </w:r>
      <w:r w:rsidR="0008167C" w:rsidRPr="0008167C">
        <w:t xml:space="preserve"> </w:t>
      </w:r>
      <w:r w:rsidRPr="0008167C">
        <w:t>понимать,</w:t>
      </w:r>
      <w:r w:rsidR="0008167C" w:rsidRPr="0008167C">
        <w:t xml:space="preserve"> </w:t>
      </w:r>
      <w:r w:rsidRPr="0008167C">
        <w:t>что</w:t>
      </w:r>
      <w:r w:rsidR="0008167C" w:rsidRPr="0008167C">
        <w:t xml:space="preserve"> </w:t>
      </w:r>
      <w:r w:rsidRPr="0008167C">
        <w:t>наше</w:t>
      </w:r>
      <w:r w:rsidR="0008167C" w:rsidRPr="0008167C">
        <w:t xml:space="preserve"> </w:t>
      </w:r>
      <w:r w:rsidRPr="0008167C">
        <w:t>вмешательство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процессы,</w:t>
      </w:r>
      <w:r w:rsidR="0008167C" w:rsidRPr="0008167C">
        <w:t xml:space="preserve"> </w:t>
      </w:r>
      <w:r w:rsidRPr="0008167C">
        <w:t>сформировавшиеся</w:t>
      </w:r>
      <w:r w:rsidR="0008167C" w:rsidRPr="0008167C">
        <w:t xml:space="preserve"> </w:t>
      </w:r>
      <w:r w:rsidRPr="0008167C">
        <w:t>задолго</w:t>
      </w:r>
      <w:r w:rsidR="0008167C" w:rsidRPr="0008167C">
        <w:t xml:space="preserve"> </w:t>
      </w:r>
      <w:r w:rsidRPr="0008167C">
        <w:t>до</w:t>
      </w:r>
      <w:r w:rsidR="0008167C" w:rsidRPr="0008167C">
        <w:t xml:space="preserve"> </w:t>
      </w:r>
      <w:r w:rsidRPr="0008167C">
        <w:t>нашего</w:t>
      </w:r>
      <w:r w:rsidR="0008167C" w:rsidRPr="0008167C">
        <w:t xml:space="preserve"> </w:t>
      </w:r>
      <w:r w:rsidRPr="0008167C">
        <w:t>появления,</w:t>
      </w:r>
      <w:r w:rsidR="0008167C" w:rsidRPr="0008167C">
        <w:t xml:space="preserve"> </w:t>
      </w:r>
      <w:r w:rsidRPr="0008167C">
        <w:t>может</w:t>
      </w:r>
      <w:r w:rsidR="0008167C" w:rsidRPr="0008167C">
        <w:t xml:space="preserve"> </w:t>
      </w:r>
      <w:r w:rsidRPr="0008167C">
        <w:t>нарушить</w:t>
      </w:r>
      <w:r w:rsidR="0008167C" w:rsidRPr="0008167C">
        <w:t xml:space="preserve"> </w:t>
      </w:r>
      <w:r w:rsidRPr="0008167C">
        <w:t>хрупкое</w:t>
      </w:r>
      <w:r w:rsidR="0008167C" w:rsidRPr="0008167C">
        <w:t xml:space="preserve"> </w:t>
      </w:r>
      <w:r w:rsidRPr="0008167C">
        <w:t>равновесие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действиях</w:t>
      </w:r>
      <w:r w:rsidR="0008167C" w:rsidRPr="0008167C">
        <w:t xml:space="preserve"> </w:t>
      </w:r>
      <w:r w:rsidRPr="0008167C">
        <w:t>природных</w:t>
      </w:r>
      <w:r w:rsidR="0008167C" w:rsidRPr="0008167C">
        <w:t xml:space="preserve"> </w:t>
      </w:r>
      <w:r w:rsidRPr="0008167C">
        <w:t>сил</w:t>
      </w:r>
      <w:r w:rsidR="0008167C" w:rsidRPr="0008167C">
        <w:t xml:space="preserve">. </w:t>
      </w:r>
      <w:r w:rsidRPr="0008167C">
        <w:t>Мы</w:t>
      </w:r>
      <w:r w:rsidR="0008167C" w:rsidRPr="0008167C">
        <w:t xml:space="preserve"> </w:t>
      </w:r>
      <w:r w:rsidRPr="0008167C">
        <w:t>должны</w:t>
      </w:r>
      <w:r w:rsidR="0008167C" w:rsidRPr="0008167C">
        <w:t xml:space="preserve"> </w:t>
      </w:r>
      <w:r w:rsidRPr="0008167C">
        <w:t>научиться</w:t>
      </w:r>
      <w:r w:rsidR="0008167C" w:rsidRPr="0008167C">
        <w:t xml:space="preserve"> </w:t>
      </w:r>
      <w:r w:rsidRPr="0008167C">
        <w:t>разумно</w:t>
      </w:r>
      <w:r w:rsidR="0008167C" w:rsidRPr="0008167C">
        <w:t xml:space="preserve"> </w:t>
      </w:r>
      <w:r w:rsidRPr="0008167C">
        <w:t>использовать</w:t>
      </w:r>
      <w:r w:rsidR="0008167C" w:rsidRPr="0008167C">
        <w:t xml:space="preserve"> </w:t>
      </w:r>
      <w:r w:rsidRPr="0008167C">
        <w:t>природные</w:t>
      </w:r>
      <w:r w:rsidR="0008167C" w:rsidRPr="0008167C">
        <w:t xml:space="preserve"> </w:t>
      </w:r>
      <w:r w:rsidRPr="0008167C">
        <w:t>ресурсы,</w:t>
      </w:r>
      <w:r w:rsidR="0008167C" w:rsidRPr="0008167C">
        <w:t xml:space="preserve"> </w:t>
      </w:r>
      <w:r w:rsidRPr="0008167C">
        <w:t>сводить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нет</w:t>
      </w:r>
      <w:r w:rsidR="0008167C" w:rsidRPr="0008167C">
        <w:t xml:space="preserve"> </w:t>
      </w:r>
      <w:r w:rsidRPr="0008167C">
        <w:t>наше</w:t>
      </w:r>
      <w:r w:rsidR="0008167C" w:rsidRPr="0008167C">
        <w:t xml:space="preserve"> </w:t>
      </w:r>
      <w:r w:rsidRPr="0008167C">
        <w:t>отрицательное</w:t>
      </w:r>
      <w:r w:rsidR="0008167C" w:rsidRPr="0008167C">
        <w:t xml:space="preserve"> </w:t>
      </w:r>
      <w:r w:rsidRPr="0008167C">
        <w:t>влияние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природные</w:t>
      </w:r>
      <w:r w:rsidR="0008167C" w:rsidRPr="0008167C">
        <w:t xml:space="preserve"> </w:t>
      </w:r>
      <w:r w:rsidRPr="0008167C">
        <w:t>процессы,</w:t>
      </w:r>
      <w:r w:rsidR="0008167C" w:rsidRPr="0008167C">
        <w:t xml:space="preserve"> </w:t>
      </w:r>
      <w:r w:rsidRPr="0008167C">
        <w:t>защитить</w:t>
      </w:r>
      <w:r w:rsidR="0008167C" w:rsidRPr="0008167C">
        <w:t xml:space="preserve"> </w:t>
      </w:r>
      <w:r w:rsidRPr="0008167C">
        <w:t>их</w:t>
      </w:r>
      <w:r w:rsidR="0008167C" w:rsidRPr="0008167C">
        <w:t xml:space="preserve"> </w:t>
      </w:r>
      <w:r w:rsidRPr="0008167C">
        <w:t>от</w:t>
      </w:r>
      <w:r w:rsidR="0008167C" w:rsidRPr="0008167C">
        <w:t xml:space="preserve"> </w:t>
      </w:r>
      <w:r w:rsidRPr="0008167C">
        <w:t>самих</w:t>
      </w:r>
      <w:r w:rsidR="0008167C" w:rsidRPr="0008167C">
        <w:t xml:space="preserve"> </w:t>
      </w:r>
      <w:r w:rsidRPr="0008167C">
        <w:t>себя</w:t>
      </w:r>
      <w:r w:rsidR="0008167C" w:rsidRPr="0008167C">
        <w:t>.</w:t>
      </w:r>
    </w:p>
    <w:p w:rsidR="0008167C" w:rsidRDefault="00223F35" w:rsidP="0008167C">
      <w:pPr>
        <w:pStyle w:val="1"/>
      </w:pPr>
      <w:bookmarkStart w:id="145" w:name="_Toc8498824"/>
      <w:r w:rsidRPr="0008167C">
        <w:br w:type="page"/>
      </w:r>
      <w:bookmarkStart w:id="146" w:name="_Toc290931186"/>
      <w:r w:rsidRPr="0008167C">
        <w:t>Список</w:t>
      </w:r>
      <w:r w:rsidR="0008167C" w:rsidRPr="0008167C">
        <w:t xml:space="preserve"> </w:t>
      </w:r>
      <w:r w:rsidRPr="0008167C">
        <w:t>использованной</w:t>
      </w:r>
      <w:r w:rsidR="0008167C" w:rsidRPr="0008167C">
        <w:t xml:space="preserve"> </w:t>
      </w:r>
      <w:r w:rsidRPr="0008167C">
        <w:t>литературы</w:t>
      </w:r>
      <w:bookmarkEnd w:id="145"/>
      <w:bookmarkEnd w:id="146"/>
    </w:p>
    <w:p w:rsidR="0008167C" w:rsidRPr="0008167C" w:rsidRDefault="0008167C" w:rsidP="0008167C">
      <w:pPr>
        <w:rPr>
          <w:lang w:eastAsia="en-US"/>
        </w:rPr>
      </w:pPr>
    </w:p>
    <w:p w:rsidR="0008167C" w:rsidRPr="0008167C" w:rsidRDefault="00223F35" w:rsidP="0008167C">
      <w:pPr>
        <w:pStyle w:val="a"/>
      </w:pPr>
      <w:r w:rsidRPr="0008167C">
        <w:t>Богословский</w:t>
      </w:r>
      <w:r w:rsidR="0008167C" w:rsidRPr="0008167C">
        <w:t xml:space="preserve"> </w:t>
      </w:r>
      <w:r w:rsidRPr="0008167C">
        <w:t>Б</w:t>
      </w:r>
      <w:r w:rsidR="0008167C">
        <w:t xml:space="preserve">.Б., </w:t>
      </w:r>
      <w:r w:rsidRPr="0008167C">
        <w:t>Самохин</w:t>
      </w:r>
      <w:r w:rsidR="0008167C" w:rsidRPr="0008167C">
        <w:t xml:space="preserve"> </w:t>
      </w:r>
      <w:r w:rsidRPr="0008167C">
        <w:t>А</w:t>
      </w:r>
      <w:r w:rsidR="0008167C">
        <w:t xml:space="preserve">.А., </w:t>
      </w:r>
      <w:r w:rsidRPr="0008167C">
        <w:t>Иванов</w:t>
      </w:r>
      <w:r w:rsidR="0008167C" w:rsidRPr="0008167C">
        <w:t xml:space="preserve"> </w:t>
      </w:r>
      <w:r w:rsidRPr="0008167C">
        <w:t>К</w:t>
      </w:r>
      <w:r w:rsidR="0008167C">
        <w:t xml:space="preserve">.Е., </w:t>
      </w:r>
      <w:r w:rsidRPr="0008167C">
        <w:t>Соколов</w:t>
      </w:r>
      <w:r w:rsidR="0008167C" w:rsidRPr="0008167C">
        <w:t xml:space="preserve"> </w:t>
      </w:r>
      <w:r w:rsidRPr="0008167C">
        <w:t>Д</w:t>
      </w:r>
      <w:r w:rsidR="0008167C">
        <w:t xml:space="preserve">.П. </w:t>
      </w:r>
      <w:r w:rsidRPr="0008167C">
        <w:t>Общая</w:t>
      </w:r>
      <w:r w:rsidR="0008167C" w:rsidRPr="0008167C">
        <w:t xml:space="preserve"> </w:t>
      </w:r>
      <w:r w:rsidRPr="0008167C">
        <w:t>гидрология</w:t>
      </w:r>
      <w:r w:rsidR="0008167C">
        <w:t xml:space="preserve">. - </w:t>
      </w:r>
      <w:r w:rsidRPr="0008167C">
        <w:t>Л</w:t>
      </w:r>
      <w:r w:rsidR="0008167C" w:rsidRPr="0008167C">
        <w:t xml:space="preserve">.: </w:t>
      </w:r>
      <w:r w:rsidRPr="0008167C">
        <w:t>Гидрометеоиздат,</w:t>
      </w:r>
      <w:r w:rsidR="0008167C" w:rsidRPr="0008167C">
        <w:t xml:space="preserve"> </w:t>
      </w:r>
      <w:r w:rsidRPr="0008167C">
        <w:t>1984</w:t>
      </w:r>
      <w:r w:rsidR="0008167C" w:rsidRPr="0008167C">
        <w:t xml:space="preserve"> - </w:t>
      </w:r>
      <w:r w:rsidRPr="0008167C">
        <w:t>422</w:t>
      </w:r>
      <w:r w:rsidR="0008167C" w:rsidRPr="0008167C">
        <w:t xml:space="preserve"> </w:t>
      </w:r>
      <w:r w:rsidRPr="0008167C">
        <w:t>с</w:t>
      </w:r>
      <w:r w:rsidR="0008167C" w:rsidRPr="0008167C">
        <w:t>.</w:t>
      </w:r>
    </w:p>
    <w:p w:rsidR="0008167C" w:rsidRPr="0008167C" w:rsidRDefault="00223F35" w:rsidP="0008167C">
      <w:pPr>
        <w:pStyle w:val="a"/>
      </w:pPr>
      <w:r w:rsidRPr="0008167C">
        <w:t>Быков</w:t>
      </w:r>
      <w:r w:rsidR="0008167C" w:rsidRPr="0008167C">
        <w:t xml:space="preserve"> </w:t>
      </w:r>
      <w:r w:rsidRPr="0008167C">
        <w:t>В</w:t>
      </w:r>
      <w:r w:rsidR="0008167C">
        <w:t xml:space="preserve">.Д., </w:t>
      </w:r>
      <w:r w:rsidRPr="0008167C">
        <w:t>Васильев</w:t>
      </w:r>
      <w:r w:rsidR="0008167C" w:rsidRPr="0008167C">
        <w:t xml:space="preserve"> </w:t>
      </w:r>
      <w:r w:rsidRPr="0008167C">
        <w:t>А</w:t>
      </w:r>
      <w:r w:rsidR="0008167C">
        <w:t xml:space="preserve">.В. </w:t>
      </w:r>
      <w:r w:rsidRPr="0008167C">
        <w:t>Гидрометрия</w:t>
      </w:r>
      <w:r w:rsidR="0008167C" w:rsidRPr="0008167C">
        <w:t xml:space="preserve">. </w:t>
      </w:r>
      <w:r w:rsidRPr="0008167C">
        <w:t>Учебник</w:t>
      </w:r>
      <w:r w:rsidR="0008167C" w:rsidRPr="0008167C">
        <w:t xml:space="preserve"> </w:t>
      </w:r>
      <w:r w:rsidRPr="0008167C">
        <w:t>для</w:t>
      </w:r>
      <w:r w:rsidR="0008167C" w:rsidRPr="0008167C">
        <w:t xml:space="preserve"> </w:t>
      </w:r>
      <w:r w:rsidRPr="0008167C">
        <w:t>ВУЗов</w:t>
      </w:r>
      <w:r w:rsidR="0008167C" w:rsidRPr="0008167C">
        <w:t xml:space="preserve"> </w:t>
      </w:r>
      <w:r w:rsidRPr="0008167C">
        <w:t>по</w:t>
      </w:r>
      <w:r w:rsidR="0008167C" w:rsidRPr="0008167C">
        <w:t xml:space="preserve"> </w:t>
      </w:r>
      <w:r w:rsidRPr="0008167C">
        <w:t>специальности</w:t>
      </w:r>
      <w:r w:rsidR="0008167C">
        <w:t xml:space="preserve"> "</w:t>
      </w:r>
      <w:r w:rsidRPr="0008167C">
        <w:t>Гидрология</w:t>
      </w:r>
      <w:r w:rsidR="0008167C" w:rsidRPr="0008167C">
        <w:t xml:space="preserve"> </w:t>
      </w:r>
      <w:r w:rsidRPr="0008167C">
        <w:t>суши</w:t>
      </w:r>
      <w:r w:rsidR="0008167C">
        <w:t xml:space="preserve">". - </w:t>
      </w:r>
      <w:r w:rsidRPr="0008167C">
        <w:t>Л</w:t>
      </w:r>
      <w:r w:rsidR="0008167C" w:rsidRPr="0008167C">
        <w:t xml:space="preserve">.: </w:t>
      </w:r>
      <w:r w:rsidRPr="0008167C">
        <w:t>Гидрометеоиздат,</w:t>
      </w:r>
      <w:r w:rsidR="0008167C" w:rsidRPr="0008167C">
        <w:t xml:space="preserve"> </w:t>
      </w:r>
      <w:r w:rsidRPr="0008167C">
        <w:t>1977</w:t>
      </w:r>
      <w:r w:rsidR="0008167C" w:rsidRPr="0008167C">
        <w:t xml:space="preserve"> - </w:t>
      </w:r>
      <w:r w:rsidRPr="0008167C">
        <w:t>448</w:t>
      </w:r>
      <w:r w:rsidR="0008167C" w:rsidRPr="0008167C">
        <w:t xml:space="preserve"> </w:t>
      </w:r>
      <w:r w:rsidRPr="0008167C">
        <w:t>с</w:t>
      </w:r>
      <w:r w:rsidR="0008167C" w:rsidRPr="0008167C">
        <w:t>.</w:t>
      </w:r>
    </w:p>
    <w:p w:rsidR="0008167C" w:rsidRPr="0008167C" w:rsidRDefault="00223F35" w:rsidP="0008167C">
      <w:pPr>
        <w:pStyle w:val="a"/>
      </w:pPr>
      <w:r w:rsidRPr="0008167C">
        <w:t>Великанов</w:t>
      </w:r>
      <w:r w:rsidR="0008167C" w:rsidRPr="0008167C">
        <w:t xml:space="preserve"> </w:t>
      </w:r>
      <w:r w:rsidRPr="0008167C">
        <w:t>М</w:t>
      </w:r>
      <w:r w:rsidR="0008167C">
        <w:t xml:space="preserve">.А. </w:t>
      </w:r>
      <w:r w:rsidRPr="0008167C">
        <w:t>Гидрология</w:t>
      </w:r>
      <w:r w:rsidR="0008167C" w:rsidRPr="0008167C">
        <w:t xml:space="preserve"> </w:t>
      </w:r>
      <w:r w:rsidRPr="0008167C">
        <w:t>суши</w:t>
      </w:r>
      <w:r w:rsidR="0008167C">
        <w:t xml:space="preserve">. - </w:t>
      </w:r>
      <w:r w:rsidRPr="0008167C">
        <w:t>Л</w:t>
      </w:r>
      <w:r w:rsidR="0008167C" w:rsidRPr="0008167C">
        <w:t xml:space="preserve">.: </w:t>
      </w:r>
      <w:r w:rsidRPr="0008167C">
        <w:t>Гидрометеоиздат,</w:t>
      </w:r>
      <w:r w:rsidR="0008167C" w:rsidRPr="0008167C">
        <w:t xml:space="preserve"> </w:t>
      </w:r>
      <w:r w:rsidRPr="0008167C">
        <w:t>1964</w:t>
      </w:r>
      <w:r w:rsidR="0008167C" w:rsidRPr="0008167C">
        <w:t xml:space="preserve"> - </w:t>
      </w:r>
      <w:r w:rsidRPr="0008167C">
        <w:t>404</w:t>
      </w:r>
      <w:r w:rsidR="0008167C" w:rsidRPr="0008167C">
        <w:t xml:space="preserve"> </w:t>
      </w:r>
      <w:r w:rsidRPr="0008167C">
        <w:t>с</w:t>
      </w:r>
      <w:r w:rsidR="0008167C" w:rsidRPr="0008167C">
        <w:t>.</w:t>
      </w:r>
    </w:p>
    <w:p w:rsidR="0008167C" w:rsidRPr="0008167C" w:rsidRDefault="00223F35" w:rsidP="0008167C">
      <w:pPr>
        <w:pStyle w:val="a"/>
      </w:pPr>
      <w:r w:rsidRPr="0008167C">
        <w:t>Виссмен</w:t>
      </w:r>
      <w:r w:rsidR="0008167C" w:rsidRPr="0008167C">
        <w:t xml:space="preserve"> </w:t>
      </w:r>
      <w:r w:rsidRPr="0008167C">
        <w:t>У</w:t>
      </w:r>
      <w:r w:rsidR="0008167C" w:rsidRPr="0008167C">
        <w:t xml:space="preserve">. </w:t>
      </w:r>
      <w:r w:rsidRPr="0008167C">
        <w:t>и</w:t>
      </w:r>
      <w:r w:rsidR="0008167C" w:rsidRPr="0008167C">
        <w:t xml:space="preserve"> </w:t>
      </w:r>
      <w:r w:rsidRPr="0008167C">
        <w:t>др</w:t>
      </w:r>
      <w:r w:rsidR="0008167C" w:rsidRPr="0008167C">
        <w:t xml:space="preserve">. </w:t>
      </w:r>
      <w:r w:rsidRPr="0008167C">
        <w:t>Введение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гидрологию</w:t>
      </w:r>
      <w:r w:rsidR="0008167C">
        <w:t xml:space="preserve">. - </w:t>
      </w:r>
      <w:r w:rsidRPr="0008167C">
        <w:t>Л</w:t>
      </w:r>
      <w:r w:rsidR="0008167C" w:rsidRPr="0008167C">
        <w:t xml:space="preserve">.: </w:t>
      </w:r>
      <w:r w:rsidRPr="0008167C">
        <w:t>Гидрометеоиздат,</w:t>
      </w:r>
      <w:r w:rsidR="0008167C" w:rsidRPr="0008167C">
        <w:t xml:space="preserve"> </w:t>
      </w:r>
      <w:r w:rsidRPr="0008167C">
        <w:t>1979</w:t>
      </w:r>
      <w:r w:rsidR="0008167C" w:rsidRPr="0008167C">
        <w:t xml:space="preserve"> - </w:t>
      </w:r>
      <w:r w:rsidRPr="0008167C">
        <w:t>470</w:t>
      </w:r>
      <w:r w:rsidR="0008167C" w:rsidRPr="0008167C">
        <w:t xml:space="preserve"> </w:t>
      </w:r>
      <w:r w:rsidRPr="0008167C">
        <w:t>стр</w:t>
      </w:r>
      <w:r w:rsidR="0008167C" w:rsidRPr="0008167C">
        <w:t>.</w:t>
      </w:r>
    </w:p>
    <w:p w:rsidR="0008167C" w:rsidRPr="0008167C" w:rsidRDefault="00223F35" w:rsidP="0008167C">
      <w:pPr>
        <w:pStyle w:val="a"/>
      </w:pPr>
      <w:r w:rsidRPr="0008167C">
        <w:t>Григорьев</w:t>
      </w:r>
      <w:r w:rsidR="0008167C" w:rsidRPr="0008167C">
        <w:t xml:space="preserve"> </w:t>
      </w:r>
      <w:r w:rsidRPr="0008167C">
        <w:t>С</w:t>
      </w:r>
      <w:r w:rsidR="0008167C">
        <w:t xml:space="preserve">.М. </w:t>
      </w:r>
      <w:r w:rsidRPr="0008167C">
        <w:t>Роль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образовании</w:t>
      </w:r>
      <w:r w:rsidR="0008167C" w:rsidRPr="0008167C">
        <w:t xml:space="preserve"> </w:t>
      </w:r>
      <w:r w:rsidRPr="0008167C">
        <w:t>земной</w:t>
      </w:r>
      <w:r w:rsidR="0008167C" w:rsidRPr="0008167C">
        <w:t xml:space="preserve"> </w:t>
      </w:r>
      <w:r w:rsidRPr="0008167C">
        <w:t>коры</w:t>
      </w:r>
      <w:r w:rsidR="0008167C" w:rsidRPr="0008167C">
        <w:t xml:space="preserve">. </w:t>
      </w:r>
      <w:r w:rsidRPr="0008167C">
        <w:t>М</w:t>
      </w:r>
      <w:r w:rsidR="0008167C" w:rsidRPr="0008167C">
        <w:t xml:space="preserve">.: </w:t>
      </w:r>
      <w:r w:rsidRPr="0008167C">
        <w:t>Недра,</w:t>
      </w:r>
      <w:r w:rsidR="0008167C" w:rsidRPr="0008167C">
        <w:t xml:space="preserve"> </w:t>
      </w:r>
      <w:r w:rsidRPr="0008167C">
        <w:t>1971</w:t>
      </w:r>
      <w:r w:rsidR="0008167C" w:rsidRPr="0008167C">
        <w:t xml:space="preserve"> - </w:t>
      </w:r>
      <w:r w:rsidRPr="0008167C">
        <w:t>263</w:t>
      </w:r>
      <w:r w:rsidR="0008167C" w:rsidRPr="0008167C">
        <w:t xml:space="preserve"> </w:t>
      </w:r>
      <w:r w:rsidRPr="0008167C">
        <w:t>с</w:t>
      </w:r>
      <w:r w:rsidR="0008167C" w:rsidRPr="0008167C">
        <w:t>.</w:t>
      </w:r>
    </w:p>
    <w:p w:rsidR="0008167C" w:rsidRPr="0008167C" w:rsidRDefault="00223F35" w:rsidP="0008167C">
      <w:pPr>
        <w:pStyle w:val="a"/>
      </w:pPr>
      <w:r w:rsidRPr="0008167C">
        <w:t>Давыдов</w:t>
      </w:r>
      <w:r w:rsidR="0008167C" w:rsidRPr="0008167C">
        <w:t xml:space="preserve"> </w:t>
      </w:r>
      <w:r w:rsidRPr="0008167C">
        <w:t>Л</w:t>
      </w:r>
      <w:r w:rsidR="0008167C">
        <w:t xml:space="preserve">.К. </w:t>
      </w:r>
      <w:r w:rsidRPr="0008167C">
        <w:t>и</w:t>
      </w:r>
      <w:r w:rsidR="0008167C" w:rsidRPr="0008167C">
        <w:t xml:space="preserve"> </w:t>
      </w:r>
      <w:r w:rsidRPr="0008167C">
        <w:t>др</w:t>
      </w:r>
      <w:r w:rsidR="0008167C" w:rsidRPr="0008167C">
        <w:t xml:space="preserve">. </w:t>
      </w:r>
      <w:r w:rsidRPr="0008167C">
        <w:t>Общая</w:t>
      </w:r>
      <w:r w:rsidR="0008167C" w:rsidRPr="0008167C">
        <w:t xml:space="preserve"> </w:t>
      </w:r>
      <w:r w:rsidRPr="0008167C">
        <w:t>гидрология</w:t>
      </w:r>
      <w:r w:rsidR="0008167C">
        <w:t xml:space="preserve">. - </w:t>
      </w:r>
      <w:r w:rsidRPr="0008167C">
        <w:t>Л</w:t>
      </w:r>
      <w:r w:rsidR="0008167C" w:rsidRPr="0008167C">
        <w:t xml:space="preserve">.: </w:t>
      </w:r>
      <w:r w:rsidRPr="0008167C">
        <w:t>Гидрометеоиздат,</w:t>
      </w:r>
      <w:r w:rsidR="0008167C" w:rsidRPr="0008167C">
        <w:t xml:space="preserve"> </w:t>
      </w:r>
      <w:r w:rsidRPr="0008167C">
        <w:t>1973</w:t>
      </w:r>
      <w:r w:rsidR="0008167C" w:rsidRPr="0008167C">
        <w:t xml:space="preserve"> - </w:t>
      </w:r>
      <w:r w:rsidRPr="0008167C">
        <w:t>462</w:t>
      </w:r>
      <w:r w:rsidR="0008167C" w:rsidRPr="0008167C">
        <w:t xml:space="preserve"> </w:t>
      </w:r>
      <w:r w:rsidRPr="0008167C">
        <w:t>с</w:t>
      </w:r>
      <w:r w:rsidR="0008167C" w:rsidRPr="0008167C">
        <w:t>.</w:t>
      </w:r>
    </w:p>
    <w:p w:rsidR="0008167C" w:rsidRPr="0008167C" w:rsidRDefault="00223F35" w:rsidP="0008167C">
      <w:pPr>
        <w:pStyle w:val="a"/>
      </w:pPr>
      <w:r w:rsidRPr="0008167C">
        <w:t>Железняков</w:t>
      </w:r>
      <w:r w:rsidR="0008167C" w:rsidRPr="0008167C">
        <w:t xml:space="preserve"> </w:t>
      </w:r>
      <w:r w:rsidRPr="0008167C">
        <w:t>Г</w:t>
      </w:r>
      <w:r w:rsidR="0008167C">
        <w:t xml:space="preserve">.В. </w:t>
      </w:r>
      <w:r w:rsidRPr="0008167C">
        <w:t>Гидрология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гидрометрия</w:t>
      </w:r>
      <w:r w:rsidR="0008167C">
        <w:t xml:space="preserve">. - </w:t>
      </w:r>
      <w:r w:rsidRPr="0008167C">
        <w:t>М</w:t>
      </w:r>
      <w:r w:rsidR="0008167C" w:rsidRPr="0008167C">
        <w:t xml:space="preserve">.: </w:t>
      </w:r>
      <w:r w:rsidRPr="0008167C">
        <w:t>Высшая</w:t>
      </w:r>
      <w:r w:rsidR="0008167C" w:rsidRPr="0008167C">
        <w:t xml:space="preserve"> </w:t>
      </w:r>
      <w:r w:rsidRPr="0008167C">
        <w:t>школа,</w:t>
      </w:r>
      <w:r w:rsidR="0008167C" w:rsidRPr="0008167C">
        <w:t xml:space="preserve"> </w:t>
      </w:r>
      <w:r w:rsidRPr="0008167C">
        <w:t>1981</w:t>
      </w:r>
      <w:r w:rsidR="0008167C" w:rsidRPr="0008167C">
        <w:t xml:space="preserve"> - </w:t>
      </w:r>
      <w:r w:rsidRPr="0008167C">
        <w:t>264</w:t>
      </w:r>
      <w:r w:rsidR="0008167C" w:rsidRPr="0008167C">
        <w:t xml:space="preserve"> </w:t>
      </w:r>
      <w:r w:rsidRPr="0008167C">
        <w:t>с</w:t>
      </w:r>
      <w:r w:rsidR="0008167C" w:rsidRPr="0008167C">
        <w:t>.</w:t>
      </w:r>
    </w:p>
    <w:p w:rsidR="0008167C" w:rsidRPr="0008167C" w:rsidRDefault="00223F35" w:rsidP="0008167C">
      <w:pPr>
        <w:pStyle w:val="a"/>
      </w:pPr>
      <w:r w:rsidRPr="0008167C">
        <w:t>Константинов</w:t>
      </w:r>
      <w:r w:rsidR="0008167C" w:rsidRPr="0008167C">
        <w:t xml:space="preserve"> </w:t>
      </w:r>
      <w:r w:rsidRPr="0008167C">
        <w:t>А</w:t>
      </w:r>
      <w:r w:rsidR="0008167C">
        <w:t xml:space="preserve">.С. </w:t>
      </w:r>
      <w:r w:rsidRPr="0008167C">
        <w:t>Общая</w:t>
      </w:r>
      <w:r w:rsidR="0008167C" w:rsidRPr="0008167C">
        <w:t xml:space="preserve"> </w:t>
      </w:r>
      <w:r w:rsidRPr="0008167C">
        <w:t>гидробиология</w:t>
      </w:r>
      <w:r w:rsidR="0008167C">
        <w:t xml:space="preserve">. - </w:t>
      </w:r>
      <w:r w:rsidRPr="0008167C">
        <w:t>М</w:t>
      </w:r>
      <w:r w:rsidR="0008167C" w:rsidRPr="0008167C">
        <w:t xml:space="preserve">.: </w:t>
      </w:r>
      <w:r w:rsidRPr="0008167C">
        <w:t>Высшая</w:t>
      </w:r>
      <w:r w:rsidR="0008167C" w:rsidRPr="0008167C">
        <w:t xml:space="preserve"> </w:t>
      </w:r>
      <w:r w:rsidRPr="0008167C">
        <w:t>школа,</w:t>
      </w:r>
      <w:r w:rsidR="0008167C" w:rsidRPr="0008167C">
        <w:t xml:space="preserve"> </w:t>
      </w:r>
      <w:r w:rsidRPr="0008167C">
        <w:t>1979</w:t>
      </w:r>
      <w:r w:rsidR="0008167C" w:rsidRPr="0008167C">
        <w:t xml:space="preserve"> - </w:t>
      </w:r>
      <w:r w:rsidRPr="0008167C">
        <w:t>480</w:t>
      </w:r>
      <w:r w:rsidR="0008167C" w:rsidRPr="0008167C">
        <w:t xml:space="preserve"> </w:t>
      </w:r>
      <w:r w:rsidRPr="0008167C">
        <w:t>с</w:t>
      </w:r>
      <w:r w:rsidR="0008167C" w:rsidRPr="0008167C">
        <w:t>.</w:t>
      </w:r>
    </w:p>
    <w:p w:rsidR="0008167C" w:rsidRPr="0008167C" w:rsidRDefault="00223F35" w:rsidP="0008167C">
      <w:pPr>
        <w:pStyle w:val="a"/>
      </w:pPr>
      <w:r w:rsidRPr="0008167C">
        <w:t>Константинов</w:t>
      </w:r>
      <w:r w:rsidR="0008167C" w:rsidRPr="0008167C">
        <w:t xml:space="preserve"> </w:t>
      </w:r>
      <w:r w:rsidRPr="0008167C">
        <w:t>Н</w:t>
      </w:r>
      <w:r w:rsidR="0008167C">
        <w:t xml:space="preserve">.М. </w:t>
      </w:r>
      <w:r w:rsidRPr="0008167C">
        <w:t>Гидрология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гидрометрия</w:t>
      </w:r>
      <w:r w:rsidR="0008167C">
        <w:t xml:space="preserve">. - </w:t>
      </w:r>
      <w:r w:rsidRPr="0008167C">
        <w:t>М</w:t>
      </w:r>
      <w:r w:rsidR="0008167C" w:rsidRPr="0008167C">
        <w:t xml:space="preserve">.: </w:t>
      </w:r>
      <w:r w:rsidRPr="0008167C">
        <w:t>Высшая</w:t>
      </w:r>
      <w:r w:rsidR="0008167C" w:rsidRPr="0008167C">
        <w:t xml:space="preserve"> </w:t>
      </w:r>
      <w:r w:rsidRPr="0008167C">
        <w:t>школа,</w:t>
      </w:r>
      <w:r w:rsidR="0008167C" w:rsidRPr="0008167C">
        <w:t xml:space="preserve"> </w:t>
      </w:r>
      <w:r w:rsidRPr="0008167C">
        <w:t>1980</w:t>
      </w:r>
      <w:r w:rsidR="0008167C" w:rsidRPr="0008167C">
        <w:t xml:space="preserve"> - </w:t>
      </w:r>
      <w:r w:rsidRPr="0008167C">
        <w:t>199</w:t>
      </w:r>
      <w:r w:rsidR="0008167C" w:rsidRPr="0008167C">
        <w:t xml:space="preserve"> </w:t>
      </w:r>
      <w:r w:rsidRPr="0008167C">
        <w:t>с</w:t>
      </w:r>
      <w:r w:rsidR="0008167C" w:rsidRPr="0008167C">
        <w:t>.</w:t>
      </w:r>
    </w:p>
    <w:p w:rsidR="0008167C" w:rsidRPr="0008167C" w:rsidRDefault="00223F35" w:rsidP="0008167C">
      <w:pPr>
        <w:pStyle w:val="a"/>
      </w:pPr>
      <w:r w:rsidRPr="0008167C">
        <w:t>Котляков</w:t>
      </w:r>
      <w:r w:rsidR="0008167C" w:rsidRPr="0008167C">
        <w:t xml:space="preserve"> </w:t>
      </w:r>
      <w:r w:rsidRPr="0008167C">
        <w:t>В</w:t>
      </w:r>
      <w:r w:rsidR="0008167C">
        <w:t xml:space="preserve">.М. </w:t>
      </w:r>
      <w:r w:rsidRPr="0008167C">
        <w:t>Снег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лед</w:t>
      </w:r>
      <w:r w:rsidR="0008167C" w:rsidRPr="0008167C">
        <w:t xml:space="preserve"> </w:t>
      </w:r>
      <w:r w:rsidRPr="0008167C">
        <w:t>в</w:t>
      </w:r>
      <w:r w:rsidR="0008167C" w:rsidRPr="0008167C">
        <w:t xml:space="preserve"> </w:t>
      </w:r>
      <w:r w:rsidRPr="0008167C">
        <w:t>природе</w:t>
      </w:r>
      <w:r w:rsidR="0008167C" w:rsidRPr="0008167C">
        <w:t xml:space="preserve"> </w:t>
      </w:r>
      <w:r w:rsidRPr="0008167C">
        <w:t>Земли</w:t>
      </w:r>
      <w:r w:rsidR="0008167C">
        <w:t xml:space="preserve">. - </w:t>
      </w:r>
      <w:r w:rsidRPr="0008167C">
        <w:t>М</w:t>
      </w:r>
      <w:r w:rsidR="0008167C" w:rsidRPr="0008167C">
        <w:t xml:space="preserve">.: </w:t>
      </w:r>
      <w:r w:rsidRPr="0008167C">
        <w:t>Наука,</w:t>
      </w:r>
      <w:r w:rsidR="0008167C" w:rsidRPr="0008167C">
        <w:t xml:space="preserve"> </w:t>
      </w:r>
      <w:r w:rsidRPr="0008167C">
        <w:t>1986</w:t>
      </w:r>
      <w:r w:rsidR="0008167C" w:rsidRPr="0008167C">
        <w:t xml:space="preserve"> - </w:t>
      </w:r>
      <w:r w:rsidRPr="0008167C">
        <w:t>160</w:t>
      </w:r>
      <w:r w:rsidR="0008167C" w:rsidRPr="0008167C">
        <w:t xml:space="preserve"> </w:t>
      </w:r>
      <w:r w:rsidRPr="0008167C">
        <w:t>с</w:t>
      </w:r>
      <w:r w:rsidR="0008167C" w:rsidRPr="0008167C">
        <w:t>.</w:t>
      </w:r>
    </w:p>
    <w:p w:rsidR="0008167C" w:rsidRPr="0008167C" w:rsidRDefault="00223F35" w:rsidP="0008167C">
      <w:pPr>
        <w:pStyle w:val="a"/>
      </w:pPr>
      <w:r w:rsidRPr="0008167C">
        <w:t>Малхасян</w:t>
      </w:r>
      <w:r w:rsidR="0008167C" w:rsidRPr="0008167C">
        <w:t xml:space="preserve"> </w:t>
      </w:r>
      <w:r w:rsidRPr="0008167C">
        <w:t>Э</w:t>
      </w:r>
      <w:r w:rsidR="0008167C">
        <w:t xml:space="preserve">.Г., </w:t>
      </w:r>
      <w:r w:rsidRPr="0008167C">
        <w:t>Рудич</w:t>
      </w:r>
      <w:r w:rsidR="0008167C" w:rsidRPr="0008167C">
        <w:t xml:space="preserve"> </w:t>
      </w:r>
      <w:r w:rsidRPr="0008167C">
        <w:t>К</w:t>
      </w:r>
      <w:r w:rsidR="0008167C">
        <w:t xml:space="preserve">.Н. </w:t>
      </w:r>
      <w:r w:rsidRPr="0008167C">
        <w:t>Изменчивый</w:t>
      </w:r>
      <w:r w:rsidR="0008167C" w:rsidRPr="0008167C">
        <w:t xml:space="preserve"> </w:t>
      </w:r>
      <w:r w:rsidRPr="0008167C">
        <w:t>лик</w:t>
      </w:r>
      <w:r w:rsidR="0008167C" w:rsidRPr="0008167C">
        <w:t xml:space="preserve"> </w:t>
      </w:r>
      <w:r w:rsidRPr="0008167C">
        <w:t>Земли</w:t>
      </w:r>
      <w:r w:rsidR="0008167C">
        <w:t xml:space="preserve">. - </w:t>
      </w:r>
      <w:r w:rsidRPr="0008167C">
        <w:t>М</w:t>
      </w:r>
      <w:r w:rsidR="0008167C" w:rsidRPr="0008167C">
        <w:t xml:space="preserve">.: </w:t>
      </w:r>
      <w:r w:rsidRPr="0008167C">
        <w:t>Недра,</w:t>
      </w:r>
      <w:r w:rsidR="0008167C" w:rsidRPr="0008167C">
        <w:t xml:space="preserve"> </w:t>
      </w:r>
      <w:r w:rsidRPr="0008167C">
        <w:t>1987</w:t>
      </w:r>
      <w:r w:rsidR="0008167C" w:rsidRPr="0008167C">
        <w:t xml:space="preserve"> - </w:t>
      </w:r>
      <w:r w:rsidRPr="0008167C">
        <w:t>140</w:t>
      </w:r>
      <w:r w:rsidR="0008167C" w:rsidRPr="0008167C">
        <w:t xml:space="preserve"> </w:t>
      </w:r>
      <w:r w:rsidRPr="0008167C">
        <w:t>с</w:t>
      </w:r>
      <w:r w:rsidR="0008167C" w:rsidRPr="0008167C">
        <w:t>.</w:t>
      </w:r>
    </w:p>
    <w:p w:rsidR="0008167C" w:rsidRPr="0008167C" w:rsidRDefault="00223F35" w:rsidP="0008167C">
      <w:pPr>
        <w:pStyle w:val="a"/>
      </w:pPr>
      <w:r w:rsidRPr="0008167C">
        <w:t>Михайлов</w:t>
      </w:r>
      <w:r w:rsidR="0008167C" w:rsidRPr="0008167C">
        <w:t xml:space="preserve"> </w:t>
      </w:r>
      <w:r w:rsidRPr="0008167C">
        <w:t>В</w:t>
      </w:r>
      <w:r w:rsidR="0008167C">
        <w:t xml:space="preserve">.Н., </w:t>
      </w:r>
      <w:r w:rsidRPr="0008167C">
        <w:t>Добровольский</w:t>
      </w:r>
      <w:r w:rsidR="0008167C" w:rsidRPr="0008167C">
        <w:t xml:space="preserve"> </w:t>
      </w:r>
      <w:r w:rsidRPr="0008167C">
        <w:t>А</w:t>
      </w:r>
      <w:r w:rsidR="0008167C">
        <w:t xml:space="preserve">.Д. </w:t>
      </w:r>
      <w:r w:rsidRPr="0008167C">
        <w:t>Общая</w:t>
      </w:r>
      <w:r w:rsidR="0008167C" w:rsidRPr="0008167C">
        <w:t xml:space="preserve"> </w:t>
      </w:r>
      <w:r w:rsidRPr="0008167C">
        <w:t>гидрология</w:t>
      </w:r>
      <w:r w:rsidR="0008167C">
        <w:t xml:space="preserve">. - </w:t>
      </w:r>
      <w:r w:rsidRPr="0008167C">
        <w:t>М</w:t>
      </w:r>
      <w:r w:rsidR="0008167C" w:rsidRPr="0008167C">
        <w:t xml:space="preserve">.: </w:t>
      </w:r>
      <w:r w:rsidRPr="0008167C">
        <w:t>Высшая</w:t>
      </w:r>
      <w:r w:rsidR="0008167C" w:rsidRPr="0008167C">
        <w:t xml:space="preserve"> </w:t>
      </w:r>
      <w:r w:rsidRPr="0008167C">
        <w:t>школа,</w:t>
      </w:r>
      <w:r w:rsidR="0008167C" w:rsidRPr="0008167C">
        <w:t xml:space="preserve"> </w:t>
      </w:r>
      <w:r w:rsidRPr="0008167C">
        <w:t>1991</w:t>
      </w:r>
      <w:r w:rsidR="0008167C" w:rsidRPr="0008167C">
        <w:t xml:space="preserve"> - </w:t>
      </w:r>
      <w:r w:rsidRPr="0008167C">
        <w:t>368</w:t>
      </w:r>
      <w:r w:rsidR="0008167C" w:rsidRPr="0008167C">
        <w:t xml:space="preserve"> </w:t>
      </w:r>
      <w:r w:rsidRPr="0008167C">
        <w:t>с</w:t>
      </w:r>
      <w:r w:rsidR="0008167C" w:rsidRPr="0008167C">
        <w:t>.</w:t>
      </w:r>
    </w:p>
    <w:p w:rsidR="0008167C" w:rsidRPr="0008167C" w:rsidRDefault="00223F35" w:rsidP="0008167C">
      <w:pPr>
        <w:pStyle w:val="a"/>
      </w:pPr>
      <w:r w:rsidRPr="0008167C">
        <w:t>Мишон</w:t>
      </w:r>
      <w:r w:rsidR="0008167C" w:rsidRPr="0008167C">
        <w:t xml:space="preserve"> </w:t>
      </w:r>
      <w:r w:rsidRPr="0008167C">
        <w:t>В</w:t>
      </w:r>
      <w:r w:rsidR="0008167C">
        <w:t xml:space="preserve">.М. </w:t>
      </w:r>
      <w:r w:rsidRPr="0008167C">
        <w:t>Поверхностные</w:t>
      </w:r>
      <w:r w:rsidR="0008167C" w:rsidRPr="0008167C">
        <w:t xml:space="preserve"> </w:t>
      </w:r>
      <w:r w:rsidRPr="0008167C">
        <w:t>воды</w:t>
      </w:r>
      <w:r w:rsidR="0008167C" w:rsidRPr="0008167C">
        <w:t xml:space="preserve"> </w:t>
      </w:r>
      <w:r w:rsidRPr="0008167C">
        <w:t>Земли</w:t>
      </w:r>
      <w:r w:rsidR="0008167C" w:rsidRPr="0008167C">
        <w:t xml:space="preserve">: </w:t>
      </w:r>
      <w:r w:rsidRPr="0008167C">
        <w:t>ресурсы,</w:t>
      </w:r>
      <w:r w:rsidR="0008167C" w:rsidRPr="0008167C">
        <w:t xml:space="preserve"> </w:t>
      </w:r>
      <w:r w:rsidRPr="0008167C">
        <w:t>использование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охрана</w:t>
      </w:r>
      <w:r w:rsidR="0008167C">
        <w:t xml:space="preserve">. - </w:t>
      </w:r>
      <w:r w:rsidRPr="0008167C">
        <w:t>Воронеж</w:t>
      </w:r>
      <w:r w:rsidR="0008167C" w:rsidRPr="0008167C">
        <w:t xml:space="preserve">: </w:t>
      </w:r>
      <w:r w:rsidRPr="0008167C">
        <w:t>изд-во</w:t>
      </w:r>
      <w:r w:rsidR="0008167C" w:rsidRPr="0008167C">
        <w:t xml:space="preserve"> </w:t>
      </w:r>
      <w:r w:rsidRPr="0008167C">
        <w:t>Воронежского</w:t>
      </w:r>
      <w:r w:rsidR="0008167C" w:rsidRPr="0008167C">
        <w:t xml:space="preserve"> </w:t>
      </w:r>
      <w:r w:rsidRPr="0008167C">
        <w:t>университета,</w:t>
      </w:r>
      <w:r w:rsidR="0008167C" w:rsidRPr="0008167C">
        <w:t xml:space="preserve"> </w:t>
      </w:r>
      <w:r w:rsidRPr="0008167C">
        <w:t>1996</w:t>
      </w:r>
      <w:r w:rsidR="0008167C" w:rsidRPr="0008167C">
        <w:t xml:space="preserve"> - </w:t>
      </w:r>
      <w:r w:rsidRPr="0008167C">
        <w:t>220</w:t>
      </w:r>
      <w:r w:rsidR="0008167C" w:rsidRPr="0008167C">
        <w:t xml:space="preserve"> </w:t>
      </w:r>
      <w:r w:rsidRPr="0008167C">
        <w:t>с</w:t>
      </w:r>
      <w:r w:rsidR="0008167C" w:rsidRPr="0008167C">
        <w:t>.</w:t>
      </w:r>
    </w:p>
    <w:p w:rsidR="0008167C" w:rsidRPr="0008167C" w:rsidRDefault="00223F35" w:rsidP="0008167C">
      <w:pPr>
        <w:pStyle w:val="a"/>
      </w:pPr>
      <w:r w:rsidRPr="0008167C">
        <w:t>Соколов</w:t>
      </w:r>
      <w:r w:rsidR="0008167C" w:rsidRPr="0008167C">
        <w:t xml:space="preserve"> </w:t>
      </w:r>
      <w:r w:rsidRPr="0008167C">
        <w:t>А</w:t>
      </w:r>
      <w:r w:rsidR="0008167C">
        <w:t xml:space="preserve">.А. </w:t>
      </w:r>
      <w:r w:rsidRPr="0008167C">
        <w:t>Вода</w:t>
      </w:r>
      <w:r w:rsidR="0008167C" w:rsidRPr="0008167C">
        <w:t xml:space="preserve">: </w:t>
      </w:r>
      <w:r w:rsidRPr="0008167C">
        <w:t>проблемы</w:t>
      </w:r>
      <w:r w:rsidR="0008167C" w:rsidRPr="0008167C">
        <w:t xml:space="preserve"> </w:t>
      </w:r>
      <w:r w:rsidRPr="0008167C">
        <w:t>на</w:t>
      </w:r>
      <w:r w:rsidR="0008167C" w:rsidRPr="0008167C">
        <w:t xml:space="preserve"> </w:t>
      </w:r>
      <w:r w:rsidRPr="0008167C">
        <w:t>рубеже</w:t>
      </w:r>
      <w:r w:rsidR="0008167C" w:rsidRPr="0008167C">
        <w:t xml:space="preserve"> </w:t>
      </w:r>
      <w:r w:rsidRPr="0008167C">
        <w:rPr>
          <w:lang w:val="en-US"/>
        </w:rPr>
        <w:t>XXI</w:t>
      </w:r>
      <w:r w:rsidR="0008167C" w:rsidRPr="0008167C">
        <w:t xml:space="preserve"> </w:t>
      </w:r>
      <w:r w:rsidRPr="0008167C">
        <w:t>века</w:t>
      </w:r>
      <w:r w:rsidR="0008167C">
        <w:t xml:space="preserve">. - </w:t>
      </w:r>
      <w:r w:rsidRPr="0008167C">
        <w:t>Л</w:t>
      </w:r>
      <w:r w:rsidR="0008167C" w:rsidRPr="0008167C">
        <w:t xml:space="preserve">.: </w:t>
      </w:r>
      <w:r w:rsidRPr="0008167C">
        <w:t>Гидрометеоиздат,</w:t>
      </w:r>
      <w:r w:rsidR="0008167C" w:rsidRPr="0008167C">
        <w:t xml:space="preserve"> </w:t>
      </w:r>
      <w:r w:rsidRPr="0008167C">
        <w:t>1986</w:t>
      </w:r>
      <w:r w:rsidR="0008167C" w:rsidRPr="0008167C">
        <w:t>.</w:t>
      </w:r>
    </w:p>
    <w:p w:rsidR="0008167C" w:rsidRPr="0008167C" w:rsidRDefault="00223F35" w:rsidP="0008167C">
      <w:pPr>
        <w:pStyle w:val="a"/>
      </w:pPr>
      <w:r w:rsidRPr="0008167C">
        <w:t>Спенглер</w:t>
      </w:r>
      <w:r w:rsidR="0008167C" w:rsidRPr="0008167C">
        <w:t xml:space="preserve"> </w:t>
      </w:r>
      <w:r w:rsidRPr="0008167C">
        <w:t>О</w:t>
      </w:r>
      <w:r w:rsidR="0008167C">
        <w:t xml:space="preserve">.А. </w:t>
      </w:r>
      <w:r w:rsidRPr="0008167C">
        <w:t>Слово</w:t>
      </w:r>
      <w:r w:rsidR="0008167C" w:rsidRPr="0008167C">
        <w:t xml:space="preserve"> </w:t>
      </w:r>
      <w:r w:rsidRPr="0008167C">
        <w:t>о</w:t>
      </w:r>
      <w:r w:rsidR="0008167C" w:rsidRPr="0008167C">
        <w:t xml:space="preserve"> </w:t>
      </w:r>
      <w:r w:rsidRPr="0008167C">
        <w:t>воде</w:t>
      </w:r>
      <w:r w:rsidR="0008167C">
        <w:t xml:space="preserve">. - </w:t>
      </w:r>
      <w:r w:rsidRPr="0008167C">
        <w:t>Л</w:t>
      </w:r>
      <w:r w:rsidR="0008167C" w:rsidRPr="0008167C">
        <w:t xml:space="preserve">.: </w:t>
      </w:r>
      <w:r w:rsidRPr="0008167C">
        <w:t>Гидрометеоиздат,</w:t>
      </w:r>
      <w:r w:rsidR="0008167C" w:rsidRPr="0008167C">
        <w:t xml:space="preserve"> </w:t>
      </w:r>
      <w:r w:rsidRPr="0008167C">
        <w:t>1980</w:t>
      </w:r>
      <w:r w:rsidR="0008167C" w:rsidRPr="0008167C">
        <w:t xml:space="preserve"> - </w:t>
      </w:r>
      <w:r w:rsidRPr="0008167C">
        <w:t>152</w:t>
      </w:r>
      <w:r w:rsidR="0008167C" w:rsidRPr="0008167C">
        <w:t xml:space="preserve"> </w:t>
      </w:r>
      <w:r w:rsidRPr="0008167C">
        <w:t>с</w:t>
      </w:r>
      <w:r w:rsidR="0008167C" w:rsidRPr="0008167C">
        <w:t>.</w:t>
      </w:r>
    </w:p>
    <w:p w:rsidR="0008167C" w:rsidRPr="0008167C" w:rsidRDefault="00223F35" w:rsidP="0008167C">
      <w:pPr>
        <w:pStyle w:val="a"/>
      </w:pPr>
      <w:r w:rsidRPr="0008167C">
        <w:t>Субботин</w:t>
      </w:r>
      <w:r w:rsidR="0008167C" w:rsidRPr="0008167C">
        <w:t xml:space="preserve"> </w:t>
      </w:r>
      <w:r w:rsidRPr="0008167C">
        <w:t>А</w:t>
      </w:r>
      <w:r w:rsidR="0008167C">
        <w:t xml:space="preserve">.И. </w:t>
      </w:r>
      <w:r w:rsidRPr="0008167C">
        <w:t>Ландшафт</w:t>
      </w:r>
      <w:r w:rsidR="0008167C" w:rsidRPr="0008167C">
        <w:t xml:space="preserve"> </w:t>
      </w:r>
      <w:r w:rsidRPr="0008167C">
        <w:t>и</w:t>
      </w:r>
      <w:r w:rsidR="0008167C" w:rsidRPr="0008167C">
        <w:t xml:space="preserve"> </w:t>
      </w:r>
      <w:r w:rsidRPr="0008167C">
        <w:t>воды</w:t>
      </w:r>
      <w:r w:rsidR="0008167C">
        <w:t xml:space="preserve">. - </w:t>
      </w:r>
      <w:r w:rsidRPr="0008167C">
        <w:t>М</w:t>
      </w:r>
      <w:r w:rsidR="0008167C" w:rsidRPr="0008167C">
        <w:t xml:space="preserve">.: </w:t>
      </w:r>
      <w:r w:rsidRPr="0008167C">
        <w:t>Мысль,</w:t>
      </w:r>
      <w:r w:rsidR="0008167C" w:rsidRPr="0008167C">
        <w:t xml:space="preserve"> </w:t>
      </w:r>
      <w:r w:rsidRPr="0008167C">
        <w:t>1976</w:t>
      </w:r>
      <w:r w:rsidR="0008167C" w:rsidRPr="0008167C">
        <w:t xml:space="preserve"> - </w:t>
      </w:r>
      <w:r w:rsidRPr="0008167C">
        <w:t>207</w:t>
      </w:r>
      <w:r w:rsidR="0008167C" w:rsidRPr="0008167C">
        <w:t xml:space="preserve"> </w:t>
      </w:r>
      <w:r w:rsidRPr="0008167C">
        <w:t>с</w:t>
      </w:r>
      <w:r w:rsidR="0008167C" w:rsidRPr="0008167C">
        <w:t>.</w:t>
      </w:r>
    </w:p>
    <w:p w:rsidR="0008167C" w:rsidRDefault="00223F35" w:rsidP="0008167C">
      <w:pPr>
        <w:pStyle w:val="a"/>
      </w:pPr>
      <w:r w:rsidRPr="0008167C">
        <w:t>Уист</w:t>
      </w:r>
      <w:r w:rsidR="0008167C" w:rsidRPr="0008167C">
        <w:t xml:space="preserve"> </w:t>
      </w:r>
      <w:r w:rsidRPr="0008167C">
        <w:t>Р</w:t>
      </w:r>
      <w:r w:rsidR="0008167C" w:rsidRPr="0008167C">
        <w:t xml:space="preserve">. </w:t>
      </w:r>
      <w:r w:rsidRPr="0008167C">
        <w:t>Дж</w:t>
      </w:r>
      <w:r w:rsidR="0008167C">
        <w:t>.М. Д</w:t>
      </w:r>
      <w:r w:rsidRPr="0008167C">
        <w:t>е</w:t>
      </w:r>
      <w:r w:rsidR="0008167C" w:rsidRPr="0008167C">
        <w:t xml:space="preserve">. </w:t>
      </w:r>
      <w:r w:rsidRPr="0008167C">
        <w:t>Гидрология</w:t>
      </w:r>
      <w:r w:rsidR="0008167C" w:rsidRPr="0008167C">
        <w:t xml:space="preserve"> </w:t>
      </w:r>
      <w:r w:rsidRPr="0008167C">
        <w:t>с</w:t>
      </w:r>
      <w:r w:rsidR="0008167C" w:rsidRPr="0008167C">
        <w:t xml:space="preserve"> </w:t>
      </w:r>
      <w:r w:rsidRPr="0008167C">
        <w:t>основами</w:t>
      </w:r>
      <w:r w:rsidR="0008167C" w:rsidRPr="0008167C">
        <w:t xml:space="preserve"> </w:t>
      </w:r>
      <w:r w:rsidRPr="0008167C">
        <w:t>гидрологии</w:t>
      </w:r>
      <w:r w:rsidR="0008167C" w:rsidRPr="0008167C">
        <w:t xml:space="preserve"> </w:t>
      </w:r>
      <w:r w:rsidRPr="0008167C">
        <w:t>суши</w:t>
      </w:r>
      <w:r w:rsidR="0008167C">
        <w:t xml:space="preserve">. - </w:t>
      </w:r>
      <w:r w:rsidRPr="0008167C">
        <w:t>М</w:t>
      </w:r>
      <w:r w:rsidR="0008167C" w:rsidRPr="0008167C">
        <w:t xml:space="preserve">.: </w:t>
      </w:r>
      <w:r w:rsidRPr="0008167C">
        <w:t>Мир,</w:t>
      </w:r>
      <w:r w:rsidR="0008167C" w:rsidRPr="0008167C">
        <w:t xml:space="preserve"> </w:t>
      </w:r>
      <w:r w:rsidRPr="0008167C">
        <w:t>1969</w:t>
      </w:r>
      <w:r w:rsidR="0008167C" w:rsidRPr="0008167C">
        <w:t xml:space="preserve"> - </w:t>
      </w:r>
      <w:r w:rsidRPr="0008167C">
        <w:t>312</w:t>
      </w:r>
      <w:r w:rsidR="0008167C" w:rsidRPr="0008167C">
        <w:t xml:space="preserve"> </w:t>
      </w:r>
      <w:r w:rsidRPr="0008167C">
        <w:t>с</w:t>
      </w:r>
      <w:r w:rsidR="0008167C" w:rsidRPr="0008167C">
        <w:t>.</w:t>
      </w:r>
    </w:p>
    <w:p w:rsidR="00223F35" w:rsidRPr="0008167C" w:rsidRDefault="00223F35" w:rsidP="0008167C">
      <w:pPr>
        <w:pStyle w:val="af5"/>
      </w:pPr>
      <w:bookmarkStart w:id="147" w:name="_GoBack"/>
      <w:bookmarkEnd w:id="147"/>
    </w:p>
    <w:sectPr w:rsidR="00223F35" w:rsidRPr="0008167C" w:rsidSect="0008167C">
      <w:headerReference w:type="even" r:id="rId9"/>
      <w:headerReference w:type="default" r:id="rId10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90D" w:rsidRDefault="0036590D">
      <w:r>
        <w:separator/>
      </w:r>
    </w:p>
  </w:endnote>
  <w:endnote w:type="continuationSeparator" w:id="0">
    <w:p w:rsidR="0036590D" w:rsidRDefault="00365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90D" w:rsidRDefault="0036590D">
      <w:r>
        <w:separator/>
      </w:r>
    </w:p>
  </w:footnote>
  <w:footnote w:type="continuationSeparator" w:id="0">
    <w:p w:rsidR="0036590D" w:rsidRDefault="003659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67C" w:rsidRDefault="0008167C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08167C" w:rsidRDefault="0008167C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67C" w:rsidRDefault="0008167C" w:rsidP="0008167C">
    <w:pPr>
      <w:framePr w:h="460" w:hRule="exact" w:wrap="around" w:vAnchor="text" w:hAnchor="margin" w:xAlign="right" w:yAlign="top"/>
    </w:pPr>
    <w:r>
      <w:fldChar w:fldCharType="begin"/>
    </w:r>
    <w:r>
      <w:instrText xml:space="preserve">PAGE  </w:instrText>
    </w:r>
    <w:r>
      <w:fldChar w:fldCharType="separate"/>
    </w:r>
    <w:r w:rsidR="004E1686">
      <w:rPr>
        <w:noProof/>
      </w:rPr>
      <w:t>3</w:t>
    </w:r>
    <w:r>
      <w:fldChar w:fldCharType="end"/>
    </w:r>
    <w:bookmarkStart w:id="148" w:name="_Toc8497743"/>
    <w:bookmarkStart w:id="149" w:name="_Toc8498109"/>
  </w:p>
  <w:bookmarkEnd w:id="148"/>
  <w:bookmarkEnd w:id="149"/>
  <w:p w:rsidR="0008167C" w:rsidRDefault="0008167C" w:rsidP="0008167C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A39C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9C02C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B655BC7"/>
    <w:multiLevelType w:val="multilevel"/>
    <w:tmpl w:val="04DA5F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8D43EC"/>
    <w:multiLevelType w:val="singleLevel"/>
    <w:tmpl w:val="E430A13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15C1D5A"/>
    <w:multiLevelType w:val="multilevel"/>
    <w:tmpl w:val="B266AA5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2A2154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4BED15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6FA5665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70F35B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746F23D7"/>
    <w:multiLevelType w:val="singleLevel"/>
    <w:tmpl w:val="04190001"/>
    <w:lvl w:ilvl="0">
      <w:start w:val="488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1"/>
  </w:num>
  <w:num w:numId="7">
    <w:abstractNumId w:val="9"/>
  </w:num>
  <w:num w:numId="8">
    <w:abstractNumId w:val="0"/>
  </w:num>
  <w:num w:numId="9">
    <w:abstractNumId w:val="8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709"/>
  <w:doNotHyphenateCaps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76C5"/>
    <w:rsid w:val="0008167C"/>
    <w:rsid w:val="00223F35"/>
    <w:rsid w:val="0036590D"/>
    <w:rsid w:val="004176C5"/>
    <w:rsid w:val="004E1686"/>
    <w:rsid w:val="007917BF"/>
    <w:rsid w:val="007C09F0"/>
    <w:rsid w:val="008A4F9D"/>
    <w:rsid w:val="009857D4"/>
    <w:rsid w:val="00A854D5"/>
    <w:rsid w:val="00CC6A1C"/>
    <w:rsid w:val="00E63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E8C3376E-B72A-4C2D-A600-82DB7B001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08167C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08167C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08167C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08167C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08167C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08167C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08167C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08167C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08167C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08167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08167C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08167C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08167C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styleId="a9">
    <w:name w:val="Hyperlink"/>
    <w:uiPriority w:val="99"/>
    <w:rsid w:val="0008167C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08167C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08167C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08167C"/>
    <w:pPr>
      <w:numPr>
        <w:numId w:val="11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08167C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rsid w:val="0008167C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08167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08167C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08167C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08167C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08167C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08167C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3">
    <w:name w:val="Body Text Indent"/>
    <w:basedOn w:val="a0"/>
    <w:link w:val="af4"/>
    <w:uiPriority w:val="99"/>
    <w:rsid w:val="0008167C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08167C"/>
    <w:rPr>
      <w:color w:val="FFFFFF"/>
    </w:rPr>
  </w:style>
  <w:style w:type="paragraph" w:customStyle="1" w:styleId="af6">
    <w:name w:val="содержание"/>
    <w:uiPriority w:val="99"/>
    <w:rsid w:val="0008167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08167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08167C"/>
    <w:pPr>
      <w:jc w:val="center"/>
    </w:pPr>
  </w:style>
  <w:style w:type="paragraph" w:customStyle="1" w:styleId="af8">
    <w:name w:val="ТАБЛИЦА"/>
    <w:next w:val="a0"/>
    <w:autoRedefine/>
    <w:uiPriority w:val="99"/>
    <w:rsid w:val="0008167C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08167C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08167C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08167C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08167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OFFICE\Norma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Norma.dot</Template>
  <TotalTime>0</TotalTime>
  <Pages>1</Pages>
  <Words>17111</Words>
  <Characters>97539</Characters>
  <Application>Microsoft Office Word</Application>
  <DocSecurity>0</DocSecurity>
  <Lines>812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МИРОВОЙ ОКЕАН</vt:lpstr>
    </vt:vector>
  </TitlesOfParts>
  <Company>Home</Company>
  <LinksUpToDate>false</LinksUpToDate>
  <CharactersWithSpaces>114422</CharactersWithSpaces>
  <SharedDoc>false</SharedDoc>
  <HLinks>
    <vt:vector size="12" baseType="variant">
      <vt:variant>
        <vt:i4>1966128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_Toc290931185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_Toc290931183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МИРОВОЙ ОКЕАН</dc:title>
  <dc:subject/>
  <dc:creator>Лили</dc:creator>
  <cp:keywords/>
  <dc:description/>
  <cp:lastModifiedBy>admin</cp:lastModifiedBy>
  <cp:revision>2</cp:revision>
  <dcterms:created xsi:type="dcterms:W3CDTF">2014-03-26T06:11:00Z</dcterms:created>
  <dcterms:modified xsi:type="dcterms:W3CDTF">2014-03-26T06:11:00Z</dcterms:modified>
</cp:coreProperties>
</file>