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F9" w:rsidRDefault="003426F9" w:rsidP="004F14F5">
      <w:pPr>
        <w:jc w:val="center"/>
        <w:rPr>
          <w:sz w:val="28"/>
          <w:szCs w:val="28"/>
        </w:rPr>
      </w:pPr>
    </w:p>
    <w:p w:rsidR="004F14F5" w:rsidRDefault="004F14F5" w:rsidP="004F14F5">
      <w:pPr>
        <w:jc w:val="center"/>
        <w:rPr>
          <w:sz w:val="28"/>
          <w:szCs w:val="28"/>
        </w:rPr>
      </w:pPr>
    </w:p>
    <w:p w:rsidR="00EF0E9C" w:rsidRDefault="00EF0E9C" w:rsidP="004F14F5">
      <w:pPr>
        <w:jc w:val="center"/>
        <w:rPr>
          <w:sz w:val="28"/>
          <w:szCs w:val="28"/>
          <w:vertAlign w:val="superscript"/>
        </w:rPr>
      </w:pPr>
    </w:p>
    <w:p w:rsidR="00EF0E9C" w:rsidRDefault="00EF0E9C" w:rsidP="004F14F5">
      <w:pPr>
        <w:jc w:val="center"/>
        <w:rPr>
          <w:sz w:val="28"/>
          <w:szCs w:val="28"/>
          <w:vertAlign w:val="superscript"/>
        </w:rPr>
      </w:pPr>
    </w:p>
    <w:p w:rsidR="00EF0E9C" w:rsidRDefault="00EF0E9C" w:rsidP="004F14F5">
      <w:pPr>
        <w:jc w:val="center"/>
        <w:rPr>
          <w:sz w:val="28"/>
          <w:szCs w:val="28"/>
          <w:vertAlign w:val="superscript"/>
        </w:rPr>
      </w:pPr>
    </w:p>
    <w:p w:rsidR="00D176EE" w:rsidRDefault="00D176EE" w:rsidP="00EF0E9C">
      <w:pPr>
        <w:pBdr>
          <w:bottom w:val="single" w:sz="4" w:space="1" w:color="auto"/>
        </w:pBdr>
        <w:jc w:val="center"/>
        <w:rPr>
          <w:b/>
          <w:caps/>
          <w:sz w:val="40"/>
          <w:szCs w:val="40"/>
        </w:rPr>
      </w:pPr>
    </w:p>
    <w:p w:rsidR="00D176EE" w:rsidRDefault="00D176EE" w:rsidP="00EF0E9C">
      <w:pPr>
        <w:pBdr>
          <w:bottom w:val="single" w:sz="4" w:space="1" w:color="auto"/>
        </w:pBdr>
        <w:jc w:val="center"/>
        <w:rPr>
          <w:b/>
          <w:caps/>
          <w:sz w:val="40"/>
          <w:szCs w:val="40"/>
        </w:rPr>
      </w:pPr>
    </w:p>
    <w:p w:rsidR="00D176EE" w:rsidRDefault="00D176EE" w:rsidP="00EF0E9C">
      <w:pPr>
        <w:pBdr>
          <w:bottom w:val="single" w:sz="4" w:space="1" w:color="auto"/>
        </w:pBdr>
        <w:jc w:val="center"/>
        <w:rPr>
          <w:b/>
          <w:caps/>
          <w:sz w:val="40"/>
          <w:szCs w:val="40"/>
        </w:rPr>
      </w:pPr>
    </w:p>
    <w:p w:rsidR="00D176EE" w:rsidRDefault="00D176EE" w:rsidP="00EF0E9C">
      <w:pPr>
        <w:pBdr>
          <w:bottom w:val="single" w:sz="4" w:space="1" w:color="auto"/>
        </w:pBdr>
        <w:jc w:val="center"/>
        <w:rPr>
          <w:b/>
          <w:caps/>
          <w:sz w:val="40"/>
          <w:szCs w:val="40"/>
        </w:rPr>
      </w:pPr>
    </w:p>
    <w:p w:rsidR="00EF0E9C" w:rsidRPr="002C4DF5" w:rsidRDefault="00BE7636" w:rsidP="00EF0E9C">
      <w:pPr>
        <w:pBdr>
          <w:bottom w:val="single" w:sz="4" w:space="1" w:color="auto"/>
        </w:pBdr>
        <w:jc w:val="center"/>
        <w:rPr>
          <w:b/>
          <w:caps/>
          <w:sz w:val="40"/>
          <w:szCs w:val="40"/>
        </w:rPr>
      </w:pPr>
      <w:r>
        <w:rPr>
          <w:b/>
          <w:caps/>
          <w:sz w:val="40"/>
          <w:szCs w:val="40"/>
        </w:rPr>
        <w:t>курсовая работа</w:t>
      </w:r>
    </w:p>
    <w:p w:rsidR="00EF0E9C" w:rsidRDefault="00EF0E9C" w:rsidP="004F14F5">
      <w:pPr>
        <w:jc w:val="center"/>
        <w:rPr>
          <w:sz w:val="22"/>
          <w:szCs w:val="22"/>
          <w:vertAlign w:val="superscript"/>
        </w:rPr>
      </w:pPr>
      <w:r>
        <w:rPr>
          <w:sz w:val="22"/>
          <w:szCs w:val="22"/>
          <w:vertAlign w:val="superscript"/>
        </w:rPr>
        <w:t xml:space="preserve">(вид  работы:  контрольная работа, курсовая работа, дипломная работа, дипломный проект, отчет по практике, </w:t>
      </w:r>
      <w:r>
        <w:rPr>
          <w:sz w:val="22"/>
          <w:szCs w:val="22"/>
          <w:vertAlign w:val="superscript"/>
        </w:rPr>
        <w:br/>
        <w:t>письменная аттестационная работа, творческая аттестационная работа</w:t>
      </w:r>
      <w:r w:rsidR="003B7277">
        <w:rPr>
          <w:sz w:val="22"/>
          <w:szCs w:val="22"/>
          <w:vertAlign w:val="superscript"/>
        </w:rPr>
        <w:t>)</w:t>
      </w:r>
      <w:r>
        <w:rPr>
          <w:sz w:val="22"/>
          <w:szCs w:val="22"/>
          <w:vertAlign w:val="superscript"/>
        </w:rPr>
        <w:t xml:space="preserve"> </w:t>
      </w:r>
    </w:p>
    <w:p w:rsidR="00EF0E9C" w:rsidRDefault="00EF0E9C" w:rsidP="004F14F5">
      <w:pPr>
        <w:jc w:val="center"/>
        <w:rPr>
          <w:sz w:val="28"/>
          <w:szCs w:val="28"/>
          <w:vertAlign w:val="superscript"/>
        </w:rPr>
      </w:pPr>
    </w:p>
    <w:p w:rsidR="00EF0E9C" w:rsidRPr="002C4DF5" w:rsidRDefault="00BE7636" w:rsidP="00EF0E9C">
      <w:pPr>
        <w:pBdr>
          <w:bottom w:val="single" w:sz="4" w:space="1" w:color="auto"/>
        </w:pBdr>
        <w:jc w:val="center"/>
        <w:rPr>
          <w:b/>
          <w:sz w:val="28"/>
          <w:szCs w:val="28"/>
        </w:rPr>
      </w:pPr>
      <w:r>
        <w:rPr>
          <w:b/>
          <w:sz w:val="28"/>
          <w:szCs w:val="28"/>
        </w:rPr>
        <w:t>Факторы производства как экономическая категория</w:t>
      </w:r>
    </w:p>
    <w:p w:rsidR="00C8669A" w:rsidRPr="00C8669A" w:rsidRDefault="003B7277" w:rsidP="004F14F5">
      <w:pPr>
        <w:jc w:val="center"/>
        <w:rPr>
          <w:sz w:val="22"/>
          <w:szCs w:val="22"/>
          <w:vertAlign w:val="superscript"/>
        </w:rPr>
      </w:pPr>
      <w:r>
        <w:rPr>
          <w:sz w:val="22"/>
          <w:szCs w:val="22"/>
          <w:vertAlign w:val="superscript"/>
        </w:rPr>
        <w:t>(</w:t>
      </w:r>
      <w:r w:rsidR="00EF0E9C" w:rsidRPr="00C8669A">
        <w:rPr>
          <w:sz w:val="22"/>
          <w:szCs w:val="22"/>
          <w:vertAlign w:val="superscript"/>
        </w:rPr>
        <w:t xml:space="preserve">тема </w:t>
      </w:r>
      <w:r w:rsidR="00C8669A" w:rsidRPr="00C8669A">
        <w:rPr>
          <w:sz w:val="22"/>
          <w:szCs w:val="22"/>
          <w:vertAlign w:val="superscript"/>
        </w:rPr>
        <w:t>курсовой, контрольной, дипломной работы (проекта); вопросы заданий ПАР, ТАР; вид практики</w:t>
      </w:r>
      <w:r>
        <w:rPr>
          <w:sz w:val="22"/>
          <w:szCs w:val="22"/>
          <w:vertAlign w:val="superscript"/>
        </w:rPr>
        <w:t>)</w:t>
      </w:r>
    </w:p>
    <w:p w:rsidR="00C8669A" w:rsidRDefault="00C8669A" w:rsidP="004F14F5">
      <w:pPr>
        <w:jc w:val="center"/>
        <w:rPr>
          <w:sz w:val="28"/>
          <w:szCs w:val="28"/>
          <w:vertAlign w:val="superscript"/>
        </w:rPr>
      </w:pPr>
    </w:p>
    <w:p w:rsidR="00C8669A" w:rsidRDefault="00C8669A" w:rsidP="004F14F5">
      <w:pPr>
        <w:jc w:val="center"/>
        <w:rPr>
          <w:sz w:val="28"/>
          <w:szCs w:val="28"/>
          <w:vertAlign w:val="superscript"/>
        </w:rPr>
      </w:pPr>
    </w:p>
    <w:p w:rsidR="00C8669A" w:rsidRDefault="00C8669A" w:rsidP="004F14F5">
      <w:pPr>
        <w:jc w:val="center"/>
        <w:rPr>
          <w:sz w:val="28"/>
          <w:szCs w:val="28"/>
          <w:vertAlign w:val="superscript"/>
        </w:rPr>
      </w:pPr>
    </w:p>
    <w:p w:rsidR="00C8669A" w:rsidRDefault="00C8669A" w:rsidP="004F14F5">
      <w:pPr>
        <w:jc w:val="center"/>
        <w:rPr>
          <w:sz w:val="28"/>
          <w:szCs w:val="28"/>
          <w:vertAlign w:val="superscript"/>
        </w:rPr>
      </w:pPr>
    </w:p>
    <w:p w:rsidR="00756E5C" w:rsidRDefault="00756E5C" w:rsidP="004F14F5">
      <w:pPr>
        <w:jc w:val="center"/>
        <w:rPr>
          <w:sz w:val="28"/>
          <w:szCs w:val="28"/>
          <w:vertAlign w:val="superscript"/>
        </w:rPr>
      </w:pPr>
    </w:p>
    <w:p w:rsidR="00756E5C" w:rsidRDefault="00756E5C" w:rsidP="004F14F5">
      <w:pPr>
        <w:jc w:val="center"/>
        <w:rPr>
          <w:sz w:val="28"/>
          <w:szCs w:val="28"/>
          <w:vertAlign w:val="superscript"/>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D467A5" w:rsidRDefault="00D467A5" w:rsidP="00EC6D37">
      <w:pPr>
        <w:ind w:firstLine="540"/>
        <w:jc w:val="both"/>
        <w:rPr>
          <w:b/>
          <w:sz w:val="28"/>
          <w:szCs w:val="28"/>
        </w:rPr>
      </w:pPr>
    </w:p>
    <w:p w:rsidR="00CE058E" w:rsidRPr="00CE058E" w:rsidRDefault="00CE058E" w:rsidP="00EC6D37">
      <w:pPr>
        <w:ind w:firstLine="540"/>
        <w:jc w:val="both"/>
        <w:rPr>
          <w:b/>
          <w:sz w:val="28"/>
          <w:szCs w:val="28"/>
        </w:rPr>
      </w:pPr>
      <w:r>
        <w:rPr>
          <w:b/>
          <w:sz w:val="28"/>
          <w:szCs w:val="28"/>
        </w:rPr>
        <w:t>Содержание</w:t>
      </w:r>
    </w:p>
    <w:p w:rsidR="00CE058E" w:rsidRDefault="00CE058E" w:rsidP="00B22F6F">
      <w:pPr>
        <w:ind w:firstLine="540"/>
        <w:jc w:val="both"/>
        <w:rPr>
          <w:b/>
          <w:sz w:val="28"/>
          <w:szCs w:val="28"/>
          <w:lang w:val="en-US"/>
        </w:rPr>
      </w:pPr>
    </w:p>
    <w:p w:rsidR="00CE058E" w:rsidRDefault="00CE058E" w:rsidP="00B22F6F">
      <w:pPr>
        <w:ind w:firstLine="540"/>
        <w:jc w:val="both"/>
        <w:rPr>
          <w:b/>
          <w:sz w:val="28"/>
          <w:szCs w:val="28"/>
          <w:lang w:val="en-US"/>
        </w:rPr>
      </w:pPr>
    </w:p>
    <w:p w:rsidR="00CE058E" w:rsidRPr="00CE058E" w:rsidRDefault="00CE058E" w:rsidP="00CE058E">
      <w:pPr>
        <w:jc w:val="both"/>
        <w:rPr>
          <w:b/>
          <w:sz w:val="28"/>
          <w:szCs w:val="28"/>
          <w:lang w:val="en-US"/>
        </w:rPr>
      </w:pPr>
      <w:r>
        <w:rPr>
          <w:sz w:val="28"/>
          <w:szCs w:val="28"/>
        </w:rPr>
        <w:t xml:space="preserve">             </w:t>
      </w:r>
      <w:r w:rsidRPr="00CE058E">
        <w:rPr>
          <w:sz w:val="28"/>
          <w:szCs w:val="28"/>
        </w:rPr>
        <w:t>Введение</w:t>
      </w:r>
      <w:r>
        <w:rPr>
          <w:sz w:val="28"/>
          <w:szCs w:val="28"/>
        </w:rPr>
        <w:t>_________________________________________________3</w:t>
      </w:r>
    </w:p>
    <w:p w:rsidR="00CE058E" w:rsidRPr="00CE058E" w:rsidRDefault="00CE058E" w:rsidP="00B22F6F">
      <w:pPr>
        <w:ind w:firstLine="540"/>
        <w:jc w:val="both"/>
        <w:rPr>
          <w:sz w:val="28"/>
          <w:szCs w:val="28"/>
        </w:rPr>
      </w:pPr>
      <w:r>
        <w:rPr>
          <w:sz w:val="28"/>
          <w:szCs w:val="28"/>
        </w:rPr>
        <w:t>1</w:t>
      </w:r>
      <w:r w:rsidRPr="00CE058E">
        <w:rPr>
          <w:sz w:val="28"/>
          <w:szCs w:val="28"/>
        </w:rPr>
        <w:t>.</w:t>
      </w:r>
      <w:r>
        <w:rPr>
          <w:b/>
          <w:sz w:val="28"/>
          <w:szCs w:val="28"/>
        </w:rPr>
        <w:t xml:space="preserve"> </w:t>
      </w:r>
      <w:r w:rsidRPr="00CE058E">
        <w:rPr>
          <w:sz w:val="28"/>
          <w:szCs w:val="28"/>
        </w:rPr>
        <w:t>Сущность</w:t>
      </w:r>
      <w:r>
        <w:rPr>
          <w:b/>
          <w:sz w:val="28"/>
          <w:szCs w:val="28"/>
        </w:rPr>
        <w:t xml:space="preserve"> </w:t>
      </w:r>
      <w:r w:rsidRPr="00CE058E">
        <w:rPr>
          <w:sz w:val="28"/>
          <w:szCs w:val="28"/>
        </w:rPr>
        <w:t>факторов производства</w:t>
      </w:r>
      <w:r>
        <w:rPr>
          <w:sz w:val="28"/>
          <w:szCs w:val="28"/>
        </w:rPr>
        <w:t>. Производственная функция____4</w:t>
      </w:r>
    </w:p>
    <w:p w:rsidR="00CE058E" w:rsidRPr="006F0F60" w:rsidRDefault="00CE058E" w:rsidP="00B22F6F">
      <w:pPr>
        <w:ind w:firstLine="540"/>
        <w:jc w:val="both"/>
        <w:rPr>
          <w:sz w:val="28"/>
          <w:szCs w:val="28"/>
        </w:rPr>
      </w:pPr>
      <w:r>
        <w:rPr>
          <w:b/>
          <w:sz w:val="28"/>
          <w:szCs w:val="28"/>
        </w:rPr>
        <w:t xml:space="preserve">    </w:t>
      </w:r>
      <w:r>
        <w:rPr>
          <w:sz w:val="28"/>
          <w:szCs w:val="28"/>
        </w:rPr>
        <w:t>1</w:t>
      </w:r>
      <w:r w:rsidRPr="00CE058E">
        <w:rPr>
          <w:sz w:val="28"/>
          <w:szCs w:val="28"/>
        </w:rPr>
        <w:t>.1 Классификация потребностей и их структура</w:t>
      </w:r>
      <w:r>
        <w:rPr>
          <w:sz w:val="28"/>
          <w:szCs w:val="28"/>
        </w:rPr>
        <w:t>________________4</w:t>
      </w:r>
    </w:p>
    <w:p w:rsidR="00CE058E" w:rsidRPr="006F0F60" w:rsidRDefault="00D905A4" w:rsidP="00B22F6F">
      <w:pPr>
        <w:ind w:firstLine="540"/>
        <w:jc w:val="both"/>
        <w:rPr>
          <w:sz w:val="28"/>
          <w:szCs w:val="28"/>
        </w:rPr>
      </w:pPr>
      <w:r>
        <w:rPr>
          <w:sz w:val="28"/>
          <w:szCs w:val="28"/>
        </w:rPr>
        <w:t xml:space="preserve">    1.2 Эффективность использования факторов производства________</w:t>
      </w:r>
      <w:r w:rsidR="006F0F60" w:rsidRPr="006F0F60">
        <w:rPr>
          <w:sz w:val="28"/>
          <w:szCs w:val="28"/>
        </w:rPr>
        <w:t>6</w:t>
      </w:r>
    </w:p>
    <w:p w:rsidR="00CE058E" w:rsidRPr="00CE058E" w:rsidRDefault="00FE3B42" w:rsidP="00B22F6F">
      <w:pPr>
        <w:ind w:firstLine="540"/>
        <w:jc w:val="both"/>
        <w:rPr>
          <w:sz w:val="28"/>
          <w:szCs w:val="28"/>
        </w:rPr>
      </w:pPr>
      <w:r>
        <w:rPr>
          <w:sz w:val="28"/>
          <w:szCs w:val="28"/>
        </w:rPr>
        <w:t xml:space="preserve">    1.3 Производственная функция</w:t>
      </w:r>
      <w:r w:rsidR="00955776">
        <w:rPr>
          <w:sz w:val="28"/>
          <w:szCs w:val="28"/>
        </w:rPr>
        <w:t>_</w:t>
      </w:r>
      <w:r w:rsidR="006F0F60">
        <w:rPr>
          <w:sz w:val="28"/>
          <w:szCs w:val="28"/>
        </w:rPr>
        <w:t>______________________________</w:t>
      </w:r>
      <w:r w:rsidR="00955776">
        <w:rPr>
          <w:sz w:val="28"/>
          <w:szCs w:val="28"/>
        </w:rPr>
        <w:t>10</w:t>
      </w:r>
    </w:p>
    <w:p w:rsidR="00CE058E" w:rsidRDefault="00F87240" w:rsidP="00B22F6F">
      <w:pPr>
        <w:ind w:firstLine="540"/>
        <w:jc w:val="both"/>
        <w:rPr>
          <w:sz w:val="28"/>
          <w:szCs w:val="28"/>
        </w:rPr>
      </w:pPr>
      <w:r>
        <w:rPr>
          <w:sz w:val="28"/>
          <w:szCs w:val="28"/>
        </w:rPr>
        <w:t>2</w:t>
      </w:r>
      <w:r w:rsidRPr="00CE058E">
        <w:rPr>
          <w:sz w:val="28"/>
          <w:szCs w:val="28"/>
        </w:rPr>
        <w:t>.</w:t>
      </w:r>
      <w:r>
        <w:rPr>
          <w:b/>
          <w:sz w:val="28"/>
          <w:szCs w:val="28"/>
        </w:rPr>
        <w:t xml:space="preserve"> </w:t>
      </w:r>
      <w:r>
        <w:rPr>
          <w:sz w:val="28"/>
          <w:szCs w:val="28"/>
        </w:rPr>
        <w:t xml:space="preserve">Особенности спроса и предложения основных факторов </w:t>
      </w:r>
    </w:p>
    <w:p w:rsidR="00F87240" w:rsidRPr="006F0F60" w:rsidRDefault="00F87240" w:rsidP="00B22F6F">
      <w:pPr>
        <w:ind w:firstLine="540"/>
        <w:jc w:val="both"/>
        <w:rPr>
          <w:sz w:val="28"/>
          <w:szCs w:val="28"/>
        </w:rPr>
      </w:pPr>
      <w:r>
        <w:rPr>
          <w:sz w:val="28"/>
          <w:szCs w:val="28"/>
        </w:rPr>
        <w:t xml:space="preserve">     производства____________________________________</w:t>
      </w:r>
      <w:r w:rsidR="006F0F60">
        <w:rPr>
          <w:sz w:val="28"/>
          <w:szCs w:val="28"/>
        </w:rPr>
        <w:t>__________1</w:t>
      </w:r>
      <w:r w:rsidR="006F0F60" w:rsidRPr="006F0F60">
        <w:rPr>
          <w:sz w:val="28"/>
          <w:szCs w:val="28"/>
        </w:rPr>
        <w:t>2</w:t>
      </w:r>
    </w:p>
    <w:p w:rsidR="00775835" w:rsidRDefault="00F87240" w:rsidP="00B22F6F">
      <w:pPr>
        <w:ind w:firstLine="540"/>
        <w:jc w:val="both"/>
        <w:rPr>
          <w:sz w:val="28"/>
          <w:szCs w:val="28"/>
        </w:rPr>
      </w:pPr>
      <w:r>
        <w:rPr>
          <w:sz w:val="28"/>
          <w:szCs w:val="28"/>
        </w:rPr>
        <w:t xml:space="preserve">    2.1 Спрос на факторы производства</w:t>
      </w:r>
      <w:r w:rsidR="000B319E" w:rsidRPr="000B319E">
        <w:rPr>
          <w:sz w:val="28"/>
          <w:szCs w:val="28"/>
        </w:rPr>
        <w:t xml:space="preserve"> </w:t>
      </w:r>
      <w:r>
        <w:rPr>
          <w:sz w:val="28"/>
          <w:szCs w:val="28"/>
        </w:rPr>
        <w:t>___________________________</w:t>
      </w:r>
      <w:r w:rsidR="00775835">
        <w:rPr>
          <w:sz w:val="28"/>
          <w:szCs w:val="28"/>
        </w:rPr>
        <w:t>12</w:t>
      </w:r>
    </w:p>
    <w:p w:rsidR="00F87240" w:rsidRPr="00CE058E" w:rsidRDefault="00775835" w:rsidP="00B22F6F">
      <w:pPr>
        <w:ind w:firstLine="540"/>
        <w:jc w:val="both"/>
        <w:rPr>
          <w:b/>
          <w:sz w:val="28"/>
          <w:szCs w:val="28"/>
        </w:rPr>
      </w:pPr>
      <w:r>
        <w:rPr>
          <w:sz w:val="28"/>
          <w:szCs w:val="28"/>
        </w:rPr>
        <w:t xml:space="preserve">    2.2. Предложение </w:t>
      </w:r>
      <w:r w:rsidR="00960E7F">
        <w:rPr>
          <w:sz w:val="28"/>
          <w:szCs w:val="28"/>
        </w:rPr>
        <w:t>факторов</w:t>
      </w:r>
      <w:r>
        <w:rPr>
          <w:sz w:val="28"/>
          <w:szCs w:val="28"/>
        </w:rPr>
        <w:t xml:space="preserve"> производства</w:t>
      </w:r>
      <w:r w:rsidR="000B319E" w:rsidRPr="000B319E">
        <w:rPr>
          <w:sz w:val="28"/>
          <w:szCs w:val="28"/>
        </w:rPr>
        <w:t xml:space="preserve"> </w:t>
      </w:r>
      <w:r>
        <w:rPr>
          <w:sz w:val="28"/>
          <w:szCs w:val="28"/>
        </w:rPr>
        <w:t>_</w:t>
      </w:r>
      <w:r w:rsidR="00960E7F">
        <w:rPr>
          <w:sz w:val="28"/>
          <w:szCs w:val="28"/>
        </w:rPr>
        <w:t>__</w:t>
      </w:r>
      <w:r w:rsidR="006F0F60">
        <w:rPr>
          <w:sz w:val="28"/>
          <w:szCs w:val="28"/>
        </w:rPr>
        <w:t>___________________</w:t>
      </w:r>
      <w:r>
        <w:rPr>
          <w:sz w:val="28"/>
          <w:szCs w:val="28"/>
        </w:rPr>
        <w:t>13</w:t>
      </w:r>
      <w:r w:rsidR="00F87240">
        <w:rPr>
          <w:sz w:val="28"/>
          <w:szCs w:val="28"/>
        </w:rPr>
        <w:t xml:space="preserve">   </w:t>
      </w:r>
    </w:p>
    <w:p w:rsidR="006C78E2" w:rsidRPr="000B319E" w:rsidRDefault="006C78E2" w:rsidP="006C78E2">
      <w:pPr>
        <w:ind w:firstLine="540"/>
        <w:jc w:val="both"/>
        <w:rPr>
          <w:sz w:val="28"/>
          <w:szCs w:val="28"/>
        </w:rPr>
      </w:pPr>
      <w:r>
        <w:rPr>
          <w:sz w:val="28"/>
          <w:szCs w:val="28"/>
        </w:rPr>
        <w:t>3</w:t>
      </w:r>
      <w:r w:rsidRPr="00CE058E">
        <w:rPr>
          <w:sz w:val="28"/>
          <w:szCs w:val="28"/>
        </w:rPr>
        <w:t>.</w:t>
      </w:r>
      <w:r>
        <w:rPr>
          <w:b/>
          <w:sz w:val="28"/>
          <w:szCs w:val="28"/>
        </w:rPr>
        <w:t xml:space="preserve"> </w:t>
      </w:r>
      <w:r>
        <w:rPr>
          <w:sz w:val="28"/>
          <w:szCs w:val="28"/>
        </w:rPr>
        <w:t>Производительность факторов производства____________________1</w:t>
      </w:r>
      <w:r w:rsidR="000B319E" w:rsidRPr="000B319E">
        <w:rPr>
          <w:sz w:val="28"/>
          <w:szCs w:val="28"/>
        </w:rPr>
        <w:t>4</w:t>
      </w:r>
    </w:p>
    <w:p w:rsidR="006C78E2" w:rsidRPr="006C78E2" w:rsidRDefault="006C78E2" w:rsidP="006C78E2">
      <w:pPr>
        <w:ind w:firstLine="540"/>
        <w:jc w:val="both"/>
        <w:rPr>
          <w:b/>
          <w:sz w:val="32"/>
          <w:szCs w:val="32"/>
        </w:rPr>
      </w:pPr>
      <w:r>
        <w:rPr>
          <w:b/>
          <w:sz w:val="32"/>
          <w:szCs w:val="32"/>
        </w:rPr>
        <w:t xml:space="preserve">    </w:t>
      </w:r>
      <w:r w:rsidRPr="006C78E2">
        <w:rPr>
          <w:sz w:val="28"/>
          <w:szCs w:val="28"/>
        </w:rPr>
        <w:t xml:space="preserve">3.1 </w:t>
      </w:r>
      <w:r w:rsidRPr="006C78E2">
        <w:rPr>
          <w:iCs/>
          <w:sz w:val="28"/>
          <w:szCs w:val="28"/>
        </w:rPr>
        <w:t xml:space="preserve">Концепция убывающей производительности факторов  </w:t>
      </w:r>
    </w:p>
    <w:p w:rsidR="006C78E2" w:rsidRPr="000B319E" w:rsidRDefault="006C78E2" w:rsidP="006C78E2">
      <w:pPr>
        <w:ind w:firstLine="540"/>
        <w:jc w:val="both"/>
        <w:rPr>
          <w:iCs/>
          <w:sz w:val="28"/>
          <w:szCs w:val="28"/>
        </w:rPr>
      </w:pPr>
      <w:r w:rsidRPr="006C78E2">
        <w:rPr>
          <w:iCs/>
          <w:sz w:val="28"/>
          <w:szCs w:val="28"/>
        </w:rPr>
        <w:t xml:space="preserve">          производства, теория предельной производительности</w:t>
      </w:r>
      <w:r w:rsidR="000B319E" w:rsidRPr="000B319E">
        <w:rPr>
          <w:iCs/>
          <w:sz w:val="28"/>
          <w:szCs w:val="28"/>
        </w:rPr>
        <w:t xml:space="preserve"> </w:t>
      </w:r>
      <w:r>
        <w:rPr>
          <w:iCs/>
          <w:sz w:val="28"/>
          <w:szCs w:val="28"/>
        </w:rPr>
        <w:t>________1</w:t>
      </w:r>
      <w:r w:rsidR="000B319E" w:rsidRPr="000B319E">
        <w:rPr>
          <w:iCs/>
          <w:sz w:val="28"/>
          <w:szCs w:val="28"/>
        </w:rPr>
        <w:t>4</w:t>
      </w:r>
    </w:p>
    <w:p w:rsidR="00CE058E" w:rsidRPr="000B319E" w:rsidRDefault="003B740A" w:rsidP="006C78E2">
      <w:pPr>
        <w:ind w:firstLine="540"/>
        <w:jc w:val="both"/>
        <w:rPr>
          <w:sz w:val="28"/>
          <w:szCs w:val="28"/>
        </w:rPr>
      </w:pPr>
      <w:r>
        <w:rPr>
          <w:sz w:val="28"/>
          <w:szCs w:val="28"/>
        </w:rPr>
        <w:t xml:space="preserve">     Заключение</w:t>
      </w:r>
      <w:r w:rsidR="000B319E" w:rsidRPr="000B319E">
        <w:rPr>
          <w:sz w:val="28"/>
          <w:szCs w:val="28"/>
        </w:rPr>
        <w:t xml:space="preserve"> </w:t>
      </w:r>
      <w:r>
        <w:rPr>
          <w:sz w:val="28"/>
          <w:szCs w:val="28"/>
        </w:rPr>
        <w:t>________________</w:t>
      </w:r>
      <w:r w:rsidR="00B83BB5">
        <w:rPr>
          <w:sz w:val="28"/>
          <w:szCs w:val="28"/>
        </w:rPr>
        <w:t>_______________________________</w:t>
      </w:r>
      <w:r w:rsidR="000B319E">
        <w:rPr>
          <w:sz w:val="28"/>
          <w:szCs w:val="28"/>
        </w:rPr>
        <w:t>1</w:t>
      </w:r>
      <w:r w:rsidR="000B319E" w:rsidRPr="000B319E">
        <w:rPr>
          <w:sz w:val="28"/>
          <w:szCs w:val="28"/>
        </w:rPr>
        <w:t>8</w:t>
      </w:r>
    </w:p>
    <w:p w:rsidR="00B83BB5" w:rsidRPr="000B319E" w:rsidRDefault="003B740A" w:rsidP="00B22F6F">
      <w:pPr>
        <w:ind w:firstLine="540"/>
        <w:jc w:val="both"/>
        <w:rPr>
          <w:sz w:val="28"/>
          <w:szCs w:val="28"/>
        </w:rPr>
      </w:pPr>
      <w:r>
        <w:rPr>
          <w:b/>
          <w:sz w:val="28"/>
          <w:szCs w:val="28"/>
        </w:rPr>
        <w:t xml:space="preserve">  </w:t>
      </w:r>
      <w:r w:rsidR="00B83BB5">
        <w:rPr>
          <w:b/>
          <w:sz w:val="28"/>
          <w:szCs w:val="28"/>
        </w:rPr>
        <w:t xml:space="preserve">  </w:t>
      </w:r>
      <w:r w:rsidR="00B83BB5" w:rsidRPr="00B83BB5">
        <w:rPr>
          <w:sz w:val="28"/>
          <w:szCs w:val="28"/>
        </w:rPr>
        <w:t xml:space="preserve"> Глоссарий</w:t>
      </w:r>
      <w:r w:rsidR="000B319E">
        <w:rPr>
          <w:sz w:val="28"/>
          <w:szCs w:val="28"/>
          <w:lang w:val="en-US"/>
        </w:rPr>
        <w:t>_</w:t>
      </w:r>
      <w:r w:rsidR="00B83BB5">
        <w:rPr>
          <w:sz w:val="28"/>
          <w:szCs w:val="28"/>
        </w:rPr>
        <w:t>___________________</w:t>
      </w:r>
      <w:r w:rsidR="000B319E">
        <w:rPr>
          <w:sz w:val="28"/>
          <w:szCs w:val="28"/>
        </w:rPr>
        <w:t>_____________________________1</w:t>
      </w:r>
      <w:r w:rsidR="000B319E" w:rsidRPr="000B319E">
        <w:rPr>
          <w:sz w:val="28"/>
          <w:szCs w:val="28"/>
        </w:rPr>
        <w:t>9</w:t>
      </w:r>
    </w:p>
    <w:p w:rsidR="00CE058E" w:rsidRPr="000B319E" w:rsidRDefault="003B740A" w:rsidP="00B22F6F">
      <w:pPr>
        <w:ind w:firstLine="540"/>
        <w:jc w:val="both"/>
        <w:rPr>
          <w:sz w:val="28"/>
          <w:szCs w:val="28"/>
        </w:rPr>
      </w:pPr>
      <w:r>
        <w:rPr>
          <w:b/>
          <w:sz w:val="28"/>
          <w:szCs w:val="28"/>
        </w:rPr>
        <w:t xml:space="preserve">  </w:t>
      </w:r>
      <w:r>
        <w:rPr>
          <w:sz w:val="28"/>
          <w:szCs w:val="28"/>
        </w:rPr>
        <w:t>Список используемой литературы</w:t>
      </w:r>
      <w:r w:rsidR="000B319E">
        <w:rPr>
          <w:sz w:val="28"/>
          <w:szCs w:val="28"/>
        </w:rPr>
        <w:t>______________________________</w:t>
      </w:r>
      <w:r w:rsidR="000B319E" w:rsidRPr="000B319E">
        <w:rPr>
          <w:sz w:val="28"/>
          <w:szCs w:val="28"/>
        </w:rPr>
        <w:t>20</w:t>
      </w: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CE058E" w:rsidRPr="00CE058E" w:rsidRDefault="00CE058E" w:rsidP="00B22F6F">
      <w:pPr>
        <w:ind w:firstLine="540"/>
        <w:jc w:val="both"/>
        <w:rPr>
          <w:b/>
          <w:sz w:val="28"/>
          <w:szCs w:val="28"/>
        </w:rPr>
      </w:pPr>
    </w:p>
    <w:p w:rsidR="004F0F0C" w:rsidRPr="000B319E" w:rsidRDefault="00960E7F" w:rsidP="004F0F0C">
      <w:pPr>
        <w:ind w:firstLine="540"/>
        <w:jc w:val="both"/>
        <w:rPr>
          <w:b/>
          <w:sz w:val="28"/>
          <w:szCs w:val="28"/>
        </w:rPr>
      </w:pPr>
      <w:r>
        <w:rPr>
          <w:b/>
          <w:sz w:val="28"/>
          <w:szCs w:val="28"/>
        </w:rPr>
        <w:t xml:space="preserve">  </w:t>
      </w:r>
    </w:p>
    <w:p w:rsidR="00B22F6F" w:rsidRDefault="00960E7F" w:rsidP="004F0F0C">
      <w:pPr>
        <w:ind w:firstLine="540"/>
        <w:jc w:val="both"/>
        <w:rPr>
          <w:b/>
          <w:sz w:val="32"/>
          <w:szCs w:val="32"/>
          <w:lang w:val="en-US"/>
        </w:rPr>
      </w:pPr>
      <w:r>
        <w:rPr>
          <w:b/>
          <w:sz w:val="28"/>
          <w:szCs w:val="28"/>
        </w:rPr>
        <w:t xml:space="preserve">  </w:t>
      </w:r>
      <w:r w:rsidR="004F0F0C">
        <w:rPr>
          <w:b/>
          <w:sz w:val="32"/>
          <w:szCs w:val="32"/>
        </w:rPr>
        <w:t>Введение</w:t>
      </w:r>
    </w:p>
    <w:p w:rsidR="004F0F0C" w:rsidRPr="004F0F0C" w:rsidRDefault="004F0F0C" w:rsidP="004F0F0C">
      <w:pPr>
        <w:ind w:firstLine="540"/>
        <w:jc w:val="both"/>
        <w:rPr>
          <w:b/>
          <w:sz w:val="32"/>
          <w:szCs w:val="32"/>
          <w:lang w:val="en-US"/>
        </w:rPr>
      </w:pPr>
    </w:p>
    <w:p w:rsidR="00B22F6F" w:rsidRPr="00B821CC" w:rsidRDefault="00B22F6F" w:rsidP="00B22F6F">
      <w:pPr>
        <w:ind w:firstLine="540"/>
        <w:jc w:val="both"/>
        <w:rPr>
          <w:b/>
        </w:rPr>
      </w:pPr>
    </w:p>
    <w:p w:rsidR="00B22F6F" w:rsidRPr="008D3573" w:rsidRDefault="00B22F6F" w:rsidP="00B22F6F">
      <w:pPr>
        <w:ind w:firstLine="540"/>
        <w:jc w:val="both"/>
        <w:rPr>
          <w:sz w:val="28"/>
          <w:szCs w:val="28"/>
        </w:rPr>
      </w:pPr>
      <w:r w:rsidRPr="008D3573">
        <w:rPr>
          <w:sz w:val="28"/>
          <w:szCs w:val="28"/>
        </w:rPr>
        <w:t>Экономическая теория выражает закономерности развития экономики. Она представлена совокупностью наук, которые можно объединить в две группы: общая и частная экономические теории. Первая раскрывает сущность, содержание и закономерность развития экономических процессов в обществе в целом, безотносительно к отраслям и сферам деятельности. Вторая отражает отдельные функции экономического управления (теория учета, теория статистики, теория финансов и т.п.).</w:t>
      </w:r>
    </w:p>
    <w:p w:rsidR="00B22F6F" w:rsidRPr="008D3573" w:rsidRDefault="00B22F6F" w:rsidP="00B22F6F">
      <w:pPr>
        <w:ind w:firstLine="540"/>
        <w:jc w:val="both"/>
        <w:rPr>
          <w:sz w:val="28"/>
          <w:szCs w:val="28"/>
        </w:rPr>
      </w:pPr>
      <w:r w:rsidRPr="008D3573">
        <w:rPr>
          <w:sz w:val="28"/>
          <w:szCs w:val="28"/>
        </w:rPr>
        <w:t xml:space="preserve">Экономическая теория изучает не все, а лишь главные, самые важные процессы развития экономической жизни общества и каждого  человека в нем. суть процесса развития очевидна: чтобы жить, люди должны удовлетворять свои нужды, потребности в пище, одежде, жилье, образовании  и т.п., в связи с чем возникает необходимость их производства с использованием природных ресурсов, орудий производства, машин, знаний и накопленного опыта. Складываются отношения между людьми, отношения людей к природе, формируются субъекты хозяйствования (предприятия, фирмы, предприниматели, общество, государство). В сложном многообразии этих отношений и процессов добывания благ для удовлетворения потребностей людей проявляются объективные связи, принципы, зависимости, закономерности. Их должна выявить и обосновать экономическая теория. </w:t>
      </w:r>
    </w:p>
    <w:p w:rsidR="00B22F6F" w:rsidRPr="008D3573" w:rsidRDefault="00B22F6F" w:rsidP="00B22F6F">
      <w:pPr>
        <w:ind w:firstLine="540"/>
        <w:jc w:val="both"/>
        <w:rPr>
          <w:sz w:val="28"/>
          <w:szCs w:val="28"/>
        </w:rPr>
      </w:pPr>
      <w:r w:rsidRPr="008D3573">
        <w:rPr>
          <w:sz w:val="28"/>
          <w:szCs w:val="28"/>
        </w:rPr>
        <w:t>Рассмотрим понятие «производство». В обыденном сознании понятие «производство» обычно ассоциируется с процессом изготовления материальных благ для удовлетворения потребностей. Экономическая наука дает более широкое толкование этого понятия. Экономисты относят к производству любую деятельность людей, посредством которой они удовлетворяют свои потребности. Ведь природа сама по себе не предоставляет человеку полный комплекс удобных для потребления благ. Их необходимо производить, используя естественные ресурсы, в том числе и способности самого человека. Поэтому производство является объективной необходимостью и осуществляется в ходе взаимодействия человека и природы, людей между собой. Общепризнанным в экономической теории является тот факт, что в производство включается не только создание материальных благ, но и предоставление разнообразных услуг (образовательных, здравоохранение, культуры и искусства, транспортных и т.д.).</w:t>
      </w:r>
    </w:p>
    <w:p w:rsidR="00B22F6F" w:rsidRPr="008D3573" w:rsidRDefault="00B22F6F" w:rsidP="00B22F6F">
      <w:pPr>
        <w:ind w:firstLine="540"/>
        <w:jc w:val="both"/>
        <w:rPr>
          <w:sz w:val="28"/>
          <w:szCs w:val="28"/>
        </w:rPr>
      </w:pPr>
      <w:r w:rsidRPr="008D3573">
        <w:rPr>
          <w:sz w:val="28"/>
          <w:szCs w:val="28"/>
        </w:rPr>
        <w:t>Производство можно рассматривать как в узком, так и в широком смысле.  В узком смысле – это непосредственный процесс создания благ и  услуг за определенный период; в широком – непрерывно возобновляющийся процесс, включающий распределение, обмен и потребление созданных благ и услуг.</w:t>
      </w:r>
    </w:p>
    <w:p w:rsidR="00B22F6F" w:rsidRPr="008D3573" w:rsidRDefault="00B22F6F" w:rsidP="00B22F6F">
      <w:pPr>
        <w:ind w:firstLine="540"/>
        <w:jc w:val="both"/>
        <w:rPr>
          <w:sz w:val="28"/>
          <w:szCs w:val="28"/>
        </w:rPr>
      </w:pPr>
      <w:r w:rsidRPr="008D3573">
        <w:rPr>
          <w:sz w:val="28"/>
          <w:szCs w:val="28"/>
        </w:rPr>
        <w:t>Источником любого производства является ресурсы, которыми располагает то или иное государство. Экономическая теория характеризует ресурсы как совокупность природного, социального и духовного потенциалов в процессе производства товаров, услуг и иных ценностей.</w:t>
      </w:r>
    </w:p>
    <w:p w:rsidR="002C4DF5" w:rsidRDefault="002C4DF5" w:rsidP="003B3C09">
      <w:pPr>
        <w:rPr>
          <w:sz w:val="22"/>
          <w:szCs w:val="22"/>
          <w:vertAlign w:val="superscript"/>
        </w:rPr>
      </w:pPr>
    </w:p>
    <w:p w:rsidR="004F0F0C" w:rsidRDefault="00CE058E" w:rsidP="00CE058E">
      <w:pPr>
        <w:jc w:val="both"/>
        <w:rPr>
          <w:b/>
          <w:sz w:val="28"/>
          <w:szCs w:val="28"/>
          <w:lang w:val="en-US"/>
        </w:rPr>
      </w:pPr>
      <w:r>
        <w:rPr>
          <w:b/>
          <w:sz w:val="28"/>
          <w:szCs w:val="28"/>
        </w:rPr>
        <w:t xml:space="preserve">  </w:t>
      </w:r>
    </w:p>
    <w:p w:rsidR="00B22F6F" w:rsidRPr="004F0F0C" w:rsidRDefault="00CE058E" w:rsidP="00CE058E">
      <w:pPr>
        <w:jc w:val="both"/>
        <w:rPr>
          <w:b/>
          <w:sz w:val="28"/>
          <w:szCs w:val="28"/>
          <w:lang w:val="en-US"/>
        </w:rPr>
      </w:pPr>
      <w:r w:rsidRPr="00D905A4">
        <w:rPr>
          <w:b/>
          <w:sz w:val="32"/>
          <w:szCs w:val="32"/>
        </w:rPr>
        <w:t xml:space="preserve">1. </w:t>
      </w:r>
      <w:r w:rsidR="00B22F6F" w:rsidRPr="00D905A4">
        <w:rPr>
          <w:b/>
          <w:sz w:val="32"/>
          <w:szCs w:val="32"/>
        </w:rPr>
        <w:t>Сущность факторов производства</w:t>
      </w:r>
    </w:p>
    <w:p w:rsidR="00B22F6F" w:rsidRPr="00B821CC" w:rsidRDefault="00B22F6F" w:rsidP="00B22F6F">
      <w:pPr>
        <w:ind w:firstLine="540"/>
        <w:jc w:val="both"/>
        <w:rPr>
          <w:b/>
        </w:rPr>
      </w:pPr>
    </w:p>
    <w:p w:rsidR="00B22F6F" w:rsidRPr="004F0F0C" w:rsidRDefault="00B22F6F" w:rsidP="00B22F6F">
      <w:pPr>
        <w:ind w:firstLine="540"/>
        <w:jc w:val="both"/>
        <w:rPr>
          <w:b/>
          <w:sz w:val="28"/>
          <w:szCs w:val="28"/>
          <w:lang w:val="en-US"/>
        </w:rPr>
      </w:pPr>
      <w:r w:rsidRPr="00D905A4">
        <w:rPr>
          <w:b/>
          <w:sz w:val="28"/>
          <w:szCs w:val="28"/>
        </w:rPr>
        <w:t>1.1. Классифика</w:t>
      </w:r>
      <w:r w:rsidR="004F0F0C">
        <w:rPr>
          <w:b/>
          <w:sz w:val="28"/>
          <w:szCs w:val="28"/>
        </w:rPr>
        <w:t>ция потребностей и их структура</w:t>
      </w:r>
    </w:p>
    <w:p w:rsidR="00B22F6F" w:rsidRDefault="00B22F6F" w:rsidP="00B22F6F">
      <w:pPr>
        <w:ind w:firstLine="540"/>
        <w:jc w:val="both"/>
        <w:rPr>
          <w:b/>
          <w:lang w:val="en-US"/>
        </w:rPr>
      </w:pPr>
    </w:p>
    <w:p w:rsidR="004F0F0C" w:rsidRPr="004F0F0C" w:rsidRDefault="004F0F0C" w:rsidP="00B22F6F">
      <w:pPr>
        <w:ind w:firstLine="540"/>
        <w:jc w:val="both"/>
        <w:rPr>
          <w:b/>
          <w:lang w:val="en-US"/>
        </w:rPr>
      </w:pPr>
    </w:p>
    <w:p w:rsidR="00B22F6F" w:rsidRPr="008D3573" w:rsidRDefault="00B22F6F" w:rsidP="00B22F6F">
      <w:pPr>
        <w:ind w:firstLine="540"/>
        <w:jc w:val="both"/>
        <w:rPr>
          <w:sz w:val="28"/>
          <w:szCs w:val="28"/>
        </w:rPr>
      </w:pPr>
      <w:r w:rsidRPr="008D3573">
        <w:rPr>
          <w:sz w:val="28"/>
          <w:szCs w:val="28"/>
        </w:rPr>
        <w:t>Классификации потребностей уделялось внимание еще в древности. Со времен Аристотеля известно их деление на телесные и духовные. В настоящее время за основу классификации потребностей берутся взгляды американского психолога и экономиста А. Маслоу, который считает, что человеческие потребности располагаются в определенной последовательности в зависимости от их значимости для индивидуума. По А. Маслоу выделяются пять групп потребностей: физиологические, безопасности, причастности (к коллективу, обществу), признания и самореализации (самовыражения). Предполагается, что потребности удовлетворяются последовательно в том порядке, в котором они перечислены. Графически такую последовательность можно представить в виде треугольной пирамиды либо лестницей потребностей.</w:t>
      </w:r>
    </w:p>
    <w:p w:rsidR="00B22F6F" w:rsidRPr="008D3573" w:rsidRDefault="00B22F6F" w:rsidP="00B22F6F">
      <w:pPr>
        <w:ind w:firstLine="540"/>
        <w:jc w:val="both"/>
        <w:rPr>
          <w:sz w:val="28"/>
          <w:szCs w:val="28"/>
        </w:rPr>
      </w:pPr>
      <w:r w:rsidRPr="008D3573">
        <w:rPr>
          <w:sz w:val="28"/>
          <w:szCs w:val="28"/>
        </w:rPr>
        <w:t xml:space="preserve">В зависимости от масштабов и структуры производства потребности подразделяются на:  </w:t>
      </w:r>
    </w:p>
    <w:p w:rsidR="00B22F6F" w:rsidRPr="008D3573" w:rsidRDefault="00B22F6F" w:rsidP="00B22F6F">
      <w:pPr>
        <w:ind w:firstLine="540"/>
        <w:jc w:val="both"/>
        <w:rPr>
          <w:sz w:val="28"/>
          <w:szCs w:val="28"/>
        </w:rPr>
      </w:pPr>
      <w:r w:rsidRPr="008D3573">
        <w:rPr>
          <w:sz w:val="28"/>
          <w:szCs w:val="28"/>
        </w:rPr>
        <w:t>1) Абсолютные (максимальные) потребности – это потребности, ориентированные на предельные возможности производства, основанного на последних достижениях науки и техники. Они задают ориентир производству и подлежат удовлетворению в перспективе.</w:t>
      </w:r>
    </w:p>
    <w:p w:rsidR="00B22F6F" w:rsidRPr="008D3573" w:rsidRDefault="00B22F6F" w:rsidP="00B22F6F">
      <w:pPr>
        <w:ind w:firstLine="540"/>
        <w:jc w:val="both"/>
        <w:rPr>
          <w:sz w:val="28"/>
          <w:szCs w:val="28"/>
        </w:rPr>
      </w:pPr>
      <w:r w:rsidRPr="008D3573">
        <w:rPr>
          <w:sz w:val="28"/>
          <w:szCs w:val="28"/>
        </w:rPr>
        <w:t>2) Действительные потребности – это потребности, подлежащие удовлетворению в условиях достигнутого уровня производства и научно-технического прогресса. Выступают они в форме платежеспособного спроса.</w:t>
      </w:r>
    </w:p>
    <w:p w:rsidR="00B22F6F" w:rsidRPr="008D3573" w:rsidRDefault="004644A2" w:rsidP="00B22F6F">
      <w:pPr>
        <w:ind w:firstLine="540"/>
        <w:jc w:val="both"/>
        <w:rPr>
          <w:sz w:val="28"/>
          <w:szCs w:val="28"/>
        </w:rPr>
      </w:pPr>
      <w:r w:rsidRPr="008D3573">
        <w:rPr>
          <w:sz w:val="28"/>
          <w:szCs w:val="28"/>
        </w:rPr>
        <w:t xml:space="preserve">3) </w:t>
      </w:r>
      <w:r w:rsidR="00B22F6F" w:rsidRPr="008D3573">
        <w:rPr>
          <w:sz w:val="28"/>
          <w:szCs w:val="28"/>
        </w:rPr>
        <w:t>Фактически удовлетворяемые потребности выступают в форме удовлетворенного спроса.</w:t>
      </w:r>
    </w:p>
    <w:p w:rsidR="00B22F6F" w:rsidRPr="008D3573" w:rsidRDefault="00B22F6F" w:rsidP="00B22F6F">
      <w:pPr>
        <w:ind w:firstLine="540"/>
        <w:jc w:val="both"/>
        <w:rPr>
          <w:sz w:val="28"/>
          <w:szCs w:val="28"/>
        </w:rPr>
      </w:pPr>
      <w:r w:rsidRPr="008D3573">
        <w:rPr>
          <w:sz w:val="28"/>
          <w:szCs w:val="28"/>
        </w:rPr>
        <w:t>В зависимости от роли в воспроизводстве рабочей силы потребности подразделяются на:</w:t>
      </w:r>
    </w:p>
    <w:p w:rsidR="00B22F6F" w:rsidRPr="008D3573" w:rsidRDefault="00B22F6F" w:rsidP="00B22F6F">
      <w:pPr>
        <w:ind w:firstLine="540"/>
        <w:jc w:val="both"/>
        <w:rPr>
          <w:sz w:val="28"/>
          <w:szCs w:val="28"/>
        </w:rPr>
      </w:pPr>
      <w:r w:rsidRPr="008D3573">
        <w:rPr>
          <w:i/>
          <w:sz w:val="28"/>
          <w:szCs w:val="28"/>
        </w:rPr>
        <w:t xml:space="preserve"> </w:t>
      </w:r>
      <w:r w:rsidRPr="008D3573">
        <w:rPr>
          <w:sz w:val="28"/>
          <w:szCs w:val="28"/>
        </w:rPr>
        <w:t>- материальные, связанные с удовлетворением физических потребностей человека в пище, одежде, жилище, продолжении рода;</w:t>
      </w:r>
    </w:p>
    <w:p w:rsidR="00B22F6F" w:rsidRPr="008D3573" w:rsidRDefault="00B22F6F" w:rsidP="00B22F6F">
      <w:pPr>
        <w:ind w:firstLine="540"/>
        <w:jc w:val="both"/>
        <w:rPr>
          <w:sz w:val="28"/>
          <w:szCs w:val="28"/>
        </w:rPr>
      </w:pPr>
      <w:r w:rsidRPr="008D3573">
        <w:rPr>
          <w:sz w:val="28"/>
          <w:szCs w:val="28"/>
        </w:rPr>
        <w:t xml:space="preserve"> - духовные, обеспечивающие стремление человека к образованию, культуре, отдыху, вере, творчеству и т.д.;</w:t>
      </w:r>
    </w:p>
    <w:p w:rsidR="00B22F6F" w:rsidRPr="008D3573" w:rsidRDefault="00B22F6F" w:rsidP="00B22F6F">
      <w:pPr>
        <w:ind w:firstLine="540"/>
        <w:jc w:val="both"/>
        <w:rPr>
          <w:sz w:val="28"/>
          <w:szCs w:val="28"/>
        </w:rPr>
      </w:pPr>
      <w:r w:rsidRPr="008D3573">
        <w:rPr>
          <w:sz w:val="28"/>
          <w:szCs w:val="28"/>
        </w:rPr>
        <w:t>- социальные, отражающие стремление человека реализовать свои способности, достичь определенного положения в обществе, продвигаться по службе и т.д.</w:t>
      </w:r>
    </w:p>
    <w:p w:rsidR="00B22F6F" w:rsidRPr="008D3573" w:rsidRDefault="00B22F6F" w:rsidP="00B22F6F">
      <w:pPr>
        <w:ind w:firstLine="540"/>
        <w:jc w:val="both"/>
        <w:rPr>
          <w:i/>
          <w:sz w:val="28"/>
          <w:szCs w:val="28"/>
        </w:rPr>
      </w:pPr>
      <w:r w:rsidRPr="008D3573">
        <w:rPr>
          <w:sz w:val="28"/>
          <w:szCs w:val="28"/>
        </w:rPr>
        <w:t>С точки зрения уровня развития общества</w:t>
      </w:r>
      <w:r w:rsidR="004644A2" w:rsidRPr="008D3573">
        <w:rPr>
          <w:sz w:val="28"/>
          <w:szCs w:val="28"/>
        </w:rPr>
        <w:t>,</w:t>
      </w:r>
      <w:r w:rsidRPr="008D3573">
        <w:rPr>
          <w:sz w:val="28"/>
          <w:szCs w:val="28"/>
        </w:rPr>
        <w:t xml:space="preserve"> различают элементарные (физические) и высшие (социальные)</w:t>
      </w:r>
      <w:r w:rsidRPr="008D3573">
        <w:rPr>
          <w:i/>
          <w:sz w:val="28"/>
          <w:szCs w:val="28"/>
        </w:rPr>
        <w:t xml:space="preserve"> </w:t>
      </w:r>
      <w:r w:rsidRPr="008D3573">
        <w:rPr>
          <w:sz w:val="28"/>
          <w:szCs w:val="28"/>
        </w:rPr>
        <w:t xml:space="preserve">потребности. К высшим (социальным) потребностям относятся те, которые непосредственно связаны с благосостоянием людей. Это потребительские бюджеты людей, денежные сбережения, накопления, наличие собственности, условия и плата труда, занятость и уровень безработицы, социальное обеспечение, экологическая безопасность и т.д. </w:t>
      </w:r>
      <w:r w:rsidRPr="008D3573">
        <w:rPr>
          <w:i/>
          <w:sz w:val="28"/>
          <w:szCs w:val="28"/>
        </w:rPr>
        <w:t xml:space="preserve"> </w:t>
      </w:r>
    </w:p>
    <w:p w:rsidR="00B22F6F" w:rsidRPr="008D3573" w:rsidRDefault="00B22F6F" w:rsidP="00B22F6F">
      <w:pPr>
        <w:ind w:firstLine="540"/>
        <w:jc w:val="both"/>
        <w:rPr>
          <w:sz w:val="28"/>
          <w:szCs w:val="28"/>
        </w:rPr>
      </w:pPr>
      <w:r w:rsidRPr="008D3573">
        <w:rPr>
          <w:sz w:val="28"/>
          <w:szCs w:val="28"/>
        </w:rPr>
        <w:t>В зависимости от социальной структуры выделяют потребности общества в целом, потребности классов, социальных групп, отдельных людей (личные потребности).</w:t>
      </w:r>
    </w:p>
    <w:p w:rsidR="00B22F6F" w:rsidRPr="008D3573" w:rsidRDefault="00B22F6F" w:rsidP="00B22F6F">
      <w:pPr>
        <w:ind w:firstLine="540"/>
        <w:jc w:val="both"/>
        <w:rPr>
          <w:sz w:val="28"/>
          <w:szCs w:val="28"/>
        </w:rPr>
      </w:pPr>
      <w:r w:rsidRPr="008D3573">
        <w:rPr>
          <w:sz w:val="28"/>
          <w:szCs w:val="28"/>
        </w:rPr>
        <w:t>Потребности общества подразделяются на</w:t>
      </w:r>
      <w:r w:rsidR="004644A2" w:rsidRPr="008D3573">
        <w:rPr>
          <w:sz w:val="28"/>
          <w:szCs w:val="28"/>
        </w:rPr>
        <w:t xml:space="preserve">: </w:t>
      </w:r>
      <w:r w:rsidRPr="008D3573">
        <w:rPr>
          <w:sz w:val="28"/>
          <w:szCs w:val="28"/>
        </w:rPr>
        <w:t>государственные, национальные, территориальные, религиозные. Если говорить</w:t>
      </w:r>
      <w:r w:rsidR="004644A2" w:rsidRPr="008D3573">
        <w:rPr>
          <w:sz w:val="28"/>
          <w:szCs w:val="28"/>
        </w:rPr>
        <w:t xml:space="preserve"> конкретнее, то к ним относятся: </w:t>
      </w:r>
      <w:r w:rsidRPr="008D3573">
        <w:rPr>
          <w:sz w:val="28"/>
          <w:szCs w:val="28"/>
        </w:rPr>
        <w:t>потребности в безопасности, охране общественного порядка, правовой защите, сохранении национальной культуры и традиций, охране памятников, восстановлении и охране окружающей среды, предотвращение социальных конфликтов, поддержании мира и т.д.</w:t>
      </w:r>
    </w:p>
    <w:p w:rsidR="00B22F6F" w:rsidRPr="008D3573" w:rsidRDefault="00B22F6F" w:rsidP="00B22F6F">
      <w:pPr>
        <w:ind w:firstLine="540"/>
        <w:jc w:val="both"/>
        <w:rPr>
          <w:sz w:val="28"/>
          <w:szCs w:val="28"/>
        </w:rPr>
      </w:pPr>
      <w:r w:rsidRPr="008D3573">
        <w:rPr>
          <w:sz w:val="28"/>
          <w:szCs w:val="28"/>
        </w:rPr>
        <w:t>Потребности классов, социальных групп</w:t>
      </w:r>
      <w:r w:rsidRPr="008D3573">
        <w:rPr>
          <w:i/>
          <w:sz w:val="28"/>
          <w:szCs w:val="28"/>
        </w:rPr>
        <w:t xml:space="preserve"> </w:t>
      </w:r>
      <w:r w:rsidRPr="008D3573">
        <w:rPr>
          <w:sz w:val="28"/>
          <w:szCs w:val="28"/>
        </w:rPr>
        <w:t>представлены потребностями людей, объединившихся по принципу общих интересов. Например, туристы нуждаются в соответствующем снаряжении, шахматисты – в шахматном клубе, любители купания – в бассейне и т.д.</w:t>
      </w:r>
    </w:p>
    <w:p w:rsidR="00B22F6F" w:rsidRPr="008D3573" w:rsidRDefault="00B22F6F" w:rsidP="00B22F6F">
      <w:pPr>
        <w:ind w:firstLine="540"/>
        <w:jc w:val="both"/>
        <w:rPr>
          <w:sz w:val="28"/>
          <w:szCs w:val="28"/>
        </w:rPr>
      </w:pPr>
      <w:r w:rsidRPr="008D3573">
        <w:rPr>
          <w:sz w:val="28"/>
          <w:szCs w:val="28"/>
        </w:rPr>
        <w:t xml:space="preserve">Личные потребности отдельных людей распространяются на питание, одежду, обувь, бытовые услуги, оборудование, охрану здоровья и т.д. Таким образом, личные потребности – все то, что обеспечивает необходимый уровень жизни каждого человека. </w:t>
      </w:r>
      <w:r w:rsidR="004644A2" w:rsidRPr="008D3573">
        <w:rPr>
          <w:sz w:val="28"/>
          <w:szCs w:val="28"/>
        </w:rPr>
        <w:t xml:space="preserve">Личные потребности делятся: на насыщаемые и не насыщаемые. </w:t>
      </w:r>
      <w:r w:rsidRPr="008D3573">
        <w:rPr>
          <w:sz w:val="28"/>
          <w:szCs w:val="28"/>
        </w:rPr>
        <w:t>Так, потребность в пище – насыщаемая, в одежде – менее насыщаемая, в деньгах – не</w:t>
      </w:r>
      <w:r w:rsidR="004644A2" w:rsidRPr="008D3573">
        <w:rPr>
          <w:sz w:val="28"/>
          <w:szCs w:val="28"/>
        </w:rPr>
        <w:t xml:space="preserve"> </w:t>
      </w:r>
      <w:r w:rsidRPr="008D3573">
        <w:rPr>
          <w:sz w:val="28"/>
          <w:szCs w:val="28"/>
        </w:rPr>
        <w:t xml:space="preserve">насыщаемая потребность. </w:t>
      </w:r>
    </w:p>
    <w:p w:rsidR="00B22F6F" w:rsidRPr="008D3573" w:rsidRDefault="00B22F6F" w:rsidP="00B22F6F">
      <w:pPr>
        <w:ind w:firstLine="540"/>
        <w:jc w:val="both"/>
        <w:rPr>
          <w:sz w:val="28"/>
          <w:szCs w:val="28"/>
        </w:rPr>
      </w:pPr>
      <w:r w:rsidRPr="008D3573">
        <w:rPr>
          <w:sz w:val="28"/>
          <w:szCs w:val="28"/>
        </w:rPr>
        <w:t>Исходя из очередности удовлетворения потребностей их подразделяют на первичные (необходимые) и вторичные (избыточные). К первичным потребностям относят самые насущные потребности человека, без удовлетворения которых он не может существовать. Эти потребности не могут быть замещены другими. Например, потребность в еде невозможно заменить потребностью во сне и наоборот. В то же время одна и та же потребность может быть удовлетворена различными товарами. Например, фрукты можно заменить ягодами, мясо – грибами, животное масло – растительным. Что же касается вторичных (избыточных) потребностей, то они, во-первых, удовлетворяются после удовлетворения первичных; во-вторых, являются замещаемыми. Например, вместо кино можно сходить в театр. Деление потребностей на первичные и вторичные сугубо индивидуально для каждого человека.</w:t>
      </w:r>
    </w:p>
    <w:p w:rsidR="00B22F6F" w:rsidRPr="008D3573" w:rsidRDefault="00B22F6F" w:rsidP="00B22F6F">
      <w:pPr>
        <w:ind w:firstLine="540"/>
        <w:jc w:val="both"/>
        <w:rPr>
          <w:sz w:val="28"/>
          <w:szCs w:val="28"/>
        </w:rPr>
      </w:pPr>
      <w:r w:rsidRPr="008D3573">
        <w:rPr>
          <w:sz w:val="28"/>
          <w:szCs w:val="28"/>
        </w:rPr>
        <w:t>Потребности подразделяются на эластичные и неэластичные. Эта классификация в большей части связана с предыдущей. Так, первичные потребности являются неэластичными (жесткими), потому что не отменяются в течение длительного времени, однако снимаются, как только появляются средства, способные эти потребности удовлетворить (например, потребность в питании, утолении жажды и т.д.). вторичные потребности эластичные, так как их удовлетворение можно временно отложить или заменить.</w:t>
      </w:r>
    </w:p>
    <w:p w:rsidR="00B22F6F" w:rsidRPr="008D3573" w:rsidRDefault="00B22F6F" w:rsidP="00B22F6F">
      <w:pPr>
        <w:ind w:firstLine="540"/>
        <w:jc w:val="both"/>
        <w:rPr>
          <w:sz w:val="28"/>
          <w:szCs w:val="28"/>
        </w:rPr>
      </w:pPr>
      <w:r w:rsidRPr="008D3573">
        <w:rPr>
          <w:sz w:val="28"/>
          <w:szCs w:val="28"/>
        </w:rPr>
        <w:t xml:space="preserve"> В зависимости от участия в воспроизводственном процессе потребности подразделяют на производственные – потребление средств производства и рабочей силы в процессе производства и непосредственные – потребление происходит за пределами производства и делится на личное и общественное. </w:t>
      </w:r>
    </w:p>
    <w:p w:rsidR="00B22F6F" w:rsidRPr="008D3573" w:rsidRDefault="00B22F6F" w:rsidP="004F0F0C">
      <w:pPr>
        <w:ind w:firstLine="540"/>
        <w:jc w:val="both"/>
        <w:rPr>
          <w:sz w:val="28"/>
          <w:szCs w:val="28"/>
        </w:rPr>
      </w:pPr>
      <w:r w:rsidRPr="008D3573">
        <w:rPr>
          <w:sz w:val="28"/>
          <w:szCs w:val="28"/>
        </w:rPr>
        <w:t>Потребности бывают также экономические и неэкономические. К экономическим потребностям относят те, для которых необходимо производство, т.е. в готовом виде не встречающиеся. К неэкономическим потребностям относят потребности, которые могут быть удовлетворены без наличия производства (потребность в воздухе, воде, солнечном свете т.д.).</w:t>
      </w:r>
      <w:r w:rsidR="004F0F0C" w:rsidRPr="004F0F0C">
        <w:rPr>
          <w:sz w:val="28"/>
          <w:szCs w:val="28"/>
        </w:rPr>
        <w:t xml:space="preserve"> </w:t>
      </w:r>
      <w:r w:rsidRPr="008D3573">
        <w:rPr>
          <w:sz w:val="28"/>
          <w:szCs w:val="28"/>
        </w:rPr>
        <w:t>И, наконец, в зависимости от сроков возникновения (удовлетворения) различают текущие (краткосрочные) и перспективные (долгосрочные) потребности</w:t>
      </w:r>
      <w:r w:rsidR="00637715" w:rsidRPr="008D3573">
        <w:rPr>
          <w:sz w:val="28"/>
          <w:szCs w:val="28"/>
        </w:rPr>
        <w:t>.</w:t>
      </w:r>
    </w:p>
    <w:p w:rsidR="00637715" w:rsidRDefault="00637715" w:rsidP="00B22F6F"/>
    <w:p w:rsidR="00D905A4" w:rsidRDefault="00D905A4" w:rsidP="00D905A4">
      <w:pPr>
        <w:pStyle w:val="1"/>
        <w:ind w:firstLine="0"/>
        <w:jc w:val="left"/>
      </w:pPr>
      <w:r w:rsidRPr="00D905A4">
        <w:rPr>
          <w:b w:val="0"/>
          <w:bCs w:val="0"/>
          <w:kern w:val="0"/>
          <w:vertAlign w:val="superscript"/>
        </w:rPr>
        <w:t xml:space="preserve"> </w:t>
      </w:r>
      <w:r>
        <w:rPr>
          <w:b w:val="0"/>
        </w:rPr>
        <w:t xml:space="preserve">       </w:t>
      </w:r>
      <w:r w:rsidRPr="00D905A4">
        <w:rPr>
          <w:b w:val="0"/>
        </w:rPr>
        <w:t xml:space="preserve"> </w:t>
      </w:r>
      <w:r w:rsidRPr="00D905A4">
        <w:t xml:space="preserve">1.2. Эффективность использования факторов производства   </w:t>
      </w:r>
    </w:p>
    <w:p w:rsidR="00605D1F" w:rsidRDefault="00605D1F" w:rsidP="00605D1F">
      <w:pPr>
        <w:jc w:val="both"/>
      </w:pPr>
      <w:r>
        <w:t xml:space="preserve">        </w:t>
      </w:r>
    </w:p>
    <w:p w:rsidR="00960E7F" w:rsidRPr="008D3573" w:rsidRDefault="00605D1F" w:rsidP="00605D1F">
      <w:pPr>
        <w:ind w:firstLine="540"/>
        <w:jc w:val="both"/>
        <w:rPr>
          <w:sz w:val="28"/>
          <w:szCs w:val="28"/>
        </w:rPr>
      </w:pPr>
      <w:r>
        <w:t xml:space="preserve"> </w:t>
      </w:r>
      <w:r w:rsidR="00D905A4" w:rsidRPr="008D3573">
        <w:rPr>
          <w:sz w:val="28"/>
          <w:szCs w:val="28"/>
        </w:rPr>
        <w:t>Факторы производства обладают взаимозаменяемостью. Она обусловлена раз</w:t>
      </w:r>
      <w:r w:rsidR="00D905A4" w:rsidRPr="008D3573">
        <w:rPr>
          <w:sz w:val="28"/>
          <w:szCs w:val="28"/>
        </w:rPr>
        <w:softHyphen/>
        <w:t>нообразными потребительскими свойствами продукта. В результате возможно производство продукта или блага при использовании различных факторов в разнообразных сочетаниях и пропорциях. Такая взаимозаменяемость и пропор</w:t>
      </w:r>
      <w:r w:rsidR="00D905A4" w:rsidRPr="008D3573">
        <w:rPr>
          <w:sz w:val="28"/>
          <w:szCs w:val="28"/>
        </w:rPr>
        <w:softHyphen/>
        <w:t>циональная количественная переменность типична для современного производ</w:t>
      </w:r>
      <w:r w:rsidR="00D905A4" w:rsidRPr="008D3573">
        <w:rPr>
          <w:sz w:val="28"/>
          <w:szCs w:val="28"/>
        </w:rPr>
        <w:softHyphen/>
        <w:t xml:space="preserve">ства: от изготовления химических продуктов до </w:t>
      </w:r>
    </w:p>
    <w:p w:rsidR="00D905A4" w:rsidRPr="008D3573" w:rsidRDefault="00D905A4" w:rsidP="00960E7F">
      <w:pPr>
        <w:jc w:val="both"/>
        <w:rPr>
          <w:sz w:val="28"/>
          <w:szCs w:val="28"/>
        </w:rPr>
      </w:pPr>
      <w:r w:rsidRPr="008D3573">
        <w:rPr>
          <w:sz w:val="28"/>
          <w:szCs w:val="28"/>
        </w:rPr>
        <w:t>строительства зданий. Взаимо</w:t>
      </w:r>
      <w:r w:rsidRPr="008D3573">
        <w:rPr>
          <w:sz w:val="28"/>
          <w:szCs w:val="28"/>
        </w:rPr>
        <w:softHyphen/>
        <w:t>заменяемость факторов обусловлена не только спецификой потребностей и конструктивных особенностей изделия, но и главным образом ограниченнос</w:t>
      </w:r>
      <w:r w:rsidRPr="008D3573">
        <w:rPr>
          <w:sz w:val="28"/>
          <w:szCs w:val="28"/>
        </w:rPr>
        <w:softHyphen/>
        <w:t>тью ресурсов, с одной стороны, и эффективностью</w:t>
      </w:r>
      <w:r w:rsidRPr="008D3573">
        <w:rPr>
          <w:bCs/>
          <w:sz w:val="28"/>
          <w:szCs w:val="28"/>
        </w:rPr>
        <w:t xml:space="preserve"> </w:t>
      </w:r>
      <w:r w:rsidRPr="008D3573">
        <w:rPr>
          <w:sz w:val="28"/>
          <w:szCs w:val="28"/>
        </w:rPr>
        <w:t>их использования</w:t>
      </w:r>
      <w:r w:rsidRPr="008D3573">
        <w:rPr>
          <w:noProof/>
          <w:sz w:val="28"/>
          <w:szCs w:val="28"/>
        </w:rPr>
        <w:t xml:space="preserve"> —</w:t>
      </w:r>
      <w:r w:rsidRPr="008D3573">
        <w:rPr>
          <w:sz w:val="28"/>
          <w:szCs w:val="28"/>
        </w:rPr>
        <w:t xml:space="preserve"> с дру</w:t>
      </w:r>
      <w:r w:rsidRPr="008D3573">
        <w:rPr>
          <w:sz w:val="28"/>
          <w:szCs w:val="28"/>
        </w:rPr>
        <w:softHyphen/>
        <w:t>гой.</w:t>
      </w:r>
    </w:p>
    <w:p w:rsidR="00D905A4" w:rsidRPr="008D3573" w:rsidRDefault="00605D1F" w:rsidP="00605D1F">
      <w:pPr>
        <w:tabs>
          <w:tab w:val="left" w:pos="540"/>
        </w:tabs>
        <w:jc w:val="both"/>
        <w:rPr>
          <w:sz w:val="28"/>
          <w:szCs w:val="28"/>
        </w:rPr>
      </w:pPr>
      <w:r w:rsidRPr="008D3573">
        <w:rPr>
          <w:sz w:val="28"/>
          <w:szCs w:val="28"/>
        </w:rPr>
        <w:t xml:space="preserve">           </w:t>
      </w:r>
      <w:r w:rsidR="00D905A4" w:rsidRPr="008D3573">
        <w:rPr>
          <w:sz w:val="28"/>
          <w:szCs w:val="28"/>
        </w:rPr>
        <w:t>Предприниматель выбирает такую технологию производства, при которой де</w:t>
      </w:r>
      <w:r w:rsidR="00D905A4" w:rsidRPr="008D3573">
        <w:rPr>
          <w:sz w:val="28"/>
          <w:szCs w:val="28"/>
        </w:rPr>
        <w:softHyphen/>
        <w:t>фицитный или сравнительно дорогой фактор производства используется в меньшей мере. Именно этим обстоятельством общество обязано появлению высотных зда</w:t>
      </w:r>
      <w:r w:rsidR="00D905A4" w:rsidRPr="008D3573">
        <w:rPr>
          <w:sz w:val="28"/>
          <w:szCs w:val="28"/>
        </w:rPr>
        <w:softHyphen/>
        <w:t>ний при ограниченности свободной земли, синтетических заменителей, мно</w:t>
      </w:r>
      <w:r w:rsidR="00D905A4" w:rsidRPr="008D3573">
        <w:rPr>
          <w:sz w:val="28"/>
          <w:szCs w:val="28"/>
        </w:rPr>
        <w:softHyphen/>
        <w:t xml:space="preserve">гообразных </w:t>
      </w:r>
      <w:r w:rsidRPr="008D3573">
        <w:rPr>
          <w:sz w:val="28"/>
          <w:szCs w:val="28"/>
        </w:rPr>
        <w:t xml:space="preserve">моделей </w:t>
      </w:r>
      <w:r w:rsidR="00D905A4" w:rsidRPr="008D3573">
        <w:rPr>
          <w:sz w:val="28"/>
          <w:szCs w:val="28"/>
        </w:rPr>
        <w:t>и т. д. Предпринимательство, таким образом, предполагает использование различных комбинаций факторов про</w:t>
      </w:r>
      <w:r w:rsidR="00D905A4" w:rsidRPr="008D3573">
        <w:rPr>
          <w:sz w:val="28"/>
          <w:szCs w:val="28"/>
        </w:rPr>
        <w:softHyphen/>
        <w:t>изводства, руководствуясь потребностями неизбежного снижения издержек произ</w:t>
      </w:r>
      <w:r w:rsidR="00D905A4" w:rsidRPr="008D3573">
        <w:rPr>
          <w:sz w:val="28"/>
          <w:szCs w:val="28"/>
        </w:rPr>
        <w:softHyphen/>
        <w:t>водства. Оно исчисляется путем сопоставления рыночной цены и затрат на изготов</w:t>
      </w:r>
      <w:r w:rsidR="00D905A4" w:rsidRPr="008D3573">
        <w:rPr>
          <w:sz w:val="28"/>
          <w:szCs w:val="28"/>
        </w:rPr>
        <w:softHyphen/>
        <w:t>ление определенного продукта.</w:t>
      </w:r>
    </w:p>
    <w:p w:rsidR="00D905A4" w:rsidRPr="008D3573" w:rsidRDefault="00D905A4" w:rsidP="00605D1F">
      <w:pPr>
        <w:ind w:firstLine="540"/>
        <w:jc w:val="both"/>
        <w:rPr>
          <w:sz w:val="28"/>
          <w:szCs w:val="28"/>
        </w:rPr>
      </w:pPr>
      <w:r w:rsidRPr="008D3573">
        <w:rPr>
          <w:sz w:val="28"/>
          <w:szCs w:val="28"/>
        </w:rPr>
        <w:t>Продукт</w:t>
      </w:r>
      <w:r w:rsidRPr="008D3573">
        <w:rPr>
          <w:noProof/>
          <w:sz w:val="28"/>
          <w:szCs w:val="28"/>
        </w:rPr>
        <w:t xml:space="preserve"> —</w:t>
      </w:r>
      <w:r w:rsidRPr="008D3573">
        <w:rPr>
          <w:sz w:val="28"/>
          <w:szCs w:val="28"/>
        </w:rPr>
        <w:t xml:space="preserve"> результат функционирования производства, результат затра</w:t>
      </w:r>
      <w:r w:rsidRPr="008D3573">
        <w:rPr>
          <w:sz w:val="28"/>
          <w:szCs w:val="28"/>
        </w:rPr>
        <w:softHyphen/>
        <w:t>ченного труда. Появляясь в стадии производства, он проходит далее стадии рас</w:t>
      </w:r>
      <w:r w:rsidRPr="008D3573">
        <w:rPr>
          <w:sz w:val="28"/>
          <w:szCs w:val="28"/>
        </w:rPr>
        <w:softHyphen/>
        <w:t>пределения, обмена и потребления. Движение продукта образует реальное со</w:t>
      </w:r>
      <w:r w:rsidRPr="008D3573">
        <w:rPr>
          <w:sz w:val="28"/>
          <w:szCs w:val="28"/>
        </w:rPr>
        <w:softHyphen/>
        <w:t>держание и динамику функциональной экономической системы.</w:t>
      </w:r>
    </w:p>
    <w:p w:rsidR="00D905A4" w:rsidRPr="008D3573" w:rsidRDefault="00D905A4" w:rsidP="00605D1F">
      <w:pPr>
        <w:ind w:firstLine="540"/>
        <w:jc w:val="both"/>
        <w:rPr>
          <w:sz w:val="28"/>
          <w:szCs w:val="28"/>
        </w:rPr>
      </w:pPr>
      <w:r w:rsidRPr="008D3573">
        <w:rPr>
          <w:sz w:val="28"/>
          <w:szCs w:val="28"/>
        </w:rPr>
        <w:t>Таким образом, независимо от классификации все факторы в конечном счете используются для изготовления продукта. Рассмотрим простейший вариант, когда один фактор используется для изготовления одного продукта:</w:t>
      </w:r>
    </w:p>
    <w:p w:rsidR="00D905A4" w:rsidRPr="008D3573" w:rsidRDefault="00D905A4" w:rsidP="00605D1F">
      <w:pPr>
        <w:ind w:firstLine="540"/>
        <w:jc w:val="both"/>
        <w:rPr>
          <w:bCs/>
          <w:i/>
          <w:iCs/>
          <w:sz w:val="28"/>
          <w:szCs w:val="28"/>
        </w:rPr>
      </w:pPr>
      <w:r w:rsidRPr="008D3573">
        <w:rPr>
          <w:bCs/>
          <w:i/>
          <w:iCs/>
          <w:sz w:val="28"/>
          <w:szCs w:val="28"/>
          <w:lang w:val="en-US"/>
        </w:rPr>
        <w:t>Q</w:t>
      </w:r>
      <w:r w:rsidRPr="008D3573">
        <w:rPr>
          <w:bCs/>
          <w:i/>
          <w:iCs/>
          <w:sz w:val="28"/>
          <w:szCs w:val="28"/>
        </w:rPr>
        <w:t>=</w:t>
      </w:r>
      <w:r w:rsidRPr="008D3573">
        <w:rPr>
          <w:bCs/>
          <w:i/>
          <w:iCs/>
          <w:sz w:val="28"/>
          <w:szCs w:val="28"/>
          <w:lang w:val="en-US"/>
        </w:rPr>
        <w:t>f</w:t>
      </w:r>
      <w:r w:rsidRPr="008D3573">
        <w:rPr>
          <w:bCs/>
          <w:i/>
          <w:iCs/>
          <w:sz w:val="28"/>
          <w:szCs w:val="28"/>
        </w:rPr>
        <w:t>(</w:t>
      </w:r>
      <w:r w:rsidRPr="008D3573">
        <w:rPr>
          <w:bCs/>
          <w:i/>
          <w:iCs/>
          <w:sz w:val="28"/>
          <w:szCs w:val="28"/>
          <w:lang w:val="en-US"/>
        </w:rPr>
        <w:t>A</w:t>
      </w:r>
      <w:r w:rsidRPr="008D3573">
        <w:rPr>
          <w:bCs/>
          <w:i/>
          <w:iCs/>
          <w:sz w:val="28"/>
          <w:szCs w:val="28"/>
        </w:rPr>
        <w:t>),</w:t>
      </w:r>
      <w:r w:rsidR="00605D1F" w:rsidRPr="008D3573">
        <w:rPr>
          <w:bCs/>
          <w:i/>
          <w:iCs/>
          <w:sz w:val="28"/>
          <w:szCs w:val="28"/>
        </w:rPr>
        <w:t xml:space="preserve"> </w:t>
      </w:r>
      <w:r w:rsidRPr="008D3573">
        <w:rPr>
          <w:sz w:val="28"/>
          <w:szCs w:val="28"/>
        </w:rPr>
        <w:t xml:space="preserve">где    </w:t>
      </w:r>
      <w:r w:rsidRPr="008D3573">
        <w:rPr>
          <w:i/>
          <w:iCs/>
          <w:sz w:val="28"/>
          <w:szCs w:val="28"/>
        </w:rPr>
        <w:t>А</w:t>
      </w:r>
      <w:r w:rsidRPr="008D3573">
        <w:rPr>
          <w:i/>
          <w:iCs/>
          <w:noProof/>
          <w:sz w:val="28"/>
          <w:szCs w:val="28"/>
        </w:rPr>
        <w:t xml:space="preserve"> —</w:t>
      </w:r>
      <w:r w:rsidRPr="008D3573">
        <w:rPr>
          <w:sz w:val="28"/>
          <w:szCs w:val="28"/>
        </w:rPr>
        <w:t xml:space="preserve"> фактор производства, </w:t>
      </w:r>
      <w:r w:rsidRPr="008D3573">
        <w:rPr>
          <w:i/>
          <w:iCs/>
          <w:sz w:val="28"/>
          <w:szCs w:val="28"/>
          <w:lang w:val="en-US"/>
        </w:rPr>
        <w:t>Q</w:t>
      </w:r>
      <w:r w:rsidRPr="008D3573">
        <w:rPr>
          <w:i/>
          <w:iCs/>
          <w:noProof/>
          <w:sz w:val="28"/>
          <w:szCs w:val="28"/>
        </w:rPr>
        <w:t xml:space="preserve"> —</w:t>
      </w:r>
      <w:r w:rsidRPr="008D3573">
        <w:rPr>
          <w:sz w:val="28"/>
          <w:szCs w:val="28"/>
        </w:rPr>
        <w:t xml:space="preserve"> продукт, </w:t>
      </w:r>
      <w:r w:rsidRPr="008D3573">
        <w:rPr>
          <w:noProof/>
          <w:sz w:val="28"/>
          <w:szCs w:val="28"/>
          <w:lang w:val="en-US"/>
        </w:rPr>
        <w:t>f</w:t>
      </w:r>
      <w:r w:rsidRPr="008D3573">
        <w:rPr>
          <w:noProof/>
          <w:sz w:val="28"/>
          <w:szCs w:val="28"/>
        </w:rPr>
        <w:t xml:space="preserve"> —</w:t>
      </w:r>
      <w:r w:rsidRPr="008D3573">
        <w:rPr>
          <w:sz w:val="28"/>
          <w:szCs w:val="28"/>
        </w:rPr>
        <w:t xml:space="preserve"> функция.</w:t>
      </w:r>
    </w:p>
    <w:p w:rsidR="00D905A4" w:rsidRPr="008D3573" w:rsidRDefault="00D905A4" w:rsidP="00605D1F">
      <w:pPr>
        <w:ind w:firstLine="540"/>
        <w:jc w:val="both"/>
        <w:rPr>
          <w:sz w:val="28"/>
          <w:szCs w:val="28"/>
        </w:rPr>
      </w:pPr>
      <w:r w:rsidRPr="008D3573">
        <w:rPr>
          <w:sz w:val="28"/>
          <w:szCs w:val="28"/>
        </w:rPr>
        <w:t>В реальной действительности процесс производства протекает сложнее, а его итог (продукт)</w:t>
      </w:r>
      <w:r w:rsidRPr="008D3573">
        <w:rPr>
          <w:noProof/>
          <w:sz w:val="28"/>
          <w:szCs w:val="28"/>
        </w:rPr>
        <w:t xml:space="preserve"> —</w:t>
      </w:r>
      <w:r w:rsidRPr="008D3573">
        <w:rPr>
          <w:sz w:val="28"/>
          <w:szCs w:val="28"/>
        </w:rPr>
        <w:t xml:space="preserve"> результат использования множества факторов. Могут встре</w:t>
      </w:r>
      <w:r w:rsidRPr="008D3573">
        <w:rPr>
          <w:sz w:val="28"/>
          <w:szCs w:val="28"/>
        </w:rPr>
        <w:softHyphen/>
        <w:t>чаться разнообразные ситуации, которые условно можно свести к четырем:</w:t>
      </w:r>
    </w:p>
    <w:p w:rsidR="00D905A4" w:rsidRPr="008D3573" w:rsidRDefault="00D905A4" w:rsidP="00605D1F">
      <w:pPr>
        <w:ind w:firstLine="540"/>
        <w:jc w:val="both"/>
        <w:rPr>
          <w:sz w:val="28"/>
          <w:szCs w:val="28"/>
        </w:rPr>
      </w:pPr>
      <w:r w:rsidRPr="008D3573">
        <w:rPr>
          <w:sz w:val="28"/>
          <w:szCs w:val="28"/>
        </w:rPr>
        <w:t>фактор не используется;</w:t>
      </w:r>
    </w:p>
    <w:p w:rsidR="00D905A4" w:rsidRPr="008D3573" w:rsidRDefault="00D905A4" w:rsidP="00605D1F">
      <w:pPr>
        <w:ind w:firstLine="540"/>
        <w:jc w:val="both"/>
        <w:rPr>
          <w:sz w:val="28"/>
          <w:szCs w:val="28"/>
        </w:rPr>
      </w:pPr>
      <w:r w:rsidRPr="008D3573">
        <w:rPr>
          <w:sz w:val="28"/>
          <w:szCs w:val="28"/>
        </w:rPr>
        <w:t>используется наполовину его возможностей;</w:t>
      </w:r>
    </w:p>
    <w:p w:rsidR="00D905A4" w:rsidRPr="008D3573" w:rsidRDefault="00D905A4" w:rsidP="00605D1F">
      <w:pPr>
        <w:ind w:firstLine="540"/>
        <w:jc w:val="both"/>
        <w:rPr>
          <w:sz w:val="28"/>
          <w:szCs w:val="28"/>
        </w:rPr>
      </w:pPr>
      <w:r w:rsidRPr="008D3573">
        <w:rPr>
          <w:sz w:val="28"/>
          <w:szCs w:val="28"/>
        </w:rPr>
        <w:t>используется для производства оптимального количества продукта;</w:t>
      </w:r>
    </w:p>
    <w:p w:rsidR="00D905A4" w:rsidRPr="008D3573" w:rsidRDefault="00D905A4" w:rsidP="00605D1F">
      <w:pPr>
        <w:ind w:firstLine="540"/>
        <w:jc w:val="both"/>
        <w:rPr>
          <w:sz w:val="28"/>
          <w:szCs w:val="28"/>
        </w:rPr>
      </w:pPr>
      <w:r w:rsidRPr="008D3573">
        <w:rPr>
          <w:sz w:val="28"/>
          <w:szCs w:val="28"/>
        </w:rPr>
        <w:t>используется для производства чрезмерно большого количества продукта.</w:t>
      </w:r>
    </w:p>
    <w:p w:rsidR="00D905A4" w:rsidRPr="008D3573" w:rsidRDefault="00D905A4" w:rsidP="00605D1F">
      <w:pPr>
        <w:ind w:firstLine="540"/>
        <w:jc w:val="both"/>
        <w:rPr>
          <w:iCs/>
          <w:noProof/>
          <w:sz w:val="28"/>
          <w:szCs w:val="28"/>
        </w:rPr>
      </w:pPr>
      <w:r w:rsidRPr="008D3573">
        <w:rPr>
          <w:sz w:val="28"/>
          <w:szCs w:val="28"/>
        </w:rPr>
        <w:t xml:space="preserve">Бесчисленное множество использованных в производстве продукта факторов можно изобразить графически </w:t>
      </w:r>
      <w:r w:rsidRPr="008D3573">
        <w:rPr>
          <w:iCs/>
          <w:sz w:val="28"/>
          <w:szCs w:val="28"/>
        </w:rPr>
        <w:t>(рис.</w:t>
      </w:r>
      <w:r w:rsidRPr="008D3573">
        <w:rPr>
          <w:iCs/>
          <w:noProof/>
          <w:sz w:val="28"/>
          <w:szCs w:val="28"/>
        </w:rPr>
        <w:t>1).</w:t>
      </w:r>
    </w:p>
    <w:p w:rsidR="00D905A4" w:rsidRDefault="005D1198" w:rsidP="00D905A4">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150pt" filled="t">
            <v:imagedata r:id="rId7" o:title="" grayscale="t" bilevel="t"/>
          </v:shape>
        </w:pict>
      </w:r>
    </w:p>
    <w:p w:rsidR="00D905A4" w:rsidRPr="00605D1F" w:rsidRDefault="00D905A4" w:rsidP="00605D1F">
      <w:pPr>
        <w:ind w:firstLine="540"/>
        <w:jc w:val="both"/>
      </w:pPr>
      <w:r w:rsidRPr="00605D1F">
        <w:t xml:space="preserve">Рис.1. </w:t>
      </w:r>
    </w:p>
    <w:p w:rsidR="00605D1F" w:rsidRDefault="00605D1F" w:rsidP="00605D1F">
      <w:pPr>
        <w:ind w:firstLine="540"/>
        <w:jc w:val="both"/>
      </w:pPr>
    </w:p>
    <w:p w:rsidR="00D905A4" w:rsidRPr="008D3573" w:rsidRDefault="00D905A4" w:rsidP="00605D1F">
      <w:pPr>
        <w:ind w:firstLine="540"/>
        <w:jc w:val="both"/>
        <w:rPr>
          <w:sz w:val="28"/>
          <w:szCs w:val="28"/>
          <w:vertAlign w:val="superscript"/>
        </w:rPr>
      </w:pPr>
      <w:r w:rsidRPr="008D3573">
        <w:rPr>
          <w:sz w:val="28"/>
          <w:szCs w:val="28"/>
        </w:rPr>
        <w:t xml:space="preserve">Если процесс производства постоянно находится на уровне </w:t>
      </w:r>
      <w:r w:rsidRPr="008D3573">
        <w:rPr>
          <w:sz w:val="28"/>
          <w:szCs w:val="28"/>
          <w:lang w:val="en-US"/>
        </w:rPr>
        <w:t>Y</w:t>
      </w:r>
      <w:r w:rsidRPr="008D3573">
        <w:rPr>
          <w:sz w:val="28"/>
          <w:szCs w:val="28"/>
          <w:vertAlign w:val="subscript"/>
        </w:rPr>
        <w:t>3</w:t>
      </w:r>
      <w:r w:rsidRPr="008D3573">
        <w:rPr>
          <w:noProof/>
          <w:sz w:val="28"/>
          <w:szCs w:val="28"/>
        </w:rPr>
        <w:t xml:space="preserve"> —</w:t>
      </w:r>
      <w:r w:rsidRPr="008D3573">
        <w:rPr>
          <w:sz w:val="28"/>
          <w:szCs w:val="28"/>
        </w:rPr>
        <w:t xml:space="preserve"> фонд про</w:t>
      </w:r>
      <w:r w:rsidRPr="008D3573">
        <w:rPr>
          <w:sz w:val="28"/>
          <w:szCs w:val="28"/>
        </w:rPr>
        <w:softHyphen/>
        <w:t>изводства используется оптимально и постоянно возмещается. Если ниже</w:t>
      </w:r>
      <w:r w:rsidRPr="008D3573">
        <w:rPr>
          <w:noProof/>
          <w:sz w:val="28"/>
          <w:szCs w:val="28"/>
        </w:rPr>
        <w:t xml:space="preserve"> —</w:t>
      </w:r>
      <w:r w:rsidRPr="008D3573">
        <w:rPr>
          <w:sz w:val="28"/>
          <w:szCs w:val="28"/>
        </w:rPr>
        <w:t xml:space="preserve"> не</w:t>
      </w:r>
      <w:r w:rsidRPr="008D3573">
        <w:rPr>
          <w:sz w:val="28"/>
          <w:szCs w:val="28"/>
        </w:rPr>
        <w:softHyphen/>
        <w:t>доиспользуется, выше</w:t>
      </w:r>
      <w:r w:rsidRPr="008D3573">
        <w:rPr>
          <w:noProof/>
          <w:sz w:val="28"/>
          <w:szCs w:val="28"/>
        </w:rPr>
        <w:t xml:space="preserve"> —</w:t>
      </w:r>
      <w:r w:rsidRPr="008D3573">
        <w:rPr>
          <w:sz w:val="28"/>
          <w:szCs w:val="28"/>
        </w:rPr>
        <w:t xml:space="preserve"> чрезмерно используется. В последних случаях равнове</w:t>
      </w:r>
      <w:r w:rsidRPr="008D3573">
        <w:rPr>
          <w:sz w:val="28"/>
          <w:szCs w:val="28"/>
        </w:rPr>
        <w:softHyphen/>
        <w:t>сие производства нарушается и характеризуется либо наличием дефицита, либо потребностями дополнительного запаса фактора (сырья, оборудования, инстру</w:t>
      </w:r>
      <w:r w:rsidRPr="008D3573">
        <w:rPr>
          <w:sz w:val="28"/>
          <w:szCs w:val="28"/>
        </w:rPr>
        <w:softHyphen/>
        <w:t xml:space="preserve">мента и т. п.).    </w:t>
      </w:r>
    </w:p>
    <w:p w:rsidR="00D905A4" w:rsidRPr="008D3573" w:rsidRDefault="00D905A4" w:rsidP="00605D1F">
      <w:pPr>
        <w:ind w:firstLine="540"/>
        <w:jc w:val="both"/>
        <w:rPr>
          <w:sz w:val="28"/>
          <w:szCs w:val="28"/>
        </w:rPr>
      </w:pPr>
      <w:r w:rsidRPr="008D3573">
        <w:rPr>
          <w:sz w:val="28"/>
          <w:szCs w:val="28"/>
        </w:rPr>
        <w:t>В процессе функционирования фирм предполагается бесчисленное множество вариантов использования факторов в различных комбинациях.</w:t>
      </w:r>
    </w:p>
    <w:p w:rsidR="00D905A4" w:rsidRPr="008D3573" w:rsidRDefault="00D905A4" w:rsidP="00A158F3">
      <w:pPr>
        <w:ind w:firstLine="540"/>
        <w:jc w:val="both"/>
        <w:rPr>
          <w:sz w:val="28"/>
          <w:szCs w:val="28"/>
        </w:rPr>
      </w:pPr>
      <w:r w:rsidRPr="008D3573">
        <w:rPr>
          <w:sz w:val="28"/>
          <w:szCs w:val="28"/>
        </w:rPr>
        <w:t>Большое количество комбинаций использования факторов производства обус</w:t>
      </w:r>
      <w:r w:rsidRPr="008D3573">
        <w:rPr>
          <w:sz w:val="28"/>
          <w:szCs w:val="28"/>
        </w:rPr>
        <w:softHyphen/>
        <w:t>ловлено научно-техническим прогрессом и состоянием рынка факторов производ</w:t>
      </w:r>
      <w:r w:rsidRPr="008D3573">
        <w:rPr>
          <w:sz w:val="28"/>
          <w:szCs w:val="28"/>
        </w:rPr>
        <w:softHyphen/>
        <w:t xml:space="preserve">ства. Научно-технический прогресс и технические перевороты ведут к появлению новых (взаимозаменяющих) </w:t>
      </w:r>
      <w:r w:rsidR="00CE77FC" w:rsidRPr="008D3573">
        <w:rPr>
          <w:sz w:val="28"/>
          <w:szCs w:val="28"/>
        </w:rPr>
        <w:t xml:space="preserve">  </w:t>
      </w:r>
      <w:r w:rsidRPr="008D3573">
        <w:rPr>
          <w:sz w:val="28"/>
          <w:szCs w:val="28"/>
        </w:rPr>
        <w:t>факторов и новых продуктов. В результате возрастает возможность при помощи производственного фактора создать продукта столько, сколько необходимо для возмещения фактора и дополнительного (прибавочного) продукта, который не нужен для возмещения данного фактора. Этот запас продукта называется прибавочным продуктом. При его наличии возможно дальнейшее уве</w:t>
      </w:r>
      <w:r w:rsidRPr="008D3573">
        <w:rPr>
          <w:sz w:val="28"/>
          <w:szCs w:val="28"/>
        </w:rPr>
        <w:softHyphen/>
        <w:t>личение производства. Отсюда следует вывод: совершенствование использования факторов производства является условием дальнейшего увеличения масштабов производства.</w:t>
      </w:r>
    </w:p>
    <w:p w:rsidR="00D905A4" w:rsidRPr="008D3573" w:rsidRDefault="00D905A4" w:rsidP="00605D1F">
      <w:pPr>
        <w:ind w:firstLine="540"/>
        <w:jc w:val="both"/>
        <w:rPr>
          <w:sz w:val="28"/>
          <w:szCs w:val="28"/>
        </w:rPr>
      </w:pPr>
      <w:r w:rsidRPr="008D3573">
        <w:rPr>
          <w:sz w:val="28"/>
          <w:szCs w:val="28"/>
        </w:rPr>
        <w:t>Таким образом, в результате соединения факторов производства создаются продукты труда, совокупность материальных благ. Количественное отношение объема (массы) полученного продукта к труду, затраченному на его изготовле</w:t>
      </w:r>
      <w:r w:rsidRPr="008D3573">
        <w:rPr>
          <w:sz w:val="28"/>
          <w:szCs w:val="28"/>
        </w:rPr>
        <w:softHyphen/>
        <w:t>ние, характеризует производительность труда. Показатель производительности труда можно представить в виде:</w:t>
      </w:r>
    </w:p>
    <w:p w:rsidR="00605D1F" w:rsidRPr="008D3573" w:rsidRDefault="00605D1F" w:rsidP="00605D1F">
      <w:pPr>
        <w:ind w:firstLine="540"/>
        <w:jc w:val="both"/>
        <w:rPr>
          <w:bCs/>
          <w:iCs/>
          <w:sz w:val="28"/>
          <w:szCs w:val="28"/>
        </w:rPr>
      </w:pPr>
    </w:p>
    <w:p w:rsidR="00D905A4" w:rsidRPr="008D3573" w:rsidRDefault="00605D1F" w:rsidP="00605D1F">
      <w:pPr>
        <w:ind w:firstLine="540"/>
        <w:jc w:val="both"/>
        <w:rPr>
          <w:bCs/>
          <w:iCs/>
          <w:sz w:val="28"/>
          <w:szCs w:val="28"/>
        </w:rPr>
      </w:pPr>
      <w:r w:rsidRPr="008D3573">
        <w:rPr>
          <w:bCs/>
          <w:iCs/>
          <w:sz w:val="28"/>
          <w:szCs w:val="28"/>
        </w:rPr>
        <w:t xml:space="preserve">                         </w:t>
      </w:r>
      <w:r w:rsidR="00D905A4" w:rsidRPr="008D3573">
        <w:rPr>
          <w:bCs/>
          <w:iCs/>
          <w:sz w:val="28"/>
          <w:szCs w:val="28"/>
        </w:rPr>
        <w:t>Производительность труда</w:t>
      </w:r>
      <w:r w:rsidR="00D905A4" w:rsidRPr="008D3573">
        <w:rPr>
          <w:bCs/>
          <w:iCs/>
          <w:noProof/>
          <w:sz w:val="28"/>
          <w:szCs w:val="28"/>
        </w:rPr>
        <w:t xml:space="preserve"> =</w:t>
      </w:r>
      <w:r w:rsidR="00D905A4" w:rsidRPr="008D3573">
        <w:rPr>
          <w:bCs/>
          <w:iCs/>
          <w:sz w:val="28"/>
          <w:szCs w:val="28"/>
        </w:rPr>
        <w:t xml:space="preserve"> </w:t>
      </w:r>
      <w:r w:rsidR="00D905A4" w:rsidRPr="008D3573">
        <w:rPr>
          <w:bCs/>
          <w:iCs/>
          <w:sz w:val="28"/>
          <w:szCs w:val="28"/>
          <w:lang w:val="en-US"/>
        </w:rPr>
        <w:t>Q</w:t>
      </w:r>
      <w:r w:rsidR="00D905A4" w:rsidRPr="008D3573">
        <w:rPr>
          <w:bCs/>
          <w:iCs/>
          <w:noProof/>
          <w:sz w:val="28"/>
          <w:szCs w:val="28"/>
        </w:rPr>
        <w:t xml:space="preserve"> /</w:t>
      </w:r>
      <w:r w:rsidR="00D905A4" w:rsidRPr="008D3573">
        <w:rPr>
          <w:bCs/>
          <w:iCs/>
          <w:sz w:val="28"/>
          <w:szCs w:val="28"/>
        </w:rPr>
        <w:t xml:space="preserve"> Т,</w:t>
      </w:r>
    </w:p>
    <w:p w:rsidR="00605D1F" w:rsidRPr="008D3573" w:rsidRDefault="00605D1F" w:rsidP="00605D1F">
      <w:pPr>
        <w:ind w:firstLine="540"/>
        <w:jc w:val="both"/>
        <w:rPr>
          <w:bCs/>
          <w:iCs/>
          <w:sz w:val="28"/>
          <w:szCs w:val="28"/>
        </w:rPr>
      </w:pPr>
    </w:p>
    <w:p w:rsidR="00D905A4" w:rsidRPr="008D3573" w:rsidRDefault="00D905A4" w:rsidP="00605D1F">
      <w:pPr>
        <w:ind w:firstLine="540"/>
        <w:jc w:val="both"/>
        <w:rPr>
          <w:sz w:val="28"/>
          <w:szCs w:val="28"/>
        </w:rPr>
      </w:pPr>
      <w:r w:rsidRPr="008D3573">
        <w:rPr>
          <w:sz w:val="28"/>
          <w:szCs w:val="28"/>
        </w:rPr>
        <w:t>где</w:t>
      </w:r>
      <w:r w:rsidRPr="008D3573">
        <w:rPr>
          <w:noProof/>
          <w:sz w:val="28"/>
          <w:szCs w:val="28"/>
        </w:rPr>
        <w:t xml:space="preserve">    </w:t>
      </w:r>
      <w:r w:rsidRPr="008D3573">
        <w:rPr>
          <w:i/>
          <w:iCs/>
          <w:noProof/>
          <w:sz w:val="28"/>
          <w:szCs w:val="28"/>
        </w:rPr>
        <w:t>Q —</w:t>
      </w:r>
      <w:r w:rsidRPr="008D3573">
        <w:rPr>
          <w:sz w:val="28"/>
          <w:szCs w:val="28"/>
        </w:rPr>
        <w:t xml:space="preserve"> количество созданного продукта в натуральном или денежном выражении;</w:t>
      </w:r>
    </w:p>
    <w:p w:rsidR="00D905A4" w:rsidRPr="008D3573" w:rsidRDefault="00D905A4" w:rsidP="00605D1F">
      <w:pPr>
        <w:ind w:firstLine="540"/>
        <w:jc w:val="both"/>
        <w:rPr>
          <w:sz w:val="28"/>
          <w:szCs w:val="28"/>
        </w:rPr>
      </w:pPr>
      <w:r w:rsidRPr="008D3573">
        <w:rPr>
          <w:i/>
          <w:iCs/>
          <w:sz w:val="28"/>
          <w:szCs w:val="28"/>
        </w:rPr>
        <w:t>Т</w:t>
      </w:r>
      <w:r w:rsidRPr="008D3573">
        <w:rPr>
          <w:i/>
          <w:iCs/>
          <w:noProof/>
          <w:sz w:val="28"/>
          <w:szCs w:val="28"/>
        </w:rPr>
        <w:t xml:space="preserve"> —</w:t>
      </w:r>
      <w:r w:rsidRPr="008D3573">
        <w:rPr>
          <w:sz w:val="28"/>
          <w:szCs w:val="28"/>
        </w:rPr>
        <w:t xml:space="preserve"> затраты труда (например, человеко-час</w:t>
      </w:r>
      <w:r w:rsidR="00605D1F" w:rsidRPr="008D3573">
        <w:rPr>
          <w:sz w:val="28"/>
          <w:szCs w:val="28"/>
        </w:rPr>
        <w:t>,</w:t>
      </w:r>
      <w:r w:rsidRPr="008D3573">
        <w:rPr>
          <w:sz w:val="28"/>
          <w:szCs w:val="28"/>
        </w:rPr>
        <w:t xml:space="preserve"> или количество заня</w:t>
      </w:r>
      <w:r w:rsidRPr="008D3573">
        <w:rPr>
          <w:sz w:val="28"/>
          <w:szCs w:val="28"/>
        </w:rPr>
        <w:softHyphen/>
        <w:t>тых в данном производстве).</w:t>
      </w:r>
    </w:p>
    <w:p w:rsidR="00D905A4" w:rsidRPr="008D3573" w:rsidRDefault="00D905A4" w:rsidP="00605D1F">
      <w:pPr>
        <w:ind w:firstLine="540"/>
        <w:jc w:val="both"/>
        <w:rPr>
          <w:sz w:val="28"/>
          <w:szCs w:val="28"/>
        </w:rPr>
      </w:pPr>
      <w:r w:rsidRPr="008D3573">
        <w:rPr>
          <w:sz w:val="28"/>
          <w:szCs w:val="28"/>
        </w:rPr>
        <w:t>Предприниматель имеет возможность использовать различные комбинации факторов производства. Критерий отбора комбинирования факторов произ</w:t>
      </w:r>
      <w:r w:rsidRPr="008D3573">
        <w:rPr>
          <w:sz w:val="28"/>
          <w:szCs w:val="28"/>
        </w:rPr>
        <w:softHyphen/>
        <w:t>водства</w:t>
      </w:r>
      <w:r w:rsidRPr="008D3573">
        <w:rPr>
          <w:noProof/>
          <w:sz w:val="28"/>
          <w:szCs w:val="28"/>
        </w:rPr>
        <w:t xml:space="preserve"> —</w:t>
      </w:r>
      <w:r w:rsidRPr="008D3573">
        <w:rPr>
          <w:sz w:val="28"/>
          <w:szCs w:val="28"/>
        </w:rPr>
        <w:t xml:space="preserve"> наименьшие издержки производства. Как практически решается за</w:t>
      </w:r>
      <w:r w:rsidRPr="008D3573">
        <w:rPr>
          <w:sz w:val="28"/>
          <w:szCs w:val="28"/>
        </w:rPr>
        <w:softHyphen/>
        <w:t>дача выбора наилучшего сочетания факторов производства? Для этого сравни</w:t>
      </w:r>
      <w:r w:rsidRPr="008D3573">
        <w:rPr>
          <w:sz w:val="28"/>
          <w:szCs w:val="28"/>
        </w:rPr>
        <w:softHyphen/>
        <w:t>вают:</w:t>
      </w:r>
      <w:r w:rsidR="00605D1F" w:rsidRPr="008D3573">
        <w:rPr>
          <w:sz w:val="28"/>
          <w:szCs w:val="28"/>
        </w:rPr>
        <w:t xml:space="preserve"> рыночную цену каждого фактора, </w:t>
      </w:r>
      <w:r w:rsidRPr="008D3573">
        <w:rPr>
          <w:sz w:val="28"/>
          <w:szCs w:val="28"/>
        </w:rPr>
        <w:t>предельный продукт, который производится с помощью этого фактора.</w:t>
      </w:r>
    </w:p>
    <w:p w:rsidR="00D905A4" w:rsidRPr="008D3573" w:rsidRDefault="00D905A4" w:rsidP="00605D1F">
      <w:pPr>
        <w:ind w:firstLine="540"/>
        <w:jc w:val="both"/>
        <w:rPr>
          <w:sz w:val="28"/>
          <w:szCs w:val="28"/>
        </w:rPr>
      </w:pPr>
      <w:r w:rsidRPr="008D3573">
        <w:rPr>
          <w:sz w:val="28"/>
          <w:szCs w:val="28"/>
        </w:rPr>
        <w:t>Предельный продукт</w:t>
      </w:r>
      <w:r w:rsidRPr="008D3573">
        <w:rPr>
          <w:noProof/>
          <w:sz w:val="28"/>
          <w:szCs w:val="28"/>
        </w:rPr>
        <w:t xml:space="preserve"> —</w:t>
      </w:r>
      <w:r w:rsidRPr="008D3573">
        <w:rPr>
          <w:sz w:val="28"/>
          <w:szCs w:val="28"/>
        </w:rPr>
        <w:t xml:space="preserve"> это прирост физического объема продукта при росте это</w:t>
      </w:r>
      <w:r w:rsidRPr="008D3573">
        <w:rPr>
          <w:sz w:val="28"/>
          <w:szCs w:val="28"/>
        </w:rPr>
        <w:softHyphen/>
        <w:t>го фактора на минимальную величину (одну единицу). Использование для анализа только прироста продукта усиливает наглядность доказательств, ведь остальная часть произведенного продукта остается неизменной. Итак, сравним изменение цен на факторы производства и их предельные продукты при условии, что происходит рост каждого фактора на единицу.</w:t>
      </w:r>
    </w:p>
    <w:p w:rsidR="00D905A4" w:rsidRPr="008D3573" w:rsidRDefault="00D905A4" w:rsidP="00605D1F">
      <w:pPr>
        <w:ind w:firstLine="540"/>
        <w:jc w:val="both"/>
        <w:rPr>
          <w:noProof/>
          <w:sz w:val="28"/>
          <w:szCs w:val="28"/>
        </w:rPr>
      </w:pPr>
      <w:r w:rsidRPr="008D3573">
        <w:rPr>
          <w:sz w:val="28"/>
          <w:szCs w:val="28"/>
        </w:rPr>
        <w:t xml:space="preserve">Предельный продукт </w:t>
      </w:r>
      <w:r w:rsidRPr="008D3573">
        <w:rPr>
          <w:sz w:val="28"/>
          <w:szCs w:val="28"/>
          <w:lang w:val="en-US"/>
        </w:rPr>
        <w:t>F</w:t>
      </w:r>
      <w:r w:rsidRPr="008D3573">
        <w:rPr>
          <w:noProof/>
          <w:sz w:val="28"/>
          <w:szCs w:val="28"/>
          <w:vertAlign w:val="subscript"/>
        </w:rPr>
        <w:t>1</w:t>
      </w:r>
      <w:r w:rsidRPr="008D3573">
        <w:rPr>
          <w:noProof/>
          <w:sz w:val="28"/>
          <w:szCs w:val="28"/>
        </w:rPr>
        <w:t>=</w:t>
      </w:r>
      <w:r w:rsidRPr="008D3573">
        <w:rPr>
          <w:sz w:val="28"/>
          <w:szCs w:val="28"/>
        </w:rPr>
        <w:t xml:space="preserve"> (</w:t>
      </w:r>
      <w:r w:rsidRPr="008D3573">
        <w:rPr>
          <w:sz w:val="28"/>
          <w:szCs w:val="28"/>
          <w:lang w:val="en-US"/>
        </w:rPr>
        <w:t>F</w:t>
      </w:r>
      <w:r w:rsidRPr="008D3573">
        <w:rPr>
          <w:sz w:val="28"/>
          <w:szCs w:val="28"/>
          <w:vertAlign w:val="subscript"/>
        </w:rPr>
        <w:t>1</w:t>
      </w:r>
      <w:r w:rsidRPr="008D3573">
        <w:rPr>
          <w:noProof/>
          <w:sz w:val="28"/>
          <w:szCs w:val="28"/>
        </w:rPr>
        <w:t>+1),</w:t>
      </w:r>
      <w:r w:rsidRPr="008D3573">
        <w:rPr>
          <w:sz w:val="28"/>
          <w:szCs w:val="28"/>
        </w:rPr>
        <w:t xml:space="preserve"> т. е. продукт увеличивается на добавленный фактор по его цене. При добавлении второго фактора происходит аналогичное из</w:t>
      </w:r>
      <w:r w:rsidRPr="008D3573">
        <w:rPr>
          <w:sz w:val="28"/>
          <w:szCs w:val="28"/>
        </w:rPr>
        <w:softHyphen/>
        <w:t xml:space="preserve">менение: предельный продукт </w:t>
      </w:r>
      <w:r w:rsidRPr="008D3573">
        <w:rPr>
          <w:sz w:val="28"/>
          <w:szCs w:val="28"/>
          <w:lang w:val="en-US"/>
        </w:rPr>
        <w:t>F</w:t>
      </w:r>
      <w:r w:rsidRPr="008D3573">
        <w:rPr>
          <w:sz w:val="28"/>
          <w:szCs w:val="28"/>
          <w:vertAlign w:val="subscript"/>
        </w:rPr>
        <w:t>2</w:t>
      </w:r>
      <w:r w:rsidRPr="008D3573">
        <w:rPr>
          <w:noProof/>
          <w:sz w:val="28"/>
          <w:szCs w:val="28"/>
        </w:rPr>
        <w:t>=</w:t>
      </w:r>
      <w:r w:rsidRPr="008D3573">
        <w:rPr>
          <w:sz w:val="28"/>
          <w:szCs w:val="28"/>
        </w:rPr>
        <w:t xml:space="preserve"> (</w:t>
      </w:r>
      <w:r w:rsidRPr="008D3573">
        <w:rPr>
          <w:sz w:val="28"/>
          <w:szCs w:val="28"/>
          <w:lang w:val="en-US"/>
        </w:rPr>
        <w:t>F</w:t>
      </w:r>
      <w:r w:rsidRPr="008D3573">
        <w:rPr>
          <w:sz w:val="28"/>
          <w:szCs w:val="28"/>
          <w:vertAlign w:val="subscript"/>
        </w:rPr>
        <w:t>2</w:t>
      </w:r>
      <w:r w:rsidRPr="008D3573">
        <w:rPr>
          <w:noProof/>
          <w:sz w:val="28"/>
          <w:szCs w:val="28"/>
        </w:rPr>
        <w:t>+1).</w:t>
      </w:r>
    </w:p>
    <w:p w:rsidR="00D905A4" w:rsidRPr="008D3573" w:rsidRDefault="00D905A4" w:rsidP="00605D1F">
      <w:pPr>
        <w:ind w:firstLine="540"/>
        <w:jc w:val="both"/>
        <w:rPr>
          <w:sz w:val="28"/>
          <w:szCs w:val="28"/>
        </w:rPr>
      </w:pPr>
      <w:r w:rsidRPr="008D3573">
        <w:rPr>
          <w:sz w:val="28"/>
          <w:szCs w:val="28"/>
        </w:rPr>
        <w:t>Сравнение этих величин заставляет предпринимателя определять принципы организации производства. Можно сказать, что образуется конкуренция в ис</w:t>
      </w:r>
      <w:r w:rsidRPr="008D3573">
        <w:rPr>
          <w:sz w:val="28"/>
          <w:szCs w:val="28"/>
        </w:rPr>
        <w:softHyphen/>
        <w:t>пользовании факторов производства, на основе которой осуществляется их за</w:t>
      </w:r>
      <w:r w:rsidRPr="008D3573">
        <w:rPr>
          <w:sz w:val="28"/>
          <w:szCs w:val="28"/>
        </w:rPr>
        <w:softHyphen/>
        <w:t>мещение. В результате такой конкуренции образуется равновесие факторов про</w:t>
      </w:r>
      <w:r w:rsidRPr="008D3573">
        <w:rPr>
          <w:sz w:val="28"/>
          <w:szCs w:val="28"/>
        </w:rPr>
        <w:softHyphen/>
        <w:t>изводства, т. е. их более или менее устойчивое сочетание.</w:t>
      </w:r>
    </w:p>
    <w:p w:rsidR="00D905A4" w:rsidRPr="008D3573" w:rsidRDefault="00D905A4" w:rsidP="00605D1F">
      <w:pPr>
        <w:ind w:firstLine="540"/>
        <w:jc w:val="both"/>
        <w:rPr>
          <w:sz w:val="28"/>
          <w:szCs w:val="28"/>
        </w:rPr>
      </w:pPr>
      <w:r w:rsidRPr="008D3573">
        <w:rPr>
          <w:sz w:val="28"/>
          <w:szCs w:val="28"/>
        </w:rPr>
        <w:t>Важнейшая характеристика производства</w:t>
      </w:r>
      <w:r w:rsidRPr="008D3573">
        <w:rPr>
          <w:noProof/>
          <w:sz w:val="28"/>
          <w:szCs w:val="28"/>
        </w:rPr>
        <w:t xml:space="preserve"> —</w:t>
      </w:r>
      <w:r w:rsidRPr="008D3573">
        <w:rPr>
          <w:sz w:val="28"/>
          <w:szCs w:val="28"/>
        </w:rPr>
        <w:t xml:space="preserve"> эффективность. В самом общем вида эффективность можно определить как отношение между результатом и зат</w:t>
      </w:r>
      <w:r w:rsidRPr="008D3573">
        <w:rPr>
          <w:sz w:val="28"/>
          <w:szCs w:val="28"/>
        </w:rPr>
        <w:softHyphen/>
        <w:t>ратами на этот результат. Если предприятие осуществляет свою деятельность с ми</w:t>
      </w:r>
      <w:r w:rsidRPr="008D3573">
        <w:rPr>
          <w:sz w:val="28"/>
          <w:szCs w:val="28"/>
        </w:rPr>
        <w:softHyphen/>
        <w:t>нимальными затратами всех факторов производства, то примято говорить об эффек</w:t>
      </w:r>
      <w:r w:rsidRPr="008D3573">
        <w:rPr>
          <w:sz w:val="28"/>
          <w:szCs w:val="28"/>
        </w:rPr>
        <w:softHyphen/>
        <w:t>тивности производства данного хозяйственного субъекта.</w:t>
      </w:r>
    </w:p>
    <w:p w:rsidR="00D905A4" w:rsidRPr="008D3573" w:rsidRDefault="00D905A4" w:rsidP="00A158F3">
      <w:pPr>
        <w:ind w:firstLine="540"/>
        <w:jc w:val="both"/>
        <w:rPr>
          <w:sz w:val="28"/>
          <w:szCs w:val="28"/>
        </w:rPr>
      </w:pPr>
      <w:r w:rsidRPr="008D3573">
        <w:rPr>
          <w:sz w:val="28"/>
          <w:szCs w:val="28"/>
        </w:rPr>
        <w:t>Другими словами, чем меньше объем затрат и чем больше величина, в которой воплощен результат хозяйствования, тем выше эффективность. Эффективность производства в большей степени зависит от технологического выбора производ</w:t>
      </w:r>
      <w:r w:rsidRPr="008D3573">
        <w:rPr>
          <w:sz w:val="28"/>
          <w:szCs w:val="28"/>
        </w:rPr>
        <w:softHyphen/>
        <w:t>ства.</w:t>
      </w:r>
    </w:p>
    <w:p w:rsidR="00D905A4" w:rsidRPr="008D3573" w:rsidRDefault="00D905A4" w:rsidP="00605D1F">
      <w:pPr>
        <w:ind w:firstLine="540"/>
        <w:jc w:val="both"/>
        <w:rPr>
          <w:sz w:val="28"/>
          <w:szCs w:val="28"/>
        </w:rPr>
      </w:pPr>
      <w:r w:rsidRPr="008D3573">
        <w:rPr>
          <w:sz w:val="28"/>
          <w:szCs w:val="28"/>
        </w:rPr>
        <w:t>Технология выражает взаимодействие между основными факторами произ</w:t>
      </w:r>
      <w:r w:rsidRPr="008D3573">
        <w:rPr>
          <w:sz w:val="28"/>
          <w:szCs w:val="28"/>
        </w:rPr>
        <w:softHyphen/>
        <w:t>водства, а также открываемые наукой и практикой способы воздействия человека на предметы труда, основанные на механических, физических и химических свой</w:t>
      </w:r>
      <w:r w:rsidRPr="008D3573">
        <w:rPr>
          <w:sz w:val="28"/>
          <w:szCs w:val="28"/>
        </w:rPr>
        <w:softHyphen/>
        <w:t>ствах средств производства.</w:t>
      </w:r>
    </w:p>
    <w:p w:rsidR="00F52F97" w:rsidRPr="008D3573" w:rsidRDefault="00D905A4" w:rsidP="00605D1F">
      <w:pPr>
        <w:ind w:firstLine="540"/>
        <w:jc w:val="both"/>
        <w:rPr>
          <w:sz w:val="28"/>
          <w:szCs w:val="28"/>
        </w:rPr>
      </w:pPr>
      <w:r w:rsidRPr="008D3573">
        <w:rPr>
          <w:sz w:val="28"/>
          <w:szCs w:val="28"/>
        </w:rPr>
        <w:t xml:space="preserve">Постигая все неизвестные ранее свойства вещей, люди овладевают секретами </w:t>
      </w:r>
    </w:p>
    <w:p w:rsidR="00D905A4" w:rsidRPr="008D3573" w:rsidRDefault="00D905A4" w:rsidP="00F52F97">
      <w:pPr>
        <w:jc w:val="both"/>
        <w:rPr>
          <w:sz w:val="28"/>
          <w:szCs w:val="28"/>
        </w:rPr>
      </w:pPr>
      <w:r w:rsidRPr="008D3573">
        <w:rPr>
          <w:sz w:val="28"/>
          <w:szCs w:val="28"/>
        </w:rPr>
        <w:t>изготовления новых видов продукции, применяют новые прогрессивные техноло</w:t>
      </w:r>
      <w:r w:rsidRPr="008D3573">
        <w:rPr>
          <w:sz w:val="28"/>
          <w:szCs w:val="28"/>
        </w:rPr>
        <w:softHyphen/>
        <w:t>гии, используют качественно новые материалы. Это в свою очередь предъявляет новые требования и к рабочей силе, квалификации работников. Одновременно изменяется организация производства, обеспечивающая единство, слаженность, функционирование всех его факторов, взаимодействие участвующих в нем людей. Углубляется разделение труда, отраслевая дифференциация общественного произ</w:t>
      </w:r>
      <w:r w:rsidRPr="008D3573">
        <w:rPr>
          <w:sz w:val="28"/>
          <w:szCs w:val="28"/>
        </w:rPr>
        <w:softHyphen/>
        <w:t>водства, усложняется его структура, получают развитие такие формы организа</w:t>
      </w:r>
      <w:r w:rsidRPr="008D3573">
        <w:rPr>
          <w:sz w:val="28"/>
          <w:szCs w:val="28"/>
        </w:rPr>
        <w:softHyphen/>
        <w:t>ции, как специализация и кооперация, происходит концентрация производства. Налаживание более гибкой и сложной системы организации отношений становит</w:t>
      </w:r>
      <w:r w:rsidRPr="008D3573">
        <w:rPr>
          <w:sz w:val="28"/>
          <w:szCs w:val="28"/>
        </w:rPr>
        <w:softHyphen/>
        <w:t>ся все более важным фактором развития производства.</w:t>
      </w:r>
    </w:p>
    <w:p w:rsidR="00D905A4" w:rsidRPr="008D3573" w:rsidRDefault="00D905A4" w:rsidP="00605D1F">
      <w:pPr>
        <w:ind w:firstLine="540"/>
        <w:jc w:val="both"/>
        <w:rPr>
          <w:sz w:val="28"/>
          <w:szCs w:val="28"/>
        </w:rPr>
      </w:pPr>
      <w:r w:rsidRPr="008D3573">
        <w:rPr>
          <w:sz w:val="28"/>
          <w:szCs w:val="28"/>
        </w:rPr>
        <w:t>Продукт в определенной форме характеризует результат производства, его эф</w:t>
      </w:r>
      <w:r w:rsidRPr="008D3573">
        <w:rPr>
          <w:sz w:val="28"/>
          <w:szCs w:val="28"/>
        </w:rPr>
        <w:softHyphen/>
        <w:t>фект. Соизмерение результатов производства с затратами общественного труда на их получение характеризует эффективность производства: она показывает отноше</w:t>
      </w:r>
      <w:r w:rsidRPr="008D3573">
        <w:rPr>
          <w:sz w:val="28"/>
          <w:szCs w:val="28"/>
        </w:rPr>
        <w:softHyphen/>
        <w:t>ние массы созданных и признанных обществом потребительских благ к совокупным затратам живого и общественного труда или факторов, израсходованных в процессе производства.</w:t>
      </w:r>
    </w:p>
    <w:p w:rsidR="001747DF" w:rsidRPr="008D3573" w:rsidRDefault="001747DF" w:rsidP="00605D1F">
      <w:pPr>
        <w:ind w:firstLine="540"/>
        <w:jc w:val="both"/>
        <w:rPr>
          <w:b/>
          <w:bCs/>
          <w:sz w:val="28"/>
          <w:szCs w:val="28"/>
        </w:rPr>
      </w:pPr>
    </w:p>
    <w:p w:rsidR="00D905A4" w:rsidRPr="008D3573" w:rsidRDefault="004F0F0C" w:rsidP="00605D1F">
      <w:pPr>
        <w:ind w:firstLine="540"/>
        <w:jc w:val="both"/>
        <w:rPr>
          <w:sz w:val="28"/>
          <w:szCs w:val="28"/>
          <w:lang w:val="en-US"/>
        </w:rPr>
      </w:pPr>
      <w:r w:rsidRPr="008D3573">
        <w:rPr>
          <w:b/>
          <w:bCs/>
          <w:position w:val="-30"/>
          <w:sz w:val="28"/>
          <w:szCs w:val="28"/>
          <w:lang w:val="en-US"/>
        </w:rPr>
        <w:object w:dxaOrig="5679" w:dyaOrig="680">
          <v:shape id="_x0000_i1026" type="#_x0000_t75" style="width:387pt;height:45.75pt" o:ole="">
            <v:imagedata r:id="rId8" o:title=""/>
          </v:shape>
          <o:OLEObject Type="Embed" ProgID="Equation.3" ShapeID="_x0000_i1026" DrawAspect="Content" ObjectID="_1462689342" r:id="rId9"/>
        </w:object>
      </w:r>
    </w:p>
    <w:p w:rsidR="001747DF" w:rsidRPr="008D3573" w:rsidRDefault="001747DF" w:rsidP="00605D1F">
      <w:pPr>
        <w:ind w:firstLine="540"/>
        <w:jc w:val="both"/>
        <w:rPr>
          <w:sz w:val="28"/>
          <w:szCs w:val="28"/>
        </w:rPr>
      </w:pPr>
    </w:p>
    <w:p w:rsidR="00D905A4" w:rsidRPr="008D3573" w:rsidRDefault="00D905A4" w:rsidP="00605D1F">
      <w:pPr>
        <w:ind w:firstLine="540"/>
        <w:jc w:val="both"/>
        <w:rPr>
          <w:sz w:val="28"/>
          <w:szCs w:val="28"/>
        </w:rPr>
      </w:pPr>
      <w:r w:rsidRPr="008D3573">
        <w:rPr>
          <w:sz w:val="28"/>
          <w:szCs w:val="28"/>
        </w:rPr>
        <w:t>Эффективность</w:t>
      </w:r>
      <w:r w:rsidRPr="008D3573">
        <w:rPr>
          <w:noProof/>
          <w:sz w:val="28"/>
          <w:szCs w:val="28"/>
        </w:rPr>
        <w:t xml:space="preserve"> —</w:t>
      </w:r>
      <w:r w:rsidRPr="008D3573">
        <w:rPr>
          <w:sz w:val="28"/>
          <w:szCs w:val="28"/>
        </w:rPr>
        <w:t xml:space="preserve"> важнейшая характеристика производства. Именно рост эф</w:t>
      </w:r>
      <w:r w:rsidRPr="008D3573">
        <w:rPr>
          <w:sz w:val="28"/>
          <w:szCs w:val="28"/>
        </w:rPr>
        <w:softHyphen/>
        <w:t>фективности, получение большего результата при меньших затратах характеризует экономический прогресс общества в условиях ограниченности ресурсов.</w:t>
      </w:r>
    </w:p>
    <w:p w:rsidR="00D905A4" w:rsidRPr="008D3573" w:rsidRDefault="00D905A4" w:rsidP="00605D1F">
      <w:pPr>
        <w:ind w:firstLine="540"/>
        <w:jc w:val="both"/>
        <w:rPr>
          <w:sz w:val="28"/>
          <w:szCs w:val="28"/>
        </w:rPr>
      </w:pPr>
      <w:r w:rsidRPr="008D3573">
        <w:rPr>
          <w:sz w:val="28"/>
          <w:szCs w:val="28"/>
        </w:rPr>
        <w:t>Технический прогресс является важным двигателем экономического роста: к примеру, в США</w:t>
      </w:r>
      <w:r w:rsidRPr="008D3573">
        <w:rPr>
          <w:b/>
          <w:bCs/>
          <w:sz w:val="28"/>
          <w:szCs w:val="28"/>
        </w:rPr>
        <w:t xml:space="preserve"> </w:t>
      </w:r>
      <w:r w:rsidRPr="008D3573">
        <w:rPr>
          <w:sz w:val="28"/>
          <w:szCs w:val="28"/>
        </w:rPr>
        <w:t>им определяется одна треть прироста реального национального дохода.</w:t>
      </w:r>
    </w:p>
    <w:p w:rsidR="00D905A4" w:rsidRPr="008D3573" w:rsidRDefault="00D905A4" w:rsidP="00605D1F">
      <w:pPr>
        <w:ind w:firstLine="540"/>
        <w:jc w:val="both"/>
        <w:rPr>
          <w:sz w:val="28"/>
          <w:szCs w:val="28"/>
        </w:rPr>
      </w:pPr>
      <w:r w:rsidRPr="008D3573">
        <w:rPr>
          <w:sz w:val="28"/>
          <w:szCs w:val="28"/>
        </w:rPr>
        <w:t>Технический прогресс включает в себя не только новые методы производ</w:t>
      </w:r>
      <w:r w:rsidRPr="008D3573">
        <w:rPr>
          <w:sz w:val="28"/>
          <w:szCs w:val="28"/>
        </w:rPr>
        <w:softHyphen/>
        <w:t>ства, но также и новые формы управления и организации производства. Под техническим прогрессом подразумевается открытие новых знаний, позволяю</w:t>
      </w:r>
      <w:r w:rsidRPr="008D3573">
        <w:rPr>
          <w:sz w:val="28"/>
          <w:szCs w:val="28"/>
        </w:rPr>
        <w:softHyphen/>
        <w:t>щих по-новому комбинировать данные ресурсы с целью выпуска конечного продукта.</w:t>
      </w:r>
    </w:p>
    <w:p w:rsidR="00D905A4" w:rsidRPr="008D3573" w:rsidRDefault="00D905A4" w:rsidP="00605D1F">
      <w:pPr>
        <w:ind w:firstLine="540"/>
        <w:jc w:val="both"/>
        <w:rPr>
          <w:sz w:val="28"/>
          <w:szCs w:val="28"/>
        </w:rPr>
      </w:pPr>
      <w:r w:rsidRPr="008D3573">
        <w:rPr>
          <w:sz w:val="28"/>
          <w:szCs w:val="28"/>
        </w:rPr>
        <w:t>На практике технический прогресс и капиталовложения (инвестиции) тесно взаимосвязаны: технический прогресс часто влечет за собой инвестиции в но</w:t>
      </w:r>
      <w:r w:rsidRPr="008D3573">
        <w:rPr>
          <w:sz w:val="28"/>
          <w:szCs w:val="28"/>
        </w:rPr>
        <w:softHyphen/>
        <w:t>вые машины и оборудование. Исходя из этого вполне понятно строительство атомных электростанций, применение технологий по использованию атомной энергии. Другой пример: хотя современный севооборот и контурное земледелие обеспечивают значительный прирост продукции, они совсем не обязательно требуют вовлечения новых видов или возросшего объема дорогостоящего обо</w:t>
      </w:r>
      <w:r w:rsidRPr="008D3573">
        <w:rPr>
          <w:sz w:val="28"/>
          <w:szCs w:val="28"/>
        </w:rPr>
        <w:softHyphen/>
        <w:t>рудования.</w:t>
      </w:r>
    </w:p>
    <w:p w:rsidR="00D905A4" w:rsidRPr="008D3573" w:rsidRDefault="00D905A4" w:rsidP="00605D1F">
      <w:pPr>
        <w:ind w:firstLine="540"/>
        <w:jc w:val="both"/>
        <w:rPr>
          <w:sz w:val="28"/>
          <w:szCs w:val="28"/>
        </w:rPr>
      </w:pPr>
      <w:r w:rsidRPr="008D3573">
        <w:rPr>
          <w:sz w:val="28"/>
          <w:szCs w:val="28"/>
        </w:rPr>
        <w:t>На первый взгляд ход технического прогресса исторически характеризуется глубиной и стремительностью. Сверхзвуковые самолеты и интегральные схемы, компьютеры, ксероксы, контейнерные перевозки и ядерная энергия, не говоря уже о космических полетах,</w:t>
      </w:r>
      <w:r w:rsidRPr="008D3573">
        <w:rPr>
          <w:noProof/>
          <w:sz w:val="28"/>
          <w:szCs w:val="28"/>
        </w:rPr>
        <w:t xml:space="preserve"> —</w:t>
      </w:r>
      <w:r w:rsidRPr="008D3573">
        <w:rPr>
          <w:sz w:val="28"/>
          <w:szCs w:val="28"/>
        </w:rPr>
        <w:t xml:space="preserve"> это те технологические достижения, которые еще в недалеком прошлом относились к области фантастики.</w:t>
      </w:r>
    </w:p>
    <w:p w:rsidR="00D905A4" w:rsidRPr="008D3573" w:rsidRDefault="00D905A4" w:rsidP="00605D1F">
      <w:pPr>
        <w:ind w:firstLine="540"/>
        <w:jc w:val="both"/>
        <w:rPr>
          <w:sz w:val="28"/>
          <w:szCs w:val="28"/>
        </w:rPr>
      </w:pPr>
      <w:r w:rsidRPr="008D3573">
        <w:rPr>
          <w:sz w:val="28"/>
          <w:szCs w:val="28"/>
        </w:rPr>
        <w:t>Существует целый ряд других, с трудом поддающихся оценке факторов, которые значительно влияют на темпы экономического роста. Например, нет сомнения, что обширные запасы разнообразных природных ресурсов, которы</w:t>
      </w:r>
      <w:r w:rsidRPr="008D3573">
        <w:rPr>
          <w:sz w:val="28"/>
          <w:szCs w:val="28"/>
        </w:rPr>
        <w:softHyphen/>
        <w:t>ми обладают некоторые страны, вносят весомый вклад в их экономический рост.</w:t>
      </w:r>
    </w:p>
    <w:p w:rsidR="00A158F3" w:rsidRPr="008D3573" w:rsidRDefault="00D905A4" w:rsidP="00605D1F">
      <w:pPr>
        <w:ind w:firstLine="540"/>
        <w:jc w:val="both"/>
        <w:rPr>
          <w:sz w:val="28"/>
          <w:szCs w:val="28"/>
        </w:rPr>
      </w:pPr>
      <w:r w:rsidRPr="008D3573">
        <w:rPr>
          <w:sz w:val="28"/>
          <w:szCs w:val="28"/>
        </w:rPr>
        <w:t xml:space="preserve">Хотя обилие природных ресурсов является мощным позитивным фактором </w:t>
      </w:r>
    </w:p>
    <w:p w:rsidR="00CE77FC" w:rsidRPr="008D3573" w:rsidRDefault="00D905A4" w:rsidP="00A158F3">
      <w:pPr>
        <w:jc w:val="both"/>
        <w:rPr>
          <w:sz w:val="28"/>
          <w:szCs w:val="28"/>
        </w:rPr>
      </w:pPr>
      <w:r w:rsidRPr="008D3573">
        <w:rPr>
          <w:sz w:val="28"/>
          <w:szCs w:val="28"/>
        </w:rPr>
        <w:t>экономического роста, однако это вовсе не означает, что страны с недоста</w:t>
      </w:r>
      <w:r w:rsidRPr="008D3573">
        <w:rPr>
          <w:sz w:val="28"/>
          <w:szCs w:val="28"/>
        </w:rPr>
        <w:softHyphen/>
        <w:t xml:space="preserve">точным запасом обречены на невысокие темпы экономического роста. Хотя в Японии природные ресурсы </w:t>
      </w:r>
    </w:p>
    <w:p w:rsidR="00D905A4" w:rsidRPr="008D3573" w:rsidRDefault="00D905A4" w:rsidP="00CE77FC">
      <w:pPr>
        <w:jc w:val="both"/>
        <w:rPr>
          <w:sz w:val="28"/>
          <w:szCs w:val="28"/>
        </w:rPr>
      </w:pPr>
      <w:r w:rsidRPr="008D3573">
        <w:rPr>
          <w:sz w:val="28"/>
          <w:szCs w:val="28"/>
        </w:rPr>
        <w:t>ограничены, темпы экономического роста этой страны в послевоенный период были значительными. С другой стороны, неко</w:t>
      </w:r>
      <w:r w:rsidRPr="008D3573">
        <w:rPr>
          <w:sz w:val="28"/>
          <w:szCs w:val="28"/>
        </w:rPr>
        <w:softHyphen/>
        <w:t>торые страны Африки и Южной Америки обладают существенными запасами природных ресурсов и в то же время остаются экономически отсталыми.</w:t>
      </w:r>
    </w:p>
    <w:p w:rsidR="00D905A4" w:rsidRPr="008D3573" w:rsidRDefault="00D905A4" w:rsidP="00605D1F">
      <w:pPr>
        <w:ind w:firstLine="540"/>
        <w:jc w:val="both"/>
        <w:rPr>
          <w:sz w:val="28"/>
          <w:szCs w:val="28"/>
        </w:rPr>
      </w:pPr>
      <w:r w:rsidRPr="008D3573">
        <w:rPr>
          <w:sz w:val="28"/>
          <w:szCs w:val="28"/>
        </w:rPr>
        <w:t>Кроме этого, существуют и такие факторы экономического роста, изменить которые невозможно. В частности, большое положительное влияние на эконо</w:t>
      </w:r>
      <w:r w:rsidRPr="008D3573">
        <w:rPr>
          <w:sz w:val="28"/>
          <w:szCs w:val="28"/>
        </w:rPr>
        <w:softHyphen/>
        <w:t>мический рост оказывает социальная, культурная и политическая атмосфера в стране.</w:t>
      </w:r>
    </w:p>
    <w:p w:rsidR="00FE3B42" w:rsidRDefault="00FE3B42" w:rsidP="00FE3B42">
      <w:pPr>
        <w:pStyle w:val="1"/>
        <w:ind w:firstLine="0"/>
        <w:jc w:val="left"/>
      </w:pPr>
      <w:r>
        <w:rPr>
          <w:b w:val="0"/>
          <w:bCs w:val="0"/>
          <w:kern w:val="0"/>
          <w:sz w:val="24"/>
          <w:szCs w:val="24"/>
        </w:rPr>
        <w:t xml:space="preserve">         </w:t>
      </w:r>
      <w:r>
        <w:t xml:space="preserve">1. </w:t>
      </w:r>
      <w:bookmarkStart w:id="0" w:name="_Toc29263698"/>
      <w:r>
        <w:rPr>
          <w:noProof/>
        </w:rPr>
        <w:t>3.</w:t>
      </w:r>
      <w:r>
        <w:t xml:space="preserve"> Производственная функция</w:t>
      </w:r>
      <w:bookmarkEnd w:id="0"/>
    </w:p>
    <w:p w:rsidR="00FE3B42" w:rsidRPr="00FE3B42" w:rsidRDefault="00FE3B42" w:rsidP="00FE3B42">
      <w:pPr>
        <w:ind w:firstLine="540"/>
        <w:jc w:val="both"/>
      </w:pPr>
    </w:p>
    <w:p w:rsidR="00FE3B42" w:rsidRPr="008D3573" w:rsidRDefault="00FE3B42" w:rsidP="00FE3B42">
      <w:pPr>
        <w:ind w:firstLine="540"/>
        <w:jc w:val="both"/>
        <w:rPr>
          <w:sz w:val="28"/>
          <w:szCs w:val="28"/>
        </w:rPr>
      </w:pPr>
      <w:r w:rsidRPr="008D3573">
        <w:rPr>
          <w:sz w:val="28"/>
          <w:szCs w:val="28"/>
        </w:rPr>
        <w:t>Отношения между любым набором факторов производства и максимально воз</w:t>
      </w:r>
      <w:r w:rsidRPr="008D3573">
        <w:rPr>
          <w:sz w:val="28"/>
          <w:szCs w:val="28"/>
        </w:rPr>
        <w:softHyphen/>
        <w:t>можным объемом продукции, производимой из этого набора факторов, харак</w:t>
      </w:r>
      <w:r w:rsidRPr="008D3573">
        <w:rPr>
          <w:sz w:val="28"/>
          <w:szCs w:val="28"/>
        </w:rPr>
        <w:softHyphen/>
        <w:t>теризуют производственную функцию. Производственная функция отражает технологическую зависимость между затратами ресурсов и выпуском продук</w:t>
      </w:r>
      <w:r w:rsidRPr="008D3573">
        <w:rPr>
          <w:sz w:val="28"/>
          <w:szCs w:val="28"/>
        </w:rPr>
        <w:softHyphen/>
        <w:t>ции.</w:t>
      </w:r>
    </w:p>
    <w:p w:rsidR="00FE3B42" w:rsidRPr="008D3573" w:rsidRDefault="00FE3B42" w:rsidP="00FE3B42">
      <w:pPr>
        <w:ind w:firstLine="540"/>
        <w:jc w:val="both"/>
        <w:rPr>
          <w:sz w:val="28"/>
          <w:szCs w:val="28"/>
        </w:rPr>
      </w:pPr>
      <w:r w:rsidRPr="008D3573">
        <w:rPr>
          <w:sz w:val="28"/>
          <w:szCs w:val="28"/>
        </w:rPr>
        <w:t>Она характеризуется изоквантой, т. е. различным сочетанием факторов производства при выпуске одного и того же количества продукции, и показывает, что существует много вариантов производства заданного объема продукции. Производственная функция всегда строится для определенной технологической структуры. Улучшение технологии, увеличивающей максимально достижимый объем выпускаемой продукции при любой комбинации факторов, всегда нахо</w:t>
      </w:r>
      <w:r w:rsidRPr="008D3573">
        <w:rPr>
          <w:sz w:val="28"/>
          <w:szCs w:val="28"/>
        </w:rPr>
        <w:softHyphen/>
        <w:t>дит отражение в новой производственной функции. Производственная функция может использоваться для определения минимального количества затрат, необ</w:t>
      </w:r>
      <w:r w:rsidRPr="008D3573">
        <w:rPr>
          <w:sz w:val="28"/>
          <w:szCs w:val="28"/>
        </w:rPr>
        <w:softHyphen/>
        <w:t>ходимого для производства любого данного объема товаров.</w:t>
      </w:r>
    </w:p>
    <w:p w:rsidR="00FE3B42" w:rsidRPr="008D3573" w:rsidRDefault="00FE3B42" w:rsidP="00FE3B42">
      <w:pPr>
        <w:ind w:firstLine="540"/>
        <w:jc w:val="both"/>
        <w:rPr>
          <w:sz w:val="28"/>
          <w:szCs w:val="28"/>
        </w:rPr>
      </w:pPr>
      <w:r w:rsidRPr="008D3573">
        <w:rPr>
          <w:sz w:val="28"/>
          <w:szCs w:val="28"/>
        </w:rPr>
        <w:t>Если весь набор факторов производства или ресурсов представить как затра</w:t>
      </w:r>
      <w:r w:rsidRPr="008D3573">
        <w:rPr>
          <w:sz w:val="28"/>
          <w:szCs w:val="28"/>
        </w:rPr>
        <w:softHyphen/>
        <w:t>ты труда, материалов и капитала, производственная функция может быть пред</w:t>
      </w:r>
      <w:r w:rsidRPr="008D3573">
        <w:rPr>
          <w:sz w:val="28"/>
          <w:szCs w:val="28"/>
        </w:rPr>
        <w:softHyphen/>
        <w:t>ставлена следующим образом:</w:t>
      </w:r>
    </w:p>
    <w:p w:rsidR="00FE3B42" w:rsidRPr="008D3573" w:rsidRDefault="00FE3B42" w:rsidP="00FE3B42">
      <w:pPr>
        <w:ind w:firstLine="540"/>
        <w:jc w:val="both"/>
        <w:rPr>
          <w:b/>
          <w:bCs/>
          <w:i/>
          <w:iCs/>
          <w:sz w:val="28"/>
          <w:szCs w:val="28"/>
        </w:rPr>
      </w:pPr>
    </w:p>
    <w:p w:rsidR="00FE3B42" w:rsidRPr="008D3573" w:rsidRDefault="00FE3B42" w:rsidP="00FE3B42">
      <w:pPr>
        <w:ind w:firstLine="540"/>
        <w:jc w:val="both"/>
        <w:rPr>
          <w:b/>
          <w:bCs/>
          <w:i/>
          <w:iCs/>
          <w:sz w:val="28"/>
          <w:szCs w:val="28"/>
        </w:rPr>
      </w:pPr>
      <w:r w:rsidRPr="008D3573">
        <w:rPr>
          <w:b/>
          <w:bCs/>
          <w:i/>
          <w:iCs/>
          <w:sz w:val="28"/>
          <w:szCs w:val="28"/>
        </w:rPr>
        <w:t xml:space="preserve">                                             </w:t>
      </w:r>
      <w:r w:rsidRPr="008D3573">
        <w:rPr>
          <w:b/>
          <w:bCs/>
          <w:i/>
          <w:iCs/>
          <w:sz w:val="28"/>
          <w:szCs w:val="28"/>
          <w:lang w:val="en-US"/>
        </w:rPr>
        <w:t>Q</w:t>
      </w:r>
      <w:r w:rsidRPr="008D3573">
        <w:rPr>
          <w:b/>
          <w:bCs/>
          <w:i/>
          <w:iCs/>
          <w:sz w:val="28"/>
          <w:szCs w:val="28"/>
        </w:rPr>
        <w:t>=</w:t>
      </w:r>
      <w:r w:rsidRPr="008D3573">
        <w:rPr>
          <w:b/>
          <w:bCs/>
          <w:i/>
          <w:iCs/>
          <w:sz w:val="28"/>
          <w:szCs w:val="28"/>
          <w:lang w:val="en-US"/>
        </w:rPr>
        <w:t>F</w:t>
      </w:r>
      <w:r w:rsidRPr="008D3573">
        <w:rPr>
          <w:b/>
          <w:bCs/>
          <w:i/>
          <w:iCs/>
          <w:sz w:val="28"/>
          <w:szCs w:val="28"/>
        </w:rPr>
        <w:t>(</w:t>
      </w:r>
      <w:r w:rsidRPr="008D3573">
        <w:rPr>
          <w:b/>
          <w:bCs/>
          <w:i/>
          <w:iCs/>
          <w:sz w:val="28"/>
          <w:szCs w:val="28"/>
          <w:lang w:val="en-US"/>
        </w:rPr>
        <w:t>L</w:t>
      </w:r>
      <w:r w:rsidRPr="008D3573">
        <w:rPr>
          <w:b/>
          <w:bCs/>
          <w:i/>
          <w:iCs/>
          <w:sz w:val="28"/>
          <w:szCs w:val="28"/>
        </w:rPr>
        <w:t>,</w:t>
      </w:r>
      <w:r w:rsidRPr="008D3573">
        <w:rPr>
          <w:b/>
          <w:bCs/>
          <w:i/>
          <w:iCs/>
          <w:sz w:val="28"/>
          <w:szCs w:val="28"/>
          <w:lang w:val="en-US"/>
        </w:rPr>
        <w:t>K</w:t>
      </w:r>
      <w:r w:rsidRPr="008D3573">
        <w:rPr>
          <w:b/>
          <w:bCs/>
          <w:i/>
          <w:iCs/>
          <w:sz w:val="28"/>
          <w:szCs w:val="28"/>
        </w:rPr>
        <w:t>,</w:t>
      </w:r>
      <w:r w:rsidRPr="008D3573">
        <w:rPr>
          <w:b/>
          <w:bCs/>
          <w:i/>
          <w:iCs/>
          <w:sz w:val="28"/>
          <w:szCs w:val="28"/>
          <w:lang w:val="en-US"/>
        </w:rPr>
        <w:t>M</w:t>
      </w:r>
      <w:r w:rsidRPr="008D3573">
        <w:rPr>
          <w:b/>
          <w:bCs/>
          <w:i/>
          <w:iCs/>
          <w:sz w:val="28"/>
          <w:szCs w:val="28"/>
        </w:rPr>
        <w:t>),</w:t>
      </w:r>
    </w:p>
    <w:p w:rsidR="00FE3B42" w:rsidRPr="008D3573" w:rsidRDefault="00FE3B42" w:rsidP="00FE3B42">
      <w:pPr>
        <w:ind w:firstLine="540"/>
        <w:jc w:val="both"/>
        <w:rPr>
          <w:b/>
          <w:bCs/>
          <w:i/>
          <w:iCs/>
          <w:sz w:val="28"/>
          <w:szCs w:val="28"/>
        </w:rPr>
      </w:pPr>
    </w:p>
    <w:p w:rsidR="00FE3B42" w:rsidRPr="008D3573" w:rsidRDefault="00FE3B42" w:rsidP="00FE3B42">
      <w:pPr>
        <w:ind w:firstLine="540"/>
        <w:jc w:val="both"/>
        <w:rPr>
          <w:sz w:val="28"/>
          <w:szCs w:val="28"/>
        </w:rPr>
      </w:pPr>
      <w:r w:rsidRPr="008D3573">
        <w:rPr>
          <w:sz w:val="28"/>
          <w:szCs w:val="28"/>
        </w:rPr>
        <w:t xml:space="preserve">где   </w:t>
      </w:r>
      <w:r w:rsidRPr="008D3573">
        <w:rPr>
          <w:i/>
          <w:iCs/>
          <w:sz w:val="28"/>
          <w:szCs w:val="28"/>
          <w:lang w:val="en-US"/>
        </w:rPr>
        <w:t>Q</w:t>
      </w:r>
      <w:r w:rsidRPr="008D3573">
        <w:rPr>
          <w:i/>
          <w:iCs/>
          <w:noProof/>
          <w:sz w:val="28"/>
          <w:szCs w:val="28"/>
        </w:rPr>
        <w:t xml:space="preserve"> —</w:t>
      </w:r>
      <w:r w:rsidRPr="008D3573">
        <w:rPr>
          <w:sz w:val="28"/>
          <w:szCs w:val="28"/>
        </w:rPr>
        <w:t xml:space="preserve"> максимальный объем продукции, производимой при данной технологии, данном уровне производительности труда </w:t>
      </w:r>
      <w:r w:rsidRPr="008D3573">
        <w:rPr>
          <w:i/>
          <w:iCs/>
          <w:sz w:val="28"/>
          <w:szCs w:val="28"/>
          <w:lang w:val="en-US"/>
        </w:rPr>
        <w:t>L</w:t>
      </w:r>
      <w:r w:rsidRPr="008D3573">
        <w:rPr>
          <w:i/>
          <w:iCs/>
          <w:sz w:val="28"/>
          <w:szCs w:val="28"/>
        </w:rPr>
        <w:t>,</w:t>
      </w:r>
      <w:r w:rsidRPr="008D3573">
        <w:rPr>
          <w:sz w:val="28"/>
          <w:szCs w:val="28"/>
        </w:rPr>
        <w:t xml:space="preserve"> ка</w:t>
      </w:r>
      <w:r w:rsidRPr="008D3573">
        <w:rPr>
          <w:sz w:val="28"/>
          <w:szCs w:val="28"/>
        </w:rPr>
        <w:softHyphen/>
        <w:t xml:space="preserve">питала </w:t>
      </w:r>
      <w:r w:rsidRPr="008D3573">
        <w:rPr>
          <w:i/>
          <w:iCs/>
          <w:sz w:val="28"/>
          <w:szCs w:val="28"/>
        </w:rPr>
        <w:t>К</w:t>
      </w:r>
      <w:r w:rsidRPr="008D3573">
        <w:rPr>
          <w:sz w:val="28"/>
          <w:szCs w:val="28"/>
        </w:rPr>
        <w:t xml:space="preserve"> и стоимости материалов М.</w:t>
      </w:r>
    </w:p>
    <w:p w:rsidR="00F52F97" w:rsidRPr="008D3573" w:rsidRDefault="00FE3B42" w:rsidP="00FE3B42">
      <w:pPr>
        <w:ind w:firstLine="540"/>
        <w:jc w:val="both"/>
        <w:rPr>
          <w:sz w:val="28"/>
          <w:szCs w:val="28"/>
        </w:rPr>
      </w:pPr>
      <w:r w:rsidRPr="008D3573">
        <w:rPr>
          <w:sz w:val="28"/>
          <w:szCs w:val="28"/>
        </w:rPr>
        <w:t>Модификацией производственной функции является изокванта. Изокванта</w:t>
      </w:r>
      <w:r w:rsidRPr="008D3573">
        <w:rPr>
          <w:noProof/>
          <w:sz w:val="28"/>
          <w:szCs w:val="28"/>
        </w:rPr>
        <w:t xml:space="preserve"> —</w:t>
      </w:r>
      <w:r w:rsidRPr="008D3573">
        <w:rPr>
          <w:sz w:val="28"/>
          <w:szCs w:val="28"/>
        </w:rPr>
        <w:t xml:space="preserve"> кривая, </w:t>
      </w:r>
    </w:p>
    <w:p w:rsidR="00FE3B42" w:rsidRPr="008D3573" w:rsidRDefault="00FE3B42" w:rsidP="00F52F97">
      <w:pPr>
        <w:jc w:val="both"/>
        <w:rPr>
          <w:sz w:val="28"/>
          <w:szCs w:val="28"/>
        </w:rPr>
      </w:pPr>
      <w:r w:rsidRPr="008D3573">
        <w:rPr>
          <w:sz w:val="28"/>
          <w:szCs w:val="28"/>
        </w:rPr>
        <w:t>геометрическое место точек, соответствующих всем ва</w:t>
      </w:r>
      <w:r w:rsidRPr="008D3573">
        <w:rPr>
          <w:sz w:val="28"/>
          <w:szCs w:val="28"/>
        </w:rPr>
        <w:softHyphen/>
        <w:t>риантам производственных факторов, использование которых обеспечивает одинаковый объем выпуска продукции.</w:t>
      </w:r>
    </w:p>
    <w:p w:rsidR="00FE3B42" w:rsidRPr="008D3573" w:rsidRDefault="00FE3B42" w:rsidP="00FE3B42">
      <w:pPr>
        <w:ind w:firstLine="540"/>
        <w:jc w:val="both"/>
        <w:rPr>
          <w:noProof/>
          <w:sz w:val="28"/>
          <w:szCs w:val="28"/>
        </w:rPr>
      </w:pPr>
      <w:r w:rsidRPr="008D3573">
        <w:rPr>
          <w:sz w:val="28"/>
          <w:szCs w:val="28"/>
        </w:rPr>
        <w:t>График, на котором представлен набор изоквант, называют картой изоквант (рис.</w:t>
      </w:r>
      <w:r w:rsidRPr="008D3573">
        <w:rPr>
          <w:noProof/>
          <w:sz w:val="28"/>
          <w:szCs w:val="28"/>
        </w:rPr>
        <w:t xml:space="preserve"> 2).</w:t>
      </w:r>
    </w:p>
    <w:p w:rsidR="00F52F97" w:rsidRDefault="00F52F97" w:rsidP="00FE3B42">
      <w:pPr>
        <w:ind w:firstLine="540"/>
        <w:jc w:val="both"/>
        <w:rPr>
          <w:noProof/>
        </w:rPr>
      </w:pPr>
    </w:p>
    <w:p w:rsidR="00FE3B42" w:rsidRPr="00FE3B42" w:rsidRDefault="005D1198" w:rsidP="00FE3B42">
      <w:pPr>
        <w:ind w:firstLine="540"/>
        <w:jc w:val="both"/>
      </w:pPr>
      <w:r>
        <w:pict>
          <v:shape id="_x0000_i1027" type="#_x0000_t75" style="width:369.75pt;height:191.25pt">
            <v:imagedata r:id="rId10" o:title="" grayscale="t" bilevel="t"/>
          </v:shape>
        </w:pict>
      </w:r>
    </w:p>
    <w:p w:rsidR="00FE3B42" w:rsidRPr="004F0F0C" w:rsidRDefault="00FE3B42" w:rsidP="00FE3B42">
      <w:pPr>
        <w:ind w:firstLine="540"/>
        <w:jc w:val="both"/>
        <w:rPr>
          <w:bCs/>
          <w:noProof/>
          <w:sz w:val="28"/>
          <w:szCs w:val="28"/>
        </w:rPr>
      </w:pPr>
      <w:r w:rsidRPr="004F0F0C">
        <w:rPr>
          <w:bCs/>
          <w:sz w:val="28"/>
          <w:szCs w:val="28"/>
        </w:rPr>
        <w:t>Рис.</w:t>
      </w:r>
      <w:r w:rsidRPr="004F0F0C">
        <w:rPr>
          <w:bCs/>
          <w:noProof/>
          <w:sz w:val="28"/>
          <w:szCs w:val="28"/>
        </w:rPr>
        <w:t xml:space="preserve"> 2. Карта изоквант</w:t>
      </w:r>
    </w:p>
    <w:p w:rsidR="00FE3B42" w:rsidRPr="008D3573" w:rsidRDefault="00FE3B42" w:rsidP="00FE3B42">
      <w:pPr>
        <w:ind w:firstLine="540"/>
        <w:jc w:val="both"/>
        <w:rPr>
          <w:sz w:val="28"/>
          <w:szCs w:val="28"/>
        </w:rPr>
      </w:pPr>
      <w:r w:rsidRPr="008D3573">
        <w:rPr>
          <w:sz w:val="28"/>
          <w:szCs w:val="28"/>
        </w:rPr>
        <w:t>Специфика анализа деятельности предприятия зависит от периода времени, в течение которого реализуется производственная функция. Различают краткосрочный период (в течение которого производственные факторы остаются фик</w:t>
      </w:r>
      <w:r w:rsidRPr="008D3573">
        <w:rPr>
          <w:sz w:val="28"/>
          <w:szCs w:val="28"/>
        </w:rPr>
        <w:softHyphen/>
        <w:t>сированными) и долгосрочный период (отрезок времени, достаточный для вне</w:t>
      </w:r>
      <w:r w:rsidRPr="008D3573">
        <w:rPr>
          <w:sz w:val="28"/>
          <w:szCs w:val="28"/>
        </w:rPr>
        <w:softHyphen/>
        <w:t>сения изменений во все факторы производства).</w:t>
      </w:r>
    </w:p>
    <w:p w:rsidR="00FE3B42" w:rsidRPr="008D3573" w:rsidRDefault="00FE3B42" w:rsidP="00FE3B42">
      <w:pPr>
        <w:ind w:firstLine="540"/>
        <w:jc w:val="both"/>
        <w:rPr>
          <w:sz w:val="28"/>
          <w:szCs w:val="28"/>
        </w:rPr>
      </w:pPr>
      <w:r w:rsidRPr="008D3573">
        <w:rPr>
          <w:sz w:val="28"/>
          <w:szCs w:val="28"/>
        </w:rPr>
        <w:t>Американские экономисты Дуглас и Солоу в 20-х годах нашего столетия да основе статистических исследований производства зерна за</w:t>
      </w:r>
      <w:r w:rsidRPr="008D3573">
        <w:rPr>
          <w:noProof/>
          <w:sz w:val="28"/>
          <w:szCs w:val="28"/>
        </w:rPr>
        <w:t xml:space="preserve"> 100</w:t>
      </w:r>
      <w:r w:rsidRPr="008D3573">
        <w:rPr>
          <w:sz w:val="28"/>
          <w:szCs w:val="28"/>
        </w:rPr>
        <w:t xml:space="preserve"> лет определили вклад таких факторов производства, как труд и капитал, в общий прирост вы</w:t>
      </w:r>
      <w:r w:rsidRPr="008D3573">
        <w:rPr>
          <w:sz w:val="28"/>
          <w:szCs w:val="28"/>
        </w:rPr>
        <w:softHyphen/>
        <w:t>пуска продукции.</w:t>
      </w:r>
      <w:r w:rsidRPr="008D3573">
        <w:rPr>
          <w:b/>
          <w:bCs/>
          <w:sz w:val="28"/>
          <w:szCs w:val="28"/>
        </w:rPr>
        <w:t xml:space="preserve"> </w:t>
      </w:r>
      <w:r w:rsidRPr="008D3573">
        <w:rPr>
          <w:sz w:val="28"/>
          <w:szCs w:val="28"/>
        </w:rPr>
        <w:t>Они обнаружили, что увеличение затрат труда на один про</w:t>
      </w:r>
      <w:r w:rsidRPr="008D3573">
        <w:rPr>
          <w:sz w:val="28"/>
          <w:szCs w:val="28"/>
        </w:rPr>
        <w:softHyphen/>
        <w:t>цент обеспечивает</w:t>
      </w:r>
      <w:r w:rsidRPr="008D3573">
        <w:rPr>
          <w:noProof/>
          <w:sz w:val="28"/>
          <w:szCs w:val="28"/>
        </w:rPr>
        <w:t xml:space="preserve"> ¾</w:t>
      </w:r>
      <w:r w:rsidRPr="008D3573">
        <w:rPr>
          <w:sz w:val="28"/>
          <w:szCs w:val="28"/>
        </w:rPr>
        <w:t xml:space="preserve"> прироста выпущенной продукции, а увеличение затрат ка</w:t>
      </w:r>
      <w:r w:rsidRPr="008D3573">
        <w:rPr>
          <w:sz w:val="28"/>
          <w:szCs w:val="28"/>
        </w:rPr>
        <w:softHyphen/>
        <w:t>питала на один процент дает возможность получить</w:t>
      </w:r>
      <w:r w:rsidRPr="008D3573">
        <w:rPr>
          <w:noProof/>
          <w:sz w:val="28"/>
          <w:szCs w:val="28"/>
        </w:rPr>
        <w:t xml:space="preserve"> ¼</w:t>
      </w:r>
      <w:r w:rsidRPr="008D3573">
        <w:rPr>
          <w:sz w:val="28"/>
          <w:szCs w:val="28"/>
        </w:rPr>
        <w:t xml:space="preserve"> прироста выпущенной продукции.</w:t>
      </w:r>
    </w:p>
    <w:p w:rsidR="00FE3B42" w:rsidRPr="008D3573" w:rsidRDefault="00FE3B42" w:rsidP="00FE3B42">
      <w:pPr>
        <w:ind w:firstLine="540"/>
        <w:jc w:val="both"/>
        <w:rPr>
          <w:sz w:val="28"/>
          <w:szCs w:val="28"/>
        </w:rPr>
      </w:pPr>
      <w:r w:rsidRPr="008D3573">
        <w:rPr>
          <w:sz w:val="28"/>
          <w:szCs w:val="28"/>
        </w:rPr>
        <w:t xml:space="preserve">Поскольку эти выводы относились ко всему обществу, то указанные индексы </w:t>
      </w:r>
      <w:r w:rsidRPr="008D3573">
        <w:rPr>
          <w:noProof/>
          <w:sz w:val="28"/>
          <w:szCs w:val="28"/>
        </w:rPr>
        <w:t>(3/4</w:t>
      </w:r>
      <w:r w:rsidRPr="008D3573">
        <w:rPr>
          <w:sz w:val="28"/>
          <w:szCs w:val="28"/>
        </w:rPr>
        <w:t xml:space="preserve"> и</w:t>
      </w:r>
      <w:r w:rsidRPr="008D3573">
        <w:rPr>
          <w:noProof/>
          <w:sz w:val="28"/>
          <w:szCs w:val="28"/>
        </w:rPr>
        <w:t xml:space="preserve"> ¼)</w:t>
      </w:r>
      <w:r w:rsidRPr="008D3573">
        <w:rPr>
          <w:sz w:val="28"/>
          <w:szCs w:val="28"/>
        </w:rPr>
        <w:t xml:space="preserve"> назвали агрегатными, а зависимость между выпуском продукции и факторами производства вошла в жизнь под названием агрегатной функции про</w:t>
      </w:r>
      <w:r w:rsidRPr="008D3573">
        <w:rPr>
          <w:sz w:val="28"/>
          <w:szCs w:val="28"/>
        </w:rPr>
        <w:softHyphen/>
        <w:t>изводства Дугласа и Солоу. Таким образом, на основе выводов Дугласа и Солоу были сформулированы так называемые рецепты экономического развития: «вло</w:t>
      </w:r>
      <w:r w:rsidRPr="008D3573">
        <w:rPr>
          <w:sz w:val="28"/>
          <w:szCs w:val="28"/>
        </w:rPr>
        <w:softHyphen/>
        <w:t>жения в человеческий капитал»</w:t>
      </w:r>
      <w:r w:rsidRPr="008D3573">
        <w:rPr>
          <w:noProof/>
          <w:sz w:val="28"/>
          <w:szCs w:val="28"/>
        </w:rPr>
        <w:t xml:space="preserve"> —</w:t>
      </w:r>
      <w:r w:rsidRPr="008D3573">
        <w:rPr>
          <w:sz w:val="28"/>
          <w:szCs w:val="28"/>
        </w:rPr>
        <w:t xml:space="preserve"> труд</w:t>
      </w:r>
      <w:r w:rsidRPr="008D3573">
        <w:rPr>
          <w:noProof/>
          <w:sz w:val="28"/>
          <w:szCs w:val="28"/>
        </w:rPr>
        <w:t xml:space="preserve"> —</w:t>
      </w:r>
      <w:r w:rsidRPr="008D3573">
        <w:rPr>
          <w:sz w:val="28"/>
          <w:szCs w:val="28"/>
        </w:rPr>
        <w:t xml:space="preserve"> дают больший эффект в увеличении производства, чем рост средств производства (капитал).</w:t>
      </w:r>
    </w:p>
    <w:p w:rsidR="00FE3B42" w:rsidRPr="008D3573" w:rsidRDefault="00FE3B42" w:rsidP="00FE3B42">
      <w:pPr>
        <w:ind w:firstLine="540"/>
        <w:jc w:val="both"/>
        <w:rPr>
          <w:sz w:val="28"/>
          <w:szCs w:val="28"/>
        </w:rPr>
      </w:pPr>
      <w:r w:rsidRPr="008D3573">
        <w:rPr>
          <w:sz w:val="28"/>
          <w:szCs w:val="28"/>
        </w:rPr>
        <w:t>Хотя производственные функции различны для разных видов производства, все они обладают общими свойствами.</w:t>
      </w:r>
    </w:p>
    <w:p w:rsidR="00FE3B42" w:rsidRPr="008D3573" w:rsidRDefault="00FE3B42" w:rsidP="00FE3B42">
      <w:pPr>
        <w:ind w:firstLine="540"/>
        <w:jc w:val="both"/>
        <w:rPr>
          <w:sz w:val="28"/>
          <w:szCs w:val="28"/>
        </w:rPr>
      </w:pPr>
      <w:r w:rsidRPr="008D3573">
        <w:rPr>
          <w:iCs/>
          <w:sz w:val="28"/>
          <w:szCs w:val="28"/>
        </w:rPr>
        <w:t>Во-первых,</w:t>
      </w:r>
      <w:r w:rsidRPr="008D3573">
        <w:rPr>
          <w:sz w:val="28"/>
          <w:szCs w:val="28"/>
        </w:rPr>
        <w:t xml:space="preserve"> существует предел для увеличения объема производства, который может быть достигнут увеличением затрат одного ресурса при прочих равных условиях. Это предполагает, что в фирме при данном количестве станков и про</w:t>
      </w:r>
      <w:r w:rsidRPr="008D3573">
        <w:rPr>
          <w:sz w:val="28"/>
          <w:szCs w:val="28"/>
        </w:rPr>
        <w:softHyphen/>
        <w:t>изводственных помещений существует предел увеличения производства по</w:t>
      </w:r>
      <w:r w:rsidRPr="008D3573">
        <w:rPr>
          <w:sz w:val="28"/>
          <w:szCs w:val="28"/>
        </w:rPr>
        <w:softHyphen/>
        <w:t>средством привлечения большего количества рабочих, т. е. прирост объема про</w:t>
      </w:r>
      <w:r w:rsidRPr="008D3573">
        <w:rPr>
          <w:sz w:val="28"/>
          <w:szCs w:val="28"/>
        </w:rPr>
        <w:softHyphen/>
        <w:t>изводства от роста численности занятых будет приближаться к нулю.</w:t>
      </w:r>
    </w:p>
    <w:p w:rsidR="00FE3B42" w:rsidRPr="008D3573" w:rsidRDefault="00FE3B42" w:rsidP="00FE3B42">
      <w:pPr>
        <w:ind w:firstLine="540"/>
        <w:jc w:val="both"/>
        <w:rPr>
          <w:sz w:val="28"/>
          <w:szCs w:val="28"/>
        </w:rPr>
      </w:pPr>
      <w:r w:rsidRPr="008D3573">
        <w:rPr>
          <w:iCs/>
          <w:sz w:val="28"/>
          <w:szCs w:val="28"/>
        </w:rPr>
        <w:t>Во-вторых,</w:t>
      </w:r>
      <w:r w:rsidRPr="008D3573">
        <w:rPr>
          <w:sz w:val="28"/>
          <w:szCs w:val="28"/>
        </w:rPr>
        <w:t xml:space="preserve"> существует определенная взаимная заменяемость факторов произ</w:t>
      </w:r>
      <w:r w:rsidRPr="008D3573">
        <w:rPr>
          <w:sz w:val="28"/>
          <w:szCs w:val="28"/>
        </w:rPr>
        <w:softHyphen/>
        <w:t>водства. При этом взаимозаменяемость факторов производства происходит без со</w:t>
      </w:r>
      <w:r w:rsidRPr="008D3573">
        <w:rPr>
          <w:sz w:val="28"/>
          <w:szCs w:val="28"/>
        </w:rPr>
        <w:softHyphen/>
        <w:t>кращения объема производства. Например, эффективен труд работников, если они обеспечены производительным инструментом, однако даже при отсутствии такого инструмента объем может быть увеличен при росте численности занятых. В данном случае происходит замена одного ресурса другим.</w:t>
      </w:r>
    </w:p>
    <w:p w:rsidR="00FE3B42" w:rsidRPr="008D3573" w:rsidRDefault="00FE3B42" w:rsidP="004F0F0C">
      <w:pPr>
        <w:ind w:firstLine="540"/>
        <w:jc w:val="both"/>
        <w:rPr>
          <w:sz w:val="28"/>
          <w:szCs w:val="28"/>
        </w:rPr>
      </w:pPr>
      <w:r w:rsidRPr="008D3573">
        <w:rPr>
          <w:sz w:val="28"/>
          <w:szCs w:val="28"/>
        </w:rPr>
        <w:t>Существует предел замены труда большим количеством капитала, не вызываю</w:t>
      </w:r>
      <w:r w:rsidRPr="008D3573">
        <w:rPr>
          <w:sz w:val="28"/>
          <w:szCs w:val="28"/>
        </w:rPr>
        <w:softHyphen/>
        <w:t>щим сокращения выпуска продукции. Так же, как есть предел использования ручного труда без применения оборудования. Например, в фирме можно сокра</w:t>
      </w:r>
      <w:r w:rsidRPr="008D3573">
        <w:rPr>
          <w:sz w:val="28"/>
          <w:szCs w:val="28"/>
        </w:rPr>
        <w:softHyphen/>
        <w:t>тить применение машин и увеличить количество ручного труда. Однако при меньшем количестве машин и большем количестве рабочих для замещения каж</w:t>
      </w:r>
      <w:r w:rsidRPr="008D3573">
        <w:rPr>
          <w:sz w:val="28"/>
          <w:szCs w:val="28"/>
        </w:rPr>
        <w:softHyphen/>
        <w:t>дого часа работы машин потребуется большее количество рабочих часов.</w:t>
      </w:r>
    </w:p>
    <w:p w:rsidR="00FE3B42" w:rsidRPr="008D3573" w:rsidRDefault="00FE3B42" w:rsidP="00FE3B42">
      <w:pPr>
        <w:ind w:firstLine="540"/>
        <w:jc w:val="both"/>
        <w:rPr>
          <w:sz w:val="28"/>
          <w:szCs w:val="28"/>
        </w:rPr>
      </w:pPr>
      <w:r w:rsidRPr="008D3573">
        <w:rPr>
          <w:sz w:val="28"/>
          <w:szCs w:val="28"/>
        </w:rPr>
        <w:t>Состояние, при котором любое производство достигает основной цели</w:t>
      </w:r>
      <w:r w:rsidRPr="008D3573">
        <w:rPr>
          <w:noProof/>
          <w:sz w:val="28"/>
          <w:szCs w:val="28"/>
        </w:rPr>
        <w:t xml:space="preserve"> —</w:t>
      </w:r>
      <w:r w:rsidRPr="008D3573">
        <w:rPr>
          <w:sz w:val="28"/>
          <w:szCs w:val="28"/>
        </w:rPr>
        <w:t xml:space="preserve"> макси</w:t>
      </w:r>
      <w:r w:rsidRPr="008D3573">
        <w:rPr>
          <w:sz w:val="28"/>
          <w:szCs w:val="28"/>
        </w:rPr>
        <w:softHyphen/>
        <w:t>мальной прибыли, образует равновесие производства. Это равновесие более или ме</w:t>
      </w:r>
      <w:r w:rsidRPr="008D3573">
        <w:rPr>
          <w:sz w:val="28"/>
          <w:szCs w:val="28"/>
        </w:rPr>
        <w:softHyphen/>
        <w:t>нее устойчиво, пока сохраняется зависимость изменения объема выпуска продукта от объема затрат. По мере роста затрат растут объемы продукта до определенного предела. Полученный таким образом продукт называется предельным продуктом ПП. Он получается на основе предельной производительности ресурсов как отноше</w:t>
      </w:r>
      <w:r w:rsidRPr="008D3573">
        <w:rPr>
          <w:sz w:val="28"/>
          <w:szCs w:val="28"/>
        </w:rPr>
        <w:softHyphen/>
        <w:t>ние прироста продукта ∆П к приросту ресурса ∆Х:</w:t>
      </w:r>
    </w:p>
    <w:p w:rsidR="00FE3B42" w:rsidRPr="008D3573" w:rsidRDefault="00FE3B42" w:rsidP="00FE3B42">
      <w:pPr>
        <w:ind w:firstLine="540"/>
        <w:jc w:val="both"/>
        <w:rPr>
          <w:sz w:val="28"/>
          <w:szCs w:val="28"/>
        </w:rPr>
      </w:pPr>
      <w:r w:rsidRPr="008D3573">
        <w:rPr>
          <w:sz w:val="28"/>
          <w:szCs w:val="28"/>
        </w:rPr>
        <w:t xml:space="preserve">                                                </w:t>
      </w:r>
      <w:r w:rsidRPr="008D3573">
        <w:rPr>
          <w:position w:val="-24"/>
          <w:sz w:val="28"/>
          <w:szCs w:val="28"/>
        </w:rPr>
        <w:object w:dxaOrig="1060" w:dyaOrig="620">
          <v:shape id="_x0000_i1028" type="#_x0000_t75" style="width:53.25pt;height:30.75pt" o:ole="">
            <v:imagedata r:id="rId11" o:title=""/>
          </v:shape>
          <o:OLEObject Type="Embed" ProgID="Equation.3" ShapeID="_x0000_i1028" DrawAspect="Content" ObjectID="_1462689343" r:id="rId12"/>
        </w:object>
      </w:r>
    </w:p>
    <w:p w:rsidR="00FE3B42" w:rsidRPr="008D3573" w:rsidRDefault="00FE3B42" w:rsidP="00FE3B42">
      <w:pPr>
        <w:ind w:firstLine="540"/>
        <w:jc w:val="both"/>
        <w:rPr>
          <w:sz w:val="28"/>
          <w:szCs w:val="28"/>
        </w:rPr>
      </w:pPr>
      <w:r w:rsidRPr="008D3573">
        <w:rPr>
          <w:sz w:val="28"/>
          <w:szCs w:val="28"/>
        </w:rPr>
        <w:t>Если затраты увеличивать бесконечно малыми приращениями, то предельный продукт будет выражать предельную производительность ресурса. Сопоставляя предельную производительность ресурса и его рыночную цену, предприятие (фирма) как организационная форма общественного производства решает вопрос о целесо</w:t>
      </w:r>
      <w:r w:rsidRPr="008D3573">
        <w:rPr>
          <w:sz w:val="28"/>
          <w:szCs w:val="28"/>
        </w:rPr>
        <w:softHyphen/>
        <w:t>образности дополнительных затрат.</w:t>
      </w:r>
    </w:p>
    <w:p w:rsidR="00FE3B42" w:rsidRPr="00FE3B42" w:rsidRDefault="00FE3B42" w:rsidP="00FE3B42">
      <w:pPr>
        <w:ind w:firstLine="540"/>
        <w:jc w:val="both"/>
      </w:pPr>
    </w:p>
    <w:p w:rsidR="00D905A4" w:rsidRPr="00FE3B42" w:rsidRDefault="00D905A4" w:rsidP="00FE3B42">
      <w:pPr>
        <w:ind w:firstLine="540"/>
        <w:jc w:val="both"/>
      </w:pPr>
    </w:p>
    <w:p w:rsidR="00B725DA" w:rsidRDefault="00B725DA" w:rsidP="00B725DA">
      <w:pPr>
        <w:jc w:val="both"/>
        <w:rPr>
          <w:b/>
          <w:sz w:val="32"/>
          <w:szCs w:val="32"/>
        </w:rPr>
      </w:pPr>
      <w:r>
        <w:rPr>
          <w:b/>
          <w:sz w:val="32"/>
          <w:szCs w:val="32"/>
        </w:rPr>
        <w:t xml:space="preserve">       2</w:t>
      </w:r>
      <w:r w:rsidRPr="00D905A4">
        <w:rPr>
          <w:b/>
          <w:sz w:val="32"/>
          <w:szCs w:val="32"/>
        </w:rPr>
        <w:t xml:space="preserve">. </w:t>
      </w:r>
      <w:r>
        <w:rPr>
          <w:b/>
          <w:sz w:val="32"/>
          <w:szCs w:val="32"/>
        </w:rPr>
        <w:t xml:space="preserve">Особенности спроса и предложения основных факторов </w:t>
      </w:r>
    </w:p>
    <w:p w:rsidR="00B725DA" w:rsidRPr="00D905A4" w:rsidRDefault="00B725DA" w:rsidP="00B725DA">
      <w:pPr>
        <w:jc w:val="both"/>
        <w:rPr>
          <w:b/>
          <w:sz w:val="32"/>
          <w:szCs w:val="32"/>
        </w:rPr>
      </w:pPr>
      <w:r>
        <w:rPr>
          <w:b/>
          <w:sz w:val="32"/>
          <w:szCs w:val="32"/>
        </w:rPr>
        <w:t xml:space="preserve">           производст</w:t>
      </w:r>
      <w:r w:rsidR="00F87240">
        <w:rPr>
          <w:b/>
          <w:sz w:val="32"/>
          <w:szCs w:val="32"/>
        </w:rPr>
        <w:t>в</w:t>
      </w:r>
      <w:r>
        <w:rPr>
          <w:b/>
          <w:sz w:val="32"/>
          <w:szCs w:val="32"/>
        </w:rPr>
        <w:t>а</w:t>
      </w:r>
      <w:r w:rsidR="00F87240">
        <w:rPr>
          <w:b/>
          <w:sz w:val="32"/>
          <w:szCs w:val="32"/>
        </w:rPr>
        <w:t>.</w:t>
      </w:r>
    </w:p>
    <w:p w:rsidR="00D905A4" w:rsidRPr="00FE3B42" w:rsidRDefault="00D905A4" w:rsidP="00FE3B42">
      <w:pPr>
        <w:ind w:firstLine="540"/>
        <w:jc w:val="both"/>
      </w:pPr>
    </w:p>
    <w:p w:rsidR="00F87240" w:rsidRPr="00F87240" w:rsidRDefault="00F87240" w:rsidP="00F87240">
      <w:pPr>
        <w:pStyle w:val="a5"/>
        <w:rPr>
          <w:b/>
        </w:rPr>
      </w:pPr>
      <w:r w:rsidRPr="00F87240">
        <w:rPr>
          <w:sz w:val="24"/>
        </w:rPr>
        <w:t xml:space="preserve"> </w:t>
      </w:r>
      <w:r>
        <w:rPr>
          <w:sz w:val="24"/>
        </w:rPr>
        <w:t xml:space="preserve">   </w:t>
      </w:r>
      <w:r w:rsidRPr="00F87240">
        <w:rPr>
          <w:b/>
        </w:rPr>
        <w:t xml:space="preserve"> 2.1 Спрос на факторы производства.</w:t>
      </w:r>
    </w:p>
    <w:p w:rsidR="00F87240" w:rsidRPr="00F87240" w:rsidRDefault="00F87240" w:rsidP="00F87240">
      <w:pPr>
        <w:pStyle w:val="a5"/>
        <w:rPr>
          <w:sz w:val="24"/>
        </w:rPr>
      </w:pPr>
    </w:p>
    <w:p w:rsidR="00F87240" w:rsidRPr="008D3573" w:rsidRDefault="00F87240" w:rsidP="00F87240">
      <w:pPr>
        <w:ind w:firstLine="540"/>
        <w:jc w:val="both"/>
        <w:rPr>
          <w:sz w:val="28"/>
          <w:szCs w:val="28"/>
        </w:rPr>
      </w:pPr>
      <w:r w:rsidRPr="008D3573">
        <w:rPr>
          <w:sz w:val="28"/>
          <w:szCs w:val="28"/>
        </w:rPr>
        <w:t xml:space="preserve">Спрос на факторы производства имеет свою специфику. Особенностью, специфической чертой спроса на любые факторы производства является то, что он имеет производный, вторичный характер по сравнению со спросом на конечные потребительские блага. Производный характер спроса на факторы производства объясняется тем, что потребность в них возникает лишь в том случае, если с их помощью могут быть произведены пользующиеся спросом конечные потребительские блага, т.е. товары или услуги обычно потребительского назначения. </w:t>
      </w:r>
    </w:p>
    <w:p w:rsidR="00F87240" w:rsidRPr="008D3573" w:rsidRDefault="00F87240" w:rsidP="00F87240">
      <w:pPr>
        <w:ind w:firstLine="540"/>
        <w:jc w:val="both"/>
        <w:rPr>
          <w:sz w:val="28"/>
          <w:szCs w:val="28"/>
        </w:rPr>
      </w:pPr>
      <w:r w:rsidRPr="008D3573">
        <w:rPr>
          <w:sz w:val="28"/>
          <w:szCs w:val="28"/>
        </w:rPr>
        <w:t>Спрос на любой фактор производства может возрастать или снижаться в зависимости от того, возрастает или снижается спрос на потребительские товары, изготовленные с помощью данного фактора производства. Спрос на факторы производства предъявляют лишь предприниматели, т.е. та часть общества, которая способна организовать и осуществить выпуск продуктов и услуг, необходимых для конечного потребления. Предприниматели стремятся обнаружить возможности получения дохода, не замеченные конкурентами. Рынки факторов производства сообщают предпринимателям информацию о ценах, технико-экономических характеристиках товаров, уровне издержек производства, объемах предложения и т.д.</w:t>
      </w:r>
    </w:p>
    <w:p w:rsidR="00F87240" w:rsidRPr="008D3573" w:rsidRDefault="00F87240" w:rsidP="004F0F0C">
      <w:pPr>
        <w:ind w:firstLine="540"/>
        <w:jc w:val="both"/>
        <w:rPr>
          <w:sz w:val="28"/>
          <w:szCs w:val="28"/>
        </w:rPr>
      </w:pPr>
      <w:r w:rsidRPr="008D3573">
        <w:rPr>
          <w:sz w:val="28"/>
          <w:szCs w:val="28"/>
        </w:rPr>
        <w:t xml:space="preserve"> Для организации производственного процесса требуются многие факторы: труд, земля, техника, сырье, энергия. Все они в большей или меньшей степени могут быть взаимодополняемыми и взаимозаменяемыми: живой труд может быть частично заменен техникой, и, наоборот, природные сырьевые материалы могут быть заменены искусственными и т.д.</w:t>
      </w:r>
    </w:p>
    <w:p w:rsidR="00F87240" w:rsidRPr="008D3573" w:rsidRDefault="00F87240" w:rsidP="00F87240">
      <w:pPr>
        <w:ind w:firstLine="540"/>
        <w:jc w:val="both"/>
        <w:rPr>
          <w:sz w:val="28"/>
          <w:szCs w:val="28"/>
        </w:rPr>
      </w:pPr>
      <w:r w:rsidRPr="008D3573">
        <w:rPr>
          <w:sz w:val="28"/>
          <w:szCs w:val="28"/>
        </w:rPr>
        <w:t xml:space="preserve">   Однако и труд, и техника, и сырье сопряжены, взаимодополняемы лишь в едином производственном процессе. По отдельности каждый из них бесполезен. Но при прочих равных условиях изменение цен на один из этих факторов вызывает изменение привлекаемого количества не только этого, но и сопряженных с ним факторов производства. Например, более высокая заработная плата и относительно низкие цены на технику способны вызвать снижение спроса на труд и повышение его на машины, заменяющие рабочую силу, и наоборот.</w:t>
      </w:r>
    </w:p>
    <w:p w:rsidR="00F87240" w:rsidRPr="008D3573" w:rsidRDefault="00F87240" w:rsidP="00F87240">
      <w:pPr>
        <w:ind w:firstLine="540"/>
        <w:jc w:val="both"/>
        <w:rPr>
          <w:sz w:val="28"/>
          <w:szCs w:val="28"/>
        </w:rPr>
      </w:pPr>
      <w:r w:rsidRPr="008D3573">
        <w:rPr>
          <w:sz w:val="28"/>
          <w:szCs w:val="28"/>
        </w:rPr>
        <w:t>Следовательно, спрос на факторы производства – это взаимозависимый процесс, где объем каждого привлекаемого в производство ресурса зависит от уровня цен не только на каждый из них, но и на все остальные сопряженные с ними ресурсы и факторы. Рынок дает информацию о движении цен на каждый из них. Цена – одно из важнейших условий изменения эластичности спроса по каждому фактору производства. Спрос более эластичен на те факторы, которые при прочих равных условиях имеют более низкую цену. Это позволяет осуществлять взаимозамещение, вытеснить дорогостоящие факторы производства, снижать издержки производства. Высокие рыночные цены вызывают снижение спроса и переключение его на альтернативные факторы производства, имеющие относительно низкие цены.</w:t>
      </w:r>
    </w:p>
    <w:p w:rsidR="00F87240" w:rsidRPr="008D3573" w:rsidRDefault="00F87240" w:rsidP="00F87240">
      <w:pPr>
        <w:ind w:firstLine="540"/>
        <w:jc w:val="both"/>
        <w:rPr>
          <w:sz w:val="28"/>
          <w:szCs w:val="28"/>
        </w:rPr>
      </w:pPr>
      <w:r w:rsidRPr="008D3573">
        <w:rPr>
          <w:sz w:val="28"/>
          <w:szCs w:val="28"/>
        </w:rPr>
        <w:t>Эластичность спроса по каждому конкретному фактору производства может изменяться в зависимости от уровня доходов фирмы</w:t>
      </w:r>
      <w:r w:rsidR="00DE3732" w:rsidRPr="008D3573">
        <w:rPr>
          <w:sz w:val="28"/>
          <w:szCs w:val="28"/>
        </w:rPr>
        <w:t>,</w:t>
      </w:r>
      <w:r w:rsidRPr="008D3573">
        <w:rPr>
          <w:sz w:val="28"/>
          <w:szCs w:val="28"/>
        </w:rPr>
        <w:t xml:space="preserve"> и спроса на выпускаемую ею продукцию, возможностей взаимозамещения</w:t>
      </w:r>
      <w:r w:rsidR="00DE3732" w:rsidRPr="008D3573">
        <w:rPr>
          <w:sz w:val="28"/>
          <w:szCs w:val="28"/>
        </w:rPr>
        <w:t>,</w:t>
      </w:r>
      <w:r w:rsidRPr="008D3573">
        <w:rPr>
          <w:sz w:val="28"/>
          <w:szCs w:val="28"/>
        </w:rPr>
        <w:t xml:space="preserve"> применяемых в производстве ресурсов и факторов, наличие рынков взаимозаменяемых и взаимодополняемых факторов производства по приемлемым ценам, стремление к новациям и т.д. </w:t>
      </w:r>
    </w:p>
    <w:p w:rsidR="00960E7F" w:rsidRPr="008D3573" w:rsidRDefault="00960E7F" w:rsidP="00F87240">
      <w:pPr>
        <w:ind w:firstLine="540"/>
        <w:jc w:val="both"/>
        <w:rPr>
          <w:sz w:val="28"/>
          <w:szCs w:val="28"/>
        </w:rPr>
      </w:pPr>
    </w:p>
    <w:p w:rsidR="00F87240" w:rsidRPr="008D3573" w:rsidRDefault="00960E7F" w:rsidP="00F87240">
      <w:pPr>
        <w:ind w:firstLine="540"/>
        <w:jc w:val="both"/>
        <w:rPr>
          <w:sz w:val="28"/>
          <w:szCs w:val="28"/>
        </w:rPr>
      </w:pPr>
      <w:r w:rsidRPr="00960E7F">
        <w:rPr>
          <w:sz w:val="28"/>
          <w:szCs w:val="28"/>
        </w:rPr>
        <w:t xml:space="preserve">  </w:t>
      </w:r>
      <w:r w:rsidRPr="00960E7F">
        <w:rPr>
          <w:b/>
          <w:sz w:val="28"/>
          <w:szCs w:val="28"/>
        </w:rPr>
        <w:t xml:space="preserve"> </w:t>
      </w:r>
      <w:r w:rsidRPr="008D3573">
        <w:rPr>
          <w:b/>
          <w:sz w:val="28"/>
          <w:szCs w:val="28"/>
        </w:rPr>
        <w:t>2.1 Предложение факторов производства</w:t>
      </w:r>
      <w:r w:rsidR="00F87240" w:rsidRPr="008D3573">
        <w:rPr>
          <w:sz w:val="28"/>
          <w:szCs w:val="28"/>
        </w:rPr>
        <w:t xml:space="preserve"> </w:t>
      </w:r>
    </w:p>
    <w:p w:rsidR="00960E7F" w:rsidRPr="008D3573" w:rsidRDefault="00960E7F" w:rsidP="00F87240">
      <w:pPr>
        <w:ind w:firstLine="540"/>
        <w:jc w:val="both"/>
        <w:rPr>
          <w:sz w:val="28"/>
          <w:szCs w:val="28"/>
        </w:rPr>
      </w:pPr>
    </w:p>
    <w:p w:rsidR="00F87240" w:rsidRPr="008D3573" w:rsidRDefault="00F87240" w:rsidP="004F0F0C">
      <w:pPr>
        <w:ind w:firstLine="540"/>
        <w:jc w:val="both"/>
        <w:rPr>
          <w:sz w:val="28"/>
          <w:szCs w:val="28"/>
        </w:rPr>
      </w:pPr>
      <w:r w:rsidRPr="008D3573">
        <w:rPr>
          <w:sz w:val="28"/>
          <w:szCs w:val="28"/>
        </w:rPr>
        <w:t>На конкретных рынках цены факторов производства формируются под влиянием как спроса, так и предложения. Предложение факторов производства – это то, их количество, которое может быть предоставлено на рынке по существующим на данный момент ценам. На рынках факторов производства спрос порождает предложение так же, как и на рынках обычных потребительских благ. Однако рынки факторов производства имеют свои особенности. Здесь предложение во многом зависит от специфики каждого конкретного фактора производства как экономического блага для осуществления производственной деятельности с целью получения дохода. Особенности предложения обусловлены редкостью, ограниченностью экономических ресурсов, прежде всего таких, как труд, земля природные ископаемые ресурсы сырья и продукты их переработки. Ограниченность, редкость первичных экономических ресурсов и производных от них факторов производства относительна. Они редки и ограничены по сравнению с потребностью производства в них для выпуска необходимых в каждый данный момент конечных благ. Если бы ресурсы не были ограничены, они б</w:t>
      </w:r>
      <w:r w:rsidR="00DE3732" w:rsidRPr="008D3573">
        <w:rPr>
          <w:sz w:val="28"/>
          <w:szCs w:val="28"/>
        </w:rPr>
        <w:t>ыли бы бесплатными</w:t>
      </w:r>
      <w:r w:rsidRPr="008D3573">
        <w:rPr>
          <w:sz w:val="28"/>
          <w:szCs w:val="28"/>
        </w:rPr>
        <w:t>, а разнообразные потребности людей были бы раз и на</w:t>
      </w:r>
      <w:r w:rsidR="00DE3732" w:rsidRPr="008D3573">
        <w:rPr>
          <w:sz w:val="28"/>
          <w:szCs w:val="28"/>
        </w:rPr>
        <w:t xml:space="preserve">всегда полностью удовлетворены. </w:t>
      </w:r>
      <w:r w:rsidRPr="008D3573">
        <w:rPr>
          <w:sz w:val="28"/>
          <w:szCs w:val="28"/>
        </w:rPr>
        <w:t xml:space="preserve">Однако люди неустанно и заинтересованно отслеживают показатели количества пригодных к использованию земель и цены этого использования; количества трудовых ресурсов, уровня их занятости и оплаты труда; количество добываемого сырья и цен в этой области. На основании этих и сопряженных с ними показателей отслеживается динамика, составляются прогнозы, меняется структура производства, а иногда и экономики в целом. Это означает, что предложение факторов производства испытывает на себе действие закона редкости, ограниченности ресурсов. В этом заключается важнейшая особенность всех рынков, и в частности рынка предложения любого фактора производства. </w:t>
      </w:r>
    </w:p>
    <w:p w:rsidR="00F87240" w:rsidRPr="008D3573" w:rsidRDefault="00F87240" w:rsidP="00F87240">
      <w:pPr>
        <w:ind w:firstLine="540"/>
        <w:jc w:val="both"/>
        <w:rPr>
          <w:sz w:val="28"/>
          <w:szCs w:val="28"/>
        </w:rPr>
      </w:pPr>
      <w:r w:rsidRPr="008D3573">
        <w:rPr>
          <w:sz w:val="28"/>
          <w:szCs w:val="28"/>
        </w:rPr>
        <w:t>На рынках обнаруживается, что предложение конкретного фактора производства имеет различную эластичность. Первопричиной здесь выступает закон ограниченности, редкости ресурсов, хотя могут иметь место и воздействия других факторов. Например, предложение земли чаще всего неэластично, потому что в каждый данный момент ее размеры фиксированы, альтернативного, заменяющего землю ресурса не существует, она представляет собой уникальное, не воспроизводимое благо. Практически не</w:t>
      </w:r>
      <w:r w:rsidR="00DE3732" w:rsidRPr="008D3573">
        <w:rPr>
          <w:sz w:val="28"/>
          <w:szCs w:val="28"/>
        </w:rPr>
        <w:t xml:space="preserve"> </w:t>
      </w:r>
      <w:r w:rsidRPr="008D3573">
        <w:rPr>
          <w:sz w:val="28"/>
          <w:szCs w:val="28"/>
        </w:rPr>
        <w:t xml:space="preserve">возобновляемы во времени и ископаемые ресурсы сырья, но их предложение более эластично, если найдены альтернативные, взаимозаменяемые, в том числе искусственные виды сырья и материалов. Количество трудовых ресурсов также в каждый данный момент фиксировано и изменяется достаточно медленно. Но эластичность предложения труда рабочей силы может зависеть от конкретной экономической ситуации, реализации возможностей полной занятости при данных доходах и уровне заработной платы. </w:t>
      </w:r>
    </w:p>
    <w:p w:rsidR="00B22F6F" w:rsidRPr="008D3573" w:rsidRDefault="00B22F6F" w:rsidP="00F87240">
      <w:pPr>
        <w:ind w:firstLine="540"/>
        <w:jc w:val="both"/>
        <w:rPr>
          <w:b/>
          <w:sz w:val="28"/>
          <w:szCs w:val="28"/>
          <w:vertAlign w:val="superscript"/>
        </w:rPr>
      </w:pPr>
    </w:p>
    <w:p w:rsidR="00EE4FAD" w:rsidRPr="008D3573" w:rsidRDefault="00EE4FAD" w:rsidP="00F87240">
      <w:pPr>
        <w:ind w:firstLine="540"/>
        <w:jc w:val="both"/>
        <w:rPr>
          <w:b/>
          <w:sz w:val="28"/>
          <w:szCs w:val="28"/>
          <w:vertAlign w:val="superscript"/>
        </w:rPr>
      </w:pPr>
    </w:p>
    <w:p w:rsidR="00EE4FAD" w:rsidRPr="008D3573" w:rsidRDefault="00EE4FAD" w:rsidP="00F87240">
      <w:pPr>
        <w:ind w:firstLine="540"/>
        <w:jc w:val="both"/>
        <w:rPr>
          <w:b/>
          <w:sz w:val="28"/>
          <w:szCs w:val="28"/>
        </w:rPr>
      </w:pPr>
      <w:r w:rsidRPr="008D3573">
        <w:rPr>
          <w:b/>
          <w:sz w:val="28"/>
          <w:szCs w:val="28"/>
        </w:rPr>
        <w:t xml:space="preserve">   3. Производительность факторов производства.</w:t>
      </w:r>
    </w:p>
    <w:p w:rsidR="00EE4FAD" w:rsidRPr="008D3573" w:rsidRDefault="00EE4FAD" w:rsidP="00F87240">
      <w:pPr>
        <w:ind w:firstLine="540"/>
        <w:jc w:val="both"/>
        <w:rPr>
          <w:b/>
          <w:sz w:val="28"/>
          <w:szCs w:val="28"/>
        </w:rPr>
      </w:pPr>
      <w:r w:rsidRPr="008D3573">
        <w:rPr>
          <w:b/>
          <w:sz w:val="28"/>
          <w:szCs w:val="28"/>
        </w:rPr>
        <w:t xml:space="preserve">   </w:t>
      </w:r>
    </w:p>
    <w:p w:rsidR="00EE4FAD" w:rsidRPr="008D3573" w:rsidRDefault="00EE4FAD" w:rsidP="00F87240">
      <w:pPr>
        <w:ind w:firstLine="540"/>
        <w:jc w:val="both"/>
        <w:rPr>
          <w:b/>
          <w:iCs/>
          <w:sz w:val="28"/>
          <w:szCs w:val="28"/>
        </w:rPr>
      </w:pPr>
      <w:r w:rsidRPr="008D3573">
        <w:rPr>
          <w:b/>
          <w:sz w:val="28"/>
          <w:szCs w:val="28"/>
        </w:rPr>
        <w:t xml:space="preserve">   3.1 </w:t>
      </w:r>
      <w:r w:rsidRPr="008D3573">
        <w:rPr>
          <w:b/>
          <w:iCs/>
          <w:sz w:val="28"/>
          <w:szCs w:val="28"/>
        </w:rPr>
        <w:t xml:space="preserve">Концепция убывающей производительности факторов  </w:t>
      </w:r>
    </w:p>
    <w:p w:rsidR="00EE4FAD" w:rsidRPr="008D3573" w:rsidRDefault="00EE4FAD" w:rsidP="00F87240">
      <w:pPr>
        <w:ind w:firstLine="540"/>
        <w:jc w:val="both"/>
        <w:rPr>
          <w:b/>
          <w:iCs/>
          <w:sz w:val="28"/>
          <w:szCs w:val="28"/>
        </w:rPr>
      </w:pPr>
      <w:r w:rsidRPr="008D3573">
        <w:rPr>
          <w:b/>
          <w:iCs/>
          <w:sz w:val="28"/>
          <w:szCs w:val="28"/>
        </w:rPr>
        <w:t xml:space="preserve">          производства, теория предельной производительности.</w:t>
      </w:r>
    </w:p>
    <w:p w:rsidR="00EE4FAD" w:rsidRPr="008D3573" w:rsidRDefault="00EE4FAD" w:rsidP="00F87240">
      <w:pPr>
        <w:ind w:firstLine="540"/>
        <w:jc w:val="both"/>
        <w:rPr>
          <w:b/>
          <w:iCs/>
          <w:sz w:val="28"/>
          <w:szCs w:val="28"/>
        </w:rPr>
      </w:pPr>
      <w:r w:rsidRPr="008D3573">
        <w:rPr>
          <w:b/>
          <w:iCs/>
          <w:sz w:val="28"/>
          <w:szCs w:val="28"/>
        </w:rPr>
        <w:t xml:space="preserve">   </w:t>
      </w:r>
    </w:p>
    <w:p w:rsidR="00EE4FAD" w:rsidRPr="008D3573" w:rsidRDefault="00EE4FAD" w:rsidP="00EE4FAD">
      <w:pPr>
        <w:ind w:firstLine="540"/>
        <w:jc w:val="both"/>
        <w:rPr>
          <w:sz w:val="28"/>
          <w:szCs w:val="28"/>
        </w:rPr>
      </w:pPr>
      <w:r w:rsidRPr="008D3573">
        <w:rPr>
          <w:sz w:val="28"/>
          <w:szCs w:val="28"/>
        </w:rPr>
        <w:t xml:space="preserve">  Рассмотрев факторы производства, теперь приступим к анализу самого процесса производства как взаимодействия факторов производства. Проблемы, связанные с производством продукции, могут быть разделены на три уровня:</w:t>
      </w:r>
    </w:p>
    <w:p w:rsidR="00EE4FAD" w:rsidRPr="008D3573" w:rsidRDefault="00EE4FAD" w:rsidP="00EE4FAD">
      <w:pPr>
        <w:ind w:firstLine="540"/>
        <w:jc w:val="both"/>
        <w:rPr>
          <w:sz w:val="28"/>
          <w:szCs w:val="28"/>
        </w:rPr>
      </w:pPr>
      <w:r w:rsidRPr="008D3573">
        <w:rPr>
          <w:sz w:val="28"/>
          <w:szCs w:val="28"/>
        </w:rPr>
        <w:t>1. Перед предпринимателем может стоять вопрос о том, как производить заданное количество продукции на определенном предприятии. Эти проблемы относятся к вопросам краткосрочной минимизации издержек производства;</w:t>
      </w:r>
    </w:p>
    <w:p w:rsidR="00EE4FAD" w:rsidRPr="008D3573" w:rsidRDefault="00EE4FAD" w:rsidP="00EE4FAD">
      <w:pPr>
        <w:ind w:firstLine="540"/>
        <w:jc w:val="both"/>
        <w:rPr>
          <w:sz w:val="28"/>
          <w:szCs w:val="28"/>
        </w:rPr>
      </w:pPr>
      <w:r w:rsidRPr="008D3573">
        <w:rPr>
          <w:sz w:val="28"/>
          <w:szCs w:val="28"/>
        </w:rPr>
        <w:t>2. Предприниматель может решать вопросы о производстве оптимального, т.е. приносящего наибольшую прибыль, количества продукции на определенном предприятии. Эти вопросы касаются краткосрочной максимизации прибыли;</w:t>
      </w:r>
    </w:p>
    <w:p w:rsidR="00EE4FAD" w:rsidRPr="008D3573" w:rsidRDefault="00EE4FAD" w:rsidP="00EE4FAD">
      <w:pPr>
        <w:ind w:firstLine="540"/>
        <w:jc w:val="both"/>
        <w:rPr>
          <w:sz w:val="28"/>
          <w:szCs w:val="28"/>
        </w:rPr>
      </w:pPr>
      <w:r w:rsidRPr="008D3573">
        <w:rPr>
          <w:sz w:val="28"/>
          <w:szCs w:val="28"/>
        </w:rPr>
        <w:t>3. Перед предпринимателем может стоять задача выяснения наиболее оптимальных размеров предприятия: подобные вопросы относятся к долгосрочной максимизации прибыли.</w:t>
      </w:r>
    </w:p>
    <w:p w:rsidR="00EE4FAD" w:rsidRPr="008D3573" w:rsidRDefault="00EE4FAD" w:rsidP="00EE4FAD">
      <w:pPr>
        <w:ind w:firstLine="540"/>
        <w:jc w:val="both"/>
        <w:rPr>
          <w:sz w:val="28"/>
          <w:szCs w:val="28"/>
        </w:rPr>
      </w:pPr>
      <w:r w:rsidRPr="008D3573">
        <w:rPr>
          <w:sz w:val="28"/>
          <w:szCs w:val="28"/>
        </w:rPr>
        <w:t>Не вызывает никакого сомнения, что для производства продукции необходимо взаимодействие всех факторов производства, и ни один из них в отдельности не способен произвести продукт и принести доход. Однако точно также невозможно точно определить, насколько продукт обязан своим созданием тому или иному фактору производства. Ведь в процессе производства факторы непрерывно взаимодействуют между собой, дополняют, а иногда и заменяют друг друга.</w:t>
      </w:r>
    </w:p>
    <w:p w:rsidR="00EE4FAD" w:rsidRPr="008D3573" w:rsidRDefault="00EE4FAD" w:rsidP="00EE4FAD">
      <w:pPr>
        <w:ind w:firstLine="540"/>
        <w:jc w:val="both"/>
        <w:rPr>
          <w:sz w:val="28"/>
          <w:szCs w:val="28"/>
          <w:vertAlign w:val="superscript"/>
        </w:rPr>
      </w:pPr>
      <w:r w:rsidRPr="008D3573">
        <w:rPr>
          <w:sz w:val="28"/>
          <w:szCs w:val="28"/>
        </w:rPr>
        <w:t>В случае конкретного производства предпринимателя всегда интересует вопрос, каким будет выход продукции, если в процессе производства участвует заданное количество факторов производства. На определенном этапе развития техники и производительности труда при заданных затратах факторов производства может быть достигнут определенный максимум выпуска продукции (табл. 1). Так, при 3 ед. земли и 10 ед. труда количество продукта равно 700 ед., и, соответственно, 3 ед. и 20 ед. — 1000 ед. продукции и т. д.</w:t>
      </w:r>
    </w:p>
    <w:p w:rsidR="004F0F0C" w:rsidRDefault="004F0F0C" w:rsidP="004F0F0C">
      <w:pPr>
        <w:pStyle w:val="a8"/>
        <w:keepNext/>
        <w:rPr>
          <w:b w:val="0"/>
          <w:bCs w:val="0"/>
          <w:sz w:val="28"/>
          <w:szCs w:val="28"/>
          <w:lang w:val="en-US"/>
        </w:rPr>
      </w:pPr>
    </w:p>
    <w:p w:rsidR="00EE4FAD" w:rsidRPr="008D3573" w:rsidRDefault="00EE4FAD" w:rsidP="004F0F0C">
      <w:pPr>
        <w:pStyle w:val="a8"/>
        <w:keepNext/>
        <w:rPr>
          <w:b w:val="0"/>
          <w:bCs w:val="0"/>
          <w:sz w:val="28"/>
          <w:szCs w:val="28"/>
        </w:rPr>
      </w:pPr>
      <w:r w:rsidRPr="008D3573">
        <w:rPr>
          <w:b w:val="0"/>
          <w:bCs w:val="0"/>
          <w:sz w:val="28"/>
          <w:szCs w:val="28"/>
        </w:rPr>
        <w:t xml:space="preserve">Таблица </w:t>
      </w:r>
      <w:r w:rsidRPr="008D3573">
        <w:rPr>
          <w:b w:val="0"/>
          <w:bCs w:val="0"/>
          <w:sz w:val="28"/>
          <w:szCs w:val="28"/>
        </w:rPr>
        <w:fldChar w:fldCharType="begin"/>
      </w:r>
      <w:r w:rsidRPr="008D3573">
        <w:rPr>
          <w:b w:val="0"/>
          <w:bCs w:val="0"/>
          <w:sz w:val="28"/>
          <w:szCs w:val="28"/>
        </w:rPr>
        <w:instrText xml:space="preserve"> SEQ Таблица \* ARABIC </w:instrText>
      </w:r>
      <w:r w:rsidRPr="008D3573">
        <w:rPr>
          <w:b w:val="0"/>
          <w:bCs w:val="0"/>
          <w:sz w:val="28"/>
          <w:szCs w:val="28"/>
        </w:rPr>
        <w:fldChar w:fldCharType="separate"/>
      </w:r>
      <w:r w:rsidR="000B319E">
        <w:rPr>
          <w:b w:val="0"/>
          <w:bCs w:val="0"/>
          <w:noProof/>
          <w:sz w:val="28"/>
          <w:szCs w:val="28"/>
        </w:rPr>
        <w:t>1</w:t>
      </w:r>
      <w:r w:rsidRPr="008D3573">
        <w:rPr>
          <w:b w:val="0"/>
          <w:bCs w:val="0"/>
          <w:sz w:val="28"/>
          <w:szCs w:val="28"/>
        </w:rPr>
        <w:fldChar w:fldCharType="end"/>
      </w:r>
    </w:p>
    <w:p w:rsidR="00EE4FAD" w:rsidRPr="008D3573" w:rsidRDefault="00EE4FAD" w:rsidP="00EE4FAD">
      <w:pPr>
        <w:keepNext/>
        <w:jc w:val="center"/>
        <w:rPr>
          <w:b/>
          <w:bCs/>
          <w:sz w:val="28"/>
          <w:szCs w:val="28"/>
        </w:rPr>
      </w:pPr>
      <w:r w:rsidRPr="008D3573">
        <w:rPr>
          <w:b/>
          <w:bCs/>
          <w:sz w:val="28"/>
          <w:szCs w:val="28"/>
        </w:rPr>
        <w:t>Примеры различных комбинаций земли и труда для выпуска максимального количества продукции</w:t>
      </w:r>
    </w:p>
    <w:p w:rsidR="00EE4FAD" w:rsidRPr="008D3573" w:rsidRDefault="00EE4FAD" w:rsidP="00EE4FAD">
      <w:pPr>
        <w:keepNext/>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7"/>
        <w:gridCol w:w="1987"/>
        <w:gridCol w:w="1987"/>
        <w:gridCol w:w="1987"/>
        <w:gridCol w:w="1988"/>
      </w:tblGrid>
      <w:tr w:rsidR="00EE4FAD" w:rsidRPr="008D3573">
        <w:trPr>
          <w:cantSplit/>
        </w:trPr>
        <w:tc>
          <w:tcPr>
            <w:tcW w:w="1987" w:type="dxa"/>
            <w:vMerge w:val="restart"/>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Земля,</w:t>
            </w:r>
            <w:r w:rsidRPr="008D3573">
              <w:rPr>
                <w:sz w:val="28"/>
                <w:szCs w:val="28"/>
              </w:rPr>
              <w:br/>
              <w:t>колич. ед.</w:t>
            </w:r>
          </w:p>
        </w:tc>
        <w:tc>
          <w:tcPr>
            <w:tcW w:w="7949" w:type="dxa"/>
            <w:gridSpan w:val="4"/>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Труд, количество ед.</w:t>
            </w:r>
          </w:p>
        </w:tc>
      </w:tr>
      <w:tr w:rsidR="00EE4FAD" w:rsidRPr="008D3573">
        <w:trPr>
          <w:cantSplit/>
        </w:trPr>
        <w:tc>
          <w:tcPr>
            <w:tcW w:w="1987" w:type="dxa"/>
            <w:vMerge/>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20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30</w:t>
            </w:r>
          </w:p>
        </w:tc>
        <w:tc>
          <w:tcPr>
            <w:tcW w:w="1988"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40</w:t>
            </w:r>
          </w:p>
        </w:tc>
      </w:tr>
      <w:tr w:rsidR="00EE4FAD" w:rsidRPr="008D3573">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3</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700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1000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1230</w:t>
            </w:r>
          </w:p>
        </w:tc>
        <w:tc>
          <w:tcPr>
            <w:tcW w:w="1988"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1410</w:t>
            </w:r>
          </w:p>
        </w:tc>
      </w:tr>
      <w:tr w:rsidR="00EE4FAD" w:rsidRPr="008D3573">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6</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1000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1410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1730</w:t>
            </w:r>
          </w:p>
        </w:tc>
        <w:tc>
          <w:tcPr>
            <w:tcW w:w="1988"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2000</w:t>
            </w:r>
          </w:p>
        </w:tc>
      </w:tr>
      <w:tr w:rsidR="00EE4FAD" w:rsidRPr="008D3573">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9</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1200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1720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2120</w:t>
            </w:r>
          </w:p>
        </w:tc>
        <w:tc>
          <w:tcPr>
            <w:tcW w:w="1988"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2450</w:t>
            </w:r>
          </w:p>
        </w:tc>
      </w:tr>
      <w:tr w:rsidR="00EE4FAD" w:rsidRPr="008D3573">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12</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1400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2000</w:t>
            </w:r>
          </w:p>
        </w:tc>
        <w:tc>
          <w:tcPr>
            <w:tcW w:w="1987"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2450</w:t>
            </w:r>
          </w:p>
        </w:tc>
        <w:tc>
          <w:tcPr>
            <w:tcW w:w="1988" w:type="dxa"/>
            <w:tcBorders>
              <w:top w:val="single" w:sz="4" w:space="0" w:color="auto"/>
              <w:left w:val="single" w:sz="4" w:space="0" w:color="auto"/>
              <w:bottom w:val="single" w:sz="4" w:space="0" w:color="auto"/>
              <w:right w:val="single" w:sz="4" w:space="0" w:color="auto"/>
            </w:tcBorders>
            <w:vAlign w:val="center"/>
          </w:tcPr>
          <w:p w:rsidR="00EE4FAD" w:rsidRPr="008D3573" w:rsidRDefault="00EE4FAD" w:rsidP="00EE4FAD">
            <w:pPr>
              <w:keepNext/>
              <w:jc w:val="center"/>
              <w:rPr>
                <w:sz w:val="28"/>
                <w:szCs w:val="28"/>
              </w:rPr>
            </w:pPr>
            <w:r w:rsidRPr="008D3573">
              <w:rPr>
                <w:sz w:val="28"/>
                <w:szCs w:val="28"/>
              </w:rPr>
              <w:t>2820</w:t>
            </w:r>
          </w:p>
        </w:tc>
      </w:tr>
    </w:tbl>
    <w:p w:rsidR="00EE4FAD" w:rsidRPr="008D3573" w:rsidRDefault="00EE4FAD" w:rsidP="00EE4FAD">
      <w:pPr>
        <w:spacing w:line="360" w:lineRule="auto"/>
        <w:ind w:firstLine="360"/>
        <w:jc w:val="both"/>
        <w:rPr>
          <w:sz w:val="28"/>
          <w:szCs w:val="28"/>
        </w:rPr>
      </w:pPr>
    </w:p>
    <w:p w:rsidR="00EE4FAD" w:rsidRPr="008D3573" w:rsidRDefault="00EE4FAD" w:rsidP="00EE4FAD">
      <w:pPr>
        <w:ind w:firstLine="540"/>
        <w:jc w:val="both"/>
        <w:rPr>
          <w:sz w:val="28"/>
          <w:szCs w:val="28"/>
        </w:rPr>
      </w:pPr>
      <w:r w:rsidRPr="008D3573">
        <w:rPr>
          <w:sz w:val="28"/>
          <w:szCs w:val="28"/>
        </w:rPr>
        <w:t xml:space="preserve">Данная таблица является простейшим примером производственной функции, которая показывает взаимосвязь между двумя факторами производства. </w:t>
      </w:r>
    </w:p>
    <w:p w:rsidR="00EE4FAD" w:rsidRPr="008D3573" w:rsidRDefault="00EE4FAD" w:rsidP="00EE4FAD">
      <w:pPr>
        <w:jc w:val="both"/>
        <w:rPr>
          <w:sz w:val="28"/>
          <w:szCs w:val="28"/>
        </w:rPr>
      </w:pPr>
      <w:r w:rsidRPr="008D3573">
        <w:rPr>
          <w:sz w:val="28"/>
          <w:szCs w:val="28"/>
        </w:rPr>
        <w:t xml:space="preserve">        При определенном уровне знаний и техники увеличение вложения одного фактора производства при неизменном количестве остальных факторов ведет к </w:t>
      </w:r>
      <w:r w:rsidRPr="008D3573">
        <w:rPr>
          <w:bCs/>
          <w:sz w:val="28"/>
          <w:szCs w:val="28"/>
        </w:rPr>
        <w:t>убывающей производительности этого фактора производства</w:t>
      </w:r>
      <w:r w:rsidRPr="008D3573">
        <w:rPr>
          <w:sz w:val="28"/>
          <w:szCs w:val="28"/>
        </w:rPr>
        <w:t xml:space="preserve"> (рис. 3).</w:t>
      </w:r>
    </w:p>
    <w:p w:rsidR="00EE4FAD" w:rsidRPr="008D3573" w:rsidRDefault="005D1198" w:rsidP="00EE4FAD">
      <w:pPr>
        <w:ind w:firstLine="540"/>
        <w:jc w:val="both"/>
        <w:rPr>
          <w:sz w:val="28"/>
          <w:szCs w:val="28"/>
        </w:rPr>
      </w:pPr>
      <w:r>
        <w:rPr>
          <w:sz w:val="28"/>
          <w:szCs w:val="28"/>
        </w:rPr>
        <w:pict>
          <v:shape id="_x0000_i1029" type="#_x0000_t75" style="width:234pt;height:162.75pt">
            <v:imagedata r:id="rId13" o:title=""/>
          </v:shape>
        </w:pict>
      </w:r>
    </w:p>
    <w:p w:rsidR="00EE4FAD" w:rsidRPr="008D3573" w:rsidRDefault="00EE4FAD" w:rsidP="00EE4FAD">
      <w:pPr>
        <w:ind w:firstLine="540"/>
        <w:jc w:val="both"/>
        <w:rPr>
          <w:b/>
          <w:bCs/>
          <w:noProof/>
          <w:sz w:val="28"/>
          <w:szCs w:val="28"/>
        </w:rPr>
      </w:pPr>
      <w:r w:rsidRPr="008D3573">
        <w:rPr>
          <w:b/>
          <w:bCs/>
          <w:sz w:val="28"/>
          <w:szCs w:val="28"/>
        </w:rPr>
        <w:t>Рис.</w:t>
      </w:r>
      <w:r w:rsidRPr="008D3573">
        <w:rPr>
          <w:b/>
          <w:bCs/>
          <w:noProof/>
          <w:sz w:val="28"/>
          <w:szCs w:val="28"/>
        </w:rPr>
        <w:t xml:space="preserve"> 3. Убывающая производительность фактора производства.</w:t>
      </w:r>
    </w:p>
    <w:p w:rsidR="00EE4FAD" w:rsidRPr="008D3573" w:rsidRDefault="00EE4FAD" w:rsidP="00EE4FAD">
      <w:pPr>
        <w:ind w:firstLine="540"/>
        <w:jc w:val="both"/>
        <w:rPr>
          <w:b/>
          <w:bCs/>
          <w:noProof/>
          <w:sz w:val="28"/>
          <w:szCs w:val="28"/>
        </w:rPr>
      </w:pPr>
    </w:p>
    <w:p w:rsidR="0022723B" w:rsidRPr="008D3573" w:rsidRDefault="0022723B" w:rsidP="0022723B">
      <w:pPr>
        <w:jc w:val="both"/>
        <w:rPr>
          <w:sz w:val="28"/>
          <w:szCs w:val="28"/>
        </w:rPr>
      </w:pPr>
      <w:r w:rsidRPr="008D3573">
        <w:rPr>
          <w:sz w:val="28"/>
          <w:szCs w:val="28"/>
        </w:rPr>
        <w:t xml:space="preserve">         График на рис. 3 иллюстрирует ситуацию, когда один фактор является переменным (труд), а другой — постоянным (капитал, в данном случае станки). Вначале предельный (дополнительный) продукт (МР) имеет некоторую тенденцию к возрастанию — ведь две или три ткачихи лучше обслужат станки, чем одна ткачиха. Но по мере увеличения найма работниц (при неизменном станочном парке) предельный продукт начнет уменьшаться, так как все большее количество переменного фактора (труда) будет соединяться с неизменным количеством капитала. Наём работниц будет продолжаться до определенного предела. Этим пределом является сложившийся уровень рыночной цены труда, т. е. заработная плата. Этот уровень и подскажет предпринимателю, что необходимо прекратить наём на той работнице, чей </w:t>
      </w:r>
      <w:r w:rsidRPr="008D3573">
        <w:rPr>
          <w:bCs/>
          <w:sz w:val="28"/>
          <w:szCs w:val="28"/>
        </w:rPr>
        <w:t>предельный продукт в денежном выражении в точности равен заработной плате</w:t>
      </w:r>
      <w:r w:rsidRPr="008D3573">
        <w:rPr>
          <w:sz w:val="28"/>
          <w:szCs w:val="28"/>
        </w:rPr>
        <w:t>.</w:t>
      </w:r>
    </w:p>
    <w:p w:rsidR="0022723B" w:rsidRPr="008D3573" w:rsidRDefault="0022723B" w:rsidP="0022723B">
      <w:pPr>
        <w:jc w:val="both"/>
        <w:rPr>
          <w:sz w:val="28"/>
          <w:szCs w:val="28"/>
        </w:rPr>
      </w:pPr>
      <w:r w:rsidRPr="008D3573">
        <w:rPr>
          <w:sz w:val="28"/>
          <w:szCs w:val="28"/>
        </w:rPr>
        <w:t xml:space="preserve">         Предельный продукт n-й работницы (он заштрихован) соответствует заработной плате (W). </w:t>
      </w:r>
      <w:r w:rsidRPr="008D3573">
        <w:rPr>
          <w:bCs/>
          <w:sz w:val="28"/>
          <w:szCs w:val="28"/>
        </w:rPr>
        <w:t>Предельная производительность n-го работника является мерой вклада труда (L) в производство продукта.</w:t>
      </w:r>
      <w:r w:rsidRPr="008D3573">
        <w:rPr>
          <w:sz w:val="28"/>
          <w:szCs w:val="28"/>
        </w:rPr>
        <w:t xml:space="preserve"> Здесь действует принцип конкурентного поведения: хозяйствующий субъект в рыночной экономике должен постоянно сравнивать свои предельные доходы и предельные издержки. Предельные издержки в данном случае — это заработная плата, которую выплачивает предприниматель, а предельные доходы — это предельный продукт в денежной форме, создаваемый каждой дополнительной единицей труда. </w:t>
      </w:r>
    </w:p>
    <w:p w:rsidR="0022723B" w:rsidRPr="008D3573" w:rsidRDefault="00A158F3" w:rsidP="0022723B">
      <w:pPr>
        <w:jc w:val="both"/>
        <w:rPr>
          <w:sz w:val="28"/>
          <w:szCs w:val="28"/>
        </w:rPr>
      </w:pPr>
      <w:r w:rsidRPr="008D3573">
        <w:rPr>
          <w:sz w:val="28"/>
          <w:szCs w:val="28"/>
        </w:rPr>
        <w:t xml:space="preserve">           </w:t>
      </w:r>
      <w:r w:rsidR="0022723B" w:rsidRPr="008D3573">
        <w:rPr>
          <w:sz w:val="28"/>
          <w:szCs w:val="28"/>
        </w:rPr>
        <w:t xml:space="preserve"> Равновесие наступает, когда MRP = W. В условиях совершенной конкуренции заработная плата, выплачиваемая фирмой наемному работнику, равна предельным издержкам на приобретение ресурса (MRC). Поэтому формулу можно записать и так: MRP = MRC.</w:t>
      </w:r>
    </w:p>
    <w:p w:rsidR="00770E43" w:rsidRPr="008D3573" w:rsidRDefault="00770E43" w:rsidP="00770E43">
      <w:pPr>
        <w:ind w:firstLine="540"/>
        <w:jc w:val="both"/>
        <w:rPr>
          <w:sz w:val="28"/>
          <w:szCs w:val="28"/>
        </w:rPr>
      </w:pPr>
      <w:r w:rsidRPr="008D3573">
        <w:rPr>
          <w:sz w:val="28"/>
          <w:szCs w:val="28"/>
        </w:rPr>
        <w:t xml:space="preserve">Допустим, что цена единицы выпускаемой продукции составляет 400 р., а сложившийся уровень заработной платы в данной отрасли — 60 000 р. Тогда (в условиях совершенной конкуренции на рынке труда) только при найме 4-го работника будет соблюдаться правило: </w:t>
      </w:r>
      <w:r w:rsidRPr="008D3573">
        <w:rPr>
          <w:sz w:val="28"/>
          <w:szCs w:val="28"/>
          <w:lang w:val="en-US"/>
        </w:rPr>
        <w:t>MRP</w:t>
      </w:r>
      <w:r w:rsidRPr="008D3573">
        <w:rPr>
          <w:sz w:val="28"/>
          <w:szCs w:val="28"/>
        </w:rPr>
        <w:t xml:space="preserve"> = </w:t>
      </w:r>
      <w:r w:rsidRPr="008D3573">
        <w:rPr>
          <w:sz w:val="28"/>
          <w:szCs w:val="28"/>
          <w:lang w:val="en-US"/>
        </w:rPr>
        <w:t>W</w:t>
      </w:r>
      <w:r w:rsidRPr="008D3573">
        <w:rPr>
          <w:sz w:val="28"/>
          <w:szCs w:val="28"/>
        </w:rPr>
        <w:t xml:space="preserve">, т. е. в нашем примере </w:t>
      </w:r>
      <w:r w:rsidRPr="008D3573">
        <w:rPr>
          <w:sz w:val="28"/>
          <w:szCs w:val="28"/>
          <w:lang w:val="en-US"/>
        </w:rPr>
        <w:t>MRP</w:t>
      </w:r>
      <w:r w:rsidRPr="008D3573">
        <w:rPr>
          <w:sz w:val="28"/>
          <w:szCs w:val="28"/>
        </w:rPr>
        <w:t xml:space="preserve"> равен 60 000р (150р.*400р.), что и соответствует величине заработной платы 60 000р.</w:t>
      </w:r>
    </w:p>
    <w:p w:rsidR="00770E43" w:rsidRPr="008D3573" w:rsidRDefault="00770E43" w:rsidP="00770E43">
      <w:pPr>
        <w:ind w:firstLine="540"/>
        <w:jc w:val="both"/>
        <w:rPr>
          <w:sz w:val="28"/>
          <w:szCs w:val="28"/>
        </w:rPr>
      </w:pPr>
      <w:r w:rsidRPr="008D3573">
        <w:rPr>
          <w:sz w:val="28"/>
          <w:szCs w:val="28"/>
        </w:rPr>
        <w:t>Концепция предельной производительности помогает решить проблему минимизации издержек производства, когда два фактора являются переменными — и труд, и капитал. Для нахождения оптимального сочетания станков и ткачих на фабрике в нашем примере необходимо сравнить физический объем предельного продукта труда с ценой труда, а физический объем предельного продукта станка с ценой станка. Замещение одного фактора производства другим целесообразно проводить до тех пор, пока физический объем предельного продукта фактора производства не окажется пропорциональным цене этого фактора.</w:t>
      </w:r>
    </w:p>
    <w:p w:rsidR="00706F15" w:rsidRPr="008D3573" w:rsidRDefault="00706F15" w:rsidP="00706F15">
      <w:pPr>
        <w:ind w:firstLine="540"/>
        <w:jc w:val="both"/>
        <w:rPr>
          <w:sz w:val="28"/>
          <w:szCs w:val="28"/>
        </w:rPr>
      </w:pPr>
      <w:r w:rsidRPr="008D3573">
        <w:rPr>
          <w:sz w:val="28"/>
          <w:szCs w:val="28"/>
        </w:rPr>
        <w:t xml:space="preserve">Максимум прибыли фирма получает, если вовлекает в производство такое количество работников, которое обеспечивает равенство </w:t>
      </w:r>
      <w:r w:rsidRPr="008D3573">
        <w:rPr>
          <w:sz w:val="28"/>
          <w:szCs w:val="28"/>
          <w:lang w:val="en-US"/>
        </w:rPr>
        <w:t>MRP</w:t>
      </w:r>
      <w:r w:rsidRPr="008D3573">
        <w:rPr>
          <w:sz w:val="28"/>
          <w:szCs w:val="28"/>
        </w:rPr>
        <w:t xml:space="preserve"> (труда) и </w:t>
      </w:r>
      <w:r w:rsidRPr="008D3573">
        <w:rPr>
          <w:sz w:val="28"/>
          <w:szCs w:val="28"/>
          <w:lang w:val="en-US"/>
        </w:rPr>
        <w:t>W</w:t>
      </w:r>
      <w:r w:rsidRPr="008D3573">
        <w:rPr>
          <w:sz w:val="28"/>
          <w:szCs w:val="28"/>
        </w:rPr>
        <w:t xml:space="preserve">, где </w:t>
      </w:r>
      <w:r w:rsidRPr="008D3573">
        <w:rPr>
          <w:sz w:val="28"/>
          <w:szCs w:val="28"/>
          <w:lang w:val="en-US"/>
        </w:rPr>
        <w:t>W</w:t>
      </w:r>
      <w:r w:rsidRPr="008D3573">
        <w:rPr>
          <w:sz w:val="28"/>
          <w:szCs w:val="28"/>
        </w:rPr>
        <w:t xml:space="preserve"> — это цена труда, или заработная плата. Эту величину можно обозначить и как Р</w:t>
      </w:r>
      <w:r w:rsidRPr="008D3573">
        <w:rPr>
          <w:sz w:val="28"/>
          <w:szCs w:val="28"/>
          <w:vertAlign w:val="subscript"/>
          <w:lang w:val="en-US"/>
        </w:rPr>
        <w:t>L</w:t>
      </w:r>
      <w:r w:rsidRPr="008D3573">
        <w:rPr>
          <w:sz w:val="28"/>
          <w:szCs w:val="28"/>
        </w:rPr>
        <w:t xml:space="preserve"> (цена труда).</w:t>
      </w:r>
    </w:p>
    <w:p w:rsidR="00706F15" w:rsidRPr="008D3573" w:rsidRDefault="00706F15" w:rsidP="00706F15">
      <w:pPr>
        <w:ind w:firstLine="540"/>
        <w:jc w:val="both"/>
        <w:rPr>
          <w:sz w:val="28"/>
          <w:szCs w:val="28"/>
        </w:rPr>
      </w:pPr>
      <w:r w:rsidRPr="008D3573">
        <w:rPr>
          <w:sz w:val="28"/>
          <w:szCs w:val="28"/>
        </w:rPr>
        <w:t xml:space="preserve">Тот же принцип сохраняется при вовлечении в производство дополнительных единиц капитала, т. е. </w:t>
      </w:r>
      <w:r w:rsidRPr="008D3573">
        <w:rPr>
          <w:sz w:val="28"/>
          <w:szCs w:val="28"/>
          <w:lang w:val="en-US"/>
        </w:rPr>
        <w:t>MRP</w:t>
      </w:r>
      <w:r w:rsidRPr="008D3573">
        <w:rPr>
          <w:sz w:val="28"/>
          <w:szCs w:val="28"/>
        </w:rPr>
        <w:t xml:space="preserve"> (капитала) = </w:t>
      </w:r>
      <w:r w:rsidRPr="008D3573">
        <w:rPr>
          <w:sz w:val="28"/>
          <w:szCs w:val="28"/>
          <w:lang w:val="en-US"/>
        </w:rPr>
        <w:t>Pc</w:t>
      </w:r>
      <w:r w:rsidRPr="008D3573">
        <w:rPr>
          <w:sz w:val="28"/>
          <w:szCs w:val="28"/>
        </w:rPr>
        <w:t xml:space="preserve">, где символом </w:t>
      </w:r>
      <w:r w:rsidRPr="008D3573">
        <w:rPr>
          <w:sz w:val="28"/>
          <w:szCs w:val="28"/>
          <w:lang w:val="en-US"/>
        </w:rPr>
        <w:t>Pc</w:t>
      </w:r>
      <w:r w:rsidRPr="008D3573">
        <w:rPr>
          <w:sz w:val="28"/>
          <w:szCs w:val="28"/>
        </w:rPr>
        <w:t xml:space="preserve"> обозначается цена капитала.</w:t>
      </w:r>
    </w:p>
    <w:p w:rsidR="00706F15" w:rsidRPr="008D3573" w:rsidRDefault="00706F15" w:rsidP="00706F15">
      <w:pPr>
        <w:ind w:firstLine="540"/>
        <w:jc w:val="both"/>
        <w:rPr>
          <w:sz w:val="28"/>
          <w:szCs w:val="28"/>
        </w:rPr>
      </w:pPr>
      <w:r w:rsidRPr="008D3573">
        <w:rPr>
          <w:sz w:val="28"/>
          <w:szCs w:val="28"/>
        </w:rPr>
        <w:t>Итак, максимум прибыли будет обеспечен при условии:</w:t>
      </w:r>
    </w:p>
    <w:p w:rsidR="00706F15" w:rsidRPr="008D3573" w:rsidRDefault="00706F15" w:rsidP="00706F15">
      <w:pPr>
        <w:ind w:firstLine="540"/>
        <w:jc w:val="both"/>
        <w:rPr>
          <w:sz w:val="28"/>
          <w:szCs w:val="28"/>
        </w:rPr>
      </w:pPr>
    </w:p>
    <w:p w:rsidR="00706F15" w:rsidRPr="008D3573" w:rsidRDefault="00706F15" w:rsidP="00706F15">
      <w:pPr>
        <w:ind w:firstLine="540"/>
        <w:jc w:val="both"/>
        <w:rPr>
          <w:sz w:val="28"/>
          <w:szCs w:val="28"/>
        </w:rPr>
      </w:pPr>
      <w:r w:rsidRPr="008D3573">
        <w:rPr>
          <w:sz w:val="28"/>
          <w:szCs w:val="28"/>
        </w:rPr>
        <w:t xml:space="preserve">                     </w:t>
      </w:r>
      <w:r w:rsidRPr="008D3573">
        <w:rPr>
          <w:sz w:val="28"/>
          <w:szCs w:val="28"/>
          <w:lang w:val="en-US"/>
        </w:rPr>
        <w:t>MRP</w:t>
      </w:r>
      <w:r w:rsidRPr="008D3573">
        <w:rPr>
          <w:sz w:val="28"/>
          <w:szCs w:val="28"/>
        </w:rPr>
        <w:t xml:space="preserve"> </w:t>
      </w:r>
      <w:r w:rsidRPr="008D3573">
        <w:rPr>
          <w:sz w:val="28"/>
          <w:szCs w:val="28"/>
          <w:vertAlign w:val="subscript"/>
        </w:rPr>
        <w:t>(труда)</w:t>
      </w:r>
      <w:r w:rsidRPr="008D3573">
        <w:rPr>
          <w:sz w:val="28"/>
          <w:szCs w:val="28"/>
          <w:vertAlign w:val="subscript"/>
        </w:rPr>
        <w:tab/>
      </w:r>
      <w:r w:rsidRPr="008D3573">
        <w:rPr>
          <w:sz w:val="28"/>
          <w:szCs w:val="28"/>
          <w:lang w:val="en-US"/>
        </w:rPr>
        <w:t>MRP</w:t>
      </w:r>
      <w:r w:rsidRPr="008D3573">
        <w:rPr>
          <w:sz w:val="28"/>
          <w:szCs w:val="28"/>
        </w:rPr>
        <w:t xml:space="preserve"> </w:t>
      </w:r>
      <w:r w:rsidRPr="008D3573">
        <w:rPr>
          <w:sz w:val="28"/>
          <w:szCs w:val="28"/>
          <w:vertAlign w:val="subscript"/>
        </w:rPr>
        <w:t>(капитала)</w:t>
      </w:r>
    </w:p>
    <w:p w:rsidR="00706F15" w:rsidRPr="008D3573" w:rsidRDefault="00706F15" w:rsidP="00706F15">
      <w:pPr>
        <w:ind w:firstLine="540"/>
        <w:jc w:val="both"/>
        <w:rPr>
          <w:sz w:val="28"/>
          <w:szCs w:val="28"/>
        </w:rPr>
      </w:pPr>
      <w:r w:rsidRPr="008D3573">
        <w:rPr>
          <w:sz w:val="28"/>
          <w:szCs w:val="28"/>
        </w:rPr>
        <w:t xml:space="preserve">          ---------------------</w:t>
      </w:r>
      <w:r w:rsidRPr="008D3573">
        <w:rPr>
          <w:sz w:val="28"/>
          <w:szCs w:val="28"/>
          <w:lang w:val="en-US"/>
        </w:rPr>
        <w:t>  </w:t>
      </w:r>
      <w:r w:rsidRPr="008D3573">
        <w:rPr>
          <w:sz w:val="28"/>
          <w:szCs w:val="28"/>
        </w:rPr>
        <w:t>=</w:t>
      </w:r>
      <w:r w:rsidRPr="008D3573">
        <w:rPr>
          <w:sz w:val="28"/>
          <w:szCs w:val="28"/>
          <w:lang w:val="en-US"/>
        </w:rPr>
        <w:t>  </w:t>
      </w:r>
      <w:r w:rsidRPr="008D3573">
        <w:rPr>
          <w:sz w:val="28"/>
          <w:szCs w:val="28"/>
        </w:rPr>
        <w:t>-----------------------</w:t>
      </w:r>
      <w:r w:rsidRPr="008D3573">
        <w:rPr>
          <w:sz w:val="28"/>
          <w:szCs w:val="28"/>
          <w:lang w:val="en-US"/>
        </w:rPr>
        <w:t>  </w:t>
      </w:r>
      <w:r w:rsidRPr="008D3573">
        <w:rPr>
          <w:sz w:val="28"/>
          <w:szCs w:val="28"/>
        </w:rPr>
        <w:t>=  1</w:t>
      </w:r>
    </w:p>
    <w:p w:rsidR="00706F15" w:rsidRPr="008D3573" w:rsidRDefault="00706F15" w:rsidP="00706F15">
      <w:pPr>
        <w:ind w:firstLine="540"/>
        <w:jc w:val="both"/>
        <w:rPr>
          <w:sz w:val="28"/>
          <w:szCs w:val="28"/>
        </w:rPr>
      </w:pPr>
      <w:r w:rsidRPr="008D3573">
        <w:rPr>
          <w:sz w:val="28"/>
          <w:szCs w:val="28"/>
        </w:rPr>
        <w:t xml:space="preserve">                            Р</w:t>
      </w:r>
      <w:r w:rsidRPr="008D3573">
        <w:rPr>
          <w:sz w:val="28"/>
          <w:szCs w:val="28"/>
          <w:vertAlign w:val="subscript"/>
          <w:lang w:val="en-US"/>
        </w:rPr>
        <w:t>L</w:t>
      </w:r>
      <w:r w:rsidRPr="008D3573">
        <w:rPr>
          <w:sz w:val="28"/>
          <w:szCs w:val="28"/>
          <w:vertAlign w:val="subscript"/>
        </w:rPr>
        <w:tab/>
        <w:t xml:space="preserve">                           </w:t>
      </w:r>
      <w:r w:rsidRPr="008D3573">
        <w:rPr>
          <w:sz w:val="28"/>
          <w:szCs w:val="28"/>
        </w:rPr>
        <w:t>Р</w:t>
      </w:r>
      <w:r w:rsidRPr="008D3573">
        <w:rPr>
          <w:sz w:val="28"/>
          <w:szCs w:val="28"/>
          <w:vertAlign w:val="subscript"/>
          <w:lang w:val="en-US"/>
        </w:rPr>
        <w:t>L</w:t>
      </w:r>
    </w:p>
    <w:p w:rsidR="00706F15" w:rsidRPr="008D3573" w:rsidRDefault="00706F15" w:rsidP="00706F15">
      <w:pPr>
        <w:ind w:firstLine="540"/>
        <w:jc w:val="both"/>
        <w:rPr>
          <w:sz w:val="28"/>
          <w:szCs w:val="28"/>
        </w:rPr>
      </w:pPr>
    </w:p>
    <w:p w:rsidR="00706F15" w:rsidRPr="008D3573" w:rsidRDefault="00706F15" w:rsidP="00706F15">
      <w:pPr>
        <w:ind w:firstLine="540"/>
        <w:jc w:val="both"/>
        <w:rPr>
          <w:sz w:val="28"/>
          <w:szCs w:val="28"/>
        </w:rPr>
      </w:pPr>
      <w:r w:rsidRPr="008D3573">
        <w:rPr>
          <w:sz w:val="28"/>
          <w:szCs w:val="28"/>
        </w:rPr>
        <w:t>В этом уравнении выражается следующая закономерность: включая в производство дополнительное количество земли или труда, закупая машины, оборудование, сырье, предприниматель для максимизации прибыли должен придерживаться правила: доход от предельного продукта, получаемого за счет дополнительного вложения какого-либо фактора производства, должен равняться рыночной цене этого фактора.</w:t>
      </w:r>
    </w:p>
    <w:p w:rsidR="00706F15" w:rsidRPr="008D3573" w:rsidRDefault="00706F15" w:rsidP="00706F15">
      <w:pPr>
        <w:ind w:firstLine="540"/>
        <w:jc w:val="both"/>
        <w:rPr>
          <w:sz w:val="28"/>
          <w:szCs w:val="28"/>
        </w:rPr>
      </w:pPr>
      <w:r w:rsidRPr="008D3573">
        <w:rPr>
          <w:sz w:val="28"/>
          <w:szCs w:val="28"/>
        </w:rPr>
        <w:t>Соблюдение этого правила говорит о том, что производство осуществляется эффективным образом и отсутствуют потери в использовании факторов производства. В связи с этим в позитивной экономической теории не существует самого понятия эксплуатации труда, поскольку цена труда равна доходу от предельного продукта труда. Об эксплуатации можно говорить лишь тогда, когда Р</w:t>
      </w:r>
      <w:r w:rsidRPr="008D3573">
        <w:rPr>
          <w:sz w:val="28"/>
          <w:szCs w:val="28"/>
          <w:lang w:val="en-US"/>
        </w:rPr>
        <w:t> </w:t>
      </w:r>
      <w:r w:rsidRPr="008D3573">
        <w:rPr>
          <w:sz w:val="28"/>
          <w:szCs w:val="28"/>
        </w:rPr>
        <w:t>&lt;</w:t>
      </w:r>
      <w:r w:rsidRPr="008D3573">
        <w:rPr>
          <w:sz w:val="28"/>
          <w:szCs w:val="28"/>
          <w:lang w:val="en-US"/>
        </w:rPr>
        <w:t> MRP</w:t>
      </w:r>
      <w:r w:rsidRPr="008D3573">
        <w:rPr>
          <w:sz w:val="28"/>
          <w:szCs w:val="28"/>
        </w:rPr>
        <w:t xml:space="preserve"> на рынке труда, т. е. когда наниматель обладает определенной монопольной властью.</w:t>
      </w:r>
    </w:p>
    <w:p w:rsidR="00706F15" w:rsidRDefault="00706F15"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Default="00EC6D37" w:rsidP="00706F15">
      <w:pPr>
        <w:ind w:firstLine="540"/>
        <w:jc w:val="both"/>
        <w:rPr>
          <w:sz w:val="28"/>
          <w:szCs w:val="28"/>
          <w:lang w:val="en-US"/>
        </w:rPr>
      </w:pPr>
    </w:p>
    <w:p w:rsidR="00EC6D37" w:rsidRPr="00EC6D37" w:rsidRDefault="00EC6D37" w:rsidP="00706F15">
      <w:pPr>
        <w:ind w:firstLine="540"/>
        <w:jc w:val="both"/>
        <w:rPr>
          <w:sz w:val="28"/>
          <w:szCs w:val="28"/>
          <w:lang w:val="en-US"/>
        </w:rPr>
      </w:pPr>
    </w:p>
    <w:p w:rsidR="00EE4FAD" w:rsidRPr="008D3573" w:rsidRDefault="00EE4FAD"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Pr="008D3573" w:rsidRDefault="007F1967" w:rsidP="00706F15">
      <w:pPr>
        <w:ind w:firstLine="540"/>
        <w:jc w:val="both"/>
        <w:rPr>
          <w:sz w:val="28"/>
          <w:szCs w:val="28"/>
          <w:vertAlign w:val="superscript"/>
        </w:rPr>
      </w:pPr>
    </w:p>
    <w:p w:rsidR="007F1967" w:rsidRDefault="007F1967" w:rsidP="00706F15">
      <w:pPr>
        <w:ind w:firstLine="540"/>
        <w:jc w:val="both"/>
        <w:rPr>
          <w:b/>
          <w:sz w:val="28"/>
          <w:szCs w:val="28"/>
          <w:lang w:val="en-US"/>
        </w:rPr>
      </w:pPr>
      <w:r w:rsidRPr="008D3573">
        <w:rPr>
          <w:b/>
          <w:sz w:val="28"/>
          <w:szCs w:val="28"/>
        </w:rPr>
        <w:t xml:space="preserve">  Заключение</w:t>
      </w:r>
    </w:p>
    <w:p w:rsidR="00EC6D37" w:rsidRPr="00EC6D37" w:rsidRDefault="00EC6D37" w:rsidP="00706F15">
      <w:pPr>
        <w:ind w:firstLine="540"/>
        <w:jc w:val="both"/>
        <w:rPr>
          <w:b/>
          <w:sz w:val="28"/>
          <w:szCs w:val="28"/>
          <w:lang w:val="en-US"/>
        </w:rPr>
      </w:pPr>
    </w:p>
    <w:p w:rsidR="007F1967" w:rsidRPr="008D3573" w:rsidRDefault="007F1967" w:rsidP="00442D40">
      <w:pPr>
        <w:ind w:firstLine="540"/>
        <w:jc w:val="both"/>
        <w:rPr>
          <w:b/>
          <w:sz w:val="28"/>
          <w:szCs w:val="28"/>
        </w:rPr>
      </w:pPr>
    </w:p>
    <w:p w:rsidR="00442D40" w:rsidRPr="008D3573" w:rsidRDefault="00442D40" w:rsidP="00442D40">
      <w:pPr>
        <w:jc w:val="both"/>
        <w:rPr>
          <w:sz w:val="28"/>
          <w:szCs w:val="28"/>
        </w:rPr>
      </w:pPr>
      <w:r w:rsidRPr="008D3573">
        <w:rPr>
          <w:sz w:val="28"/>
          <w:szCs w:val="28"/>
        </w:rPr>
        <w:t xml:space="preserve">         Политическая экономия выделяет четыре фактора производства</w:t>
      </w:r>
      <w:r w:rsidRPr="008D3573">
        <w:rPr>
          <w:noProof/>
          <w:sz w:val="28"/>
          <w:szCs w:val="28"/>
        </w:rPr>
        <w:t xml:space="preserve"> -</w:t>
      </w:r>
      <w:r w:rsidRPr="008D3573">
        <w:rPr>
          <w:sz w:val="28"/>
          <w:szCs w:val="28"/>
        </w:rPr>
        <w:t xml:space="preserve"> труд, капи</w:t>
      </w:r>
      <w:r w:rsidRPr="008D3573">
        <w:rPr>
          <w:sz w:val="28"/>
          <w:szCs w:val="28"/>
        </w:rPr>
        <w:softHyphen/>
        <w:t>тал, землю и предпринимательские способности.</w:t>
      </w:r>
    </w:p>
    <w:p w:rsidR="00442D40" w:rsidRPr="008D3573" w:rsidRDefault="00442D40" w:rsidP="00442D40">
      <w:pPr>
        <w:jc w:val="both"/>
        <w:rPr>
          <w:sz w:val="28"/>
          <w:szCs w:val="28"/>
        </w:rPr>
      </w:pPr>
      <w:r w:rsidRPr="008D3573">
        <w:rPr>
          <w:sz w:val="28"/>
          <w:szCs w:val="28"/>
        </w:rPr>
        <w:t xml:space="preserve">        Основоположники различных экономических учений предавали большое значение тому или иному фактору. Так, К. Маркс считал основным фактором труд, а остальные были для него зависимыми от труда. Создатель теории предельной производительной труда Дж. Б. Кларк признавал лишь два фактора производства</w:t>
      </w:r>
      <w:r w:rsidRPr="008D3573">
        <w:rPr>
          <w:noProof/>
          <w:sz w:val="28"/>
          <w:szCs w:val="28"/>
        </w:rPr>
        <w:t xml:space="preserve"> -</w:t>
      </w:r>
      <w:r w:rsidRPr="008D3573">
        <w:rPr>
          <w:sz w:val="28"/>
          <w:szCs w:val="28"/>
        </w:rPr>
        <w:t xml:space="preserve"> труд и капитал, а представитель австрийской школы Э. Бём-Баверк</w:t>
      </w:r>
      <w:r w:rsidRPr="008D3573">
        <w:rPr>
          <w:noProof/>
          <w:sz w:val="28"/>
          <w:szCs w:val="28"/>
        </w:rPr>
        <w:t xml:space="preserve"> -</w:t>
      </w:r>
      <w:r w:rsidRPr="008D3573">
        <w:rPr>
          <w:sz w:val="28"/>
          <w:szCs w:val="28"/>
        </w:rPr>
        <w:t xml:space="preserve"> природу и капитал.</w:t>
      </w:r>
    </w:p>
    <w:p w:rsidR="00442D40" w:rsidRPr="008D3573" w:rsidRDefault="00442D40" w:rsidP="00442D40">
      <w:pPr>
        <w:jc w:val="both"/>
        <w:rPr>
          <w:sz w:val="28"/>
          <w:szCs w:val="28"/>
        </w:rPr>
      </w:pPr>
      <w:r w:rsidRPr="008D3573">
        <w:rPr>
          <w:sz w:val="28"/>
          <w:szCs w:val="28"/>
        </w:rPr>
        <w:t xml:space="preserve">         Абстрагируясь от идеологических воззрений, большинство современных ученых-экономистов признают названные факторы производства как основные. Однако рас</w:t>
      </w:r>
      <w:r w:rsidRPr="008D3573">
        <w:rPr>
          <w:sz w:val="28"/>
          <w:szCs w:val="28"/>
        </w:rPr>
        <w:softHyphen/>
        <w:t>сматривают факторы производства не столько как ресурсы (природные, материальные и трудовые), сколько как параметры, оказывающие непосредственное влияние на произ</w:t>
      </w:r>
      <w:r w:rsidRPr="008D3573">
        <w:rPr>
          <w:sz w:val="28"/>
          <w:szCs w:val="28"/>
        </w:rPr>
        <w:softHyphen/>
        <w:t>водство. Такой подход позволяет существенно расширить перечень факторов производ</w:t>
      </w:r>
      <w:r w:rsidRPr="008D3573">
        <w:rPr>
          <w:sz w:val="28"/>
          <w:szCs w:val="28"/>
        </w:rPr>
        <w:softHyphen/>
        <w:t>ства, включив в него технологию, организацию производства, информацию.</w:t>
      </w:r>
    </w:p>
    <w:p w:rsidR="00442D40" w:rsidRPr="008D3573" w:rsidRDefault="00442D40" w:rsidP="00442D40">
      <w:pPr>
        <w:jc w:val="both"/>
        <w:rPr>
          <w:sz w:val="28"/>
          <w:szCs w:val="28"/>
        </w:rPr>
      </w:pPr>
      <w:r w:rsidRPr="008D3573">
        <w:rPr>
          <w:sz w:val="28"/>
          <w:szCs w:val="28"/>
        </w:rPr>
        <w:t xml:space="preserve">         С этих позиций производство может быть представлено как целенаправленный процесс по созданию продукции или оказанию услуги в целях удовлетворения об</w:t>
      </w:r>
      <w:r w:rsidRPr="008D3573">
        <w:rPr>
          <w:sz w:val="28"/>
          <w:szCs w:val="28"/>
        </w:rPr>
        <w:softHyphen/>
        <w:t>щественных и личных потребностей. Иными словами - производственная система</w:t>
      </w:r>
      <w:r w:rsidRPr="008D3573">
        <w:rPr>
          <w:noProof/>
          <w:sz w:val="28"/>
          <w:szCs w:val="28"/>
        </w:rPr>
        <w:t>,</w:t>
      </w:r>
      <w:r w:rsidRPr="008D3573">
        <w:rPr>
          <w:sz w:val="28"/>
          <w:szCs w:val="28"/>
        </w:rPr>
        <w:t xml:space="preserve"> в которой осуществляется трансформация факторов производства в го</w:t>
      </w:r>
      <w:r w:rsidRPr="008D3573">
        <w:rPr>
          <w:sz w:val="28"/>
          <w:szCs w:val="28"/>
        </w:rPr>
        <w:softHyphen/>
        <w:t>товый продукт (изделие или услуга).</w:t>
      </w:r>
    </w:p>
    <w:p w:rsidR="00442D40" w:rsidRPr="008D3573" w:rsidRDefault="00442D40" w:rsidP="00442D40">
      <w:pPr>
        <w:jc w:val="both"/>
        <w:rPr>
          <w:sz w:val="28"/>
          <w:szCs w:val="28"/>
        </w:rPr>
      </w:pPr>
      <w:r w:rsidRPr="008D3573">
        <w:rPr>
          <w:sz w:val="28"/>
          <w:szCs w:val="28"/>
        </w:rPr>
        <w:t xml:space="preserve">          Любая система является совокупностью взаимодействующих комплексов, каждый из которых может быть рассмотрен в качестве самостоятельной си</w:t>
      </w:r>
      <w:r w:rsidRPr="008D3573">
        <w:rPr>
          <w:sz w:val="28"/>
          <w:szCs w:val="28"/>
        </w:rPr>
        <w:softHyphen/>
        <w:t>стемы.</w:t>
      </w:r>
    </w:p>
    <w:p w:rsidR="00442D40" w:rsidRPr="008D3573" w:rsidRDefault="00442D40" w:rsidP="00442D40">
      <w:pPr>
        <w:jc w:val="both"/>
        <w:rPr>
          <w:sz w:val="28"/>
          <w:szCs w:val="28"/>
        </w:rPr>
      </w:pPr>
      <w:r w:rsidRPr="008D3573">
        <w:rPr>
          <w:sz w:val="28"/>
          <w:szCs w:val="28"/>
        </w:rPr>
        <w:t xml:space="preserve">           К фактору</w:t>
      </w:r>
      <w:r w:rsidRPr="008D3573">
        <w:rPr>
          <w:bCs/>
          <w:sz w:val="28"/>
          <w:szCs w:val="28"/>
        </w:rPr>
        <w:t xml:space="preserve"> «земля»</w:t>
      </w:r>
      <w:r w:rsidRPr="008D3573">
        <w:rPr>
          <w:sz w:val="28"/>
          <w:szCs w:val="28"/>
        </w:rPr>
        <w:t xml:space="preserve"> относятся все природно-естественные ресурсы.</w:t>
      </w:r>
    </w:p>
    <w:p w:rsidR="00442D40" w:rsidRPr="008D3573" w:rsidRDefault="00442D40" w:rsidP="00442D40">
      <w:pPr>
        <w:jc w:val="both"/>
        <w:rPr>
          <w:sz w:val="28"/>
          <w:szCs w:val="28"/>
        </w:rPr>
      </w:pPr>
      <w:r w:rsidRPr="008D3573">
        <w:rPr>
          <w:sz w:val="28"/>
          <w:szCs w:val="28"/>
        </w:rPr>
        <w:t xml:space="preserve">           Под фактором</w:t>
      </w:r>
      <w:r w:rsidRPr="008D3573">
        <w:rPr>
          <w:bCs/>
          <w:sz w:val="28"/>
          <w:szCs w:val="28"/>
        </w:rPr>
        <w:t xml:space="preserve"> «труд»</w:t>
      </w:r>
      <w:r w:rsidRPr="008D3573">
        <w:rPr>
          <w:sz w:val="28"/>
          <w:szCs w:val="28"/>
        </w:rPr>
        <w:t xml:space="preserve"> в экономике понимается использование физических и ум</w:t>
      </w:r>
      <w:r w:rsidRPr="008D3573">
        <w:rPr>
          <w:sz w:val="28"/>
          <w:szCs w:val="28"/>
        </w:rPr>
        <w:softHyphen/>
        <w:t>ственных способностей людей, применяемых в производстве товаров и услуг.</w:t>
      </w:r>
    </w:p>
    <w:p w:rsidR="00442D40" w:rsidRPr="008D3573" w:rsidRDefault="00442D40" w:rsidP="00442D40">
      <w:pPr>
        <w:jc w:val="both"/>
        <w:rPr>
          <w:sz w:val="28"/>
          <w:szCs w:val="28"/>
        </w:rPr>
      </w:pPr>
      <w:r w:rsidRPr="008D3573">
        <w:rPr>
          <w:sz w:val="28"/>
          <w:szCs w:val="28"/>
        </w:rPr>
        <w:t xml:space="preserve">          Фактор</w:t>
      </w:r>
      <w:r w:rsidRPr="008D3573">
        <w:rPr>
          <w:bCs/>
          <w:sz w:val="28"/>
          <w:szCs w:val="28"/>
        </w:rPr>
        <w:t xml:space="preserve"> «капитал»</w:t>
      </w:r>
      <w:r w:rsidRPr="008D3573">
        <w:rPr>
          <w:sz w:val="28"/>
          <w:szCs w:val="28"/>
        </w:rPr>
        <w:t xml:space="preserve"> или «инвестиционный ресурс», охватывает деньги, вклады</w:t>
      </w:r>
      <w:r w:rsidRPr="008D3573">
        <w:rPr>
          <w:sz w:val="28"/>
          <w:szCs w:val="28"/>
        </w:rPr>
        <w:softHyphen/>
        <w:t>ваемые в средства производства</w:t>
      </w:r>
      <w:r w:rsidRPr="008D3573">
        <w:rPr>
          <w:noProof/>
          <w:sz w:val="28"/>
          <w:szCs w:val="28"/>
        </w:rPr>
        <w:t xml:space="preserve"> —</w:t>
      </w:r>
      <w:r w:rsidRPr="008D3573">
        <w:rPr>
          <w:sz w:val="28"/>
          <w:szCs w:val="28"/>
        </w:rPr>
        <w:t xml:space="preserve"> здания, сооружения, производственное обору</w:t>
      </w:r>
      <w:r w:rsidRPr="008D3573">
        <w:rPr>
          <w:sz w:val="28"/>
          <w:szCs w:val="28"/>
        </w:rPr>
        <w:softHyphen/>
        <w:t>дование, инструменты, сырье, материалы и др.</w:t>
      </w:r>
    </w:p>
    <w:p w:rsidR="00442D40" w:rsidRPr="00EC6D37" w:rsidRDefault="00442D40" w:rsidP="00442D40">
      <w:pPr>
        <w:jc w:val="both"/>
        <w:rPr>
          <w:sz w:val="28"/>
          <w:szCs w:val="28"/>
        </w:rPr>
      </w:pPr>
      <w:r w:rsidRPr="008D3573">
        <w:rPr>
          <w:bCs/>
          <w:sz w:val="28"/>
          <w:szCs w:val="28"/>
        </w:rPr>
        <w:t xml:space="preserve">          Предпринимательские способности</w:t>
      </w:r>
      <w:r w:rsidRPr="008D3573">
        <w:rPr>
          <w:noProof/>
          <w:sz w:val="28"/>
          <w:szCs w:val="28"/>
        </w:rPr>
        <w:t xml:space="preserve"> -</w:t>
      </w:r>
      <w:r w:rsidRPr="008D3573">
        <w:rPr>
          <w:sz w:val="28"/>
          <w:szCs w:val="28"/>
        </w:rPr>
        <w:t xml:space="preserve"> умение людей соединять все факторы производства для создания товаров или услуг с наибольшей эффективностью, при</w:t>
      </w:r>
      <w:r w:rsidRPr="008D3573">
        <w:rPr>
          <w:sz w:val="28"/>
          <w:szCs w:val="28"/>
        </w:rPr>
        <w:softHyphen/>
        <w:t>нимать основные решения по ведению производственного</w:t>
      </w:r>
      <w:r w:rsidR="00EC6D37">
        <w:rPr>
          <w:sz w:val="28"/>
          <w:szCs w:val="28"/>
        </w:rPr>
        <w:t xml:space="preserve"> процесса и идти на риск.</w:t>
      </w: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sz w:val="28"/>
          <w:szCs w:val="28"/>
        </w:rPr>
      </w:pPr>
    </w:p>
    <w:p w:rsidR="00B83BB5" w:rsidRPr="008D3573" w:rsidRDefault="00B83BB5" w:rsidP="00442D40">
      <w:pPr>
        <w:ind w:firstLine="540"/>
        <w:jc w:val="both"/>
        <w:rPr>
          <w:b/>
          <w:sz w:val="28"/>
          <w:szCs w:val="28"/>
        </w:rPr>
      </w:pPr>
      <w:r w:rsidRPr="008D3573">
        <w:rPr>
          <w:b/>
          <w:sz w:val="28"/>
          <w:szCs w:val="28"/>
        </w:rPr>
        <w:t>Глоссарий</w:t>
      </w:r>
    </w:p>
    <w:p w:rsidR="00B83BB5" w:rsidRPr="008D3573" w:rsidRDefault="00B83BB5" w:rsidP="00B83BB5">
      <w:pPr>
        <w:ind w:firstLine="540"/>
        <w:jc w:val="both"/>
        <w:rPr>
          <w:b/>
          <w:bCs/>
          <w:sz w:val="28"/>
          <w:szCs w:val="28"/>
        </w:rPr>
      </w:pPr>
    </w:p>
    <w:p w:rsidR="00B83BB5" w:rsidRPr="008D3573" w:rsidRDefault="00B83BB5" w:rsidP="00B83BB5">
      <w:pPr>
        <w:ind w:firstLine="540"/>
        <w:jc w:val="both"/>
        <w:rPr>
          <w:b/>
          <w:bCs/>
          <w:sz w:val="28"/>
          <w:szCs w:val="28"/>
        </w:rPr>
      </w:pPr>
    </w:p>
    <w:p w:rsidR="00B83BB5" w:rsidRPr="008D3573" w:rsidRDefault="00B83BB5" w:rsidP="00B83BB5">
      <w:pPr>
        <w:ind w:firstLine="540"/>
        <w:jc w:val="both"/>
        <w:rPr>
          <w:sz w:val="28"/>
          <w:szCs w:val="28"/>
        </w:rPr>
      </w:pPr>
      <w:r w:rsidRPr="008D3573">
        <w:rPr>
          <w:b/>
          <w:bCs/>
          <w:sz w:val="28"/>
          <w:szCs w:val="28"/>
        </w:rPr>
        <w:t>Изокванта</w:t>
      </w:r>
      <w:r w:rsidRPr="008D3573">
        <w:rPr>
          <w:sz w:val="28"/>
          <w:szCs w:val="28"/>
        </w:rPr>
        <w:t xml:space="preserve"> — кривая, геометрическое место точек, соответствующих всем ва</w:t>
      </w:r>
      <w:r w:rsidRPr="008D3573">
        <w:rPr>
          <w:sz w:val="28"/>
          <w:szCs w:val="28"/>
        </w:rPr>
        <w:softHyphen/>
        <w:t>риантам производственных факторов, использование которых обеспечивает одинаковый объем выпуска продукции.</w:t>
      </w:r>
    </w:p>
    <w:p w:rsidR="00B83BB5" w:rsidRPr="008D3573" w:rsidRDefault="00B83BB5" w:rsidP="00B83BB5">
      <w:pPr>
        <w:ind w:firstLine="540"/>
        <w:jc w:val="both"/>
        <w:rPr>
          <w:sz w:val="28"/>
          <w:szCs w:val="28"/>
        </w:rPr>
      </w:pPr>
    </w:p>
    <w:p w:rsidR="00B83BB5" w:rsidRPr="008D3573" w:rsidRDefault="00B83BB5" w:rsidP="00B83BB5">
      <w:pPr>
        <w:ind w:firstLine="540"/>
        <w:jc w:val="both"/>
        <w:rPr>
          <w:sz w:val="28"/>
          <w:szCs w:val="28"/>
        </w:rPr>
      </w:pPr>
      <w:r w:rsidRPr="008D3573">
        <w:rPr>
          <w:b/>
          <w:bCs/>
          <w:sz w:val="28"/>
          <w:szCs w:val="28"/>
        </w:rPr>
        <w:t>Капитал</w:t>
      </w:r>
      <w:r w:rsidRPr="008D3573">
        <w:rPr>
          <w:sz w:val="28"/>
          <w:szCs w:val="28"/>
        </w:rPr>
        <w:t xml:space="preserve"> - как фактор производства выступает в виде совокупности благ, ис</w:t>
      </w:r>
      <w:r w:rsidRPr="008D3573">
        <w:rPr>
          <w:sz w:val="28"/>
          <w:szCs w:val="28"/>
        </w:rPr>
        <w:softHyphen/>
        <w:t>пользуемых в производстве товаров и услуг; это инструменты, машины, помеще</w:t>
      </w:r>
      <w:r w:rsidRPr="008D3573">
        <w:rPr>
          <w:sz w:val="28"/>
          <w:szCs w:val="28"/>
        </w:rPr>
        <w:softHyphen/>
        <w:t xml:space="preserve">ния, средства связи и т. д. </w:t>
      </w:r>
    </w:p>
    <w:p w:rsidR="00B83BB5" w:rsidRPr="008D3573" w:rsidRDefault="00B83BB5" w:rsidP="00B83BB5">
      <w:pPr>
        <w:ind w:firstLine="540"/>
        <w:jc w:val="both"/>
        <w:rPr>
          <w:b/>
          <w:bCs/>
          <w:sz w:val="28"/>
          <w:szCs w:val="28"/>
        </w:rPr>
      </w:pPr>
    </w:p>
    <w:p w:rsidR="00B83BB5" w:rsidRPr="008D3573" w:rsidRDefault="00B83BB5" w:rsidP="00B83BB5">
      <w:pPr>
        <w:ind w:firstLine="540"/>
        <w:jc w:val="both"/>
        <w:rPr>
          <w:sz w:val="28"/>
          <w:szCs w:val="28"/>
        </w:rPr>
      </w:pPr>
      <w:r w:rsidRPr="008D3573">
        <w:rPr>
          <w:b/>
          <w:bCs/>
          <w:sz w:val="28"/>
          <w:szCs w:val="28"/>
        </w:rPr>
        <w:t>Предпринимательские способности</w:t>
      </w:r>
      <w:r w:rsidRPr="008D3573">
        <w:rPr>
          <w:noProof/>
          <w:sz w:val="28"/>
          <w:szCs w:val="28"/>
        </w:rPr>
        <w:t xml:space="preserve"> -</w:t>
      </w:r>
      <w:r w:rsidRPr="008D3573">
        <w:rPr>
          <w:sz w:val="28"/>
          <w:szCs w:val="28"/>
        </w:rPr>
        <w:t xml:space="preserve"> умение людей соединять все факторы производства для создания товаров или услуг с наибольшей эффективностью, при</w:t>
      </w:r>
      <w:r w:rsidRPr="008D3573">
        <w:rPr>
          <w:sz w:val="28"/>
          <w:szCs w:val="28"/>
        </w:rPr>
        <w:softHyphen/>
        <w:t>нимать основные решения по ведению производственного процесса и идти на риск.</w:t>
      </w:r>
    </w:p>
    <w:p w:rsidR="00B83BB5" w:rsidRPr="008D3573" w:rsidRDefault="00B83BB5" w:rsidP="00B83BB5">
      <w:pPr>
        <w:ind w:firstLine="540"/>
        <w:jc w:val="both"/>
        <w:rPr>
          <w:b/>
          <w:bCs/>
          <w:sz w:val="28"/>
          <w:szCs w:val="28"/>
        </w:rPr>
      </w:pPr>
    </w:p>
    <w:p w:rsidR="00B83BB5" w:rsidRPr="008D3573" w:rsidRDefault="00B83BB5" w:rsidP="00B83BB5">
      <w:pPr>
        <w:ind w:firstLine="540"/>
        <w:jc w:val="both"/>
        <w:rPr>
          <w:sz w:val="28"/>
          <w:szCs w:val="28"/>
        </w:rPr>
      </w:pPr>
      <w:r w:rsidRPr="008D3573">
        <w:rPr>
          <w:b/>
          <w:bCs/>
          <w:sz w:val="28"/>
          <w:szCs w:val="28"/>
        </w:rPr>
        <w:t>Продукт</w:t>
      </w:r>
      <w:r w:rsidRPr="008D3573">
        <w:rPr>
          <w:sz w:val="28"/>
          <w:szCs w:val="28"/>
        </w:rPr>
        <w:t xml:space="preserve"> — результат функционирования производства, результат затра</w:t>
      </w:r>
      <w:r w:rsidRPr="008D3573">
        <w:rPr>
          <w:sz w:val="28"/>
          <w:szCs w:val="28"/>
        </w:rPr>
        <w:softHyphen/>
        <w:t xml:space="preserve">ченного труда. </w:t>
      </w:r>
    </w:p>
    <w:p w:rsidR="00B83BB5" w:rsidRPr="008D3573" w:rsidRDefault="00B83BB5" w:rsidP="00B83BB5">
      <w:pPr>
        <w:ind w:firstLine="540"/>
        <w:jc w:val="both"/>
        <w:rPr>
          <w:b/>
          <w:bCs/>
          <w:sz w:val="28"/>
          <w:szCs w:val="28"/>
        </w:rPr>
      </w:pPr>
    </w:p>
    <w:p w:rsidR="00B83BB5" w:rsidRPr="008D3573" w:rsidRDefault="00B83BB5" w:rsidP="00B83BB5">
      <w:pPr>
        <w:ind w:firstLine="540"/>
        <w:jc w:val="both"/>
        <w:rPr>
          <w:sz w:val="28"/>
          <w:szCs w:val="28"/>
        </w:rPr>
      </w:pPr>
      <w:r w:rsidRPr="008D3573">
        <w:rPr>
          <w:b/>
          <w:bCs/>
          <w:sz w:val="28"/>
          <w:szCs w:val="28"/>
        </w:rPr>
        <w:t>Производительность труда</w:t>
      </w:r>
      <w:r w:rsidRPr="008D3573">
        <w:rPr>
          <w:sz w:val="28"/>
          <w:szCs w:val="28"/>
        </w:rPr>
        <w:t xml:space="preserve"> - количественное отношение объема (массы) полученного продукта к труду, затраченному на его изготовле</w:t>
      </w:r>
      <w:r w:rsidRPr="008D3573">
        <w:rPr>
          <w:sz w:val="28"/>
          <w:szCs w:val="28"/>
        </w:rPr>
        <w:softHyphen/>
        <w:t xml:space="preserve">ние, характеризует. </w:t>
      </w:r>
    </w:p>
    <w:p w:rsidR="00B83BB5" w:rsidRPr="008D3573" w:rsidRDefault="00B83BB5" w:rsidP="00B83BB5">
      <w:pPr>
        <w:ind w:firstLine="540"/>
        <w:jc w:val="both"/>
        <w:rPr>
          <w:b/>
          <w:bCs/>
          <w:sz w:val="28"/>
          <w:szCs w:val="28"/>
        </w:rPr>
      </w:pPr>
    </w:p>
    <w:p w:rsidR="00B83BB5" w:rsidRPr="008D3573" w:rsidRDefault="00B83BB5" w:rsidP="00B83BB5">
      <w:pPr>
        <w:ind w:firstLine="540"/>
        <w:jc w:val="both"/>
        <w:rPr>
          <w:sz w:val="28"/>
          <w:szCs w:val="28"/>
        </w:rPr>
      </w:pPr>
      <w:r w:rsidRPr="008D3573">
        <w:rPr>
          <w:b/>
          <w:bCs/>
          <w:sz w:val="28"/>
          <w:szCs w:val="28"/>
        </w:rPr>
        <w:t>Производственная функция</w:t>
      </w:r>
      <w:r w:rsidRPr="008D3573">
        <w:rPr>
          <w:sz w:val="28"/>
          <w:szCs w:val="28"/>
        </w:rPr>
        <w:t xml:space="preserve"> - отношения между любым набором факторов производства и максимально воз</w:t>
      </w:r>
      <w:r w:rsidRPr="008D3573">
        <w:rPr>
          <w:sz w:val="28"/>
          <w:szCs w:val="28"/>
        </w:rPr>
        <w:softHyphen/>
        <w:t xml:space="preserve">можным объемом продукции, производимой из этого набора факторов, </w:t>
      </w:r>
    </w:p>
    <w:p w:rsidR="00B83BB5" w:rsidRPr="008D3573" w:rsidRDefault="00B83BB5" w:rsidP="00B83BB5">
      <w:pPr>
        <w:ind w:firstLine="540"/>
        <w:jc w:val="both"/>
        <w:rPr>
          <w:b/>
          <w:bCs/>
          <w:sz w:val="28"/>
          <w:szCs w:val="28"/>
        </w:rPr>
      </w:pPr>
    </w:p>
    <w:p w:rsidR="00B83BB5" w:rsidRPr="008D3573" w:rsidRDefault="00B83BB5" w:rsidP="00B83BB5">
      <w:pPr>
        <w:ind w:firstLine="540"/>
        <w:jc w:val="both"/>
        <w:rPr>
          <w:sz w:val="28"/>
          <w:szCs w:val="28"/>
        </w:rPr>
      </w:pPr>
      <w:r w:rsidRPr="008D3573">
        <w:rPr>
          <w:b/>
          <w:bCs/>
          <w:sz w:val="28"/>
          <w:szCs w:val="28"/>
        </w:rPr>
        <w:t>Рабочая сила</w:t>
      </w:r>
      <w:r w:rsidRPr="008D3573">
        <w:rPr>
          <w:sz w:val="28"/>
          <w:szCs w:val="28"/>
        </w:rPr>
        <w:t xml:space="preserve"> — совокупность физических и интеллектуальных способностей человека к труду.</w:t>
      </w:r>
    </w:p>
    <w:p w:rsidR="00B83BB5" w:rsidRPr="008D3573" w:rsidRDefault="00B83BB5" w:rsidP="00B83BB5">
      <w:pPr>
        <w:ind w:firstLine="540"/>
        <w:jc w:val="both"/>
        <w:rPr>
          <w:b/>
          <w:bCs/>
          <w:sz w:val="28"/>
          <w:szCs w:val="28"/>
        </w:rPr>
      </w:pPr>
    </w:p>
    <w:p w:rsidR="00B83BB5" w:rsidRPr="008D3573" w:rsidRDefault="00B83BB5" w:rsidP="00B83BB5">
      <w:pPr>
        <w:ind w:firstLine="540"/>
        <w:jc w:val="both"/>
        <w:rPr>
          <w:sz w:val="28"/>
          <w:szCs w:val="28"/>
        </w:rPr>
      </w:pPr>
      <w:r w:rsidRPr="008D3573">
        <w:rPr>
          <w:b/>
          <w:bCs/>
          <w:sz w:val="28"/>
          <w:szCs w:val="28"/>
        </w:rPr>
        <w:t>Труд -</w:t>
      </w:r>
      <w:r w:rsidRPr="008D3573">
        <w:rPr>
          <w:sz w:val="28"/>
          <w:szCs w:val="28"/>
        </w:rPr>
        <w:t xml:space="preserve"> это те физические и умственные усилия, которые человек затрачивает в процессе производства. </w:t>
      </w: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A158F3" w:rsidRPr="008D3573" w:rsidRDefault="00A158F3" w:rsidP="00442D40">
      <w:pPr>
        <w:ind w:firstLine="540"/>
        <w:jc w:val="both"/>
        <w:rPr>
          <w:b/>
          <w:bCs/>
          <w:sz w:val="28"/>
          <w:szCs w:val="28"/>
        </w:rPr>
      </w:pPr>
    </w:p>
    <w:p w:rsidR="00A158F3" w:rsidRPr="008D3573" w:rsidRDefault="00A158F3" w:rsidP="00442D40">
      <w:pPr>
        <w:ind w:firstLine="540"/>
        <w:jc w:val="both"/>
        <w:rPr>
          <w:b/>
          <w:bCs/>
          <w:sz w:val="28"/>
          <w:szCs w:val="28"/>
        </w:rPr>
      </w:pPr>
    </w:p>
    <w:p w:rsidR="00A158F3" w:rsidRPr="008D3573" w:rsidRDefault="00A158F3" w:rsidP="00442D40">
      <w:pPr>
        <w:ind w:firstLine="540"/>
        <w:jc w:val="both"/>
        <w:rPr>
          <w:b/>
          <w:bCs/>
          <w:sz w:val="28"/>
          <w:szCs w:val="28"/>
        </w:rPr>
      </w:pPr>
    </w:p>
    <w:p w:rsidR="00A158F3" w:rsidRPr="008D3573" w:rsidRDefault="00A158F3" w:rsidP="00442D40">
      <w:pPr>
        <w:ind w:firstLine="540"/>
        <w:jc w:val="both"/>
        <w:rPr>
          <w:b/>
          <w:bCs/>
          <w:sz w:val="28"/>
          <w:szCs w:val="28"/>
        </w:rPr>
      </w:pPr>
    </w:p>
    <w:p w:rsidR="00A158F3" w:rsidRPr="008D3573" w:rsidRDefault="00A158F3" w:rsidP="00442D40">
      <w:pPr>
        <w:ind w:firstLine="540"/>
        <w:jc w:val="both"/>
        <w:rPr>
          <w:b/>
          <w:bCs/>
          <w:sz w:val="28"/>
          <w:szCs w:val="28"/>
        </w:rPr>
      </w:pPr>
    </w:p>
    <w:p w:rsidR="00A158F3" w:rsidRPr="008D3573" w:rsidRDefault="00A158F3" w:rsidP="00442D40">
      <w:pPr>
        <w:ind w:firstLine="540"/>
        <w:jc w:val="both"/>
        <w:rPr>
          <w:b/>
          <w:bCs/>
          <w:sz w:val="28"/>
          <w:szCs w:val="28"/>
        </w:rPr>
      </w:pPr>
      <w:r w:rsidRPr="008D3573">
        <w:rPr>
          <w:b/>
          <w:bCs/>
          <w:sz w:val="28"/>
          <w:szCs w:val="28"/>
        </w:rPr>
        <w:t>Список используемой литературы</w:t>
      </w:r>
    </w:p>
    <w:p w:rsidR="00B83BB5" w:rsidRPr="008D3573" w:rsidRDefault="00B83BB5" w:rsidP="00A158F3">
      <w:pPr>
        <w:jc w:val="both"/>
        <w:rPr>
          <w:b/>
          <w:bCs/>
          <w:sz w:val="28"/>
          <w:szCs w:val="28"/>
        </w:rPr>
      </w:pPr>
    </w:p>
    <w:p w:rsidR="00E40DC9" w:rsidRPr="008D3573" w:rsidRDefault="00E40DC9" w:rsidP="00E40DC9">
      <w:pPr>
        <w:ind w:firstLine="540"/>
        <w:jc w:val="both"/>
        <w:rPr>
          <w:sz w:val="28"/>
          <w:szCs w:val="28"/>
        </w:rPr>
      </w:pPr>
      <w:r w:rsidRPr="008D3573">
        <w:rPr>
          <w:sz w:val="28"/>
          <w:szCs w:val="28"/>
        </w:rPr>
        <w:t>1. Борисов Е.Ф. Экономическая теория. Курс лекций. М.: Финансы и статистика. – 1997. – 315 с.</w:t>
      </w:r>
    </w:p>
    <w:p w:rsidR="00E40DC9" w:rsidRPr="008D3573" w:rsidRDefault="00E40DC9" w:rsidP="00E40DC9">
      <w:pPr>
        <w:ind w:firstLine="540"/>
        <w:jc w:val="both"/>
        <w:rPr>
          <w:sz w:val="28"/>
          <w:szCs w:val="28"/>
        </w:rPr>
      </w:pPr>
      <w:r w:rsidRPr="008D3573">
        <w:rPr>
          <w:sz w:val="28"/>
          <w:szCs w:val="28"/>
        </w:rPr>
        <w:t xml:space="preserve">2. Бункина М.К., Семенов В.А. Макроэкономика: Учебник. – М.: Издательство «ДИС», 1997. – 320с. </w:t>
      </w:r>
    </w:p>
    <w:p w:rsidR="00E40DC9" w:rsidRPr="008D3573" w:rsidRDefault="00E40DC9" w:rsidP="00E40DC9">
      <w:pPr>
        <w:ind w:firstLine="540"/>
        <w:jc w:val="both"/>
        <w:rPr>
          <w:sz w:val="28"/>
          <w:szCs w:val="28"/>
        </w:rPr>
      </w:pPr>
      <w:r w:rsidRPr="008D3573">
        <w:rPr>
          <w:sz w:val="28"/>
          <w:szCs w:val="28"/>
        </w:rPr>
        <w:t>3. Козырев В.М. Основы современной экономики: Учебник. – М.: финансы и статистика, 2001, - 432 с.</w:t>
      </w:r>
    </w:p>
    <w:p w:rsidR="00E40DC9" w:rsidRPr="008D3573" w:rsidRDefault="00E40DC9" w:rsidP="00E40DC9">
      <w:pPr>
        <w:ind w:firstLine="540"/>
        <w:jc w:val="both"/>
        <w:rPr>
          <w:sz w:val="28"/>
          <w:szCs w:val="28"/>
        </w:rPr>
      </w:pPr>
      <w:r w:rsidRPr="008D3573">
        <w:rPr>
          <w:sz w:val="28"/>
          <w:szCs w:val="28"/>
        </w:rPr>
        <w:t>4. Курс экономической теории. Учебное пособие. Под ред. проф. д.э.н. А.В. Сидоровича. М.: Издательство «ДИС», 1997. – 455с.</w:t>
      </w:r>
    </w:p>
    <w:p w:rsidR="00E40DC9" w:rsidRPr="008D3573" w:rsidRDefault="00E40DC9" w:rsidP="00E40DC9">
      <w:pPr>
        <w:ind w:firstLine="540"/>
        <w:jc w:val="both"/>
        <w:rPr>
          <w:sz w:val="28"/>
          <w:szCs w:val="28"/>
        </w:rPr>
      </w:pPr>
      <w:r w:rsidRPr="008D3573">
        <w:rPr>
          <w:sz w:val="28"/>
          <w:szCs w:val="28"/>
        </w:rPr>
        <w:t xml:space="preserve">5. Экономика: Учебник. / под ред. Д.э.н., проф. А.С.Булатова. – М.: Юристъ, 2002. – 896с. </w:t>
      </w:r>
    </w:p>
    <w:p w:rsidR="00E40DC9" w:rsidRPr="008D3573" w:rsidRDefault="00E40DC9" w:rsidP="00E40DC9">
      <w:pPr>
        <w:ind w:firstLine="540"/>
        <w:jc w:val="both"/>
        <w:rPr>
          <w:sz w:val="28"/>
          <w:szCs w:val="28"/>
        </w:rPr>
      </w:pPr>
      <w:r w:rsidRPr="008D3573">
        <w:rPr>
          <w:sz w:val="28"/>
          <w:szCs w:val="28"/>
        </w:rPr>
        <w:t>6. Экономическая теория: Учебник /  Под ред. д.э.н. А.И. Добрынина, Л.А.Тарасевича, 3-е изд. СПб.: Изд. СПбГУЭФ, Изд. «Питер», 2001 – 544с.</w:t>
      </w:r>
    </w:p>
    <w:p w:rsidR="00E40DC9" w:rsidRPr="008D3573" w:rsidRDefault="00E40DC9" w:rsidP="00E40DC9">
      <w:pPr>
        <w:ind w:firstLine="540"/>
        <w:jc w:val="both"/>
        <w:rPr>
          <w:sz w:val="28"/>
          <w:szCs w:val="28"/>
        </w:rPr>
      </w:pPr>
      <w:r w:rsidRPr="008D3573">
        <w:rPr>
          <w:sz w:val="28"/>
          <w:szCs w:val="28"/>
        </w:rPr>
        <w:t>7. Экономическая теория: Учебник для ВУЗов / Под ред. В.Д. Камаева. – 4-е изд. – М.: Гуманитарный издательский центр ВЛАДОС, 1999. – 640 с.</w:t>
      </w:r>
    </w:p>
    <w:p w:rsidR="00E40DC9" w:rsidRPr="008D3573" w:rsidRDefault="00E40DC9" w:rsidP="00E40DC9">
      <w:pPr>
        <w:ind w:firstLine="540"/>
        <w:jc w:val="both"/>
        <w:rPr>
          <w:sz w:val="28"/>
          <w:szCs w:val="28"/>
        </w:rPr>
      </w:pPr>
    </w:p>
    <w:p w:rsidR="00A158F3" w:rsidRPr="008D3573" w:rsidRDefault="00A158F3" w:rsidP="00E40DC9">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bCs/>
          <w:sz w:val="28"/>
          <w:szCs w:val="28"/>
        </w:rPr>
      </w:pPr>
    </w:p>
    <w:p w:rsidR="00B83BB5" w:rsidRPr="008D3573" w:rsidRDefault="00B83BB5" w:rsidP="00442D40">
      <w:pPr>
        <w:ind w:firstLine="540"/>
        <w:jc w:val="both"/>
        <w:rPr>
          <w:b/>
          <w:sz w:val="28"/>
          <w:szCs w:val="28"/>
          <w:vertAlign w:val="superscript"/>
        </w:rPr>
      </w:pPr>
      <w:bookmarkStart w:id="1" w:name="_GoBack"/>
      <w:bookmarkEnd w:id="1"/>
    </w:p>
    <w:sectPr w:rsidR="00B83BB5" w:rsidRPr="008D3573" w:rsidSect="004F0F0C">
      <w:pgSz w:w="11906" w:h="16838" w:code="9"/>
      <w:pgMar w:top="1134" w:right="567" w:bottom="899" w:left="126" w:header="709" w:footer="709" w:gutter="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6F9" w:rsidRDefault="003426F9">
      <w:r>
        <w:separator/>
      </w:r>
    </w:p>
  </w:endnote>
  <w:endnote w:type="continuationSeparator" w:id="0">
    <w:p w:rsidR="003426F9" w:rsidRDefault="0034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6F9" w:rsidRDefault="003426F9">
      <w:r>
        <w:separator/>
      </w:r>
    </w:p>
  </w:footnote>
  <w:footnote w:type="continuationSeparator" w:id="0">
    <w:p w:rsidR="003426F9" w:rsidRDefault="003426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90097F8"/>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0A4C3C29"/>
    <w:multiLevelType w:val="multilevel"/>
    <w:tmpl w:val="872AC4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106F31"/>
    <w:multiLevelType w:val="hybridMultilevel"/>
    <w:tmpl w:val="ECE49CC0"/>
    <w:lvl w:ilvl="0" w:tplc="0419000F">
      <w:start w:val="1"/>
      <w:numFmt w:val="decimal"/>
      <w:lvlText w:val="%1."/>
      <w:lvlJc w:val="left"/>
      <w:pPr>
        <w:tabs>
          <w:tab w:val="num" w:pos="621"/>
        </w:tabs>
        <w:ind w:left="621" w:hanging="360"/>
      </w:pPr>
    </w:lvl>
    <w:lvl w:ilvl="1" w:tplc="04190019">
      <w:start w:val="1"/>
      <w:numFmt w:val="lowerLetter"/>
      <w:lvlText w:val="%2."/>
      <w:lvlJc w:val="left"/>
      <w:pPr>
        <w:tabs>
          <w:tab w:val="num" w:pos="1341"/>
        </w:tabs>
        <w:ind w:left="1341" w:hanging="360"/>
      </w:pPr>
    </w:lvl>
    <w:lvl w:ilvl="2" w:tplc="0419001B">
      <w:start w:val="1"/>
      <w:numFmt w:val="lowerRoman"/>
      <w:lvlText w:val="%3."/>
      <w:lvlJc w:val="right"/>
      <w:pPr>
        <w:tabs>
          <w:tab w:val="num" w:pos="2061"/>
        </w:tabs>
        <w:ind w:left="2061" w:hanging="180"/>
      </w:pPr>
    </w:lvl>
    <w:lvl w:ilvl="3" w:tplc="0419000F">
      <w:start w:val="1"/>
      <w:numFmt w:val="decimal"/>
      <w:lvlText w:val="%4."/>
      <w:lvlJc w:val="left"/>
      <w:pPr>
        <w:tabs>
          <w:tab w:val="num" w:pos="2781"/>
        </w:tabs>
        <w:ind w:left="2781" w:hanging="360"/>
      </w:pPr>
    </w:lvl>
    <w:lvl w:ilvl="4" w:tplc="04190019">
      <w:start w:val="1"/>
      <w:numFmt w:val="lowerLetter"/>
      <w:lvlText w:val="%5."/>
      <w:lvlJc w:val="left"/>
      <w:pPr>
        <w:tabs>
          <w:tab w:val="num" w:pos="3501"/>
        </w:tabs>
        <w:ind w:left="3501" w:hanging="360"/>
      </w:pPr>
    </w:lvl>
    <w:lvl w:ilvl="5" w:tplc="0419001B">
      <w:start w:val="1"/>
      <w:numFmt w:val="lowerRoman"/>
      <w:lvlText w:val="%6."/>
      <w:lvlJc w:val="right"/>
      <w:pPr>
        <w:tabs>
          <w:tab w:val="num" w:pos="4221"/>
        </w:tabs>
        <w:ind w:left="4221" w:hanging="180"/>
      </w:pPr>
    </w:lvl>
    <w:lvl w:ilvl="6" w:tplc="0419000F">
      <w:start w:val="1"/>
      <w:numFmt w:val="decimal"/>
      <w:lvlText w:val="%7."/>
      <w:lvlJc w:val="left"/>
      <w:pPr>
        <w:tabs>
          <w:tab w:val="num" w:pos="4941"/>
        </w:tabs>
        <w:ind w:left="4941" w:hanging="360"/>
      </w:pPr>
    </w:lvl>
    <w:lvl w:ilvl="7" w:tplc="04190019">
      <w:start w:val="1"/>
      <w:numFmt w:val="lowerLetter"/>
      <w:lvlText w:val="%8."/>
      <w:lvlJc w:val="left"/>
      <w:pPr>
        <w:tabs>
          <w:tab w:val="num" w:pos="5661"/>
        </w:tabs>
        <w:ind w:left="5661" w:hanging="360"/>
      </w:pPr>
    </w:lvl>
    <w:lvl w:ilvl="8" w:tplc="0419001B">
      <w:start w:val="1"/>
      <w:numFmt w:val="lowerRoman"/>
      <w:lvlText w:val="%9."/>
      <w:lvlJc w:val="right"/>
      <w:pPr>
        <w:tabs>
          <w:tab w:val="num" w:pos="6381"/>
        </w:tabs>
        <w:ind w:left="6381" w:hanging="180"/>
      </w:pPr>
    </w:lvl>
  </w:abstractNum>
  <w:abstractNum w:abstractNumId="3">
    <w:nsid w:val="1A0329CA"/>
    <w:multiLevelType w:val="hybridMultilevel"/>
    <w:tmpl w:val="AD52D7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79963D0"/>
    <w:multiLevelType w:val="hybridMultilevel"/>
    <w:tmpl w:val="C5FCD986"/>
    <w:lvl w:ilvl="0" w:tplc="C0505F4A">
      <w:start w:val="1"/>
      <w:numFmt w:val="upperRoman"/>
      <w:lvlText w:val="%1."/>
      <w:lvlJc w:val="left"/>
      <w:pPr>
        <w:tabs>
          <w:tab w:val="num" w:pos="1260"/>
        </w:tabs>
        <w:ind w:left="1260" w:hanging="720"/>
      </w:pPr>
      <w:rPr>
        <w:rFonts w:hint="default"/>
      </w:rPr>
    </w:lvl>
    <w:lvl w:ilvl="1" w:tplc="7BBAFFCC">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2A353E0"/>
    <w:multiLevelType w:val="multilevel"/>
    <w:tmpl w:val="FEDABA8C"/>
    <w:lvl w:ilvl="0">
      <w:start w:val="1"/>
      <w:numFmt w:val="decimal"/>
      <w:lvlText w:val="%1."/>
      <w:lvlJc w:val="left"/>
      <w:pPr>
        <w:tabs>
          <w:tab w:val="num" w:pos="900"/>
        </w:tabs>
        <w:ind w:left="90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6">
    <w:nsid w:val="425339DB"/>
    <w:multiLevelType w:val="hybridMultilevel"/>
    <w:tmpl w:val="2F902A6E"/>
    <w:lvl w:ilvl="0" w:tplc="CC06A660">
      <w:start w:val="1"/>
      <w:numFmt w:val="decimal"/>
      <w:lvlText w:val="%1)"/>
      <w:lvlJc w:val="left"/>
      <w:pPr>
        <w:tabs>
          <w:tab w:val="num" w:pos="1035"/>
        </w:tabs>
        <w:ind w:left="1035" w:hanging="6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F54742A"/>
    <w:multiLevelType w:val="hybridMultilevel"/>
    <w:tmpl w:val="6FC69B34"/>
    <w:lvl w:ilvl="0" w:tplc="29D4F4C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4"/>
  </w:num>
  <w:num w:numId="2">
    <w:abstractNumId w:val="7"/>
  </w:num>
  <w:num w:numId="3">
    <w:abstractNumId w:val="0"/>
  </w:num>
  <w:num w:numId="4">
    <w:abstractNumId w:val="5"/>
  </w:num>
  <w:num w:numId="5">
    <w:abstractNumId w:val="1"/>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4F5"/>
    <w:rsid w:val="0001193F"/>
    <w:rsid w:val="00013E99"/>
    <w:rsid w:val="000B319E"/>
    <w:rsid w:val="00166763"/>
    <w:rsid w:val="001747DF"/>
    <w:rsid w:val="0022723B"/>
    <w:rsid w:val="002842DA"/>
    <w:rsid w:val="002C4DF5"/>
    <w:rsid w:val="003426F9"/>
    <w:rsid w:val="003B3C09"/>
    <w:rsid w:val="003B7277"/>
    <w:rsid w:val="003B740A"/>
    <w:rsid w:val="003E46A4"/>
    <w:rsid w:val="003F6BC1"/>
    <w:rsid w:val="004116FA"/>
    <w:rsid w:val="00442D40"/>
    <w:rsid w:val="004644A2"/>
    <w:rsid w:val="004F0F0C"/>
    <w:rsid w:val="004F14F5"/>
    <w:rsid w:val="00565FD8"/>
    <w:rsid w:val="005D1198"/>
    <w:rsid w:val="00605D1F"/>
    <w:rsid w:val="00637715"/>
    <w:rsid w:val="006C6EB4"/>
    <w:rsid w:val="006C78E2"/>
    <w:rsid w:val="006F0F60"/>
    <w:rsid w:val="00706F15"/>
    <w:rsid w:val="00756E5C"/>
    <w:rsid w:val="00770E43"/>
    <w:rsid w:val="00775835"/>
    <w:rsid w:val="00793C37"/>
    <w:rsid w:val="007A32BB"/>
    <w:rsid w:val="007F1967"/>
    <w:rsid w:val="008D3573"/>
    <w:rsid w:val="008D69D5"/>
    <w:rsid w:val="0095153A"/>
    <w:rsid w:val="00955776"/>
    <w:rsid w:val="00960E7F"/>
    <w:rsid w:val="009839AB"/>
    <w:rsid w:val="00995F6D"/>
    <w:rsid w:val="00A158F3"/>
    <w:rsid w:val="00B00D14"/>
    <w:rsid w:val="00B22F6F"/>
    <w:rsid w:val="00B3375A"/>
    <w:rsid w:val="00B55A83"/>
    <w:rsid w:val="00B725DA"/>
    <w:rsid w:val="00B83BB5"/>
    <w:rsid w:val="00BE7636"/>
    <w:rsid w:val="00C20727"/>
    <w:rsid w:val="00C8669A"/>
    <w:rsid w:val="00CE058E"/>
    <w:rsid w:val="00CE77FC"/>
    <w:rsid w:val="00D176EE"/>
    <w:rsid w:val="00D42CAC"/>
    <w:rsid w:val="00D467A5"/>
    <w:rsid w:val="00D905A4"/>
    <w:rsid w:val="00DE3732"/>
    <w:rsid w:val="00E40DC9"/>
    <w:rsid w:val="00E4470B"/>
    <w:rsid w:val="00EC6D37"/>
    <w:rsid w:val="00EE4FAD"/>
    <w:rsid w:val="00EF0E9C"/>
    <w:rsid w:val="00F52F97"/>
    <w:rsid w:val="00F87240"/>
    <w:rsid w:val="00FB4AC2"/>
    <w:rsid w:val="00FE3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32323E3-8599-45EF-843A-D72F88A86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905A4"/>
    <w:pPr>
      <w:keepNext/>
      <w:widowControl w:val="0"/>
      <w:autoSpaceDE w:val="0"/>
      <w:autoSpaceDN w:val="0"/>
      <w:adjustRightInd w:val="0"/>
      <w:spacing w:before="240" w:after="60" w:line="360" w:lineRule="auto"/>
      <w:ind w:firstLine="261"/>
      <w:jc w:val="center"/>
      <w:outlineLvl w:val="0"/>
    </w:pPr>
    <w:rPr>
      <w:b/>
      <w:bCs/>
      <w:kern w:val="32"/>
      <w:sz w:val="28"/>
      <w:szCs w:val="28"/>
    </w:rPr>
  </w:style>
  <w:style w:type="paragraph" w:styleId="20">
    <w:name w:val="heading 2"/>
    <w:basedOn w:val="a"/>
    <w:next w:val="a"/>
    <w:qFormat/>
    <w:rsid w:val="00EE4FA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F14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semiHidden/>
    <w:rsid w:val="00B55A83"/>
    <w:pPr>
      <w:shd w:val="clear" w:color="auto" w:fill="000080"/>
    </w:pPr>
    <w:rPr>
      <w:rFonts w:ascii="Tahoma" w:hAnsi="Tahoma" w:cs="Tahoma"/>
      <w:sz w:val="20"/>
      <w:szCs w:val="20"/>
    </w:rPr>
  </w:style>
  <w:style w:type="paragraph" w:styleId="a5">
    <w:name w:val="Body Text"/>
    <w:basedOn w:val="a"/>
    <w:rsid w:val="00D905A4"/>
    <w:pPr>
      <w:widowControl w:val="0"/>
      <w:autoSpaceDE w:val="0"/>
      <w:autoSpaceDN w:val="0"/>
      <w:adjustRightInd w:val="0"/>
      <w:spacing w:line="360" w:lineRule="auto"/>
      <w:ind w:firstLine="261"/>
      <w:jc w:val="both"/>
    </w:pPr>
    <w:rPr>
      <w:sz w:val="28"/>
      <w:szCs w:val="28"/>
    </w:rPr>
  </w:style>
  <w:style w:type="paragraph" w:styleId="2">
    <w:name w:val="List Bullet 2"/>
    <w:basedOn w:val="a"/>
    <w:autoRedefine/>
    <w:rsid w:val="00D905A4"/>
    <w:pPr>
      <w:widowControl w:val="0"/>
      <w:numPr>
        <w:numId w:val="3"/>
      </w:numPr>
      <w:autoSpaceDE w:val="0"/>
      <w:autoSpaceDN w:val="0"/>
      <w:adjustRightInd w:val="0"/>
      <w:spacing w:line="360" w:lineRule="auto"/>
      <w:jc w:val="both"/>
    </w:pPr>
    <w:rPr>
      <w:sz w:val="28"/>
      <w:szCs w:val="28"/>
    </w:rPr>
  </w:style>
  <w:style w:type="paragraph" w:styleId="a6">
    <w:name w:val="Body Text Indent"/>
    <w:basedOn w:val="a"/>
    <w:rsid w:val="00D905A4"/>
    <w:pPr>
      <w:widowControl w:val="0"/>
      <w:autoSpaceDE w:val="0"/>
      <w:autoSpaceDN w:val="0"/>
      <w:adjustRightInd w:val="0"/>
      <w:spacing w:after="120" w:line="360" w:lineRule="auto"/>
      <w:ind w:left="283" w:firstLine="261"/>
      <w:jc w:val="both"/>
    </w:pPr>
    <w:rPr>
      <w:sz w:val="28"/>
      <w:szCs w:val="28"/>
    </w:rPr>
  </w:style>
  <w:style w:type="paragraph" w:styleId="a7">
    <w:name w:val="Normal (Web)"/>
    <w:basedOn w:val="a"/>
    <w:rsid w:val="00F87240"/>
    <w:pPr>
      <w:spacing w:before="100" w:beforeAutospacing="1" w:after="100" w:afterAutospacing="1"/>
    </w:pPr>
  </w:style>
  <w:style w:type="paragraph" w:styleId="a8">
    <w:name w:val="caption"/>
    <w:basedOn w:val="a"/>
    <w:next w:val="a"/>
    <w:qFormat/>
    <w:rsid w:val="00EE4FAD"/>
    <w:pPr>
      <w:spacing w:before="120" w:after="120"/>
    </w:pPr>
    <w:rPr>
      <w:b/>
      <w:bCs/>
      <w:sz w:val="20"/>
      <w:szCs w:val="20"/>
    </w:rPr>
  </w:style>
  <w:style w:type="paragraph" w:styleId="a9">
    <w:name w:val="footnote text"/>
    <w:basedOn w:val="a"/>
    <w:semiHidden/>
    <w:rsid w:val="0022723B"/>
    <w:rPr>
      <w:sz w:val="20"/>
      <w:szCs w:val="20"/>
    </w:rPr>
  </w:style>
  <w:style w:type="character" w:styleId="aa">
    <w:name w:val="footnote reference"/>
    <w:basedOn w:val="a0"/>
    <w:semiHidden/>
    <w:rsid w:val="0022723B"/>
    <w:rPr>
      <w:vertAlign w:val="superscript"/>
    </w:rPr>
  </w:style>
  <w:style w:type="paragraph" w:styleId="ab">
    <w:name w:val="footer"/>
    <w:basedOn w:val="a"/>
    <w:rsid w:val="00EC6D37"/>
    <w:pPr>
      <w:tabs>
        <w:tab w:val="center" w:pos="4677"/>
        <w:tab w:val="right" w:pos="9355"/>
      </w:tabs>
    </w:pPr>
  </w:style>
  <w:style w:type="character" w:styleId="ac">
    <w:name w:val="page number"/>
    <w:basedOn w:val="a0"/>
    <w:rsid w:val="00EC6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48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Desktop\&#1050;&#1091;&#1088;&#1089;&#1086;&#1074;&#1099;&#1077;_&#1088;&#1072;&#1073;&#1086;&#1090;&#1099;\&#1092;_&#1058;&#1080;&#1090;&#1051;&#1080;&#1089;&#1090;&#1055;&#1056;&#1057;(&#1082;&#1091;&#1088;&#1089;&#1086;&#1074;&#1099;&#1077;%20&#1080;%20&#1076;&#1088;&#1091;&#1075;&#1080;&#1077;%20&#1088;&#1072;&#1073;&#1086;&#1090;&#109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ф_ТитЛистПРС(курсовые и другие работы).dot</Template>
  <TotalTime>0</TotalTime>
  <Pages>1</Pages>
  <Words>6315</Words>
  <Characters>36002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Microsoft</Company>
  <LinksUpToDate>false</LinksUpToDate>
  <CharactersWithSpaces>42233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cp:lastModifiedBy>admin</cp:lastModifiedBy>
  <cp:revision>2</cp:revision>
  <cp:lastPrinted>2008-12-11T15:48:00Z</cp:lastPrinted>
  <dcterms:created xsi:type="dcterms:W3CDTF">2014-05-27T06:49:00Z</dcterms:created>
  <dcterms:modified xsi:type="dcterms:W3CDTF">2014-05-27T06:49:00Z</dcterms:modified>
</cp:coreProperties>
</file>