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54F" w:rsidRDefault="004F4415">
      <w:pPr>
        <w:pStyle w:val="1"/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ВВЕДЕНИЕ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b/>
          <w:sz w:val="28"/>
        </w:rPr>
        <w:t>Понятие о психокоррекции.</w:t>
      </w:r>
      <w:r>
        <w:rPr>
          <w:rFonts w:ascii="Garamond" w:hAnsi="Garamond"/>
          <w:sz w:val="28"/>
        </w:rPr>
        <w:t xml:space="preserve"> Слово «коррекция» буквально означает «исправление». Психокоррекцией называется целенаправленное исправление недостатков в психологии или поведении человека с помощью специальных средств психологического воздействия. Психокоррекции поддаются, как правило,  недостатки, не имеющие органической основы и не представляющие собой такие устойчивые качества, которые формируются довольно рано и потом практически не изменяются.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Основное отличие психокоррекции от воздействий, направленных на психологическое развитие человека, заключается в том, что психокоррекция имеет дело с уже сформированными качествами личности или видами поведения и направлена на их переделку, в то время как основная задача психологического развития состоит в том, чтобы при отсутствии или недостаточном развитии сформировать у человека нужные психологические качества.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Отличие психокоррекции от психотерапии заключается в том, что психотерапия имеет дело с болезнями психики человека и занимается их лечением. Многие аномалии в психике и поведении людей, которые проявляются в заболеваниях, похожи на те, с которыми имеет дело психолог, занимающийся психокоррекцией. В ряде случаев – тех, которые относятся к пограничному состоянию между нормой и патологией, - психокоррекцию и психотерапию трудно различить как по применяемым методам, так и по результатам такого воздействия. Людей, обращающихся за помощью к психотерапевту, обычно называют пациентами, а тех, кто нуждается только в психокоррекционной помощи, именуют клиентами. Клиент – это нормальный физически и психически здоровый человек, у которого в жизни возникли проблемы психологического или поведенческого характера, и который не способен самостоятельно их разрешить.  </w:t>
      </w:r>
    </w:p>
    <w:p w:rsidR="00D4754F" w:rsidRDefault="004F4415">
      <w:pPr>
        <w:ind w:firstLine="851"/>
        <w:jc w:val="both"/>
        <w:rPr>
          <w:rFonts w:ascii="Garamond" w:hAnsi="Garamond"/>
          <w:sz w:val="28"/>
          <w:lang w:val="en-US"/>
        </w:rPr>
      </w:pPr>
      <w:r>
        <w:rPr>
          <w:rFonts w:ascii="Garamond" w:hAnsi="Garamond"/>
          <w:sz w:val="28"/>
        </w:rPr>
        <w:t>Психокоррекционные воздействия могут быть следующих основных видов: убеждение, внушение, подражание, подкрепление. Убеждение – это способ психокоррекционного воздействия, рассчитанный на сознание и волевое исправление человеком недостатков в своей психологии и поведении. Убеждение помогает человеку понять причины возникших у него затруднений, подкрепляет желание избавится от недостатков.</w:t>
      </w:r>
    </w:p>
    <w:p w:rsidR="00D4754F" w:rsidRDefault="004F4415">
      <w:pPr>
        <w:pStyle w:val="a3"/>
        <w:ind w:firstLine="851"/>
        <w:rPr>
          <w:rFonts w:ascii="Garamond" w:hAnsi="Garamond"/>
          <w:lang w:val="en-US"/>
        </w:rPr>
      </w:pPr>
      <w:r>
        <w:rPr>
          <w:rFonts w:ascii="Garamond" w:hAnsi="Garamond"/>
        </w:rPr>
        <w:t>Убеждение, в свою очередь, может иметь ряд разновидностей. Первый — помочь человеку осознать собственные недостатки с расчетом на то, что он сам найдет в себе силы избавиться от них. На это, в частности, рассчитана логотерапия, частично— психоанализ. Второй вид убеждения, кроме такой помощи, пред</w:t>
      </w:r>
      <w:r>
        <w:rPr>
          <w:rFonts w:ascii="Garamond" w:hAnsi="Garamond"/>
        </w:rPr>
        <w:softHyphen/>
        <w:t>полагает указание способов, с помощью которых он мог бы изба</w:t>
      </w:r>
      <w:r>
        <w:rPr>
          <w:rFonts w:ascii="Garamond" w:hAnsi="Garamond"/>
        </w:rPr>
        <w:softHyphen/>
        <w:t>виться от недостатков. Такова, например, помощь во время пси</w:t>
      </w:r>
      <w:r>
        <w:rPr>
          <w:rFonts w:ascii="Garamond" w:hAnsi="Garamond"/>
        </w:rPr>
        <w:softHyphen/>
        <w:t>хологического консультирования. Третий вид убеждающего пси</w:t>
      </w:r>
      <w:r>
        <w:rPr>
          <w:rFonts w:ascii="Garamond" w:hAnsi="Garamond"/>
        </w:rPr>
        <w:softHyphen/>
        <w:t>хокоррекционного воздействия заключается в том, что с самого начала психолог помогает своему клиенту. При этом</w:t>
      </w:r>
      <w:r>
        <w:rPr>
          <w:rFonts w:ascii="Garamond" w:hAnsi="Garamond"/>
          <w:lang w:val="en-US"/>
        </w:rPr>
        <w:t xml:space="preserve"> </w:t>
      </w:r>
      <w:r>
        <w:rPr>
          <w:rFonts w:ascii="Garamond" w:hAnsi="Garamond"/>
        </w:rPr>
        <w:t>сам клиент добровольно и осознанно участвует в процессе вместе с психоло</w:t>
      </w:r>
      <w:r>
        <w:rPr>
          <w:rFonts w:ascii="Garamond" w:hAnsi="Garamond"/>
        </w:rPr>
        <w:softHyphen/>
        <w:t>гом. Так происходит, например, в клиентоориентированной пси</w:t>
      </w:r>
      <w:r>
        <w:rPr>
          <w:rFonts w:ascii="Garamond" w:hAnsi="Garamond"/>
        </w:rPr>
        <w:softHyphen/>
        <w:t>хотерапии К. Роджерса.</w:t>
      </w:r>
    </w:p>
    <w:p w:rsidR="00D4754F" w:rsidRDefault="004F4415">
      <w:pPr>
        <w:pStyle w:val="a3"/>
        <w:ind w:firstLine="851"/>
        <w:rPr>
          <w:rFonts w:ascii="Garamond" w:hAnsi="Garamond"/>
        </w:rPr>
      </w:pPr>
      <w:r>
        <w:rPr>
          <w:rFonts w:ascii="Garamond" w:hAnsi="Garamond"/>
        </w:rPr>
        <w:t>Внушение — это процедура психологического воздействия на клиента, которая не предполагает с его стороны осознания всего того, что происходит. Клиент может смутно понимать, что на не</w:t>
      </w:r>
      <w:r>
        <w:rPr>
          <w:rFonts w:ascii="Garamond" w:hAnsi="Garamond"/>
        </w:rPr>
        <w:softHyphen/>
        <w:t>го оказывается психологическое воздействие, но до конца не осознавать, что на самом деле происходит. К внушению обраща</w:t>
      </w:r>
      <w:r>
        <w:rPr>
          <w:rFonts w:ascii="Garamond" w:hAnsi="Garamond"/>
        </w:rPr>
        <w:softHyphen/>
        <w:t>ются, например, тогда, когда клиент хочет измениться, а сам не</w:t>
      </w:r>
      <w:r>
        <w:rPr>
          <w:rFonts w:ascii="Garamond" w:hAnsi="Garamond"/>
        </w:rPr>
        <w:softHyphen/>
        <w:t>осознанно этому сопротивляется.</w:t>
      </w:r>
    </w:p>
    <w:p w:rsidR="00D4754F" w:rsidRDefault="004F4415">
      <w:pPr>
        <w:pStyle w:val="a3"/>
        <w:ind w:firstLine="851"/>
        <w:rPr>
          <w:rFonts w:ascii="Garamond" w:hAnsi="Garamond"/>
        </w:rPr>
      </w:pPr>
      <w:r>
        <w:rPr>
          <w:rFonts w:ascii="Garamond" w:hAnsi="Garamond"/>
        </w:rPr>
        <w:t>При внушении человек может быть в сознании, в полусозна</w:t>
      </w:r>
      <w:r>
        <w:rPr>
          <w:rFonts w:ascii="Garamond" w:hAnsi="Garamond"/>
        </w:rPr>
        <w:softHyphen/>
        <w:t>нии и в бессознательном состоянии. При бессознательном внушении используют, например, технику гипноза или отвлекают вни</w:t>
      </w:r>
      <w:r>
        <w:rPr>
          <w:rFonts w:ascii="Garamond" w:hAnsi="Garamond"/>
        </w:rPr>
        <w:softHyphen/>
        <w:t>мание клиента.</w:t>
      </w:r>
    </w:p>
    <w:p w:rsidR="00D4754F" w:rsidRDefault="004F4415">
      <w:pPr>
        <w:pStyle w:val="a3"/>
        <w:ind w:firstLine="851"/>
        <w:rPr>
          <w:rFonts w:ascii="Garamond" w:hAnsi="Garamond"/>
        </w:rPr>
      </w:pPr>
      <w:r>
        <w:rPr>
          <w:rFonts w:ascii="Garamond" w:hAnsi="Garamond"/>
        </w:rPr>
        <w:t>Методика подражания состоит в том, что психолог ничего не объясняет и не внушает клиенту, а просто демонстрирует ему нужные образцы поведения, предлагая их повторить. Такое не</w:t>
      </w:r>
      <w:r>
        <w:rPr>
          <w:rFonts w:ascii="Garamond" w:hAnsi="Garamond"/>
        </w:rPr>
        <w:softHyphen/>
        <w:t>редко происходит при использовании групповых методов психо</w:t>
      </w:r>
      <w:r>
        <w:rPr>
          <w:rFonts w:ascii="Garamond" w:hAnsi="Garamond"/>
        </w:rPr>
        <w:softHyphen/>
        <w:t>коррекции, когда участники решают проблемы поведенческого и межличностного, характера. Ведущий группы в этом случае по</w:t>
      </w:r>
      <w:r>
        <w:rPr>
          <w:rFonts w:ascii="Garamond" w:hAnsi="Garamond"/>
        </w:rPr>
        <w:softHyphen/>
        <w:t>казывает, как надо себя вести в тех или иных ситуациях.</w:t>
      </w:r>
    </w:p>
    <w:p w:rsidR="00D4754F" w:rsidRDefault="004F4415">
      <w:pPr>
        <w:pStyle w:val="a3"/>
        <w:ind w:firstLine="851"/>
        <w:rPr>
          <w:rFonts w:ascii="Garamond" w:hAnsi="Garamond"/>
        </w:rPr>
      </w:pPr>
      <w:r>
        <w:rPr>
          <w:rFonts w:ascii="Garamond" w:hAnsi="Garamond"/>
        </w:rPr>
        <w:t xml:space="preserve">Наконец, подкрепление — это процедура, выработанная в бихевиористски ориентированной психотерапии, которая строится на основе </w:t>
      </w:r>
      <w:r>
        <w:rPr>
          <w:rFonts w:ascii="Garamond" w:hAnsi="Garamond"/>
          <w:b/>
        </w:rPr>
        <w:t>теории социального научения</w:t>
      </w:r>
      <w:r>
        <w:rPr>
          <w:rFonts w:ascii="Garamond" w:hAnsi="Garamond"/>
        </w:rPr>
        <w:t>. В данном случае для достижения необходимого психокоррекционного результата при</w:t>
      </w:r>
      <w:r>
        <w:rPr>
          <w:rFonts w:ascii="Garamond" w:hAnsi="Garamond"/>
        </w:rPr>
        <w:softHyphen/>
        <w:t>меняются разнообразные стимулы, поощрения и наказания, с помощью которых подкрепляются нужные и разрушаются не</w:t>
      </w:r>
      <w:r>
        <w:rPr>
          <w:rFonts w:ascii="Garamond" w:hAnsi="Garamond"/>
        </w:rPr>
        <w:softHyphen/>
        <w:t>нужные поведенческие реакции.</w:t>
      </w:r>
    </w:p>
    <w:p w:rsidR="00D4754F" w:rsidRDefault="004F4415">
      <w:pPr>
        <w:pStyle w:val="20"/>
        <w:ind w:firstLine="851"/>
        <w:rPr>
          <w:lang w:val="en-US"/>
        </w:rPr>
      </w:pPr>
      <w:r>
        <w:t>Психокоррекция на практике может применяться в двух фор</w:t>
      </w:r>
      <w:r>
        <w:softHyphen/>
        <w:t>мах: индивидуальной или групповой. В первом случае психолог работает с клиентом один на один при отсутствии посторонних лиц. Во втором случае он работает сразу с группой клиентов, ко</w:t>
      </w:r>
      <w:r>
        <w:softHyphen/>
        <w:t>торые в психокоррекционном процессе взаимодействуют не толь</w:t>
      </w:r>
      <w:r>
        <w:softHyphen/>
        <w:t>ко с ним, но и друг с другом.</w:t>
      </w: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D4754F">
      <w:pPr>
        <w:pStyle w:val="20"/>
        <w:ind w:firstLine="851"/>
        <w:rPr>
          <w:lang w:val="en-US"/>
        </w:rPr>
      </w:pPr>
    </w:p>
    <w:p w:rsidR="00D4754F" w:rsidRDefault="004F4415">
      <w:pPr>
        <w:pStyle w:val="20"/>
        <w:ind w:firstLine="851"/>
      </w:pPr>
      <w:r>
        <w:t xml:space="preserve"> ИНДИВИДУАЛЬНАЯ ПСИХОКОРРЕКЦИЯ.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  <w:lang w:val="en-US"/>
        </w:rPr>
      </w:pPr>
      <w:r>
        <w:rPr>
          <w:rFonts w:ascii="Garamond" w:hAnsi="Garamond"/>
          <w:b/>
          <w:sz w:val="28"/>
        </w:rPr>
        <w:t>Применение индивидуальной психокоррекции.</w:t>
      </w:r>
      <w:r>
        <w:rPr>
          <w:rFonts w:ascii="Garamond" w:hAnsi="Garamond"/>
          <w:sz w:val="28"/>
        </w:rPr>
        <w:t xml:space="preserve"> Индивидуаль</w:t>
      </w:r>
      <w:r>
        <w:rPr>
          <w:rFonts w:ascii="Garamond" w:hAnsi="Garamond"/>
          <w:sz w:val="28"/>
        </w:rPr>
        <w:softHyphen/>
        <w:t>ная психокоррекция используется, когда проблемы клиента ин</w:t>
      </w:r>
      <w:r>
        <w:rPr>
          <w:rFonts w:ascii="Garamond" w:hAnsi="Garamond"/>
          <w:sz w:val="28"/>
        </w:rPr>
        <w:softHyphen/>
        <w:t>дивидуального, а не межличностного характера, когда клиент категорически отказывается работать в группе, или по каким-ли</w:t>
      </w:r>
      <w:r>
        <w:rPr>
          <w:rFonts w:ascii="Garamond" w:hAnsi="Garamond"/>
          <w:sz w:val="28"/>
        </w:rPr>
        <w:softHyphen/>
        <w:t>бо причинам его работа в группе невозможна; когда применяют</w:t>
      </w:r>
      <w:r>
        <w:rPr>
          <w:rFonts w:ascii="Garamond" w:hAnsi="Garamond"/>
          <w:sz w:val="28"/>
        </w:rPr>
        <w:softHyphen/>
        <w:t>ся достаточно сильные методы психологического воздействия и клиента необходимо постоянно держать под наблюдением и контролем.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Индивидуальная психокоррекция необходима, когда у клиен</w:t>
      </w:r>
      <w:r>
        <w:rPr>
          <w:rFonts w:ascii="Garamond" w:hAnsi="Garamond"/>
          <w:sz w:val="28"/>
        </w:rPr>
        <w:softHyphen/>
        <w:t xml:space="preserve">та психолог находит повышенную </w:t>
      </w:r>
      <w:r>
        <w:rPr>
          <w:rFonts w:ascii="Garamond" w:hAnsi="Garamond"/>
          <w:b/>
          <w:sz w:val="28"/>
        </w:rPr>
        <w:t>тревожность</w:t>
      </w:r>
      <w:r>
        <w:rPr>
          <w:rFonts w:ascii="Garamond" w:hAnsi="Garamond"/>
          <w:sz w:val="28"/>
        </w:rPr>
        <w:t xml:space="preserve">, сильную </w:t>
      </w:r>
      <w:r>
        <w:rPr>
          <w:rFonts w:ascii="Garamond" w:hAnsi="Garamond"/>
          <w:b/>
          <w:sz w:val="28"/>
        </w:rPr>
        <w:t>заторможенность</w:t>
      </w:r>
      <w:r>
        <w:rPr>
          <w:rFonts w:ascii="Garamond" w:hAnsi="Garamond"/>
          <w:sz w:val="28"/>
        </w:rPr>
        <w:t>, неуверенность в себе, необоснованные страхи, проблемы, вызванные недостаточным знанием самого себя, утрату смысла и цели жизни.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Иногда бывает так, что по характеру проблемы клиенту тре</w:t>
      </w:r>
      <w:r>
        <w:rPr>
          <w:rFonts w:ascii="Garamond" w:hAnsi="Garamond"/>
          <w:sz w:val="28"/>
        </w:rPr>
        <w:softHyphen/>
        <w:t>буется групповая психокоррекция, но он категорически отказы</w:t>
      </w:r>
      <w:r>
        <w:rPr>
          <w:rFonts w:ascii="Garamond" w:hAnsi="Garamond"/>
          <w:sz w:val="28"/>
        </w:rPr>
        <w:softHyphen/>
        <w:t>вается работать в группе. Тогда в качестве первого шага на пу</w:t>
      </w:r>
      <w:r>
        <w:rPr>
          <w:rFonts w:ascii="Garamond" w:hAnsi="Garamond"/>
          <w:sz w:val="28"/>
        </w:rPr>
        <w:softHyphen/>
        <w:t xml:space="preserve">ти его </w:t>
      </w:r>
      <w:r>
        <w:rPr>
          <w:rFonts w:ascii="Garamond" w:hAnsi="Garamond"/>
          <w:b/>
          <w:sz w:val="28"/>
        </w:rPr>
        <w:t>реабилитации</w:t>
      </w:r>
      <w:r>
        <w:rPr>
          <w:rFonts w:ascii="Garamond" w:hAnsi="Garamond"/>
          <w:sz w:val="28"/>
        </w:rPr>
        <w:t xml:space="preserve"> можно использовать индивидуальную рабо</w:t>
      </w:r>
      <w:r>
        <w:rPr>
          <w:rFonts w:ascii="Garamond" w:hAnsi="Garamond"/>
          <w:sz w:val="28"/>
        </w:rPr>
        <w:softHyphen/>
        <w:t>ту и постепенно, по мере его готовности, подводить клиента к осознанию необходимости включения в групповую работу.</w:t>
      </w:r>
    </w:p>
    <w:p w:rsidR="00D4754F" w:rsidRDefault="004F4415">
      <w:pPr>
        <w:pStyle w:val="3"/>
      </w:pPr>
      <w:r>
        <w:t>Противопоказаниями к групповой психокоррекционной ра</w:t>
      </w:r>
      <w:r>
        <w:softHyphen/>
        <w:t>боте могут стать сильно выраженная возбудимость и эмоцио</w:t>
      </w:r>
      <w:r>
        <w:softHyphen/>
        <w:t>нальная неуравновешенность клиента, его трудный характер, болезнь, недостаточный уровень интеллектуального или мораль</w:t>
      </w:r>
      <w:r>
        <w:softHyphen/>
        <w:t>ного развития и другие. При сильно действующих групповых психокоррекционных процедурах у таких людей может на</w:t>
      </w:r>
      <w:r>
        <w:softHyphen/>
        <w:t>ступить эмоциональный стресс или срыв. В силу второй из на</w:t>
      </w:r>
      <w:r>
        <w:softHyphen/>
        <w:t>званных причин клиент может сознательно или бессознательно мешать работать остальным участникам группы. По следующей причине у него может резко ухудшиться состояние здоровья. На</w:t>
      </w:r>
      <w:r>
        <w:softHyphen/>
        <w:t>конец, он может или не понимать, что от него требуется, или ве</w:t>
      </w:r>
      <w:r>
        <w:softHyphen/>
        <w:t>сти себя в группе недостаточно культурно, шокируя остальных своим поведением, выводя их из равновесия.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Иногда клиент хочет - и это ему действительно необходи</w:t>
      </w:r>
      <w:r>
        <w:rPr>
          <w:rFonts w:ascii="Garamond" w:hAnsi="Garamond"/>
          <w:sz w:val="28"/>
        </w:rPr>
        <w:softHyphen/>
        <w:t>мо - работать в группе, но фактически внутренне сопротивляет</w:t>
      </w:r>
      <w:r>
        <w:rPr>
          <w:rFonts w:ascii="Garamond" w:hAnsi="Garamond"/>
          <w:sz w:val="28"/>
        </w:rPr>
        <w:softHyphen/>
        <w:t>ся этому. Тогда психолог должен постараться снять внутреннее сопротивление клиента, убедить его в необходимости включиться в групповую работу и помочь ему это сделать практически.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Есть такие клиенты, которые в обычных психокоррекционных ситуациях ведут себя вполне нормально, но теряют контроль над собой, когда чувствуют сильное психологическое воздействие. В этом случае сильно действующую психологическую процедуру необходимо сначала опробовать на клиенте в индивидуальном порядке, а затем уже включать его в группу.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Для того чтобы правильно пользоваться психокоррекцией на практике, необходимо знать следующее. Индивидуальная психо</w:t>
      </w:r>
      <w:r>
        <w:rPr>
          <w:rFonts w:ascii="Garamond" w:hAnsi="Garamond"/>
          <w:sz w:val="28"/>
        </w:rPr>
        <w:softHyphen/>
        <w:t>коррекция реально помогает только тем, у кого есть действитель</w:t>
      </w:r>
      <w:r>
        <w:rPr>
          <w:rFonts w:ascii="Garamond" w:hAnsi="Garamond"/>
          <w:sz w:val="28"/>
        </w:rPr>
        <w:softHyphen/>
        <w:t>ные психологические или поведенческие проблемы. Наличие та</w:t>
      </w:r>
      <w:r>
        <w:rPr>
          <w:rFonts w:ascii="Garamond" w:hAnsi="Garamond"/>
          <w:sz w:val="28"/>
        </w:rPr>
        <w:softHyphen/>
        <w:t>ких проблем может установить только профессиональный психо</w:t>
      </w:r>
      <w:r>
        <w:rPr>
          <w:rFonts w:ascii="Garamond" w:hAnsi="Garamond"/>
          <w:sz w:val="28"/>
        </w:rPr>
        <w:softHyphen/>
        <w:t>лог или осознавать сам клиент. Иногда человеку кажется, что у него есть проблемы, хотя на самом деле их нет. Иногда, напро</w:t>
      </w:r>
      <w:r>
        <w:rPr>
          <w:rFonts w:ascii="Garamond" w:hAnsi="Garamond"/>
          <w:sz w:val="28"/>
        </w:rPr>
        <w:softHyphen/>
        <w:t>тив, кажется, что проблемы нет, хотя на самом деле она сущест</w:t>
      </w:r>
      <w:r>
        <w:rPr>
          <w:rFonts w:ascii="Garamond" w:hAnsi="Garamond"/>
          <w:sz w:val="28"/>
        </w:rPr>
        <w:softHyphen/>
        <w:t>вует.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Для оказания профессиональной психологической помощи не</w:t>
      </w:r>
      <w:r>
        <w:rPr>
          <w:rFonts w:ascii="Garamond" w:hAnsi="Garamond"/>
          <w:sz w:val="28"/>
        </w:rPr>
        <w:softHyphen/>
        <w:t>обходимо знать причины психологических недостатков, а также то, что происходит в психике и поведении человека, особенно в процессе коррекции. Этот процесс необходимо контролировать и уметь предвидеть его результаты. Для этого нужны разнооб</w:t>
      </w:r>
      <w:r>
        <w:rPr>
          <w:rFonts w:ascii="Garamond" w:hAnsi="Garamond"/>
          <w:sz w:val="28"/>
        </w:rPr>
        <w:softHyphen/>
        <w:t>разные и глубокие психологические знания, которые, как прави</w:t>
      </w:r>
      <w:r>
        <w:rPr>
          <w:rFonts w:ascii="Garamond" w:hAnsi="Garamond"/>
          <w:sz w:val="28"/>
        </w:rPr>
        <w:softHyphen/>
        <w:t>ло, можно получить только в специальных высших учебных заве</w:t>
      </w:r>
      <w:r>
        <w:rPr>
          <w:rFonts w:ascii="Garamond" w:hAnsi="Garamond"/>
          <w:sz w:val="28"/>
        </w:rPr>
        <w:softHyphen/>
        <w:t>дениях на факультетах психологии. Если за работу по оказанию индивидуальной психокоррекционной помощи берется некомпе</w:t>
      </w:r>
      <w:r>
        <w:rPr>
          <w:rFonts w:ascii="Garamond" w:hAnsi="Garamond"/>
          <w:sz w:val="28"/>
        </w:rPr>
        <w:softHyphen/>
        <w:t>тентный человек, он способен нанести клиенту весьма сущест</w:t>
      </w:r>
      <w:r>
        <w:rPr>
          <w:rFonts w:ascii="Garamond" w:hAnsi="Garamond"/>
          <w:sz w:val="28"/>
        </w:rPr>
        <w:softHyphen/>
        <w:t>венный вред.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Психокоррекция мало что может дать тем людям, у которых психологические или поведенческие отклонения вызваны серьез</w:t>
      </w:r>
      <w:r>
        <w:rPr>
          <w:rFonts w:ascii="Garamond" w:hAnsi="Garamond"/>
          <w:sz w:val="28"/>
        </w:rPr>
        <w:softHyphen/>
        <w:t>ными заболеваниями органического характера. Она может, ко</w:t>
      </w:r>
      <w:r>
        <w:rPr>
          <w:rFonts w:ascii="Garamond" w:hAnsi="Garamond"/>
          <w:sz w:val="28"/>
        </w:rPr>
        <w:softHyphen/>
        <w:t>нечно, и на них оказать временное положительное воздействие, облегчающее общее физическое и психологическое состояние, но из-за того, что психокоррекция сама по себе не в состоянии устранить органический дефект, после нее возможны психологические и поведенческие рецидивы, т. е. восстановление соответст</w:t>
      </w:r>
      <w:r>
        <w:rPr>
          <w:rFonts w:ascii="Garamond" w:hAnsi="Garamond"/>
          <w:sz w:val="28"/>
        </w:rPr>
        <w:softHyphen/>
        <w:t>вующих отклонений. В данном случае рекомендуется параллель</w:t>
      </w:r>
      <w:r>
        <w:rPr>
          <w:rFonts w:ascii="Garamond" w:hAnsi="Garamond"/>
          <w:sz w:val="28"/>
        </w:rPr>
        <w:softHyphen/>
        <w:t>но с психокоррекцией заниматься серьезным лечением соответст</w:t>
      </w:r>
      <w:r>
        <w:rPr>
          <w:rFonts w:ascii="Garamond" w:hAnsi="Garamond"/>
          <w:sz w:val="28"/>
        </w:rPr>
        <w:softHyphen/>
        <w:t>вующей органической болезни под наблюдением врача.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Еще одно обстоятельство, которое надо иметь в виду, приме</w:t>
      </w:r>
      <w:r>
        <w:rPr>
          <w:rFonts w:ascii="Garamond" w:hAnsi="Garamond"/>
          <w:sz w:val="28"/>
        </w:rPr>
        <w:softHyphen/>
        <w:t>няя индивидуальную психокоррекцию, следующее. Полученный эффект психокоррекционного воздействия необходимо закреп</w:t>
      </w:r>
      <w:r>
        <w:rPr>
          <w:rFonts w:ascii="Garamond" w:hAnsi="Garamond"/>
          <w:sz w:val="28"/>
        </w:rPr>
        <w:softHyphen/>
        <w:t>лять практически. Если клиент вместе с психологом справился со своей проблемой, то это еще не означает, что он сможет само</w:t>
      </w:r>
      <w:r>
        <w:rPr>
          <w:rFonts w:ascii="Garamond" w:hAnsi="Garamond"/>
          <w:sz w:val="28"/>
        </w:rPr>
        <w:softHyphen/>
        <w:t>стоятельно полностью избавиться от нее без постоянной помощи психолога. Под наблюдением психолога ему необходимо нахо</w:t>
      </w:r>
      <w:r>
        <w:rPr>
          <w:rFonts w:ascii="Garamond" w:hAnsi="Garamond"/>
          <w:sz w:val="28"/>
        </w:rPr>
        <w:softHyphen/>
        <w:t>диться достаточно длительный период времени даже после того, как появились положительные результаты психокоррекционного воздействия: их надо закрепить, чтобы предупредить возможные рецидивы.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b/>
          <w:sz w:val="28"/>
        </w:rPr>
        <w:t>Виды индивидуальной психокоррекции.</w:t>
      </w:r>
      <w:r>
        <w:rPr>
          <w:rFonts w:ascii="Garamond" w:hAnsi="Garamond"/>
          <w:sz w:val="28"/>
        </w:rPr>
        <w:t xml:space="preserve"> Рассмотрим психоло</w:t>
      </w:r>
      <w:r>
        <w:rPr>
          <w:rFonts w:ascii="Garamond" w:hAnsi="Garamond"/>
          <w:sz w:val="28"/>
        </w:rPr>
        <w:softHyphen/>
        <w:t>гические особенности различных видов индивидуальной психо</w:t>
      </w:r>
      <w:r>
        <w:rPr>
          <w:rFonts w:ascii="Garamond" w:hAnsi="Garamond"/>
          <w:sz w:val="28"/>
        </w:rPr>
        <w:softHyphen/>
        <w:t>коррекции: убеждения, внушения, психоанализа и логотерапии.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Убеждение в основном применимо к людям, обладающим вы</w:t>
      </w:r>
      <w:r>
        <w:rPr>
          <w:rFonts w:ascii="Garamond" w:hAnsi="Garamond"/>
          <w:sz w:val="28"/>
        </w:rPr>
        <w:softHyphen/>
        <w:t>соким уровнем интеллектуального развития и способным — если их удастся убедить — самостоятельно справиться со своими психологическими проблемами. Это, как правило, люди с доста</w:t>
      </w:r>
      <w:r>
        <w:rPr>
          <w:rFonts w:ascii="Garamond" w:hAnsi="Garamond"/>
          <w:sz w:val="28"/>
        </w:rPr>
        <w:softHyphen/>
        <w:t>точно развитой силой воли, но до начала психокоррекционного воздействия не убежденные в том, что у них действительно есть проблемы, над которыми стоит работать, или просто не верящие в то, что с помощью психолога им удастся эти проблемы решить.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Убеждение начинается с выяснения того, что знает клиент о своих проблемах и как он их понимает. Затем психолог обсуж</w:t>
      </w:r>
      <w:r>
        <w:rPr>
          <w:rFonts w:ascii="Garamond" w:hAnsi="Garamond"/>
          <w:sz w:val="28"/>
        </w:rPr>
        <w:softHyphen/>
        <w:t>дает и согласовывает с клиентом цели и задачи психокоррекции и только после того, как клиент согласится, начинает с ним ра</w:t>
      </w:r>
      <w:r>
        <w:rPr>
          <w:rFonts w:ascii="Garamond" w:hAnsi="Garamond"/>
          <w:sz w:val="28"/>
        </w:rPr>
        <w:softHyphen/>
        <w:t>ботать.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Психолог подробно разъясняет, что, как и почему он делает, а также — если в этом есть необходимость — объясняет причины возникновения и способ избавления от недостатков.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Убеждение как метод психологического воздействия обычно применяется по отношению к маловнушаемым людям. Что же касается сильновнушаемых, то для них наилучший способ воз</w:t>
      </w:r>
      <w:r>
        <w:rPr>
          <w:rFonts w:ascii="Garamond" w:hAnsi="Garamond"/>
          <w:sz w:val="28"/>
        </w:rPr>
        <w:softHyphen/>
        <w:t>действия — внушение. Если клиент, кроме того, обладает высо</w:t>
      </w:r>
      <w:r>
        <w:rPr>
          <w:rFonts w:ascii="Garamond" w:hAnsi="Garamond"/>
          <w:sz w:val="28"/>
        </w:rPr>
        <w:softHyphen/>
        <w:t>ким уровнем интеллектуального развития, то по отношению к не</w:t>
      </w:r>
      <w:r>
        <w:rPr>
          <w:rFonts w:ascii="Garamond" w:hAnsi="Garamond"/>
          <w:sz w:val="28"/>
        </w:rPr>
        <w:softHyphen/>
        <w:t>му целесообразно использовать убеждение и внушение в комп</w:t>
      </w:r>
      <w:r>
        <w:rPr>
          <w:rFonts w:ascii="Garamond" w:hAnsi="Garamond"/>
          <w:sz w:val="28"/>
        </w:rPr>
        <w:softHyphen/>
        <w:t>лексе. Для психолога внушение — это более простой, а для клиента — менее эффективный способ воздействия, чем убежде</w:t>
      </w:r>
      <w:r>
        <w:rPr>
          <w:rFonts w:ascii="Garamond" w:hAnsi="Garamond"/>
          <w:sz w:val="28"/>
        </w:rPr>
        <w:softHyphen/>
        <w:t>ние, так как при внушении не действует воля клиента, способная усилить психокоррекционный эффект. Но, с другой стороны, пользуясь внушением, можно быстрее добиться нужного резуль</w:t>
      </w:r>
      <w:r>
        <w:rPr>
          <w:rFonts w:ascii="Garamond" w:hAnsi="Garamond"/>
          <w:sz w:val="28"/>
        </w:rPr>
        <w:softHyphen/>
        <w:t>тата, так как этот метод не требует длительных разъяснений и долгих дискуссий психолога и клиента. Но зато воздействие, основанное на чистом внушении, и исчезает гораздо быстрее, чем влияние, базирующееся на убеждении.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Психологический механизм внушения основан на прямом влиянии психолога на подсознание клиента, на использование не только разума, но также чувств и эмоций. Внушение обычно ис</w:t>
      </w:r>
      <w:r>
        <w:rPr>
          <w:rFonts w:ascii="Garamond" w:hAnsi="Garamond"/>
          <w:sz w:val="28"/>
        </w:rPr>
        <w:softHyphen/>
        <w:t>пользуют в условиях, когда внимание и сознание клиента чем-то отвлечены.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Наилучшие условия для внушения—в такой ситуации, при которой клиента вводят в состояние полного расслабления, в полугипнотическое или полное гипно</w:t>
      </w:r>
      <w:r>
        <w:rPr>
          <w:rFonts w:ascii="Garamond" w:hAnsi="Garamond"/>
          <w:sz w:val="28"/>
        </w:rPr>
        <w:softHyphen/>
        <w:t>тическое состояние. Это могут делать только специалисты, имею</w:t>
      </w:r>
      <w:r>
        <w:rPr>
          <w:rFonts w:ascii="Garamond" w:hAnsi="Garamond"/>
          <w:sz w:val="28"/>
        </w:rPr>
        <w:softHyphen/>
        <w:t>щие соответствующее медико-психологическое образование и профессионально владеющие техникой гипноза. Полугипнотиче</w:t>
      </w:r>
      <w:r>
        <w:rPr>
          <w:rFonts w:ascii="Garamond" w:hAnsi="Garamond"/>
          <w:sz w:val="28"/>
        </w:rPr>
        <w:softHyphen/>
        <w:t>ское внушение широко применяется, например, для психокоррек</w:t>
      </w:r>
      <w:r>
        <w:rPr>
          <w:rFonts w:ascii="Garamond" w:hAnsi="Garamond"/>
          <w:sz w:val="28"/>
        </w:rPr>
        <w:softHyphen/>
        <w:t>ции дефектов речи, для избавления людей от дурных привычек: курения, пристрастия к наркотикам, алкоголю и др.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Особое место среди методов индивидуального воздействия за</w:t>
      </w:r>
      <w:r>
        <w:rPr>
          <w:rFonts w:ascii="Garamond" w:hAnsi="Garamond"/>
          <w:sz w:val="28"/>
        </w:rPr>
        <w:softHyphen/>
        <w:t>нимает психологическое консультирование. Этим термином на</w:t>
      </w:r>
      <w:r>
        <w:rPr>
          <w:rFonts w:ascii="Garamond" w:hAnsi="Garamond"/>
          <w:sz w:val="28"/>
        </w:rPr>
        <w:softHyphen/>
        <w:t>зывают работу психолога с клиентом, рассчитанную на то, что</w:t>
      </w:r>
      <w:r>
        <w:rPr>
          <w:rFonts w:ascii="Garamond" w:hAnsi="Garamond"/>
          <w:sz w:val="28"/>
        </w:rPr>
        <w:softHyphen/>
        <w:t>бы, вместе разобравшись в проблеме, волнующей клиента, пси</w:t>
      </w:r>
      <w:r>
        <w:rPr>
          <w:rFonts w:ascii="Garamond" w:hAnsi="Garamond"/>
          <w:sz w:val="28"/>
        </w:rPr>
        <w:softHyphen/>
        <w:t>холог мог дать ему квалифицированный совет о том, как решить эту проблему. Задача психологического консультирования за</w:t>
      </w:r>
      <w:r>
        <w:rPr>
          <w:rFonts w:ascii="Garamond" w:hAnsi="Garamond"/>
          <w:sz w:val="28"/>
        </w:rPr>
        <w:softHyphen/>
        <w:t>ключается в том, чтобы помочь клиенту разобраться в своих проблемах и подсказать, как их можно было бы решить.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Психологическое консультирование чаще всего рассматрива</w:t>
      </w:r>
      <w:r>
        <w:rPr>
          <w:rFonts w:ascii="Garamond" w:hAnsi="Garamond"/>
          <w:sz w:val="28"/>
        </w:rPr>
        <w:softHyphen/>
        <w:t>ют как специальную область деятельности практического психо</w:t>
      </w:r>
      <w:r>
        <w:rPr>
          <w:rFonts w:ascii="Garamond" w:hAnsi="Garamond"/>
          <w:sz w:val="28"/>
        </w:rPr>
        <w:softHyphen/>
        <w:t>лога. Существуют особые правила и техника ведения психологи</w:t>
      </w:r>
      <w:r>
        <w:rPr>
          <w:rFonts w:ascii="Garamond" w:hAnsi="Garamond"/>
          <w:sz w:val="28"/>
        </w:rPr>
        <w:softHyphen/>
        <w:t>ческого консультирования. В беседе с психологом клиент получа</w:t>
      </w:r>
      <w:r>
        <w:rPr>
          <w:rFonts w:ascii="Garamond" w:hAnsi="Garamond"/>
          <w:sz w:val="28"/>
        </w:rPr>
        <w:softHyphen/>
        <w:t>ет от него советы и сам вправе решить, следовать им или не следовать. Психолог-консультант в отличие от психолога-коррек</w:t>
      </w:r>
      <w:r>
        <w:rPr>
          <w:rFonts w:ascii="Garamond" w:hAnsi="Garamond"/>
          <w:sz w:val="28"/>
        </w:rPr>
        <w:softHyphen/>
        <w:t>тора не несет полной ответственности за клиента, так как за ис</w:t>
      </w:r>
      <w:r>
        <w:rPr>
          <w:rFonts w:ascii="Garamond" w:hAnsi="Garamond"/>
          <w:sz w:val="28"/>
        </w:rPr>
        <w:softHyphen/>
        <w:t>пользование данных клиенту рекомендаций отвечает он сам.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Психоанализ представляет собой довольно сложную психодиагностическую и психокоррекционную технику, разработанную 3. Фрейдом и его последователями. Эта техника позволяет влиять на психику клиента и его поведение через бессознатель</w:t>
      </w:r>
      <w:r>
        <w:rPr>
          <w:rFonts w:ascii="Garamond" w:hAnsi="Garamond"/>
          <w:sz w:val="28"/>
        </w:rPr>
        <w:softHyphen/>
        <w:t>ное. Она связана с анализом и толкованием сновидений, интер</w:t>
      </w:r>
      <w:r>
        <w:rPr>
          <w:rFonts w:ascii="Garamond" w:hAnsi="Garamond"/>
          <w:sz w:val="28"/>
        </w:rPr>
        <w:softHyphen/>
        <w:t xml:space="preserve">претацией непроизвольных ошибок: опечаток, оговорок, описок, обмолвок и т. п. 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b/>
          <w:sz w:val="28"/>
        </w:rPr>
        <w:t>Приемы индивидуальной психокоррекции</w:t>
      </w:r>
      <w:r>
        <w:rPr>
          <w:rFonts w:ascii="Garamond" w:hAnsi="Garamond"/>
          <w:sz w:val="28"/>
        </w:rPr>
        <w:t>. Убеждая челове</w:t>
      </w:r>
      <w:r>
        <w:rPr>
          <w:rFonts w:ascii="Garamond" w:hAnsi="Garamond"/>
          <w:sz w:val="28"/>
        </w:rPr>
        <w:softHyphen/>
        <w:t>ка, психолог пользуется следующими приемами: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1. Выясняет собственное отношение клиента к беспокоящим его психологическим и поведенческим проблемам, устанавливает причины, в силу которых он придерживается той или иной по</w:t>
      </w:r>
      <w:r>
        <w:rPr>
          <w:rFonts w:ascii="Garamond" w:hAnsi="Garamond"/>
          <w:sz w:val="28"/>
        </w:rPr>
        <w:softHyphen/>
        <w:t>зиции.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Прежде чем пытаться в чем-то убедить клиента, необходимо выяснить его точку зрения на проблему. Зная заранее точку зре</w:t>
      </w:r>
      <w:r>
        <w:rPr>
          <w:rFonts w:ascii="Garamond" w:hAnsi="Garamond"/>
          <w:sz w:val="28"/>
        </w:rPr>
        <w:softHyphen/>
        <w:t>ния клиента, легче подобрать персонально для него убедитель</w:t>
      </w:r>
      <w:r>
        <w:rPr>
          <w:rFonts w:ascii="Garamond" w:hAnsi="Garamond"/>
          <w:sz w:val="28"/>
        </w:rPr>
        <w:softHyphen/>
        <w:t>ные аргументы, факты и нужную логику доказательства.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2. Работает с клиентом, исходя из того, что в понимании своей проблемы он по-своему прав. Обсуждает с клиентом раз</w:t>
      </w:r>
      <w:r>
        <w:rPr>
          <w:rFonts w:ascii="Garamond" w:hAnsi="Garamond"/>
          <w:sz w:val="28"/>
        </w:rPr>
        <w:softHyphen/>
        <w:t>ные точки зрения на данную проблему.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Этот прием заключается в том, что психолог, заранее не от</w:t>
      </w:r>
      <w:r>
        <w:rPr>
          <w:rFonts w:ascii="Garamond" w:hAnsi="Garamond"/>
          <w:sz w:val="28"/>
        </w:rPr>
        <w:softHyphen/>
        <w:t>вергая и не отрицая возможную правоту клиента, не пытаясь сразу и полностью его переубедить, даже если клиент на самом деле не прав, приглашает его выслушать и взвесить разные точ</w:t>
      </w:r>
      <w:r>
        <w:rPr>
          <w:rFonts w:ascii="Garamond" w:hAnsi="Garamond"/>
          <w:sz w:val="28"/>
        </w:rPr>
        <w:softHyphen/>
        <w:t>ки зрения, понять их. Клиент, доверяющий психологу, как пра</w:t>
      </w:r>
      <w:r>
        <w:rPr>
          <w:rFonts w:ascii="Garamond" w:hAnsi="Garamond"/>
          <w:sz w:val="28"/>
        </w:rPr>
        <w:softHyphen/>
        <w:t>вило, на это соглашается и выражает готовность признать пра</w:t>
      </w:r>
      <w:r>
        <w:rPr>
          <w:rFonts w:ascii="Garamond" w:hAnsi="Garamond"/>
          <w:sz w:val="28"/>
        </w:rPr>
        <w:softHyphen/>
        <w:t>воту психолога.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3. Предлагает клиенту самостоятельно принять решение о том, каким рекомендациям психолога следовать и каким не следовать. Прежде чем предоставить клиенту такую воз</w:t>
      </w:r>
      <w:r>
        <w:rPr>
          <w:rFonts w:ascii="Garamond" w:hAnsi="Garamond"/>
          <w:sz w:val="28"/>
        </w:rPr>
        <w:softHyphen/>
        <w:t>можность, надо договориться с ним о том, что он и психолог на</w:t>
      </w:r>
      <w:r>
        <w:rPr>
          <w:rFonts w:ascii="Garamond" w:hAnsi="Garamond"/>
          <w:sz w:val="28"/>
        </w:rPr>
        <w:softHyphen/>
        <w:t>ходятся друг с другом в равнопартнерских отношениях и имеют право не только ставить друг перед другом вопросы, но и делать вполне самостоятельные выводы, принимать независимые ре</w:t>
      </w:r>
      <w:r>
        <w:rPr>
          <w:rFonts w:ascii="Garamond" w:hAnsi="Garamond"/>
          <w:sz w:val="28"/>
        </w:rPr>
        <w:softHyphen/>
        <w:t>шения.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4. Установка на убеждение клиента. Психолог делит пробле</w:t>
      </w:r>
      <w:r>
        <w:rPr>
          <w:rFonts w:ascii="Garamond" w:hAnsi="Garamond"/>
          <w:sz w:val="28"/>
        </w:rPr>
        <w:softHyphen/>
        <w:t>му, обсуждаемую с клиентом, на ряд частных вопросов и после</w:t>
      </w:r>
      <w:r>
        <w:rPr>
          <w:rFonts w:ascii="Garamond" w:hAnsi="Garamond"/>
          <w:sz w:val="28"/>
        </w:rPr>
        <w:softHyphen/>
        <w:t>довательно добивается согласия клиента с теми ответами на эти вопросы, которые хочет получить сам психолог. Разговор с кли</w:t>
      </w:r>
      <w:r>
        <w:rPr>
          <w:rFonts w:ascii="Garamond" w:hAnsi="Garamond"/>
          <w:sz w:val="28"/>
        </w:rPr>
        <w:softHyphen/>
        <w:t>ентом в этом случае целесообразно строить так, чтобы сначала клиент отвечал и выражал согласие с ответами психолога на частные вопросы, а затем постепенно переходил к более слож</w:t>
      </w:r>
      <w:r>
        <w:rPr>
          <w:rFonts w:ascii="Garamond" w:hAnsi="Garamond"/>
          <w:sz w:val="28"/>
        </w:rPr>
        <w:softHyphen/>
        <w:t>ным принципиальным вопросам.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5. Убеждают клиента тогда, когда он находится в нормаль</w:t>
      </w:r>
      <w:r>
        <w:rPr>
          <w:rFonts w:ascii="Garamond" w:hAnsi="Garamond"/>
          <w:sz w:val="28"/>
        </w:rPr>
        <w:softHyphen/>
        <w:t>ном, спокойном состоянии. Убеждение малоэффективно, если клиент эмоционально возбужден, особенно когда он во власти сильных отрицательных аффектов. Человек в таком психологиче</w:t>
      </w:r>
      <w:r>
        <w:rPr>
          <w:rFonts w:ascii="Garamond" w:hAnsi="Garamond"/>
          <w:sz w:val="28"/>
        </w:rPr>
        <w:softHyphen/>
        <w:t>ском состоянии обычно плохо соображает и некритичен к себе. Как только психолог замечает, что клиент вышел из нормально</w:t>
      </w:r>
      <w:r>
        <w:rPr>
          <w:rFonts w:ascii="Garamond" w:hAnsi="Garamond"/>
          <w:sz w:val="28"/>
        </w:rPr>
        <w:softHyphen/>
        <w:t>го эмоционального состояния, надо сменить тему разговора или изменить тактику поведения.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Внушение предполагает использование следующих основных приемов: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1. Приведение человека в комфортное психологическое и фи</w:t>
      </w:r>
      <w:r>
        <w:rPr>
          <w:rFonts w:ascii="Garamond" w:hAnsi="Garamond"/>
          <w:sz w:val="28"/>
        </w:rPr>
        <w:softHyphen/>
        <w:t>зическое состояние. Если человек слишком возбужден, чувствует себя неловко, если ему неудобно, то он; как правило, внушению не поддается. Клиент должен быть психологически подготовлен к внушению.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2. Отвлечение внимания клиента от посторонних раздражителей и переключение его на психолога. Полностью готовый к внушению клиент должен хорошо воспринимать психолога, ви</w:t>
      </w:r>
      <w:r>
        <w:rPr>
          <w:rFonts w:ascii="Garamond" w:hAnsi="Garamond"/>
          <w:sz w:val="28"/>
        </w:rPr>
        <w:softHyphen/>
        <w:t>деть его лицо, руки, слышать его голос и не откликаться на слу</w:t>
      </w:r>
      <w:r>
        <w:rPr>
          <w:rFonts w:ascii="Garamond" w:hAnsi="Garamond"/>
          <w:sz w:val="28"/>
        </w:rPr>
        <w:softHyphen/>
        <w:t>чайные, посторонние раздражители. Для этого внушение необхо</w:t>
      </w:r>
      <w:r>
        <w:rPr>
          <w:rFonts w:ascii="Garamond" w:hAnsi="Garamond"/>
          <w:sz w:val="28"/>
        </w:rPr>
        <w:softHyphen/>
        <w:t>димо вести в специальном помещении и в таких условиях, где нет сильных, отвлекающих внимание побочных раздражителей.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3. Длительное сосредоточение внимания клиента на чем-то таком, что должно усилить внушающий эффект. Это может быть какой-то предмет, его деталь, монотонно, но достаточно убеди</w:t>
      </w:r>
      <w:r>
        <w:rPr>
          <w:rFonts w:ascii="Garamond" w:hAnsi="Garamond"/>
          <w:sz w:val="28"/>
        </w:rPr>
        <w:softHyphen/>
        <w:t>тельно звучащий голос психолога, слабое музыкальное сопро</w:t>
      </w:r>
      <w:r>
        <w:rPr>
          <w:rFonts w:ascii="Garamond" w:hAnsi="Garamond"/>
          <w:sz w:val="28"/>
        </w:rPr>
        <w:softHyphen/>
        <w:t>вождение.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4. Использование некоторых специальных расслабляющих приемов наподобие тех, с которыми мы уже познакомились, ка</w:t>
      </w:r>
      <w:r>
        <w:rPr>
          <w:rFonts w:ascii="Garamond" w:hAnsi="Garamond"/>
          <w:sz w:val="28"/>
        </w:rPr>
        <w:softHyphen/>
        <w:t>саясь методики аутогенной тренировки. Особенно важную роль играют повторения слов, фраз, плавные, однообразные, ритмиче</w:t>
      </w:r>
      <w:r>
        <w:rPr>
          <w:rFonts w:ascii="Garamond" w:hAnsi="Garamond"/>
          <w:sz w:val="28"/>
        </w:rPr>
        <w:softHyphen/>
        <w:t>ские движения руками.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Для лучшего понимания психологического состояния клиента и для более существенного психологического воздействия при консультировании используются следующие приемы: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1. Зеркализация. Этот прием состоит в том, что в беседе с клиентом психолог копирует, незаметно повторяет его движе</w:t>
      </w:r>
      <w:r>
        <w:rPr>
          <w:rFonts w:ascii="Garamond" w:hAnsi="Garamond"/>
          <w:sz w:val="28"/>
        </w:rPr>
        <w:softHyphen/>
        <w:t>ния: позы тела, жесты, мимику, паралингвистические компонен</w:t>
      </w:r>
      <w:r>
        <w:rPr>
          <w:rFonts w:ascii="Garamond" w:hAnsi="Garamond"/>
          <w:sz w:val="28"/>
        </w:rPr>
        <w:softHyphen/>
        <w:t>ты речи. Прием помогает психологу идентифицировать себя с клиентом, глубже понимать и осознавать его проблемы и пси</w:t>
      </w:r>
      <w:r>
        <w:rPr>
          <w:rFonts w:ascii="Garamond" w:hAnsi="Garamond"/>
          <w:sz w:val="28"/>
        </w:rPr>
        <w:softHyphen/>
        <w:t>хологические состояния в данный момент.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2. Парафраз. Этот прием заключается в простом повторении психологом того, что говорит клиент, но своими словами. Дела</w:t>
      </w:r>
      <w:r>
        <w:rPr>
          <w:rFonts w:ascii="Garamond" w:hAnsi="Garamond"/>
          <w:sz w:val="28"/>
        </w:rPr>
        <w:softHyphen/>
        <w:t>ется это для того, чтобы получить от клиента подтверждение, что его действительно правильно понимают.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3. Установление оптимальной психологической дистанции между психологом и клиентом. Известно, что то, на каком рас</w:t>
      </w:r>
      <w:r>
        <w:rPr>
          <w:rFonts w:ascii="Garamond" w:hAnsi="Garamond"/>
          <w:sz w:val="28"/>
        </w:rPr>
        <w:softHyphen/>
        <w:t>стоянии мы находимся от человека во время беседы с ним, ка</w:t>
      </w:r>
      <w:r>
        <w:rPr>
          <w:rFonts w:ascii="Garamond" w:hAnsi="Garamond"/>
          <w:sz w:val="28"/>
        </w:rPr>
        <w:softHyphen/>
        <w:t>кую физическую дистанцию устанавливаем между ним и собой, свидетельствует о том, как мы относимся к человеку. Придвига</w:t>
      </w:r>
      <w:r>
        <w:rPr>
          <w:rFonts w:ascii="Garamond" w:hAnsi="Garamond"/>
          <w:sz w:val="28"/>
        </w:rPr>
        <w:softHyphen/>
        <w:t>ясь ближе к клиенту во время разговора, психолог не только де</w:t>
      </w:r>
      <w:r>
        <w:rPr>
          <w:rFonts w:ascii="Garamond" w:hAnsi="Garamond"/>
          <w:sz w:val="28"/>
        </w:rPr>
        <w:softHyphen/>
        <w:t>монстрирует более доброе к нему отношение, но, со своей сторо</w:t>
      </w:r>
      <w:r>
        <w:rPr>
          <w:rFonts w:ascii="Garamond" w:hAnsi="Garamond"/>
          <w:sz w:val="28"/>
        </w:rPr>
        <w:softHyphen/>
        <w:t>ны, провоцирует клиента на более открытый, доверительный, откровенный разговор. И наоборот: беседа на большом расстоянии свидетельствует о нежелании психолога или клиента сближаться друг с другом и вести интимную, доверительную беседу. Изменяя дистанцию между клиентом и собой, психолог в</w:t>
      </w:r>
      <w:r>
        <w:rPr>
          <w:rFonts w:ascii="Garamond" w:hAnsi="Garamond"/>
          <w:sz w:val="28"/>
          <w:lang w:val="en-US"/>
        </w:rPr>
        <w:t xml:space="preserve"> процессе </w:t>
      </w:r>
      <w:r>
        <w:rPr>
          <w:rFonts w:ascii="Garamond" w:hAnsi="Garamond"/>
          <w:sz w:val="28"/>
        </w:rPr>
        <w:t>консультирования может менять и содержание разговора.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 заключение кратко рассмотрим основные психокоррекционные процедуры логотерапии. Начнем с некоторых общих принципов, на которых основана логотерапия.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i/>
          <w:sz w:val="28"/>
        </w:rPr>
        <w:t>Принцип 1.</w:t>
      </w:r>
      <w:r>
        <w:rPr>
          <w:rFonts w:ascii="Garamond" w:hAnsi="Garamond"/>
          <w:sz w:val="28"/>
        </w:rPr>
        <w:t xml:space="preserve"> Человек не может нормально жить, если его жизнь становится бессмысленной, он теряет покой до тех пока вновь не обретет цель и смысл своей жизни.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i/>
          <w:sz w:val="28"/>
        </w:rPr>
        <w:t>Принцип 2.</w:t>
      </w:r>
      <w:r>
        <w:rPr>
          <w:rFonts w:ascii="Garamond" w:hAnsi="Garamond"/>
          <w:sz w:val="28"/>
        </w:rPr>
        <w:t xml:space="preserve"> Смысл жизни человека не может быть ему дан извне, предложен или навязан, он должен его найти вполне самостоятельно.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Как сделать жизнь человека более осмысленной? Один из способов превращения жизни, лишенной смысла, в осмысленную —  осознание человеком своей уникальности, незаменимости, по крайней мере, хотя бы для одного человека. Отсюда следующий прием персонального осмысления жизни: сделать так, что бы человеку, утратившему смысл жизни, кто-нибудь сказал, что он очень нужен, что жизнь без него потеряла бы всякий смысл. Таким образом, смысл своей жизни человек приобретает через осознание того, что он нужен и полезен для других, близких</w:t>
      </w:r>
      <w:r>
        <w:rPr>
          <w:rFonts w:ascii="Garamond" w:hAnsi="Garamond"/>
          <w:sz w:val="28"/>
          <w:lang w:val="en-US"/>
        </w:rPr>
        <w:t xml:space="preserve"> ему </w:t>
      </w:r>
      <w:r>
        <w:rPr>
          <w:rFonts w:ascii="Garamond" w:hAnsi="Garamond"/>
          <w:sz w:val="28"/>
        </w:rPr>
        <w:t>людей.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Другой прием состоит в том, чтобы помочь человеку подняться над своими страданиями, над самим собой, взглянуть на себя со стороны, сделать себя не субъектом страдания, а объектом собственного бесстрастного и непредвзятого изучения. В этом случае часто обнаруживается, что переживание бессмысленности существования на самом деле ложное, что оно связано с недостаточным вниманием к тому, что есть и могло бы составлять подлинный смысл существования.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Третий прием называется «парадоксальное намерение». Он заключается в том, чтобы сильно пожелать и начать стремиться к тому, что раньше вызывало страх, тревогу и сознательно и отвергалось человеком. Например, если он всю жизнь боялся закрытых помещений, ему необходимо заставить себя находиться в таком помещении. В результате, как правило, страх исчезает, а человек обретает уверенность в себе, перестает бояться того, что он раньше избегал.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Человек может найти смысл своей жизни в творчестве, в том, что он делает добро для других, поисках истины, в наслаждении красотой, в общении с другим человеком. Главное — чтобы мог получать удовлетворение от всех этих дел и видов деятельности.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Основное заключается не в том, в каком положении оказался человек, а в том, как он относится к своему положению.</w:t>
      </w:r>
    </w:p>
    <w:p w:rsidR="00D4754F" w:rsidRDefault="00D4754F">
      <w:pPr>
        <w:ind w:firstLine="851"/>
        <w:jc w:val="both"/>
        <w:rPr>
          <w:rFonts w:ascii="Garamond" w:hAnsi="Garamond"/>
          <w:sz w:val="28"/>
        </w:rPr>
      </w:pPr>
    </w:p>
    <w:p w:rsidR="00D4754F" w:rsidRDefault="00D4754F">
      <w:pPr>
        <w:ind w:firstLine="851"/>
        <w:jc w:val="both"/>
        <w:rPr>
          <w:rFonts w:ascii="Garamond" w:hAnsi="Garamond"/>
          <w:sz w:val="28"/>
        </w:rPr>
      </w:pPr>
    </w:p>
    <w:p w:rsidR="00D4754F" w:rsidRDefault="00D4754F">
      <w:pPr>
        <w:jc w:val="center"/>
        <w:rPr>
          <w:rFonts w:ascii="Garamond" w:hAnsi="Garamond"/>
          <w:b/>
          <w:i/>
          <w:sz w:val="32"/>
          <w:u w:val="single"/>
        </w:rPr>
      </w:pPr>
    </w:p>
    <w:p w:rsidR="00D4754F" w:rsidRDefault="004F4415">
      <w:pPr>
        <w:pStyle w:val="3"/>
      </w:pPr>
      <w:r>
        <w:t>ГРУППОВАЯ ПСИХОКОРРЕКЦИЯ.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b/>
          <w:sz w:val="28"/>
        </w:rPr>
        <w:t>История группового психокоррекционного движения.</w:t>
      </w:r>
      <w:r>
        <w:rPr>
          <w:rFonts w:ascii="Garamond" w:hAnsi="Garamond"/>
          <w:sz w:val="28"/>
        </w:rPr>
        <w:t xml:space="preserve"> Широкое распространение в современном мире получило групповое психокоррекционное движение. Его основное отличие от индивидуальной психокоррекции состоит в том, что в группе психокоррекционный эффект достигается за счет взаимодействия, взаимовлияния людей и активного использования социально-психологических возможностей группы для достижения требуемого психокоррекционного результата. Групповой коррекционный эффект, как правило, сильнее в тех случаях, когда речь идет об исправлении недостатков межличностного поведения клиентов (недоверие скрытость, малообщительность, неумение убеждать, оказывать влияние на людей).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Трудно точно назвать дату зарождения группового психокоррекционного движения. Первые шаги в истории его становления связаны, скорее всего, с тридцатыми — сороковыми годами текущего столетия. Среди тех, кто одним из первых в истории психотерапии (здесь впервые появилась потребность использовать группу) обратился к групповым методам, был американский психиатр и социальный психолог Я. Морено. Он в 1932 году ввел в оборот термин «групповая психотерапия» и предложил один из наиболее эффективных методов групповой коррекционной работы, получивший название «психодрама». Два других американца, С. Славсон и А. Вольф, работая в рамках классического психоанализа, обратили внимание на существенную роль группы в психотерапевтическом процессе. Они установили, что результат использования психоанализа во многих случаях более велик при групповой, а не индивидуальной работе.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 xml:space="preserve">В качестве двух других источников современной групп психокоррекции можно назвать работы К. Роджерса и исследования К.. Левина (оба также жили и работали в Америке). К. Роджерс сформулировал гуманистические принципы обращения с человеком во время групповой работы, и на их основе до сих пор строятся многие виды коррекционной и терапевтической работы с людьми в группе. К таким принципам относится недерективное руководство группой, под которым понимается равноправное, уважительное отношение к группе со стороны психолога, ведущего группу, его отказ от использования авторитарного стиля руководства. Другая гуманистическая норма, </w:t>
      </w:r>
      <w:r>
        <w:rPr>
          <w:rFonts w:ascii="Garamond" w:hAnsi="Garamond"/>
          <w:sz w:val="28"/>
          <w:lang w:val="en-US"/>
        </w:rPr>
        <w:t xml:space="preserve">которую </w:t>
      </w:r>
      <w:r>
        <w:rPr>
          <w:rFonts w:ascii="Garamond" w:hAnsi="Garamond"/>
          <w:sz w:val="28"/>
        </w:rPr>
        <w:t>Роджерс ввел в практику групповой работы, называется принципом «центрирования на клиенте». Суть ее выражается в том, что, работая с группой, психолог основное внимание должен обращать на проблемы клиента, волнующие его в данный момент, а не пытаться осуществить собственные, заранее определен коррекционные или терапевтические цели, следовать за</w:t>
      </w:r>
      <w:r>
        <w:rPr>
          <w:rFonts w:ascii="Garamond" w:hAnsi="Garamond"/>
          <w:sz w:val="28"/>
          <w:lang w:val="en-US"/>
        </w:rPr>
        <w:t xml:space="preserve"> волей </w:t>
      </w:r>
      <w:r>
        <w:rPr>
          <w:rFonts w:ascii="Garamond" w:hAnsi="Garamond"/>
          <w:sz w:val="28"/>
        </w:rPr>
        <w:t>клиента, а не навязывать ему свою волю.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К. Левин, эмигрировавший в США из Германии в годы фашизма, разработал теорию и методы научного исследования малых групп. Он обогатил групповую психокоррекцию знаниями о процессах в малых группах, и предложил ряд методов изменения и управления динамикой малых групп. Он доказал</w:t>
      </w:r>
      <w:r>
        <w:rPr>
          <w:rFonts w:ascii="Garamond" w:hAnsi="Garamond"/>
          <w:sz w:val="28"/>
          <w:lang w:val="en-US"/>
        </w:rPr>
        <w:t xml:space="preserve"> существование </w:t>
      </w:r>
      <w:r>
        <w:rPr>
          <w:rFonts w:ascii="Garamond" w:hAnsi="Garamond"/>
          <w:sz w:val="28"/>
        </w:rPr>
        <w:t xml:space="preserve">особых социально-психологических влияний малой группы на индивида, благодаря которым достигается положительный групповой психотерапевтический эффект, в том числе открыл феномен </w:t>
      </w:r>
      <w:r>
        <w:rPr>
          <w:rFonts w:ascii="Garamond" w:hAnsi="Garamond"/>
          <w:b/>
          <w:sz w:val="28"/>
        </w:rPr>
        <w:t>социальной фасилитации</w:t>
      </w:r>
      <w:r>
        <w:rPr>
          <w:rFonts w:ascii="Garamond" w:hAnsi="Garamond"/>
          <w:sz w:val="28"/>
        </w:rPr>
        <w:t>. Он проявляется в том, что группа облегчает поведение индивида, успокаивает, поддер</w:t>
      </w:r>
      <w:r>
        <w:rPr>
          <w:rFonts w:ascii="Garamond" w:hAnsi="Garamond"/>
          <w:sz w:val="28"/>
        </w:rPr>
        <w:softHyphen/>
        <w:t>живает его. Левин обнаружил феномен группового конформиз</w:t>
      </w:r>
      <w:r>
        <w:rPr>
          <w:rFonts w:ascii="Garamond" w:hAnsi="Garamond"/>
          <w:sz w:val="28"/>
        </w:rPr>
        <w:softHyphen/>
        <w:t>ма, который выражается в оказании группой психологического давления на индивида, которому вольно или невольно подчиня</w:t>
      </w:r>
      <w:r>
        <w:rPr>
          <w:rFonts w:ascii="Garamond" w:hAnsi="Garamond"/>
          <w:sz w:val="28"/>
        </w:rPr>
        <w:softHyphen/>
        <w:t>ется большинство членов группы.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Уточним, в чем состоит преимущество групповой психокоррекционной работы над индивидуальной. Во-первых, в том, что в группе начинают действовать дополнительные, стимулы, за</w:t>
      </w:r>
      <w:r>
        <w:rPr>
          <w:rFonts w:ascii="Garamond" w:hAnsi="Garamond"/>
          <w:sz w:val="28"/>
        </w:rPr>
        <w:softHyphen/>
        <w:t>ставляющие человека нужным образом изменять свое поведение. Установлено, например, что группа облегчает человеку выраже</w:t>
      </w:r>
      <w:r>
        <w:rPr>
          <w:rFonts w:ascii="Garamond" w:hAnsi="Garamond"/>
          <w:sz w:val="28"/>
        </w:rPr>
        <w:softHyphen/>
        <w:t>ние эмоций и чувств, позволяет ему вести себя более раскованно, способствует разрядке внутренней напряженности, возникающей при индивидуальной работе. Во-вторых, в группе человек чувст</w:t>
      </w:r>
      <w:r>
        <w:rPr>
          <w:rFonts w:ascii="Garamond" w:hAnsi="Garamond"/>
          <w:sz w:val="28"/>
        </w:rPr>
        <w:softHyphen/>
        <w:t>вует себя психологически более защищенным, так как в ней обычно создается благоприятная атмосфера человеческих отно</w:t>
      </w:r>
      <w:r>
        <w:rPr>
          <w:rFonts w:ascii="Garamond" w:hAnsi="Garamond"/>
          <w:sz w:val="28"/>
        </w:rPr>
        <w:softHyphen/>
        <w:t>шений. В такой группе ведущий и другие ее участники в любой момент могут прийти на помощь, защитить каждого от психоло</w:t>
      </w:r>
      <w:r>
        <w:rPr>
          <w:rFonts w:ascii="Garamond" w:hAnsi="Garamond"/>
          <w:sz w:val="28"/>
        </w:rPr>
        <w:softHyphen/>
        <w:t>гических травм и переживаний. В-третьих, группа помогает че</w:t>
      </w:r>
      <w:r>
        <w:rPr>
          <w:rFonts w:ascii="Garamond" w:hAnsi="Garamond"/>
          <w:sz w:val="28"/>
        </w:rPr>
        <w:softHyphen/>
        <w:t>ловеку более глубоко раскрыться, что само по себе может прине</w:t>
      </w:r>
      <w:r>
        <w:rPr>
          <w:rFonts w:ascii="Garamond" w:hAnsi="Garamond"/>
          <w:sz w:val="28"/>
        </w:rPr>
        <w:softHyphen/>
        <w:t>сти ему желаемое облегчение. В-четвертых, группа стимулирует появление и закрепление у индивида новых форм адаптивного межличностного поведения, таких, которые трудно вызвать при индивидуальной психокоррекционной работе с клиентом. В-пя</w:t>
      </w:r>
      <w:r>
        <w:rPr>
          <w:rFonts w:ascii="Garamond" w:hAnsi="Garamond"/>
          <w:sz w:val="28"/>
        </w:rPr>
        <w:softHyphen/>
        <w:t>тых, группа помогает лучше понять самого себя, сравнивая себя с другими. В результате у человека складывается о себе более правильное представление.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Групповое психокоррекционное движение широко распространено. Первоначально оно стало весьма популярным в США, где и до сих пор доминирует в сравнении с другими странами. Затем оно проникло в Европу, стало популярным в Германии, Франции, Италии. Позднее привлекло к себе внимание в странах Восточной Европы и в России. Сейчас оно представлено в боль</w:t>
      </w:r>
      <w:r>
        <w:rPr>
          <w:rFonts w:ascii="Garamond" w:hAnsi="Garamond"/>
          <w:sz w:val="28"/>
        </w:rPr>
        <w:softHyphen/>
        <w:t>шинстве развитых стран мира и насчитывает множество различ</w:t>
      </w:r>
      <w:r>
        <w:rPr>
          <w:rFonts w:ascii="Garamond" w:hAnsi="Garamond"/>
          <w:sz w:val="28"/>
        </w:rPr>
        <w:softHyphen/>
        <w:t>ных направлений. Некоторые из них мы рассмотрим в следую</w:t>
      </w:r>
      <w:r>
        <w:rPr>
          <w:rFonts w:ascii="Garamond" w:hAnsi="Garamond"/>
          <w:sz w:val="28"/>
        </w:rPr>
        <w:softHyphen/>
        <w:t>щем разделе главы.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Виды групповой психокоррекции. Групповая психокоррекция имеет несколько разновидностей, основные из которых — группы тренинга умений, группы встреч, гештальтгруппы, психодрама, группы телесной, танцевальной психокоррекции и группы кор</w:t>
      </w:r>
      <w:r>
        <w:rPr>
          <w:rFonts w:ascii="Garamond" w:hAnsi="Garamond"/>
          <w:sz w:val="28"/>
        </w:rPr>
        <w:softHyphen/>
        <w:t>рекции искусством.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Главное назначение групп тренинга умений (другое их назва</w:t>
      </w:r>
      <w:r>
        <w:rPr>
          <w:rFonts w:ascii="Garamond" w:hAnsi="Garamond"/>
          <w:sz w:val="28"/>
        </w:rPr>
        <w:softHyphen/>
        <w:t>ние — Т-группы) заключается в том, чтобы участники лучше осознали себя и правильнее оценили свое поведение среди лю</w:t>
      </w:r>
      <w:r>
        <w:rPr>
          <w:rFonts w:ascii="Garamond" w:hAnsi="Garamond"/>
          <w:sz w:val="28"/>
        </w:rPr>
        <w:softHyphen/>
        <w:t>дей. В этих группах ставятся и решаются психокоррекционные задачи: улучшения межличностных отношений, выработки и за</w:t>
      </w:r>
      <w:r>
        <w:rPr>
          <w:rFonts w:ascii="Garamond" w:hAnsi="Garamond"/>
          <w:sz w:val="28"/>
        </w:rPr>
        <w:softHyphen/>
        <w:t>крепления коммуникативных умений и навыков, открытости, искренности и доверия людям; снятие психологических барьеров в сфере общения.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Группы встреч создаются для того, чтобы помочь людям самостоятельно справиться со своими социально-психологическими</w:t>
      </w:r>
      <w:r>
        <w:rPr>
          <w:rFonts w:ascii="Garamond" w:hAnsi="Garamond"/>
          <w:sz w:val="28"/>
          <w:lang w:val="en-US"/>
        </w:rPr>
        <w:t xml:space="preserve"> </w:t>
      </w:r>
      <w:r>
        <w:rPr>
          <w:rFonts w:ascii="Garamond" w:hAnsi="Garamond"/>
          <w:sz w:val="28"/>
        </w:rPr>
        <w:t>проблемами. В таких группах с помощью специальных приемов порождается и поддерживается атмосфера межличностного</w:t>
      </w:r>
      <w:r>
        <w:rPr>
          <w:rFonts w:ascii="Garamond" w:hAnsi="Garamond"/>
          <w:sz w:val="28"/>
          <w:lang w:val="en-US"/>
        </w:rPr>
        <w:t xml:space="preserve"> до</w:t>
      </w:r>
      <w:r>
        <w:rPr>
          <w:rFonts w:ascii="Garamond" w:hAnsi="Garamond"/>
          <w:sz w:val="28"/>
        </w:rPr>
        <w:t>верия, свободы выражения мыслей и чувств, безусловно добрые отношения к каждому человеку независимо от его индивидуальных особенностей, персональной безопасности каждого. Участники групп встреч вместе проходят ряд этапов мёжличностного взаимодействия, во время которого они психологически раскры</w:t>
      </w:r>
      <w:r>
        <w:rPr>
          <w:rFonts w:ascii="Garamond" w:hAnsi="Garamond"/>
          <w:sz w:val="28"/>
        </w:rPr>
        <w:softHyphen/>
        <w:t>ваются друг перед другом, выясняют отношения, преодолевает трудности в установлении межличностных контактов, строят доверительные отношения, изучают себя и свои конфликты.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Название «гештальтгруппы» происходит от немецкого слова «гештальт», которое обозначает некоторую целостность, структуру, определяющую восприятие человеком окружающего мира и его взаимоотношения с людьми. Работа в гештальтгруппе позволяет клиенту лучше приспособиться к реальной жизни, глубже понять себя, свои отношения с другими. Психотерапевт или психолог в такой группе обычно работает только с одним из</w:t>
      </w:r>
      <w:r>
        <w:rPr>
          <w:rFonts w:ascii="Garamond" w:hAnsi="Garamond"/>
          <w:sz w:val="28"/>
          <w:lang w:val="en-US"/>
        </w:rPr>
        <w:t xml:space="preserve"> ее </w:t>
      </w:r>
      <w:r>
        <w:rPr>
          <w:rFonts w:ascii="Garamond" w:hAnsi="Garamond"/>
          <w:sz w:val="28"/>
        </w:rPr>
        <w:t>членов, который в данный момент находится в центре внимания его и остальных участников группы. Они наблюдают за его работой и за поведением клиента, сопереживают ему, на его примере учатся анализировать и решать собственные проблемы.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Психодрама представляет собой драматизированное воспроизведение в виде жизненно правдивых, импровизированных спектаклей, проигрывание ситуаций, волнующих клиентов. В них они и остальные участники группы берут на себя и исполняют естественные жизненные роли, стараясь в ходе драматической импровизации лучше разобраться в сути возникшей</w:t>
      </w:r>
      <w:r>
        <w:rPr>
          <w:rFonts w:ascii="Garamond" w:hAnsi="Garamond"/>
          <w:sz w:val="28"/>
          <w:lang w:val="en-US"/>
        </w:rPr>
        <w:t xml:space="preserve"> проблемы, </w:t>
      </w:r>
      <w:r>
        <w:rPr>
          <w:rFonts w:ascii="Garamond" w:hAnsi="Garamond"/>
          <w:sz w:val="28"/>
        </w:rPr>
        <w:t>понять свое поведение и поступки других участников. Работа группы-психодрамы проводится в форме сюжетно-ролевой игры на избираемую самими клиентами тему, которая представляет собой реальную проблему кого-либо из участников. Роли в психодраме задаются и исполняются таким образом, чтобы способствовать глубокому пониманию и решению возникшей проблем.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Группы телесной психокоррекции основаны на связи между органическими процессами и психологическими состояниями людей, на предположении о том, что, воздействуя на организм человека, можно повлиять и на его психологию и поведение.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Группы танцевальной психокоррекции отличаются от групп телесной психокоррекции тем, что в них в качестве психокоррекционных упражнений используются танцевальные движения.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Группы психокоррекции искусством в качестве приемов нормализации психической жизни людей используют различные виды творчества: рисование, лепку, изготовление поделок.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b/>
          <w:sz w:val="28"/>
        </w:rPr>
        <w:t>Техника различных видов групповой психокоррекции.</w:t>
      </w:r>
      <w:r>
        <w:rPr>
          <w:rFonts w:ascii="Garamond" w:hAnsi="Garamond"/>
          <w:sz w:val="28"/>
        </w:rPr>
        <w:t xml:space="preserve"> В Т-группах работа включает в себя три цикла взаимодействия участников друг с другом: представление, получение информации со стороны, экспериментирование. Члены группы рассказы</w:t>
      </w:r>
      <w:r>
        <w:rPr>
          <w:rFonts w:ascii="Garamond" w:hAnsi="Garamond"/>
          <w:sz w:val="28"/>
        </w:rPr>
        <w:softHyphen/>
        <w:t>вают друг другу о себе, стараясь быть как можно более откро</w:t>
      </w:r>
      <w:r>
        <w:rPr>
          <w:rFonts w:ascii="Garamond" w:hAnsi="Garamond"/>
          <w:sz w:val="28"/>
        </w:rPr>
        <w:softHyphen/>
        <w:t>венными, правдивыми и искренними. В группе создается и под</w:t>
      </w:r>
      <w:r>
        <w:rPr>
          <w:rFonts w:ascii="Garamond" w:hAnsi="Garamond"/>
          <w:sz w:val="28"/>
        </w:rPr>
        <w:softHyphen/>
        <w:t>держивается атмосфера межличностного доверия и открытости. Члены группы выслушивают мнение о себе от других участников группы. На этапе экспериментирования каждый ищет новые, бо</w:t>
      </w:r>
      <w:r>
        <w:rPr>
          <w:rFonts w:ascii="Garamond" w:hAnsi="Garamond"/>
          <w:sz w:val="28"/>
        </w:rPr>
        <w:softHyphen/>
        <w:t xml:space="preserve">лее адаптивные формы мёжличностного поведения. 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 группах встреч работа организуется таким образом. Сна</w:t>
      </w:r>
      <w:r>
        <w:rPr>
          <w:rFonts w:ascii="Garamond" w:hAnsi="Garamond"/>
          <w:sz w:val="28"/>
        </w:rPr>
        <w:softHyphen/>
        <w:t>чала участники устанавливают личные контакты друг с другом, работая парами и обмениваясь первыми впечатлениями, кото</w:t>
      </w:r>
      <w:r>
        <w:rPr>
          <w:rFonts w:ascii="Garamond" w:hAnsi="Garamond"/>
          <w:sz w:val="28"/>
        </w:rPr>
        <w:softHyphen/>
        <w:t>рые они получили друг от друга. Между ними возникают довери</w:t>
      </w:r>
      <w:r>
        <w:rPr>
          <w:rFonts w:ascii="Garamond" w:hAnsi="Garamond"/>
          <w:sz w:val="28"/>
        </w:rPr>
        <w:softHyphen/>
        <w:t>тельные отношения, поддерживаемые и регулируемые при помо</w:t>
      </w:r>
      <w:r>
        <w:rPr>
          <w:rFonts w:ascii="Garamond" w:hAnsi="Garamond"/>
          <w:sz w:val="28"/>
        </w:rPr>
        <w:softHyphen/>
        <w:t>щи специальных упражнений. На следующем этапе члены груп</w:t>
      </w:r>
      <w:r>
        <w:rPr>
          <w:rFonts w:ascii="Garamond" w:hAnsi="Garamond"/>
          <w:sz w:val="28"/>
        </w:rPr>
        <w:softHyphen/>
        <w:t>пы более внимательно изучают и анализируют межличностные отношения, трудности, мешающие им нормально общаться и взаимодействовать друг с другом. Далее в работу группы вво</w:t>
      </w:r>
      <w:r>
        <w:rPr>
          <w:rFonts w:ascii="Garamond" w:hAnsi="Garamond"/>
          <w:sz w:val="28"/>
        </w:rPr>
        <w:softHyphen/>
        <w:t>дятся упражнения, обеспечивающие взаимную поддержку друг друга.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В гештальтгруппах. участники сначала должны научиться осознавать свои ощущения, анализировать их, выделять то, что действительно представлено только в их ощущениях, то, что объ</w:t>
      </w:r>
      <w:r>
        <w:rPr>
          <w:rFonts w:ascii="Garamond" w:hAnsi="Garamond"/>
          <w:sz w:val="28"/>
        </w:rPr>
        <w:softHyphen/>
        <w:t>ективно принадлежит самой действительности, другим людям, сфере человеческих отношений. В этих группах с помощью спе</w:t>
      </w:r>
      <w:r>
        <w:rPr>
          <w:rFonts w:ascii="Garamond" w:hAnsi="Garamond"/>
          <w:sz w:val="28"/>
        </w:rPr>
        <w:softHyphen/>
        <w:t>циальных упражнений добиваются того, чтобы участники, ана</w:t>
      </w:r>
      <w:r>
        <w:rPr>
          <w:rFonts w:ascii="Garamond" w:hAnsi="Garamond"/>
          <w:sz w:val="28"/>
        </w:rPr>
        <w:softHyphen/>
        <w:t>лизируя проблемы межличностных отношений, лучше понимали, какую позицию они сами занимают в этих отношениях, особенно конфликтных. Для этого в ходе анализа определяются участники конфликта, роли, которые они выполняют в конфликтных взаи</w:t>
      </w:r>
      <w:r>
        <w:rPr>
          <w:rFonts w:ascii="Garamond" w:hAnsi="Garamond"/>
          <w:sz w:val="28"/>
        </w:rPr>
        <w:softHyphen/>
        <w:t>моотношениях, их внутренние позиции, в частности аргументы и факты, на которых эти позиции базируются. Каждый член группы в этих упражнениях поочередно берет на себя то одну, то другую роль, пытаясь лучше осознать, понять и принять пози</w:t>
      </w:r>
      <w:r>
        <w:rPr>
          <w:rFonts w:ascii="Garamond" w:hAnsi="Garamond"/>
          <w:sz w:val="28"/>
        </w:rPr>
        <w:softHyphen/>
        <w:t>цию другого. Особое внимание уделяется тому, чтобы, выступая в разных ролях, члены группы хорошо осознавали свои чувства, возникающие в реальных взаимоотношениях друг с другом, мог</w:t>
      </w:r>
      <w:r>
        <w:rPr>
          <w:rFonts w:ascii="Garamond" w:hAnsi="Garamond"/>
          <w:sz w:val="28"/>
        </w:rPr>
        <w:softHyphen/>
        <w:t>ли их объективно анализировать. Участники берут на себя ответ</w:t>
      </w:r>
      <w:r>
        <w:rPr>
          <w:rFonts w:ascii="Garamond" w:hAnsi="Garamond"/>
          <w:sz w:val="28"/>
        </w:rPr>
        <w:softHyphen/>
        <w:t>ственность за налаживание взаимоотношений с окружающими, за решение собственных проблем и выяснение недоразумений, не дожидаясь помощи со стороны.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Группа психодрамы работает по-другому, чем остальные ви</w:t>
      </w:r>
      <w:r>
        <w:rPr>
          <w:rFonts w:ascii="Garamond" w:hAnsi="Garamond"/>
          <w:sz w:val="28"/>
        </w:rPr>
        <w:softHyphen/>
        <w:t>ды психокоррекционных групп. Сначала в такой группе прово</w:t>
      </w:r>
      <w:r>
        <w:rPr>
          <w:rFonts w:ascii="Garamond" w:hAnsi="Garamond"/>
          <w:sz w:val="28"/>
        </w:rPr>
        <w:softHyphen/>
        <w:t>дится разминка. Члены группы выполняют ряд несложных упражнений, облегчающих в дальнейшем исполнение определен</w:t>
      </w:r>
      <w:r>
        <w:rPr>
          <w:rFonts w:ascii="Garamond" w:hAnsi="Garamond"/>
          <w:sz w:val="28"/>
        </w:rPr>
        <w:softHyphen/>
        <w:t>ной роли в психодраме. Во время разминки участники психоло</w:t>
      </w:r>
      <w:r>
        <w:rPr>
          <w:rFonts w:ascii="Garamond" w:hAnsi="Garamond"/>
          <w:sz w:val="28"/>
        </w:rPr>
        <w:softHyphen/>
        <w:t>гически и физически раскрепощаются, снимают излишнюю на</w:t>
      </w:r>
      <w:r>
        <w:rPr>
          <w:rFonts w:ascii="Garamond" w:hAnsi="Garamond"/>
          <w:sz w:val="28"/>
        </w:rPr>
        <w:softHyphen/>
        <w:t>пряженность и тревожность, настраиваются на игровые роли. Разминка может проводиться в виде словесных или телесных упражнений, или в форме комбинации тех и других.</w:t>
      </w:r>
    </w:p>
    <w:p w:rsidR="00D4754F" w:rsidRDefault="004F4415">
      <w:pPr>
        <w:ind w:firstLine="851"/>
        <w:jc w:val="both"/>
        <w:rPr>
          <w:rFonts w:ascii="Garamond" w:hAnsi="Garamond"/>
          <w:sz w:val="28"/>
        </w:rPr>
      </w:pPr>
      <w:r>
        <w:rPr>
          <w:rFonts w:ascii="Garamond" w:hAnsi="Garamond"/>
          <w:sz w:val="28"/>
        </w:rPr>
        <w:t>После разминки начинается подготовка психодраматического действия. Вначале кто-либо из членов группы рассказывает о своей жизненной проблеме, касающейся сферы человеческих отношений — такой, которую он хотел бы решить в группе здесь и теперь. Эта проблема становится основной темой или сюжетом психодрамы. Рассказчик обрисовывает суть проблемы, называет ее реальных участников в жизни, характеризует их, описывает их поведение в проблемной ситуации, включая и собственное. Затем между членами группы, согласившимися стать участника</w:t>
      </w:r>
      <w:r>
        <w:rPr>
          <w:rFonts w:ascii="Garamond" w:hAnsi="Garamond"/>
          <w:sz w:val="28"/>
        </w:rPr>
        <w:softHyphen/>
        <w:t>ми психодрамы, распределяются роли тех людей, которые в жиз</w:t>
      </w:r>
      <w:r>
        <w:rPr>
          <w:rFonts w:ascii="Garamond" w:hAnsi="Garamond"/>
          <w:sz w:val="28"/>
        </w:rPr>
        <w:softHyphen/>
        <w:t>ни участвуют в проблемной ситуации и между которыми скла</w:t>
      </w:r>
      <w:r>
        <w:rPr>
          <w:rFonts w:ascii="Garamond" w:hAnsi="Garamond"/>
          <w:sz w:val="28"/>
        </w:rPr>
        <w:softHyphen/>
        <w:t>дываются непростые взаимоотношения. В распределении ролей участвует сам автор проблемы, он для исполнения каждой роли подбирает тех, кто более всего подходит по своим внешним дан</w:t>
      </w:r>
      <w:r>
        <w:rPr>
          <w:rFonts w:ascii="Garamond" w:hAnsi="Garamond"/>
          <w:sz w:val="28"/>
        </w:rPr>
        <w:softHyphen/>
        <w:t>ным и поведению.</w:t>
      </w:r>
    </w:p>
    <w:p w:rsidR="00D4754F" w:rsidRDefault="004F4415">
      <w:pPr>
        <w:pStyle w:val="3"/>
        <w:rPr>
          <w:lang w:val="en-US"/>
        </w:rPr>
      </w:pPr>
      <w:r>
        <w:t>После этого начинается психодраматическое действие, во время которого импровизированно воссоздается и проигрывает</w:t>
      </w:r>
      <w:r>
        <w:softHyphen/>
        <w:t>ся в ролях реальная проблемная жизненная ситуация. Чаще все</w:t>
      </w:r>
      <w:r>
        <w:softHyphen/>
        <w:t>го автор проблемы в психодраме играет роль самого себя. Проб</w:t>
      </w:r>
      <w:r>
        <w:softHyphen/>
        <w:t>лемная ситуация в психодраме проигрывается с разных сторон и различными способами для того, чтобы лучше понять и осоз</w:t>
      </w:r>
      <w:r>
        <w:softHyphen/>
        <w:t>нать суть самой проблемы, найти наиболее разумный способ ее решения. В заключении обсуждается то, что происходило в группе.</w:t>
      </w: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4F4415">
      <w:pPr>
        <w:pStyle w:val="20"/>
        <w:ind w:firstLine="851"/>
      </w:pPr>
      <w:r>
        <w:t>ЗАКЛЮЧЕНИЕ.</w:t>
      </w:r>
    </w:p>
    <w:p w:rsidR="00D4754F" w:rsidRDefault="004F4415">
      <w:pPr>
        <w:pStyle w:val="20"/>
        <w:ind w:firstLine="851"/>
      </w:pPr>
      <w:r>
        <w:t>Индивидуальная и групповая психокоррекция имеют свои до</w:t>
      </w:r>
      <w:r>
        <w:softHyphen/>
        <w:t>стоинства и недостатки. Достоинство индивидуальной психокор</w:t>
      </w:r>
      <w:r>
        <w:softHyphen/>
        <w:t>рекции — то, что она обеспечивает конфиденциальность (тайну) выявления и исправления недостатков клиента и бывает по свое</w:t>
      </w:r>
      <w:r>
        <w:softHyphen/>
        <w:t>му результату более глубокой, чем групповая. В ней все внима</w:t>
      </w:r>
      <w:r>
        <w:softHyphen/>
        <w:t>ние психолога направлено только на одного человека. Индивиду</w:t>
      </w:r>
      <w:r>
        <w:softHyphen/>
        <w:t>альная психокоррекция удобна тем, что лучше раскрывает осо</w:t>
      </w:r>
      <w:r>
        <w:softHyphen/>
        <w:t>бенности клиента, снимает у него психологические барьеры, которые неизбежно возникают и с трудом преодолеваются в том случае, когда человеку приходится откровенно высказываться и вести себя в присутствии других людей. Но этот вид психокор</w:t>
      </w:r>
      <w:r>
        <w:softHyphen/>
        <w:t>рекции малоэффективен при решении проблем межличностного характера, для которых необходима работа в группе.</w:t>
      </w:r>
    </w:p>
    <w:p w:rsidR="00D4754F" w:rsidRDefault="004F4415">
      <w:pPr>
        <w:pStyle w:val="3"/>
      </w:pPr>
      <w:r>
        <w:t>При групповой психокоррекции работают сразу со значитель</w:t>
      </w:r>
      <w:r>
        <w:softHyphen/>
        <w:t>ным числом людей, и она лучше помогает решать проблемы именно меж персонального характера. Но в групповой психокор</w:t>
      </w:r>
      <w:r>
        <w:softHyphen/>
        <w:t>рекции индивидуальные воздействия на каждого клиента быва</w:t>
      </w:r>
      <w:r>
        <w:softHyphen/>
        <w:t>ют недостаточно глубокими.</w:t>
      </w: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D4754F">
      <w:pPr>
        <w:pStyle w:val="3"/>
      </w:pPr>
    </w:p>
    <w:p w:rsidR="00D4754F" w:rsidRDefault="004F4415">
      <w:pPr>
        <w:pStyle w:val="3"/>
      </w:pPr>
      <w:r>
        <w:t>ПЛАН.</w:t>
      </w:r>
    </w:p>
    <w:p w:rsidR="00D4754F" w:rsidRDefault="004F4415">
      <w:pPr>
        <w:pStyle w:val="3"/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lang w:val="en-US"/>
        </w:rPr>
      </w:pPr>
      <w:r>
        <w:rPr>
          <w:lang w:val="en-US"/>
        </w:rPr>
        <w:t>Введение</w:t>
      </w:r>
    </w:p>
    <w:p w:rsidR="00D4754F" w:rsidRDefault="004F4415">
      <w:pPr>
        <w:pStyle w:val="3"/>
        <w:numPr>
          <w:ilvl w:val="0"/>
          <w:numId w:val="1"/>
        </w:numPr>
        <w:tabs>
          <w:tab w:val="clear" w:pos="360"/>
          <w:tab w:val="num" w:pos="1211"/>
        </w:tabs>
        <w:ind w:left="1211"/>
        <w:rPr>
          <w:lang w:val="en-US"/>
        </w:rPr>
      </w:pPr>
      <w:r>
        <w:rPr>
          <w:lang w:val="en-US"/>
        </w:rPr>
        <w:t>Индивидуальная психокоррекция</w:t>
      </w:r>
    </w:p>
    <w:p w:rsidR="00D4754F" w:rsidRDefault="004F4415">
      <w:pPr>
        <w:pStyle w:val="3"/>
        <w:ind w:left="851" w:firstLine="0"/>
        <w:rPr>
          <w:lang w:val="en-US"/>
        </w:rPr>
      </w:pPr>
      <w:r>
        <w:rPr>
          <w:lang w:val="en-US"/>
        </w:rPr>
        <w:t xml:space="preserve">        А) Применение индивидуальной психокоррекции</w:t>
      </w:r>
    </w:p>
    <w:p w:rsidR="00D4754F" w:rsidRDefault="004F4415">
      <w:pPr>
        <w:pStyle w:val="3"/>
        <w:ind w:left="851" w:firstLine="0"/>
        <w:rPr>
          <w:lang w:val="en-US"/>
        </w:rPr>
      </w:pPr>
      <w:r>
        <w:rPr>
          <w:lang w:val="en-US"/>
        </w:rPr>
        <w:t xml:space="preserve">        Б) Виды индивидуальной психокоррекции</w:t>
      </w:r>
    </w:p>
    <w:p w:rsidR="00D4754F" w:rsidRDefault="004F4415">
      <w:pPr>
        <w:pStyle w:val="3"/>
        <w:ind w:left="851" w:firstLine="0"/>
        <w:rPr>
          <w:lang w:val="en-US"/>
        </w:rPr>
      </w:pPr>
      <w:r>
        <w:rPr>
          <w:lang w:val="en-US"/>
        </w:rPr>
        <w:t xml:space="preserve">        В) Методики индивидуальной психокоррекции</w:t>
      </w:r>
    </w:p>
    <w:p w:rsidR="00D4754F" w:rsidRDefault="004F4415">
      <w:pPr>
        <w:pStyle w:val="3"/>
        <w:numPr>
          <w:ilvl w:val="0"/>
          <w:numId w:val="1"/>
        </w:numPr>
        <w:tabs>
          <w:tab w:val="clear" w:pos="360"/>
          <w:tab w:val="num" w:pos="851"/>
          <w:tab w:val="left" w:pos="1134"/>
        </w:tabs>
        <w:ind w:left="1134" w:hanging="283"/>
        <w:rPr>
          <w:lang w:val="en-US"/>
        </w:rPr>
      </w:pPr>
      <w:r>
        <w:rPr>
          <w:lang w:val="en-US"/>
        </w:rPr>
        <w:t xml:space="preserve"> Коллективная психокоррекция</w:t>
      </w:r>
    </w:p>
    <w:p w:rsidR="00D4754F" w:rsidRDefault="004F4415">
      <w:pPr>
        <w:pStyle w:val="3"/>
        <w:ind w:firstLine="0"/>
        <w:rPr>
          <w:lang w:val="en-US"/>
        </w:rPr>
      </w:pPr>
      <w:r>
        <w:rPr>
          <w:lang w:val="en-US"/>
        </w:rPr>
        <w:t xml:space="preserve">                     А) История группового психокоррекционного движения</w:t>
      </w:r>
    </w:p>
    <w:p w:rsidR="00D4754F" w:rsidRDefault="004F4415">
      <w:pPr>
        <w:pStyle w:val="3"/>
        <w:ind w:firstLine="0"/>
        <w:rPr>
          <w:lang w:val="en-US"/>
        </w:rPr>
      </w:pPr>
      <w:r>
        <w:rPr>
          <w:lang w:val="en-US"/>
        </w:rPr>
        <w:t xml:space="preserve">                     Б) Виды групповой психокоррекции</w:t>
      </w:r>
    </w:p>
    <w:p w:rsidR="00D4754F" w:rsidRDefault="004F4415">
      <w:pPr>
        <w:pStyle w:val="3"/>
        <w:ind w:firstLine="0"/>
        <w:rPr>
          <w:lang w:val="en-US"/>
        </w:rPr>
      </w:pPr>
      <w:r>
        <w:rPr>
          <w:lang w:val="en-US"/>
        </w:rPr>
        <w:t xml:space="preserve">                     В) Техника различных видов групповой психокоррекции</w:t>
      </w:r>
    </w:p>
    <w:p w:rsidR="00D4754F" w:rsidRDefault="004F4415">
      <w:pPr>
        <w:pStyle w:val="3"/>
        <w:numPr>
          <w:ilvl w:val="0"/>
          <w:numId w:val="1"/>
        </w:numPr>
        <w:rPr>
          <w:lang w:val="en-US"/>
        </w:rPr>
      </w:pPr>
      <w:r>
        <w:rPr>
          <w:lang w:val="en-US"/>
        </w:rPr>
        <w:t>Заключение.</w:t>
      </w: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4F4415">
      <w:pPr>
        <w:pStyle w:val="3"/>
        <w:rPr>
          <w:lang w:val="en-US"/>
        </w:rPr>
      </w:pPr>
      <w:r>
        <w:rPr>
          <w:lang w:val="en-US"/>
        </w:rPr>
        <w:t xml:space="preserve"> Р. С. Немов “Психология”</w:t>
      </w:r>
    </w:p>
    <w:p w:rsidR="00D4754F" w:rsidRDefault="004F4415">
      <w:pPr>
        <w:pStyle w:val="3"/>
        <w:rPr>
          <w:lang w:val="en-US"/>
        </w:rPr>
      </w:pPr>
      <w:r>
        <w:rPr>
          <w:lang w:val="en-US"/>
        </w:rPr>
        <w:t>Москва, “Посвещение”, 1995 г.</w:t>
      </w: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4F4415">
      <w:pPr>
        <w:pStyle w:val="3"/>
        <w:jc w:val="center"/>
        <w:rPr>
          <w:lang w:val="en-US"/>
        </w:rPr>
      </w:pPr>
      <w:r>
        <w:rPr>
          <w:lang w:val="en-US"/>
        </w:rPr>
        <w:t>МОСКОВСКИЙ БАНКОВСКИЙ ИНСТИТУТ</w:t>
      </w: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D4754F">
      <w:pPr>
        <w:pStyle w:val="3"/>
        <w:jc w:val="center"/>
        <w:rPr>
          <w:lang w:val="en-US"/>
        </w:rPr>
      </w:pPr>
    </w:p>
    <w:p w:rsidR="00D4754F" w:rsidRDefault="004F4415">
      <w:pPr>
        <w:pStyle w:val="3"/>
        <w:jc w:val="center"/>
        <w:rPr>
          <w:lang w:val="en-US"/>
        </w:rPr>
      </w:pPr>
      <w:r>
        <w:rPr>
          <w:lang w:val="en-US"/>
        </w:rPr>
        <w:t>РЕФЕРАТ ПО ПСИХОЛОГИИ</w:t>
      </w:r>
    </w:p>
    <w:p w:rsidR="00D4754F" w:rsidRDefault="004F4415">
      <w:pPr>
        <w:pStyle w:val="3"/>
        <w:jc w:val="center"/>
        <w:rPr>
          <w:lang w:val="en-US"/>
        </w:rPr>
      </w:pPr>
      <w:r>
        <w:rPr>
          <w:lang w:val="en-US"/>
        </w:rPr>
        <w:t>на тему:</w:t>
      </w:r>
    </w:p>
    <w:p w:rsidR="00D4754F" w:rsidRDefault="004F4415">
      <w:pPr>
        <w:pStyle w:val="3"/>
        <w:ind w:firstLine="567"/>
        <w:jc w:val="center"/>
        <w:rPr>
          <w:lang w:val="en-US"/>
        </w:rPr>
      </w:pPr>
      <w:r>
        <w:rPr>
          <w:lang w:val="en-US"/>
        </w:rPr>
        <w:t>ИНДИВИДУАЛЬНАЯ И ГРУППОВАЯ ПСИХОКОРРЕКЦИЯ.</w:t>
      </w: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center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D4754F">
      <w:pPr>
        <w:pStyle w:val="3"/>
        <w:ind w:firstLine="567"/>
        <w:jc w:val="right"/>
        <w:rPr>
          <w:lang w:val="en-US"/>
        </w:rPr>
      </w:pPr>
    </w:p>
    <w:p w:rsidR="00D4754F" w:rsidRDefault="004F4415">
      <w:pPr>
        <w:pStyle w:val="3"/>
        <w:ind w:firstLine="567"/>
        <w:jc w:val="right"/>
        <w:rPr>
          <w:lang w:val="en-US"/>
        </w:rPr>
      </w:pPr>
      <w:r>
        <w:rPr>
          <w:lang w:val="en-US"/>
        </w:rPr>
        <w:t>Выполнила студентка</w:t>
      </w:r>
    </w:p>
    <w:p w:rsidR="00D4754F" w:rsidRDefault="004F4415">
      <w:pPr>
        <w:pStyle w:val="3"/>
        <w:ind w:firstLine="567"/>
        <w:jc w:val="right"/>
        <w:rPr>
          <w:lang w:val="en-US"/>
        </w:rPr>
      </w:pPr>
      <w:r>
        <w:rPr>
          <w:lang w:val="en-US"/>
        </w:rPr>
        <w:t>третьего курса</w:t>
      </w:r>
    </w:p>
    <w:p w:rsidR="00D4754F" w:rsidRDefault="004F4415">
      <w:pPr>
        <w:pStyle w:val="3"/>
        <w:ind w:firstLine="567"/>
        <w:jc w:val="right"/>
        <w:rPr>
          <w:lang w:val="en-US"/>
        </w:rPr>
      </w:pPr>
      <w:r>
        <w:rPr>
          <w:lang w:val="en-US"/>
        </w:rPr>
        <w:t>группы 3-СБ-11</w:t>
      </w:r>
    </w:p>
    <w:p w:rsidR="00D4754F" w:rsidRDefault="004F4415">
      <w:pPr>
        <w:pStyle w:val="3"/>
        <w:ind w:firstLine="567"/>
        <w:jc w:val="right"/>
        <w:rPr>
          <w:lang w:val="en-US"/>
        </w:rPr>
      </w:pPr>
      <w:r>
        <w:rPr>
          <w:lang w:val="en-US"/>
        </w:rPr>
        <w:t>Заколодежная Н. В.</w:t>
      </w: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4F4415">
      <w:pPr>
        <w:pStyle w:val="3"/>
        <w:jc w:val="center"/>
        <w:rPr>
          <w:lang w:val="en-US"/>
        </w:rPr>
      </w:pPr>
      <w:r>
        <w:rPr>
          <w:lang w:val="en-US"/>
        </w:rPr>
        <w:t>МОСКВА 1998 Г.</w:t>
      </w: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</w:p>
    <w:p w:rsidR="00D4754F" w:rsidRDefault="00D4754F">
      <w:pPr>
        <w:pStyle w:val="3"/>
        <w:rPr>
          <w:lang w:val="en-US"/>
        </w:rPr>
      </w:pPr>
      <w:bookmarkStart w:id="0" w:name="_GoBack"/>
      <w:bookmarkEnd w:id="0"/>
    </w:p>
    <w:sectPr w:rsidR="00D4754F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A09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EC42C0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7BFB13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4415"/>
    <w:rsid w:val="004F4415"/>
    <w:rsid w:val="007532BB"/>
    <w:rsid w:val="00D4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2A5491-833B-4661-8D4B-043EBC97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Garamond" w:hAnsi="Garamond"/>
      <w:b/>
      <w:i/>
      <w:sz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spacing w:before="220"/>
    </w:pPr>
    <w:rPr>
      <w:rFonts w:ascii="Arial" w:hAnsi="Arial"/>
      <w:snapToGrid w:val="0"/>
      <w:sz w:val="16"/>
    </w:rPr>
  </w:style>
  <w:style w:type="paragraph" w:styleId="a3">
    <w:name w:val="Body Text Indent"/>
    <w:basedOn w:val="a"/>
    <w:semiHidden/>
    <w:pPr>
      <w:ind w:firstLine="300"/>
      <w:jc w:val="both"/>
    </w:pPr>
    <w:rPr>
      <w:sz w:val="28"/>
    </w:rPr>
  </w:style>
  <w:style w:type="paragraph" w:styleId="20">
    <w:name w:val="Body Text Indent 2"/>
    <w:basedOn w:val="a"/>
    <w:semiHidden/>
    <w:pPr>
      <w:ind w:firstLine="426"/>
      <w:jc w:val="both"/>
    </w:pPr>
    <w:rPr>
      <w:rFonts w:ascii="Garamond" w:hAnsi="Garamond"/>
      <w:sz w:val="28"/>
    </w:rPr>
  </w:style>
  <w:style w:type="paragraph" w:styleId="3">
    <w:name w:val="Body Text Indent 3"/>
    <w:basedOn w:val="a"/>
    <w:semiHidden/>
    <w:pPr>
      <w:ind w:firstLine="851"/>
      <w:jc w:val="both"/>
    </w:pPr>
    <w:rPr>
      <w:rFonts w:ascii="Garamond" w:hAnsi="Garamond"/>
      <w:sz w:val="28"/>
    </w:r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Norma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5226</Words>
  <Characters>29792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MyFlat</Company>
  <LinksUpToDate>false</LinksUpToDate>
  <CharactersWithSpaces>34949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SuperUser</dc:creator>
  <cp:keywords/>
  <cp:lastModifiedBy>admin</cp:lastModifiedBy>
  <cp:revision>2</cp:revision>
  <cp:lastPrinted>1998-10-02T21:12:00Z</cp:lastPrinted>
  <dcterms:created xsi:type="dcterms:W3CDTF">2014-02-09T12:24:00Z</dcterms:created>
  <dcterms:modified xsi:type="dcterms:W3CDTF">2014-02-09T12:24:00Z</dcterms:modified>
</cp:coreProperties>
</file>