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68F" w:rsidRPr="004B0AD9" w:rsidRDefault="0011668F" w:rsidP="004B0AD9">
      <w:pPr>
        <w:spacing w:line="360" w:lineRule="auto"/>
        <w:ind w:firstLine="709"/>
        <w:jc w:val="both"/>
        <w:rPr>
          <w:i/>
          <w:sz w:val="28"/>
          <w:szCs w:val="28"/>
          <w:u w:val="double"/>
        </w:rPr>
      </w:pPr>
    </w:p>
    <w:p w:rsidR="0011668F" w:rsidRPr="004B0AD9" w:rsidRDefault="0011668F" w:rsidP="004B0AD9">
      <w:pPr>
        <w:spacing w:line="360" w:lineRule="auto"/>
        <w:ind w:firstLine="709"/>
        <w:jc w:val="both"/>
        <w:rPr>
          <w:i/>
          <w:sz w:val="28"/>
          <w:szCs w:val="28"/>
          <w:u w:val="double"/>
        </w:rPr>
      </w:pPr>
    </w:p>
    <w:p w:rsidR="0011668F" w:rsidRPr="004B0AD9" w:rsidRDefault="0011668F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1668F" w:rsidRPr="004B0AD9" w:rsidRDefault="0011668F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1668F" w:rsidRPr="004B0AD9" w:rsidRDefault="0011668F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1668F" w:rsidRPr="004B0AD9" w:rsidRDefault="0011668F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1668F" w:rsidRPr="004B0AD9" w:rsidRDefault="0011668F" w:rsidP="004B0AD9">
      <w:pPr>
        <w:spacing w:line="360" w:lineRule="auto"/>
        <w:ind w:firstLine="709"/>
        <w:jc w:val="center"/>
        <w:rPr>
          <w:sz w:val="28"/>
          <w:szCs w:val="28"/>
        </w:rPr>
      </w:pPr>
    </w:p>
    <w:p w:rsidR="004B0AD9" w:rsidRDefault="004B0AD9" w:rsidP="004B0AD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4B0AD9" w:rsidRDefault="004B0AD9" w:rsidP="004B0AD9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1668F" w:rsidRPr="004B0AD9" w:rsidRDefault="0011668F" w:rsidP="004B0AD9">
      <w:pPr>
        <w:spacing w:line="360" w:lineRule="auto"/>
        <w:ind w:firstLine="709"/>
        <w:jc w:val="center"/>
        <w:rPr>
          <w:sz w:val="28"/>
          <w:szCs w:val="28"/>
        </w:rPr>
      </w:pPr>
      <w:r w:rsidRPr="004B0AD9">
        <w:rPr>
          <w:sz w:val="28"/>
          <w:szCs w:val="28"/>
        </w:rPr>
        <w:t>Курсовая работа по дисциплине:</w:t>
      </w:r>
    </w:p>
    <w:p w:rsidR="0011668F" w:rsidRPr="004B0AD9" w:rsidRDefault="0011668F" w:rsidP="004B0AD9">
      <w:pPr>
        <w:spacing w:line="360" w:lineRule="auto"/>
        <w:ind w:firstLine="709"/>
        <w:jc w:val="center"/>
        <w:rPr>
          <w:sz w:val="28"/>
          <w:szCs w:val="28"/>
        </w:rPr>
      </w:pPr>
      <w:r w:rsidRPr="004B0AD9">
        <w:rPr>
          <w:sz w:val="28"/>
          <w:szCs w:val="28"/>
        </w:rPr>
        <w:t>нормирование точности.</w:t>
      </w:r>
    </w:p>
    <w:p w:rsidR="0011668F" w:rsidRPr="004B0AD9" w:rsidRDefault="0011668F" w:rsidP="004B0AD9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4B0AD9">
        <w:rPr>
          <w:b/>
          <w:caps/>
          <w:sz w:val="28"/>
          <w:szCs w:val="28"/>
        </w:rPr>
        <w:t>Тема Курсового проекта</w:t>
      </w:r>
    </w:p>
    <w:p w:rsidR="0011668F" w:rsidRPr="004B0AD9" w:rsidRDefault="0011668F" w:rsidP="004B0AD9">
      <w:pPr>
        <w:spacing w:line="360" w:lineRule="auto"/>
        <w:ind w:firstLine="709"/>
        <w:jc w:val="center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Нормирование основных деталей и узлов.</w:t>
      </w:r>
    </w:p>
    <w:p w:rsidR="00AB77CD" w:rsidRPr="004B0AD9" w:rsidRDefault="004B0AD9" w:rsidP="004B0AD9">
      <w:pPr>
        <w:spacing w:line="360" w:lineRule="auto"/>
        <w:ind w:firstLine="709"/>
        <w:jc w:val="center"/>
        <w:rPr>
          <w:b/>
          <w:i/>
          <w:sz w:val="28"/>
          <w:szCs w:val="28"/>
          <w:lang w:val="en-US"/>
        </w:rPr>
      </w:pPr>
      <w:r w:rsidRPr="004B0AD9">
        <w:rPr>
          <w:sz w:val="28"/>
          <w:szCs w:val="28"/>
        </w:rPr>
        <w:br w:type="page"/>
      </w:r>
      <w:r w:rsidR="00764CE9" w:rsidRPr="004B0AD9">
        <w:rPr>
          <w:b/>
          <w:i/>
          <w:sz w:val="28"/>
          <w:szCs w:val="28"/>
        </w:rPr>
        <w:lastRenderedPageBreak/>
        <w:t>Содержани</w:t>
      </w:r>
      <w:r w:rsidR="00AB77CD" w:rsidRPr="004B0AD9">
        <w:rPr>
          <w:b/>
          <w:i/>
          <w:sz w:val="28"/>
          <w:szCs w:val="28"/>
        </w:rPr>
        <w:t>е:</w:t>
      </w:r>
    </w:p>
    <w:p w:rsidR="004B0AD9" w:rsidRPr="004B0AD9" w:rsidRDefault="004B0AD9" w:rsidP="004B0AD9">
      <w:pPr>
        <w:spacing w:line="360" w:lineRule="auto"/>
        <w:ind w:firstLine="709"/>
        <w:jc w:val="both"/>
        <w:rPr>
          <w:i/>
          <w:sz w:val="28"/>
          <w:szCs w:val="28"/>
          <w:u w:val="double"/>
          <w:lang w:val="en-US"/>
        </w:rPr>
      </w:pPr>
    </w:p>
    <w:p w:rsidR="00AB77CD" w:rsidRPr="004B0AD9" w:rsidRDefault="00AB77CD" w:rsidP="004B0AD9">
      <w:pPr>
        <w:numPr>
          <w:ilvl w:val="0"/>
          <w:numId w:val="13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</w:t>
      </w:r>
      <w:r w:rsidR="008A4A02">
        <w:rPr>
          <w:sz w:val="28"/>
          <w:szCs w:val="28"/>
          <w:lang w:val="en-US"/>
        </w:rPr>
        <w:t xml:space="preserve"> </w:t>
      </w:r>
      <w:r w:rsidRPr="004B0AD9">
        <w:rPr>
          <w:sz w:val="28"/>
          <w:szCs w:val="28"/>
        </w:rPr>
        <w:t>1</w:t>
      </w:r>
    </w:p>
    <w:p w:rsidR="00AB77CD" w:rsidRPr="004B0AD9" w:rsidRDefault="00AB77CD" w:rsidP="004B0AD9">
      <w:pPr>
        <w:numPr>
          <w:ilvl w:val="0"/>
          <w:numId w:val="15"/>
        </w:numPr>
        <w:tabs>
          <w:tab w:val="clear" w:pos="720"/>
          <w:tab w:val="left" w:pos="709"/>
          <w:tab w:val="left" w:pos="1360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Посадка с зазором</w:t>
      </w:r>
    </w:p>
    <w:p w:rsidR="00AB77CD" w:rsidRPr="004B0AD9" w:rsidRDefault="00AB77CD" w:rsidP="004B0AD9">
      <w:pPr>
        <w:numPr>
          <w:ilvl w:val="0"/>
          <w:numId w:val="15"/>
        </w:numPr>
        <w:tabs>
          <w:tab w:val="clear" w:pos="720"/>
          <w:tab w:val="left" w:pos="709"/>
          <w:tab w:val="num" w:pos="1560"/>
          <w:tab w:val="left" w:pos="1360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Переходная посадка</w:t>
      </w:r>
    </w:p>
    <w:p w:rsidR="00AB77CD" w:rsidRPr="004B0AD9" w:rsidRDefault="00AB77CD" w:rsidP="004B0AD9">
      <w:pPr>
        <w:numPr>
          <w:ilvl w:val="0"/>
          <w:numId w:val="15"/>
        </w:numPr>
        <w:tabs>
          <w:tab w:val="clear" w:pos="720"/>
          <w:tab w:val="left" w:pos="709"/>
          <w:tab w:val="num" w:pos="1560"/>
          <w:tab w:val="left" w:pos="13183"/>
          <w:tab w:val="left" w:pos="1360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Посадка с натягом</w:t>
      </w:r>
    </w:p>
    <w:p w:rsidR="00AB77CD" w:rsidRPr="004B0AD9" w:rsidRDefault="00AB77CD" w:rsidP="004B0AD9">
      <w:pPr>
        <w:numPr>
          <w:ilvl w:val="0"/>
          <w:numId w:val="17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</w:t>
      </w:r>
      <w:r w:rsidR="005A0616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>2</w:t>
      </w:r>
    </w:p>
    <w:p w:rsidR="00D52727" w:rsidRPr="004B0AD9" w:rsidRDefault="00D52727" w:rsidP="004B0AD9">
      <w:pPr>
        <w:numPr>
          <w:ilvl w:val="0"/>
          <w:numId w:val="19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Посадка с зазором</w:t>
      </w:r>
    </w:p>
    <w:p w:rsidR="00D52727" w:rsidRPr="004B0AD9" w:rsidRDefault="00D52727" w:rsidP="004B0AD9">
      <w:pPr>
        <w:numPr>
          <w:ilvl w:val="0"/>
          <w:numId w:val="19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Переходная посадка</w:t>
      </w:r>
    </w:p>
    <w:p w:rsidR="00D52727" w:rsidRPr="004B0AD9" w:rsidRDefault="00D52727" w:rsidP="004B0AD9">
      <w:pPr>
        <w:numPr>
          <w:ilvl w:val="0"/>
          <w:numId w:val="19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Посадка с натягом</w:t>
      </w:r>
    </w:p>
    <w:p w:rsidR="00AB77CD" w:rsidRPr="004B0AD9" w:rsidRDefault="00AB77CD" w:rsidP="004B0AD9">
      <w:pPr>
        <w:numPr>
          <w:ilvl w:val="0"/>
          <w:numId w:val="21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Задание3</w:t>
      </w:r>
    </w:p>
    <w:p w:rsidR="00AB77CD" w:rsidRPr="004B0AD9" w:rsidRDefault="00AB77CD" w:rsidP="004B0AD9">
      <w:pPr>
        <w:numPr>
          <w:ilvl w:val="0"/>
          <w:numId w:val="2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Задание4</w:t>
      </w:r>
    </w:p>
    <w:p w:rsidR="00AB77CD" w:rsidRPr="004B0AD9" w:rsidRDefault="00AB77CD" w:rsidP="004B0AD9">
      <w:pPr>
        <w:numPr>
          <w:ilvl w:val="0"/>
          <w:numId w:val="2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Задание5</w:t>
      </w:r>
    </w:p>
    <w:p w:rsidR="00AB77CD" w:rsidRPr="004B0AD9" w:rsidRDefault="00AB77CD" w:rsidP="004B0AD9">
      <w:pPr>
        <w:numPr>
          <w:ilvl w:val="0"/>
          <w:numId w:val="2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Задание6</w:t>
      </w:r>
    </w:p>
    <w:p w:rsidR="00AB77CD" w:rsidRPr="004B0AD9" w:rsidRDefault="00865BEE" w:rsidP="004B0AD9">
      <w:pPr>
        <w:numPr>
          <w:ilvl w:val="0"/>
          <w:numId w:val="21"/>
        </w:numPr>
        <w:tabs>
          <w:tab w:val="left" w:pos="141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Список литературы</w:t>
      </w:r>
    </w:p>
    <w:p w:rsidR="005073A0" w:rsidRPr="004B0AD9" w:rsidRDefault="00AB77CD" w:rsidP="008A4A02">
      <w:pPr>
        <w:spacing w:line="360" w:lineRule="auto"/>
        <w:ind w:firstLine="709"/>
        <w:jc w:val="center"/>
        <w:rPr>
          <w:i/>
          <w:sz w:val="28"/>
          <w:szCs w:val="28"/>
          <w:u w:val="double"/>
        </w:rPr>
      </w:pPr>
      <w:r w:rsidRPr="004B0AD9">
        <w:rPr>
          <w:sz w:val="28"/>
          <w:szCs w:val="28"/>
        </w:rPr>
        <w:br w:type="page"/>
      </w:r>
      <w:r w:rsidR="00D00F30" w:rsidRPr="004B0AD9">
        <w:rPr>
          <w:i/>
          <w:sz w:val="28"/>
          <w:szCs w:val="28"/>
          <w:u w:val="double"/>
        </w:rPr>
        <w:t>Нормированию точности в машиностроении.</w:t>
      </w:r>
    </w:p>
    <w:p w:rsidR="00D00F30" w:rsidRPr="004B0AD9" w:rsidRDefault="00D00F30" w:rsidP="004B0AD9">
      <w:pPr>
        <w:spacing w:line="360" w:lineRule="auto"/>
        <w:ind w:firstLine="709"/>
        <w:jc w:val="both"/>
        <w:rPr>
          <w:i/>
          <w:sz w:val="28"/>
          <w:szCs w:val="28"/>
          <w:u w:val="double"/>
        </w:rPr>
      </w:pPr>
    </w:p>
    <w:p w:rsidR="00D00F30" w:rsidRPr="004B0AD9" w:rsidRDefault="00D00F30" w:rsidP="004B0AD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>Задание 1:</w:t>
      </w:r>
      <w:r w:rsidRPr="004B0AD9">
        <w:rPr>
          <w:sz w:val="28"/>
          <w:szCs w:val="28"/>
        </w:rPr>
        <w:t xml:space="preserve"> Рассчитать параметры и графически из</w:t>
      </w:r>
      <w:r w:rsidR="00D43761" w:rsidRPr="004B0AD9">
        <w:rPr>
          <w:sz w:val="28"/>
          <w:szCs w:val="28"/>
        </w:rPr>
        <w:t>о</w:t>
      </w:r>
      <w:r w:rsidRPr="004B0AD9">
        <w:rPr>
          <w:sz w:val="28"/>
          <w:szCs w:val="28"/>
        </w:rPr>
        <w:t>бразить посадки;</w:t>
      </w:r>
      <w:r w:rsidR="00D43761" w:rsidRPr="004B0AD9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>для посадок, где имеется вероятность натяга, рассчитать усилие запрессовки и разность температур втулки и вала, позволяющей иметь сборочный зазор. Для переходной и любой другой посадки рассчитать вероятностные характеристики и результаты изобразить графически.</w:t>
      </w:r>
    </w:p>
    <w:p w:rsidR="00D00F30" w:rsidRPr="004B0AD9" w:rsidRDefault="00D00F30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D43761" w:rsidRPr="004B0AD9" w:rsidRDefault="00D4376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Посадка с зазором:</w:t>
      </w:r>
    </w:p>
    <w:p w:rsidR="00D43761" w:rsidRPr="004B0AD9" w:rsidRDefault="00D4376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D43761" w:rsidRPr="004B0AD9" w:rsidRDefault="00CA6BA3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  <w:r w:rsidRPr="004B0AD9">
        <w:rPr>
          <w:i/>
          <w:position w:val="-66"/>
          <w:sz w:val="28"/>
          <w:szCs w:val="28"/>
          <w:u w:val="single"/>
          <w:lang w:val="en-US"/>
        </w:rPr>
        <w:object w:dxaOrig="180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1in" o:ole="">
            <v:imagedata r:id="rId5" o:title=""/>
          </v:shape>
          <o:OLEObject Type="Embed" ProgID="Equation.3" ShapeID="_x0000_i1025" DrawAspect="Content" ObjectID="_1469681208" r:id="rId6"/>
        </w:object>
      </w:r>
    </w:p>
    <w:p w:rsidR="00D43761" w:rsidRPr="004B0AD9" w:rsidRDefault="00D4376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D43761" w:rsidRPr="004B0AD9" w:rsidRDefault="00D4376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Dn=dn=10.000;</w:t>
      </w:r>
    </w:p>
    <w:p w:rsidR="00D43761" w:rsidRPr="004B0AD9" w:rsidRDefault="00D4376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43761" w:rsidRPr="004B0AD9" w:rsidRDefault="00D4376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ES=0.022;</w:t>
      </w:r>
      <w:r w:rsidR="009B1306" w:rsidRPr="004B0AD9">
        <w:rPr>
          <w:sz w:val="28"/>
          <w:szCs w:val="28"/>
          <w:lang w:val="en-US"/>
        </w:rPr>
        <w:tab/>
        <w:t>es=-0.040;</w:t>
      </w:r>
    </w:p>
    <w:p w:rsidR="009B1306" w:rsidRPr="004B0AD9" w:rsidRDefault="009B1306" w:rsidP="004B0AD9">
      <w:pPr>
        <w:tabs>
          <w:tab w:val="left" w:pos="21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EI=0;</w:t>
      </w:r>
      <w:r w:rsidRPr="004B0AD9">
        <w:rPr>
          <w:sz w:val="28"/>
          <w:szCs w:val="28"/>
          <w:lang w:val="en-US"/>
        </w:rPr>
        <w:tab/>
        <w:t>ei=-0.076;</w:t>
      </w:r>
    </w:p>
    <w:p w:rsidR="009B1306" w:rsidRPr="004B0AD9" w:rsidRDefault="009B1306" w:rsidP="004B0AD9">
      <w:pPr>
        <w:tabs>
          <w:tab w:val="left" w:pos="21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Dmax=Dn+ES=10.000+0.022=10.022;</w:t>
      </w: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Dmin=Dn+EI=10.000+0=10.000;</w:t>
      </w: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860" w:dyaOrig="620">
          <v:shape id="_x0000_i1026" type="#_x0000_t75" style="width:243pt;height:30.75pt" o:ole="">
            <v:imagedata r:id="rId7" o:title=""/>
          </v:shape>
          <o:OLEObject Type="Embed" ProgID="Equation.3" ShapeID="_x0000_i1026" DrawAspect="Content" ObjectID="_1469681209" r:id="rId8"/>
        </w:object>
      </w: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dmax=dn+es=10.000-0.040=9.96</w:t>
      </w:r>
      <w:r w:rsidR="00A128F6" w:rsidRPr="004B0AD9">
        <w:rPr>
          <w:sz w:val="28"/>
          <w:szCs w:val="28"/>
          <w:lang w:val="en-US"/>
        </w:rPr>
        <w:t>0</w:t>
      </w:r>
      <w:r w:rsidRPr="004B0AD9">
        <w:rPr>
          <w:sz w:val="28"/>
          <w:szCs w:val="28"/>
          <w:lang w:val="en-US"/>
        </w:rPr>
        <w:t>;</w:t>
      </w: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dmin=dn+ei=10.000-0.076=9.924;</w:t>
      </w:r>
    </w:p>
    <w:p w:rsidR="009B1306" w:rsidRPr="004B0AD9" w:rsidRDefault="009B130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B130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320" w:dyaOrig="620">
          <v:shape id="_x0000_i1027" type="#_x0000_t75" style="width:3in;height:30.75pt" o:ole="">
            <v:imagedata r:id="rId9" o:title=""/>
          </v:shape>
          <o:OLEObject Type="Embed" ProgID="Equation.3" ShapeID="_x0000_i1027" DrawAspect="Content" ObjectID="_1469681210" r:id="rId10"/>
        </w:object>
      </w:r>
    </w:p>
    <w:p w:rsidR="009B130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Smax=Dmax-dmin=10.022-9.924=0.098;</w: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Smin=Dmin-dmax=10.000-9.960=0.040;</w: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459" w:dyaOrig="620">
          <v:shape id="_x0000_i1028" type="#_x0000_t75" style="width:222.75pt;height:30.75pt" o:ole="">
            <v:imagedata r:id="rId11" o:title=""/>
          </v:shape>
          <o:OLEObject Type="Embed" ProgID="Equation.3" ShapeID="_x0000_i1028" DrawAspect="Content" ObjectID="_1469681211" r:id="rId12"/>
        </w:object>
      </w:r>
    </w:p>
    <w:p w:rsidR="002E2E53" w:rsidRPr="004B0AD9" w:rsidRDefault="002E2E5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28F6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26" editas="canvas" style="width:367.35pt;height:253.4pt;mso-position-horizontal-relative:char;mso-position-vertical-relative:line" coordorigin="2279,2396" coordsize="5820,3962">
            <o:lock v:ext="edit" aspectratio="t"/>
            <v:shape id="_x0000_s1027" type="#_x0000_t75" style="position:absolute;left:2279;top:2396;width:5820;height:3962" o:preferrelative="f" stroked="t">
              <v:fill o:detectmouseclick="t"/>
              <v:path o:extrusionok="t" o:connecttype="none"/>
              <o:lock v:ext="edit" text="t"/>
            </v:shape>
            <v:rect id="_x0000_s1028" style="position:absolute;left:5720;top:4377;width:988;height:708" strokeweight="2.25pt"/>
            <v:rect id="_x0000_s1029" style="position:absolute;left:3550;top:3077;width:1270;height:697" strokeweight="2.25pt"/>
            <v:line id="_x0000_s1030" style="position:absolute" from="2844,3774" to="8067,3774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3569;top:2679;width:1271;height:279" stroked="f" strokecolor="white">
              <v:textbox style="mso-next-textbox:#_x0000_s1031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ES=0.0</w:t>
                    </w:r>
                    <w:r w:rsidR="00E748CF">
                      <w:rPr>
                        <w:color w:val="000000"/>
                        <w:lang w:val="en-US"/>
                      </w:rPr>
                      <w:t>22</w:t>
                    </w:r>
                  </w:p>
                </w:txbxContent>
              </v:textbox>
            </v:shape>
            <v:shape id="_x0000_s1032" type="#_x0000_t202" style="position:absolute;left:3569;top:3811;width:1269;height:278" stroked="f" strokecolor="white">
              <v:textbox style="mso-next-textbox:#_x0000_s1032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EI=0.000</w:t>
                    </w:r>
                  </w:p>
                </w:txbxContent>
              </v:textbox>
            </v:shape>
            <v:shape id="_x0000_s1033" type="#_x0000_t202" style="position:absolute;left:5720;top:3952;width:988;height:279" stroked="f" strokecolor="white">
              <v:textbox style="mso-next-textbox:#_x0000_s1033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es=</w:t>
                    </w:r>
                    <w:r w:rsidR="00E748CF">
                      <w:rPr>
                        <w:color w:val="000000"/>
                        <w:lang w:val="en-US"/>
                      </w:rPr>
                      <w:t>-</w:t>
                    </w:r>
                    <w:r w:rsidRPr="002E2E53">
                      <w:rPr>
                        <w:color w:val="000000"/>
                        <w:lang w:val="en-US"/>
                      </w:rPr>
                      <w:t>0.</w:t>
                    </w:r>
                    <w:r w:rsidR="00E748CF">
                      <w:rPr>
                        <w:color w:val="000000"/>
                        <w:lang w:val="en-US"/>
                      </w:rPr>
                      <w:t>040</w:t>
                    </w:r>
                  </w:p>
                </w:txbxContent>
              </v:textbox>
            </v:shape>
            <v:shape id="_x0000_s1034" type="#_x0000_t202" style="position:absolute;left:5577;top:5226;width:988;height:278" stroked="f">
              <v:textbox style="mso-next-textbox:#_x0000_s1034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ei=</w:t>
                    </w:r>
                    <w:r w:rsidR="00E748CF">
                      <w:rPr>
                        <w:color w:val="000000"/>
                        <w:lang w:val="en-US"/>
                      </w:rPr>
                      <w:t>-</w:t>
                    </w:r>
                    <w:r w:rsidRPr="002E2E53">
                      <w:rPr>
                        <w:color w:val="000000"/>
                        <w:lang w:val="en-US"/>
                      </w:rPr>
                      <w:t>0.</w:t>
                    </w:r>
                    <w:r w:rsidR="00E748CF">
                      <w:rPr>
                        <w:color w:val="000000"/>
                        <w:lang w:val="en-US"/>
                      </w:rPr>
                      <w:t>076</w:t>
                    </w:r>
                  </w:p>
                </w:txbxContent>
              </v:textbox>
            </v:shape>
            <v:line id="_x0000_s1035" style="position:absolute" from="3550,3774" to="4961,3774"/>
            <v:line id="_x0000_s1036" style="position:absolute;flip:x" from="5290,4377" to="5711,4378"/>
            <v:line id="_x0000_s1037" style="position:absolute" from="5147,3104" to="5148,5085">
              <v:stroke startarrow="classic" startarrowlength="long" endarrow="classic" endarrowlength="long"/>
            </v:line>
            <v:line id="_x0000_s1038" style="position:absolute" from="5577,3811" to="5578,4377">
              <v:stroke startarrow="classic" startarrowlength="long" endarrow="classic" endarrowlength="long"/>
            </v:line>
            <v:shape id="_x0000_s1039" type="#_x0000_t202" style="position:absolute;left:2561;top:3634;width:283;height:279" stroked="f">
              <v:textbox style="mso-next-textbox:#_x0000_s1039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40" type="#_x0000_t202" style="position:absolute;left:2853;top:3387;width:282;height:279" stroked="f">
              <v:textbox style="mso-next-textbox:#_x0000_s1040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041" type="#_x0000_t202" style="position:absolute;left:2853;top:3811;width:282;height:278" stroked="f">
              <v:textbox style="mso-next-textbox:#_x0000_s1041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lang w:val="en-US"/>
                      </w:rPr>
                    </w:pPr>
                    <w:r w:rsidRPr="002E2E53">
                      <w:rPr>
                        <w:color w:val="000000"/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042" style="position:absolute;flip:x" from="2844,3774" to="3126,3774"/>
            <v:line id="_x0000_s1043" style="position:absolute;flip:x" from="3267,3077" to="3550,3077"/>
            <v:line id="_x0000_s1044" style="position:absolute;flip:x y" from="3127,3774" to="3139,6217">
              <v:stroke endarrow="classic" endarrowlength="long"/>
            </v:line>
            <v:line id="_x0000_s1045" style="position:absolute;flip:x y" from="3408,3077" to="3426,6217">
              <v:stroke endarrow="classic" endarrowlength="long"/>
            </v:line>
            <v:line id="_x0000_s1046" style="position:absolute;flip:y" from="5433,4377" to="5434,6217">
              <v:stroke endarrow="classic" endarrowlength="long"/>
            </v:line>
            <v:line id="_x0000_s1047" style="position:absolute;flip:y" from="6580,5085" to="6582,6217">
              <v:stroke endarrow="classic" endarrowlength="long"/>
            </v:line>
            <v:shape id="_x0000_s1048" type="#_x0000_t202" style="position:absolute;left:2566;top:5085;width:426;height:1121" stroked="f">
              <v:textbox style="layout-flow:vertical;mso-layout-flow-alt:bottom-to-top;mso-next-textbox:#_x0000_s1048" inset="2.51461mm,1.2573mm,2.51461mm,1.2573mm">
                <w:txbxContent>
                  <w:p w:rsidR="002E2E53" w:rsidRPr="002E2E53" w:rsidRDefault="00E748CF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color w:val="000000"/>
                        <w:sz w:val="20"/>
                        <w:szCs w:val="20"/>
                        <w:lang w:val="en-US"/>
                      </w:rPr>
                      <w:t>Dn=dn=1</w:t>
                    </w:r>
                    <w:r w:rsidR="002E2E53"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0.000</w:t>
                    </w:r>
                  </w:p>
                </w:txbxContent>
              </v:textbox>
            </v:shape>
            <v:line id="_x0000_s1049" style="position:absolute" from="3699,5027" to="3699,5027"/>
            <v:shape id="_x0000_s1050" type="#_x0000_t202" style="position:absolute;left:3569;top:5085;width:427;height:1121" stroked="f">
              <v:textbox style="layout-flow:vertical;mso-layout-flow-alt:bottom-to-top;mso-next-textbox:#_x0000_s1050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Dmax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=1</w:t>
                    </w: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0.0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22</w:t>
                    </w:r>
                  </w:p>
                </w:txbxContent>
              </v:textbox>
            </v:shape>
            <v:line id="_x0000_s1051" style="position:absolute;flip:x y" from="4550,3788" to="4573,6217">
              <v:stroke endarrow="classic" endarrowlength="long"/>
            </v:line>
            <v:shape id="_x0000_s1052" type="#_x0000_t202" style="position:absolute;left:4000;top:5085;width:427;height:1121" stroked="f">
              <v:textbox style="layout-flow:vertical;mso-layout-flow-alt:bottom-to-top;mso-next-textbox:#_x0000_s1052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Dmin=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1</w:t>
                    </w: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0.000</w:t>
                    </w:r>
                  </w:p>
                </w:txbxContent>
              </v:textbox>
            </v:shape>
            <v:shape id="_x0000_s1053" type="#_x0000_t202" style="position:absolute;left:5003;top:5085;width:426;height:1122" stroked="f">
              <v:textbox style="layout-flow:vertical;mso-layout-flow-alt:bottom-to-top;mso-next-textbox:#_x0000_s1053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dmax=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.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960</w:t>
                    </w:r>
                  </w:p>
                </w:txbxContent>
              </v:textbox>
            </v:shape>
            <v:shape id="_x0000_s1054" type="#_x0000_t202" style="position:absolute;left:6580;top:5226;width:426;height:991" stroked="f">
              <v:textbox style="layout-flow:vertical;mso-layout-flow-alt:bottom-to-top;mso-next-textbox:#_x0000_s1054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dmin=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9</w:t>
                    </w: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.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924</w:t>
                    </w:r>
                  </w:p>
                </w:txbxContent>
              </v:textbox>
            </v:shape>
            <v:shape id="_x0000_s1055" type="#_x0000_t202" style="position:absolute;left:4716;top:3953;width:427;height:980" stroked="f">
              <v:textbox style="layout-flow:vertical;mso-layout-flow-alt:bottom-to-top;mso-next-textbox:#_x0000_s1055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Nmax=0.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098</w:t>
                    </w:r>
                  </w:p>
                </w:txbxContent>
              </v:textbox>
            </v:shape>
            <v:line id="_x0000_s1056" style="position:absolute" from="4834,3088" to="5260,3088"/>
            <v:shape id="_x0000_s1057" type="#_x0000_t202" style="position:absolute;left:5544;top:2667;width:426;height:980" stroked="f">
              <v:textbox style="layout-flow:vertical;mso-layout-flow-alt:bottom-to-top;mso-next-textbox:#_x0000_s1057" inset="2.51461mm,1.2573mm,2.51461mm,1.2573mm">
                <w:txbxContent>
                  <w:p w:rsidR="002E2E53" w:rsidRPr="002E2E53" w:rsidRDefault="002E2E53" w:rsidP="002E2E53">
                    <w:pPr>
                      <w:rPr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2E2E53">
                      <w:rPr>
                        <w:color w:val="000000"/>
                        <w:sz w:val="20"/>
                        <w:szCs w:val="20"/>
                        <w:lang w:val="en-US"/>
                      </w:rPr>
                      <w:t>Nmin=0.0</w:t>
                    </w:r>
                    <w:r w:rsidR="00E748CF">
                      <w:rPr>
                        <w:color w:val="000000"/>
                        <w:sz w:val="20"/>
                        <w:szCs w:val="20"/>
                        <w:lang w:val="en-US"/>
                      </w:rPr>
                      <w:t>40</w:t>
                    </w:r>
                  </w:p>
                </w:txbxContent>
              </v:textbox>
            </v:shape>
            <v:shape id="_x0000_s1058" type="#_x0000_t202" style="position:absolute;left:3841;top:3228;width:709;height:420" stroked="f">
              <v:textbox style="mso-next-textbox:#_x0000_s1058" inset="2.51461mm,1.2573mm,2.51461mm,1.2573mm">
                <w:txbxContent>
                  <w:p w:rsidR="002E2E53" w:rsidRPr="002E2E53" w:rsidRDefault="00C656B5" w:rsidP="002E2E53">
                    <w:pPr>
                      <w:rPr>
                        <w:color w:val="000000"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H8</w:t>
                    </w:r>
                  </w:p>
                </w:txbxContent>
              </v:textbox>
            </v:shape>
            <v:shape id="_x0000_s1059" type="#_x0000_t202" style="position:absolute;left:5864;top:4518;width:709;height:420" stroked="f">
              <v:textbox style="mso-next-textbox:#_x0000_s1059" inset="2.51461mm,1.2573mm,2.51461mm,1.2573mm">
                <w:txbxContent>
                  <w:p w:rsidR="002E2E53" w:rsidRPr="002E2E53" w:rsidRDefault="000F2601" w:rsidP="002E2E53">
                    <w:pPr>
                      <w:jc w:val="center"/>
                      <w:rPr>
                        <w:color w:val="000000"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d9</w:t>
                    </w:r>
                  </w:p>
                </w:txbxContent>
              </v:textbox>
            </v:shape>
            <v:line id="_x0000_s1060" style="position:absolute;flip:x" from="5147,5084" to="5720,5085"/>
            <v:line id="_x0000_s1061" style="position:absolute;flip:y" from="5577,2679" to="5577,3811"/>
            <w10:wrap type="none"/>
            <w10:anchorlock/>
          </v:group>
        </w:pic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28F6" w:rsidRPr="004B0AD9" w:rsidRDefault="0093093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Вероятностный метод:</w:t>
      </w:r>
    </w:p>
    <w:p w:rsidR="00930931" w:rsidRPr="004B0AD9" w:rsidRDefault="0093093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Td</w:t>
      </w:r>
      <w:r w:rsidRPr="004B0AD9">
        <w:rPr>
          <w:sz w:val="28"/>
          <w:szCs w:val="28"/>
        </w:rPr>
        <w:t>=</w:t>
      </w:r>
      <w:r w:rsidRPr="004B0AD9">
        <w:rPr>
          <w:sz w:val="28"/>
          <w:szCs w:val="28"/>
          <w:lang w:val="en-US"/>
        </w:rPr>
        <w:t>dmax</w:t>
      </w:r>
      <w:r w:rsidRPr="004B0AD9">
        <w:rPr>
          <w:sz w:val="28"/>
          <w:szCs w:val="28"/>
        </w:rPr>
        <w:t>-</w:t>
      </w:r>
      <w:r w:rsidRPr="004B0AD9">
        <w:rPr>
          <w:sz w:val="28"/>
          <w:szCs w:val="28"/>
          <w:lang w:val="en-US"/>
        </w:rPr>
        <w:t>dmin</w:t>
      </w:r>
      <w:r w:rsidRPr="004B0AD9">
        <w:rPr>
          <w:sz w:val="28"/>
          <w:szCs w:val="28"/>
        </w:rPr>
        <w:t>=9.960-9.924=0.036;</w: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A128F6" w:rsidRPr="004B0AD9" w:rsidRDefault="00C8496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2600" w:dyaOrig="620">
          <v:shape id="_x0000_i1030" type="#_x0000_t75" style="width:129.75pt;height:30.75pt" o:ole="">
            <v:imagedata r:id="rId13" o:title=""/>
          </v:shape>
          <o:OLEObject Type="Embed" ProgID="Equation.3" ShapeID="_x0000_i1030" DrawAspect="Content" ObjectID="_1469681212" r:id="rId14"/>
        </w:objec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128F6" w:rsidRPr="004B0AD9" w:rsidRDefault="00C8496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TD=Dmax-Dmin=10.022-10.000=0.022;</w:t>
      </w:r>
    </w:p>
    <w:p w:rsidR="00C84965" w:rsidRPr="004B0AD9" w:rsidRDefault="00C8496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4965" w:rsidRPr="004B0AD9" w:rsidRDefault="00C8496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3040" w:dyaOrig="620">
          <v:shape id="_x0000_i1031" type="#_x0000_t75" style="width:152.25pt;height:30.75pt" o:ole="">
            <v:imagedata r:id="rId15" o:title=""/>
          </v:shape>
          <o:OLEObject Type="Embed" ProgID="Equation.3" ShapeID="_x0000_i1031" DrawAspect="Content" ObjectID="_1469681213" r:id="rId16"/>
        </w:object>
      </w:r>
    </w:p>
    <w:p w:rsidR="00A128F6" w:rsidRPr="004B0AD9" w:rsidRDefault="00A128F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4965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10"/>
          <w:sz w:val="28"/>
          <w:szCs w:val="28"/>
          <w:lang w:val="en-US"/>
        </w:rPr>
        <w:object w:dxaOrig="5300" w:dyaOrig="420">
          <v:shape id="_x0000_i1032" type="#_x0000_t75" style="width:264.75pt;height:21pt" o:ole="">
            <v:imagedata r:id="rId17" o:title=""/>
          </v:shape>
          <o:OLEObject Type="Embed" ProgID="Equation.3" ShapeID="_x0000_i1032" DrawAspect="Content" ObjectID="_1469681214" r:id="rId18"/>
        </w:object>
      </w:r>
    </w:p>
    <w:p w:rsidR="00A128F6" w:rsidRPr="004B0AD9" w:rsidRDefault="00C8496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x</w:t>
      </w:r>
      <w:r w:rsidR="006C2C12" w:rsidRPr="004B0AD9">
        <w:rPr>
          <w:sz w:val="28"/>
          <w:szCs w:val="28"/>
          <w:vertAlign w:val="subscript"/>
          <w:lang w:val="en-US"/>
        </w:rPr>
        <w:t>1</w:t>
      </w:r>
      <w:r w:rsidR="006C2C12" w:rsidRPr="004B0AD9">
        <w:rPr>
          <w:sz w:val="28"/>
          <w:szCs w:val="28"/>
          <w:lang w:val="en-US"/>
        </w:rPr>
        <w:t>=-3*σn=-3*0.007032=-0.021;</w:t>
      </w: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x</w:t>
      </w:r>
      <w:r w:rsidRPr="004B0AD9">
        <w:rPr>
          <w:sz w:val="28"/>
          <w:szCs w:val="28"/>
          <w:vertAlign w:val="subscript"/>
          <w:lang w:val="en-US"/>
        </w:rPr>
        <w:t>2</w:t>
      </w:r>
      <w:r w:rsidRPr="004B0AD9">
        <w:rPr>
          <w:sz w:val="28"/>
          <w:szCs w:val="28"/>
          <w:lang w:val="en-US"/>
        </w:rPr>
        <w:t>=3* σn=3*0.007032=0.021;</w:t>
      </w: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30"/>
          <w:sz w:val="28"/>
          <w:szCs w:val="28"/>
          <w:lang w:val="en-US"/>
        </w:rPr>
        <w:object w:dxaOrig="2540" w:dyaOrig="800">
          <v:shape id="_x0000_i1033" type="#_x0000_t75" style="width:159pt;height:49.5pt" o:ole="">
            <v:imagedata r:id="rId19" o:title=""/>
          </v:shape>
          <o:OLEObject Type="Embed" ProgID="Equation.3" ShapeID="_x0000_i1033" DrawAspect="Content" ObjectID="_1469681215" r:id="rId20"/>
        </w:object>
      </w: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2C12" w:rsidRPr="004B0AD9" w:rsidRDefault="00727413" w:rsidP="004B0A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71"/>
          <w:sz w:val="28"/>
          <w:szCs w:val="28"/>
        </w:rPr>
        <w:pict>
          <v:shape id="_x0000_i1034" type="#_x0000_t75" style="width:199.5pt;height:147.75pt;mso-wrap-distance-left:0;mso-wrap-distance-right:0" o:allowincell="f" o:allowoverlap="f">
            <v:imagedata r:id="rId21" o:title=""/>
          </v:shape>
        </w:pict>
      </w: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30"/>
          <w:sz w:val="28"/>
          <w:szCs w:val="28"/>
          <w:lang w:val="en-US"/>
        </w:rPr>
        <w:object w:dxaOrig="3580" w:dyaOrig="800">
          <v:shape id="_x0000_i1035" type="#_x0000_t75" style="width:240pt;height:53.25pt" o:ole="">
            <v:imagedata r:id="rId22" o:title=""/>
          </v:shape>
          <o:OLEObject Type="Embed" ProgID="Equation.3" ShapeID="_x0000_i1035" DrawAspect="Content" ObjectID="_1469681216" r:id="rId23"/>
        </w:objec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E748CF" w:rsidRPr="004B0AD9" w:rsidRDefault="00727413" w:rsidP="004B0AD9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  <w:r>
        <w:rPr>
          <w:i/>
          <w:sz w:val="28"/>
          <w:szCs w:val="28"/>
          <w:lang w:val="en-US"/>
        </w:rPr>
        <w:pict>
          <v:group id="_x0000_s1062" editas="canvas" style="width:387.2pt;height:252.85pt;mso-position-horizontal-relative:char;mso-position-vertical-relative:line" coordorigin="2279,1767" coordsize="7802,5029">
            <o:lock v:ext="edit" aspectratio="t"/>
            <v:shape id="_x0000_s1063" type="#_x0000_t75" style="position:absolute;left:2279;top:1767;width:7802;height:5029" o:preferrelative="f" stroked="t">
              <v:fill o:detectmouseclick="t"/>
              <v:path o:extrusionok="t" o:connecttype="none"/>
              <o:lock v:ext="edit" text="t"/>
            </v:shape>
            <v:rect id="_x0000_s1064" style="position:absolute;left:4667;top:4282;width:956;height:628" strokeweight="2.25pt"/>
            <v:rect id="_x0000_s1065" style="position:absolute;left:3234;top:3181;width:956;height:618" strokeweight="2.25pt"/>
            <v:line id="_x0000_s1066" style="position:absolute;flip:y" from="2757,3810" to="9763,3811" strokeweight="1.5pt"/>
            <v:shape id="_x0000_s1067" type="#_x0000_t202" style="position:absolute;left:3234;top:2710;width:1115;height:314" stroked="f" strokecolor="white">
              <v:textbox style="mso-next-textbox:#_x0000_s1067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ES=0.022</w:t>
                    </w:r>
                  </w:p>
                </w:txbxContent>
              </v:textbox>
            </v:shape>
            <v:shape id="_x0000_s1068" type="#_x0000_t202" style="position:absolute;left:3234;top:3967;width:956;height:405" stroked="f" strokecolor="white">
              <v:textbox style="mso-next-textbox:#_x0000_s1068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EI=0.000</w:t>
                    </w:r>
                  </w:p>
                </w:txbxContent>
              </v:textbox>
            </v:shape>
            <v:shape id="_x0000_s1069" type="#_x0000_t202" style="position:absolute;left:4986;top:3967;width:1114;height:279" stroked="f" strokecolor="white">
              <v:textbox style="mso-next-textbox:#_x0000_s1069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es=-0.040</w:t>
                    </w:r>
                  </w:p>
                </w:txbxContent>
              </v:textbox>
            </v:shape>
            <v:shape id="_x0000_s1070" type="#_x0000_t202" style="position:absolute;left:4667;top:5067;width:990;height:278" stroked="f">
              <v:textbox style="mso-next-textbox:#_x0000_s1070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ei=-0.076</w:t>
                    </w:r>
                  </w:p>
                </w:txbxContent>
              </v:textbox>
            </v:shape>
            <v:line id="_x0000_s1071" style="position:absolute" from="4508,3182" to="4509,4910">
              <v:stroke startarrow="classic" startarrowlength="long" endarrow="classic" endarrowlength="long"/>
            </v:line>
            <v:line id="_x0000_s1072" style="position:absolute;flip:x" from="4827,3810" to="4828,4282">
              <v:stroke startarrow="classic" startarrowlength="long" endarrow="classic" endarrowlength="long"/>
            </v:line>
            <v:shape id="_x0000_s1073" type="#_x0000_t202" style="position:absolute;left:2438;top:3653;width:283;height:279" stroked="f">
              <v:textbox style="mso-next-textbox:#_x0000_s1073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74" type="#_x0000_t202" style="position:absolute;left:2757;top:3496;width:281;height:278" stroked="f">
              <v:textbox style="mso-next-textbox:#_x0000_s1074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075" type="#_x0000_t202" style="position:absolute;left:2757;top:3967;width:281;height:278" stroked="f">
              <v:textbox style="mso-next-textbox:#_x0000_s1075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9"/>
                        <w:lang w:val="en-US"/>
                      </w:rPr>
                    </w:pPr>
                    <w:r w:rsidRPr="00DC7360">
                      <w:rPr>
                        <w:color w:val="000000"/>
                        <w:sz w:val="19"/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076" style="position:absolute;flip:x y" from="3075,3810" to="3076,5650">
              <v:stroke endarrow="classic" endarrowlength="long"/>
            </v:line>
            <v:shape id="_x0000_s1077" type="#_x0000_t202" style="position:absolute;left:2597;top:4439;width:427;height:1121" stroked="f">
              <v:textbox style="layout-flow:vertical;mso-layout-flow-alt:bottom-to-top;mso-next-textbox:#_x0000_s1077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16"/>
                        <w:szCs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16"/>
                        <w:szCs w:val="20"/>
                        <w:lang w:val="en-US"/>
                      </w:rPr>
                      <w:t>Dn=dn=10.000</w:t>
                    </w:r>
                  </w:p>
                </w:txbxContent>
              </v:textbox>
            </v:shape>
            <v:line id="_x0000_s1078" style="position:absolute" from="3699,5027" to="3699,5027"/>
            <v:shape id="_x0000_s1079" type="#_x0000_t202" style="position:absolute;left:4030;top:5224;width:428;height:981" stroked="f">
              <v:textbox style="layout-flow:vertical;mso-layout-flow-alt:bottom-to-top;mso-next-textbox:#_x0000_s1079" inset="1.96894mm,.98447mm,1.96894mm,.98447mm">
                <w:txbxContent>
                  <w:p w:rsidR="00D52F20" w:rsidRPr="00DC7360" w:rsidRDefault="00C656B5" w:rsidP="00736262">
                    <w:pPr>
                      <w:rPr>
                        <w:color w:val="000000"/>
                        <w:sz w:val="16"/>
                        <w:szCs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16"/>
                        <w:szCs w:val="20"/>
                        <w:lang w:val="en-US"/>
                      </w:rPr>
                      <w:t>S</w:t>
                    </w:r>
                    <w:r w:rsidR="00D52F20" w:rsidRPr="00DC7360">
                      <w:rPr>
                        <w:color w:val="000000"/>
                        <w:sz w:val="16"/>
                        <w:szCs w:val="20"/>
                        <w:lang w:val="en-US"/>
                      </w:rPr>
                      <w:t>max=0.098</w:t>
                    </w:r>
                  </w:p>
                </w:txbxContent>
              </v:textbox>
            </v:shape>
            <v:line id="_x0000_s1080" style="position:absolute;flip:y" from="4190,3181" to="7215,3182"/>
            <v:shape id="_x0000_s1081" type="#_x0000_t202" style="position:absolute;left:4986;top:2081;width:426;height:980" stroked="f">
              <v:textbox style="layout-flow:vertical;mso-layout-flow-alt:bottom-to-top;mso-next-textbox:#_x0000_s1081" inset="1.96894mm,.98447mm,1.96894mm,.98447mm">
                <w:txbxContent>
                  <w:p w:rsidR="00D52F20" w:rsidRPr="00DC7360" w:rsidRDefault="00C656B5" w:rsidP="00736262">
                    <w:pPr>
                      <w:rPr>
                        <w:color w:val="000000"/>
                        <w:sz w:val="16"/>
                        <w:szCs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16"/>
                        <w:szCs w:val="20"/>
                        <w:lang w:val="en-US"/>
                      </w:rPr>
                      <w:t>S</w:t>
                    </w:r>
                    <w:r w:rsidR="00D52F20" w:rsidRPr="00DC7360">
                      <w:rPr>
                        <w:color w:val="000000"/>
                        <w:sz w:val="16"/>
                        <w:szCs w:val="20"/>
                        <w:lang w:val="en-US"/>
                      </w:rPr>
                      <w:t>min=0.040</w:t>
                    </w:r>
                  </w:p>
                </w:txbxContent>
              </v:textbox>
            </v:shape>
            <v:shape id="_x0000_s1082" type="#_x0000_t202" style="position:absolute;left:3394;top:3339;width:709;height:419" stroked="f">
              <v:textbox style="mso-next-textbox:#_x0000_s1082" inset="1.96894mm,.98447mm,1.96894mm,.98447mm">
                <w:txbxContent>
                  <w:p w:rsidR="00D52F20" w:rsidRPr="00DC7360" w:rsidRDefault="00D52F20" w:rsidP="00736262">
                    <w:pPr>
                      <w:rPr>
                        <w:color w:val="000000"/>
                        <w:sz w:val="25"/>
                        <w:szCs w:val="32"/>
                        <w:lang w:val="en-US"/>
                      </w:rPr>
                    </w:pPr>
                    <w:r w:rsidRPr="00DC7360">
                      <w:rPr>
                        <w:color w:val="000000"/>
                        <w:sz w:val="25"/>
                        <w:szCs w:val="32"/>
                        <w:lang w:val="en-US"/>
                      </w:rPr>
                      <w:t>H</w:t>
                    </w:r>
                    <w:r w:rsidR="00C656B5" w:rsidRPr="00DC7360">
                      <w:rPr>
                        <w:color w:val="000000"/>
                        <w:sz w:val="25"/>
                        <w:szCs w:val="32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1083" type="#_x0000_t202" style="position:absolute;left:4827;top:4439;width:709;height:419" stroked="f">
              <v:textbox style="mso-next-textbox:#_x0000_s1083" inset="1.96894mm,.98447mm,1.96894mm,.98447mm">
                <w:txbxContent>
                  <w:p w:rsidR="00D52F20" w:rsidRPr="00DC7360" w:rsidRDefault="000F2601" w:rsidP="00736262">
                    <w:pPr>
                      <w:jc w:val="center"/>
                      <w:rPr>
                        <w:color w:val="000000"/>
                        <w:sz w:val="25"/>
                        <w:szCs w:val="32"/>
                        <w:lang w:val="en-US"/>
                      </w:rPr>
                    </w:pPr>
                    <w:r w:rsidRPr="00DC7360">
                      <w:rPr>
                        <w:color w:val="000000"/>
                        <w:sz w:val="25"/>
                        <w:szCs w:val="32"/>
                        <w:lang w:val="en-US"/>
                      </w:rPr>
                      <w:t>d9</w:t>
                    </w:r>
                  </w:p>
                </w:txbxContent>
              </v:textbox>
            </v:shape>
            <v:line id="_x0000_s1084" style="position:absolute;flip:y" from="4827,2081" to="4828,3842"/>
            <v:line id="_x0000_s1085" style="position:absolute;flip:x" from="4349,4910" to="4635,4911"/>
            <v:line id="_x0000_s1086" style="position:absolute" from="5623,4910" to="7215,4911"/>
            <v:line id="_x0000_s1087" style="position:absolute;flip:y" from="5623,4281" to="7215,4282"/>
            <v:line id="_x0000_s1088" style="position:absolute" from="4190,3496" to="9763,3497"/>
            <v:line id="_x0000_s1089" style="position:absolute" from="5623,4596" to="9763,4597"/>
            <v:shape id="_x0000_s1090" style="position:absolute;left:5145;top:3181;width:478;height:629" coordsize="543,724" path="m,c45,60,91,121,181,181v90,60,362,121,362,181c543,422,271,483,181,543,91,603,45,663,,724e" filled="f" strokeweight="1.75pt">
              <v:path arrowok="t"/>
            </v:shape>
            <v:shape id="_x0000_s1091" style="position:absolute;left:5941;top:4281;width:478;height:629" coordsize="543,724" path="m,c45,60,91,121,181,181v90,60,362,121,362,181c543,422,271,483,181,543,91,603,45,663,,724e" filled="f" strokeweight="1.75pt">
              <v:path arrowok="t"/>
            </v:shape>
            <v:line id="_x0000_s1092" style="position:absolute" from="6897,3496" to="6897,4596">
              <v:stroke startarrow="classic" startarrowlength="long" endarrow="classic" endarrowlength="long"/>
            </v:line>
            <v:line id="_x0000_s1093" style="position:absolute;flip:y" from="7215,2867" to="7533,3181"/>
            <v:line id="_x0000_s1094" style="position:absolute" from="7215,3810" to="7533,4124"/>
            <v:line id="_x0000_s1095" style="position:absolute" from="7215,4281" to="7533,4596"/>
            <v:line id="_x0000_s1096" style="position:absolute;flip:y" from="7215,4596" to="7533,4910"/>
            <v:line id="_x0000_s1097" style="position:absolute" from="7533,4124" to="9763,4124"/>
            <v:line id="_x0000_s1098" style="position:absolute" from="7533,2867" to="9763,2867"/>
            <v:shape id="_x0000_s1099" style="position:absolute;left:7533;top:2867;width:1115;height:1257" coordsize="543,724" path="m,c45,60,91,121,181,181v90,60,362,121,362,181c543,422,271,483,181,543,91,603,45,663,,724e" filled="f" strokeweight="1.75pt">
              <v:path arrowok="t"/>
            </v:shape>
            <v:line id="_x0000_s1100" style="position:absolute" from="7533,3967" to="8170,3968"/>
            <v:line id="_x0000_s1101" style="position:absolute" from="7533,2867" to="7533,4124"/>
            <v:line id="_x0000_s1102" style="position:absolute" from="7533,3024" to="9285,3025"/>
            <v:line id="_x0000_s1103" style="position:absolute" from="8966,3024" to="8967,4596">
              <v:stroke startarrow="classic" startarrowlength="long" endarrow="classic" endarrowlength="long"/>
            </v:line>
            <v:line id="_x0000_s1104" style="position:absolute" from="8011,3967" to="8011,4596">
              <v:stroke startarrow="classic" startarrowlength="long" endarrow="classic" endarrowlength="long"/>
            </v:line>
            <v:shape id="_x0000_s1105" type="#_x0000_t202" style="position:absolute;left:7215;top:2710;width:159;height:314" stroked="f">
              <v:textbox inset="2.20981mm,1.1049mm,2.20981mm,1.1049mm">
                <w:txbxContent>
                  <w:p w:rsidR="00C656B5" w:rsidRPr="00DC7360" w:rsidRDefault="00C656B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06" type="#_x0000_t202" style="position:absolute;left:7215;top:3967;width:159;height:315" stroked="f">
              <v:textbox inset="2.20981mm,1.1049mm,2.20981mm,1.1049mm">
                <w:txbxContent>
                  <w:p w:rsidR="00C656B5" w:rsidRPr="00DC7360" w:rsidRDefault="00C656B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07" type="#_x0000_t202" style="position:absolute;left:7426;top:4175;width:159;height:316" stroked="f">
              <v:textbox inset="2.20981mm,1.1049mm,2.20981mm,1.1049mm">
                <w:txbxContent>
                  <w:p w:rsidR="00C656B5" w:rsidRPr="00DC7360" w:rsidRDefault="00C656B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08" type="#_x0000_t202" style="position:absolute;left:7374;top:4753;width:159;height:315" stroked="f">
              <v:textbox inset="2.20981mm,1.1049mm,2.20981mm,1.1049mm">
                <w:txbxContent>
                  <w:p w:rsidR="00C656B5" w:rsidRPr="00DC7360" w:rsidRDefault="0011698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09" type="#_x0000_t202" style="position:absolute;left:8489;top:4753;width:477;height:1257" stroked="f">
              <v:textbox style="layout-flow:vertical;mso-layout-flow-alt:bottom-to-top" inset="2.20981mm,1.1049mm,2.20981mm,1.1049mm">
                <w:txbxContent>
                  <w:p w:rsidR="00C656B5" w:rsidRPr="00DC7360" w:rsidRDefault="00C656B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S</w:t>
                    </w:r>
                    <w:r w:rsidRPr="00DC7360">
                      <w:rPr>
                        <w:color w:val="000000"/>
                        <w:sz w:val="21"/>
                        <w:vertAlign w:val="superscript"/>
                        <w:lang w:val="en-US"/>
                      </w:rPr>
                      <w:t>b</w:t>
                    </w:r>
                    <w:r w:rsidRPr="00DC7360">
                      <w:rPr>
                        <w:color w:val="000000"/>
                        <w:sz w:val="21"/>
                        <w:lang w:val="en-US"/>
                      </w:rPr>
                      <w:t>max=0.090</w:t>
                    </w:r>
                  </w:p>
                </w:txbxContent>
              </v:textbox>
            </v:shape>
            <v:line id="_x0000_s1110" style="position:absolute" from="8966,4596" to="8967,6010"/>
            <v:shape id="_x0000_s1111" type="#_x0000_t202" style="position:absolute;left:7533;top:5067;width:479;height:1257" stroked="f">
              <v:textbox style="layout-flow:vertical;mso-layout-flow-alt:bottom-to-top" inset="2.20981mm,1.1049mm,2.20981mm,1.1049mm">
                <w:txbxContent>
                  <w:p w:rsidR="00C656B5" w:rsidRPr="00DC7360" w:rsidRDefault="00C656B5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S</w:t>
                    </w:r>
                    <w:r w:rsidRPr="00DC7360">
                      <w:rPr>
                        <w:color w:val="000000"/>
                        <w:sz w:val="21"/>
                        <w:vertAlign w:val="superscript"/>
                        <w:lang w:val="en-US"/>
                      </w:rPr>
                      <w:t>b</w:t>
                    </w:r>
                    <w:r w:rsidRPr="00DC7360">
                      <w:rPr>
                        <w:color w:val="000000"/>
                        <w:sz w:val="21"/>
                        <w:lang w:val="en-US"/>
                      </w:rPr>
                      <w:t>min=0.048</w:t>
                    </w:r>
                  </w:p>
                </w:txbxContent>
              </v:textbox>
            </v:shape>
            <v:line id="_x0000_s1112" style="position:absolute" from="6897,4596" to="6897,6325"/>
            <v:line id="_x0000_s1113" style="position:absolute" from="4508,4910" to="4508,6167"/>
            <v:line id="_x0000_s1114" style="position:absolute" from="8011,4596" to="8011,6325"/>
            <v:shape id="_x0000_s1115" type="#_x0000_t202" style="position:absolute;left:6260;top:5067;width:478;height:1102" stroked="f">
              <v:textbox style="layout-flow:vertical;mso-layout-flow-alt:bottom-to-top" inset="2.20981mm,1.1049mm,2.20981mm,1.1049mm">
                <w:txbxContent>
                  <w:p w:rsidR="00736262" w:rsidRPr="00DC7360" w:rsidRDefault="00736262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Sm=0.069</w:t>
                    </w:r>
                  </w:p>
                </w:txbxContent>
              </v:textbox>
            </v:shape>
            <v:line id="_x0000_s1116" style="position:absolute;flip:y" from="5782,4596" to="5782,6325">
              <v:stroke endarrow="classic" endarrowlength="long"/>
            </v:line>
            <v:shape id="_x0000_s1117" type="#_x0000_t202" style="position:absolute;left:5304;top:5539;width:478;height:1100" stroked="f">
              <v:textbox style="layout-flow:vertical;mso-layout-flow-alt:bottom-to-top" inset="2.20981mm,1.1049mm,2.20981mm,1.1049mm">
                <w:txbxContent>
                  <w:p w:rsidR="00736262" w:rsidRPr="00DC7360" w:rsidRDefault="00736262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dm=9. 942</w:t>
                    </w:r>
                  </w:p>
                </w:txbxContent>
              </v:textbox>
            </v:shape>
            <v:line id="_x0000_s1118" style="position:absolute;flip:y" from="9603,3496" to="9603,6010">
              <v:stroke endarrow="classic" endarrowlength="long"/>
            </v:line>
            <v:shape id="_x0000_s1119" type="#_x0000_t202" style="position:absolute;left:9126;top:4753;width:478;height:1257" stroked="f">
              <v:textbox style="layout-flow:vertical;mso-layout-flow-alt:bottom-to-top" inset="2.20981mm,1.1049mm,2.20981mm,1.1049mm">
                <w:txbxContent>
                  <w:p w:rsidR="00736262" w:rsidRPr="00DC7360" w:rsidRDefault="00736262" w:rsidP="00736262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DC7360">
                      <w:rPr>
                        <w:color w:val="000000"/>
                        <w:sz w:val="21"/>
                        <w:lang w:val="en-US"/>
                      </w:rPr>
                      <w:t>Dm=10.011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54BF1" w:rsidRPr="004B0AD9" w:rsidRDefault="00DC7360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lang w:val="en-US"/>
        </w:rPr>
        <w:br w:type="page"/>
      </w:r>
      <w:r w:rsidR="00C54BF1" w:rsidRPr="004B0AD9">
        <w:rPr>
          <w:i/>
          <w:sz w:val="28"/>
          <w:szCs w:val="28"/>
          <w:u w:val="single"/>
        </w:rPr>
        <w:t>Посадка переходная: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  <w:r w:rsidRPr="004B0AD9">
        <w:rPr>
          <w:i/>
          <w:position w:val="-66"/>
          <w:sz w:val="28"/>
          <w:szCs w:val="28"/>
          <w:u w:val="single"/>
          <w:lang w:val="en-US"/>
        </w:rPr>
        <w:object w:dxaOrig="1719" w:dyaOrig="1440">
          <v:shape id="_x0000_i1037" type="#_x0000_t75" style="width:86.25pt;height:1in" o:ole="">
            <v:imagedata r:id="rId24" o:title=""/>
          </v:shape>
          <o:OLEObject Type="Embed" ProgID="Equation.3" ShapeID="_x0000_i1037" DrawAspect="Content" ObjectID="_1469681217" r:id="rId25"/>
        </w:objec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Dn=dn=6.000;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ES=0.012;</w:t>
      </w:r>
      <w:r w:rsidRPr="004B0AD9">
        <w:rPr>
          <w:sz w:val="28"/>
          <w:szCs w:val="28"/>
          <w:lang w:val="en-US"/>
        </w:rPr>
        <w:tab/>
        <w:t>es=-0.009;</w:t>
      </w:r>
    </w:p>
    <w:p w:rsidR="00C54BF1" w:rsidRPr="004B0AD9" w:rsidRDefault="00C54BF1" w:rsidP="004B0AD9">
      <w:pPr>
        <w:tabs>
          <w:tab w:val="left" w:pos="21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EI=0;</w:t>
      </w:r>
      <w:r w:rsidRPr="004B0AD9">
        <w:rPr>
          <w:sz w:val="28"/>
          <w:szCs w:val="28"/>
          <w:lang w:val="en-US"/>
        </w:rPr>
        <w:tab/>
        <w:t>ei=-0.01;</w:t>
      </w:r>
    </w:p>
    <w:p w:rsidR="00C54BF1" w:rsidRPr="004B0AD9" w:rsidRDefault="00C54BF1" w:rsidP="004B0AD9">
      <w:pPr>
        <w:tabs>
          <w:tab w:val="left" w:pos="21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Dmax=Dn+ES=6.000+0.012=</w:t>
      </w:r>
      <w:r w:rsidRPr="004B0AD9">
        <w:rPr>
          <w:sz w:val="28"/>
          <w:szCs w:val="28"/>
        </w:rPr>
        <w:t>6</w:t>
      </w:r>
      <w:r w:rsidRPr="004B0AD9">
        <w:rPr>
          <w:sz w:val="28"/>
          <w:szCs w:val="28"/>
          <w:lang w:val="en-US"/>
        </w:rPr>
        <w:t>.0</w:t>
      </w:r>
      <w:r w:rsidRPr="004B0AD9">
        <w:rPr>
          <w:sz w:val="28"/>
          <w:szCs w:val="28"/>
        </w:rPr>
        <w:t>1</w:t>
      </w:r>
      <w:r w:rsidRPr="004B0AD9">
        <w:rPr>
          <w:sz w:val="28"/>
          <w:szCs w:val="28"/>
          <w:lang w:val="en-US"/>
        </w:rPr>
        <w:t>2;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Dmin=Dn+EI=6.000+0=6.000;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599" w:dyaOrig="620">
          <v:shape id="_x0000_i1038" type="#_x0000_t75" style="width:230.25pt;height:30.75pt" o:ole="">
            <v:imagedata r:id="rId26" o:title=""/>
          </v:shape>
          <o:OLEObject Type="Embed" ProgID="Equation.3" ShapeID="_x0000_i1038" DrawAspect="Content" ObjectID="_1469681218" r:id="rId27"/>
        </w:objec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dmax=dn+es=6.000+0.009=6.009;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dmin=dn+ei=6.000+0.0</w:t>
      </w:r>
      <w:r w:rsidRPr="004B0AD9">
        <w:rPr>
          <w:sz w:val="28"/>
          <w:szCs w:val="28"/>
        </w:rPr>
        <w:t>01</w:t>
      </w:r>
      <w:r w:rsidRPr="004B0AD9">
        <w:rPr>
          <w:sz w:val="28"/>
          <w:szCs w:val="28"/>
          <w:lang w:val="en-US"/>
        </w:rPr>
        <w:t>=</w:t>
      </w:r>
      <w:r w:rsidRPr="004B0AD9">
        <w:rPr>
          <w:sz w:val="28"/>
          <w:szCs w:val="28"/>
        </w:rPr>
        <w:t>6</w:t>
      </w:r>
      <w:r w:rsidRPr="004B0AD9">
        <w:rPr>
          <w:sz w:val="28"/>
          <w:szCs w:val="28"/>
          <w:lang w:val="en-US"/>
        </w:rPr>
        <w:t>.</w:t>
      </w:r>
      <w:r w:rsidRPr="004B0AD9">
        <w:rPr>
          <w:sz w:val="28"/>
          <w:szCs w:val="28"/>
        </w:rPr>
        <w:t>001</w:t>
      </w:r>
      <w:r w:rsidRPr="004B0AD9">
        <w:rPr>
          <w:sz w:val="28"/>
          <w:szCs w:val="28"/>
          <w:lang w:val="en-US"/>
        </w:rPr>
        <w:t>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82557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24"/>
          <w:sz w:val="28"/>
          <w:szCs w:val="28"/>
          <w:lang w:val="en-US"/>
        </w:rPr>
        <w:object w:dxaOrig="4440" w:dyaOrig="620">
          <v:shape id="_x0000_i1039" type="#_x0000_t75" style="width:222pt;height:30.75pt" o:ole="">
            <v:imagedata r:id="rId28" o:title=""/>
          </v:shape>
          <o:OLEObject Type="Embed" ProgID="Equation.3" ShapeID="_x0000_i1039" DrawAspect="Content" ObjectID="_1469681219" r:id="rId29"/>
        </w:objec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Nmax=</w:t>
      </w:r>
      <w:r w:rsidR="00825576" w:rsidRPr="004B0AD9">
        <w:rPr>
          <w:sz w:val="28"/>
          <w:szCs w:val="28"/>
          <w:lang w:val="en-US"/>
        </w:rPr>
        <w:t>es</w:t>
      </w:r>
      <w:r w:rsidRPr="004B0AD9">
        <w:rPr>
          <w:sz w:val="28"/>
          <w:szCs w:val="28"/>
          <w:lang w:val="en-US"/>
        </w:rPr>
        <w:t>-</w:t>
      </w:r>
      <w:r w:rsidR="00825576" w:rsidRPr="004B0AD9">
        <w:rPr>
          <w:sz w:val="28"/>
          <w:szCs w:val="28"/>
          <w:lang w:val="en-US"/>
        </w:rPr>
        <w:t>EI</w:t>
      </w:r>
      <w:r w:rsidRPr="004B0AD9">
        <w:rPr>
          <w:sz w:val="28"/>
          <w:szCs w:val="28"/>
          <w:lang w:val="en-US"/>
        </w:rPr>
        <w:t>=</w:t>
      </w:r>
      <w:r w:rsidR="0082557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.00</w:t>
      </w:r>
      <w:r w:rsidR="00825576" w:rsidRPr="004B0AD9">
        <w:rPr>
          <w:sz w:val="28"/>
          <w:szCs w:val="28"/>
          <w:lang w:val="en-US"/>
        </w:rPr>
        <w:t>9</w:t>
      </w:r>
      <w:r w:rsidRPr="004B0AD9">
        <w:rPr>
          <w:sz w:val="28"/>
          <w:szCs w:val="28"/>
          <w:lang w:val="en-US"/>
        </w:rPr>
        <w:t>-</w:t>
      </w:r>
      <w:r w:rsidR="0082557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</w:t>
      </w:r>
      <w:r w:rsidR="00825576" w:rsidRPr="004B0AD9">
        <w:rPr>
          <w:sz w:val="28"/>
          <w:szCs w:val="28"/>
          <w:lang w:val="en-US"/>
        </w:rPr>
        <w:t>000</w:t>
      </w:r>
      <w:r w:rsidRPr="004B0AD9">
        <w:rPr>
          <w:sz w:val="28"/>
          <w:szCs w:val="28"/>
          <w:lang w:val="en-US"/>
        </w:rPr>
        <w:t>=0.00</w:t>
      </w:r>
      <w:r w:rsidR="00825576" w:rsidRPr="004B0AD9">
        <w:rPr>
          <w:sz w:val="28"/>
          <w:szCs w:val="28"/>
          <w:lang w:val="en-US"/>
        </w:rPr>
        <w:t>9</w:t>
      </w:r>
      <w:r w:rsidRPr="004B0AD9">
        <w:rPr>
          <w:sz w:val="28"/>
          <w:szCs w:val="28"/>
          <w:lang w:val="en-US"/>
        </w:rPr>
        <w:t>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Smax=Dmax-dmin=</w:t>
      </w:r>
      <w:r w:rsidR="0082557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.0</w:t>
      </w:r>
      <w:r w:rsidR="00825576" w:rsidRPr="004B0AD9">
        <w:rPr>
          <w:sz w:val="28"/>
          <w:szCs w:val="28"/>
          <w:lang w:val="en-US"/>
        </w:rPr>
        <w:t>1</w:t>
      </w:r>
      <w:r w:rsidRPr="004B0AD9">
        <w:rPr>
          <w:sz w:val="28"/>
          <w:szCs w:val="28"/>
          <w:lang w:val="en-US"/>
        </w:rPr>
        <w:t>2-</w:t>
      </w:r>
      <w:r w:rsidR="0082557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</w:t>
      </w:r>
      <w:r w:rsidR="00825576" w:rsidRPr="004B0AD9">
        <w:rPr>
          <w:sz w:val="28"/>
          <w:szCs w:val="28"/>
          <w:lang w:val="en-US"/>
        </w:rPr>
        <w:t>001</w:t>
      </w:r>
      <w:r w:rsidRPr="004B0AD9">
        <w:rPr>
          <w:sz w:val="28"/>
          <w:szCs w:val="28"/>
          <w:lang w:val="en-US"/>
        </w:rPr>
        <w:t>=0.0</w:t>
      </w:r>
      <w:r w:rsidR="00825576" w:rsidRPr="004B0AD9">
        <w:rPr>
          <w:sz w:val="28"/>
          <w:szCs w:val="28"/>
          <w:lang w:val="en-US"/>
        </w:rPr>
        <w:t>11</w:t>
      </w:r>
      <w:r w:rsidRPr="004B0AD9">
        <w:rPr>
          <w:sz w:val="28"/>
          <w:szCs w:val="28"/>
          <w:lang w:val="en-US"/>
        </w:rPr>
        <w:t>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82557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10"/>
          <w:sz w:val="28"/>
          <w:szCs w:val="28"/>
          <w:lang w:val="en-US"/>
        </w:rPr>
        <w:object w:dxaOrig="3920" w:dyaOrig="320">
          <v:shape id="_x0000_i1040" type="#_x0000_t75" style="width:195.75pt;height:15.75pt" o:ole="">
            <v:imagedata r:id="rId30" o:title=""/>
          </v:shape>
          <o:OLEObject Type="Embed" ProgID="Equation.3" ShapeID="_x0000_i1040" DrawAspect="Content" ObjectID="_1469681220" r:id="rId31"/>
        </w:object>
      </w:r>
    </w:p>
    <w:p w:rsidR="00C54BF1" w:rsidRPr="004B0AD9" w:rsidRDefault="0082557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10"/>
          <w:sz w:val="28"/>
          <w:szCs w:val="28"/>
          <w:lang w:val="en-US"/>
        </w:rPr>
        <w:object w:dxaOrig="4099" w:dyaOrig="320">
          <v:shape id="_x0000_i1041" type="#_x0000_t75" style="width:204.75pt;height:15.75pt" o:ole="">
            <v:imagedata r:id="rId32" o:title=""/>
          </v:shape>
          <o:OLEObject Type="Embed" ProgID="Equation.3" ShapeID="_x0000_i1041" DrawAspect="Content" ObjectID="_1469681221" r:id="rId33"/>
        </w:object>
      </w:r>
    </w:p>
    <w:p w:rsidR="00831B67" w:rsidRPr="004B0AD9" w:rsidRDefault="00727413" w:rsidP="004B0AD9">
      <w:pPr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</w:r>
      <w:r>
        <w:rPr>
          <w:i/>
          <w:sz w:val="28"/>
          <w:szCs w:val="28"/>
          <w:lang w:val="en-US"/>
        </w:rPr>
        <w:pict>
          <v:group id="_x0000_s1120" editas="canvas" style="width:313.8pt;height:214.8pt;mso-position-horizontal-relative:char;mso-position-vertical-relative:line" coordorigin="2279,1547" coordsize="5820,3932">
            <o:lock v:ext="edit" aspectratio="t"/>
            <v:shape id="_x0000_s1121" type="#_x0000_t75" style="position:absolute;left:2279;top:1547;width:5820;height:3932" o:preferrelative="f" stroked="t">
              <v:fill o:detectmouseclick="t"/>
              <v:path o:extrusionok="t" o:connecttype="none"/>
              <o:lock v:ext="edit" text="t"/>
            </v:shape>
            <v:rect id="_x0000_s1122" style="position:absolute;left:5636;top:3204;width:989;height:828" strokeweight="2.25pt"/>
            <v:rect id="_x0000_s1123" style="position:absolute;left:3550;top:2821;width:1270;height:953" strokeweight="2.25pt"/>
            <v:line id="_x0000_s1124" style="position:absolute" from="2844,3774" to="8067,3774" strokeweight="1.5pt"/>
            <v:shape id="_x0000_s1125" type="#_x0000_t202" style="position:absolute;left:3569;top:2396;width:1273;height:279" stroked="f" strokecolor="white">
              <v:textbox style="mso-next-textbox:#_x0000_s1125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ES=0.022</w:t>
                    </w:r>
                  </w:p>
                </w:txbxContent>
              </v:textbox>
            </v:shape>
            <v:shape id="_x0000_s1126" type="#_x0000_t202" style="position:absolute;left:3569;top:3811;width:1269;height:278" stroked="f" strokecolor="white">
              <v:textbox style="mso-next-textbox:#_x0000_s1126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EI=0.000</w:t>
                    </w:r>
                  </w:p>
                </w:txbxContent>
              </v:textbox>
            </v:shape>
            <v:shape id="_x0000_s1127" type="#_x0000_t202" style="position:absolute;left:5720;top:2538;width:988;height:279" stroked="f" strokecolor="white">
              <v:textbox style="mso-next-textbox:#_x0000_s1127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es=-0.040</w:t>
                    </w:r>
                  </w:p>
                </w:txbxContent>
              </v:textbox>
            </v:shape>
            <v:shape id="_x0000_s1128" type="#_x0000_t202" style="position:absolute;left:5300;top:4032;width:990;height:277" stroked="f">
              <v:textbox style="mso-next-textbox:#_x0000_s1128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ei=-0.076</w:t>
                    </w:r>
                  </w:p>
                </w:txbxContent>
              </v:textbox>
            </v:shape>
            <v:line id="_x0000_s1129" style="position:absolute" from="3550,3774" to="4961,3774"/>
            <v:line id="_x0000_s1130" style="position:absolute" from="5147,2962" to="5148,3811">
              <v:stroke startarrow="classic" startarrowlength="long" endarrow="classic" endarrowlength="long"/>
            </v:line>
            <v:line id="_x0000_s1131" style="position:absolute" from="5433,2821" to="5434,3670">
              <v:stroke startarrow="classic" startarrowlength="long" endarrow="classic" endarrowlength="long"/>
            </v:line>
            <v:shape id="_x0000_s1132" type="#_x0000_t202" style="position:absolute;left:2561;top:3634;width:283;height:279" stroked="f">
              <v:textbox style="mso-next-textbox:#_x0000_s1132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33" type="#_x0000_t202" style="position:absolute;left:2853;top:3387;width:282;height:279" stroked="f">
              <v:textbox style="mso-next-textbox:#_x0000_s1133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134" type="#_x0000_t202" style="position:absolute;left:2853;top:3811;width:282;height:278" stroked="f">
              <v:textbox style="mso-next-textbox:#_x0000_s1134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1"/>
                        <w:lang w:val="en-US"/>
                      </w:rPr>
                    </w:pPr>
                    <w:r w:rsidRPr="00C41C2F">
                      <w:rPr>
                        <w:color w:val="000000"/>
                        <w:sz w:val="21"/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135" style="position:absolute;flip:x" from="2844,3774" to="3126,3774"/>
            <v:line id="_x0000_s1136" style="position:absolute;flip:x" from="3283,2821" to="3565,2822"/>
            <v:line id="_x0000_s1137" style="position:absolute;flip:x y" from="3127,3774" to="3139,5368">
              <v:stroke endarrow="classic" endarrowlength="long"/>
            </v:line>
            <v:line id="_x0000_s1138" style="position:absolute;flip:x y" from="3426,2821" to="3427,5368">
              <v:stroke endarrow="classic" endarrowlength="long"/>
            </v:line>
            <v:line id="_x0000_s1139" style="position:absolute;flip:y" from="5290,2962" to="5291,5368">
              <v:stroke endarrow="classic" endarrowlength="long"/>
            </v:line>
            <v:line id="_x0000_s1140" style="position:absolute;flip:y" from="6580,3670" to="6583,5368">
              <v:stroke endarrow="classic" endarrowlength="long"/>
            </v:line>
            <v:shape id="_x0000_s1141" type="#_x0000_t202" style="position:absolute;left:2566;top:4236;width:426;height:1121" stroked="f">
              <v:textbox style="layout-flow:vertical;mso-layout-flow-alt:bottom-to-top;mso-next-textbox:#_x0000_s1141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Dn=dn=10.000</w:t>
                    </w:r>
                  </w:p>
                </w:txbxContent>
              </v:textbox>
            </v:shape>
            <v:line id="_x0000_s1142" style="position:absolute" from="3699,5027" to="3699,5027"/>
            <v:shape id="_x0000_s1143" type="#_x0000_t202" style="position:absolute;left:3569;top:4236;width:427;height:1121" stroked="f">
              <v:textbox style="layout-flow:vertical;mso-layout-flow-alt:bottom-to-top;mso-next-textbox:#_x0000_s1143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Dmax=10.022</w:t>
                    </w:r>
                  </w:p>
                </w:txbxContent>
              </v:textbox>
            </v:shape>
            <v:line id="_x0000_s1144" style="position:absolute;flip:x y" from="4550,3788" to="4573,5368">
              <v:stroke endarrow="classic" endarrowlength="long"/>
            </v:line>
            <v:shape id="_x0000_s1145" type="#_x0000_t202" style="position:absolute;left:4000;top:4236;width:427;height:1121" stroked="f">
              <v:textbox style="layout-flow:vertical;mso-layout-flow-alt:bottom-to-top;mso-next-textbox:#_x0000_s1145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Dmin=10.000</w:t>
                    </w:r>
                  </w:p>
                </w:txbxContent>
              </v:textbox>
            </v:shape>
            <v:shape id="_x0000_s1146" type="#_x0000_t202" style="position:absolute;left:4860;top:4236;width:425;height:1121" stroked="f">
              <v:textbox style="layout-flow:vertical;mso-layout-flow-alt:bottom-to-top;mso-next-textbox:#_x0000_s1146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dmax=9.960</w:t>
                    </w:r>
                  </w:p>
                </w:txbxContent>
              </v:textbox>
            </v:shape>
            <v:shape id="_x0000_s1147" type="#_x0000_t202" style="position:absolute;left:5972;top:4363;width:425;height:992" stroked="f">
              <v:textbox style="layout-flow:vertical;mso-layout-flow-alt:bottom-to-top;mso-next-textbox:#_x0000_s1147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dmin=9.924</w:t>
                    </w:r>
                  </w:p>
                </w:txbxContent>
              </v:textbox>
            </v:shape>
            <v:line id="_x0000_s1148" style="position:absolute;flip:y" from="4860,2821" to="5577,2822"/>
            <v:shape id="_x0000_s1149" type="#_x0000_t202" style="position:absolute;left:5433;top:1689;width:427;height:980" stroked="f">
              <v:textbox style="layout-flow:vertical;mso-layout-flow-alt:bottom-to-top;mso-next-textbox:#_x0000_s1149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Nmin=0.040</w:t>
                    </w:r>
                  </w:p>
                </w:txbxContent>
              </v:textbox>
            </v:shape>
            <v:shape id="_x0000_s1150" type="#_x0000_t202" style="position:absolute;left:3856;top:3104;width:709;height:419" stroked="f">
              <v:textbox style="mso-next-textbox:#_x0000_s1150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28"/>
                        <w:szCs w:val="32"/>
                        <w:lang w:val="en-US"/>
                      </w:rPr>
                    </w:pPr>
                    <w:r w:rsidRPr="00C41C2F">
                      <w:rPr>
                        <w:color w:val="000000"/>
                        <w:sz w:val="28"/>
                        <w:szCs w:val="32"/>
                        <w:lang w:val="en-US"/>
                      </w:rPr>
                      <w:t>H7</w:t>
                    </w:r>
                  </w:p>
                </w:txbxContent>
              </v:textbox>
            </v:shape>
            <v:shape id="_x0000_s1151" type="#_x0000_t202" style="position:absolute;left:5804;top:3535;width:708;height:420" stroked="f">
              <v:textbox style="mso-next-textbox:#_x0000_s1151" inset="2.14997mm,1.075mm,2.14997mm,1.075mm">
                <w:txbxContent>
                  <w:p w:rsidR="00CF1932" w:rsidRDefault="00CF1932" w:rsidP="00831B67">
                    <w:pPr>
                      <w:jc w:val="center"/>
                      <w:rPr>
                        <w:color w:val="000000"/>
                        <w:sz w:val="28"/>
                        <w:szCs w:val="32"/>
                        <w:lang w:val="en-US"/>
                      </w:rPr>
                    </w:pPr>
                    <w:r>
                      <w:rPr>
                        <w:color w:val="000000"/>
                        <w:sz w:val="28"/>
                        <w:szCs w:val="32"/>
                        <w:lang w:val="en-US"/>
                      </w:rPr>
                      <w:t>Js7</w:t>
                    </w:r>
                  </w:p>
                  <w:p w:rsidR="00831B67" w:rsidRPr="00CF1932" w:rsidRDefault="00CF1932" w:rsidP="00831B67">
                    <w:pPr>
                      <w:jc w:val="center"/>
                      <w:rPr>
                        <w:color w:val="000000"/>
                        <w:sz w:val="28"/>
                        <w:szCs w:val="32"/>
                        <w:lang w:val="en-US"/>
                      </w:rPr>
                    </w:pPr>
                    <w:r>
                      <w:rPr>
                        <w:color w:val="000000"/>
                        <w:sz w:val="28"/>
                        <w:szCs w:val="32"/>
                        <w:lang w:val="en-US"/>
                      </w:rPr>
                      <w:t>Js7</w:t>
                    </w:r>
                  </w:p>
                </w:txbxContent>
              </v:textbox>
            </v:shape>
            <v:line id="_x0000_s1152" style="position:absolute;flip:x" from="5003,2962" to="5577,2963"/>
            <v:line id="_x0000_s1153" style="position:absolute;flip:x y" from="5433,3670" to="5577,3671"/>
            <v:shape id="_x0000_s1154" type="#_x0000_t202" style="position:absolute;left:4666;top:1682;width:427;height:980" stroked="f">
              <v:textbox style="layout-flow:vertical;mso-layout-flow-alt:bottom-to-top;mso-next-textbox:#_x0000_s1154" inset="2.14997mm,1.075mm,2.14997mm,1.075mm">
                <w:txbxContent>
                  <w:p w:rsidR="00831B67" w:rsidRPr="00C41C2F" w:rsidRDefault="00831B67" w:rsidP="00831B67">
                    <w:pPr>
                      <w:rPr>
                        <w:color w:val="000000"/>
                        <w:sz w:val="17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7"/>
                        <w:szCs w:val="20"/>
                        <w:lang w:val="en-US"/>
                      </w:rPr>
                      <w:t>Nmax=0.098</w:t>
                    </w:r>
                  </w:p>
                </w:txbxContent>
              </v:textbox>
            </v:shape>
            <v:line id="_x0000_s1155" style="position:absolute;flip:y" from="5147,1688" to="5147,2962"/>
            <v:line id="_x0000_s1156" style="position:absolute;flip:y" from="5433,1688" to="5433,2820"/>
            <w10:wrap type="none"/>
            <w10:anchorlock/>
          </v:group>
        </w:pict>
      </w:r>
    </w:p>
    <w:p w:rsidR="009A5EEE" w:rsidRPr="004B0AD9" w:rsidRDefault="009A5EEE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30931" w:rsidRPr="004B0AD9" w:rsidRDefault="00930931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Вероятностный метод:</w:t>
      </w:r>
    </w:p>
    <w:p w:rsidR="00930931" w:rsidRPr="004B0AD9" w:rsidRDefault="00930931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Td</w:t>
      </w:r>
      <w:r w:rsidRPr="004B0AD9">
        <w:rPr>
          <w:sz w:val="28"/>
          <w:szCs w:val="28"/>
        </w:rPr>
        <w:t>=</w:t>
      </w:r>
      <w:r w:rsidRPr="004B0AD9">
        <w:rPr>
          <w:sz w:val="28"/>
          <w:szCs w:val="28"/>
          <w:lang w:val="en-US"/>
        </w:rPr>
        <w:t>dmax</w:t>
      </w:r>
      <w:r w:rsidRPr="004B0AD9">
        <w:rPr>
          <w:sz w:val="28"/>
          <w:szCs w:val="28"/>
        </w:rPr>
        <w:t>-</w:t>
      </w:r>
      <w:r w:rsidRPr="004B0AD9">
        <w:rPr>
          <w:sz w:val="28"/>
          <w:szCs w:val="28"/>
          <w:lang w:val="en-US"/>
        </w:rPr>
        <w:t>dmin</w:t>
      </w:r>
      <w:r w:rsidRPr="004B0AD9">
        <w:rPr>
          <w:sz w:val="28"/>
          <w:szCs w:val="28"/>
        </w:rPr>
        <w:t>=</w:t>
      </w:r>
      <w:r w:rsidR="00825576" w:rsidRPr="004B0AD9">
        <w:rPr>
          <w:sz w:val="28"/>
          <w:szCs w:val="28"/>
        </w:rPr>
        <w:t>6</w:t>
      </w:r>
      <w:r w:rsidRPr="004B0AD9">
        <w:rPr>
          <w:sz w:val="28"/>
          <w:szCs w:val="28"/>
        </w:rPr>
        <w:t>.</w:t>
      </w:r>
      <w:r w:rsidR="00825576" w:rsidRPr="004B0AD9">
        <w:rPr>
          <w:sz w:val="28"/>
          <w:szCs w:val="28"/>
        </w:rPr>
        <w:t>009</w:t>
      </w:r>
      <w:r w:rsidRPr="004B0AD9">
        <w:rPr>
          <w:sz w:val="28"/>
          <w:szCs w:val="28"/>
        </w:rPr>
        <w:t>-</w:t>
      </w:r>
      <w:r w:rsidR="00825576" w:rsidRPr="004B0AD9">
        <w:rPr>
          <w:sz w:val="28"/>
          <w:szCs w:val="28"/>
        </w:rPr>
        <w:t>6</w:t>
      </w:r>
      <w:r w:rsidRPr="004B0AD9">
        <w:rPr>
          <w:sz w:val="28"/>
          <w:szCs w:val="28"/>
        </w:rPr>
        <w:t>.</w:t>
      </w:r>
      <w:r w:rsidR="00825576" w:rsidRPr="004B0AD9">
        <w:rPr>
          <w:sz w:val="28"/>
          <w:szCs w:val="28"/>
        </w:rPr>
        <w:t>001</w:t>
      </w:r>
      <w:r w:rsidRPr="004B0AD9">
        <w:rPr>
          <w:sz w:val="28"/>
          <w:szCs w:val="28"/>
        </w:rPr>
        <w:t>=0.0</w:t>
      </w:r>
      <w:r w:rsidR="00825576" w:rsidRPr="004B0AD9">
        <w:rPr>
          <w:sz w:val="28"/>
          <w:szCs w:val="28"/>
        </w:rPr>
        <w:t>08</w:t>
      </w:r>
      <w:r w:rsidRPr="004B0AD9">
        <w:rPr>
          <w:sz w:val="28"/>
          <w:szCs w:val="28"/>
        </w:rPr>
        <w:t>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C54BF1" w:rsidRPr="004B0AD9" w:rsidRDefault="004B5EC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2840" w:dyaOrig="620">
          <v:shape id="_x0000_i1043" type="#_x0000_t75" style="width:141.75pt;height:30.75pt" o:ole="">
            <v:imagedata r:id="rId34" o:title=""/>
          </v:shape>
          <o:OLEObject Type="Embed" ProgID="Equation.3" ShapeID="_x0000_i1043" DrawAspect="Content" ObjectID="_1469681222" r:id="rId35"/>
        </w:objec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TD=Dmax-Dmin=</w:t>
      </w:r>
      <w:r w:rsidR="004B5EC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.0</w:t>
      </w:r>
      <w:r w:rsidR="004B5EC6" w:rsidRPr="004B0AD9">
        <w:rPr>
          <w:sz w:val="28"/>
          <w:szCs w:val="28"/>
          <w:lang w:val="en-US"/>
        </w:rPr>
        <w:t>1</w:t>
      </w:r>
      <w:r w:rsidRPr="004B0AD9">
        <w:rPr>
          <w:sz w:val="28"/>
          <w:szCs w:val="28"/>
          <w:lang w:val="en-US"/>
        </w:rPr>
        <w:t>2-</w:t>
      </w:r>
      <w:r w:rsidR="004B5EC6" w:rsidRPr="004B0AD9">
        <w:rPr>
          <w:sz w:val="28"/>
          <w:szCs w:val="28"/>
          <w:lang w:val="en-US"/>
        </w:rPr>
        <w:t>6</w:t>
      </w:r>
      <w:r w:rsidRPr="004B0AD9">
        <w:rPr>
          <w:sz w:val="28"/>
          <w:szCs w:val="28"/>
          <w:lang w:val="en-US"/>
        </w:rPr>
        <w:t>.000=0.0</w:t>
      </w:r>
      <w:r w:rsidR="004B5EC6" w:rsidRPr="004B0AD9">
        <w:rPr>
          <w:sz w:val="28"/>
          <w:szCs w:val="28"/>
          <w:lang w:val="en-US"/>
        </w:rPr>
        <w:t>1</w:t>
      </w:r>
      <w:r w:rsidRPr="004B0AD9">
        <w:rPr>
          <w:sz w:val="28"/>
          <w:szCs w:val="28"/>
          <w:lang w:val="en-US"/>
        </w:rPr>
        <w:t>2;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4B5EC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2680" w:dyaOrig="620">
          <v:shape id="_x0000_i1044" type="#_x0000_t75" style="width:134.25pt;height:30.75pt" o:ole="">
            <v:imagedata r:id="rId36" o:title=""/>
          </v:shape>
          <o:OLEObject Type="Embed" ProgID="Equation.3" ShapeID="_x0000_i1044" DrawAspect="Content" ObjectID="_1469681223" r:id="rId37"/>
        </w:object>
      </w:r>
    </w:p>
    <w:p w:rsidR="004B5EC6" w:rsidRPr="004B0AD9" w:rsidRDefault="004B5EC6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10"/>
          <w:sz w:val="28"/>
          <w:szCs w:val="28"/>
          <w:lang w:val="en-US"/>
        </w:rPr>
        <w:object w:dxaOrig="5660" w:dyaOrig="420">
          <v:shape id="_x0000_i1045" type="#_x0000_t75" style="width:282.75pt;height:21pt" o:ole="">
            <v:imagedata r:id="rId38" o:title=""/>
          </v:shape>
          <o:OLEObject Type="Embed" ProgID="Equation.3" ShapeID="_x0000_i1045" DrawAspect="Content" ObjectID="_1469681224" r:id="rId39"/>
        </w:objec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x</w:t>
      </w:r>
      <w:r w:rsidRPr="004B0AD9">
        <w:rPr>
          <w:sz w:val="28"/>
          <w:szCs w:val="28"/>
          <w:vertAlign w:val="subscript"/>
          <w:lang w:val="en-US"/>
        </w:rPr>
        <w:t>1</w:t>
      </w:r>
      <w:r w:rsidRPr="004B0AD9">
        <w:rPr>
          <w:sz w:val="28"/>
          <w:szCs w:val="28"/>
          <w:lang w:val="en-US"/>
        </w:rPr>
        <w:t>=-3*σn=-3*0.00</w:t>
      </w:r>
      <w:r w:rsidR="00A376AD" w:rsidRPr="004B0AD9">
        <w:rPr>
          <w:sz w:val="28"/>
          <w:szCs w:val="28"/>
          <w:lang w:val="en-US"/>
        </w:rPr>
        <w:t>2404</w:t>
      </w:r>
      <w:r w:rsidRPr="004B0AD9">
        <w:rPr>
          <w:sz w:val="28"/>
          <w:szCs w:val="28"/>
          <w:lang w:val="en-US"/>
        </w:rPr>
        <w:t>=-0.0</w:t>
      </w:r>
      <w:r w:rsidR="00A376AD" w:rsidRPr="004B0AD9">
        <w:rPr>
          <w:sz w:val="28"/>
          <w:szCs w:val="28"/>
          <w:lang w:val="en-US"/>
        </w:rPr>
        <w:t>07211</w:t>
      </w:r>
      <w:r w:rsidRPr="004B0AD9">
        <w:rPr>
          <w:sz w:val="28"/>
          <w:szCs w:val="28"/>
          <w:lang w:val="en-US"/>
        </w:rPr>
        <w:t>;</w:t>
      </w: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x</w:t>
      </w:r>
      <w:r w:rsidRPr="004B0AD9">
        <w:rPr>
          <w:sz w:val="28"/>
          <w:szCs w:val="28"/>
          <w:vertAlign w:val="subscript"/>
          <w:lang w:val="en-US"/>
        </w:rPr>
        <w:t>2</w:t>
      </w:r>
      <w:r w:rsidRPr="004B0AD9">
        <w:rPr>
          <w:sz w:val="28"/>
          <w:szCs w:val="28"/>
          <w:lang w:val="en-US"/>
        </w:rPr>
        <w:t>=3* σn=3*0.00</w:t>
      </w:r>
      <w:r w:rsidR="00A376AD" w:rsidRPr="004B0AD9">
        <w:rPr>
          <w:sz w:val="28"/>
          <w:szCs w:val="28"/>
          <w:lang w:val="en-US"/>
        </w:rPr>
        <w:t>2404</w:t>
      </w:r>
      <w:r w:rsidRPr="004B0AD9">
        <w:rPr>
          <w:sz w:val="28"/>
          <w:szCs w:val="28"/>
          <w:lang w:val="en-US"/>
        </w:rPr>
        <w:t>=0.0</w:t>
      </w:r>
      <w:r w:rsidR="00A376AD" w:rsidRPr="004B0AD9">
        <w:rPr>
          <w:sz w:val="28"/>
          <w:szCs w:val="28"/>
          <w:lang w:val="en-US"/>
        </w:rPr>
        <w:t>07</w:t>
      </w:r>
      <w:r w:rsidRPr="004B0AD9">
        <w:rPr>
          <w:sz w:val="28"/>
          <w:szCs w:val="28"/>
          <w:lang w:val="en-US"/>
        </w:rPr>
        <w:t>2</w:t>
      </w:r>
      <w:r w:rsidR="00A376AD" w:rsidRPr="004B0AD9">
        <w:rPr>
          <w:sz w:val="28"/>
          <w:szCs w:val="28"/>
          <w:lang w:val="en-US"/>
        </w:rPr>
        <w:t>1</w:t>
      </w:r>
      <w:r w:rsidRPr="004B0AD9">
        <w:rPr>
          <w:sz w:val="28"/>
          <w:szCs w:val="28"/>
          <w:lang w:val="en-US"/>
        </w:rPr>
        <w:t>1;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4BF1" w:rsidRPr="004B0AD9" w:rsidRDefault="00C54BF1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30"/>
          <w:sz w:val="28"/>
          <w:szCs w:val="28"/>
          <w:lang w:val="en-US"/>
        </w:rPr>
        <w:object w:dxaOrig="2540" w:dyaOrig="800">
          <v:shape id="_x0000_i1046" type="#_x0000_t75" style="width:159pt;height:49.5pt" o:ole="">
            <v:imagedata r:id="rId19" o:title=""/>
          </v:shape>
          <o:OLEObject Type="Embed" ProgID="Equation.3" ShapeID="_x0000_i1046" DrawAspect="Content" ObjectID="_1469681225" r:id="rId40"/>
        </w:object>
      </w:r>
    </w:p>
    <w:p w:rsidR="00C54BF1" w:rsidRPr="004B0AD9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727413">
        <w:rPr>
          <w:position w:val="-271"/>
          <w:sz w:val="28"/>
          <w:szCs w:val="28"/>
        </w:rPr>
        <w:pict>
          <v:shape id="_x0000_i1047" type="#_x0000_t75" style="width:190.5pt;height:142.5pt" o:allowoverlap="f">
            <v:imagedata r:id="rId41" o:title=""/>
          </v:shape>
        </w:pict>
      </w:r>
    </w:p>
    <w:p w:rsidR="00C54BF1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30"/>
          <w:sz w:val="28"/>
          <w:szCs w:val="28"/>
          <w:lang w:val="en-US"/>
        </w:rPr>
        <w:object w:dxaOrig="3600" w:dyaOrig="780">
          <v:shape id="_x0000_i1048" type="#_x0000_t75" style="width:241.5pt;height:52.5pt" o:ole="">
            <v:imagedata r:id="rId42" o:title=""/>
          </v:shape>
          <o:OLEObject Type="Embed" ProgID="Equation.3" ShapeID="_x0000_i1048" DrawAspect="Content" ObjectID="_1469681226" r:id="rId43"/>
        </w:object>
      </w:r>
    </w:p>
    <w:p w:rsidR="006C2C12" w:rsidRPr="004B0AD9" w:rsidRDefault="006C2C1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E2047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57" editas="canvas" style="width:371.35pt;height:204.6pt;mso-position-horizontal-relative:char;mso-position-vertical-relative:line" coordorigin="2279,2238" coordsize="7802,4244">
            <o:lock v:ext="edit" aspectratio="t"/>
            <v:shape id="_x0000_s1158" type="#_x0000_t75" style="position:absolute;left:2279;top:2238;width:7802;height:4244" o:preferrelative="f" stroked="t">
              <v:fill o:detectmouseclick="t"/>
              <v:path o:extrusionok="t" o:connecttype="none"/>
              <o:lock v:ext="edit" text="t"/>
            </v:shape>
            <v:rect id="_x0000_s1159" style="position:absolute;left:5145;top:3181;width:957;height:627" strokeweight="2.25pt"/>
            <v:rect id="_x0000_s1160" style="position:absolute;left:3234;top:3181;width:956;height:618" strokeweight="2.25pt"/>
            <v:line id="_x0000_s1161" style="position:absolute;flip:y" from="2757,3810" to="9763,3811" strokeweight="1.5pt"/>
            <v:shape id="_x0000_s1162" type="#_x0000_t202" style="position:absolute;left:3234;top:2710;width:1115;height:314" stroked="f" strokecolor="white">
              <v:textbox style="mso-next-textbox:#_x0000_s1162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ES=0.022</w:t>
                    </w:r>
                  </w:p>
                </w:txbxContent>
              </v:textbox>
            </v:shape>
            <v:shape id="_x0000_s1163" type="#_x0000_t202" style="position:absolute;left:3234;top:3967;width:956;height:405" stroked="f" strokecolor="white">
              <v:textbox style="mso-next-textbox:#_x0000_s1163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EI=0.000</w:t>
                    </w:r>
                  </w:p>
                </w:txbxContent>
              </v:textbox>
            </v:shape>
            <v:shape id="_x0000_s1164" type="#_x0000_t202" style="position:absolute;left:5463;top:2867;width:1115;height:279" stroked="f" strokecolor="white">
              <v:textbox style="mso-next-textbox:#_x0000_s1164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es=-0.040</w:t>
                    </w:r>
                  </w:p>
                </w:txbxContent>
              </v:textbox>
            </v:shape>
            <v:shape id="_x0000_s1165" type="#_x0000_t202" style="position:absolute;left:5145;top:3967;width:991;height:278" stroked="f">
              <v:textbox style="mso-next-textbox:#_x0000_s1165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ei=-0.076</w:t>
                    </w:r>
                  </w:p>
                </w:txbxContent>
              </v:textbox>
            </v:shape>
            <v:shape id="_x0000_s1166" type="#_x0000_t202" style="position:absolute;left:2438;top:3653;width:283;height:279" stroked="f">
              <v:textbox style="mso-next-textbox:#_x0000_s1166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67" type="#_x0000_t202" style="position:absolute;left:2757;top:3496;width:281;height:278" stroked="f">
              <v:textbox style="mso-next-textbox:#_x0000_s1167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168" type="#_x0000_t202" style="position:absolute;left:2757;top:3967;width:281;height:278" stroked="f">
              <v:textbox style="mso-next-textbox:#_x0000_s1168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8"/>
                        <w:lang w:val="en-US"/>
                      </w:rPr>
                    </w:pPr>
                    <w:r w:rsidRPr="00DC7360">
                      <w:rPr>
                        <w:color w:val="000000"/>
                        <w:sz w:val="18"/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169" style="position:absolute;flip:x y" from="3075,3810" to="3076,5650">
              <v:stroke endarrow="classic" endarrowlength="long"/>
            </v:line>
            <v:shape id="_x0000_s1170" type="#_x0000_t202" style="position:absolute;left:2597;top:4439;width:427;height:1121" stroked="f">
              <v:textbox style="layout-flow:vertical;mso-layout-flow-alt:bottom-to-top;mso-next-textbox:#_x0000_s1170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15"/>
                        <w:szCs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15"/>
                        <w:szCs w:val="20"/>
                        <w:lang w:val="en-US"/>
                      </w:rPr>
                      <w:t>Dn=dn=10.000</w:t>
                    </w:r>
                  </w:p>
                </w:txbxContent>
              </v:textbox>
            </v:shape>
            <v:line id="_x0000_s1171" style="position:absolute" from="3699,5027" to="3699,5027"/>
            <v:line id="_x0000_s1172" style="position:absolute;flip:y" from="4190,3181" to="7215,3182"/>
            <v:shape id="_x0000_s1173" type="#_x0000_t202" style="position:absolute;left:3394;top:3339;width:709;height:419" stroked="f">
              <v:textbox style="mso-next-textbox:#_x0000_s1173" inset="1.90103mm,.95053mm,1.90103mm,.95053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Cs w:val="32"/>
                        <w:lang w:val="en-US"/>
                      </w:rPr>
                    </w:pPr>
                    <w:r w:rsidRPr="00DC7360">
                      <w:rPr>
                        <w:color w:val="000000"/>
                        <w:szCs w:val="32"/>
                        <w:lang w:val="en-US"/>
                      </w:rPr>
                      <w:t>H</w:t>
                    </w:r>
                    <w:r w:rsidR="00116985" w:rsidRPr="00DC7360">
                      <w:rPr>
                        <w:color w:val="000000"/>
                        <w:szCs w:val="32"/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174" type="#_x0000_t202" style="position:absolute;left:5304;top:3339;width:709;height:416" stroked="f">
              <v:textbox style="mso-next-textbox:#_x0000_s1174" inset="1.90103mm,.95053mm,1.90103mm,.95053mm">
                <w:txbxContent>
                  <w:p w:rsidR="006E2047" w:rsidRPr="00DC7360" w:rsidRDefault="00422A3A" w:rsidP="00116985">
                    <w:pPr>
                      <w:jc w:val="center"/>
                      <w:rPr>
                        <w:color w:val="000000"/>
                        <w:szCs w:val="32"/>
                        <w:lang w:val="en-US"/>
                      </w:rPr>
                    </w:pPr>
                    <w:r w:rsidRPr="00DC7360">
                      <w:rPr>
                        <w:color w:val="000000"/>
                        <w:szCs w:val="32"/>
                        <w:lang w:val="en-US"/>
                      </w:rPr>
                      <w:t>k6</w:t>
                    </w:r>
                  </w:p>
                </w:txbxContent>
              </v:textbox>
            </v:shape>
            <v:line id="_x0000_s1175" style="position:absolute" from="4190,3496" to="5145,3497"/>
            <v:shape id="_x0000_s1176" style="position:absolute;left:4508;top:3181;width:478;height:629" coordsize="543,724" path="m,c45,60,91,121,181,181v90,60,362,121,362,181c543,422,271,483,181,543,91,603,45,663,,724e" filled="f" strokeweight="1.75pt">
              <v:path arrowok="t"/>
            </v:shape>
            <v:shape id="_x0000_s1177" style="position:absolute;left:6260;top:3181;width:477;height:630" coordsize="543,724" path="m,c45,60,91,121,181,181v90,60,362,121,362,181c543,422,271,483,181,543,91,603,45,663,,724e" filled="f" strokeweight="1.75pt">
              <v:path arrowok="t"/>
            </v:shape>
            <v:line id="_x0000_s1178" style="position:absolute;flip:y" from="7215,2867" to="7533,3181"/>
            <v:line id="_x0000_s1179" style="position:absolute" from="7215,3810" to="7533,4124"/>
            <v:line id="_x0000_s1180" style="position:absolute" from="7215,3181" to="7533,3497"/>
            <v:line id="_x0000_s1181" style="position:absolute;flip:y" from="7215,3496" to="7533,3810"/>
            <v:line id="_x0000_s1182" style="position:absolute" from="7533,4124" to="9763,4124"/>
            <v:line id="_x0000_s1183" style="position:absolute" from="7533,2867" to="9763,2867"/>
            <v:shape id="_x0000_s1184" style="position:absolute;left:7852;top:2867;width:1114;height:1257" coordsize="543,724" path="m,c45,60,91,121,181,181v90,60,362,121,362,181c543,422,271,483,181,543,91,603,45,663,,724e" filled="f" strokeweight="1.75pt">
              <v:path arrowok="t"/>
            </v:shape>
            <v:line id="_x0000_s1185" style="position:absolute" from="7852,3967" to="8490,3968"/>
            <v:line id="_x0000_s1186" style="position:absolute" from="7852,2867" to="7853,4124"/>
            <v:line id="_x0000_s1187" style="position:absolute" from="7852,3024" to="9444,3025"/>
            <v:line id="_x0000_s1188" style="position:absolute" from="9285,3024" to="9286,3497">
              <v:stroke startarrow="classic" startarrowlength="long" endarrow="classic" endarrowlength="long"/>
            </v:line>
            <v:line id="_x0000_s1189" style="position:absolute" from="8330,3496" to="8331,3967">
              <v:stroke startarrow="classic" startarrowlength="long" endarrow="classic" endarrowlength="long"/>
            </v:line>
            <v:shape id="_x0000_s1190" type="#_x0000_t202" style="position:absolute;left:7215;top:2710;width:159;height:314" stroked="f">
              <v:textbox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91" type="#_x0000_t202" style="position:absolute;left:7215;top:3967;width:159;height:315" stroked="f">
              <v:textbox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92" type="#_x0000_t202" style="position:absolute;left:8648;top:4753;width:478;height:1257" stroked="f">
              <v:textbox style="layout-flow:vertical;mso-layout-flow-alt:bottom-to-top"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S</w:t>
                    </w:r>
                    <w:r w:rsidRPr="00DC7360">
                      <w:rPr>
                        <w:color w:val="000000"/>
                        <w:sz w:val="20"/>
                        <w:vertAlign w:val="superscript"/>
                        <w:lang w:val="en-US"/>
                      </w:rPr>
                      <w:t>b</w:t>
                    </w:r>
                    <w:r w:rsidRPr="00DC7360">
                      <w:rPr>
                        <w:color w:val="000000"/>
                        <w:sz w:val="20"/>
                        <w:lang w:val="en-US"/>
                      </w:rPr>
                      <w:t>max=0.090</w:t>
                    </w:r>
                  </w:p>
                </w:txbxContent>
              </v:textbox>
            </v:shape>
            <v:line id="_x0000_s1193" style="position:absolute" from="9285,3496" to="9286,6010"/>
            <v:shape id="_x0000_s1194" type="#_x0000_t202" style="position:absolute;left:7693;top:5067;width:478;height:1257" stroked="f">
              <v:textbox style="layout-flow:vertical;mso-layout-flow-alt:bottom-to-top"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S</w:t>
                    </w:r>
                    <w:r w:rsidRPr="00DC7360">
                      <w:rPr>
                        <w:color w:val="000000"/>
                        <w:sz w:val="20"/>
                        <w:vertAlign w:val="superscript"/>
                        <w:lang w:val="en-US"/>
                      </w:rPr>
                      <w:t>b</w:t>
                    </w:r>
                    <w:r w:rsidRPr="00DC7360">
                      <w:rPr>
                        <w:color w:val="000000"/>
                        <w:sz w:val="20"/>
                        <w:lang w:val="en-US"/>
                      </w:rPr>
                      <w:t>min=0.048</w:t>
                    </w:r>
                  </w:p>
                </w:txbxContent>
              </v:textbox>
            </v:shape>
            <v:line id="_x0000_s1195" style="position:absolute" from="8330,3967" to="8331,6325"/>
            <v:shape id="_x0000_s1196" type="#_x0000_t202" style="position:absolute;left:6578;top:4596;width:479;height:1102" stroked="f">
              <v:textbox style="layout-flow:vertical;mso-layout-flow-alt:bottom-to-top"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Sm=0.069</w:t>
                    </w:r>
                  </w:p>
                </w:txbxContent>
              </v:textbox>
            </v:shape>
            <v:line id="_x0000_s1197" style="position:absolute;flip:y" from="6260,3496" to="6261,6010">
              <v:stroke endarrow="classic" endarrowlength="long"/>
            </v:line>
            <v:shape id="_x0000_s1198" type="#_x0000_t202" style="position:absolute;left:5623;top:4439;width:477;height:1100" stroked="f">
              <v:textbox style="layout-flow:vertical;mso-layout-flow-alt:bottom-to-top"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dm=9. 942</w:t>
                    </w:r>
                  </w:p>
                </w:txbxContent>
              </v:textbox>
            </v:shape>
            <v:line id="_x0000_s1199" style="position:absolute;flip:y" from="4349,3496" to="4350,6010">
              <v:stroke endarrow="classic" endarrowlength="long"/>
            </v:line>
            <v:shape id="_x0000_s1200" type="#_x0000_t202" style="position:absolute;left:3712;top:4753;width:479;height:1257" stroked="f">
              <v:textbox style="layout-flow:vertical;mso-layout-flow-alt:bottom-to-top" inset="2.13361mm,1.0668mm,2.13361mm,1.0668mm">
                <w:txbxContent>
                  <w:p w:rsidR="006E2047" w:rsidRPr="00DC7360" w:rsidRDefault="006E2047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Dm=10.011</w:t>
                    </w:r>
                  </w:p>
                </w:txbxContent>
              </v:textbox>
            </v:shape>
            <v:shape id="_x0000_s1201" type="#_x0000_t202" style="position:absolute;left:7533;top:3024;width:160;height:315" stroked="f">
              <v:textbox inset="2.13361mm,1.0668mm,2.13361mm,1.0668mm">
                <w:txbxContent>
                  <w:p w:rsidR="00116985" w:rsidRPr="00DC7360" w:rsidRDefault="00116985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02" type="#_x0000_t202" style="position:absolute;left:7056;top:3496;width:159;height:314" stroked="f">
              <v:textbox inset="2.13361mm,1.0668mm,2.13361mm,1.0668mm">
                <w:txbxContent>
                  <w:p w:rsidR="00116985" w:rsidRPr="00DC7360" w:rsidRDefault="00116985" w:rsidP="00116985">
                    <w:pPr>
                      <w:rPr>
                        <w:color w:val="000000"/>
                        <w:sz w:val="20"/>
                        <w:lang w:val="en-US"/>
                      </w:rPr>
                    </w:pPr>
                    <w:r w:rsidRPr="00DC7360">
                      <w:rPr>
                        <w:color w:val="000000"/>
                        <w:sz w:val="20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203" style="position:absolute" from="6100,3496" to="9763,3496"/>
            <w10:wrap type="none"/>
            <w10:anchorlock/>
          </v:group>
        </w:pict>
      </w:r>
    </w:p>
    <w:p w:rsidR="006E2047" w:rsidRPr="004B0AD9" w:rsidRDefault="006E2047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A376AD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Посадка с натягом: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A376AD" w:rsidRPr="004B0AD9" w:rsidRDefault="00432E62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  <w:r w:rsidRPr="004B0AD9">
        <w:rPr>
          <w:i/>
          <w:position w:val="-66"/>
          <w:sz w:val="28"/>
          <w:szCs w:val="28"/>
          <w:u w:val="single"/>
          <w:lang w:val="en-US"/>
        </w:rPr>
        <w:object w:dxaOrig="1840" w:dyaOrig="1440">
          <v:shape id="_x0000_i1050" type="#_x0000_t75" style="width:92.25pt;height:1in" o:ole="">
            <v:imagedata r:id="rId44" o:title=""/>
          </v:shape>
          <o:OLEObject Type="Embed" ProgID="Equation.3" ShapeID="_x0000_i1050" DrawAspect="Content" ObjectID="_1469681227" r:id="rId45"/>
        </w:objec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Dn=dn=70.000;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ES=0.030;</w:t>
      </w:r>
      <w:r w:rsidRPr="004B0AD9">
        <w:rPr>
          <w:sz w:val="28"/>
          <w:szCs w:val="28"/>
          <w:lang w:val="en-US"/>
        </w:rPr>
        <w:tab/>
        <w:t>es=-0.132;</w:t>
      </w:r>
    </w:p>
    <w:p w:rsidR="00A376AD" w:rsidRPr="004B0AD9" w:rsidRDefault="00A376AD" w:rsidP="004B0AD9">
      <w:pPr>
        <w:tabs>
          <w:tab w:val="left" w:pos="2127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EI=0;</w:t>
      </w:r>
      <w:r w:rsidRPr="004B0AD9">
        <w:rPr>
          <w:sz w:val="28"/>
          <w:szCs w:val="28"/>
          <w:lang w:val="en-US"/>
        </w:rPr>
        <w:tab/>
        <w:t>ei=-0.102;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Dmax=Dn+ES=70.000+0.030=70.0</w:t>
      </w:r>
      <w:r w:rsidR="00432E62" w:rsidRPr="004B0AD9">
        <w:rPr>
          <w:sz w:val="28"/>
          <w:szCs w:val="28"/>
          <w:lang w:val="en-US"/>
        </w:rPr>
        <w:t>30</w:t>
      </w:r>
      <w:r w:rsidRPr="004B0AD9">
        <w:rPr>
          <w:sz w:val="28"/>
          <w:szCs w:val="28"/>
          <w:lang w:val="en-US"/>
        </w:rPr>
        <w:t>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</w:t>
      </w:r>
      <w:r w:rsidR="00432E62" w:rsidRPr="004B0AD9">
        <w:rPr>
          <w:sz w:val="28"/>
          <w:szCs w:val="28"/>
          <w:lang w:val="en-US"/>
        </w:rPr>
        <w:t>7</w:t>
      </w:r>
      <w:r w:rsidRPr="004B0AD9">
        <w:rPr>
          <w:sz w:val="28"/>
          <w:szCs w:val="28"/>
          <w:lang w:val="en-US"/>
        </w:rPr>
        <w:t>0.000+0=</w:t>
      </w:r>
      <w:r w:rsidR="00432E62" w:rsidRPr="004B0AD9">
        <w:rPr>
          <w:sz w:val="28"/>
          <w:szCs w:val="28"/>
        </w:rPr>
        <w:t>7</w:t>
      </w:r>
      <w:r w:rsidRPr="004B0AD9">
        <w:rPr>
          <w:sz w:val="28"/>
          <w:szCs w:val="28"/>
          <w:lang w:val="en-US"/>
        </w:rPr>
        <w:t>0.000;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432E6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959" w:dyaOrig="620">
          <v:shape id="_x0000_i1051" type="#_x0000_t75" style="width:248.25pt;height:30.75pt" o:ole="">
            <v:imagedata r:id="rId46" o:title=""/>
          </v:shape>
          <o:OLEObject Type="Embed" ProgID="Equation.3" ShapeID="_x0000_i1051" DrawAspect="Content" ObjectID="_1469681228" r:id="rId47"/>
        </w:objec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dmax=dn+es=</w:t>
      </w:r>
      <w:r w:rsidR="00432E62" w:rsidRPr="004B0AD9">
        <w:rPr>
          <w:sz w:val="28"/>
          <w:szCs w:val="28"/>
          <w:lang w:val="en-US"/>
        </w:rPr>
        <w:t>7</w:t>
      </w:r>
      <w:r w:rsidRPr="004B0AD9">
        <w:rPr>
          <w:sz w:val="28"/>
          <w:szCs w:val="28"/>
          <w:lang w:val="en-US"/>
        </w:rPr>
        <w:t>0.000</w:t>
      </w:r>
      <w:r w:rsidR="00432E62" w:rsidRPr="004B0AD9">
        <w:rPr>
          <w:sz w:val="28"/>
          <w:szCs w:val="28"/>
          <w:lang w:val="en-US"/>
        </w:rPr>
        <w:t>+</w:t>
      </w:r>
      <w:r w:rsidRPr="004B0AD9">
        <w:rPr>
          <w:sz w:val="28"/>
          <w:szCs w:val="28"/>
          <w:lang w:val="en-US"/>
        </w:rPr>
        <w:t>0.</w:t>
      </w:r>
      <w:r w:rsidR="00432E62" w:rsidRPr="004B0AD9">
        <w:rPr>
          <w:sz w:val="28"/>
          <w:szCs w:val="28"/>
          <w:lang w:val="en-US"/>
        </w:rPr>
        <w:t>132=70.132;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dmin=dn+ei=</w:t>
      </w:r>
      <w:r w:rsidR="00432E62" w:rsidRPr="004B0AD9">
        <w:rPr>
          <w:sz w:val="28"/>
          <w:szCs w:val="28"/>
          <w:lang w:val="en-US"/>
        </w:rPr>
        <w:t>7</w:t>
      </w:r>
      <w:r w:rsidRPr="004B0AD9">
        <w:rPr>
          <w:sz w:val="28"/>
          <w:szCs w:val="28"/>
          <w:lang w:val="en-US"/>
        </w:rPr>
        <w:t>0.000</w:t>
      </w:r>
      <w:r w:rsidR="00432E62" w:rsidRPr="004B0AD9">
        <w:rPr>
          <w:sz w:val="28"/>
          <w:szCs w:val="28"/>
          <w:lang w:val="en-US"/>
        </w:rPr>
        <w:t>+</w:t>
      </w:r>
      <w:r w:rsidRPr="004B0AD9">
        <w:rPr>
          <w:sz w:val="28"/>
          <w:szCs w:val="28"/>
          <w:lang w:val="en-US"/>
        </w:rPr>
        <w:t>0.</w:t>
      </w:r>
      <w:r w:rsidR="00432E62" w:rsidRPr="004B0AD9">
        <w:rPr>
          <w:sz w:val="28"/>
          <w:szCs w:val="28"/>
          <w:lang w:val="en-US"/>
        </w:rPr>
        <w:t>102=70</w:t>
      </w:r>
      <w:r w:rsidRPr="004B0AD9">
        <w:rPr>
          <w:sz w:val="28"/>
          <w:szCs w:val="28"/>
          <w:lang w:val="en-US"/>
        </w:rPr>
        <w:t>.</w:t>
      </w:r>
      <w:r w:rsidR="00432E62" w:rsidRPr="004B0AD9">
        <w:rPr>
          <w:sz w:val="28"/>
          <w:szCs w:val="28"/>
          <w:lang w:val="en-US"/>
        </w:rPr>
        <w:t>102</w:t>
      </w:r>
      <w:r w:rsidRPr="004B0AD9">
        <w:rPr>
          <w:sz w:val="28"/>
          <w:szCs w:val="28"/>
          <w:lang w:val="en-US"/>
        </w:rPr>
        <w:t>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432E6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840" w:dyaOrig="620">
          <v:shape id="_x0000_i1052" type="#_x0000_t75" style="width:242.25pt;height:30.75pt" o:ole="">
            <v:imagedata r:id="rId48" o:title=""/>
          </v:shape>
          <o:OLEObject Type="Embed" ProgID="Equation.3" ShapeID="_x0000_i1052" DrawAspect="Content" ObjectID="_1469681229" r:id="rId49"/>
        </w:object>
      </w:r>
    </w:p>
    <w:p w:rsidR="002E2E53" w:rsidRPr="004B0AD9" w:rsidRDefault="002E2E5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432E6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N</w:t>
      </w:r>
      <w:r w:rsidR="00A376AD" w:rsidRPr="004B0AD9">
        <w:rPr>
          <w:sz w:val="28"/>
          <w:szCs w:val="28"/>
          <w:lang w:val="en-US"/>
        </w:rPr>
        <w:t>max=</w:t>
      </w:r>
      <w:r w:rsidRPr="004B0AD9">
        <w:rPr>
          <w:sz w:val="28"/>
          <w:szCs w:val="28"/>
          <w:lang w:val="en-US"/>
        </w:rPr>
        <w:t>es</w:t>
      </w:r>
      <w:r w:rsidR="00A376AD" w:rsidRPr="004B0AD9">
        <w:rPr>
          <w:sz w:val="28"/>
          <w:szCs w:val="28"/>
          <w:lang w:val="en-US"/>
        </w:rPr>
        <w:t>-</w:t>
      </w:r>
      <w:r w:rsidRPr="004B0AD9">
        <w:rPr>
          <w:sz w:val="28"/>
          <w:szCs w:val="28"/>
          <w:lang w:val="en-US"/>
        </w:rPr>
        <w:t>EI</w:t>
      </w:r>
      <w:r w:rsidR="00A376AD" w:rsidRPr="004B0AD9">
        <w:rPr>
          <w:sz w:val="28"/>
          <w:szCs w:val="28"/>
          <w:lang w:val="en-US"/>
        </w:rPr>
        <w:t>=0.</w:t>
      </w:r>
      <w:r w:rsidRPr="004B0AD9">
        <w:rPr>
          <w:sz w:val="28"/>
          <w:szCs w:val="28"/>
          <w:lang w:val="en-US"/>
        </w:rPr>
        <w:t>132</w:t>
      </w:r>
      <w:r w:rsidR="00A376AD" w:rsidRPr="004B0AD9">
        <w:rPr>
          <w:sz w:val="28"/>
          <w:szCs w:val="28"/>
          <w:lang w:val="en-US"/>
        </w:rPr>
        <w:t>-</w:t>
      </w:r>
      <w:r w:rsidRPr="004B0AD9">
        <w:rPr>
          <w:sz w:val="28"/>
          <w:szCs w:val="28"/>
          <w:lang w:val="en-US"/>
        </w:rPr>
        <w:t>0</w:t>
      </w:r>
      <w:r w:rsidR="00A376AD" w:rsidRPr="004B0AD9">
        <w:rPr>
          <w:sz w:val="28"/>
          <w:szCs w:val="28"/>
          <w:lang w:val="en-US"/>
        </w:rPr>
        <w:t>=0.</w:t>
      </w:r>
      <w:r w:rsidRPr="004B0AD9">
        <w:rPr>
          <w:sz w:val="28"/>
          <w:szCs w:val="28"/>
          <w:lang w:val="en-US"/>
        </w:rPr>
        <w:t>132</w:t>
      </w:r>
      <w:r w:rsidR="00A376AD" w:rsidRPr="004B0AD9">
        <w:rPr>
          <w:sz w:val="28"/>
          <w:szCs w:val="28"/>
          <w:lang w:val="en-US"/>
        </w:rPr>
        <w:t>;</w:t>
      </w:r>
    </w:p>
    <w:p w:rsidR="00A376AD" w:rsidRPr="004B0AD9" w:rsidRDefault="00432E6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N</w:t>
      </w:r>
      <w:r w:rsidR="00A376AD" w:rsidRPr="004B0AD9">
        <w:rPr>
          <w:sz w:val="28"/>
          <w:szCs w:val="28"/>
          <w:lang w:val="en-US"/>
        </w:rPr>
        <w:t>min=</w:t>
      </w:r>
      <w:r w:rsidRPr="004B0AD9">
        <w:rPr>
          <w:sz w:val="28"/>
          <w:szCs w:val="28"/>
          <w:lang w:val="en-US"/>
        </w:rPr>
        <w:t>d</w:t>
      </w:r>
      <w:r w:rsidR="00A376AD" w:rsidRPr="004B0AD9">
        <w:rPr>
          <w:sz w:val="28"/>
          <w:szCs w:val="28"/>
          <w:lang w:val="en-US"/>
        </w:rPr>
        <w:t>min-</w:t>
      </w:r>
      <w:r w:rsidRPr="004B0AD9">
        <w:rPr>
          <w:sz w:val="28"/>
          <w:szCs w:val="28"/>
          <w:lang w:val="en-US"/>
        </w:rPr>
        <w:t>D</w:t>
      </w:r>
      <w:r w:rsidR="00A376AD" w:rsidRPr="004B0AD9">
        <w:rPr>
          <w:sz w:val="28"/>
          <w:szCs w:val="28"/>
          <w:lang w:val="en-US"/>
        </w:rPr>
        <w:t>max=</w:t>
      </w:r>
      <w:r w:rsidRPr="004B0AD9">
        <w:rPr>
          <w:sz w:val="28"/>
          <w:szCs w:val="28"/>
          <w:lang w:val="en-US"/>
        </w:rPr>
        <w:t>7</w:t>
      </w:r>
      <w:r w:rsidR="00A376AD" w:rsidRPr="004B0AD9">
        <w:rPr>
          <w:sz w:val="28"/>
          <w:szCs w:val="28"/>
          <w:lang w:val="en-US"/>
        </w:rPr>
        <w:t>0.</w:t>
      </w:r>
      <w:r w:rsidRPr="004B0AD9">
        <w:rPr>
          <w:sz w:val="28"/>
          <w:szCs w:val="28"/>
          <w:lang w:val="en-US"/>
        </w:rPr>
        <w:t>102</w:t>
      </w:r>
      <w:r w:rsidR="00A376AD" w:rsidRPr="004B0AD9">
        <w:rPr>
          <w:sz w:val="28"/>
          <w:szCs w:val="28"/>
          <w:lang w:val="en-US"/>
        </w:rPr>
        <w:t>-</w:t>
      </w:r>
      <w:r w:rsidRPr="004B0AD9">
        <w:rPr>
          <w:sz w:val="28"/>
          <w:szCs w:val="28"/>
          <w:lang w:val="en-US"/>
        </w:rPr>
        <w:t>70</w:t>
      </w:r>
      <w:r w:rsidR="00A376AD" w:rsidRPr="004B0AD9">
        <w:rPr>
          <w:sz w:val="28"/>
          <w:szCs w:val="28"/>
          <w:lang w:val="en-US"/>
        </w:rPr>
        <w:t>.</w:t>
      </w:r>
      <w:r w:rsidRPr="004B0AD9">
        <w:rPr>
          <w:sz w:val="28"/>
          <w:szCs w:val="28"/>
          <w:lang w:val="en-US"/>
        </w:rPr>
        <w:t>030</w:t>
      </w:r>
      <w:r w:rsidR="00A376AD" w:rsidRPr="004B0AD9">
        <w:rPr>
          <w:sz w:val="28"/>
          <w:szCs w:val="28"/>
          <w:lang w:val="en-US"/>
        </w:rPr>
        <w:t>=0.0</w:t>
      </w:r>
      <w:r w:rsidRPr="004B0AD9">
        <w:rPr>
          <w:sz w:val="28"/>
          <w:szCs w:val="28"/>
          <w:lang w:val="en-US"/>
        </w:rPr>
        <w:t>72</w:t>
      </w:r>
      <w:r w:rsidR="00A376AD" w:rsidRPr="004B0AD9">
        <w:rPr>
          <w:sz w:val="28"/>
          <w:szCs w:val="28"/>
          <w:lang w:val="en-US"/>
        </w:rPr>
        <w:t>;</w:t>
      </w:r>
    </w:p>
    <w:p w:rsidR="00A376AD" w:rsidRPr="004B0AD9" w:rsidRDefault="00A376AD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76AD" w:rsidRPr="004B0AD9" w:rsidRDefault="00727175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4620" w:dyaOrig="620">
          <v:shape id="_x0000_i1053" type="#_x0000_t75" style="width:231pt;height:33.75pt" o:ole="">
            <v:imagedata r:id="rId50" o:title=""/>
          </v:shape>
          <o:OLEObject Type="Embed" ProgID="Equation.3" ShapeID="_x0000_i1053" DrawAspect="Content" ObjectID="_1469681230" r:id="rId51"/>
        </w:object>
      </w:r>
    </w:p>
    <w:p w:rsidR="00C41C2F" w:rsidRPr="004B0AD9" w:rsidRDefault="00C41C2F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1DD0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04" editas="canvas" style="width:330.5pt;height:235.3pt;mso-position-horizontal-relative:char;mso-position-vertical-relative:line" coordorigin="2279,1280" coordsize="5820,4088">
            <o:lock v:ext="edit" aspectratio="t"/>
            <v:shape id="_x0000_s1205" type="#_x0000_t75" style="position:absolute;left:2279;top:1280;width:5820;height:4088" o:preferrelative="f" stroked="t">
              <v:fill o:detectmouseclick="t"/>
              <v:path o:extrusionok="t" o:connecttype="none"/>
              <o:lock v:ext="edit" text="t"/>
            </v:shape>
            <v:rect id="_x0000_s1206" style="position:absolute;left:5667;top:1683;width:988;height:697" strokeweight="2.25pt"/>
            <v:rect id="_x0000_s1207" style="position:absolute;left:3550;top:3077;width:1270;height:697" strokeweight="2.25pt"/>
            <v:line id="_x0000_s1208" style="position:absolute" from="2844,3774" to="8067,3774" strokeweight="1.5pt"/>
            <v:shape id="_x0000_s1209" type="#_x0000_t202" style="position:absolute;left:3569;top:2678;width:1271;height:280" stroked="f" strokecolor="white">
              <v:textbox style="mso-next-textbox:#_x0000_s1209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ES=0.030</w:t>
                    </w:r>
                  </w:p>
                </w:txbxContent>
              </v:textbox>
            </v:shape>
            <v:shape id="_x0000_s1210" type="#_x0000_t202" style="position:absolute;left:3569;top:3811;width:1269;height:278" stroked="f" strokecolor="white">
              <v:textbox style="mso-next-textbox:#_x0000_s1210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EI=0.000</w:t>
                    </w:r>
                  </w:p>
                </w:txbxContent>
              </v:textbox>
            </v:shape>
            <v:shape id="_x0000_s1211" type="#_x0000_t202" style="position:absolute;left:5667;top:2380;width:988;height:278" stroked="f">
              <v:textbox style="mso-next-textbox:#_x0000_s1211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ei=0.102</w:t>
                    </w:r>
                  </w:p>
                </w:txbxContent>
              </v:textbox>
            </v:shape>
            <v:line id="_x0000_s1212" style="position:absolute" from="3550,3774" to="4961,3774"/>
            <v:line id="_x0000_s1213" style="position:absolute" from="5667,2380" to="6655,2380" strokeweight="2.25pt"/>
            <v:line id="_x0000_s1214" style="position:absolute;flip:x" from="5103,1683" to="5667,1683"/>
            <v:line id="_x0000_s1215" style="position:absolute;flip:x" from="5385,2380" to="5667,2381"/>
            <v:line id="_x0000_s1216" style="position:absolute" from="4820,3077" to="5526,3078"/>
            <v:line id="_x0000_s1217" style="position:absolute" from="5260,1687" to="5261,3778">
              <v:stroke startarrow="classic" startarrowlength="long" endarrow="classic" endarrowlength="long"/>
            </v:line>
            <v:line id="_x0000_s1218" style="position:absolute" from="5526,2380" to="5526,3077">
              <v:stroke startarrow="classic" startarrowlength="long" endarrow="classic" endarrowlength="long"/>
            </v:line>
            <v:shape id="_x0000_s1219" type="#_x0000_t202" style="position:absolute;left:2561;top:3634;width:283;height:279" stroked="f">
              <v:textbox style="mso-next-textbox:#_x0000_s1219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20" type="#_x0000_t202" style="position:absolute;left:2853;top:3386;width:282;height:279" stroked="f">
              <v:textbox style="mso-next-textbox:#_x0000_s1220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+</w:t>
                    </w:r>
                  </w:p>
                </w:txbxContent>
              </v:textbox>
            </v:shape>
            <v:shape id="_x0000_s1221" type="#_x0000_t202" style="position:absolute;left:2853;top:3811;width:282;height:278" stroked="f">
              <v:textbox style="mso-next-textbox:#_x0000_s1221" inset="2.26314mm,1.1316mm,2.26314mm,1.1316mm">
                <w:txbxContent>
                  <w:p w:rsidR="00E10CA8" w:rsidRPr="00C41C2F" w:rsidRDefault="000C16E0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-</w:t>
                    </w:r>
                  </w:p>
                </w:txbxContent>
              </v:textbox>
            </v:shape>
            <v:line id="_x0000_s1222" style="position:absolute;flip:x" from="2844,3774" to="3126,3774"/>
            <v:line id="_x0000_s1223" style="position:absolute;flip:x" from="3267,3077" to="3550,3077"/>
            <v:line id="_x0000_s1224" style="position:absolute;flip:y" from="3126,3774" to="3127,5028">
              <v:stroke endarrow="classic" endarrowlength="long"/>
            </v:line>
            <v:line id="_x0000_s1225" style="position:absolute;flip:y" from="3408,3077" to="3408,5028">
              <v:stroke endarrow="classic" endarrowlength="long"/>
            </v:line>
            <v:line id="_x0000_s1226" style="position:absolute;flip:y" from="5402,1687" to="5403,5032">
              <v:stroke endarrow="classic" endarrowlength="long"/>
            </v:line>
            <v:line id="_x0000_s1227" style="position:absolute;flip:y" from="6538,2387" to="6539,5035">
              <v:stroke endarrow="classic" endarrowlength="long"/>
            </v:line>
            <v:shape id="_x0000_s1228" type="#_x0000_t202" style="position:absolute;left:2566;top:4094;width:426;height:1121" stroked="f">
              <v:textbox style="layout-flow:vertical;mso-layout-flow-alt:bottom-to-top;mso-next-textbox:#_x0000_s1228" inset="2.26314mm,1.1316mm,2.26314mm,1.1316mm">
                <w:txbxContent>
                  <w:p w:rsidR="000C16E0" w:rsidRPr="00C41C2F" w:rsidRDefault="000C16E0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Dn=dn=70.000</w:t>
                    </w:r>
                  </w:p>
                </w:txbxContent>
              </v:textbox>
            </v:shape>
            <v:line id="_x0000_s1229" style="position:absolute" from="3699,5027" to="3699,5027"/>
            <v:shape id="_x0000_s1230" type="#_x0000_t202" style="position:absolute;left:3541;top:4052;width:426;height:1121" stroked="f">
              <v:textbox style="layout-flow:vertical;mso-layout-flow-alt:bottom-to-top;mso-next-textbox:#_x0000_s1230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Dmax=70.030</w:t>
                    </w:r>
                  </w:p>
                </w:txbxContent>
              </v:textbox>
            </v:shape>
            <v:line id="_x0000_s1231" style="position:absolute;flip:y" from="4550,3788" to="4550,5050">
              <v:stroke endarrow="classic" endarrowlength="long"/>
            </v:line>
            <v:shape id="_x0000_s1232" type="#_x0000_t202" style="position:absolute;left:4014;top:4052;width:427;height:1121" stroked="f">
              <v:textbox style="layout-flow:vertical;mso-layout-flow-alt:bottom-to-top;mso-next-textbox:#_x0000_s1232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Dmin=70.000</w:t>
                    </w:r>
                  </w:p>
                </w:txbxContent>
              </v:textbox>
            </v:shape>
            <v:shape id="_x0000_s1233" type="#_x0000_t202" style="position:absolute;left:4976;top:4069;width:426;height:1121" stroked="f">
              <v:textbox style="layout-flow:vertical;mso-layout-flow-alt:bottom-to-top;mso-next-textbox:#_x0000_s1233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dmax=70.132</w:t>
                    </w:r>
                  </w:p>
                </w:txbxContent>
              </v:textbox>
            </v:shape>
            <v:line id="_x0000_s1234" style="position:absolute" from="5402,4069" to="5403,5050"/>
            <v:shape id="_x0000_s1235" type="#_x0000_t202" style="position:absolute;left:6112;top:4069;width:426;height:1121" stroked="f">
              <v:textbox style="layout-flow:vertical;mso-layout-flow-alt:bottom-to-top;mso-next-textbox:#_x0000_s1235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dmin=70.102</w:t>
                    </w:r>
                  </w:p>
                </w:txbxContent>
              </v:textbox>
            </v:shape>
            <v:line id="_x0000_s1236" style="position:absolute" from="6538,4069" to="6538,5050"/>
            <v:shape id="_x0000_s1237" type="#_x0000_t202" style="position:absolute;left:4834;top:1967;width:426;height:981" stroked="f">
              <v:textbox style="layout-flow:vertical;mso-layout-flow-alt:bottom-to-top;mso-next-textbox:#_x0000_s1237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Nmax=0.132</w:t>
                    </w:r>
                  </w:p>
                </w:txbxContent>
              </v:textbox>
            </v:shape>
            <v:line id="_x0000_s1238" style="position:absolute" from="4834,3088" to="5260,3088"/>
            <v:line id="_x0000_s1239" style="position:absolute;flip:y" from="5260,1967" to="5260,3088"/>
            <v:shape id="_x0000_s1240" type="#_x0000_t202" style="position:absolute;left:5720;top:2678;width:426;height:981" stroked="f">
              <v:textbox style="layout-flow:vertical;mso-layout-flow-alt:bottom-to-top;mso-next-textbox:#_x0000_s1240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18"/>
                        <w:szCs w:val="20"/>
                        <w:lang w:val="en-US"/>
                      </w:rPr>
                    </w:pPr>
                    <w:r w:rsidRPr="00C41C2F">
                      <w:rPr>
                        <w:color w:val="000000"/>
                        <w:sz w:val="18"/>
                        <w:szCs w:val="20"/>
                        <w:lang w:val="en-US"/>
                      </w:rPr>
                      <w:t>Nmin=0.072</w:t>
                    </w:r>
                  </w:p>
                </w:txbxContent>
              </v:textbox>
            </v:shape>
            <v:shape id="_x0000_s1241" type="#_x0000_t202" style="position:absolute;left:3841;top:3228;width:709;height:420" stroked="f">
              <v:textbox style="mso-next-textbox:#_x0000_s1241" inset="2.26314mm,1.1316mm,2.26314mm,1.1316mm">
                <w:txbxContent>
                  <w:p w:rsidR="00155DAC" w:rsidRPr="00C41C2F" w:rsidRDefault="00155DAC" w:rsidP="00155DAC">
                    <w:pPr>
                      <w:rPr>
                        <w:color w:val="000000"/>
                        <w:sz w:val="29"/>
                        <w:szCs w:val="32"/>
                        <w:lang w:val="en-US"/>
                      </w:rPr>
                    </w:pPr>
                    <w:r w:rsidRPr="00C41C2F">
                      <w:rPr>
                        <w:color w:val="000000"/>
                        <w:sz w:val="29"/>
                        <w:szCs w:val="32"/>
                        <w:lang w:val="en-US"/>
                      </w:rPr>
                      <w:t>H7</w:t>
                    </w:r>
                  </w:p>
                </w:txbxContent>
              </v:textbox>
            </v:shape>
            <v:shape id="_x0000_s1242" type="#_x0000_t202" style="position:absolute;left:5828;top:1827;width:709;height:420" stroked="f">
              <v:textbox style="mso-next-textbox:#_x0000_s1242" inset="2.26314mm,1.1316mm,2.26314mm,1.1316mm">
                <w:txbxContent>
                  <w:p w:rsidR="00155DAC" w:rsidRPr="00C41C2F" w:rsidRDefault="00155DAC" w:rsidP="00155DAC">
                    <w:pPr>
                      <w:jc w:val="center"/>
                      <w:rPr>
                        <w:color w:val="000000"/>
                        <w:sz w:val="29"/>
                        <w:szCs w:val="32"/>
                        <w:lang w:val="en-US"/>
                      </w:rPr>
                    </w:pPr>
                    <w:r w:rsidRPr="00C41C2F">
                      <w:rPr>
                        <w:color w:val="000000"/>
                        <w:sz w:val="29"/>
                        <w:szCs w:val="32"/>
                        <w:lang w:val="en-US"/>
                      </w:rPr>
                      <w:t>u7</w:t>
                    </w:r>
                  </w:p>
                </w:txbxContent>
              </v:textbox>
            </v:shape>
            <v:shape id="_x0000_s1243" type="#_x0000_t202" style="position:absolute;left:5669;top:1294;width:988;height:279" stroked="f" strokecolor="white">
              <v:textbox style="mso-next-textbox:#_x0000_s1243" inset="2.26314mm,1.1316mm,2.26314mm,1.1316mm">
                <w:txbxContent>
                  <w:p w:rsidR="00E10CA8" w:rsidRPr="00C41C2F" w:rsidRDefault="00E10CA8" w:rsidP="00155DAC">
                    <w:pPr>
                      <w:rPr>
                        <w:color w:val="000000"/>
                        <w:sz w:val="22"/>
                        <w:lang w:val="en-US"/>
                      </w:rPr>
                    </w:pPr>
                    <w:r w:rsidRPr="00C41C2F">
                      <w:rPr>
                        <w:color w:val="000000"/>
                        <w:sz w:val="22"/>
                        <w:lang w:val="en-US"/>
                      </w:rPr>
                      <w:t>es=0.132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27175" w:rsidRPr="004B0AD9" w:rsidRDefault="00727175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B5080C" w:rsidRPr="004B0AD9" w:rsidRDefault="00B5080C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Рассчитываем усилие запрессовки</w:t>
      </w:r>
      <w:r w:rsidR="00FE20EB" w:rsidRPr="004B0AD9">
        <w:rPr>
          <w:i/>
          <w:sz w:val="28"/>
          <w:szCs w:val="28"/>
          <w:u w:val="single"/>
        </w:rPr>
        <w:t xml:space="preserve"> </w:t>
      </w:r>
      <w:r w:rsidR="00FE20EB" w:rsidRPr="004B0AD9">
        <w:rPr>
          <w:i/>
          <w:sz w:val="28"/>
          <w:szCs w:val="28"/>
          <w:u w:val="single"/>
          <w:lang w:val="en-US"/>
        </w:rPr>
        <w:t>F</w:t>
      </w:r>
      <w:r w:rsidR="00FE20EB" w:rsidRPr="004B0AD9">
        <w:rPr>
          <w:i/>
          <w:sz w:val="28"/>
          <w:szCs w:val="28"/>
          <w:u w:val="single"/>
          <w:vertAlign w:val="subscript"/>
        </w:rPr>
        <w:t xml:space="preserve">3 </w:t>
      </w:r>
      <w:r w:rsidR="00FE20EB" w:rsidRPr="004B0AD9">
        <w:rPr>
          <w:i/>
          <w:sz w:val="28"/>
          <w:szCs w:val="28"/>
          <w:u w:val="single"/>
        </w:rPr>
        <w:t>и разность температур Δ</w:t>
      </w:r>
      <w:r w:rsidR="00FE20EB" w:rsidRPr="004B0AD9">
        <w:rPr>
          <w:i/>
          <w:sz w:val="28"/>
          <w:szCs w:val="28"/>
          <w:u w:val="single"/>
          <w:lang w:val="en-US"/>
        </w:rPr>
        <w:t>t</w:t>
      </w:r>
      <w:r w:rsidR="00412320" w:rsidRPr="004B0AD9">
        <w:rPr>
          <w:i/>
          <w:sz w:val="28"/>
          <w:szCs w:val="28"/>
          <w:u w:val="single"/>
        </w:rPr>
        <w:t xml:space="preserve"> втулки, и вала для переходной посадки.</w:t>
      </w:r>
    </w:p>
    <w:p w:rsidR="00FE20EB" w:rsidRPr="004B0AD9" w:rsidRDefault="00412320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E</w:t>
      </w:r>
      <w:r w:rsidRPr="004B0AD9">
        <w:rPr>
          <w:sz w:val="28"/>
          <w:szCs w:val="28"/>
          <w:vertAlign w:val="subscript"/>
          <w:lang w:val="en-US"/>
        </w:rPr>
        <w:t xml:space="preserve">1 </w:t>
      </w:r>
      <w:r w:rsidRPr="004B0AD9">
        <w:rPr>
          <w:sz w:val="28"/>
          <w:szCs w:val="28"/>
          <w:lang w:val="en-US"/>
        </w:rPr>
        <w:t>=2·10</w:t>
      </w:r>
      <w:r w:rsidRPr="004B0AD9">
        <w:rPr>
          <w:sz w:val="28"/>
          <w:szCs w:val="28"/>
          <w:vertAlign w:val="superscript"/>
          <w:lang w:val="en-US"/>
        </w:rPr>
        <w:t xml:space="preserve">11 </w:t>
      </w:r>
      <w:r w:rsidRPr="004B0AD9">
        <w:rPr>
          <w:sz w:val="28"/>
          <w:szCs w:val="28"/>
        </w:rPr>
        <w:t>Па</w:t>
      </w:r>
    </w:p>
    <w:p w:rsidR="00412320" w:rsidRPr="004B0AD9" w:rsidRDefault="00412320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ν</w:t>
      </w:r>
      <w:r w:rsidRPr="004B0AD9">
        <w:rPr>
          <w:sz w:val="28"/>
          <w:szCs w:val="28"/>
          <w:vertAlign w:val="subscript"/>
        </w:rPr>
        <w:t xml:space="preserve">1 </w:t>
      </w:r>
      <w:r w:rsidRPr="004B0AD9">
        <w:rPr>
          <w:sz w:val="28"/>
          <w:szCs w:val="28"/>
        </w:rPr>
        <w:t>=0,3</w: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12320" w:rsidRPr="004B0AD9" w:rsidRDefault="00DD6363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30"/>
          <w:sz w:val="28"/>
          <w:szCs w:val="28"/>
        </w:rPr>
        <w:object w:dxaOrig="5920" w:dyaOrig="720">
          <v:shape id="_x0000_i1055" type="#_x0000_t75" style="width:331.5pt;height:40.5pt" o:ole="">
            <v:imagedata r:id="rId52" o:title=""/>
          </v:shape>
          <o:OLEObject Type="Embed" ProgID="Equation.3" ShapeID="_x0000_i1055" DrawAspect="Content" ObjectID="_1469681231" r:id="rId53"/>
        </w:objec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C5FF3" w:rsidRPr="004B0AD9" w:rsidRDefault="00D73B3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λ</w:t>
      </w:r>
      <w:r w:rsidRPr="004B0AD9">
        <w:rPr>
          <w:sz w:val="28"/>
          <w:szCs w:val="28"/>
          <w:vertAlign w:val="subscript"/>
        </w:rPr>
        <w:t xml:space="preserve">1 </w:t>
      </w:r>
      <w:r w:rsidRPr="004B0AD9">
        <w:rPr>
          <w:sz w:val="28"/>
          <w:szCs w:val="28"/>
        </w:rPr>
        <w:t>– коэффициент Ляме (податливости вала и отверстия)</w:t>
      </w:r>
    </w:p>
    <w:p w:rsidR="00D73B36" w:rsidRPr="004B0AD9" w:rsidRDefault="00D73B3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d</w:t>
      </w:r>
      <w:r w:rsidRPr="004B0AD9">
        <w:rPr>
          <w:sz w:val="28"/>
          <w:szCs w:val="28"/>
        </w:rPr>
        <w:t xml:space="preserve"> – номинальный диаметр</w:t>
      </w:r>
    </w:p>
    <w:p w:rsidR="00D73B36" w:rsidRPr="004B0AD9" w:rsidRDefault="00D73B3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Е – модуль упругости</w:t>
      </w:r>
    </w:p>
    <w:p w:rsidR="00D73B36" w:rsidRPr="004B0AD9" w:rsidRDefault="00D73B36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ν</w:t>
      </w:r>
      <w:r w:rsidRPr="004B0AD9">
        <w:rPr>
          <w:sz w:val="28"/>
          <w:szCs w:val="28"/>
          <w:vertAlign w:val="subscript"/>
        </w:rPr>
        <w:t xml:space="preserve">1 </w:t>
      </w:r>
      <w:r w:rsidRPr="004B0AD9">
        <w:rPr>
          <w:sz w:val="28"/>
          <w:szCs w:val="28"/>
        </w:rPr>
        <w:t>– коэффициент Пуассона материала вала</w: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3B36" w:rsidRPr="004B0AD9" w:rsidRDefault="00371A4F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30"/>
          <w:sz w:val="28"/>
          <w:szCs w:val="28"/>
        </w:rPr>
        <w:object w:dxaOrig="5679" w:dyaOrig="720">
          <v:shape id="_x0000_i1056" type="#_x0000_t75" style="width:340.5pt;height:43.5pt" o:ole="">
            <v:imagedata r:id="rId54" o:title=""/>
          </v:shape>
          <o:OLEObject Type="Embed" ProgID="Equation.3" ShapeID="_x0000_i1056" DrawAspect="Content" ObjectID="_1469681232" r:id="rId55"/>
        </w:object>
      </w:r>
    </w:p>
    <w:p w:rsidR="00A868FF" w:rsidRPr="004B0AD9" w:rsidRDefault="001C12DF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30"/>
          <w:sz w:val="28"/>
          <w:szCs w:val="28"/>
        </w:rPr>
        <w:object w:dxaOrig="7920" w:dyaOrig="720">
          <v:shape id="_x0000_i1057" type="#_x0000_t75" style="width:396pt;height:36pt" o:ole="">
            <v:imagedata r:id="rId56" o:title=""/>
          </v:shape>
          <o:OLEObject Type="Embed" ProgID="Equation.3" ShapeID="_x0000_i1057" DrawAspect="Content" ObjectID="_1469681233" r:id="rId57"/>
        </w:object>
      </w:r>
    </w:p>
    <w:p w:rsidR="00727BCA" w:rsidRPr="004B0AD9" w:rsidRDefault="00140CB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24"/>
          <w:sz w:val="28"/>
          <w:szCs w:val="28"/>
        </w:rPr>
        <w:object w:dxaOrig="5040" w:dyaOrig="620">
          <v:shape id="_x0000_i1058" type="#_x0000_t75" style="width:252pt;height:30.75pt" o:ole="">
            <v:imagedata r:id="rId58" o:title=""/>
          </v:shape>
          <o:OLEObject Type="Embed" ProgID="Equation.3" ShapeID="_x0000_i1058" DrawAspect="Content" ObjectID="_1469681234" r:id="rId59"/>
        </w:objec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C12DF" w:rsidRPr="004B0AD9" w:rsidRDefault="00140CB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fmax</w:t>
      </w:r>
      <w:r w:rsidRPr="004B0AD9">
        <w:rPr>
          <w:sz w:val="28"/>
          <w:szCs w:val="28"/>
        </w:rPr>
        <w:t>=0.12</w:t>
      </w:r>
    </w:p>
    <w:p w:rsidR="00140CB5" w:rsidRPr="004B0AD9" w:rsidRDefault="00140CB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Nmax</w:t>
      </w:r>
      <w:r w:rsidRPr="004B0AD9">
        <w:rPr>
          <w:sz w:val="28"/>
          <w:szCs w:val="28"/>
        </w:rPr>
        <w:t xml:space="preserve"> – максимальный натяг</w:t>
      </w:r>
    </w:p>
    <w:p w:rsidR="00140CB5" w:rsidRPr="004B0AD9" w:rsidRDefault="00140CB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S</w:t>
      </w:r>
      <w:r w:rsidRPr="004B0AD9">
        <w:rPr>
          <w:sz w:val="28"/>
          <w:szCs w:val="28"/>
        </w:rPr>
        <w:t xml:space="preserve">сб – зазор, </w:t>
      </w:r>
      <w:r w:rsidR="00AA00EB" w:rsidRPr="004B0AD9">
        <w:rPr>
          <w:sz w:val="28"/>
          <w:szCs w:val="28"/>
        </w:rPr>
        <w:t>обеспечивающий удобство сборки</w:t>
      </w:r>
    </w:p>
    <w:p w:rsidR="00AA00EB" w:rsidRPr="004B0AD9" w:rsidRDefault="00AA00E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α – коэффициент термического расширения детали</w:t>
      </w:r>
    </w:p>
    <w:p w:rsidR="00AA00EB" w:rsidRPr="004B0AD9" w:rsidRDefault="00AA00EB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B50A62" w:rsidRPr="004B0AD9" w:rsidRDefault="00B50A62" w:rsidP="004B0AD9">
      <w:pPr>
        <w:widowControl w:val="0"/>
        <w:shd w:val="clear" w:color="auto" w:fill="FFFFFF"/>
        <w:tabs>
          <w:tab w:val="left" w:pos="562"/>
          <w:tab w:val="left" w:leader="underscore" w:pos="418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>Задание 2:</w:t>
      </w:r>
      <w:r w:rsidRPr="004B0AD9">
        <w:rPr>
          <w:sz w:val="28"/>
          <w:szCs w:val="28"/>
        </w:rPr>
        <w:t xml:space="preserve"> Для заданных характеристик посадок подобрать рекомендуемые стандартом. Изобразить графически заданные и подобранные посадки.</w:t>
      </w:r>
    </w:p>
    <w:p w:rsidR="00B50A62" w:rsidRPr="004B0AD9" w:rsidRDefault="00B50A62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B50A62" w:rsidRPr="004B0AD9" w:rsidRDefault="00B50A62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Посадка с зазором:</w:t>
      </w:r>
    </w:p>
    <w:p w:rsidR="00871DD0" w:rsidRPr="004B0AD9" w:rsidRDefault="00B50A62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ф12  наибольший зазор 0,100</w:t>
      </w:r>
    </w:p>
    <w:p w:rsidR="00B50A62" w:rsidRPr="004B0AD9" w:rsidRDefault="00B50A62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наименьший зазор 0,050</w:t>
      </w:r>
    </w:p>
    <w:p w:rsidR="00B50A62" w:rsidRPr="004B0AD9" w:rsidRDefault="00B50A62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посадки в общем случае может быть представлено в следующем виде</w:t>
      </w:r>
      <w:r w:rsidR="00B476B3" w:rsidRPr="004B0AD9">
        <w:rPr>
          <w:sz w:val="28"/>
          <w:szCs w:val="28"/>
        </w:rPr>
        <w:t>:</w:t>
      </w:r>
    </w:p>
    <w:p w:rsidR="00B476B3" w:rsidRPr="004B0AD9" w:rsidRDefault="00B476B3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B476B3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44" editas="canvas" style="width:244.35pt;height:135.75pt;mso-position-horizontal-relative:char;mso-position-vertical-relative:line" coordorigin="2358,4701" coordsize="3737,2081">
            <o:lock v:ext="edit" aspectratio="t"/>
            <v:shape id="_x0000_s1245" type="#_x0000_t75" style="position:absolute;left:2358;top:4701;width:3737;height:2081" o:preferrelative="f">
              <v:fill o:detectmouseclick="t"/>
              <v:path o:extrusionok="t" o:connecttype="none"/>
              <o:lock v:ext="edit" text="t"/>
            </v:shape>
            <v:rect id="_x0000_s1246" style="position:absolute;left:3327;top:4839;width:830;height:555"/>
            <v:rect id="_x0000_s1247" style="position:absolute;left:3327;top:6088;width:830;height:555"/>
            <v:line id="_x0000_s1248" style="position:absolute" from="4157,5394" to="4988,5395"/>
            <v:line id="_x0000_s1249" style="position:absolute" from="4157,6088" to="4988,6088"/>
            <v:line id="_x0000_s1250" style="position:absolute" from="4849,5394" to="4849,6088">
              <v:stroke startarrow="classic" startarrowlength="long" endarrow="classic" endarrowlength="long"/>
            </v:line>
            <v:line id="_x0000_s1251" style="position:absolute" from="4157,4839" to="5680,4839"/>
            <v:line id="_x0000_s1252" style="position:absolute" from="4157,6643" to="5680,6643"/>
            <v:line id="_x0000_s1253" style="position:absolute" from="5541,4839" to="5541,6643">
              <v:stroke startarrow="classic" startarrowlength="long" endarrow="classic" endarrowlength="long"/>
            </v:line>
            <v:line id="_x0000_s1254" style="position:absolute;flip:x" from="2912,5394" to="3327,5395"/>
            <v:line id="_x0000_s1255" style="position:absolute;flip:y" from="3050,5394" to="3051,6643">
              <v:stroke endarrow="classic" endarrowlength="long"/>
            </v:line>
            <v:shape id="_x0000_s1256" type="#_x0000_t202" style="position:absolute;left:3465;top:4978;width:554;height:278" stroked="f">
              <v:textbox>
                <w:txbxContent>
                  <w:p w:rsidR="00B476B3" w:rsidRDefault="00B476B3">
                    <w:r w:rsidRPr="00B476B3">
                      <w:rPr>
                        <w:color w:val="000000"/>
                      </w:rPr>
                      <w:t>Отв</w:t>
                    </w:r>
                    <w:r>
                      <w:t>.</w:t>
                    </w:r>
                  </w:p>
                </w:txbxContent>
              </v:textbox>
            </v:shape>
            <v:shape id="_x0000_s1257" type="#_x0000_t202" style="position:absolute;left:3465;top:6227;width:554;height:278" stroked="f">
              <v:textbox>
                <w:txbxContent>
                  <w:p w:rsidR="00B476B3" w:rsidRPr="00B476B3" w:rsidRDefault="00B476B3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258" type="#_x0000_t202" style="position:absolute;left:4296;top:5394;width:415;height:555" stroked="f">
              <v:textbox style="layout-flow:vertical;mso-layout-flow-alt:bottom-to-top">
                <w:txbxContent>
                  <w:p w:rsidR="00B476B3" w:rsidRPr="00B476B3" w:rsidRDefault="00B476B3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0,050</w:t>
                    </w:r>
                  </w:p>
                </w:txbxContent>
              </v:textbox>
            </v:shape>
            <v:line id="_x0000_s1259" style="position:absolute" from="4296,5394" to="4711,5394"/>
            <v:shape id="_x0000_s1260" type="#_x0000_t202" style="position:absolute;left:4988;top:5394;width:415;height:694" stroked="f">
              <v:textbox style="layout-flow:vertical;mso-layout-flow-alt:bottom-to-top">
                <w:txbxContent>
                  <w:p w:rsidR="00B476B3" w:rsidRPr="00B476B3" w:rsidRDefault="00B476B3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0100</w:t>
                    </w:r>
                  </w:p>
                </w:txbxContent>
              </v:textbox>
            </v:shape>
            <v:shape id="_x0000_s1261" type="#_x0000_t202" style="position:absolute;left:2496;top:5949;width:416;height:556" stroked="f">
              <v:textbox style="layout-flow:vertical;mso-layout-flow-alt:bottom-to-top">
                <w:txbxContent>
                  <w:p w:rsidR="00B476B3" w:rsidRPr="00B476B3" w:rsidRDefault="00B476B3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 w:rsidRPr="00B476B3">
                      <w:rPr>
                        <w:color w:val="000000"/>
                      </w:rPr>
                      <w:t>12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476B3" w:rsidRPr="004B0AD9" w:rsidRDefault="00B476B3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B476B3" w:rsidRPr="004B0AD9" w:rsidRDefault="00B476B3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Из графического изображения видно, что верхнее отклонение вала совпадает с необходимым наименьшим зазором, следует найти поле допуска для вала, у которого при размере 12мм верхнее отклонение близко к 0,050.</w:t>
      </w:r>
    </w:p>
    <w:p w:rsidR="00E34EBF" w:rsidRPr="004B0AD9" w:rsidRDefault="00B476B3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</w:t>
      </w:r>
      <w:r w:rsidR="00E34EBF" w:rsidRPr="004B0AD9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 xml:space="preserve">таблицы </w:t>
      </w:r>
      <w:r w:rsidR="00E34EBF" w:rsidRPr="004B0AD9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 xml:space="preserve">стандарта </w:t>
      </w:r>
      <w:r w:rsidR="00E34EBF" w:rsidRPr="004B0AD9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 xml:space="preserve">находим, что из числа </w:t>
      </w:r>
      <w:r w:rsidR="00E34EBF" w:rsidRPr="004B0AD9">
        <w:rPr>
          <w:sz w:val="28"/>
          <w:szCs w:val="28"/>
        </w:rPr>
        <w:t xml:space="preserve">предпочтительных  полей  допусков  лучше  всего  подходит  поле  допуска  </w:t>
      </w:r>
      <w:r w:rsidR="00E34EBF" w:rsidRPr="004B0AD9">
        <w:rPr>
          <w:sz w:val="28"/>
          <w:szCs w:val="28"/>
          <w:lang w:val="en-US"/>
        </w:rPr>
        <w:t>d</w:t>
      </w:r>
      <w:r w:rsidR="00E34EBF" w:rsidRPr="004B0AD9">
        <w:rPr>
          <w:sz w:val="28"/>
          <w:szCs w:val="28"/>
        </w:rPr>
        <w:t xml:space="preserve">8:  для которого   </w:t>
      </w:r>
      <w:r w:rsidR="00E34EBF" w:rsidRPr="004B0AD9">
        <w:rPr>
          <w:sz w:val="28"/>
          <w:szCs w:val="28"/>
          <w:lang w:val="en-US"/>
        </w:rPr>
        <w:t>ei</w:t>
      </w:r>
      <w:r w:rsidR="00E34EBF" w:rsidRPr="004B0AD9">
        <w:rPr>
          <w:sz w:val="28"/>
          <w:szCs w:val="28"/>
        </w:rPr>
        <w:t xml:space="preserve">=-0.077мм, а </w:t>
      </w:r>
      <w:r w:rsidR="00E34EBF" w:rsidRPr="004B0AD9">
        <w:rPr>
          <w:sz w:val="28"/>
          <w:szCs w:val="28"/>
          <w:lang w:val="en-US"/>
        </w:rPr>
        <w:t>es</w:t>
      </w:r>
      <w:r w:rsidR="00E34EBF" w:rsidRPr="004B0AD9">
        <w:rPr>
          <w:sz w:val="28"/>
          <w:szCs w:val="28"/>
        </w:rPr>
        <w:t>=-0.050.</w:t>
      </w:r>
    </w:p>
    <w:p w:rsidR="00E34EBF" w:rsidRPr="004B0AD9" w:rsidRDefault="00E34EBF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Верхнее отклонение основного отверстия должно быть равным:</w:t>
      </w:r>
    </w:p>
    <w:p w:rsidR="00E34EBF" w:rsidRPr="004B0AD9" w:rsidRDefault="00E34EBF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ES=0.100-0.077=0.023.</w:t>
      </w:r>
    </w:p>
    <w:p w:rsidR="00E34EBF" w:rsidRPr="004B0AD9" w:rsidRDefault="00E34EBF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справочника находим, что лучше всего подходит поле допуска </w:t>
      </w:r>
      <w:r w:rsidR="00D564AF" w:rsidRPr="004B0AD9">
        <w:rPr>
          <w:sz w:val="28"/>
          <w:szCs w:val="28"/>
        </w:rPr>
        <w:t>Н8</w:t>
      </w:r>
      <w:r w:rsidR="00874E01" w:rsidRPr="004B0AD9">
        <w:rPr>
          <w:sz w:val="28"/>
          <w:szCs w:val="28"/>
        </w:rPr>
        <w:t xml:space="preserve">: для которого </w:t>
      </w:r>
      <w:r w:rsidR="00874E01" w:rsidRPr="004B0AD9">
        <w:rPr>
          <w:sz w:val="28"/>
          <w:szCs w:val="28"/>
          <w:lang w:val="en-US"/>
        </w:rPr>
        <w:t>ES</w:t>
      </w:r>
      <w:r w:rsidR="00874E01" w:rsidRPr="004B0AD9">
        <w:rPr>
          <w:sz w:val="28"/>
          <w:szCs w:val="28"/>
        </w:rPr>
        <w:t xml:space="preserve">=0.027мм, а </w:t>
      </w:r>
      <w:r w:rsidR="00874E01" w:rsidRPr="004B0AD9">
        <w:rPr>
          <w:sz w:val="28"/>
          <w:szCs w:val="28"/>
          <w:lang w:val="en-US"/>
        </w:rPr>
        <w:t>EI</w:t>
      </w:r>
      <w:r w:rsidR="00874E01" w:rsidRPr="004B0AD9">
        <w:rPr>
          <w:sz w:val="28"/>
          <w:szCs w:val="28"/>
        </w:rPr>
        <w:t>=0.000мм.</w:t>
      </w:r>
    </w:p>
    <w:p w:rsidR="00DF470B" w:rsidRPr="004B0AD9" w:rsidRDefault="005962AD" w:rsidP="004B0AD9">
      <w:pPr>
        <w:numPr>
          <w:ilvl w:val="0"/>
          <w:numId w:val="2"/>
        </w:numPr>
        <w:tabs>
          <w:tab w:val="clear" w:pos="644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этой посадки теперь выглядит так:</w:t>
      </w:r>
      <w:r w:rsidR="00DF470B" w:rsidRPr="004B0AD9">
        <w:rPr>
          <w:sz w:val="28"/>
          <w:szCs w:val="28"/>
        </w:rPr>
        <w:t xml:space="preserve"> </w:t>
      </w:r>
    </w:p>
    <w:p w:rsidR="00DF470B" w:rsidRPr="004B0AD9" w:rsidRDefault="00DF470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Отверстие: наибольшее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 xml:space="preserve">12,027мм, наименьшее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 xml:space="preserve"> 12,000мм.</w:t>
      </w:r>
    </w:p>
    <w:p w:rsidR="00DF470B" w:rsidRPr="004B0AD9" w:rsidRDefault="00DF470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Вал: наибольший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 xml:space="preserve">11,950, наименьший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>11,923мм.</w:t>
      </w:r>
    </w:p>
    <w:p w:rsidR="00DF470B" w:rsidRPr="004B0AD9" w:rsidRDefault="00DF470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Допуск: вала и отверстия 0,027мм.</w:t>
      </w:r>
    </w:p>
    <w:p w:rsidR="00DF470B" w:rsidRPr="004B0AD9" w:rsidRDefault="00DF470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Возможный наименьший зазор 0,050мм (задан 0,050).</w:t>
      </w:r>
    </w:p>
    <w:p w:rsidR="00DF470B" w:rsidRPr="004B0AD9" w:rsidRDefault="00DF470B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Возможный наибольший зазор 0,104мм (задан 0,100).</w:t>
      </w:r>
    </w:p>
    <w:p w:rsidR="00EA1FB8" w:rsidRPr="004B0AD9" w:rsidRDefault="00DC7360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7413">
        <w:rPr>
          <w:sz w:val="28"/>
          <w:szCs w:val="28"/>
        </w:rPr>
      </w:r>
      <w:r w:rsidR="00727413">
        <w:rPr>
          <w:sz w:val="28"/>
          <w:szCs w:val="28"/>
        </w:rPr>
        <w:pict>
          <v:group id="_x0000_s1262" editas="canvas" style="width:325.8pt;height:199.1pt;mso-position-horizontal-relative:char;mso-position-vertical-relative:line" coordorigin="2358,4145" coordsize="4982,3053">
            <o:lock v:ext="edit" aspectratio="t"/>
            <v:shape id="_x0000_s1263" type="#_x0000_t75" style="position:absolute;left:2358;top:4145;width:4982;height:3053" o:preferrelative="f">
              <v:fill o:detectmouseclick="t"/>
              <v:path o:extrusionok="t" o:connecttype="none"/>
              <o:lock v:ext="edit" text="t"/>
            </v:shape>
            <v:rect id="_x0000_s1264" style="position:absolute;left:3327;top:4839;width:830;height:555"/>
            <v:rect id="_x0000_s1265" style="position:absolute;left:3327;top:6088;width:830;height:555"/>
            <v:line id="_x0000_s1266" style="position:absolute" from="4157,5394" to="6095,5395"/>
            <v:line id="_x0000_s1267" style="position:absolute" from="4157,6088" to="6095,6089"/>
            <v:line id="_x0000_s1268" style="position:absolute" from="5956,5395" to="5957,6088">
              <v:stroke startarrow="classic" startarrowlength="long" endarrow="classic" endarrowlength="long"/>
            </v:line>
            <v:line id="_x0000_s1269" style="position:absolute" from="4157,4839" to="6925,4840"/>
            <v:line id="_x0000_s1270" style="position:absolute" from="4157,6643" to="6925,6644"/>
            <v:line id="_x0000_s1271" style="position:absolute" from="6787,4839" to="6788,6643">
              <v:stroke startarrow="classic" startarrowlength="long" endarrow="classic" endarrowlength="long"/>
            </v:line>
            <v:line id="_x0000_s1272" style="position:absolute;flip:x" from="2912,5394" to="3327,5395"/>
            <v:line id="_x0000_s1273" style="position:absolute;flip:y" from="3050,5394" to="3051,6643">
              <v:stroke endarrow="classic" endarrowlength="long"/>
            </v:line>
            <v:shape id="_x0000_s1274" type="#_x0000_t202" style="position:absolute;left:3465;top:4978;width:554;height:278" stroked="f">
              <v:textbox style="mso-next-textbox:#_x0000_s1274">
                <w:txbxContent>
                  <w:p w:rsidR="00EA1FB8" w:rsidRDefault="00EA1FB8" w:rsidP="00EA1FB8">
                    <w:r w:rsidRPr="00B476B3">
                      <w:rPr>
                        <w:color w:val="000000"/>
                      </w:rPr>
                      <w:t>Отв</w:t>
                    </w:r>
                    <w:r>
                      <w:t>.</w:t>
                    </w:r>
                  </w:p>
                </w:txbxContent>
              </v:textbox>
            </v:shape>
            <v:shape id="_x0000_s1275" type="#_x0000_t202" style="position:absolute;left:3465;top:6227;width:554;height:278" stroked="f">
              <v:textbox style="mso-next-textbox:#_x0000_s1275">
                <w:txbxContent>
                  <w:p w:rsidR="00EA1FB8" w:rsidRPr="00B476B3" w:rsidRDefault="00EA1FB8" w:rsidP="00EA1FB8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276" type="#_x0000_t202" style="position:absolute;left:5403;top:5395;width:414;height:554" stroked="f">
              <v:textbox style="layout-flow:vertical;mso-layout-flow-alt:bottom-to-top;mso-next-textbox:#_x0000_s1276">
                <w:txbxContent>
                  <w:p w:rsidR="00EA1FB8" w:rsidRPr="00B476B3" w:rsidRDefault="00EA1FB8" w:rsidP="00EA1FB8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0,050</w:t>
                    </w:r>
                  </w:p>
                </w:txbxContent>
              </v:textbox>
            </v:shape>
            <v:line id="_x0000_s1277" style="position:absolute" from="4296,5394" to="4711,5394"/>
            <v:shape id="_x0000_s1278" type="#_x0000_t202" style="position:absolute;left:6233;top:5395;width:415;height:693" stroked="f">
              <v:textbox style="layout-flow:vertical;mso-layout-flow-alt:bottom-to-top;mso-next-textbox:#_x0000_s1278">
                <w:txbxContent>
                  <w:p w:rsidR="00EA1FB8" w:rsidRPr="00B476B3" w:rsidRDefault="00EA1FB8" w:rsidP="00EA1FB8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0100</w:t>
                    </w:r>
                  </w:p>
                </w:txbxContent>
              </v:textbox>
            </v:shape>
            <v:shape id="_x0000_s1279" type="#_x0000_t202" style="position:absolute;left:2496;top:5949;width:416;height:556" stroked="f">
              <v:textbox style="layout-flow:vertical;mso-layout-flow-alt:bottom-to-top;mso-next-textbox:#_x0000_s1279">
                <w:txbxContent>
                  <w:p w:rsidR="00EA1FB8" w:rsidRPr="00B476B3" w:rsidRDefault="00EA1FB8" w:rsidP="00EA1FB8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 w:rsidRPr="00B476B3">
                      <w:rPr>
                        <w:color w:val="000000"/>
                      </w:rPr>
                      <w:t>12</w:t>
                    </w:r>
                  </w:p>
                </w:txbxContent>
              </v:textbox>
            </v:shape>
            <v:shape id="_x0000_s1280" type="#_x0000_t202" style="position:absolute;left:3327;top:4423;width:692;height:278" stroked="f">
              <v:textbox style="mso-next-textbox:#_x0000_s1280">
                <w:txbxContent>
                  <w:p w:rsidR="00EA1FB8" w:rsidRPr="00EA1FB8" w:rsidRDefault="00EA1FB8" w:rsidP="00EA1FB8">
                    <w:pPr>
                      <w:rPr>
                        <w:color w:val="000000"/>
                      </w:rPr>
                    </w:pPr>
                    <w:r w:rsidRPr="00EA1FB8">
                      <w:rPr>
                        <w:color w:val="000000"/>
                      </w:rPr>
                      <w:t>0,027</w:t>
                    </w:r>
                  </w:p>
                </w:txbxContent>
              </v:textbox>
            </v:shape>
            <v:shape id="_x0000_s1281" type="#_x0000_t202" style="position:absolute;left:4157;top:5672;width:831;height:278" stroked="f">
              <v:textbox style="mso-next-textbox:#_x0000_s1281">
                <w:txbxContent>
                  <w:p w:rsidR="00EA1FB8" w:rsidRPr="00EA1FB8" w:rsidRDefault="00EA1FB8" w:rsidP="00EA1FB8">
                    <w:pPr>
                      <w:rPr>
                        <w:color w:val="000000"/>
                      </w:rPr>
                    </w:pPr>
                    <w:r w:rsidRPr="00EA1FB8">
                      <w:rPr>
                        <w:color w:val="000000"/>
                      </w:rPr>
                      <w:t>-0,050</w:t>
                    </w:r>
                  </w:p>
                </w:txbxContent>
              </v:textbox>
            </v:shape>
            <v:shape id="_x0000_s1282" type="#_x0000_t202" style="position:absolute;left:3327;top:5533;width:692;height:279" stroked="f">
              <v:textbox style="mso-next-textbox:#_x0000_s1282">
                <w:txbxContent>
                  <w:p w:rsidR="00EA1FB8" w:rsidRPr="00EA1FB8" w:rsidRDefault="00EA1FB8" w:rsidP="00EA1FB8">
                    <w:pPr>
                      <w:rPr>
                        <w:color w:val="000000"/>
                      </w:rPr>
                    </w:pPr>
                    <w:r w:rsidRPr="00EA1FB8">
                      <w:rPr>
                        <w:color w:val="000000"/>
                      </w:rPr>
                      <w:t>0,000</w:t>
                    </w:r>
                  </w:p>
                </w:txbxContent>
              </v:textbox>
            </v:shape>
            <v:shape id="_x0000_s1283" type="#_x0000_t202" style="position:absolute;left:4157;top:6782;width:831;height:278" stroked="f">
              <v:textbox style="mso-next-textbox:#_x0000_s1283">
                <w:txbxContent>
                  <w:p w:rsidR="00EA1FB8" w:rsidRPr="00EA1FB8" w:rsidRDefault="00EA1FB8" w:rsidP="00EA1FB8">
                    <w:pPr>
                      <w:rPr>
                        <w:color w:val="000000"/>
                      </w:rPr>
                    </w:pPr>
                    <w:r w:rsidRPr="00EA1FB8">
                      <w:rPr>
                        <w:color w:val="000000"/>
                      </w:rPr>
                      <w:t>-0,077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F470B" w:rsidRPr="004B0AD9" w:rsidRDefault="00DF470B" w:rsidP="004B0AD9">
      <w:pPr>
        <w:numPr>
          <w:ilvl w:val="0"/>
          <w:numId w:val="2"/>
        </w:numPr>
        <w:tabs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Выбираем посадку, соответствующую заданному условию:</w:t>
      </w:r>
    </w:p>
    <w:p w:rsidR="00874E01" w:rsidRPr="004B0AD9" w:rsidRDefault="00874E01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16D31" w:rsidRPr="004B0AD9" w:rsidRDefault="005C0F40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1719" w:dyaOrig="1440">
          <v:shape id="_x0000_i1061" type="#_x0000_t75" style="width:86.25pt;height:1in" o:ole="">
            <v:imagedata r:id="rId60" o:title=""/>
          </v:shape>
          <o:OLEObject Type="Embed" ProgID="Equation.3" ShapeID="_x0000_i1061" DrawAspect="Content" ObjectID="_1469681235" r:id="rId61"/>
        </w:object>
      </w:r>
    </w:p>
    <w:p w:rsidR="005B2D08" w:rsidRPr="004B0AD9" w:rsidRDefault="005B2D08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95A7A" w:rsidRPr="004B0AD9" w:rsidRDefault="00495A7A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Посадка переходная: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95A7A" w:rsidRPr="004B0AD9" w:rsidRDefault="00495A7A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ф10  наибольший натяг 0, 010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наибольший зазор 0,014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95A7A" w:rsidRPr="004B0AD9" w:rsidRDefault="00495A7A" w:rsidP="00DC7360">
      <w:pPr>
        <w:numPr>
          <w:ilvl w:val="0"/>
          <w:numId w:val="3"/>
        </w:numPr>
        <w:tabs>
          <w:tab w:val="clear" w:pos="1856"/>
          <w:tab w:val="num" w:pos="851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посадки в общем случае может быть представлено в следующем виде: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95A7A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84" editas="canvas" style="width:289.6pt;height:153.85pt;mso-position-horizontal-relative:char;mso-position-vertical-relative:line" coordorigin="2358,4006" coordsize="4429,2360">
            <o:lock v:ext="edit" aspectratio="t"/>
            <v:shape id="_x0000_s1285" type="#_x0000_t75" style="position:absolute;left:2358;top:4006;width:4429;height:2360" o:preferrelative="f">
              <v:fill o:detectmouseclick="t"/>
              <v:path o:extrusionok="t" o:connecttype="none"/>
              <o:lock v:ext="edit" text="t"/>
            </v:shape>
            <v:rect id="_x0000_s1286" style="position:absolute;left:3188;top:4423;width:969;height:971"/>
            <v:rect id="_x0000_s1287" style="position:absolute;left:4988;top:4562;width:830;height:555"/>
            <v:line id="_x0000_s1288" style="position:absolute" from="4157,5394" to="6510,5395"/>
            <v:line id="_x0000_s1289" style="position:absolute" from="4573,5117" to="4988,5118"/>
            <v:line id="_x0000_s1290" style="position:absolute" from="4711,4423" to="4712,5117">
              <v:stroke startarrow="classic" startarrowlength="long" endarrow="classic" endarrowlength="long"/>
            </v:line>
            <v:line id="_x0000_s1291" style="position:absolute" from="4157,4423" to="4849,4424"/>
            <v:line id="_x0000_s1292" style="position:absolute" from="5818,4562" to="6510,4563"/>
            <v:line id="_x0000_s1293" style="position:absolute" from="6510,4562" to="6511,5394">
              <v:stroke startarrow="classic" startarrowlength="long" endarrow="classic" endarrowlength="long"/>
            </v:line>
            <v:line id="_x0000_s1294" style="position:absolute;flip:x" from="2912,5394" to="3327,5395"/>
            <v:line id="_x0000_s1295" style="position:absolute;flip:y" from="3050,5394" to="3051,6227">
              <v:stroke endarrow="classic" endarrowlength="long"/>
            </v:line>
            <v:shape id="_x0000_s1296" type="#_x0000_t202" style="position:absolute;left:3327;top:4700;width:692;height:278" stroked="f">
              <v:textbox>
                <w:txbxContent>
                  <w:p w:rsidR="00495A7A" w:rsidRPr="00B95221" w:rsidRDefault="00495A7A" w:rsidP="00495A7A">
                    <w:pPr>
                      <w:rPr>
                        <w:color w:val="000000"/>
                      </w:rPr>
                    </w:pPr>
                    <w:r w:rsidRPr="00B95221">
                      <w:rPr>
                        <w:color w:val="000000"/>
                      </w:rPr>
                      <w:t>Отв.</w:t>
                    </w:r>
                  </w:p>
                </w:txbxContent>
              </v:textbox>
            </v:shape>
            <v:shape id="_x0000_s1297" type="#_x0000_t202" style="position:absolute;left:5126;top:4701;width:554;height:277" stroked="f">
              <v:textbox>
                <w:txbxContent>
                  <w:p w:rsidR="00495A7A" w:rsidRPr="00B476B3" w:rsidRDefault="00495A7A" w:rsidP="00495A7A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298" type="#_x0000_t202" style="position:absolute;left:4157;top:4562;width:413;height:554" stroked="f">
              <v:textbox style="layout-flow:vertical;mso-layout-flow-alt:bottom-to-top">
                <w:txbxContent>
                  <w:p w:rsidR="00495A7A" w:rsidRPr="00B476B3" w:rsidRDefault="00495A7A" w:rsidP="00495A7A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</w:t>
                    </w:r>
                    <w:r w:rsidR="00B95221">
                      <w:rPr>
                        <w:color w:val="000000"/>
                      </w:rPr>
                      <w:t>14</w:t>
                    </w:r>
                  </w:p>
                </w:txbxContent>
              </v:textbox>
            </v:shape>
            <v:line id="_x0000_s1299" style="position:absolute" from="4296,5394" to="4711,5394"/>
            <v:shape id="_x0000_s1300" type="#_x0000_t202" style="position:absolute;left:5957;top:4700;width:415;height:554" stroked="f">
              <v:textbox style="layout-flow:vertical;mso-layout-flow-alt:bottom-to-top">
                <w:txbxContent>
                  <w:p w:rsidR="00495A7A" w:rsidRPr="00B476B3" w:rsidRDefault="00495A7A" w:rsidP="00495A7A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t>,</w:t>
                    </w:r>
                    <w:r w:rsidR="00B95221">
                      <w:rPr>
                        <w:color w:val="000000"/>
                      </w:rPr>
                      <w:t>01</w:t>
                    </w:r>
                    <w:r w:rsidRPr="00B476B3">
                      <w:rPr>
                        <w:color w:val="000000"/>
                      </w:rPr>
                      <w:t>0</w:t>
                    </w:r>
                  </w:p>
                </w:txbxContent>
              </v:textbox>
            </v:shape>
            <v:shape id="_x0000_s1301" type="#_x0000_t202" style="position:absolute;left:2496;top:5533;width:416;height:556" stroked="f">
              <v:textbox style="layout-flow:vertical;mso-layout-flow-alt:bottom-to-top">
                <w:txbxContent>
                  <w:p w:rsidR="00495A7A" w:rsidRPr="00B476B3" w:rsidRDefault="00495A7A" w:rsidP="00495A7A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 w:rsidRPr="00B476B3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95A7A" w:rsidRPr="004B0AD9" w:rsidRDefault="00495A7A" w:rsidP="004B0AD9">
      <w:pPr>
        <w:numPr>
          <w:ilvl w:val="0"/>
          <w:numId w:val="3"/>
        </w:numPr>
        <w:tabs>
          <w:tab w:val="clear" w:pos="1856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Из графического изображения видно, что верхнее отклонение вала совпадает с необходимым наи</w:t>
      </w:r>
      <w:r w:rsidR="00B95221" w:rsidRPr="004B0AD9">
        <w:rPr>
          <w:sz w:val="28"/>
          <w:szCs w:val="28"/>
        </w:rPr>
        <w:t>бол</w:t>
      </w:r>
      <w:r w:rsidRPr="004B0AD9">
        <w:rPr>
          <w:sz w:val="28"/>
          <w:szCs w:val="28"/>
        </w:rPr>
        <w:t xml:space="preserve">ьшим </w:t>
      </w:r>
      <w:r w:rsidR="00B95221" w:rsidRPr="004B0AD9">
        <w:rPr>
          <w:sz w:val="28"/>
          <w:szCs w:val="28"/>
        </w:rPr>
        <w:t>натяг</w:t>
      </w:r>
      <w:r w:rsidRPr="004B0AD9">
        <w:rPr>
          <w:sz w:val="28"/>
          <w:szCs w:val="28"/>
        </w:rPr>
        <w:t>ом, следует найти поле допуска для вала, у которого при размере 10мм верхнее отклонение близко к 0,0</w:t>
      </w:r>
      <w:r w:rsidR="00B95221" w:rsidRPr="004B0AD9">
        <w:rPr>
          <w:sz w:val="28"/>
          <w:szCs w:val="28"/>
        </w:rPr>
        <w:t>1</w:t>
      </w:r>
      <w:r w:rsidRPr="004B0AD9">
        <w:rPr>
          <w:sz w:val="28"/>
          <w:szCs w:val="28"/>
        </w:rPr>
        <w:t>0.</w:t>
      </w:r>
    </w:p>
    <w:p w:rsidR="00495A7A" w:rsidRPr="004B0AD9" w:rsidRDefault="00495A7A" w:rsidP="004B0AD9">
      <w:pPr>
        <w:numPr>
          <w:ilvl w:val="0"/>
          <w:numId w:val="3"/>
        </w:numPr>
        <w:tabs>
          <w:tab w:val="clear" w:pos="1856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 таблицы  стандарта  находим, что из числа предпочтительных  полей  допусков  лучше  всего  подходит  поле  допуска  </w:t>
      </w:r>
      <w:r w:rsidR="00B95221" w:rsidRPr="004B0AD9">
        <w:rPr>
          <w:sz w:val="28"/>
          <w:szCs w:val="28"/>
          <w:lang w:val="en-US"/>
        </w:rPr>
        <w:t>k</w:t>
      </w:r>
      <w:r w:rsidR="00B95221" w:rsidRPr="004B0AD9">
        <w:rPr>
          <w:sz w:val="28"/>
          <w:szCs w:val="28"/>
        </w:rPr>
        <w:t>6</w:t>
      </w:r>
      <w:r w:rsidRPr="004B0AD9">
        <w:rPr>
          <w:sz w:val="28"/>
          <w:szCs w:val="28"/>
        </w:rPr>
        <w:t xml:space="preserve">:  для которого   </w:t>
      </w:r>
      <w:r w:rsidRPr="004B0AD9">
        <w:rPr>
          <w:sz w:val="28"/>
          <w:szCs w:val="28"/>
          <w:lang w:val="en-US"/>
        </w:rPr>
        <w:t>ei</w:t>
      </w:r>
      <w:r w:rsidRPr="004B0AD9">
        <w:rPr>
          <w:sz w:val="28"/>
          <w:szCs w:val="28"/>
        </w:rPr>
        <w:t>=0.0</w:t>
      </w:r>
      <w:r w:rsidR="00B95221" w:rsidRPr="004B0AD9">
        <w:rPr>
          <w:sz w:val="28"/>
          <w:szCs w:val="28"/>
        </w:rPr>
        <w:t>01</w:t>
      </w:r>
      <w:r w:rsidRPr="004B0AD9">
        <w:rPr>
          <w:sz w:val="28"/>
          <w:szCs w:val="28"/>
        </w:rPr>
        <w:t xml:space="preserve">мм, а </w:t>
      </w:r>
      <w:r w:rsidRPr="004B0AD9">
        <w:rPr>
          <w:sz w:val="28"/>
          <w:szCs w:val="28"/>
          <w:lang w:val="en-US"/>
        </w:rPr>
        <w:t>es</w:t>
      </w:r>
      <w:r w:rsidRPr="004B0AD9">
        <w:rPr>
          <w:sz w:val="28"/>
          <w:szCs w:val="28"/>
        </w:rPr>
        <w:t>=0.0</w:t>
      </w:r>
      <w:r w:rsidR="00B95221" w:rsidRPr="004B0AD9">
        <w:rPr>
          <w:sz w:val="28"/>
          <w:szCs w:val="28"/>
        </w:rPr>
        <w:t>10</w:t>
      </w:r>
      <w:r w:rsidRPr="004B0AD9">
        <w:rPr>
          <w:sz w:val="28"/>
          <w:szCs w:val="28"/>
        </w:rPr>
        <w:t>.</w:t>
      </w:r>
    </w:p>
    <w:p w:rsidR="00495A7A" w:rsidRPr="004B0AD9" w:rsidRDefault="00495A7A" w:rsidP="004B0AD9">
      <w:pPr>
        <w:numPr>
          <w:ilvl w:val="0"/>
          <w:numId w:val="3"/>
        </w:numPr>
        <w:tabs>
          <w:tab w:val="clear" w:pos="1856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Верхнее отклонение основного отверстия должно быть равным: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</w:t>
      </w:r>
      <w:r w:rsidR="00B95221" w:rsidRPr="004B0AD9">
        <w:rPr>
          <w:sz w:val="28"/>
          <w:szCs w:val="28"/>
          <w:lang w:val="en-US"/>
        </w:rPr>
        <w:t>001+</w:t>
      </w:r>
      <w:r w:rsidRPr="004B0AD9">
        <w:rPr>
          <w:sz w:val="28"/>
          <w:szCs w:val="28"/>
          <w:lang w:val="en-US"/>
        </w:rPr>
        <w:t>0.0</w:t>
      </w:r>
      <w:r w:rsidR="00B95221" w:rsidRPr="004B0AD9">
        <w:rPr>
          <w:sz w:val="28"/>
          <w:szCs w:val="28"/>
          <w:lang w:val="en-US"/>
        </w:rPr>
        <w:t>14</w:t>
      </w:r>
      <w:r w:rsidRPr="004B0AD9">
        <w:rPr>
          <w:sz w:val="28"/>
          <w:szCs w:val="28"/>
          <w:lang w:val="en-US"/>
        </w:rPr>
        <w:t>=0.0</w:t>
      </w:r>
      <w:r w:rsidR="00B95221" w:rsidRPr="004B0AD9">
        <w:rPr>
          <w:sz w:val="28"/>
          <w:szCs w:val="28"/>
          <w:lang w:val="en-US"/>
        </w:rPr>
        <w:t>15</w:t>
      </w:r>
      <w:r w:rsidRPr="004B0AD9">
        <w:rPr>
          <w:sz w:val="28"/>
          <w:szCs w:val="28"/>
          <w:lang w:val="en-US"/>
        </w:rPr>
        <w:t>.</w:t>
      </w:r>
    </w:p>
    <w:p w:rsidR="00495A7A" w:rsidRPr="004B0AD9" w:rsidRDefault="00495A7A" w:rsidP="004B0AD9">
      <w:pPr>
        <w:numPr>
          <w:ilvl w:val="0"/>
          <w:numId w:val="3"/>
        </w:numPr>
        <w:tabs>
          <w:tab w:val="clear" w:pos="1856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справочника находим, что лучше всего подходит поле допуска </w:t>
      </w:r>
      <w:r w:rsidR="00874E01" w:rsidRPr="004B0AD9">
        <w:rPr>
          <w:sz w:val="28"/>
          <w:szCs w:val="28"/>
          <w:lang w:val="en-US"/>
        </w:rPr>
        <w:t>H</w:t>
      </w:r>
      <w:r w:rsidR="00B95221" w:rsidRPr="004B0AD9">
        <w:rPr>
          <w:sz w:val="28"/>
          <w:szCs w:val="28"/>
        </w:rPr>
        <w:t>7</w:t>
      </w:r>
      <w:r w:rsidR="00874E01" w:rsidRPr="004B0AD9">
        <w:rPr>
          <w:sz w:val="28"/>
          <w:szCs w:val="28"/>
        </w:rPr>
        <w:t xml:space="preserve">: для которого </w:t>
      </w:r>
      <w:r w:rsidR="00874E01" w:rsidRPr="004B0AD9">
        <w:rPr>
          <w:sz w:val="28"/>
          <w:szCs w:val="28"/>
          <w:lang w:val="en-US"/>
        </w:rPr>
        <w:t>ES</w:t>
      </w:r>
      <w:r w:rsidR="00874E01" w:rsidRPr="004B0AD9">
        <w:rPr>
          <w:sz w:val="28"/>
          <w:szCs w:val="28"/>
        </w:rPr>
        <w:t xml:space="preserve">=0.015мм, а </w:t>
      </w:r>
      <w:r w:rsidR="00874E01" w:rsidRPr="004B0AD9">
        <w:rPr>
          <w:sz w:val="28"/>
          <w:szCs w:val="28"/>
          <w:lang w:val="en-US"/>
        </w:rPr>
        <w:t>EI</w:t>
      </w:r>
      <w:r w:rsidR="00874E01" w:rsidRPr="004B0AD9">
        <w:rPr>
          <w:sz w:val="28"/>
          <w:szCs w:val="28"/>
        </w:rPr>
        <w:t>=0.000мм.</w:t>
      </w:r>
    </w:p>
    <w:p w:rsidR="00495A7A" w:rsidRPr="004B0AD9" w:rsidRDefault="00495A7A" w:rsidP="004B0AD9">
      <w:pPr>
        <w:numPr>
          <w:ilvl w:val="0"/>
          <w:numId w:val="3"/>
        </w:numPr>
        <w:tabs>
          <w:tab w:val="clear" w:pos="1856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этой посадки теперь выглядит так:</w:t>
      </w:r>
    </w:p>
    <w:p w:rsidR="00495A7A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02" type="#_x0000_t202" style="position:absolute;left:0;text-align:left;margin-left:63.35pt;margin-top:20.25pt;width:45.25pt;height:27.2pt;z-index:251648000" stroked="f">
            <v:textbox>
              <w:txbxContent>
                <w:p w:rsidR="00CA2F26" w:rsidRPr="00CA2F26" w:rsidRDefault="00CA2F26" w:rsidP="00CA2F2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0,015</w:t>
                  </w:r>
                </w:p>
              </w:txbxContent>
            </v:textbox>
          </v:shape>
        </w:pict>
      </w:r>
    </w:p>
    <w:p w:rsidR="004C1670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03" editas="canvas" style="width:362pt;height:153.85pt;mso-position-horizontal-relative:char;mso-position-vertical-relative:line" coordorigin="2358,4006" coordsize="5536,2360">
            <o:lock v:ext="edit" aspectratio="t"/>
            <v:shape id="_x0000_s1304" type="#_x0000_t75" style="position:absolute;left:2358;top:4006;width:5536;height:2360" o:preferrelative="f">
              <v:fill o:detectmouseclick="t"/>
              <v:path o:extrusionok="t" o:connecttype="none"/>
              <o:lock v:ext="edit" text="t"/>
            </v:shape>
            <v:rect id="_x0000_s1305" style="position:absolute;left:3188;top:4423;width:969;height:971"/>
            <v:rect id="_x0000_s1306" style="position:absolute;left:5403;top:4700;width:829;height:555"/>
            <v:line id="_x0000_s1307" style="position:absolute" from="2912,5394" to="7479,5395"/>
            <v:line id="_x0000_s1308" style="position:absolute" from="4849,5255" to="5403,5256"/>
            <v:line id="_x0000_s1309" style="position:absolute;flip:x" from="4988,4422" to="4989,5255">
              <v:stroke startarrow="classic" startarrowlength="long" endarrow="classic" endarrowlength="long"/>
            </v:line>
            <v:line id="_x0000_s1310" style="position:absolute;flip:y" from="4157,4422" to="5126,4423"/>
            <v:line id="_x0000_s1311" style="position:absolute;flip:y" from="6233,4700" to="7479,4701"/>
            <v:line id="_x0000_s1312" style="position:absolute" from="7340,4700" to="7342,5393">
              <v:stroke startarrow="classic" startarrowlength="long" endarrow="classic" endarrowlength="long"/>
            </v:line>
            <v:line id="_x0000_s1313" style="position:absolute;flip:y" from="3050,5394" to="3051,6227">
              <v:stroke endarrow="classic" endarrowlength="long"/>
            </v:line>
            <v:shape id="_x0000_s1314" type="#_x0000_t202" style="position:absolute;left:3327;top:4700;width:692;height:278" stroked="f">
              <v:textbox>
                <w:txbxContent>
                  <w:p w:rsidR="004C1670" w:rsidRPr="00B95221" w:rsidRDefault="004C1670" w:rsidP="00CA2F26">
                    <w:pPr>
                      <w:rPr>
                        <w:color w:val="000000"/>
                      </w:rPr>
                    </w:pPr>
                    <w:r w:rsidRPr="00B95221">
                      <w:rPr>
                        <w:color w:val="000000"/>
                      </w:rPr>
                      <w:t>Отв.</w:t>
                    </w:r>
                  </w:p>
                </w:txbxContent>
              </v:textbox>
            </v:shape>
            <v:shape id="_x0000_s1315" type="#_x0000_t202" style="position:absolute;left:5541;top:4839;width:555;height:277" stroked="f">
              <v:textbox>
                <w:txbxContent>
                  <w:p w:rsidR="004C1670" w:rsidRPr="00B476B3" w:rsidRDefault="004C1670" w:rsidP="00CA2F26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316" type="#_x0000_t202" style="position:absolute;left:4434;top:4561;width:413;height:554" stroked="f">
              <v:textbox style="layout-flow:vertical;mso-layout-flow-alt:bottom-to-top">
                <w:txbxContent>
                  <w:p w:rsidR="004C1670" w:rsidRPr="00B476B3" w:rsidRDefault="004C1670" w:rsidP="00CA2F26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</w:t>
                    </w:r>
                    <w:r>
                      <w:rPr>
                        <w:color w:val="000000"/>
                      </w:rPr>
                      <w:t>14</w:t>
                    </w:r>
                  </w:p>
                </w:txbxContent>
              </v:textbox>
            </v:shape>
            <v:line id="_x0000_s1317" style="position:absolute" from="4296,5394" to="4711,5394"/>
            <v:shape id="_x0000_s1318" type="#_x0000_t202" style="position:absolute;left:6787;top:4839;width:415;height:554" stroked="f">
              <v:textbox style="layout-flow:vertical;mso-layout-flow-alt:bottom-to-top">
                <w:txbxContent>
                  <w:p w:rsidR="004C1670" w:rsidRPr="00B476B3" w:rsidRDefault="004C1670" w:rsidP="00CA2F26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</w:t>
                    </w:r>
                    <w:r>
                      <w:rPr>
                        <w:color w:val="000000"/>
                      </w:rPr>
                      <w:t>,01</w:t>
                    </w:r>
                    <w:r w:rsidRPr="00B476B3">
                      <w:rPr>
                        <w:color w:val="000000"/>
                      </w:rPr>
                      <w:t>0</w:t>
                    </w:r>
                  </w:p>
                </w:txbxContent>
              </v:textbox>
            </v:shape>
            <v:shape id="_x0000_s1319" type="#_x0000_t202" style="position:absolute;left:2496;top:5533;width:416;height:556" stroked="f">
              <v:textbox style="layout-flow:vertical;mso-layout-flow-alt:bottom-to-top">
                <w:txbxContent>
                  <w:p w:rsidR="004C1670" w:rsidRPr="00B476B3" w:rsidRDefault="004C1670" w:rsidP="00CA2F26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 w:rsidRPr="00B476B3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0</w:t>
                    </w:r>
                  </w:p>
                </w:txbxContent>
              </v:textbox>
            </v:shape>
            <v:shape id="_x0000_s1320" type="#_x0000_t202" style="position:absolute;left:3327;top:5533;width:692;height:417" stroked="f">
              <v:textbox>
                <w:txbxContent>
                  <w:p w:rsidR="00CA2F26" w:rsidRPr="00CA2F26" w:rsidRDefault="00CA2F26" w:rsidP="00CA2F26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0,000</w:t>
                    </w:r>
                  </w:p>
                </w:txbxContent>
              </v:textbox>
            </v:shape>
            <v:shape id="_x0000_s1321" type="#_x0000_t202" style="position:absolute;left:5541;top:5533;width:692;height:417" stroked="f">
              <v:textbox>
                <w:txbxContent>
                  <w:p w:rsidR="00CA2F26" w:rsidRPr="00CA2F26" w:rsidRDefault="00CA2F26" w:rsidP="00CA2F26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0,001</w:t>
                    </w:r>
                  </w:p>
                </w:txbxContent>
              </v:textbox>
            </v:shape>
            <v:shape id="_x0000_s1322" type="#_x0000_t202" style="position:absolute;left:5541;top:4145;width:692;height:417" stroked="f">
              <v:textbox>
                <w:txbxContent>
                  <w:p w:rsidR="00CA2F26" w:rsidRPr="00CA2F26" w:rsidRDefault="00CA2F26" w:rsidP="00CA2F26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0,01</w:t>
                    </w:r>
                    <w:r w:rsidR="00905B45">
                      <w:rPr>
                        <w:color w:val="000000"/>
                      </w:rPr>
                      <w:t>0</w:t>
                    </w:r>
                  </w:p>
                </w:txbxContent>
              </v:textbox>
            </v:shape>
            <v:line id="_x0000_s1323" style="position:absolute" from="6787,5394" to="7202,5394"/>
            <v:line id="_x0000_s1324" style="position:absolute" from="5541,5394" to="6233,5394"/>
            <w10:wrap type="none"/>
            <w10:anchorlock/>
          </v:group>
        </w:pict>
      </w:r>
    </w:p>
    <w:p w:rsidR="004C1670" w:rsidRPr="004B0AD9" w:rsidRDefault="004C1670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Отверстие: наибольшее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>1</w:t>
      </w:r>
      <w:r w:rsidR="00905B45" w:rsidRPr="004B0AD9">
        <w:rPr>
          <w:sz w:val="28"/>
          <w:szCs w:val="28"/>
        </w:rPr>
        <w:t>0</w:t>
      </w:r>
      <w:r w:rsidRPr="004B0AD9">
        <w:rPr>
          <w:sz w:val="28"/>
          <w:szCs w:val="28"/>
        </w:rPr>
        <w:t>,0</w:t>
      </w:r>
      <w:r w:rsidR="00905B45" w:rsidRPr="004B0AD9">
        <w:rPr>
          <w:sz w:val="28"/>
          <w:szCs w:val="28"/>
        </w:rPr>
        <w:t>15</w:t>
      </w:r>
      <w:r w:rsidRPr="004B0AD9">
        <w:rPr>
          <w:sz w:val="28"/>
          <w:szCs w:val="28"/>
        </w:rPr>
        <w:t xml:space="preserve">мм, наименьшее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>1</w:t>
      </w:r>
      <w:r w:rsidR="00905B45" w:rsidRPr="004B0AD9">
        <w:rPr>
          <w:sz w:val="28"/>
          <w:szCs w:val="28"/>
        </w:rPr>
        <w:t>0</w:t>
      </w:r>
      <w:r w:rsidRPr="004B0AD9">
        <w:rPr>
          <w:sz w:val="28"/>
          <w:szCs w:val="28"/>
        </w:rPr>
        <w:t>,000мм.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Вал: наибольший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>1</w:t>
      </w:r>
      <w:r w:rsidR="00905B45" w:rsidRPr="004B0AD9">
        <w:rPr>
          <w:sz w:val="28"/>
          <w:szCs w:val="28"/>
        </w:rPr>
        <w:t>0</w:t>
      </w:r>
      <w:r w:rsidRPr="004B0AD9">
        <w:rPr>
          <w:sz w:val="28"/>
          <w:szCs w:val="28"/>
        </w:rPr>
        <w:t>,</w:t>
      </w:r>
      <w:r w:rsidR="00905B45" w:rsidRPr="004B0AD9">
        <w:rPr>
          <w:sz w:val="28"/>
          <w:szCs w:val="28"/>
        </w:rPr>
        <w:t>010</w:t>
      </w:r>
      <w:r w:rsidRPr="004B0AD9">
        <w:rPr>
          <w:sz w:val="28"/>
          <w:szCs w:val="28"/>
        </w:rPr>
        <w:t xml:space="preserve">, наименьший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>1</w:t>
      </w:r>
      <w:r w:rsidR="00905B45" w:rsidRPr="004B0AD9">
        <w:rPr>
          <w:sz w:val="28"/>
          <w:szCs w:val="28"/>
        </w:rPr>
        <w:t>0</w:t>
      </w:r>
      <w:r w:rsidRPr="004B0AD9">
        <w:rPr>
          <w:sz w:val="28"/>
          <w:szCs w:val="28"/>
        </w:rPr>
        <w:t>,</w:t>
      </w:r>
      <w:r w:rsidR="00905B45" w:rsidRPr="004B0AD9">
        <w:rPr>
          <w:sz w:val="28"/>
          <w:szCs w:val="28"/>
        </w:rPr>
        <w:t>001</w:t>
      </w:r>
      <w:r w:rsidRPr="004B0AD9">
        <w:rPr>
          <w:sz w:val="28"/>
          <w:szCs w:val="28"/>
        </w:rPr>
        <w:t>мм.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Допуск отверстия 0,0</w:t>
      </w:r>
      <w:r w:rsidR="00905B45" w:rsidRPr="004B0AD9">
        <w:rPr>
          <w:sz w:val="28"/>
          <w:szCs w:val="28"/>
        </w:rPr>
        <w:t>15</w:t>
      </w:r>
      <w:r w:rsidRPr="004B0AD9">
        <w:rPr>
          <w:sz w:val="28"/>
          <w:szCs w:val="28"/>
        </w:rPr>
        <w:t>мм.</w:t>
      </w:r>
    </w:p>
    <w:p w:rsidR="00905B45" w:rsidRPr="004B0AD9" w:rsidRDefault="00905B4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Допуск вала 0,0</w:t>
      </w:r>
      <w:r w:rsidR="00587B59" w:rsidRPr="004B0AD9">
        <w:rPr>
          <w:sz w:val="28"/>
          <w:szCs w:val="28"/>
        </w:rPr>
        <w:t>09</w:t>
      </w:r>
      <w:r w:rsidRPr="004B0AD9">
        <w:rPr>
          <w:sz w:val="28"/>
          <w:szCs w:val="28"/>
        </w:rPr>
        <w:t>.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Возможный наи</w:t>
      </w:r>
      <w:r w:rsidR="00905B45" w:rsidRPr="004B0AD9">
        <w:rPr>
          <w:sz w:val="28"/>
          <w:szCs w:val="28"/>
        </w:rPr>
        <w:t>бол</w:t>
      </w:r>
      <w:r w:rsidRPr="004B0AD9">
        <w:rPr>
          <w:sz w:val="28"/>
          <w:szCs w:val="28"/>
        </w:rPr>
        <w:t xml:space="preserve">ьший </w:t>
      </w:r>
      <w:r w:rsidR="00905B45" w:rsidRPr="004B0AD9">
        <w:rPr>
          <w:sz w:val="28"/>
          <w:szCs w:val="28"/>
        </w:rPr>
        <w:t>натяг</w:t>
      </w:r>
      <w:r w:rsidRPr="004B0AD9">
        <w:rPr>
          <w:sz w:val="28"/>
          <w:szCs w:val="28"/>
        </w:rPr>
        <w:t xml:space="preserve"> 0,0</w:t>
      </w:r>
      <w:r w:rsidR="00905B45" w:rsidRPr="004B0AD9">
        <w:rPr>
          <w:sz w:val="28"/>
          <w:szCs w:val="28"/>
        </w:rPr>
        <w:t>10</w:t>
      </w:r>
      <w:r w:rsidRPr="004B0AD9">
        <w:rPr>
          <w:sz w:val="28"/>
          <w:szCs w:val="28"/>
        </w:rPr>
        <w:t>мм (задан 0,0</w:t>
      </w:r>
      <w:r w:rsidR="00905B45" w:rsidRPr="004B0AD9">
        <w:rPr>
          <w:sz w:val="28"/>
          <w:szCs w:val="28"/>
        </w:rPr>
        <w:t>1</w:t>
      </w:r>
      <w:r w:rsidRPr="004B0AD9">
        <w:rPr>
          <w:sz w:val="28"/>
          <w:szCs w:val="28"/>
        </w:rPr>
        <w:t>0).</w: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Возможный наибольший зазор 0,</w:t>
      </w:r>
      <w:r w:rsidR="00905B45" w:rsidRPr="004B0AD9">
        <w:rPr>
          <w:sz w:val="28"/>
          <w:szCs w:val="28"/>
        </w:rPr>
        <w:t>014</w:t>
      </w:r>
      <w:r w:rsidRPr="004B0AD9">
        <w:rPr>
          <w:sz w:val="28"/>
          <w:szCs w:val="28"/>
        </w:rPr>
        <w:t>мм (задан 0,</w:t>
      </w:r>
      <w:r w:rsidR="00905B45" w:rsidRPr="004B0AD9">
        <w:rPr>
          <w:sz w:val="28"/>
          <w:szCs w:val="28"/>
        </w:rPr>
        <w:t>014</w:t>
      </w:r>
      <w:r w:rsidRPr="004B0AD9">
        <w:rPr>
          <w:sz w:val="28"/>
          <w:szCs w:val="28"/>
        </w:rPr>
        <w:t>).</w:t>
      </w:r>
    </w:p>
    <w:p w:rsidR="00495A7A" w:rsidRPr="004B0AD9" w:rsidRDefault="00495A7A" w:rsidP="004B0AD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Выбираем посадку, соответствующую заданному условию:</w:t>
      </w:r>
    </w:p>
    <w:p w:rsidR="00495A7A" w:rsidRPr="004B0AD9" w:rsidRDefault="00DC7360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57F1" w:rsidRPr="004B0AD9">
        <w:rPr>
          <w:position w:val="-66"/>
          <w:sz w:val="28"/>
          <w:szCs w:val="28"/>
        </w:rPr>
        <w:object w:dxaOrig="1620" w:dyaOrig="1440">
          <v:shape id="_x0000_i1064" type="#_x0000_t75" style="width:81pt;height:1in" o:ole="">
            <v:imagedata r:id="rId62" o:title=""/>
          </v:shape>
          <o:OLEObject Type="Embed" ProgID="Equation.3" ShapeID="_x0000_i1064" DrawAspect="Content" ObjectID="_1469681236" r:id="rId63"/>
        </w:object>
      </w:r>
    </w:p>
    <w:p w:rsidR="00495A7A" w:rsidRPr="004B0AD9" w:rsidRDefault="00495A7A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64BF4" w:rsidRPr="004B0AD9" w:rsidRDefault="00164BF4" w:rsidP="004B0AD9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Посадка с натягом: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64BF4" w:rsidRPr="004B0AD9" w:rsidRDefault="00164BF4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ф65  наибольший натяг 0,115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наименьший натяг 0,055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164BF4" w:rsidRPr="004B0AD9" w:rsidRDefault="00164BF4" w:rsidP="004B0AD9">
      <w:pPr>
        <w:numPr>
          <w:ilvl w:val="0"/>
          <w:numId w:val="4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посадки в общем случае может быть представлено в следующем виде: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164BF4" w:rsidRDefault="00727413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25" editas="canvas" style="width:325.8pt;height:153.9pt;mso-position-horizontal-relative:char;mso-position-vertical-relative:line" coordorigin="2358,4425" coordsize="4982,2358">
            <o:lock v:ext="edit" aspectratio="t"/>
            <v:shape id="_x0000_s1326" type="#_x0000_t75" style="position:absolute;left:2358;top:4425;width:4982;height:2358" o:preferrelative="f">
              <v:fill o:detectmouseclick="t"/>
              <v:path o:extrusionok="t" o:connecttype="none"/>
              <o:lock v:ext="edit" text="t"/>
            </v:shape>
            <v:rect id="_x0000_s1327" style="position:absolute;left:3327;top:5395;width:830;height:555"/>
            <v:rect id="_x0000_s1328" style="position:absolute;left:5403;top:4564;width:830;height:554"/>
            <v:line id="_x0000_s1329" style="position:absolute" from="4157,5396" to="4849,5397"/>
            <v:line id="_x0000_s1330" style="position:absolute" from="4572,5118" to="5404,5119"/>
            <v:line id="_x0000_s1331" style="position:absolute" from="4711,5118" to="4712,5396">
              <v:stroke startarrow="classic" startarrowlength="long" endarrow="classic" endarrowlength="long"/>
            </v:line>
            <v:line id="_x0000_s1332" style="position:absolute" from="6233,4564" to="6925,4565"/>
            <v:line id="_x0000_s1333" style="position:absolute" from="4157,5950" to="6925,5951"/>
            <v:line id="_x0000_s1334" style="position:absolute" from="6787,4564" to="6788,5950">
              <v:stroke startarrow="classic" startarrowlength="long" endarrow="classic" endarrowlength="long"/>
            </v:line>
            <v:line id="_x0000_s1335" style="position:absolute;flip:x" from="2912,5950" to="3326,5951"/>
            <v:line id="_x0000_s1336" style="position:absolute;flip:y" from="3050,5950" to="3051,6643">
              <v:stroke endarrow="classic" endarrowlength="long"/>
            </v:line>
            <v:shape id="_x0000_s1337" type="#_x0000_t202" style="position:absolute;left:3465;top:5533;width:554;height:279" stroked="f">
              <v:textbox>
                <w:txbxContent>
                  <w:p w:rsidR="00164BF4" w:rsidRDefault="00164BF4" w:rsidP="00164BF4">
                    <w:r w:rsidRPr="00B476B3">
                      <w:rPr>
                        <w:color w:val="000000"/>
                      </w:rPr>
                      <w:t>Отв</w:t>
                    </w:r>
                    <w:r>
                      <w:t>.</w:t>
                    </w:r>
                  </w:p>
                </w:txbxContent>
              </v:textbox>
            </v:shape>
            <v:shape id="_x0000_s1338" type="#_x0000_t202" style="position:absolute;left:5541;top:4702;width:554;height:278" stroked="f">
              <v:textbox>
                <w:txbxContent>
                  <w:p w:rsidR="00164BF4" w:rsidRPr="00B476B3" w:rsidRDefault="00164BF4" w:rsidP="00164BF4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339" type="#_x0000_t202" style="position:absolute;left:4157;top:4564;width:415;height:555" stroked="f">
              <v:textbox style="layout-flow:vertical;mso-layout-flow-alt:bottom-to-top">
                <w:txbxContent>
                  <w:p w:rsidR="00164BF4" w:rsidRPr="00B476B3" w:rsidRDefault="00164BF4" w:rsidP="00164BF4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0,05</w:t>
                    </w:r>
                    <w:r>
                      <w:rPr>
                        <w:color w:val="000000"/>
                      </w:rPr>
                      <w:t>5</w:t>
                    </w:r>
                  </w:p>
                </w:txbxContent>
              </v:textbox>
            </v:shape>
            <v:line id="_x0000_s1340" style="position:absolute" from="4296,5394" to="4711,5394"/>
            <v:shape id="_x0000_s1341" type="#_x0000_t202" style="position:absolute;left:6233;top:5118;width:415;height:694" stroked="f">
              <v:textbox style="layout-flow:vertical;mso-layout-flow-alt:bottom-to-top">
                <w:txbxContent>
                  <w:p w:rsidR="00164BF4" w:rsidRPr="00B476B3" w:rsidRDefault="00164BF4" w:rsidP="00164BF4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01</w:t>
                    </w:r>
                    <w:r>
                      <w:rPr>
                        <w:color w:val="000000"/>
                      </w:rPr>
                      <w:t>15</w:t>
                    </w:r>
                  </w:p>
                </w:txbxContent>
              </v:textbox>
            </v:shape>
            <v:shape id="_x0000_s1342" type="#_x0000_t202" style="position:absolute;left:2496;top:5949;width:416;height:556" stroked="f">
              <v:textbox style="layout-flow:vertical;mso-layout-flow-alt:bottom-to-top">
                <w:txbxContent>
                  <w:p w:rsidR="00164BF4" w:rsidRPr="00B476B3" w:rsidRDefault="00164BF4" w:rsidP="00164BF4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>
                      <w:rPr>
                        <w:color w:val="000000"/>
                      </w:rPr>
                      <w:t>65</w:t>
                    </w:r>
                  </w:p>
                </w:txbxContent>
              </v:textbox>
            </v:shape>
            <v:line id="_x0000_s1343" style="position:absolute;flip:y" from="4711,4425" to="4711,5118"/>
            <w10:wrap type="none"/>
            <w10:anchorlock/>
          </v:group>
        </w:pict>
      </w:r>
    </w:p>
    <w:p w:rsidR="00DC7360" w:rsidRP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4BF4" w:rsidRPr="004B0AD9" w:rsidRDefault="00164BF4" w:rsidP="004B0AD9">
      <w:pPr>
        <w:numPr>
          <w:ilvl w:val="0"/>
          <w:numId w:val="4"/>
        </w:numPr>
        <w:tabs>
          <w:tab w:val="clear" w:pos="502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Из графического изображения видно, что верхнее отклонение вала совпадает с необходимым наи</w:t>
      </w:r>
      <w:r w:rsidR="00AF4070" w:rsidRPr="004B0AD9">
        <w:rPr>
          <w:sz w:val="28"/>
          <w:szCs w:val="28"/>
        </w:rPr>
        <w:t>бол</w:t>
      </w:r>
      <w:r w:rsidRPr="004B0AD9">
        <w:rPr>
          <w:sz w:val="28"/>
          <w:szCs w:val="28"/>
        </w:rPr>
        <w:t xml:space="preserve">ьшим </w:t>
      </w:r>
      <w:r w:rsidR="00AF4070" w:rsidRPr="004B0AD9">
        <w:rPr>
          <w:sz w:val="28"/>
          <w:szCs w:val="28"/>
        </w:rPr>
        <w:t>натяг</w:t>
      </w:r>
      <w:r w:rsidRPr="004B0AD9">
        <w:rPr>
          <w:sz w:val="28"/>
          <w:szCs w:val="28"/>
        </w:rPr>
        <w:t xml:space="preserve">ом, следует найти поле допуска для вала, у которого при размере </w:t>
      </w:r>
      <w:r w:rsidR="00AF4070" w:rsidRPr="004B0AD9">
        <w:rPr>
          <w:sz w:val="28"/>
          <w:szCs w:val="28"/>
        </w:rPr>
        <w:t>65</w:t>
      </w:r>
      <w:r w:rsidRPr="004B0AD9">
        <w:rPr>
          <w:sz w:val="28"/>
          <w:szCs w:val="28"/>
        </w:rPr>
        <w:t>мм верхнее отклонение близко к 0,</w:t>
      </w:r>
      <w:r w:rsidR="00AF4070" w:rsidRPr="004B0AD9">
        <w:rPr>
          <w:sz w:val="28"/>
          <w:szCs w:val="28"/>
        </w:rPr>
        <w:t>115</w:t>
      </w:r>
      <w:r w:rsidRPr="004B0AD9">
        <w:rPr>
          <w:sz w:val="28"/>
          <w:szCs w:val="28"/>
        </w:rPr>
        <w:t>.</w:t>
      </w:r>
    </w:p>
    <w:p w:rsidR="00164BF4" w:rsidRPr="004B0AD9" w:rsidRDefault="00164BF4" w:rsidP="004B0AD9">
      <w:pPr>
        <w:numPr>
          <w:ilvl w:val="0"/>
          <w:numId w:val="4"/>
        </w:numPr>
        <w:tabs>
          <w:tab w:val="clear" w:pos="502"/>
          <w:tab w:val="num" w:pos="1134"/>
          <w:tab w:val="num" w:pos="1219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 таблицы  стандарта  находим, что из числа предпочтительных  полей  допусков  лучше  всего  подходит  поле  допуска  </w:t>
      </w:r>
      <w:r w:rsidR="00AF4070" w:rsidRPr="004B0AD9">
        <w:rPr>
          <w:sz w:val="28"/>
          <w:szCs w:val="28"/>
          <w:lang w:val="en-US"/>
        </w:rPr>
        <w:t>t</w:t>
      </w:r>
      <w:r w:rsidR="00AF4070" w:rsidRPr="004B0AD9">
        <w:rPr>
          <w:sz w:val="28"/>
          <w:szCs w:val="28"/>
        </w:rPr>
        <w:t>6</w:t>
      </w:r>
      <w:r w:rsidRPr="004B0AD9">
        <w:rPr>
          <w:sz w:val="28"/>
          <w:szCs w:val="28"/>
        </w:rPr>
        <w:t xml:space="preserve">:  для которого   </w:t>
      </w:r>
      <w:r w:rsidRPr="004B0AD9">
        <w:rPr>
          <w:sz w:val="28"/>
          <w:szCs w:val="28"/>
          <w:lang w:val="en-US"/>
        </w:rPr>
        <w:t>ei</w:t>
      </w:r>
      <w:r w:rsidRPr="004B0AD9">
        <w:rPr>
          <w:sz w:val="28"/>
          <w:szCs w:val="28"/>
        </w:rPr>
        <w:t>=0.0</w:t>
      </w:r>
      <w:r w:rsidR="00AF4070" w:rsidRPr="004B0AD9">
        <w:rPr>
          <w:sz w:val="28"/>
          <w:szCs w:val="28"/>
        </w:rPr>
        <w:t>66</w:t>
      </w:r>
      <w:r w:rsidRPr="004B0AD9">
        <w:rPr>
          <w:sz w:val="28"/>
          <w:szCs w:val="28"/>
        </w:rPr>
        <w:t xml:space="preserve">мм, а </w:t>
      </w:r>
      <w:r w:rsidRPr="004B0AD9">
        <w:rPr>
          <w:sz w:val="28"/>
          <w:szCs w:val="28"/>
          <w:lang w:val="en-US"/>
        </w:rPr>
        <w:t>es</w:t>
      </w:r>
      <w:r w:rsidRPr="004B0AD9">
        <w:rPr>
          <w:sz w:val="28"/>
          <w:szCs w:val="28"/>
        </w:rPr>
        <w:t>=0.0</w:t>
      </w:r>
      <w:r w:rsidR="00AF4070" w:rsidRPr="004B0AD9">
        <w:rPr>
          <w:sz w:val="28"/>
          <w:szCs w:val="28"/>
        </w:rPr>
        <w:t>85</w:t>
      </w:r>
      <w:r w:rsidRPr="004B0AD9">
        <w:rPr>
          <w:sz w:val="28"/>
          <w:szCs w:val="28"/>
        </w:rPr>
        <w:t>.</w:t>
      </w:r>
    </w:p>
    <w:p w:rsidR="00164BF4" w:rsidRPr="004B0AD9" w:rsidRDefault="00164BF4" w:rsidP="004B0AD9">
      <w:pPr>
        <w:numPr>
          <w:ilvl w:val="0"/>
          <w:numId w:val="4"/>
        </w:numPr>
        <w:tabs>
          <w:tab w:val="clear" w:pos="502"/>
          <w:tab w:val="num" w:pos="1134"/>
          <w:tab w:val="left" w:pos="9355"/>
          <w:tab w:val="num" w:pos="130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Верхнее отклонение основного отверстия должно быть равным: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ES=0.</w:t>
      </w:r>
      <w:r w:rsidR="00AF4070" w:rsidRPr="004B0AD9">
        <w:rPr>
          <w:sz w:val="28"/>
          <w:szCs w:val="28"/>
        </w:rPr>
        <w:t>066</w:t>
      </w:r>
      <w:r w:rsidRPr="004B0AD9">
        <w:rPr>
          <w:sz w:val="28"/>
          <w:szCs w:val="28"/>
          <w:lang w:val="en-US"/>
        </w:rPr>
        <w:t>-0.0</w:t>
      </w:r>
      <w:r w:rsidR="00AF4070" w:rsidRPr="004B0AD9">
        <w:rPr>
          <w:sz w:val="28"/>
          <w:szCs w:val="28"/>
        </w:rPr>
        <w:t>55</w:t>
      </w:r>
      <w:r w:rsidRPr="004B0AD9">
        <w:rPr>
          <w:sz w:val="28"/>
          <w:szCs w:val="28"/>
          <w:lang w:val="en-US"/>
        </w:rPr>
        <w:t>=0.0</w:t>
      </w:r>
      <w:r w:rsidR="00AF4070" w:rsidRPr="004B0AD9">
        <w:rPr>
          <w:sz w:val="28"/>
          <w:szCs w:val="28"/>
        </w:rPr>
        <w:t>11</w:t>
      </w:r>
      <w:r w:rsidRPr="004B0AD9">
        <w:rPr>
          <w:sz w:val="28"/>
          <w:szCs w:val="28"/>
          <w:lang w:val="en-US"/>
        </w:rPr>
        <w:t>.</w:t>
      </w:r>
    </w:p>
    <w:p w:rsidR="00164BF4" w:rsidRPr="004B0AD9" w:rsidRDefault="00164BF4" w:rsidP="004B0AD9">
      <w:pPr>
        <w:numPr>
          <w:ilvl w:val="0"/>
          <w:numId w:val="4"/>
        </w:numPr>
        <w:tabs>
          <w:tab w:val="clear" w:pos="502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Из справочника находим, что лучше всего подходит поле допуска </w:t>
      </w:r>
      <w:r w:rsidR="00AF4070" w:rsidRPr="004B0AD9">
        <w:rPr>
          <w:sz w:val="28"/>
          <w:szCs w:val="28"/>
        </w:rPr>
        <w:t>К7</w:t>
      </w:r>
      <w:r w:rsidRPr="004B0AD9">
        <w:rPr>
          <w:sz w:val="28"/>
          <w:szCs w:val="28"/>
        </w:rPr>
        <w:t xml:space="preserve">: для которого </w:t>
      </w:r>
      <w:r w:rsidRPr="004B0AD9">
        <w:rPr>
          <w:sz w:val="28"/>
          <w:szCs w:val="28"/>
          <w:lang w:val="en-US"/>
        </w:rPr>
        <w:t>ES</w:t>
      </w:r>
      <w:r w:rsidRPr="004B0AD9">
        <w:rPr>
          <w:sz w:val="28"/>
          <w:szCs w:val="28"/>
        </w:rPr>
        <w:t>=0.0</w:t>
      </w:r>
      <w:r w:rsidR="00AF4070" w:rsidRPr="004B0AD9">
        <w:rPr>
          <w:sz w:val="28"/>
          <w:szCs w:val="28"/>
        </w:rPr>
        <w:t>09</w:t>
      </w:r>
      <w:r w:rsidRPr="004B0AD9">
        <w:rPr>
          <w:sz w:val="28"/>
          <w:szCs w:val="28"/>
        </w:rPr>
        <w:t xml:space="preserve">мм, а </w:t>
      </w:r>
      <w:r w:rsidRPr="004B0AD9">
        <w:rPr>
          <w:sz w:val="28"/>
          <w:szCs w:val="28"/>
          <w:lang w:val="en-US"/>
        </w:rPr>
        <w:t>EI</w:t>
      </w:r>
      <w:r w:rsidRPr="004B0AD9">
        <w:rPr>
          <w:sz w:val="28"/>
          <w:szCs w:val="28"/>
        </w:rPr>
        <w:t>=</w:t>
      </w:r>
      <w:r w:rsidR="00AF4070" w:rsidRPr="004B0AD9">
        <w:rPr>
          <w:sz w:val="28"/>
          <w:szCs w:val="28"/>
        </w:rPr>
        <w:t>-</w:t>
      </w:r>
      <w:r w:rsidRPr="004B0AD9">
        <w:rPr>
          <w:sz w:val="28"/>
          <w:szCs w:val="28"/>
        </w:rPr>
        <w:t>0.0</w:t>
      </w:r>
      <w:r w:rsidR="00AF4070" w:rsidRPr="004B0AD9">
        <w:rPr>
          <w:sz w:val="28"/>
          <w:szCs w:val="28"/>
        </w:rPr>
        <w:t>21</w:t>
      </w:r>
      <w:r w:rsidRPr="004B0AD9">
        <w:rPr>
          <w:sz w:val="28"/>
          <w:szCs w:val="28"/>
        </w:rPr>
        <w:t>мм.</w:t>
      </w:r>
    </w:p>
    <w:p w:rsidR="00164BF4" w:rsidRPr="00DC7360" w:rsidRDefault="00164BF4" w:rsidP="004B0AD9">
      <w:pPr>
        <w:numPr>
          <w:ilvl w:val="0"/>
          <w:numId w:val="4"/>
        </w:numPr>
        <w:tabs>
          <w:tab w:val="clear" w:pos="502"/>
          <w:tab w:val="num" w:pos="1134"/>
          <w:tab w:val="num" w:pos="12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Графическое изображение этой посадки теперь выглядит так:</w:t>
      </w:r>
    </w:p>
    <w:p w:rsidR="00DC7360" w:rsidRPr="004B0AD9" w:rsidRDefault="00DC7360" w:rsidP="004B0AD9">
      <w:pPr>
        <w:numPr>
          <w:ilvl w:val="0"/>
          <w:numId w:val="4"/>
        </w:numPr>
        <w:tabs>
          <w:tab w:val="clear" w:pos="502"/>
          <w:tab w:val="num" w:pos="1134"/>
          <w:tab w:val="num" w:pos="1290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164BF4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44" editas="canvas" style="width:325.8pt;height:153.85pt;mso-position-horizontal-relative:char;mso-position-vertical-relative:line" coordorigin="2358,4148" coordsize="4982,2357">
            <o:lock v:ext="edit" aspectratio="t"/>
            <v:shape id="_x0000_s1345" type="#_x0000_t75" style="position:absolute;left:2358;top:4148;width:4982;height:2357" o:preferrelative="f">
              <v:fill o:detectmouseclick="t"/>
              <v:path o:extrusionok="t" o:connecttype="none"/>
              <o:lock v:ext="edit" text="t"/>
            </v:shape>
            <v:rect id="_x0000_s1346" style="position:absolute;left:3327;top:5395;width:830;height:555"/>
            <v:rect id="_x0000_s1347" style="position:absolute;left:5403;top:4564;width:830;height:554"/>
            <v:line id="_x0000_s1348" style="position:absolute" from="4157,5396" to="4849,5397"/>
            <v:line id="_x0000_s1349" style="position:absolute" from="4572,5118" to="5404,5119"/>
            <v:line id="_x0000_s1350" style="position:absolute" from="4711,5118" to="4712,5396">
              <v:stroke startarrow="classic" startarrowlength="long" endarrow="classic" endarrowlength="long"/>
            </v:line>
            <v:line id="_x0000_s1351" style="position:absolute" from="6233,4564" to="6925,4565"/>
            <v:line id="_x0000_s1352" style="position:absolute" from="4157,5673" to="6925,5674"/>
            <v:line id="_x0000_s1353" style="position:absolute" from="6787,4564" to="6788,5950">
              <v:stroke startarrow="classic" startarrowlength="long" endarrow="classic" endarrowlength="long"/>
            </v:line>
            <v:line id="_x0000_s1354" style="position:absolute;flip:x" from="2912,5673" to="3324,5674"/>
            <v:line id="_x0000_s1355" style="position:absolute;flip:y" from="3050,5673" to="3051,6365">
              <v:stroke endarrow="classic" endarrowlength="long"/>
            </v:line>
            <v:shape id="_x0000_s1356" type="#_x0000_t202" style="position:absolute;left:3465;top:5533;width:554;height:279" stroked="f">
              <v:textbox style="mso-next-textbox:#_x0000_s1356">
                <w:txbxContent>
                  <w:p w:rsidR="00AF4070" w:rsidRDefault="00AF4070" w:rsidP="00B65747">
                    <w:r w:rsidRPr="00B476B3">
                      <w:rPr>
                        <w:color w:val="000000"/>
                      </w:rPr>
                      <w:t>Отв</w:t>
                    </w:r>
                    <w:r>
                      <w:t>.</w:t>
                    </w:r>
                  </w:p>
                </w:txbxContent>
              </v:textbox>
            </v:shape>
            <v:shape id="_x0000_s1357" type="#_x0000_t202" style="position:absolute;left:5541;top:4702;width:554;height:278" stroked="f">
              <v:textbox style="mso-next-textbox:#_x0000_s1357">
                <w:txbxContent>
                  <w:p w:rsidR="00AF4070" w:rsidRPr="00B476B3" w:rsidRDefault="00AF4070" w:rsidP="00B65747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Вал</w:t>
                    </w:r>
                  </w:p>
                </w:txbxContent>
              </v:textbox>
            </v:shape>
            <v:shape id="_x0000_s1358" type="#_x0000_t202" style="position:absolute;left:4157;top:4564;width:415;height:555" stroked="f">
              <v:textbox style="layout-flow:vertical;mso-layout-flow-alt:bottom-to-top;mso-next-textbox:#_x0000_s1358">
                <w:txbxContent>
                  <w:p w:rsidR="00AF4070" w:rsidRPr="00B476B3" w:rsidRDefault="00AF4070" w:rsidP="00B65747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0,0</w:t>
                    </w:r>
                    <w:r w:rsidR="00B65747">
                      <w:rPr>
                        <w:color w:val="000000"/>
                      </w:rPr>
                      <w:t>57</w:t>
                    </w:r>
                  </w:p>
                </w:txbxContent>
              </v:textbox>
            </v:shape>
            <v:line id="_x0000_s1359" style="position:absolute" from="4296,5394" to="4711,5394"/>
            <v:shape id="_x0000_s1360" type="#_x0000_t202" style="position:absolute;left:6233;top:4841;width:415;height:694" stroked="f">
              <v:textbox style="layout-flow:vertical;mso-layout-flow-alt:bottom-to-top;mso-next-textbox:#_x0000_s1360">
                <w:txbxContent>
                  <w:p w:rsidR="00AF4070" w:rsidRPr="00B476B3" w:rsidRDefault="00AF4070" w:rsidP="00B65747">
                    <w:pPr>
                      <w:rPr>
                        <w:color w:val="000000"/>
                      </w:rPr>
                    </w:pPr>
                    <w:r w:rsidRPr="00B476B3">
                      <w:rPr>
                        <w:color w:val="000000"/>
                      </w:rPr>
                      <w:t>0</w:t>
                    </w:r>
                    <w:r w:rsidR="00B65747">
                      <w:rPr>
                        <w:color w:val="000000"/>
                      </w:rPr>
                      <w:t>,</w:t>
                    </w:r>
                    <w:r w:rsidRPr="00B476B3">
                      <w:rPr>
                        <w:color w:val="000000"/>
                      </w:rPr>
                      <w:t>1</w:t>
                    </w:r>
                    <w:r w:rsidR="00B65747">
                      <w:rPr>
                        <w:color w:val="000000"/>
                      </w:rPr>
                      <w:t>06</w:t>
                    </w:r>
                  </w:p>
                </w:txbxContent>
              </v:textbox>
            </v:shape>
            <v:shape id="_x0000_s1361" type="#_x0000_t202" style="position:absolute;left:2496;top:5812;width:417;height:556" stroked="f">
              <v:textbox style="layout-flow:vertical;mso-layout-flow-alt:bottom-to-top;mso-next-textbox:#_x0000_s1361">
                <w:txbxContent>
                  <w:p w:rsidR="00AF4070" w:rsidRPr="00B476B3" w:rsidRDefault="00AF4070" w:rsidP="00B65747">
                    <w:pPr>
                      <w:rPr>
                        <w:color w:val="000000"/>
                      </w:rPr>
                    </w:pPr>
                    <w:r w:rsidRPr="00B476B3">
                      <w:rPr>
                        <w:i/>
                        <w:color w:val="000000"/>
                      </w:rPr>
                      <w:t>Ф</w:t>
                    </w:r>
                    <w:r>
                      <w:rPr>
                        <w:color w:val="000000"/>
                      </w:rPr>
                      <w:t>65</w:t>
                    </w:r>
                  </w:p>
                </w:txbxContent>
              </v:textbox>
            </v:shape>
            <v:line id="_x0000_s1362" style="position:absolute;flip:y" from="4711,4425" to="4711,5118"/>
            <v:line id="_x0000_s1363" style="position:absolute" from="4157,5950" to="6925,5950"/>
            <v:shape id="_x0000_s1364" type="#_x0000_t202" style="position:absolute;left:3327;top:6089;width:830;height:277" stroked="f">
              <v:textbox style="mso-next-textbox:#_x0000_s1364">
                <w:txbxContent>
                  <w:p w:rsidR="00AF4070" w:rsidRPr="00AF4070" w:rsidRDefault="00AF4070" w:rsidP="00B65747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-0,021</w:t>
                    </w:r>
                  </w:p>
                </w:txbxContent>
              </v:textbox>
            </v:shape>
            <v:shape id="_x0000_s1365" type="#_x0000_t202" style="position:absolute;left:3327;top:4980;width:831;height:277" stroked="f">
              <v:textbox style="mso-next-textbox:#_x0000_s1365">
                <w:txbxContent>
                  <w:p w:rsidR="00AF4070" w:rsidRPr="00AF4070" w:rsidRDefault="00AF4070" w:rsidP="00B65747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0,009</w:t>
                    </w:r>
                  </w:p>
                </w:txbxContent>
              </v:textbox>
            </v:shape>
            <v:shape id="_x0000_s1366" type="#_x0000_t202" style="position:absolute;left:5264;top:5257;width:831;height:277" stroked="f">
              <v:textbox style="mso-next-textbox:#_x0000_s1366">
                <w:txbxContent>
                  <w:p w:rsidR="00B65747" w:rsidRPr="00AF4070" w:rsidRDefault="00B65747" w:rsidP="00B65747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0,066</w:t>
                    </w:r>
                  </w:p>
                </w:txbxContent>
              </v:textbox>
            </v:shape>
            <v:shape id="_x0000_s1367" type="#_x0000_t202" style="position:absolute;left:5352;top:4306;width:831;height:277" stroked="f">
              <v:textbox style="mso-next-textbox:#_x0000_s1367">
                <w:txbxContent>
                  <w:p w:rsidR="00B65747" w:rsidRPr="00AF4070" w:rsidRDefault="00B65747" w:rsidP="00B65747">
                    <w:pPr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0,085</w:t>
                    </w:r>
                  </w:p>
                </w:txbxContent>
              </v:textbox>
            </v:shape>
            <v:line id="_x0000_s1368" style="position:absolute;flip:x" from="5403,4564" to="6233,4564"/>
            <w10:wrap type="none"/>
            <w10:anchorlock/>
          </v:group>
        </w:pic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Отверстие: наибольшее </w:t>
      </w:r>
      <w:r w:rsidRPr="004B0AD9">
        <w:rPr>
          <w:i/>
          <w:sz w:val="28"/>
          <w:szCs w:val="28"/>
        </w:rPr>
        <w:t>ф</w:t>
      </w:r>
      <w:r w:rsidR="00B65747" w:rsidRPr="004B0AD9">
        <w:rPr>
          <w:sz w:val="28"/>
          <w:szCs w:val="28"/>
        </w:rPr>
        <w:t>65</w:t>
      </w:r>
      <w:r w:rsidRPr="004B0AD9">
        <w:rPr>
          <w:sz w:val="28"/>
          <w:szCs w:val="28"/>
        </w:rPr>
        <w:t>,0</w:t>
      </w:r>
      <w:r w:rsidR="00B65747" w:rsidRPr="004B0AD9">
        <w:rPr>
          <w:sz w:val="28"/>
          <w:szCs w:val="28"/>
        </w:rPr>
        <w:t>09</w:t>
      </w:r>
      <w:r w:rsidRPr="004B0AD9">
        <w:rPr>
          <w:sz w:val="28"/>
          <w:szCs w:val="28"/>
        </w:rPr>
        <w:t xml:space="preserve">мм, наименьшее </w:t>
      </w:r>
      <w:r w:rsidRPr="004B0AD9">
        <w:rPr>
          <w:i/>
          <w:sz w:val="28"/>
          <w:szCs w:val="28"/>
        </w:rPr>
        <w:t>ф</w:t>
      </w:r>
      <w:r w:rsidRPr="004B0AD9">
        <w:rPr>
          <w:sz w:val="28"/>
          <w:szCs w:val="28"/>
        </w:rPr>
        <w:t xml:space="preserve"> </w:t>
      </w:r>
      <w:r w:rsidR="00B65747" w:rsidRPr="004B0AD9">
        <w:rPr>
          <w:sz w:val="28"/>
          <w:szCs w:val="28"/>
        </w:rPr>
        <w:t>64</w:t>
      </w:r>
      <w:r w:rsidRPr="004B0AD9">
        <w:rPr>
          <w:sz w:val="28"/>
          <w:szCs w:val="28"/>
        </w:rPr>
        <w:t>,</w:t>
      </w:r>
      <w:r w:rsidR="00B65747" w:rsidRPr="004B0AD9">
        <w:rPr>
          <w:sz w:val="28"/>
          <w:szCs w:val="28"/>
        </w:rPr>
        <w:t>979</w:t>
      </w:r>
      <w:r w:rsidRPr="004B0AD9">
        <w:rPr>
          <w:sz w:val="28"/>
          <w:szCs w:val="28"/>
        </w:rPr>
        <w:t>мм.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Вал: наибольший </w:t>
      </w:r>
      <w:r w:rsidRPr="004B0AD9">
        <w:rPr>
          <w:i/>
          <w:sz w:val="28"/>
          <w:szCs w:val="28"/>
        </w:rPr>
        <w:t>ф</w:t>
      </w:r>
      <w:r w:rsidR="00B65747" w:rsidRPr="004B0AD9">
        <w:rPr>
          <w:sz w:val="28"/>
          <w:szCs w:val="28"/>
        </w:rPr>
        <w:t>65</w:t>
      </w:r>
      <w:r w:rsidRPr="004B0AD9">
        <w:rPr>
          <w:sz w:val="28"/>
          <w:szCs w:val="28"/>
        </w:rPr>
        <w:t>,</w:t>
      </w:r>
      <w:r w:rsidR="00B65747" w:rsidRPr="004B0AD9">
        <w:rPr>
          <w:sz w:val="28"/>
          <w:szCs w:val="28"/>
        </w:rPr>
        <w:t>085</w:t>
      </w:r>
      <w:r w:rsidRPr="004B0AD9">
        <w:rPr>
          <w:sz w:val="28"/>
          <w:szCs w:val="28"/>
        </w:rPr>
        <w:t xml:space="preserve">, наименьший </w:t>
      </w:r>
      <w:r w:rsidRPr="004B0AD9">
        <w:rPr>
          <w:i/>
          <w:sz w:val="28"/>
          <w:szCs w:val="28"/>
        </w:rPr>
        <w:t>ф</w:t>
      </w:r>
      <w:r w:rsidR="00B65747" w:rsidRPr="004B0AD9">
        <w:rPr>
          <w:sz w:val="28"/>
          <w:szCs w:val="28"/>
        </w:rPr>
        <w:t>65</w:t>
      </w:r>
      <w:r w:rsidRPr="004B0AD9">
        <w:rPr>
          <w:sz w:val="28"/>
          <w:szCs w:val="28"/>
        </w:rPr>
        <w:t>,</w:t>
      </w:r>
      <w:r w:rsidR="00B65747" w:rsidRPr="004B0AD9">
        <w:rPr>
          <w:sz w:val="28"/>
          <w:szCs w:val="28"/>
        </w:rPr>
        <w:t>066</w:t>
      </w:r>
      <w:r w:rsidRPr="004B0AD9">
        <w:rPr>
          <w:sz w:val="28"/>
          <w:szCs w:val="28"/>
        </w:rPr>
        <w:t>мм.</w:t>
      </w:r>
    </w:p>
    <w:p w:rsidR="00164BF4" w:rsidRPr="004B0AD9" w:rsidRDefault="0064107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Допуск </w:t>
      </w:r>
      <w:r w:rsidR="00164BF4" w:rsidRPr="004B0AD9">
        <w:rPr>
          <w:sz w:val="28"/>
          <w:szCs w:val="28"/>
        </w:rPr>
        <w:t>отверстия 0,0</w:t>
      </w:r>
      <w:r w:rsidRPr="004B0AD9">
        <w:rPr>
          <w:sz w:val="28"/>
          <w:szCs w:val="28"/>
        </w:rPr>
        <w:t>12</w:t>
      </w:r>
      <w:r w:rsidR="00164BF4" w:rsidRPr="004B0AD9">
        <w:rPr>
          <w:sz w:val="28"/>
          <w:szCs w:val="28"/>
        </w:rPr>
        <w:t>мм.</w:t>
      </w:r>
    </w:p>
    <w:p w:rsidR="00641074" w:rsidRPr="004B0AD9" w:rsidRDefault="0064107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Допуск вала 0,019мм.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Возможный наименьший </w:t>
      </w:r>
      <w:r w:rsidR="00641074" w:rsidRPr="004B0AD9">
        <w:rPr>
          <w:sz w:val="28"/>
          <w:szCs w:val="28"/>
        </w:rPr>
        <w:t>натяг</w:t>
      </w:r>
      <w:r w:rsidRPr="004B0AD9">
        <w:rPr>
          <w:sz w:val="28"/>
          <w:szCs w:val="28"/>
        </w:rPr>
        <w:t xml:space="preserve"> 0,05</w:t>
      </w:r>
      <w:r w:rsidR="00641074" w:rsidRPr="004B0AD9">
        <w:rPr>
          <w:sz w:val="28"/>
          <w:szCs w:val="28"/>
        </w:rPr>
        <w:t>7</w:t>
      </w:r>
      <w:r w:rsidRPr="004B0AD9">
        <w:rPr>
          <w:sz w:val="28"/>
          <w:szCs w:val="28"/>
        </w:rPr>
        <w:t>мм (задан 0,05</w:t>
      </w:r>
      <w:r w:rsidR="00641074" w:rsidRPr="004B0AD9">
        <w:rPr>
          <w:sz w:val="28"/>
          <w:szCs w:val="28"/>
        </w:rPr>
        <w:t>5</w:t>
      </w:r>
      <w:r w:rsidRPr="004B0AD9">
        <w:rPr>
          <w:sz w:val="28"/>
          <w:szCs w:val="28"/>
        </w:rPr>
        <w:t>).</w:t>
      </w:r>
    </w:p>
    <w:p w:rsidR="00164BF4" w:rsidRPr="004B0AD9" w:rsidRDefault="00164BF4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Возможный наибольший </w:t>
      </w:r>
      <w:r w:rsidR="00641074" w:rsidRPr="004B0AD9">
        <w:rPr>
          <w:sz w:val="28"/>
          <w:szCs w:val="28"/>
        </w:rPr>
        <w:t>натяг</w:t>
      </w:r>
      <w:r w:rsidRPr="004B0AD9">
        <w:rPr>
          <w:sz w:val="28"/>
          <w:szCs w:val="28"/>
        </w:rPr>
        <w:t xml:space="preserve"> 0,10</w:t>
      </w:r>
      <w:r w:rsidR="00641074" w:rsidRPr="004B0AD9">
        <w:rPr>
          <w:sz w:val="28"/>
          <w:szCs w:val="28"/>
        </w:rPr>
        <w:t>6</w:t>
      </w:r>
      <w:r w:rsidRPr="004B0AD9">
        <w:rPr>
          <w:sz w:val="28"/>
          <w:szCs w:val="28"/>
        </w:rPr>
        <w:t>мм (задан 0,1</w:t>
      </w:r>
      <w:r w:rsidR="00641074" w:rsidRPr="004B0AD9">
        <w:rPr>
          <w:sz w:val="28"/>
          <w:szCs w:val="28"/>
        </w:rPr>
        <w:t>15</w:t>
      </w:r>
      <w:r w:rsidRPr="004B0AD9">
        <w:rPr>
          <w:sz w:val="28"/>
          <w:szCs w:val="28"/>
        </w:rPr>
        <w:t>).</w:t>
      </w:r>
    </w:p>
    <w:p w:rsidR="00164BF4" w:rsidRPr="004B0AD9" w:rsidRDefault="00164BF4" w:rsidP="004B0AD9">
      <w:pPr>
        <w:numPr>
          <w:ilvl w:val="0"/>
          <w:numId w:val="4"/>
        </w:numPr>
        <w:tabs>
          <w:tab w:val="clear" w:pos="502"/>
          <w:tab w:val="num" w:pos="1134"/>
          <w:tab w:val="num" w:pos="1360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Выбираем посадку, соответствующую заданному условию:</w:t>
      </w:r>
    </w:p>
    <w:p w:rsidR="00DC7360" w:rsidRDefault="00DC7360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64BF4" w:rsidRPr="004B0AD9" w:rsidRDefault="00370029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1780" w:dyaOrig="1440">
          <v:shape id="_x0000_i1067" type="#_x0000_t75" style="width:89.25pt;height:1in" o:ole="">
            <v:imagedata r:id="rId64" o:title=""/>
          </v:shape>
          <o:OLEObject Type="Embed" ProgID="Equation.3" ShapeID="_x0000_i1067" DrawAspect="Content" ObjectID="_1469681237" r:id="rId65"/>
        </w:object>
      </w:r>
    </w:p>
    <w:p w:rsidR="00DC7360" w:rsidRDefault="00DC7360" w:rsidP="004B0AD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u w:val="single"/>
          <w:lang w:val="en-US"/>
        </w:rPr>
      </w:pPr>
    </w:p>
    <w:p w:rsidR="006879B0" w:rsidRPr="004B0AD9" w:rsidRDefault="006879B0" w:rsidP="004B0AD9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 xml:space="preserve">Задание 3: </w:t>
      </w:r>
      <w:r w:rsidRPr="004B0AD9">
        <w:rPr>
          <w:sz w:val="28"/>
          <w:szCs w:val="28"/>
        </w:rPr>
        <w:t xml:space="preserve">Пронормировать по точности отверстия под болтовые и шпилечные соединения для следующих данных </w:t>
      </w:r>
      <w:r w:rsidRPr="004B0AD9">
        <w:rPr>
          <w:sz w:val="28"/>
          <w:szCs w:val="28"/>
          <w:lang w:val="en-US"/>
        </w:rPr>
        <w:t>L</w:t>
      </w:r>
      <w:r w:rsidRPr="004B0AD9">
        <w:rPr>
          <w:sz w:val="28"/>
          <w:szCs w:val="28"/>
          <w:vertAlign w:val="subscript"/>
        </w:rPr>
        <w:t>1</w:t>
      </w:r>
      <w:r w:rsidRPr="004B0AD9">
        <w:rPr>
          <w:sz w:val="28"/>
          <w:szCs w:val="28"/>
        </w:rPr>
        <w:t xml:space="preserve">=800мм, </w:t>
      </w:r>
      <w:r w:rsidRPr="004B0AD9">
        <w:rPr>
          <w:sz w:val="28"/>
          <w:szCs w:val="28"/>
          <w:lang w:val="en-US"/>
        </w:rPr>
        <w:t>L</w:t>
      </w:r>
      <w:r w:rsidRPr="004B0AD9">
        <w:rPr>
          <w:sz w:val="28"/>
          <w:szCs w:val="28"/>
          <w:vertAlign w:val="subscript"/>
        </w:rPr>
        <w:t>2</w:t>
      </w:r>
      <w:r w:rsidRPr="004B0AD9">
        <w:rPr>
          <w:sz w:val="28"/>
          <w:szCs w:val="28"/>
        </w:rPr>
        <w:t xml:space="preserve">=800мм, </w:t>
      </w:r>
      <w:r w:rsidRPr="004B0AD9">
        <w:rPr>
          <w:sz w:val="28"/>
          <w:szCs w:val="28"/>
          <w:lang w:val="en-US"/>
        </w:rPr>
        <w:t>d</w:t>
      </w:r>
      <w:r w:rsidRPr="004B0AD9">
        <w:rPr>
          <w:sz w:val="28"/>
          <w:szCs w:val="28"/>
        </w:rPr>
        <w:t xml:space="preserve">=16мм, </w:t>
      </w:r>
      <w:r w:rsidRPr="004B0AD9">
        <w:rPr>
          <w:sz w:val="28"/>
          <w:szCs w:val="28"/>
          <w:lang w:val="en-US"/>
        </w:rPr>
        <w:t>D</w:t>
      </w:r>
      <w:r w:rsidRPr="004B0AD9">
        <w:rPr>
          <w:sz w:val="28"/>
          <w:szCs w:val="28"/>
        </w:rPr>
        <w:t xml:space="preserve">=600мм, </w:t>
      </w:r>
      <w:r w:rsidRPr="004B0AD9">
        <w:rPr>
          <w:sz w:val="28"/>
          <w:szCs w:val="28"/>
          <w:lang w:val="en-US"/>
        </w:rPr>
        <w:t>a</w:t>
      </w:r>
      <w:r w:rsidRPr="004B0AD9">
        <w:rPr>
          <w:sz w:val="28"/>
          <w:szCs w:val="28"/>
          <w:vertAlign w:val="subscript"/>
        </w:rPr>
        <w:t>1</w:t>
      </w:r>
      <w:r w:rsidRPr="004B0AD9">
        <w:rPr>
          <w:sz w:val="28"/>
          <w:szCs w:val="28"/>
        </w:rPr>
        <w:t>=30</w:t>
      </w:r>
      <w:r w:rsidRPr="004B0AD9">
        <w:rPr>
          <w:sz w:val="28"/>
          <w:szCs w:val="28"/>
          <w:vertAlign w:val="superscript"/>
        </w:rPr>
        <w:t>0</w:t>
      </w:r>
      <w:r w:rsidRPr="004B0AD9">
        <w:rPr>
          <w:sz w:val="28"/>
          <w:szCs w:val="28"/>
        </w:rPr>
        <w:t xml:space="preserve">, </w:t>
      </w:r>
      <w:r w:rsidRPr="004B0AD9">
        <w:rPr>
          <w:sz w:val="28"/>
          <w:szCs w:val="28"/>
          <w:lang w:val="en-US"/>
        </w:rPr>
        <w:t>a</w:t>
      </w:r>
      <w:r w:rsidRPr="004B0AD9">
        <w:rPr>
          <w:sz w:val="28"/>
          <w:szCs w:val="28"/>
          <w:vertAlign w:val="subscript"/>
        </w:rPr>
        <w:t>2</w:t>
      </w:r>
      <w:r w:rsidRPr="004B0AD9">
        <w:rPr>
          <w:sz w:val="28"/>
          <w:szCs w:val="28"/>
        </w:rPr>
        <w:t>=100</w:t>
      </w:r>
      <w:r w:rsidRPr="004B0AD9">
        <w:rPr>
          <w:sz w:val="28"/>
          <w:szCs w:val="28"/>
          <w:vertAlign w:val="superscript"/>
        </w:rPr>
        <w:t xml:space="preserve">0 </w:t>
      </w:r>
      <w:r w:rsidRPr="004B0AD9">
        <w:rPr>
          <w:sz w:val="28"/>
          <w:szCs w:val="28"/>
        </w:rPr>
        <w:t xml:space="preserve">, </w:t>
      </w:r>
      <w:r w:rsidRPr="004B0AD9">
        <w:rPr>
          <w:sz w:val="28"/>
          <w:szCs w:val="28"/>
          <w:lang w:val="en-US"/>
        </w:rPr>
        <w:t>a</w:t>
      </w:r>
      <w:r w:rsidRPr="004B0AD9">
        <w:rPr>
          <w:sz w:val="28"/>
          <w:szCs w:val="28"/>
          <w:vertAlign w:val="subscript"/>
        </w:rPr>
        <w:t>3</w:t>
      </w:r>
      <w:r w:rsidRPr="004B0AD9">
        <w:rPr>
          <w:sz w:val="28"/>
          <w:szCs w:val="28"/>
        </w:rPr>
        <w:t>=100</w:t>
      </w:r>
      <w:r w:rsidRPr="004B0AD9">
        <w:rPr>
          <w:sz w:val="28"/>
          <w:szCs w:val="28"/>
          <w:vertAlign w:val="superscript"/>
        </w:rPr>
        <w:t>0</w:t>
      </w:r>
      <w:r w:rsidRPr="004B0AD9">
        <w:rPr>
          <w:sz w:val="28"/>
          <w:szCs w:val="28"/>
        </w:rPr>
        <w:t>. Смоделировать соединения. Произвести анализ собираемости. Оформить эскизы на детали в двух вариантах: используя позиционные допуски и допуски на позиционные размеры.</w:t>
      </w:r>
    </w:p>
    <w:p w:rsidR="006879B0" w:rsidRPr="004B0AD9" w:rsidRDefault="00DC7360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470B" w:rsidRPr="004B0AD9">
        <w:rPr>
          <w:sz w:val="28"/>
          <w:szCs w:val="28"/>
        </w:rPr>
        <w:t xml:space="preserve">При </w:t>
      </w:r>
      <w:r w:rsidR="00DF470B" w:rsidRPr="004B0AD9">
        <w:rPr>
          <w:sz w:val="28"/>
          <w:szCs w:val="28"/>
          <w:lang w:val="en-US"/>
        </w:rPr>
        <w:t>d</w:t>
      </w:r>
      <w:r w:rsidR="00DF470B" w:rsidRPr="004B0AD9">
        <w:rPr>
          <w:sz w:val="28"/>
          <w:szCs w:val="28"/>
        </w:rPr>
        <w:t xml:space="preserve">=16мм зазор для прохода шпильки </w:t>
      </w:r>
      <w:r w:rsidR="00DF470B" w:rsidRPr="004B0AD9">
        <w:rPr>
          <w:sz w:val="28"/>
          <w:szCs w:val="28"/>
          <w:lang w:val="en-US"/>
        </w:rPr>
        <w:t>Smin</w:t>
      </w:r>
      <w:r w:rsidR="00DF470B" w:rsidRPr="004B0AD9">
        <w:rPr>
          <w:sz w:val="28"/>
          <w:szCs w:val="28"/>
        </w:rPr>
        <w:t xml:space="preserve">=1,0 (1 ряд) </w:t>
      </w:r>
      <w:r w:rsidR="00DB6960" w:rsidRPr="004B0AD9">
        <w:rPr>
          <w:sz w:val="28"/>
          <w:szCs w:val="28"/>
        </w:rPr>
        <w:t>к=1 (соединения не требует регулировки взаимного расположения деталей)</w:t>
      </w:r>
    </w:p>
    <w:p w:rsidR="006A3592" w:rsidRPr="004B0AD9" w:rsidRDefault="006A3592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DB6960" w:rsidRPr="004B0AD9" w:rsidRDefault="006A3592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"/>
          <w:sz w:val="28"/>
          <w:szCs w:val="28"/>
        </w:rPr>
        <w:object w:dxaOrig="3460" w:dyaOrig="279">
          <v:shape id="_x0000_i1068" type="#_x0000_t75" style="width:173.25pt;height:14.25pt" o:ole="">
            <v:imagedata r:id="rId66" o:title=""/>
          </v:shape>
          <o:OLEObject Type="Embed" ProgID="Equation.3" ShapeID="_x0000_i1068" DrawAspect="Content" ObjectID="_1469681238" r:id="rId67"/>
        </w:object>
      </w:r>
    </w:p>
    <w:p w:rsidR="006A3592" w:rsidRPr="004B0AD9" w:rsidRDefault="006A3592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Предельные отклонения:</w:t>
      </w:r>
    </w:p>
    <w:p w:rsidR="006A3592" w:rsidRPr="004B0AD9" w:rsidRDefault="009C43BC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46"/>
          <w:sz w:val="28"/>
          <w:szCs w:val="28"/>
        </w:rPr>
        <w:object w:dxaOrig="4660" w:dyaOrig="1040">
          <v:shape id="_x0000_i1069" type="#_x0000_t75" style="width:233.25pt;height:51.75pt" o:ole="">
            <v:imagedata r:id="rId68" o:title=""/>
          </v:shape>
          <o:OLEObject Type="Embed" ProgID="Equation.3" ShapeID="_x0000_i1069" DrawAspect="Content" ObjectID="_1469681239" r:id="rId69"/>
        </w:object>
      </w:r>
    </w:p>
    <w:p w:rsidR="009C43BC" w:rsidRPr="004B0AD9" w:rsidRDefault="009C43BC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9C43BC" w:rsidRPr="004B0AD9" w:rsidRDefault="009C43BC" w:rsidP="004B0AD9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Через позиционный допуск и абсолютный размер:</w:t>
      </w:r>
    </w:p>
    <w:p w:rsidR="009C43BC" w:rsidRPr="004B0AD9" w:rsidRDefault="009C43BC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C43BC" w:rsidRPr="004B0AD9" w:rsidRDefault="00727413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pict>
          <v:shape id="_x0000_i1070" type="#_x0000_t75" style="width:418.5pt;height:288.75pt">
            <v:imagedata r:id="rId70" o:title=""/>
          </v:shape>
        </w:pict>
      </w:r>
    </w:p>
    <w:p w:rsidR="009C43BC" w:rsidRPr="004B0AD9" w:rsidRDefault="00DC7360" w:rsidP="00DC736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i/>
          <w:sz w:val="28"/>
          <w:szCs w:val="28"/>
        </w:rPr>
        <w:br w:type="page"/>
      </w:r>
      <w:r w:rsidRPr="00DC7360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ab/>
      </w:r>
      <w:r w:rsidR="009C43BC" w:rsidRPr="004B0AD9">
        <w:rPr>
          <w:i/>
          <w:sz w:val="28"/>
          <w:szCs w:val="28"/>
          <w:u w:val="single"/>
        </w:rPr>
        <w:t>Через допуск на позиционный размер</w:t>
      </w:r>
    </w:p>
    <w:p w:rsidR="009C43BC" w:rsidRPr="004B0AD9" w:rsidRDefault="009C43BC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6E276C" w:rsidRPr="004B0AD9" w:rsidRDefault="00727413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pict>
          <v:shape id="_x0000_i1071" type="#_x0000_t75" style="width:392.25pt;height:270pt">
            <v:imagedata r:id="rId71" o:title=""/>
          </v:shape>
        </w:pict>
      </w:r>
    </w:p>
    <w:p w:rsidR="00DC7360" w:rsidRDefault="00DC7360" w:rsidP="004B0AD9">
      <w:p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1D429C" w:rsidRPr="004B0AD9" w:rsidRDefault="006E276C" w:rsidP="004B0AD9">
      <w:pPr>
        <w:shd w:val="clear" w:color="auto" w:fill="FFFFFF"/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>Задание 4:</w:t>
      </w:r>
      <w:r w:rsidR="001D429C" w:rsidRPr="004B0AD9">
        <w:rPr>
          <w:sz w:val="28"/>
          <w:szCs w:val="28"/>
        </w:rPr>
        <w:t xml:space="preserve"> Для гладкого цилиндрического соединения </w:t>
      </w:r>
      <w:r w:rsidR="001D429C" w:rsidRPr="004B0AD9">
        <w:rPr>
          <w:sz w:val="28"/>
          <w:szCs w:val="28"/>
          <w:lang w:val="en-US"/>
        </w:rPr>
        <w:t>D</w:t>
      </w:r>
      <w:r w:rsidR="001D429C" w:rsidRPr="004B0AD9">
        <w:rPr>
          <w:sz w:val="28"/>
          <w:szCs w:val="28"/>
          <w:vertAlign w:val="subscript"/>
          <w:lang w:val="en-US"/>
        </w:rPr>
        <w:t>H</w:t>
      </w:r>
      <w:r w:rsidR="001D429C" w:rsidRPr="004B0AD9">
        <w:rPr>
          <w:sz w:val="28"/>
          <w:szCs w:val="28"/>
        </w:rPr>
        <w:t>=</w:t>
      </w:r>
      <w:r w:rsidR="003E1FC1" w:rsidRPr="004B0AD9">
        <w:rPr>
          <w:sz w:val="28"/>
          <w:szCs w:val="28"/>
        </w:rPr>
        <w:t>70</w:t>
      </w:r>
      <w:r w:rsidR="001D429C" w:rsidRPr="004B0AD9">
        <w:rPr>
          <w:sz w:val="28"/>
          <w:szCs w:val="28"/>
        </w:rPr>
        <w:t xml:space="preserve">, работающего при температуре </w:t>
      </w:r>
      <w:r w:rsidR="001D429C" w:rsidRPr="004B0AD9">
        <w:rPr>
          <w:sz w:val="28"/>
          <w:szCs w:val="28"/>
          <w:lang w:val="en-US"/>
        </w:rPr>
        <w:t>t</w:t>
      </w:r>
      <w:r w:rsidR="001D429C" w:rsidRPr="004B0AD9">
        <w:rPr>
          <w:sz w:val="28"/>
          <w:szCs w:val="28"/>
        </w:rPr>
        <w:t>=</w:t>
      </w:r>
      <w:r w:rsidR="003E1FC1" w:rsidRPr="004B0AD9">
        <w:rPr>
          <w:sz w:val="28"/>
          <w:szCs w:val="28"/>
        </w:rPr>
        <w:t>200</w:t>
      </w:r>
      <w:r w:rsidR="001D429C" w:rsidRPr="004B0AD9">
        <w:rPr>
          <w:sz w:val="28"/>
          <w:szCs w:val="28"/>
        </w:rPr>
        <w:t>°</w:t>
      </w:r>
      <w:r w:rsidR="001D429C" w:rsidRPr="004B0AD9">
        <w:rPr>
          <w:sz w:val="28"/>
          <w:szCs w:val="28"/>
          <w:lang w:val="en-US"/>
        </w:rPr>
        <w:t>C</w:t>
      </w:r>
      <w:r w:rsidR="001D429C" w:rsidRPr="004B0AD9">
        <w:rPr>
          <w:sz w:val="28"/>
          <w:szCs w:val="28"/>
        </w:rPr>
        <w:t>, пронормировать по точности диаметральные размеры втулки и вала при нормальной температуре, если при эксплуатационной температуре посадка характеризуется.</w:t>
      </w: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9C43BC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Зазор 0,02 ± 20%</w:t>
      </w: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Гильза – чугун</w:t>
      </w: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Поршень – алюминий</w:t>
      </w: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4B0AD9">
        <w:rPr>
          <w:sz w:val="28"/>
          <w:szCs w:val="28"/>
        </w:rPr>
        <w:t>Отв: α</w:t>
      </w:r>
      <w:r w:rsidRPr="004B0AD9">
        <w:rPr>
          <w:sz w:val="28"/>
          <w:szCs w:val="28"/>
          <w:vertAlign w:val="subscript"/>
        </w:rPr>
        <w:t>чугун</w:t>
      </w:r>
      <w:r w:rsidRPr="004B0AD9">
        <w:rPr>
          <w:sz w:val="28"/>
          <w:szCs w:val="28"/>
        </w:rPr>
        <w:t>=9·10</w:t>
      </w:r>
      <w:r w:rsidRPr="004B0AD9">
        <w:rPr>
          <w:sz w:val="28"/>
          <w:szCs w:val="28"/>
          <w:vertAlign w:val="superscript"/>
        </w:rPr>
        <w:t>-6</w:t>
      </w:r>
    </w:p>
    <w:p w:rsidR="008751C3" w:rsidRPr="004B0AD9" w:rsidRDefault="008751C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Поршень: α</w:t>
      </w:r>
      <w:r w:rsidRPr="004B0AD9">
        <w:rPr>
          <w:sz w:val="28"/>
          <w:szCs w:val="28"/>
          <w:vertAlign w:val="subscript"/>
        </w:rPr>
        <w:t>ал</w:t>
      </w:r>
      <w:r w:rsidRPr="004B0AD9">
        <w:rPr>
          <w:sz w:val="28"/>
          <w:szCs w:val="28"/>
        </w:rPr>
        <w:t>=22·10</w:t>
      </w:r>
      <w:r w:rsidRPr="004B0AD9">
        <w:rPr>
          <w:sz w:val="28"/>
          <w:szCs w:val="28"/>
          <w:vertAlign w:val="superscript"/>
        </w:rPr>
        <w:t>-6</w:t>
      </w:r>
    </w:p>
    <w:p w:rsidR="008751C3" w:rsidRPr="004B0AD9" w:rsidRDefault="00DC7360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5421" w:rsidRPr="004B0AD9">
        <w:rPr>
          <w:position w:val="-72"/>
          <w:sz w:val="28"/>
          <w:szCs w:val="28"/>
        </w:rPr>
        <w:object w:dxaOrig="5940" w:dyaOrig="1560">
          <v:shape id="_x0000_i1072" type="#_x0000_t75" style="width:347.25pt;height:92.25pt" o:ole="">
            <v:imagedata r:id="rId72" o:title=""/>
          </v:shape>
          <o:OLEObject Type="Embed" ProgID="Equation.3" ShapeID="_x0000_i1072" DrawAspect="Content" ObjectID="_1469681240" r:id="rId73"/>
        </w:object>
      </w:r>
    </w:p>
    <w:p w:rsidR="000F4730" w:rsidRPr="004B0AD9" w:rsidRDefault="00DF719F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94"/>
          <w:sz w:val="28"/>
          <w:szCs w:val="28"/>
        </w:rPr>
        <w:object w:dxaOrig="6840" w:dyaOrig="2280">
          <v:shape id="_x0000_i1073" type="#_x0000_t75" style="width:386.25pt;height:127.5pt" o:ole="">
            <v:imagedata r:id="rId74" o:title=""/>
          </v:shape>
          <o:OLEObject Type="Embed" ProgID="Equation.3" ShapeID="_x0000_i1073" DrawAspect="Content" ObjectID="_1469681241" r:id="rId75"/>
        </w:object>
      </w:r>
    </w:p>
    <w:p w:rsidR="00A71245" w:rsidRPr="004B0AD9" w:rsidRDefault="002F6B5E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90"/>
          <w:sz w:val="28"/>
          <w:szCs w:val="28"/>
        </w:rPr>
        <w:object w:dxaOrig="7119" w:dyaOrig="2020">
          <v:shape id="_x0000_i1074" type="#_x0000_t75" style="width:430.5pt;height:122.25pt" o:ole="">
            <v:imagedata r:id="rId76" o:title=""/>
          </v:shape>
          <o:OLEObject Type="Embed" ProgID="Equation.3" ShapeID="_x0000_i1074" DrawAspect="Content" ObjectID="_1469681242" r:id="rId77"/>
        </w:object>
      </w:r>
    </w:p>
    <w:p w:rsidR="002F6B5E" w:rsidRPr="004B0AD9" w:rsidRDefault="002F6B5E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F6B5E" w:rsidRPr="004B0AD9" w:rsidRDefault="002F6B5E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 результате расчета получаем следующую посадку:</w:t>
      </w:r>
    </w:p>
    <w:p w:rsidR="002F6B5E" w:rsidRPr="004B0AD9" w:rsidRDefault="002F6B5E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27CE0" w:rsidRPr="004B0AD9" w:rsidRDefault="00413467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1820" w:dyaOrig="1440">
          <v:shape id="_x0000_i1075" type="#_x0000_t75" style="width:90.75pt;height:1in" o:ole="">
            <v:imagedata r:id="rId78" o:title=""/>
          </v:shape>
          <o:OLEObject Type="Embed" ProgID="Equation.3" ShapeID="_x0000_i1075" DrawAspect="Content" ObjectID="_1469681243" r:id="rId79"/>
        </w:object>
      </w:r>
    </w:p>
    <w:p w:rsidR="00DC7360" w:rsidRDefault="00DC7360" w:rsidP="004B0AD9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</w:p>
    <w:p w:rsidR="00BC04D7" w:rsidRPr="004B0AD9" w:rsidRDefault="00413467" w:rsidP="004B0AD9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>Задание 5:</w:t>
      </w:r>
      <w:r w:rsidR="00BC04D7" w:rsidRPr="004B0AD9">
        <w:rPr>
          <w:sz w:val="28"/>
          <w:szCs w:val="28"/>
        </w:rPr>
        <w:t>Для заданной конструкции, характеризуемой параметрами:</w:t>
      </w:r>
    </w:p>
    <w:p w:rsidR="00BC04D7" w:rsidRPr="004B0AD9" w:rsidRDefault="00BC04D7" w:rsidP="004B0AD9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Подобрать посадки подшипников по наружному и внутреннему кольцу.</w:t>
      </w:r>
    </w:p>
    <w:p w:rsidR="00BC04D7" w:rsidRPr="004B0AD9" w:rsidRDefault="00BC04D7" w:rsidP="004B0AD9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08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Подобрать посадки зубчатого колеса на вал, муфты на вал, посадки шпонок.</w:t>
      </w:r>
    </w:p>
    <w:p w:rsidR="00BC04D7" w:rsidRPr="004B0AD9" w:rsidRDefault="00BC04D7" w:rsidP="004B0AD9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080"/>
          <w:tab w:val="left" w:pos="1134"/>
          <w:tab w:val="left" w:pos="402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 xml:space="preserve">Выявить размерную цепь, обеспечивающую наличие осевого зазора в подшипниковом узле, гарантирующем отсутствие заклинивания подшипников, если в эксплуатации вал и подшипники нагреваются в среднем не выше </w:t>
      </w:r>
      <w:r w:rsidRPr="004B0AD9">
        <w:rPr>
          <w:sz w:val="28"/>
          <w:szCs w:val="28"/>
          <w:lang w:val="en-US"/>
        </w:rPr>
        <w:t>t</w:t>
      </w:r>
      <w:r w:rsidRPr="004B0AD9">
        <w:rPr>
          <w:sz w:val="28"/>
          <w:szCs w:val="28"/>
          <w:vertAlign w:val="subscript"/>
          <w:lang w:val="en-US"/>
        </w:rPr>
        <w:t>B</w:t>
      </w:r>
      <w:r w:rsidRPr="004B0AD9">
        <w:rPr>
          <w:sz w:val="28"/>
          <w:szCs w:val="28"/>
        </w:rPr>
        <w:t>=</w:t>
      </w:r>
      <w:r w:rsidR="002D62E3" w:rsidRPr="004B0AD9">
        <w:rPr>
          <w:sz w:val="28"/>
          <w:szCs w:val="28"/>
        </w:rPr>
        <w:t>80</w:t>
      </w:r>
      <w:r w:rsidRPr="004B0AD9">
        <w:rPr>
          <w:sz w:val="28"/>
          <w:szCs w:val="28"/>
        </w:rPr>
        <w:t>°</w:t>
      </w:r>
      <w:r w:rsidRPr="004B0AD9">
        <w:rPr>
          <w:sz w:val="28"/>
          <w:szCs w:val="28"/>
          <w:lang w:val="en-US"/>
        </w:rPr>
        <w:t>C</w:t>
      </w:r>
      <w:r w:rsidRPr="004B0AD9">
        <w:rPr>
          <w:sz w:val="28"/>
          <w:szCs w:val="28"/>
        </w:rPr>
        <w:t xml:space="preserve">, а корпус не выше </w:t>
      </w:r>
      <w:r w:rsidRPr="004B0AD9">
        <w:rPr>
          <w:sz w:val="28"/>
          <w:szCs w:val="28"/>
          <w:lang w:val="en-US"/>
        </w:rPr>
        <w:t>t</w:t>
      </w:r>
      <w:r w:rsidR="002D62E3" w:rsidRPr="004B0AD9">
        <w:rPr>
          <w:sz w:val="28"/>
          <w:szCs w:val="28"/>
          <w:vertAlign w:val="subscript"/>
        </w:rPr>
        <w:t>К</w:t>
      </w:r>
      <w:r w:rsidR="002D62E3" w:rsidRPr="004B0AD9">
        <w:rPr>
          <w:sz w:val="28"/>
          <w:szCs w:val="28"/>
        </w:rPr>
        <w:t>=40</w:t>
      </w:r>
      <w:r w:rsidRPr="004B0AD9">
        <w:rPr>
          <w:sz w:val="28"/>
          <w:szCs w:val="28"/>
        </w:rPr>
        <w:t>°</w:t>
      </w:r>
      <w:r w:rsidRPr="004B0AD9">
        <w:rPr>
          <w:sz w:val="28"/>
          <w:szCs w:val="28"/>
          <w:lang w:val="en-US"/>
        </w:rPr>
        <w:t>C</w:t>
      </w:r>
      <w:r w:rsidRPr="004B0AD9">
        <w:rPr>
          <w:sz w:val="28"/>
          <w:szCs w:val="28"/>
        </w:rPr>
        <w:t>. Пронормировать по точности размеры деталей, образующих данную размерную цепь (рациональным, по усмотрению исполнителя методом). Выполнить проверку. Смоделировать конструкцию (корпус, крышки, зубчатые колеса - упрощенно), рассчитать размерную цепь, используя инструментальные средства. Выполнить анализ влияния данного зазора на показатели точности передачи.</w:t>
      </w:r>
    </w:p>
    <w:p w:rsidR="00BC04D7" w:rsidRPr="004B0AD9" w:rsidRDefault="00BC04D7" w:rsidP="004B0AD9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08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Выполнить эскиз вала. Обоснованно назначить шероховатости поверхностей. Для всех размеров и допусков формы и расположения, не пронормированных на поле эскиза, выявить числовые значения допусков. Результат представить на втором эскизе.</w:t>
      </w:r>
    </w:p>
    <w:p w:rsidR="00BC04D7" w:rsidRPr="004B0AD9" w:rsidRDefault="00BC04D7" w:rsidP="004B0AD9">
      <w:pPr>
        <w:widowControl w:val="0"/>
        <w:numPr>
          <w:ilvl w:val="0"/>
          <w:numId w:val="8"/>
        </w:numPr>
        <w:shd w:val="clear" w:color="auto" w:fill="FFFFFF"/>
        <w:tabs>
          <w:tab w:val="left" w:pos="709"/>
          <w:tab w:val="left" w:pos="1080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Выполнить эскиз зубчатого колеса. Привести численные значения основных точностных характеристик.</w:t>
      </w:r>
    </w:p>
    <w:p w:rsidR="002D62E3" w:rsidRPr="004B0AD9" w:rsidRDefault="002D62E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413467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Расчет размерных</w:t>
      </w:r>
      <w:r w:rsidR="002D62E3" w:rsidRPr="004B0AD9">
        <w:rPr>
          <w:i/>
          <w:sz w:val="28"/>
          <w:szCs w:val="28"/>
          <w:u w:val="single"/>
        </w:rPr>
        <w:t xml:space="preserve"> цеп</w:t>
      </w:r>
      <w:r w:rsidRPr="004B0AD9">
        <w:rPr>
          <w:i/>
          <w:sz w:val="28"/>
          <w:szCs w:val="28"/>
          <w:u w:val="single"/>
        </w:rPr>
        <w:t>ей</w:t>
      </w:r>
      <w:r w:rsidR="002D62E3" w:rsidRPr="004B0AD9">
        <w:rPr>
          <w:i/>
          <w:sz w:val="28"/>
          <w:szCs w:val="28"/>
          <w:u w:val="single"/>
        </w:rPr>
        <w:t>:</w:t>
      </w:r>
    </w:p>
    <w:p w:rsidR="002D62E3" w:rsidRPr="004B0AD9" w:rsidRDefault="002D62E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D62E3" w:rsidRPr="004B0AD9" w:rsidRDefault="00A01656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184"/>
          <w:sz w:val="28"/>
          <w:szCs w:val="28"/>
        </w:rPr>
        <w:object w:dxaOrig="4840" w:dyaOrig="3800">
          <v:shape id="_x0000_i1076" type="#_x0000_t75" style="width:295.5pt;height:231.75pt" o:ole="">
            <v:imagedata r:id="rId80" o:title=""/>
          </v:shape>
          <o:OLEObject Type="Embed" ProgID="Equation.3" ShapeID="_x0000_i1076" DrawAspect="Content" ObjectID="_1469681244" r:id="rId81"/>
        </w:object>
      </w:r>
    </w:p>
    <w:p w:rsidR="008A1BB9" w:rsidRPr="004B0AD9" w:rsidRDefault="0072741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249.75pt;height:431.25pt">
            <v:imagedata r:id="rId82" o:title=""/>
          </v:shape>
        </w:pict>
      </w:r>
      <w:r w:rsidR="00A61DBF" w:rsidRPr="004B0AD9">
        <w:rPr>
          <w:sz w:val="28"/>
          <w:szCs w:val="28"/>
        </w:rPr>
        <w:t xml:space="preserve">  </w:t>
      </w:r>
    </w:p>
    <w:p w:rsidR="00A61DBF" w:rsidRPr="004B0AD9" w:rsidRDefault="00A61DBF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A61DBF" w:rsidRPr="004B0AD9" w:rsidRDefault="0072741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369" editas="canvas" style="width:384.65pt;height:242pt;mso-position-horizontal-relative:char;mso-position-vertical-relative:line" coordorigin="2559,1453" coordsize="5059,3192">
            <o:lock v:ext="edit" aspectratio="t"/>
            <v:shape id="_x0000_s1370" type="#_x0000_t75" style="position:absolute;left:2559;top:1453;width:5059;height:3192" o:preferrelative="f">
              <v:fill o:detectmouseclick="t"/>
              <v:path o:extrusionok="t" o:connecttype="none"/>
              <o:lock v:ext="edit" text="t"/>
            </v:shape>
            <v:line id="_x0000_s1371" style="position:absolute" from="3050,1869" to="3050,4090"/>
            <v:line id="_x0000_s1372" style="position:absolute" from="3050,3257" to="3604,3257">
              <v:stroke startarrow="classic" startarrowlength="long" endarrow="classic" endarrowlength="long"/>
            </v:line>
            <v:line id="_x0000_s1373" style="position:absolute" from="3604,3118" to="3604,3673"/>
            <v:line id="_x0000_s1374" style="position:absolute" from="3604,3535" to="4157,3536">
              <v:stroke startarrow="classic" startarrowlength="long" endarrow="classic" endarrowlength="long"/>
            </v:line>
            <v:line id="_x0000_s1375" style="position:absolute" from="4157,3396" to="4157,3951"/>
            <v:line id="_x0000_s1376" style="position:absolute" from="4157,3812" to="4434,3813">
              <v:stroke startarrow="classic" startarrowlength="long" endarrow="classic" endarrowlength="long"/>
            </v:line>
            <v:line id="_x0000_s1377" style="position:absolute" from="4434,3673" to="4434,4228"/>
            <v:line id="_x0000_s1378" style="position:absolute;flip:y" from="4434,4090" to="5957,4091">
              <v:stroke startarrow="classic" startarrowlength="long" endarrow="classic" endarrowlength="long"/>
            </v:line>
            <v:line id="_x0000_s1379" style="position:absolute" from="5957,3673" to="5957,4228"/>
            <v:line id="_x0000_s1380" style="position:absolute" from="5957,3812" to="6234,3813">
              <v:stroke startarrow="classic" startarrowlength="long" endarrow="classic" endarrowlength="long"/>
            </v:line>
            <v:line id="_x0000_s1381" style="position:absolute" from="6234,3396" to="6234,3951"/>
            <v:line id="_x0000_s1382" style="position:absolute" from="6234,3535" to="6787,3536">
              <v:stroke startarrow="classic" startarrowlength="long" endarrow="classic" endarrowlength="long"/>
            </v:line>
            <v:line id="_x0000_s1383" style="position:absolute" from="6787,3118" to="6787,3673"/>
            <v:line id="_x0000_s1384" style="position:absolute" from="6787,3257" to="7202,3258">
              <v:stroke startarrow="classic" startarrowlength="long" endarrow="classic" endarrowlength="long"/>
            </v:line>
            <v:line id="_x0000_s1385" style="position:absolute;flip:y" from="7202,1869" to="7202,4090"/>
            <v:line id="_x0000_s1386" style="position:absolute" from="3050,2147" to="7202,2148">
              <v:stroke startarrow="classic" startarrowlength="long" endarrow="classic" endarrowlength="long"/>
            </v:line>
            <v:shape id="_x0000_s1387" type="#_x0000_t202" style="position:absolute;left:3060;top:2760;width:473;height:402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А2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25</w:t>
                    </w:r>
                  </w:p>
                </w:txbxContent>
              </v:textbox>
            </v:shape>
            <v:shape id="_x0000_s1388" type="#_x0000_t202" style="position:absolute;left:4864;top:3564;width:475;height:402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А5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60</w:t>
                    </w:r>
                  </w:p>
                </w:txbxContent>
              </v:textbox>
            </v:shape>
            <v:shape id="_x0000_s1389" type="#_x0000_t202" style="position:absolute;left:3661;top:3061;width:473;height:403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А3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22</w:t>
                    </w:r>
                  </w:p>
                </w:txbxContent>
              </v:textbox>
            </v:shape>
            <v:shape id="_x0000_s1390" type="#_x0000_t202" style="position:absolute;left:6268;top:3061;width:473;height:403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А7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22</w:t>
                    </w:r>
                  </w:p>
                </w:txbxContent>
              </v:textbox>
            </v:shape>
            <v:shape id="_x0000_s1391" type="#_x0000_t202" style="position:absolute;left:4764;top:1654;width:473;height:402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А1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139</w:t>
                    </w:r>
                  </w:p>
                </w:txbxContent>
              </v:textbox>
            </v:shape>
            <v:shape id="_x0000_s1392" type="#_x0000_t202" style="position:absolute;left:4163;top:3263;width:473;height:402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А4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393" type="#_x0000_t202" style="position:absolute;left:5667;top:3263;width:474;height:402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А6</w:t>
                    </w:r>
                  </w:p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394" type="#_x0000_t202" style="position:absolute;left:6870;top:2961;width:313;height:264" stroked="f">
              <v:textbox inset="2.94428mm,1.47211mm,2.94428mm,1.47211mm">
                <w:txbxContent>
                  <w:p w:rsidR="00A27EBE" w:rsidRPr="00DC7360" w:rsidRDefault="00A27EBE" w:rsidP="00A27EBE">
                    <w:pPr>
                      <w:jc w:val="center"/>
                      <w:rPr>
                        <w:color w:val="000000"/>
                        <w:sz w:val="20"/>
                      </w:rPr>
                    </w:pPr>
                    <w:r w:rsidRPr="00DC7360">
                      <w:rPr>
                        <w:color w:val="000000"/>
                        <w:sz w:val="20"/>
                      </w:rPr>
                      <w:t>Δ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Δ=0,1...0,6</w:t>
      </w: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TΔ=Δmax-Δmin=0.6-0.1=0.5</w:t>
      </w: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04D3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24"/>
          <w:sz w:val="28"/>
          <w:szCs w:val="28"/>
          <w:lang w:val="en-US"/>
        </w:rPr>
        <w:object w:dxaOrig="5580" w:dyaOrig="620">
          <v:shape id="_x0000_i1079" type="#_x0000_t75" style="width:306.75pt;height:33.75pt" o:ole="">
            <v:imagedata r:id="rId83" o:title=""/>
          </v:shape>
          <o:OLEObject Type="Embed" ProgID="Equation.3" ShapeID="_x0000_i1079" DrawAspect="Content" ObjectID="_1469681245" r:id="rId84"/>
        </w:object>
      </w: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T</w:t>
      </w:r>
      <w:r w:rsidRPr="004B0AD9">
        <w:rPr>
          <w:sz w:val="28"/>
          <w:szCs w:val="28"/>
          <w:vertAlign w:val="subscript"/>
        </w:rPr>
        <w:t>подш</w:t>
      </w:r>
      <w:r w:rsidRPr="004B0AD9">
        <w:rPr>
          <w:sz w:val="28"/>
          <w:szCs w:val="28"/>
        </w:rPr>
        <w:t>=0,12</w:t>
      </w:r>
    </w:p>
    <w:p w:rsidR="007504D3" w:rsidRPr="004B0AD9" w:rsidRDefault="007504D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504D3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8"/>
          <w:sz w:val="28"/>
          <w:szCs w:val="28"/>
        </w:rPr>
        <w:object w:dxaOrig="9160" w:dyaOrig="1480">
          <v:shape id="_x0000_i1080" type="#_x0000_t75" style="width:476.25pt;height:78pt" o:ole="">
            <v:imagedata r:id="rId85" o:title=""/>
          </v:shape>
          <o:OLEObject Type="Embed" ProgID="Equation.3" ShapeID="_x0000_i1080" DrawAspect="Content" ObjectID="_1469681246" r:id="rId86"/>
        </w:object>
      </w:r>
    </w:p>
    <w:p w:rsidR="00E20924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sz w:val="28"/>
          <w:szCs w:val="28"/>
          <w:lang w:val="en-US"/>
        </w:rPr>
        <w:t>A</w:t>
      </w:r>
      <w:r w:rsidRPr="004B0AD9">
        <w:rPr>
          <w:sz w:val="28"/>
          <w:szCs w:val="28"/>
          <w:vertAlign w:val="subscript"/>
          <w:lang w:val="en-US"/>
        </w:rPr>
        <w:t>4</w:t>
      </w:r>
      <w:r w:rsidRPr="004B0AD9">
        <w:rPr>
          <w:sz w:val="28"/>
          <w:szCs w:val="28"/>
          <w:lang w:val="en-US"/>
        </w:rPr>
        <w:t>=A</w:t>
      </w:r>
      <w:r w:rsidRPr="004B0AD9">
        <w:rPr>
          <w:sz w:val="28"/>
          <w:szCs w:val="28"/>
          <w:vertAlign w:val="subscript"/>
          <w:lang w:val="en-US"/>
        </w:rPr>
        <w:t>6</w:t>
      </w:r>
    </w:p>
    <w:p w:rsidR="00E20924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0924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B0AD9">
        <w:rPr>
          <w:position w:val="-86"/>
          <w:sz w:val="28"/>
          <w:szCs w:val="28"/>
          <w:lang w:val="en-US"/>
        </w:rPr>
        <w:object w:dxaOrig="5520" w:dyaOrig="1840">
          <v:shape id="_x0000_i1081" type="#_x0000_t75" style="width:306pt;height:102pt" o:ole="">
            <v:imagedata r:id="rId87" o:title=""/>
          </v:shape>
          <o:OLEObject Type="Embed" ProgID="Equation.3" ShapeID="_x0000_i1081" DrawAspect="Content" ObjectID="_1469681247" r:id="rId88"/>
        </w:object>
      </w:r>
    </w:p>
    <w:p w:rsidR="00E20924" w:rsidRPr="004B0AD9" w:rsidRDefault="00E20924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20924" w:rsidRPr="004B0AD9" w:rsidRDefault="007F0BEA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Проведем проверку Δ</w:t>
      </w:r>
      <w:r w:rsidRPr="004B0AD9">
        <w:rPr>
          <w:sz w:val="28"/>
          <w:szCs w:val="28"/>
          <w:lang w:val="en-US"/>
        </w:rPr>
        <w:t>min</w:t>
      </w:r>
      <w:r w:rsidRPr="004B0AD9">
        <w:rPr>
          <w:sz w:val="28"/>
          <w:szCs w:val="28"/>
        </w:rPr>
        <w:t xml:space="preserve"> и Δ</w:t>
      </w:r>
      <w:r w:rsidRPr="004B0AD9">
        <w:rPr>
          <w:sz w:val="28"/>
          <w:szCs w:val="28"/>
          <w:lang w:val="en-US"/>
        </w:rPr>
        <w:t>max</w:t>
      </w:r>
      <w:r w:rsidRPr="004B0AD9">
        <w:rPr>
          <w:sz w:val="28"/>
          <w:szCs w:val="28"/>
        </w:rPr>
        <w:t>:</w:t>
      </w:r>
    </w:p>
    <w:p w:rsidR="007F0BEA" w:rsidRPr="004B0AD9" w:rsidRDefault="007F0BEA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7F0BEA" w:rsidRPr="004B0AD9" w:rsidRDefault="00DC7360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2"/>
          <w:sz w:val="28"/>
          <w:szCs w:val="28"/>
        </w:rPr>
        <w:object w:dxaOrig="9080" w:dyaOrig="1800">
          <v:shape id="_x0000_i1082" type="#_x0000_t75" style="width:435.75pt;height:86.25pt" o:ole="">
            <v:imagedata r:id="rId89" o:title=""/>
          </v:shape>
          <o:OLEObject Type="Embed" ProgID="Equation.3" ShapeID="_x0000_i1082" DrawAspect="Content" ObjectID="_1469681248" r:id="rId90"/>
        </w:object>
      </w:r>
    </w:p>
    <w:p w:rsidR="000E728A" w:rsidRPr="004B0AD9" w:rsidRDefault="000E728A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>Вывод:</w:t>
      </w:r>
      <w:r w:rsidRPr="004B0AD9">
        <w:rPr>
          <w:sz w:val="28"/>
          <w:szCs w:val="28"/>
        </w:rPr>
        <w:t xml:space="preserve"> При А</w:t>
      </w:r>
      <w:r w:rsidRPr="004B0AD9">
        <w:rPr>
          <w:sz w:val="28"/>
          <w:szCs w:val="28"/>
          <w:vertAlign w:val="subscript"/>
        </w:rPr>
        <w:t>1</w:t>
      </w:r>
      <w:r w:rsidRPr="004B0AD9">
        <w:rPr>
          <w:sz w:val="28"/>
          <w:szCs w:val="28"/>
        </w:rPr>
        <w:t>=140мм, А</w:t>
      </w:r>
      <w:r w:rsidRPr="004B0AD9">
        <w:rPr>
          <w:sz w:val="28"/>
          <w:szCs w:val="28"/>
          <w:vertAlign w:val="subscript"/>
        </w:rPr>
        <w:t>2</w:t>
      </w:r>
      <w:r w:rsidRPr="004B0AD9">
        <w:rPr>
          <w:sz w:val="28"/>
          <w:szCs w:val="28"/>
        </w:rPr>
        <w:t>=25мм, А</w:t>
      </w:r>
      <w:r w:rsidRPr="004B0AD9">
        <w:rPr>
          <w:sz w:val="28"/>
          <w:szCs w:val="28"/>
          <w:vertAlign w:val="subscript"/>
        </w:rPr>
        <w:t>3</w:t>
      </w:r>
      <w:r w:rsidRPr="004B0AD9">
        <w:rPr>
          <w:sz w:val="28"/>
          <w:szCs w:val="28"/>
        </w:rPr>
        <w:t>=22мм, А</w:t>
      </w:r>
      <w:r w:rsidRPr="004B0AD9">
        <w:rPr>
          <w:sz w:val="28"/>
          <w:szCs w:val="28"/>
          <w:vertAlign w:val="subscript"/>
        </w:rPr>
        <w:t>4</w:t>
      </w:r>
      <w:r w:rsidRPr="004B0AD9">
        <w:rPr>
          <w:sz w:val="28"/>
          <w:szCs w:val="28"/>
        </w:rPr>
        <w:t>=5мм, А</w:t>
      </w:r>
      <w:r w:rsidRPr="004B0AD9">
        <w:rPr>
          <w:sz w:val="28"/>
          <w:szCs w:val="28"/>
          <w:vertAlign w:val="subscript"/>
        </w:rPr>
        <w:t>5</w:t>
      </w:r>
      <w:r w:rsidRPr="004B0AD9">
        <w:rPr>
          <w:sz w:val="28"/>
          <w:szCs w:val="28"/>
        </w:rPr>
        <w:t>=60мм, А</w:t>
      </w:r>
      <w:r w:rsidRPr="004B0AD9">
        <w:rPr>
          <w:sz w:val="28"/>
          <w:szCs w:val="28"/>
          <w:vertAlign w:val="subscript"/>
        </w:rPr>
        <w:t>6</w:t>
      </w:r>
      <w:r w:rsidRPr="004B0AD9">
        <w:rPr>
          <w:sz w:val="28"/>
          <w:szCs w:val="28"/>
        </w:rPr>
        <w:t>=5мм, А</w:t>
      </w:r>
      <w:r w:rsidRPr="004B0AD9">
        <w:rPr>
          <w:sz w:val="28"/>
          <w:szCs w:val="28"/>
          <w:vertAlign w:val="subscript"/>
        </w:rPr>
        <w:t>7</w:t>
      </w:r>
      <w:r w:rsidRPr="004B0AD9">
        <w:rPr>
          <w:sz w:val="28"/>
          <w:szCs w:val="28"/>
        </w:rPr>
        <w:t xml:space="preserve">=22мм размерах, образующих размерную цепь, обеспечивается осевой зазор в подшипниковом узле  Δ=0,1…0,6. </w:t>
      </w:r>
      <w:r w:rsidR="001823BA" w:rsidRPr="004B0AD9">
        <w:rPr>
          <w:sz w:val="28"/>
          <w:szCs w:val="28"/>
        </w:rPr>
        <w:t>О</w:t>
      </w:r>
      <w:r w:rsidRPr="004B0AD9">
        <w:rPr>
          <w:sz w:val="28"/>
          <w:szCs w:val="28"/>
        </w:rPr>
        <w:t>беспеч</w:t>
      </w:r>
      <w:r w:rsidR="001823BA" w:rsidRPr="004B0AD9">
        <w:rPr>
          <w:sz w:val="28"/>
          <w:szCs w:val="28"/>
        </w:rPr>
        <w:t>ивается сборка по методу полной взаимозаменяемости. Расчет размерной цепи осуществляется по методу равных допусков.</w:t>
      </w:r>
    </w:p>
    <w:p w:rsidR="0021362D" w:rsidRPr="004B0AD9" w:rsidRDefault="0021362D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1362D" w:rsidRPr="004B0AD9" w:rsidRDefault="00C33B55" w:rsidP="004B0AD9">
      <w:pPr>
        <w:tabs>
          <w:tab w:val="left" w:pos="1418"/>
        </w:tabs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4B0AD9">
        <w:rPr>
          <w:i/>
          <w:sz w:val="28"/>
          <w:szCs w:val="28"/>
          <w:u w:val="single"/>
        </w:rPr>
        <w:t>Эскиз вала:</w:t>
      </w:r>
    </w:p>
    <w:p w:rsidR="0021362D" w:rsidRPr="004B0AD9" w:rsidRDefault="0021362D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1362D" w:rsidRPr="004B0AD9" w:rsidRDefault="00727413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427.5pt;height:208.5pt">
            <v:imagedata r:id="rId91" o:title=""/>
          </v:shape>
        </w:pict>
      </w:r>
    </w:p>
    <w:p w:rsidR="0021362D" w:rsidRDefault="0021362D" w:rsidP="004B0AD9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:rsidR="00202A2B" w:rsidRPr="004B0AD9" w:rsidRDefault="00202A2B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  <w:u w:val="single"/>
        </w:rPr>
        <w:t xml:space="preserve">Задание 6: </w:t>
      </w:r>
      <w:r w:rsidRPr="004B0AD9">
        <w:rPr>
          <w:sz w:val="28"/>
          <w:szCs w:val="28"/>
        </w:rPr>
        <w:t xml:space="preserve">Для шлицевого соединения 10х92х38х зарисовать эскизы с простановкой размеров и стандартов эскизы с простановкой размеров и стандартов </w:t>
      </w:r>
      <w:r w:rsidR="00065605" w:rsidRPr="004B0AD9">
        <w:rPr>
          <w:sz w:val="28"/>
          <w:szCs w:val="28"/>
        </w:rPr>
        <w:t>с центрированием по наружному (</w:t>
      </w:r>
      <w:r w:rsidR="00065605" w:rsidRPr="004B0AD9">
        <w:rPr>
          <w:sz w:val="28"/>
          <w:szCs w:val="28"/>
          <w:lang w:val="en-US"/>
        </w:rPr>
        <w:t>D</w:t>
      </w:r>
      <w:r w:rsidR="00065605" w:rsidRPr="004B0AD9">
        <w:rPr>
          <w:sz w:val="28"/>
          <w:szCs w:val="28"/>
        </w:rPr>
        <w:t>), внутреннему (</w:t>
      </w:r>
      <w:r w:rsidR="00065605" w:rsidRPr="004B0AD9">
        <w:rPr>
          <w:sz w:val="28"/>
          <w:szCs w:val="28"/>
          <w:lang w:val="en-US"/>
        </w:rPr>
        <w:t>d</w:t>
      </w:r>
      <w:r w:rsidR="00065605" w:rsidRPr="004B0AD9">
        <w:rPr>
          <w:sz w:val="28"/>
          <w:szCs w:val="28"/>
        </w:rPr>
        <w:t>) диаметрам и по ширине шлица (</w:t>
      </w:r>
      <w:r w:rsidR="00E2554C" w:rsidRPr="004B0AD9">
        <w:rPr>
          <w:sz w:val="28"/>
          <w:szCs w:val="28"/>
          <w:lang w:val="en-US"/>
        </w:rPr>
        <w:t>b</w:t>
      </w:r>
      <w:r w:rsidR="00E2554C" w:rsidRPr="004B0AD9">
        <w:rPr>
          <w:sz w:val="28"/>
          <w:szCs w:val="28"/>
        </w:rPr>
        <w:t>). Пронормировать по точности.</w:t>
      </w:r>
    </w:p>
    <w:p w:rsidR="00E2554C" w:rsidRPr="004B0AD9" w:rsidRDefault="00E2554C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554C" w:rsidRPr="004B0AD9" w:rsidRDefault="00E2554C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По ГОСТу 1139-80</w:t>
      </w:r>
    </w:p>
    <w:p w:rsidR="00E2554C" w:rsidRPr="004B0AD9" w:rsidRDefault="00E2554C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  <w:lang w:val="en-US"/>
        </w:rPr>
        <w:t>B</w:t>
      </w:r>
      <w:r w:rsidRPr="004B0AD9">
        <w:rPr>
          <w:sz w:val="28"/>
          <w:szCs w:val="28"/>
        </w:rPr>
        <w:t xml:space="preserve">=14мм, </w:t>
      </w:r>
      <w:r w:rsidRPr="004B0AD9">
        <w:rPr>
          <w:sz w:val="28"/>
          <w:szCs w:val="28"/>
          <w:lang w:val="en-US"/>
        </w:rPr>
        <w:t>d</w:t>
      </w:r>
      <w:r w:rsidRPr="004B0AD9">
        <w:rPr>
          <w:sz w:val="28"/>
          <w:szCs w:val="28"/>
          <w:vertAlign w:val="subscript"/>
        </w:rPr>
        <w:t>1</w:t>
      </w:r>
      <w:r w:rsidRPr="004B0AD9">
        <w:rPr>
          <w:sz w:val="28"/>
          <w:szCs w:val="28"/>
        </w:rPr>
        <w:t>=89,4мм</w:t>
      </w:r>
    </w:p>
    <w:p w:rsidR="00E2554C" w:rsidRPr="004B0AD9" w:rsidRDefault="00E2554C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2554C" w:rsidRPr="004B0AD9" w:rsidRDefault="00E2554C" w:rsidP="00DC7360">
      <w:pPr>
        <w:widowControl w:val="0"/>
        <w:numPr>
          <w:ilvl w:val="0"/>
          <w:numId w:val="10"/>
        </w:numPr>
        <w:shd w:val="clear" w:color="auto" w:fill="FFFFFF"/>
        <w:tabs>
          <w:tab w:val="left" w:pos="1418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i/>
          <w:sz w:val="28"/>
          <w:szCs w:val="28"/>
        </w:rPr>
      </w:pPr>
      <w:r w:rsidRPr="004B0AD9">
        <w:rPr>
          <w:i/>
          <w:sz w:val="28"/>
          <w:szCs w:val="28"/>
        </w:rPr>
        <w:t>Центрирование по наружному диаметру:</w:t>
      </w:r>
    </w:p>
    <w:p w:rsidR="00E2554C" w:rsidRPr="004B0AD9" w:rsidRDefault="00DC7360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832ABF">
        <w:rPr>
          <w:position w:val="-214"/>
        </w:rPr>
        <w:object w:dxaOrig="3140" w:dyaOrig="4720">
          <v:shape id="_x0000_i1084" type="#_x0000_t75" style="width:166.5pt;height:243pt" o:ole="" o:allowoverlap="f">
            <v:imagedata r:id="rId92" o:title=""/>
          </v:shape>
          <o:OLEObject Type="Embed" ProgID="Equation.3" ShapeID="_x0000_i1084" DrawAspect="Content" ObjectID="_1469681249" r:id="rId93"/>
        </w:object>
      </w:r>
    </w:p>
    <w:p w:rsidR="00DC7360" w:rsidRDefault="00DC7360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01CF4" w:rsidRPr="004B0AD9" w:rsidRDefault="002A6C04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- для втулки</w:t>
      </w:r>
    </w:p>
    <w:p w:rsidR="00901CF4" w:rsidRPr="004B0AD9" w:rsidRDefault="002A6C04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- для вала</w:t>
      </w:r>
    </w:p>
    <w:p w:rsidR="00901CF4" w:rsidRPr="004B0AD9" w:rsidRDefault="00901CF4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74832" w:rsidRPr="004B0AD9" w:rsidRDefault="00727413" w:rsidP="004B0AD9">
      <w:pPr>
        <w:widowControl w:val="0"/>
        <w:shd w:val="clear" w:color="auto" w:fill="FFFFFF"/>
        <w:tabs>
          <w:tab w:val="left" w:pos="9355"/>
          <w:tab w:val="left" w:pos="13467"/>
          <w:tab w:val="left" w:pos="1360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group id="_x0000_s1395" editas="canvas" style="position:absolute;margin-left:99.55pt;margin-top:19.4pt;width:280.55pt;height:190.05pt;z-index:251637760;mso-position-horizontal-relative:char;mso-position-vertical-relative:line" coordorigin="3880,11792" coordsize="4291,2914">
            <o:lock v:ext="edit" aspectratio="t"/>
            <v:shape id="_x0000_s1396" type="#_x0000_t75" style="position:absolute;left:3880;top:11792;width:4291;height:2914" o:preferrelative="f">
              <v:fill o:detectmouseclick="t"/>
              <v:stroke dashstyle="dashDot"/>
              <v:path o:extrusionok="t" o:connecttype="none"/>
              <o:lock v:ext="edit" text="t"/>
            </v:shape>
            <v:line id="_x0000_s1397" style="position:absolute" from="6234,12625" to="7756,12625" strokeweight="1.5pt"/>
            <v:line id="_x0000_s1398" style="position:absolute;flip:x" from="6095,12625" to="6234,12902" strokeweight="1.5pt"/>
            <v:line id="_x0000_s1399" style="position:absolute" from="6095,12902" to="6096,13457" strokeweight="1.5pt"/>
            <v:line id="_x0000_s1400" style="position:absolute" from="6095,13457" to="6234,13734" strokeweight="1.5pt"/>
            <v:line id="_x0000_s1401" style="position:absolute" from="6234,13735" to="7617,13736" strokeweight="1.5pt"/>
            <v:line id="_x0000_s1402" style="position:absolute" from="6095,12902" to="7618,12903" strokeweight="1.5pt"/>
            <v:line id="_x0000_s1403" style="position:absolute" from="6095,13457" to="7756,13458" strokeweight="1.5pt"/>
            <v:line id="_x0000_s1404" style="position:absolute;flip:x y" from="5541,12625" to="6234,12626" strokeweight="1.5pt"/>
            <v:line id="_x0000_s1405" style="position:absolute;flip:x" from="5403,12902" to="6095,12902"/>
            <v:line id="_x0000_s1406" style="position:absolute;flip:x" from="5403,13457" to="6095,13458"/>
            <v:line id="_x0000_s1407" style="position:absolute;flip:x" from="5541,13735" to="6235,13736" strokeweight="1.5pt"/>
            <v:shape id="_x0000_s1408" style="position:absolute;left:7618;top:12625;width:138;height:1110" coordsize="181,1448" path="m181,c90,90,,181,,362v,181,181,543,181,724c181,1267,30,1358,,1448e" filled="f">
              <v:path arrowok="t"/>
            </v:shape>
            <v:line id="_x0000_s1409" style="position:absolute" from="5265,13180" to="7894,13180">
              <v:stroke dashstyle="longDashDot"/>
            </v:line>
            <v:shape id="_x0000_s1410" style="position:absolute;left:5357;top:12138;width:2122;height:2059" coordsize="2775,2685" path="m2594,2082v-151,136,-302,272,-543,362c1810,2534,1448,2685,1146,2625,844,2565,422,2233,241,2082,60,1931,90,1901,60,1720,30,1539,,1237,60,996,120,755,211,423,422,272,633,121,995,121,1327,91,1659,61,2172,,2413,91v241,91,302,422,362,543e" filled="f">
              <v:path arrowok="t"/>
            </v:shape>
            <v:line id="_x0000_s1411" style="position:absolute;flip:y" from="6095,12902" to="6234,13180" strokeweight=".5pt"/>
            <v:line id="_x0000_s1412" style="position:absolute;flip:y" from="6095,12902" to="6372,13457" strokeweight=".5pt"/>
            <v:line id="_x0000_s1413" style="position:absolute;flip:y" from="6234,12902" to="6510,13457" strokeweight=".5pt"/>
            <v:line id="_x0000_s1414" style="position:absolute;flip:y" from="6372,12902" to="6649,13457" strokeweight=".5pt"/>
            <v:line id="_x0000_s1415" style="position:absolute;flip:y" from="6510,12902" to="6787,13457" strokeweight=".5pt"/>
            <v:line id="_x0000_s1416" style="position:absolute;flip:y" from="6649,12902" to="6926,13457" strokeweight=".5pt"/>
            <v:line id="_x0000_s1417" style="position:absolute;flip:y" from="6787,12902" to="7064,13457" strokeweight=".5pt"/>
            <v:line id="_x0000_s1418" style="position:absolute;flip:y" from="6926,12902" to="7202,13457" strokeweight=".5pt"/>
            <v:line id="_x0000_s1419" style="position:absolute;flip:y" from="7064,12902" to="7341,13457" strokeweight=".5pt"/>
            <v:line id="_x0000_s1420" style="position:absolute;flip:y" from="7202,12902" to="7479,13457" strokeweight=".5pt"/>
            <v:line id="_x0000_s1421" style="position:absolute;flip:y" from="7341,12902" to="7618,13457" strokeweight=".5pt"/>
            <v:line id="_x0000_s1422" style="position:absolute;flip:y" from="7479,13180" to="7618,13457" strokeweight=".5pt"/>
            <v:line id="_x0000_s1423" style="position:absolute;flip:y" from="5541,12208" to="5957,12625" strokeweight=".5pt"/>
            <v:line id="_x0000_s1424" style="position:absolute;flip:y" from="5680,12208" to="6095,12625" strokeweight=".5pt"/>
            <v:line id="_x0000_s1425" style="position:absolute;flip:y" from="5818,12208" to="6234,12625" strokeweight=".5pt"/>
            <v:line id="_x0000_s1426" style="position:absolute;flip:y" from="5957,12208" to="6372,12625" strokeweight=".5pt"/>
            <v:line id="_x0000_s1427" style="position:absolute;flip:y" from="6095,12208" to="6510,12625" strokeweight=".5pt"/>
            <v:line id="_x0000_s1428" style="position:absolute;flip:y" from="6234,12208" to="6649,12625" strokeweight=".5pt"/>
            <v:line id="_x0000_s1429" style="position:absolute;flip:y" from="6372,12208" to="6787,12625" strokeweight=".5pt"/>
            <v:line id="_x0000_s1430" style="position:absolute;flip:y" from="6510,12208" to="6926,12625" strokeweight=".5pt"/>
            <v:line id="_x0000_s1431" style="position:absolute;flip:y" from="6649,12208" to="7064,12625" strokeweight=".5pt"/>
            <v:line id="_x0000_s1432" style="position:absolute;flip:y" from="6787,12208" to="7202,12625" strokeweight=".5pt"/>
            <v:line id="_x0000_s1433" style="position:absolute;flip:y" from="6926,12208" to="7341,12625" strokeweight=".5pt"/>
            <v:line id="_x0000_s1434" style="position:absolute;flip:y" from="7064,12347" to="7341,12625" strokeweight=".5pt"/>
            <v:line id="_x0000_s1435" style="position:absolute;flip:y" from="7202,12486" to="7341,12625" strokeweight=".5pt"/>
            <v:line id="_x0000_s1436" style="position:absolute;flip:y" from="7341,12486" to="7479,12625" strokeweight=".5pt"/>
            <v:line id="_x0000_s1437" style="position:absolute;flip:x" from="6649,13735" to="7064,14151" strokeweight=".5pt"/>
            <v:line id="_x0000_s1438" style="position:absolute;flip:x" from="6926,13735" to="7202,14012" strokeweight=".5pt"/>
            <v:line id="_x0000_s1439" style="position:absolute;flip:x" from="6510,13735" to="6926,14151" strokeweight=".5pt"/>
            <v:line id="_x0000_s1440" style="position:absolute;flip:x" from="6372,13735" to="6787,14151" strokeweight=".5pt"/>
            <v:line id="_x0000_s1441" style="position:absolute;flip:x" from="6095,13735" to="6510,14151" strokeweight=".5pt"/>
            <v:line id="_x0000_s1442" style="position:absolute;flip:x" from="6234,13735" to="6649,14151" strokeweight=".5pt"/>
            <v:line id="_x0000_s1443" style="position:absolute;flip:x" from="6095,13735" to="6372,14012" strokeweight=".5pt"/>
            <v:line id="_x0000_s1444" style="position:absolute;flip:x" from="5957,13735" to="6234,14012" strokeweight=".5pt"/>
            <v:line id="_x0000_s1445" style="position:absolute;flip:x" from="5818,13735" to="6095,14012" strokeweight=".5pt"/>
            <v:line id="_x0000_s1446" style="position:absolute;flip:x" from="5818,13735" to="5957,13873" strokeweight=".5pt"/>
            <v:line id="_x0000_s1447" style="position:absolute;flip:x" from="5680,13735" to="5818,13873" strokeweight=".5pt"/>
            <v:line id="_x0000_s1448" style="position:absolute;flip:y" from="7618,13180" to="7756,13457" strokeweight=".5pt"/>
            <v:line id="_x0000_s1449" style="position:absolute;flip:x" from="4711,12625" to="5541,12625"/>
            <v:line id="_x0000_s1450" style="position:absolute;flip:x" from="4711,13735" to="5541,13735"/>
            <v:line id="_x0000_s1451" style="position:absolute" from="4849,12625" to="4849,13735">
              <v:stroke startarrow="classic" startarrowlength="long" endarrow="classic" endarrowlength="long"/>
            </v:line>
            <v:shape id="_x0000_s1452" type="#_x0000_t202" style="position:absolute;left:4157;top:12208;width:416;height:2220" stroked="f">
              <v:textbox style="layout-flow:vertical;mso-layout-flow-alt:bottom-to-top">
                <w:txbxContent>
                  <w:p w:rsidR="007054ED" w:rsidRPr="00D74832" w:rsidRDefault="00D74832">
                    <w:pPr>
                      <w:rPr>
                        <w:color w:val="000000"/>
                        <w:lang w:val="en-US"/>
                      </w:rPr>
                    </w:pPr>
                    <w:r w:rsidRPr="00D74832">
                      <w:rPr>
                        <w:color w:val="000000"/>
                        <w:lang w:val="en-US"/>
                      </w:rPr>
                      <w:t>D-10x92x98H7/f6x14F8/f7</w:t>
                    </w:r>
                  </w:p>
                </w:txbxContent>
              </v:textbox>
            </v:shape>
          </v:group>
        </w:pict>
      </w: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4832" w:rsidRPr="004B0AD9" w:rsidRDefault="00D74832" w:rsidP="004B0AD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0AD9">
        <w:rPr>
          <w:i/>
          <w:sz w:val="28"/>
          <w:szCs w:val="28"/>
        </w:rPr>
        <w:t>Центрирование по внутреннему диаметру:</w:t>
      </w:r>
    </w:p>
    <w:p w:rsidR="00D74832" w:rsidRPr="004B0AD9" w:rsidRDefault="00D74832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74832" w:rsidRPr="004B0AD9" w:rsidRDefault="007955C8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30"/>
          <w:sz w:val="28"/>
          <w:szCs w:val="28"/>
          <w:lang w:val="en-US"/>
        </w:rPr>
        <w:object w:dxaOrig="2500" w:dyaOrig="680">
          <v:shape id="_x0000_i1085" type="#_x0000_t75" style="width:125.25pt;height:33.75pt" o:ole="">
            <v:imagedata r:id="rId94" o:title=""/>
          </v:shape>
          <o:OLEObject Type="Embed" ProgID="Equation.3" ShapeID="_x0000_i1085" DrawAspect="Content" ObjectID="_1469681250" r:id="rId95"/>
        </w:object>
      </w:r>
    </w:p>
    <w:p w:rsidR="00E033B5" w:rsidRPr="004B0AD9" w:rsidRDefault="007955C8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2220" w:dyaOrig="1440">
          <v:shape id="_x0000_i1086" type="#_x0000_t75" style="width:111pt;height:1in" o:ole="">
            <v:imagedata r:id="rId96" o:title=""/>
          </v:shape>
          <o:OLEObject Type="Embed" ProgID="Equation.3" ShapeID="_x0000_i1086" DrawAspect="Content" ObjectID="_1469681251" r:id="rId97"/>
        </w:object>
      </w:r>
    </w:p>
    <w:p w:rsidR="007955C8" w:rsidRPr="004B0AD9" w:rsidRDefault="007D2C00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2160" w:dyaOrig="1440">
          <v:shape id="_x0000_i1087" type="#_x0000_t75" style="width:108pt;height:1in" o:ole="">
            <v:imagedata r:id="rId98" o:title=""/>
          </v:shape>
          <o:OLEObject Type="Embed" ProgID="Equation.3" ShapeID="_x0000_i1087" DrawAspect="Content" ObjectID="_1469681252" r:id="rId99"/>
        </w:object>
      </w: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2100" w:dyaOrig="1440">
          <v:shape id="_x0000_i1088" type="#_x0000_t75" style="width:105pt;height:1in" o:ole="">
            <v:imagedata r:id="rId100" o:title=""/>
          </v:shape>
          <o:OLEObject Type="Embed" ProgID="Equation.3" ShapeID="_x0000_i1088" DrawAspect="Content" ObjectID="_1469681253" r:id="rId101"/>
        </w:object>
      </w: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453" editas="canvas" style="position:absolute;margin-left:27.15pt;margin-top:-.65pt;width:280.55pt;height:190.05pt;z-index:251661312;mso-position-horizontal-relative:char;mso-position-vertical-relative:line" coordorigin="3880,11792" coordsize="4291,2914">
            <o:lock v:ext="edit" aspectratio="t"/>
            <v:shape id="_x0000_s1454" type="#_x0000_t75" style="position:absolute;left:3880;top:11792;width:4291;height:2914" o:preferrelative="f">
              <v:fill o:detectmouseclick="t"/>
              <v:stroke dashstyle="dashDot"/>
              <v:path o:extrusionok="t" o:connecttype="none"/>
              <o:lock v:ext="edit" text="t"/>
            </v:shape>
            <v:line id="_x0000_s1455" style="position:absolute" from="6234,12625" to="7756,12625" strokeweight="1.5pt"/>
            <v:line id="_x0000_s1456" style="position:absolute;flip:x" from="6095,12625" to="6234,12902" strokeweight="1.5pt"/>
            <v:line id="_x0000_s1457" style="position:absolute" from="6095,12902" to="6096,13457" strokeweight="1.5pt"/>
            <v:line id="_x0000_s1458" style="position:absolute" from="6095,13457" to="6234,13734" strokeweight="1.5pt"/>
            <v:line id="_x0000_s1459" style="position:absolute" from="6234,13735" to="7617,13736" strokeweight="1.5pt"/>
            <v:line id="_x0000_s1460" style="position:absolute" from="6095,12902" to="7618,12903" strokeweight="1.5pt"/>
            <v:line id="_x0000_s1461" style="position:absolute" from="6095,13457" to="7756,13458" strokeweight="1.5pt"/>
            <v:line id="_x0000_s1462" style="position:absolute;flip:x y" from="5541,12625" to="6234,12626" strokeweight="1.5pt"/>
            <v:line id="_x0000_s1463" style="position:absolute;flip:x" from="5403,12902" to="6095,12902"/>
            <v:line id="_x0000_s1464" style="position:absolute;flip:x" from="5403,13457" to="6095,13458"/>
            <v:line id="_x0000_s1465" style="position:absolute;flip:x" from="5541,13735" to="6235,13736" strokeweight="1.5pt"/>
            <v:shape id="_x0000_s1466" style="position:absolute;left:7618;top:12625;width:138;height:1110" coordsize="181,1448" path="m181,c90,90,,181,,362v,181,181,543,181,724c181,1267,30,1358,,1448e" filled="f">
              <v:path arrowok="t"/>
            </v:shape>
            <v:line id="_x0000_s1467" style="position:absolute" from="5265,13180" to="7894,13180">
              <v:stroke dashstyle="longDashDot"/>
            </v:line>
            <v:shape id="_x0000_s1468" style="position:absolute;left:5357;top:12138;width:2122;height:2059" coordsize="2775,2685" path="m2594,2082v-151,136,-302,272,-543,362c1810,2534,1448,2685,1146,2625,844,2565,422,2233,241,2082,60,1931,90,1901,60,1720,30,1539,,1237,60,996,120,755,211,423,422,272,633,121,995,121,1327,91,1659,61,2172,,2413,91v241,91,302,422,362,543e" filled="f">
              <v:path arrowok="t"/>
            </v:shape>
            <v:line id="_x0000_s1469" style="position:absolute;flip:y" from="6095,12902" to="6234,13180" strokeweight=".5pt"/>
            <v:line id="_x0000_s1470" style="position:absolute;flip:y" from="6095,12902" to="6372,13457" strokeweight=".5pt"/>
            <v:line id="_x0000_s1471" style="position:absolute;flip:y" from="6234,12902" to="6510,13457" strokeweight=".5pt"/>
            <v:line id="_x0000_s1472" style="position:absolute;flip:y" from="6372,12902" to="6649,13457" strokeweight=".5pt"/>
            <v:line id="_x0000_s1473" style="position:absolute;flip:y" from="6510,12902" to="6787,13457" strokeweight=".5pt"/>
            <v:line id="_x0000_s1474" style="position:absolute;flip:y" from="6649,12902" to="6926,13457" strokeweight=".5pt"/>
            <v:line id="_x0000_s1475" style="position:absolute;flip:y" from="6787,12902" to="7064,13457" strokeweight=".5pt"/>
            <v:line id="_x0000_s1476" style="position:absolute;flip:y" from="6926,12902" to="7202,13457" strokeweight=".5pt"/>
            <v:line id="_x0000_s1477" style="position:absolute;flip:y" from="7064,12902" to="7341,13457" strokeweight=".5pt"/>
            <v:line id="_x0000_s1478" style="position:absolute;flip:y" from="7202,12902" to="7479,13457" strokeweight=".5pt"/>
            <v:line id="_x0000_s1479" style="position:absolute;flip:y" from="7341,12902" to="7618,13457" strokeweight=".5pt"/>
            <v:line id="_x0000_s1480" style="position:absolute;flip:y" from="7479,13180" to="7618,13457" strokeweight=".5pt"/>
            <v:line id="_x0000_s1481" style="position:absolute;flip:y" from="5541,12208" to="5957,12625" strokeweight=".5pt"/>
            <v:line id="_x0000_s1482" style="position:absolute;flip:y" from="5680,12208" to="6095,12625" strokeweight=".5pt"/>
            <v:line id="_x0000_s1483" style="position:absolute;flip:y" from="5818,12208" to="6234,12625" strokeweight=".5pt"/>
            <v:line id="_x0000_s1484" style="position:absolute;flip:y" from="5957,12208" to="6372,12625" strokeweight=".5pt"/>
            <v:line id="_x0000_s1485" style="position:absolute;flip:y" from="6095,12208" to="6510,12625" strokeweight=".5pt"/>
            <v:line id="_x0000_s1486" style="position:absolute;flip:y" from="6234,12208" to="6649,12625" strokeweight=".5pt"/>
            <v:line id="_x0000_s1487" style="position:absolute;flip:y" from="6372,12208" to="6787,12625" strokeweight=".5pt"/>
            <v:line id="_x0000_s1488" style="position:absolute;flip:y" from="6510,12208" to="6926,12625" strokeweight=".5pt"/>
            <v:line id="_x0000_s1489" style="position:absolute;flip:y" from="6649,12208" to="7064,12625" strokeweight=".5pt"/>
            <v:line id="_x0000_s1490" style="position:absolute;flip:y" from="6787,12208" to="7202,12625" strokeweight=".5pt"/>
            <v:line id="_x0000_s1491" style="position:absolute;flip:y" from="6926,12208" to="7341,12625" strokeweight=".5pt"/>
            <v:line id="_x0000_s1492" style="position:absolute;flip:y" from="7064,12347" to="7341,12625" strokeweight=".5pt"/>
            <v:line id="_x0000_s1493" style="position:absolute;flip:y" from="7202,12486" to="7341,12625" strokeweight=".5pt"/>
            <v:line id="_x0000_s1494" style="position:absolute;flip:y" from="7341,12486" to="7479,12625" strokeweight=".5pt"/>
            <v:line id="_x0000_s1495" style="position:absolute;flip:x" from="6649,13735" to="7064,14151" strokeweight=".5pt"/>
            <v:line id="_x0000_s1496" style="position:absolute;flip:x" from="6926,13735" to="7202,14012" strokeweight=".5pt"/>
            <v:line id="_x0000_s1497" style="position:absolute;flip:x" from="6510,13735" to="6926,14151" strokeweight=".5pt"/>
            <v:line id="_x0000_s1498" style="position:absolute;flip:x" from="6372,13735" to="6787,14151" strokeweight=".5pt"/>
            <v:line id="_x0000_s1499" style="position:absolute;flip:x" from="6095,13735" to="6510,14151" strokeweight=".5pt"/>
            <v:line id="_x0000_s1500" style="position:absolute;flip:x" from="6234,13735" to="6649,14151" strokeweight=".5pt"/>
            <v:line id="_x0000_s1501" style="position:absolute;flip:x" from="6095,13735" to="6372,14012" strokeweight=".5pt"/>
            <v:line id="_x0000_s1502" style="position:absolute;flip:x" from="5957,13735" to="6234,14012" strokeweight=".5pt"/>
            <v:line id="_x0000_s1503" style="position:absolute;flip:x" from="5818,13735" to="6095,14012" strokeweight=".5pt"/>
            <v:line id="_x0000_s1504" style="position:absolute;flip:x" from="5818,13735" to="5957,13873" strokeweight=".5pt"/>
            <v:line id="_x0000_s1505" style="position:absolute;flip:x" from="5680,13735" to="5818,13873" strokeweight=".5pt"/>
            <v:line id="_x0000_s1506" style="position:absolute;flip:y" from="7618,13180" to="7756,13457" strokeweight=".5pt"/>
            <v:line id="_x0000_s1507" style="position:absolute;flip:x" from="4711,12625" to="5541,12625"/>
            <v:line id="_x0000_s1508" style="position:absolute;flip:x" from="4711,13735" to="5541,13735"/>
            <v:line id="_x0000_s1509" style="position:absolute" from="4849,12625" to="4849,13735">
              <v:stroke startarrow="classic" startarrowlength="long" endarrow="classic" endarrowlength="long"/>
            </v:line>
            <v:shape id="_x0000_s1510" type="#_x0000_t202" style="position:absolute;left:4157;top:12208;width:416;height:2220" stroked="f">
              <v:textbox style="layout-flow:vertical;mso-layout-flow-alt:bottom-to-top">
                <w:txbxContent>
                  <w:p w:rsidR="00841A67" w:rsidRPr="00D74832" w:rsidRDefault="00841A67" w:rsidP="00841A67">
                    <w:pPr>
                      <w:rPr>
                        <w:color w:val="000000"/>
                        <w:lang w:val="en-US"/>
                      </w:rPr>
                    </w:pPr>
                    <w:r>
                      <w:rPr>
                        <w:color w:val="000000"/>
                        <w:lang w:val="en-US"/>
                      </w:rPr>
                      <w:t>d</w:t>
                    </w:r>
                    <w:r w:rsidRPr="00D74832">
                      <w:rPr>
                        <w:color w:val="000000"/>
                        <w:lang w:val="en-US"/>
                      </w:rPr>
                      <w:t>-10x92H7/f</w:t>
                    </w:r>
                    <w:r>
                      <w:rPr>
                        <w:color w:val="000000"/>
                        <w:lang w:val="en-US"/>
                      </w:rPr>
                      <w:t xml:space="preserve">7 </w:t>
                    </w:r>
                    <w:r w:rsidRPr="00D74832">
                      <w:rPr>
                        <w:color w:val="000000"/>
                        <w:lang w:val="en-US"/>
                      </w:rPr>
                      <w:t>x98x14F8/f7</w:t>
                    </w:r>
                  </w:p>
                </w:txbxContent>
              </v:textbox>
            </v:shape>
          </v:group>
        </w:pict>
      </w: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841A67" w:rsidRPr="004B0AD9" w:rsidRDefault="00841A67" w:rsidP="004B0AD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B0AD9">
        <w:rPr>
          <w:i/>
          <w:sz w:val="28"/>
          <w:szCs w:val="28"/>
        </w:rPr>
        <w:t>Центрирование по ширине шлица</w:t>
      </w:r>
    </w:p>
    <w:p w:rsidR="00841A67" w:rsidRPr="004B0AD9" w:rsidRDefault="00841A67" w:rsidP="004B0AD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841A67" w:rsidRPr="004B0AD9" w:rsidRDefault="00DA34E1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24"/>
          <w:sz w:val="28"/>
          <w:szCs w:val="28"/>
        </w:rPr>
        <w:object w:dxaOrig="2060" w:dyaOrig="620">
          <v:shape id="_x0000_i1089" type="#_x0000_t75" style="width:102.75pt;height:30.75pt" o:ole="">
            <v:imagedata r:id="rId102" o:title=""/>
          </v:shape>
          <o:OLEObject Type="Embed" ProgID="Equation.3" ShapeID="_x0000_i1089" DrawAspect="Content" ObjectID="_1469681254" r:id="rId103"/>
        </w:object>
      </w:r>
    </w:p>
    <w:p w:rsidR="00DA34E1" w:rsidRPr="004B0AD9" w:rsidRDefault="00951177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2220" w:dyaOrig="1440">
          <v:shape id="_x0000_i1090" type="#_x0000_t75" style="width:111pt;height:1in" o:ole="">
            <v:imagedata r:id="rId104" o:title=""/>
          </v:shape>
          <o:OLEObject Type="Embed" ProgID="Equation.3" ShapeID="_x0000_i1090" DrawAspect="Content" ObjectID="_1469681255" r:id="rId105"/>
        </w:object>
      </w:r>
    </w:p>
    <w:p w:rsidR="00DA34E1" w:rsidRPr="004B0AD9" w:rsidRDefault="00DA34E1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951177" w:rsidRPr="004B0AD9" w:rsidRDefault="00A55369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30"/>
          <w:sz w:val="28"/>
          <w:szCs w:val="28"/>
        </w:rPr>
        <w:object w:dxaOrig="2040" w:dyaOrig="720">
          <v:shape id="_x0000_i1091" type="#_x0000_t75" style="width:102pt;height:36pt" o:ole="">
            <v:imagedata r:id="rId106" o:title=""/>
          </v:shape>
          <o:OLEObject Type="Embed" ProgID="Equation.3" ShapeID="_x0000_i1091" DrawAspect="Content" ObjectID="_1469681256" r:id="rId107"/>
        </w:object>
      </w:r>
      <w:r w:rsidRPr="004B0AD9">
        <w:rPr>
          <w:sz w:val="28"/>
          <w:szCs w:val="28"/>
        </w:rPr>
        <w:t>- для втулки</w:t>
      </w:r>
    </w:p>
    <w:p w:rsidR="00DA34E1" w:rsidRPr="004B0AD9" w:rsidRDefault="00D67857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10"/>
          <w:sz w:val="28"/>
          <w:szCs w:val="28"/>
        </w:rPr>
        <w:object w:dxaOrig="3200" w:dyaOrig="340">
          <v:shape id="_x0000_i1092" type="#_x0000_t75" style="width:159.75pt;height:17.25pt" o:ole="">
            <v:imagedata r:id="rId108" o:title=""/>
          </v:shape>
          <o:OLEObject Type="Embed" ProgID="Equation.3" ShapeID="_x0000_i1092" DrawAspect="Content" ObjectID="_1469681257" r:id="rId109"/>
        </w:object>
      </w:r>
      <w:r w:rsidR="00A55369" w:rsidRPr="004B0AD9">
        <w:rPr>
          <w:sz w:val="28"/>
          <w:szCs w:val="28"/>
        </w:rPr>
        <w:t>- для вала</w:t>
      </w:r>
    </w:p>
    <w:p w:rsidR="00A55369" w:rsidRPr="004B0AD9" w:rsidRDefault="003B5BC5" w:rsidP="004B0AD9">
      <w:pPr>
        <w:spacing w:line="360" w:lineRule="auto"/>
        <w:ind w:firstLine="709"/>
        <w:jc w:val="both"/>
        <w:rPr>
          <w:sz w:val="28"/>
          <w:szCs w:val="28"/>
        </w:rPr>
      </w:pPr>
      <w:r w:rsidRPr="004B0AD9">
        <w:rPr>
          <w:position w:val="-66"/>
          <w:sz w:val="28"/>
          <w:szCs w:val="28"/>
        </w:rPr>
        <w:object w:dxaOrig="2020" w:dyaOrig="1440">
          <v:shape id="_x0000_i1093" type="#_x0000_t75" style="width:101.25pt;height:1in" o:ole="">
            <v:imagedata r:id="rId110" o:title=""/>
          </v:shape>
          <o:OLEObject Type="Embed" ProgID="Equation.3" ShapeID="_x0000_i1093" DrawAspect="Content" ObjectID="_1469681258" r:id="rId111"/>
        </w:object>
      </w:r>
    </w:p>
    <w:p w:rsidR="00764CE9" w:rsidRPr="004B0AD9" w:rsidRDefault="00727413" w:rsidP="004B0A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511" editas="canvas" style="position:absolute;margin-left:0;margin-top:2.55pt;width:280.55pt;height:190.05pt;z-index:251663360;mso-position-horizontal-relative:char;mso-position-vertical-relative:line" coordorigin="3880,11792" coordsize="4291,2914">
            <o:lock v:ext="edit" aspectratio="t"/>
            <v:shape id="_x0000_s1512" type="#_x0000_t75" style="position:absolute;left:3880;top:11792;width:4291;height:2914" o:preferrelative="f">
              <v:fill o:detectmouseclick="t"/>
              <v:stroke dashstyle="dashDot"/>
              <v:path o:extrusionok="t" o:connecttype="none"/>
              <o:lock v:ext="edit" text="t"/>
            </v:shape>
            <v:line id="_x0000_s1513" style="position:absolute" from="6234,12625" to="7756,12625" strokeweight="1.5pt"/>
            <v:line id="_x0000_s1514" style="position:absolute;flip:x" from="6095,12625" to="6234,12902" strokeweight="1.5pt"/>
            <v:line id="_x0000_s1515" style="position:absolute" from="6095,12902" to="6096,13457" strokeweight="1.5pt"/>
            <v:line id="_x0000_s1516" style="position:absolute" from="6095,13457" to="6234,13734" strokeweight="1.5pt"/>
            <v:line id="_x0000_s1517" style="position:absolute" from="6234,13735" to="7617,13736" strokeweight="1.5pt"/>
            <v:line id="_x0000_s1518" style="position:absolute" from="6095,12902" to="7618,12903" strokeweight="1.5pt"/>
            <v:line id="_x0000_s1519" style="position:absolute" from="6095,13457" to="7756,13458" strokeweight="1.5pt"/>
            <v:line id="_x0000_s1520" style="position:absolute;flip:x y" from="5541,12625" to="6234,12626" strokeweight="1.5pt"/>
            <v:line id="_x0000_s1521" style="position:absolute;flip:x" from="5403,12902" to="6095,12902"/>
            <v:line id="_x0000_s1522" style="position:absolute;flip:x" from="5403,13457" to="6095,13458"/>
            <v:line id="_x0000_s1523" style="position:absolute;flip:x" from="5541,13735" to="6235,13736" strokeweight="1.5pt"/>
            <v:shape id="_x0000_s1524" style="position:absolute;left:7618;top:12625;width:138;height:1110" coordsize="181,1448" path="m181,c90,90,,181,,362v,181,181,543,181,724c181,1267,30,1358,,1448e" filled="f">
              <v:path arrowok="t"/>
            </v:shape>
            <v:line id="_x0000_s1525" style="position:absolute" from="5265,13180" to="7894,13180">
              <v:stroke dashstyle="longDashDot"/>
            </v:line>
            <v:shape id="_x0000_s1526" style="position:absolute;left:5357;top:12138;width:2122;height:2059" coordsize="2775,2685" path="m2594,2082v-151,136,-302,272,-543,362c1810,2534,1448,2685,1146,2625,844,2565,422,2233,241,2082,60,1931,90,1901,60,1720,30,1539,,1237,60,996,120,755,211,423,422,272,633,121,995,121,1327,91,1659,61,2172,,2413,91v241,91,302,422,362,543e" filled="f">
              <v:path arrowok="t"/>
            </v:shape>
            <v:line id="_x0000_s1527" style="position:absolute;flip:y" from="6095,12902" to="6234,13180" strokeweight=".5pt"/>
            <v:line id="_x0000_s1528" style="position:absolute;flip:y" from="6095,12902" to="6372,13457" strokeweight=".5pt"/>
            <v:line id="_x0000_s1529" style="position:absolute;flip:y" from="6234,12902" to="6510,13457" strokeweight=".5pt"/>
            <v:line id="_x0000_s1530" style="position:absolute;flip:y" from="6372,12902" to="6649,13457" strokeweight=".5pt"/>
            <v:line id="_x0000_s1531" style="position:absolute;flip:y" from="6510,12902" to="6787,13457" strokeweight=".5pt"/>
            <v:line id="_x0000_s1532" style="position:absolute;flip:y" from="6649,12902" to="6926,13457" strokeweight=".5pt"/>
            <v:line id="_x0000_s1533" style="position:absolute;flip:y" from="6787,12902" to="7064,13457" strokeweight=".5pt"/>
            <v:line id="_x0000_s1534" style="position:absolute;flip:y" from="6926,12902" to="7202,13457" strokeweight=".5pt"/>
            <v:line id="_x0000_s1535" style="position:absolute;flip:y" from="7064,12902" to="7341,13457" strokeweight=".5pt"/>
            <v:line id="_x0000_s1536" style="position:absolute;flip:y" from="7202,12902" to="7479,13457" strokeweight=".5pt"/>
            <v:line id="_x0000_s1537" style="position:absolute;flip:y" from="7341,12902" to="7618,13457" strokeweight=".5pt"/>
            <v:line id="_x0000_s1538" style="position:absolute;flip:y" from="7479,13180" to="7618,13457" strokeweight=".5pt"/>
            <v:line id="_x0000_s1539" style="position:absolute;flip:y" from="5541,12208" to="5957,12625" strokeweight=".5pt"/>
            <v:line id="_x0000_s1540" style="position:absolute;flip:y" from="5680,12208" to="6095,12625" strokeweight=".5pt"/>
            <v:line id="_x0000_s1541" style="position:absolute;flip:y" from="5818,12208" to="6234,12625" strokeweight=".5pt"/>
            <v:line id="_x0000_s1542" style="position:absolute;flip:y" from="5957,12208" to="6372,12625" strokeweight=".5pt"/>
            <v:line id="_x0000_s1543" style="position:absolute;flip:y" from="6095,12208" to="6510,12625" strokeweight=".5pt"/>
            <v:line id="_x0000_s1544" style="position:absolute;flip:y" from="6234,12208" to="6649,12625" strokeweight=".5pt"/>
            <v:line id="_x0000_s1545" style="position:absolute;flip:y" from="6372,12208" to="6787,12625" strokeweight=".5pt"/>
            <v:line id="_x0000_s1546" style="position:absolute;flip:y" from="6510,12208" to="6926,12625" strokeweight=".5pt"/>
            <v:line id="_x0000_s1547" style="position:absolute;flip:y" from="6649,12208" to="7064,12625" strokeweight=".5pt"/>
            <v:line id="_x0000_s1548" style="position:absolute;flip:y" from="6787,12208" to="7202,12625" strokeweight=".5pt"/>
            <v:line id="_x0000_s1549" style="position:absolute;flip:y" from="6926,12208" to="7341,12625" strokeweight=".5pt"/>
            <v:line id="_x0000_s1550" style="position:absolute;flip:y" from="7064,12347" to="7341,12625" strokeweight=".5pt"/>
            <v:line id="_x0000_s1551" style="position:absolute;flip:y" from="7202,12486" to="7341,12625" strokeweight=".5pt"/>
            <v:line id="_x0000_s1552" style="position:absolute;flip:y" from="7341,12486" to="7479,12625" strokeweight=".5pt"/>
            <v:line id="_x0000_s1553" style="position:absolute;flip:x" from="6649,13735" to="7064,14151" strokeweight=".5pt"/>
            <v:line id="_x0000_s1554" style="position:absolute;flip:x" from="6926,13735" to="7202,14012" strokeweight=".5pt"/>
            <v:line id="_x0000_s1555" style="position:absolute;flip:x" from="6510,13735" to="6926,14151" strokeweight=".5pt"/>
            <v:line id="_x0000_s1556" style="position:absolute;flip:x" from="6372,13735" to="6787,14151" strokeweight=".5pt"/>
            <v:line id="_x0000_s1557" style="position:absolute;flip:x" from="6095,13735" to="6510,14151" strokeweight=".5pt"/>
            <v:line id="_x0000_s1558" style="position:absolute;flip:x" from="6234,13735" to="6649,14151" strokeweight=".5pt"/>
            <v:line id="_x0000_s1559" style="position:absolute;flip:x" from="6095,13735" to="6372,14012" strokeweight=".5pt"/>
            <v:line id="_x0000_s1560" style="position:absolute;flip:x" from="5957,13735" to="6234,14012" strokeweight=".5pt"/>
            <v:line id="_x0000_s1561" style="position:absolute;flip:x" from="5818,13735" to="6095,14012" strokeweight=".5pt"/>
            <v:line id="_x0000_s1562" style="position:absolute;flip:x" from="5818,13735" to="5957,13873" strokeweight=".5pt"/>
            <v:line id="_x0000_s1563" style="position:absolute;flip:x" from="5680,13735" to="5818,13873" strokeweight=".5pt"/>
            <v:line id="_x0000_s1564" style="position:absolute;flip:y" from="7618,13180" to="7756,13457" strokeweight=".5pt"/>
            <v:line id="_x0000_s1565" style="position:absolute;flip:x" from="4711,12625" to="5541,12625"/>
            <v:line id="_x0000_s1566" style="position:absolute;flip:x" from="4711,13735" to="5541,13735"/>
            <v:line id="_x0000_s1567" style="position:absolute" from="4849,12625" to="4849,13735">
              <v:stroke startarrow="classic" startarrowlength="long" endarrow="classic" endarrowlength="long"/>
            </v:line>
            <v:shape id="_x0000_s1568" type="#_x0000_t202" style="position:absolute;left:4157;top:12208;width:416;height:2220" stroked="f">
              <v:textbox style="layout-flow:vertical;mso-layout-flow-alt:bottom-to-top">
                <w:txbxContent>
                  <w:p w:rsidR="003B5BC5" w:rsidRPr="00D74832" w:rsidRDefault="003B5BC5" w:rsidP="003B5BC5">
                    <w:pPr>
                      <w:rPr>
                        <w:color w:val="000000"/>
                        <w:lang w:val="en-US"/>
                      </w:rPr>
                    </w:pPr>
                    <w:r>
                      <w:rPr>
                        <w:color w:val="000000"/>
                        <w:lang w:val="en-US"/>
                      </w:rPr>
                      <w:t>b</w:t>
                    </w:r>
                    <w:r w:rsidRPr="00D74832">
                      <w:rPr>
                        <w:color w:val="000000"/>
                        <w:lang w:val="en-US"/>
                      </w:rPr>
                      <w:t>-10x92</w:t>
                    </w:r>
                    <w:r>
                      <w:rPr>
                        <w:color w:val="000000"/>
                        <w:lang w:val="en-US"/>
                      </w:rPr>
                      <w:t xml:space="preserve"> </w:t>
                    </w:r>
                    <w:r w:rsidRPr="00D74832">
                      <w:rPr>
                        <w:color w:val="000000"/>
                        <w:lang w:val="en-US"/>
                      </w:rPr>
                      <w:t>x98x14</w:t>
                    </w:r>
                    <w:r>
                      <w:rPr>
                        <w:color w:val="000000"/>
                        <w:lang w:val="en-US"/>
                      </w:rPr>
                      <w:t>D9/e8</w:t>
                    </w:r>
                  </w:p>
                </w:txbxContent>
              </v:textbox>
            </v:shape>
          </v:group>
        </w:pict>
      </w: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D67857" w:rsidRPr="004B0AD9" w:rsidRDefault="00764CE9" w:rsidP="005A0616">
      <w:pPr>
        <w:spacing w:line="360" w:lineRule="auto"/>
        <w:ind w:firstLine="709"/>
        <w:jc w:val="center"/>
        <w:rPr>
          <w:i/>
          <w:sz w:val="28"/>
          <w:szCs w:val="28"/>
          <w:u w:val="double"/>
        </w:rPr>
      </w:pPr>
      <w:r w:rsidRPr="004B0AD9">
        <w:rPr>
          <w:sz w:val="28"/>
          <w:szCs w:val="28"/>
        </w:rPr>
        <w:br w:type="page"/>
      </w:r>
      <w:r w:rsidRPr="004B0AD9">
        <w:rPr>
          <w:i/>
          <w:sz w:val="28"/>
          <w:szCs w:val="28"/>
          <w:u w:val="double"/>
        </w:rPr>
        <w:t>Список литературы:</w:t>
      </w:r>
    </w:p>
    <w:p w:rsidR="00764CE9" w:rsidRPr="004B0AD9" w:rsidRDefault="00764CE9" w:rsidP="004B0AD9">
      <w:pPr>
        <w:spacing w:line="360" w:lineRule="auto"/>
        <w:ind w:firstLine="709"/>
        <w:jc w:val="both"/>
        <w:rPr>
          <w:sz w:val="28"/>
          <w:szCs w:val="28"/>
        </w:rPr>
      </w:pPr>
    </w:p>
    <w:p w:rsidR="00764CE9" w:rsidRPr="004B0AD9" w:rsidRDefault="00F016EF" w:rsidP="005A0616">
      <w:pPr>
        <w:numPr>
          <w:ilvl w:val="0"/>
          <w:numId w:val="2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Н.Н.Марков, В.В.Осипов</w:t>
      </w:r>
      <w:r w:rsidR="00764CE9" w:rsidRPr="004B0AD9">
        <w:rPr>
          <w:sz w:val="28"/>
          <w:szCs w:val="28"/>
        </w:rPr>
        <w:t xml:space="preserve"> Нормирование точности в машиностроении.</w:t>
      </w:r>
      <w:r w:rsidRPr="004B0AD9">
        <w:rPr>
          <w:sz w:val="28"/>
          <w:szCs w:val="28"/>
        </w:rPr>
        <w:t xml:space="preserve"> </w:t>
      </w:r>
      <w:r w:rsidR="00764CE9" w:rsidRPr="004B0AD9">
        <w:rPr>
          <w:sz w:val="28"/>
          <w:szCs w:val="28"/>
        </w:rPr>
        <w:t>- Москва, Высшая школа. 2001.</w:t>
      </w:r>
    </w:p>
    <w:p w:rsidR="00764CE9" w:rsidRPr="004B0AD9" w:rsidRDefault="00764CE9" w:rsidP="005A0616">
      <w:pPr>
        <w:numPr>
          <w:ilvl w:val="0"/>
          <w:numId w:val="2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Белкин И.М. Допуски и посадки, основные нормы взаимозаменяемости.</w:t>
      </w:r>
      <w:r w:rsidR="00F016EF" w:rsidRPr="004B0AD9">
        <w:rPr>
          <w:sz w:val="28"/>
          <w:szCs w:val="28"/>
        </w:rPr>
        <w:t xml:space="preserve"> </w:t>
      </w:r>
      <w:r w:rsidRPr="004B0AD9">
        <w:rPr>
          <w:sz w:val="28"/>
          <w:szCs w:val="28"/>
        </w:rPr>
        <w:t>- Москва, Машиностроение, 1992.</w:t>
      </w:r>
    </w:p>
    <w:p w:rsidR="00764CE9" w:rsidRPr="004B0AD9" w:rsidRDefault="00F016EF" w:rsidP="005A0616">
      <w:pPr>
        <w:numPr>
          <w:ilvl w:val="0"/>
          <w:numId w:val="2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Мягков В.Д. и др. Допуски и посадки, справочник.- Ленинград, Машиностроение, 1983.</w:t>
      </w:r>
    </w:p>
    <w:p w:rsidR="00F016EF" w:rsidRPr="004B0AD9" w:rsidRDefault="00F016EF" w:rsidP="005A0616">
      <w:pPr>
        <w:numPr>
          <w:ilvl w:val="0"/>
          <w:numId w:val="2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Козловский Н.С., Виноградов А.Н. Основы стандартизации, допуски и посадки и технические измерения.</w:t>
      </w:r>
    </w:p>
    <w:p w:rsidR="00B64E3A" w:rsidRPr="004B0AD9" w:rsidRDefault="00B64E3A" w:rsidP="005A0616">
      <w:pPr>
        <w:numPr>
          <w:ilvl w:val="0"/>
          <w:numId w:val="2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B0AD9">
        <w:rPr>
          <w:sz w:val="28"/>
          <w:szCs w:val="28"/>
        </w:rPr>
        <w:t>ГОСТ 14140-81. Допуски расположения осей отверстия для крепежных деталей.</w:t>
      </w:r>
      <w:bookmarkStart w:id="0" w:name="_GoBack"/>
      <w:bookmarkEnd w:id="0"/>
    </w:p>
    <w:sectPr w:rsidR="00B64E3A" w:rsidRPr="004B0AD9" w:rsidSect="004B0AD9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B3CE4"/>
    <w:multiLevelType w:val="multilevel"/>
    <w:tmpl w:val="930E2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870F92"/>
    <w:multiLevelType w:val="hybridMultilevel"/>
    <w:tmpl w:val="0EA8B4F0"/>
    <w:lvl w:ilvl="0" w:tplc="92207C9C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6"/>
        </w:tabs>
        <w:ind w:left="25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6"/>
        </w:tabs>
        <w:ind w:left="32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6"/>
        </w:tabs>
        <w:ind w:left="40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6"/>
        </w:tabs>
        <w:ind w:left="47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6"/>
        </w:tabs>
        <w:ind w:left="54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6"/>
        </w:tabs>
        <w:ind w:left="61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6"/>
        </w:tabs>
        <w:ind w:left="68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6"/>
        </w:tabs>
        <w:ind w:left="7616" w:hanging="180"/>
      </w:pPr>
      <w:rPr>
        <w:rFonts w:cs="Times New Roman"/>
      </w:rPr>
    </w:lvl>
  </w:abstractNum>
  <w:abstractNum w:abstractNumId="2">
    <w:nsid w:val="19842183"/>
    <w:multiLevelType w:val="hybridMultilevel"/>
    <w:tmpl w:val="930E2718"/>
    <w:lvl w:ilvl="0" w:tplc="2AA2F2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4F015C"/>
    <w:multiLevelType w:val="hybridMultilevel"/>
    <w:tmpl w:val="93A6B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156EF1"/>
    <w:multiLevelType w:val="singleLevel"/>
    <w:tmpl w:val="D842E490"/>
    <w:lvl w:ilvl="0">
      <w:start w:val="6"/>
      <w:numFmt w:val="decimal"/>
      <w:lvlText w:val="%1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5">
    <w:nsid w:val="1E902A27"/>
    <w:multiLevelType w:val="multilevel"/>
    <w:tmpl w:val="53C06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9A3027"/>
    <w:multiLevelType w:val="singleLevel"/>
    <w:tmpl w:val="141CBE90"/>
    <w:lvl w:ilvl="0">
      <w:start w:val="2"/>
      <w:numFmt w:val="decimal"/>
      <w:lvlText w:val="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7">
    <w:nsid w:val="2A9A06E2"/>
    <w:multiLevelType w:val="singleLevel"/>
    <w:tmpl w:val="9BD6FFB4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338A747F"/>
    <w:multiLevelType w:val="hybridMultilevel"/>
    <w:tmpl w:val="FDCAEB0A"/>
    <w:lvl w:ilvl="0" w:tplc="B2D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F43A04"/>
    <w:multiLevelType w:val="hybridMultilevel"/>
    <w:tmpl w:val="BBB49D4E"/>
    <w:lvl w:ilvl="0" w:tplc="B80AC93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35ED7871"/>
    <w:multiLevelType w:val="hybridMultilevel"/>
    <w:tmpl w:val="0D46A3FE"/>
    <w:lvl w:ilvl="0" w:tplc="182CA806">
      <w:start w:val="1"/>
      <w:numFmt w:val="russianLow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>
    <w:nsid w:val="36D13A81"/>
    <w:multiLevelType w:val="multilevel"/>
    <w:tmpl w:val="D6366AB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2">
    <w:nsid w:val="3A947CD0"/>
    <w:multiLevelType w:val="hybridMultilevel"/>
    <w:tmpl w:val="38346E7E"/>
    <w:lvl w:ilvl="0" w:tplc="B80AC9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>
    <w:nsid w:val="494408CA"/>
    <w:multiLevelType w:val="hybridMultilevel"/>
    <w:tmpl w:val="FFD41B16"/>
    <w:lvl w:ilvl="0" w:tplc="84EE11F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>
    <w:nsid w:val="4C9D6EAA"/>
    <w:multiLevelType w:val="hybridMultilevel"/>
    <w:tmpl w:val="9DC89394"/>
    <w:lvl w:ilvl="0" w:tplc="B80AC93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>
    <w:nsid w:val="4D295461"/>
    <w:multiLevelType w:val="hybridMultilevel"/>
    <w:tmpl w:val="A53EC1A6"/>
    <w:lvl w:ilvl="0" w:tplc="2AA2F2BC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4E765C83"/>
    <w:multiLevelType w:val="multilevel"/>
    <w:tmpl w:val="A6BA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4D41BD2"/>
    <w:multiLevelType w:val="hybridMultilevel"/>
    <w:tmpl w:val="9A42704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>
    <w:nsid w:val="551A7F93"/>
    <w:multiLevelType w:val="hybridMultilevel"/>
    <w:tmpl w:val="A6BA9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654390"/>
    <w:multiLevelType w:val="hybridMultilevel"/>
    <w:tmpl w:val="4E28BD30"/>
    <w:lvl w:ilvl="0" w:tplc="182CA80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0">
    <w:nsid w:val="5A9C5F68"/>
    <w:multiLevelType w:val="multilevel"/>
    <w:tmpl w:val="119E605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1">
    <w:nsid w:val="5C575254"/>
    <w:multiLevelType w:val="multilevel"/>
    <w:tmpl w:val="A53EC1A6"/>
    <w:lvl w:ilvl="0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2">
    <w:nsid w:val="5F731BA4"/>
    <w:multiLevelType w:val="hybridMultilevel"/>
    <w:tmpl w:val="119E6056"/>
    <w:lvl w:ilvl="0" w:tplc="182CA80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23">
    <w:nsid w:val="5F906180"/>
    <w:multiLevelType w:val="hybridMultilevel"/>
    <w:tmpl w:val="53C06AD0"/>
    <w:lvl w:ilvl="0" w:tplc="F7D432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CC0266"/>
    <w:multiLevelType w:val="hybridMultilevel"/>
    <w:tmpl w:val="87A2B56A"/>
    <w:lvl w:ilvl="0" w:tplc="2AA2F2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7C6CBD"/>
    <w:multiLevelType w:val="multilevel"/>
    <w:tmpl w:val="4E28BD3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12"/>
  </w:num>
  <w:num w:numId="5">
    <w:abstractNumId w:val="14"/>
  </w:num>
  <w:num w:numId="6">
    <w:abstractNumId w:val="9"/>
  </w:num>
  <w:num w:numId="7">
    <w:abstractNumId w:val="13"/>
  </w:num>
  <w:num w:numId="8">
    <w:abstractNumId w:val="7"/>
  </w:num>
  <w:num w:numId="9">
    <w:abstractNumId w:val="4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6"/>
  </w:num>
  <w:num w:numId="15">
    <w:abstractNumId w:val="19"/>
  </w:num>
  <w:num w:numId="16">
    <w:abstractNumId w:val="25"/>
  </w:num>
  <w:num w:numId="17">
    <w:abstractNumId w:val="23"/>
  </w:num>
  <w:num w:numId="18">
    <w:abstractNumId w:val="5"/>
  </w:num>
  <w:num w:numId="19">
    <w:abstractNumId w:val="22"/>
  </w:num>
  <w:num w:numId="20">
    <w:abstractNumId w:val="20"/>
  </w:num>
  <w:num w:numId="21">
    <w:abstractNumId w:val="24"/>
  </w:num>
  <w:num w:numId="22">
    <w:abstractNumId w:val="15"/>
  </w:num>
  <w:num w:numId="23">
    <w:abstractNumId w:val="21"/>
  </w:num>
  <w:num w:numId="24">
    <w:abstractNumId w:val="2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81"/>
  <w:drawingGridVerticalSpacing w:val="181"/>
  <w:doNotUseMarginsForDrawingGridOrigin/>
  <w:drawingGridVerticalOrigin w:val="198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3A0"/>
    <w:rsid w:val="00013685"/>
    <w:rsid w:val="00065605"/>
    <w:rsid w:val="000C16E0"/>
    <w:rsid w:val="000E728A"/>
    <w:rsid w:val="000F2601"/>
    <w:rsid w:val="000F4730"/>
    <w:rsid w:val="0011668F"/>
    <w:rsid w:val="00116985"/>
    <w:rsid w:val="001250E3"/>
    <w:rsid w:val="00126CF1"/>
    <w:rsid w:val="00140CB5"/>
    <w:rsid w:val="00155DAC"/>
    <w:rsid w:val="00164BF4"/>
    <w:rsid w:val="001823BA"/>
    <w:rsid w:val="001C12DF"/>
    <w:rsid w:val="001D429C"/>
    <w:rsid w:val="00202A2B"/>
    <w:rsid w:val="0021362D"/>
    <w:rsid w:val="00246795"/>
    <w:rsid w:val="002A6C04"/>
    <w:rsid w:val="002C3EF6"/>
    <w:rsid w:val="002D431D"/>
    <w:rsid w:val="002D62E3"/>
    <w:rsid w:val="002E2E53"/>
    <w:rsid w:val="002E4228"/>
    <w:rsid w:val="002F6B5E"/>
    <w:rsid w:val="00340F19"/>
    <w:rsid w:val="00370029"/>
    <w:rsid w:val="00371A4F"/>
    <w:rsid w:val="003B5BC5"/>
    <w:rsid w:val="003E1FC1"/>
    <w:rsid w:val="00412320"/>
    <w:rsid w:val="00413467"/>
    <w:rsid w:val="00416D31"/>
    <w:rsid w:val="00422A3A"/>
    <w:rsid w:val="00422BB0"/>
    <w:rsid w:val="00432E62"/>
    <w:rsid w:val="00441AA3"/>
    <w:rsid w:val="00495A7A"/>
    <w:rsid w:val="004A5421"/>
    <w:rsid w:val="004B0AD9"/>
    <w:rsid w:val="004B5EC6"/>
    <w:rsid w:val="004C1670"/>
    <w:rsid w:val="005073A0"/>
    <w:rsid w:val="005607DD"/>
    <w:rsid w:val="00561AC6"/>
    <w:rsid w:val="005815BB"/>
    <w:rsid w:val="00587B59"/>
    <w:rsid w:val="005962AD"/>
    <w:rsid w:val="005A0616"/>
    <w:rsid w:val="005B2D08"/>
    <w:rsid w:val="005C0F40"/>
    <w:rsid w:val="00641074"/>
    <w:rsid w:val="00673CA4"/>
    <w:rsid w:val="00686894"/>
    <w:rsid w:val="006879B0"/>
    <w:rsid w:val="0069074C"/>
    <w:rsid w:val="006A3592"/>
    <w:rsid w:val="006A52AA"/>
    <w:rsid w:val="006A6178"/>
    <w:rsid w:val="006B1080"/>
    <w:rsid w:val="006C2C12"/>
    <w:rsid w:val="006E2047"/>
    <w:rsid w:val="006E276C"/>
    <w:rsid w:val="006E2B11"/>
    <w:rsid w:val="006F06B4"/>
    <w:rsid w:val="007054ED"/>
    <w:rsid w:val="00727175"/>
    <w:rsid w:val="00727413"/>
    <w:rsid w:val="00727BCA"/>
    <w:rsid w:val="00727CE0"/>
    <w:rsid w:val="00736262"/>
    <w:rsid w:val="007459D8"/>
    <w:rsid w:val="007504D3"/>
    <w:rsid w:val="00764CE9"/>
    <w:rsid w:val="00764FD4"/>
    <w:rsid w:val="007757FA"/>
    <w:rsid w:val="007955C8"/>
    <w:rsid w:val="007A4D30"/>
    <w:rsid w:val="007D2C00"/>
    <w:rsid w:val="007F0BEA"/>
    <w:rsid w:val="00825576"/>
    <w:rsid w:val="00831B67"/>
    <w:rsid w:val="00832ABF"/>
    <w:rsid w:val="0083744C"/>
    <w:rsid w:val="00841A67"/>
    <w:rsid w:val="00856324"/>
    <w:rsid w:val="00865BEE"/>
    <w:rsid w:val="00871DD0"/>
    <w:rsid w:val="00874E01"/>
    <w:rsid w:val="008751C3"/>
    <w:rsid w:val="0087549A"/>
    <w:rsid w:val="0088215A"/>
    <w:rsid w:val="008A1BB9"/>
    <w:rsid w:val="008A4A02"/>
    <w:rsid w:val="008A4AE8"/>
    <w:rsid w:val="00901CF4"/>
    <w:rsid w:val="00905B45"/>
    <w:rsid w:val="00930931"/>
    <w:rsid w:val="00937D1B"/>
    <w:rsid w:val="00951177"/>
    <w:rsid w:val="00980765"/>
    <w:rsid w:val="009A5EEE"/>
    <w:rsid w:val="009B1306"/>
    <w:rsid w:val="009C10D0"/>
    <w:rsid w:val="009C43BC"/>
    <w:rsid w:val="009F2534"/>
    <w:rsid w:val="00A01656"/>
    <w:rsid w:val="00A11440"/>
    <w:rsid w:val="00A128F6"/>
    <w:rsid w:val="00A27573"/>
    <w:rsid w:val="00A27EBE"/>
    <w:rsid w:val="00A376AD"/>
    <w:rsid w:val="00A55369"/>
    <w:rsid w:val="00A61DBF"/>
    <w:rsid w:val="00A71245"/>
    <w:rsid w:val="00A71C52"/>
    <w:rsid w:val="00A7265F"/>
    <w:rsid w:val="00A72891"/>
    <w:rsid w:val="00A868FF"/>
    <w:rsid w:val="00AA00EB"/>
    <w:rsid w:val="00AB77CD"/>
    <w:rsid w:val="00AF4070"/>
    <w:rsid w:val="00B2191E"/>
    <w:rsid w:val="00B476B3"/>
    <w:rsid w:val="00B5080C"/>
    <w:rsid w:val="00B50A62"/>
    <w:rsid w:val="00B64E3A"/>
    <w:rsid w:val="00B65747"/>
    <w:rsid w:val="00B95221"/>
    <w:rsid w:val="00BC04D7"/>
    <w:rsid w:val="00C25799"/>
    <w:rsid w:val="00C33B55"/>
    <w:rsid w:val="00C41C2F"/>
    <w:rsid w:val="00C54BF1"/>
    <w:rsid w:val="00C557F1"/>
    <w:rsid w:val="00C656B5"/>
    <w:rsid w:val="00C84965"/>
    <w:rsid w:val="00C95CF1"/>
    <w:rsid w:val="00CA2F26"/>
    <w:rsid w:val="00CA6BA3"/>
    <w:rsid w:val="00CC5E12"/>
    <w:rsid w:val="00CF1932"/>
    <w:rsid w:val="00D00F30"/>
    <w:rsid w:val="00D05E66"/>
    <w:rsid w:val="00D4108F"/>
    <w:rsid w:val="00D418CD"/>
    <w:rsid w:val="00D43761"/>
    <w:rsid w:val="00D52727"/>
    <w:rsid w:val="00D52F20"/>
    <w:rsid w:val="00D5381A"/>
    <w:rsid w:val="00D564AF"/>
    <w:rsid w:val="00D609EC"/>
    <w:rsid w:val="00D67857"/>
    <w:rsid w:val="00D73B36"/>
    <w:rsid w:val="00D74832"/>
    <w:rsid w:val="00D817E7"/>
    <w:rsid w:val="00D85A33"/>
    <w:rsid w:val="00DA34E1"/>
    <w:rsid w:val="00DB6960"/>
    <w:rsid w:val="00DC3257"/>
    <w:rsid w:val="00DC7360"/>
    <w:rsid w:val="00DD6363"/>
    <w:rsid w:val="00DF1DA4"/>
    <w:rsid w:val="00DF470B"/>
    <w:rsid w:val="00DF719F"/>
    <w:rsid w:val="00E033B5"/>
    <w:rsid w:val="00E10CA8"/>
    <w:rsid w:val="00E20924"/>
    <w:rsid w:val="00E2554C"/>
    <w:rsid w:val="00E34EBF"/>
    <w:rsid w:val="00E67E71"/>
    <w:rsid w:val="00E748CF"/>
    <w:rsid w:val="00EA1FB8"/>
    <w:rsid w:val="00EC5FF3"/>
    <w:rsid w:val="00F016EF"/>
    <w:rsid w:val="00F53125"/>
    <w:rsid w:val="00FD2770"/>
    <w:rsid w:val="00FE20EB"/>
    <w:rsid w:val="00FE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27"/>
    <o:shapelayout v:ext="edit">
      <o:idmap v:ext="edit" data="1"/>
    </o:shapelayout>
  </w:shapeDefaults>
  <w:decimalSymbol w:val=","/>
  <w:listSeparator w:val=";"/>
  <w14:defaultImageDpi w14:val="0"/>
  <w15:docId w15:val="{2AD3C798-15C7-4CE6-B31B-3D61679F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3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  <w:rPr>
      <w:lang w:val="uk-UA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ий текст Знак"/>
    <w:basedOn w:val="a0"/>
    <w:link w:val="a9"/>
    <w:uiPriority w:val="99"/>
    <w:semiHidden/>
    <w:rPr>
      <w:sz w:val="24"/>
      <w:szCs w:val="24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</w:style>
  <w:style w:type="character" w:customStyle="1" w:styleId="ad">
    <w:name w:val="Схема документа Знак"/>
    <w:basedOn w:val="a0"/>
    <w:link w:val="ac"/>
    <w:uiPriority w:val="99"/>
    <w:semiHidden/>
    <w:rPr>
      <w:rFonts w:ascii="Segoe UI" w:hAnsi="Segoe UI" w:cs="Segoe UI"/>
      <w:sz w:val="16"/>
      <w:szCs w:val="16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</w:rPr>
  </w:style>
  <w:style w:type="character" w:customStyle="1" w:styleId="af2">
    <w:name w:val="Текст примітки Знак"/>
    <w:basedOn w:val="a0"/>
    <w:link w:val="af1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1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5.wmf"/><Relationship Id="rId112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2.wmf"/><Relationship Id="rId5" Type="http://schemas.openxmlformats.org/officeDocument/2006/relationships/image" Target="media/image1.wmf"/><Relationship Id="rId90" Type="http://schemas.openxmlformats.org/officeDocument/2006/relationships/oleObject" Target="embeddings/oleObject41.bin"/><Relationship Id="rId95" Type="http://schemas.openxmlformats.org/officeDocument/2006/relationships/oleObject" Target="embeddings/oleObject4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theme" Target="theme/theme1.xml"/><Relationship Id="rId80" Type="http://schemas.openxmlformats.org/officeDocument/2006/relationships/image" Target="media/image40.wmf"/><Relationship Id="rId85" Type="http://schemas.openxmlformats.org/officeDocument/2006/relationships/image" Target="media/image43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7.bin"/><Relationship Id="rId108" Type="http://schemas.openxmlformats.org/officeDocument/2006/relationships/image" Target="media/image55.wmf"/><Relationship Id="rId54" Type="http://schemas.openxmlformats.org/officeDocument/2006/relationships/image" Target="media/image26.wmf"/><Relationship Id="rId70" Type="http://schemas.openxmlformats.org/officeDocument/2006/relationships/image" Target="media/image34.jpeg"/><Relationship Id="rId75" Type="http://schemas.openxmlformats.org/officeDocument/2006/relationships/oleObject" Target="embeddings/oleObject34.bin"/><Relationship Id="rId91" Type="http://schemas.openxmlformats.org/officeDocument/2006/relationships/image" Target="media/image46.jpeg"/><Relationship Id="rId96" Type="http://schemas.openxmlformats.org/officeDocument/2006/relationships/image" Target="media/image4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4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39.bin"/><Relationship Id="rId94" Type="http://schemas.openxmlformats.org/officeDocument/2006/relationships/image" Target="media/image48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7" Type="http://schemas.openxmlformats.org/officeDocument/2006/relationships/image" Target="media/image2.wmf"/><Relationship Id="rId71" Type="http://schemas.openxmlformats.org/officeDocument/2006/relationships/image" Target="media/image35.jpeg"/><Relationship Id="rId92" Type="http://schemas.openxmlformats.org/officeDocument/2006/relationships/image" Target="media/image47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4.wmf"/><Relationship Id="rId110" Type="http://schemas.openxmlformats.org/officeDocument/2006/relationships/image" Target="media/image56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1.jpeg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51.wmf"/><Relationship Id="rId105" Type="http://schemas.openxmlformats.org/officeDocument/2006/relationships/oleObject" Target="embeddings/oleObject48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2.bin"/><Relationship Id="rId98" Type="http://schemas.openxmlformats.org/officeDocument/2006/relationships/image" Target="media/image50.wmf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image" Target="media/image42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3;&#1091;&#1083;&#1100;&#1085;&#1072;&#1088;&#1072;\&#1056;&#1072;&#1084;&#1082;&#1080;\&#1056;&#1072;&#1084;&#1082;&#1080;%20(&#1096;&#1072;&#1073;&#1083;&#1086;&#1085;)\Normal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Normal_1.dot</Template>
  <TotalTime>0</TotalTime>
  <Pages>1</Pages>
  <Words>1579</Words>
  <Characters>9004</Characters>
  <Application>Microsoft Office Word</Application>
  <DocSecurity>0</DocSecurity>
  <Lines>75</Lines>
  <Paragraphs>21</Paragraphs>
  <ScaleCrop>false</ScaleCrop>
  <Company>Home office</Company>
  <LinksUpToDate>false</LinksUpToDate>
  <CharactersWithSpaces>10562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по </dc:title>
  <dc:subject/>
  <dc:creator>Гирфанов Фарит</dc:creator>
  <cp:keywords/>
  <dc:description/>
  <cp:lastModifiedBy>Irina</cp:lastModifiedBy>
  <cp:revision>2</cp:revision>
  <dcterms:created xsi:type="dcterms:W3CDTF">2014-08-16T04:58:00Z</dcterms:created>
  <dcterms:modified xsi:type="dcterms:W3CDTF">2014-08-16T04:58:00Z</dcterms:modified>
</cp:coreProperties>
</file>