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D6" w:rsidRPr="001F22D6" w:rsidRDefault="001F22D6" w:rsidP="001F22D6">
      <w:pPr>
        <w:pStyle w:val="af"/>
      </w:pPr>
      <w:r w:rsidRPr="001F22D6">
        <w:t>Содержание</w:t>
      </w:r>
    </w:p>
    <w:p w:rsidR="001F22D6" w:rsidRDefault="001F22D6" w:rsidP="001F22D6">
      <w:pPr>
        <w:pStyle w:val="af"/>
      </w:pPr>
    </w:p>
    <w:p w:rsidR="001F22D6" w:rsidRPr="001F22D6" w:rsidRDefault="001F22D6" w:rsidP="001F22D6">
      <w:pPr>
        <w:pStyle w:val="af"/>
        <w:ind w:firstLine="0"/>
        <w:jc w:val="left"/>
      </w:pPr>
      <w:r w:rsidRPr="001F22D6">
        <w:t>Введение</w:t>
      </w:r>
    </w:p>
    <w:p w:rsidR="001F22D6" w:rsidRPr="001F22D6" w:rsidRDefault="001F22D6" w:rsidP="001F22D6">
      <w:pPr>
        <w:pStyle w:val="af"/>
        <w:ind w:firstLine="0"/>
        <w:jc w:val="left"/>
      </w:pPr>
      <w:r w:rsidRPr="001F22D6">
        <w:t>1. Обоснование схемы выходного каскада усилителя</w:t>
      </w:r>
    </w:p>
    <w:p w:rsidR="001F22D6" w:rsidRDefault="001F22D6" w:rsidP="001F22D6">
      <w:pPr>
        <w:pStyle w:val="af"/>
        <w:ind w:firstLine="0"/>
        <w:jc w:val="left"/>
      </w:pPr>
      <w:r w:rsidRPr="001F22D6">
        <w:t>2. Расчет параметров выходного каскада</w:t>
      </w:r>
    </w:p>
    <w:p w:rsidR="001F22D6" w:rsidRDefault="001F22D6" w:rsidP="001F22D6">
      <w:pPr>
        <w:pStyle w:val="af"/>
        <w:ind w:firstLine="0"/>
        <w:jc w:val="left"/>
      </w:pPr>
      <w:r w:rsidRPr="001F22D6">
        <w:t>2.1 Расчет режима цепи по постоянному и переменному току</w:t>
      </w:r>
    </w:p>
    <w:p w:rsidR="001F22D6" w:rsidRDefault="001F22D6" w:rsidP="001F22D6">
      <w:pPr>
        <w:pStyle w:val="af"/>
        <w:ind w:firstLine="0"/>
        <w:jc w:val="left"/>
      </w:pPr>
      <w:r w:rsidRPr="001F22D6">
        <w:t>2.2 Расчет элементов цепи смещения</w:t>
      </w:r>
    </w:p>
    <w:p w:rsidR="001F22D6" w:rsidRDefault="001F22D6" w:rsidP="001F22D6">
      <w:pPr>
        <w:pStyle w:val="af"/>
        <w:ind w:firstLine="0"/>
        <w:jc w:val="left"/>
      </w:pPr>
      <w:r w:rsidRPr="001F22D6">
        <w:t>2.3 Расчет входной цепи каскада</w:t>
      </w:r>
    </w:p>
    <w:p w:rsidR="001F22D6" w:rsidRPr="001F22D6" w:rsidRDefault="001F22D6" w:rsidP="001F22D6">
      <w:pPr>
        <w:pStyle w:val="af"/>
        <w:ind w:firstLine="0"/>
        <w:jc w:val="left"/>
      </w:pPr>
      <w:r w:rsidRPr="001F22D6">
        <w:t>2.4 Расчет КПД каскада для максимального входного сигнала</w:t>
      </w:r>
    </w:p>
    <w:p w:rsidR="001F22D6" w:rsidRDefault="001F22D6" w:rsidP="001F22D6">
      <w:pPr>
        <w:pStyle w:val="af"/>
        <w:ind w:firstLine="0"/>
        <w:jc w:val="left"/>
      </w:pPr>
      <w:r w:rsidRPr="001F22D6">
        <w:t>3. Расчет фазоинверсного каскада</w:t>
      </w:r>
    </w:p>
    <w:p w:rsidR="001F22D6" w:rsidRDefault="001F22D6" w:rsidP="001F22D6">
      <w:pPr>
        <w:pStyle w:val="af"/>
        <w:ind w:firstLine="0"/>
        <w:jc w:val="left"/>
      </w:pPr>
      <w:r w:rsidRPr="001F22D6">
        <w:t>3.1 Выбор транзистора</w:t>
      </w:r>
    </w:p>
    <w:p w:rsidR="001F22D6" w:rsidRDefault="001F22D6" w:rsidP="001F22D6">
      <w:pPr>
        <w:pStyle w:val="af"/>
        <w:ind w:firstLine="0"/>
        <w:jc w:val="left"/>
      </w:pPr>
      <w:r w:rsidRPr="001F22D6">
        <w:t>3.2 Расчет режима работы</w:t>
      </w:r>
    </w:p>
    <w:p w:rsidR="001F22D6" w:rsidRDefault="001F22D6" w:rsidP="001F22D6">
      <w:pPr>
        <w:pStyle w:val="af"/>
        <w:ind w:firstLine="0"/>
        <w:jc w:val="left"/>
      </w:pPr>
      <w:r w:rsidRPr="001F22D6">
        <w:t>3.3 Расчет параметров цепи стабилизации режима</w:t>
      </w:r>
      <w:r>
        <w:t xml:space="preserve"> </w:t>
      </w:r>
      <w:r w:rsidRPr="001F22D6">
        <w:t>и цепи смещения</w:t>
      </w:r>
    </w:p>
    <w:p w:rsidR="001F22D6" w:rsidRPr="001F22D6" w:rsidRDefault="001F22D6" w:rsidP="001F22D6">
      <w:pPr>
        <w:pStyle w:val="af"/>
        <w:ind w:firstLine="0"/>
        <w:jc w:val="left"/>
      </w:pPr>
      <w:r w:rsidRPr="001F22D6">
        <w:t>3.4 Расчет входной цепи каскада</w:t>
      </w:r>
    </w:p>
    <w:p w:rsidR="001F22D6" w:rsidRDefault="001F22D6" w:rsidP="001F22D6">
      <w:pPr>
        <w:pStyle w:val="af"/>
        <w:ind w:firstLine="0"/>
        <w:jc w:val="left"/>
      </w:pPr>
      <w:r w:rsidRPr="001F22D6">
        <w:t>4. Расчет входного каскада</w:t>
      </w:r>
    </w:p>
    <w:p w:rsidR="0048793A" w:rsidRPr="001F22D6" w:rsidRDefault="0048793A" w:rsidP="001F22D6">
      <w:pPr>
        <w:pStyle w:val="af"/>
        <w:ind w:firstLine="0"/>
        <w:jc w:val="left"/>
      </w:pPr>
      <w:r>
        <w:t>Список литературы</w:t>
      </w:r>
    </w:p>
    <w:p w:rsidR="001F22D6" w:rsidRPr="001F22D6" w:rsidRDefault="001F22D6" w:rsidP="001F22D6">
      <w:pPr>
        <w:pStyle w:val="af"/>
      </w:pPr>
    </w:p>
    <w:p w:rsidR="001F22D6" w:rsidRDefault="001F22D6" w:rsidP="001F22D6">
      <w:pPr>
        <w:pStyle w:val="af"/>
      </w:pPr>
      <w:r>
        <w:br w:type="page"/>
      </w:r>
      <w:r w:rsidRPr="001F22D6">
        <w:t>Введение</w:t>
      </w:r>
    </w:p>
    <w:p w:rsidR="00D219FB" w:rsidRPr="001F22D6" w:rsidRDefault="00D219FB" w:rsidP="001F22D6">
      <w:pPr>
        <w:pStyle w:val="af"/>
      </w:pPr>
    </w:p>
    <w:p w:rsidR="00D219FB" w:rsidRPr="001F22D6" w:rsidRDefault="00CB2C4D" w:rsidP="001F22D6">
      <w:pPr>
        <w:pStyle w:val="af"/>
      </w:pPr>
      <w:r w:rsidRPr="001F22D6">
        <w:t>Основной</w:t>
      </w:r>
      <w:r w:rsidR="00D219FB" w:rsidRPr="001F22D6">
        <w:t xml:space="preserve"> целью курсового проекта является овладение методикой и навыками</w:t>
      </w:r>
      <w:r w:rsidR="001F22D6">
        <w:t xml:space="preserve"> </w:t>
      </w:r>
      <w:r w:rsidR="00D219FB" w:rsidRPr="001F22D6">
        <w:t>инженерного расчета усилителей переменного тока. Усилитель проектируется как функционально и конструктивно законченное</w:t>
      </w:r>
      <w:r w:rsidR="001F22D6">
        <w:t xml:space="preserve"> </w:t>
      </w:r>
      <w:r w:rsidR="00D219FB" w:rsidRPr="001F22D6">
        <w:t>устройство. Число питающих напряжений должно быть минимально.</w:t>
      </w:r>
    </w:p>
    <w:p w:rsidR="001F22D6" w:rsidRDefault="00D219FB" w:rsidP="001F22D6">
      <w:pPr>
        <w:pStyle w:val="af"/>
      </w:pPr>
      <w:r w:rsidRPr="001F22D6">
        <w:t>Усилитель включает в себя следующие составные блоки:</w:t>
      </w:r>
    </w:p>
    <w:p w:rsidR="001F22D6" w:rsidRDefault="00D219FB" w:rsidP="001F22D6">
      <w:pPr>
        <w:pStyle w:val="af"/>
      </w:pPr>
      <w:r w:rsidRPr="001F22D6">
        <w:t>- входной каскад;</w:t>
      </w:r>
    </w:p>
    <w:p w:rsidR="001F22D6" w:rsidRDefault="00D219FB" w:rsidP="001F22D6">
      <w:pPr>
        <w:pStyle w:val="af"/>
      </w:pPr>
      <w:r w:rsidRPr="001F22D6">
        <w:t>- каскад предварительного усиления (один или несколько);</w:t>
      </w:r>
    </w:p>
    <w:p w:rsidR="001F22D6" w:rsidRDefault="00D219FB" w:rsidP="001F22D6">
      <w:pPr>
        <w:pStyle w:val="af"/>
      </w:pPr>
      <w:r w:rsidRPr="001F22D6">
        <w:t>- фазоинверсный каскад;</w:t>
      </w:r>
    </w:p>
    <w:p w:rsidR="001F22D6" w:rsidRDefault="00D219FB" w:rsidP="001F22D6">
      <w:pPr>
        <w:pStyle w:val="af"/>
      </w:pPr>
      <w:r w:rsidRPr="001F22D6">
        <w:t>- цепь обратной связи;</w:t>
      </w:r>
    </w:p>
    <w:p w:rsidR="001F22D6" w:rsidRDefault="00D219FB" w:rsidP="001F22D6">
      <w:pPr>
        <w:pStyle w:val="af"/>
      </w:pPr>
      <w:r w:rsidRPr="001F22D6">
        <w:t>- цепь питания;</w:t>
      </w:r>
    </w:p>
    <w:p w:rsidR="00D219FB" w:rsidRPr="001F22D6" w:rsidRDefault="00D219FB" w:rsidP="001F22D6">
      <w:pPr>
        <w:pStyle w:val="af"/>
      </w:pPr>
      <w:r w:rsidRPr="001F22D6">
        <w:t>- источник сигнала.</w:t>
      </w:r>
    </w:p>
    <w:p w:rsidR="00D219FB" w:rsidRPr="001F22D6" w:rsidRDefault="00D219FB" w:rsidP="001F22D6">
      <w:pPr>
        <w:pStyle w:val="af"/>
      </w:pPr>
    </w:p>
    <w:p w:rsidR="00D219FB" w:rsidRPr="001F22D6" w:rsidRDefault="006916B0" w:rsidP="001F22D6">
      <w:pPr>
        <w:pStyle w:val="af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9.25pt;height:89.25pt">
            <v:imagedata r:id="rId5" o:title="" gain="546133f" blacklevel="-11796f" grayscale="t"/>
          </v:shape>
        </w:pict>
      </w:r>
    </w:p>
    <w:p w:rsidR="00D219FB" w:rsidRPr="001F22D6" w:rsidRDefault="00D219FB" w:rsidP="001F22D6">
      <w:pPr>
        <w:pStyle w:val="af"/>
      </w:pPr>
      <w:r w:rsidRPr="001F22D6">
        <w:t>Рисунок 1 (Структурная схема усилителя)</w:t>
      </w:r>
    </w:p>
    <w:p w:rsidR="00D219FB" w:rsidRPr="001F22D6" w:rsidRDefault="00D219FB" w:rsidP="001F22D6">
      <w:pPr>
        <w:pStyle w:val="af"/>
      </w:pPr>
    </w:p>
    <w:p w:rsidR="00D219FB" w:rsidRPr="001F22D6" w:rsidRDefault="00D219FB" w:rsidP="001F22D6">
      <w:pPr>
        <w:pStyle w:val="af"/>
      </w:pPr>
      <w:r w:rsidRPr="001F22D6">
        <w:t>ВХ – входной каскад;</w:t>
      </w:r>
    </w:p>
    <w:p w:rsidR="00D219FB" w:rsidRPr="001F22D6" w:rsidRDefault="00D219FB" w:rsidP="001F22D6">
      <w:pPr>
        <w:pStyle w:val="af"/>
      </w:pPr>
      <w:r w:rsidRPr="001F22D6">
        <w:t>ПУ – каскад предварительного усиления;</w:t>
      </w:r>
    </w:p>
    <w:p w:rsidR="00D219FB" w:rsidRPr="001F22D6" w:rsidRDefault="00D219FB" w:rsidP="001F22D6">
      <w:pPr>
        <w:pStyle w:val="af"/>
      </w:pPr>
      <w:r w:rsidRPr="001F22D6">
        <w:t>ФИК – фазоинверсный каскад;</w:t>
      </w:r>
    </w:p>
    <w:p w:rsidR="00D219FB" w:rsidRPr="001F22D6" w:rsidRDefault="00D219FB" w:rsidP="001F22D6">
      <w:pPr>
        <w:pStyle w:val="af"/>
      </w:pPr>
      <w:r w:rsidRPr="001F22D6">
        <w:t>ВЫХ – выходной каскад.</w:t>
      </w:r>
    </w:p>
    <w:p w:rsidR="00D219FB" w:rsidRPr="001F22D6" w:rsidRDefault="00D219FB" w:rsidP="001F22D6">
      <w:pPr>
        <w:pStyle w:val="af"/>
      </w:pPr>
    </w:p>
    <w:p w:rsidR="001F22D6" w:rsidRDefault="00E57771" w:rsidP="001F22D6">
      <w:pPr>
        <w:pStyle w:val="af"/>
      </w:pPr>
      <w:r>
        <w:br w:type="page"/>
      </w:r>
      <w:r w:rsidR="00B24160" w:rsidRPr="001F22D6">
        <w:t>1 Обоснование сх</w:t>
      </w:r>
      <w:r w:rsidR="00B815EA" w:rsidRPr="001F22D6">
        <w:t>емы выходного каскада усилителя</w:t>
      </w:r>
    </w:p>
    <w:p w:rsidR="00B24160" w:rsidRPr="001F22D6" w:rsidRDefault="00B24160" w:rsidP="001F22D6">
      <w:pPr>
        <w:pStyle w:val="af"/>
      </w:pPr>
    </w:p>
    <w:p w:rsidR="00B24160" w:rsidRPr="001F22D6" w:rsidRDefault="00B24160" w:rsidP="001F22D6">
      <w:pPr>
        <w:pStyle w:val="af"/>
      </w:pPr>
      <w:r w:rsidRPr="001F22D6">
        <w:t>В этом пункте определяется тип используемого ка</w:t>
      </w:r>
      <w:r w:rsidR="00846A69" w:rsidRPr="001F22D6">
        <w:t>скада – трансформаторный или бес</w:t>
      </w:r>
      <w:r w:rsidRPr="001F22D6">
        <w:t>трансформаторный. Для этого проводится ряд расчетов.</w:t>
      </w:r>
    </w:p>
    <w:p w:rsidR="00B24160" w:rsidRPr="001F22D6" w:rsidRDefault="00B24160" w:rsidP="001F22D6">
      <w:pPr>
        <w:pStyle w:val="af"/>
      </w:pPr>
      <w:r w:rsidRPr="001F22D6">
        <w:t>Амплитудное значение коллекторного напряжения транзистора:</w:t>
      </w:r>
    </w:p>
    <w:p w:rsidR="001F22D6" w:rsidRDefault="001F22D6" w:rsidP="001F22D6">
      <w:pPr>
        <w:pStyle w:val="af"/>
      </w:pPr>
    </w:p>
    <w:p w:rsidR="00B24160" w:rsidRPr="001F22D6" w:rsidRDefault="006916B0" w:rsidP="001F22D6">
      <w:pPr>
        <w:pStyle w:val="af"/>
      </w:pPr>
      <w:r>
        <w:pict>
          <v:shape id="_x0000_i1026" type="#_x0000_t75" style="width:186.75pt;height:27pt">
            <v:imagedata r:id="rId6" o:title=""/>
          </v:shape>
        </w:pict>
      </w:r>
    </w:p>
    <w:p w:rsidR="00B24160" w:rsidRPr="001F22D6" w:rsidRDefault="00B24160" w:rsidP="001F22D6">
      <w:pPr>
        <w:pStyle w:val="af"/>
      </w:pPr>
    </w:p>
    <w:p w:rsidR="001F22D6" w:rsidRDefault="00B24160" w:rsidP="001F22D6">
      <w:pPr>
        <w:pStyle w:val="af"/>
      </w:pPr>
      <w:r w:rsidRPr="001F22D6">
        <w:t>Амплитудное значение коллекторного тока транзистора:</w:t>
      </w:r>
    </w:p>
    <w:p w:rsidR="00F65B57" w:rsidRDefault="00F65B57" w:rsidP="001F22D6">
      <w:pPr>
        <w:pStyle w:val="af"/>
      </w:pPr>
    </w:p>
    <w:p w:rsidR="00B24160" w:rsidRPr="001F22D6" w:rsidRDefault="006916B0" w:rsidP="001F22D6">
      <w:pPr>
        <w:pStyle w:val="af"/>
      </w:pPr>
      <w:r>
        <w:pict>
          <v:shape id="_x0000_i1027" type="#_x0000_t75" style="width:180.75pt;height:40.5pt">
            <v:imagedata r:id="rId7" o:title=""/>
          </v:shape>
        </w:pict>
      </w:r>
    </w:p>
    <w:p w:rsidR="00F65B57" w:rsidRDefault="00F65B57" w:rsidP="001F22D6">
      <w:pPr>
        <w:pStyle w:val="af"/>
      </w:pPr>
    </w:p>
    <w:p w:rsidR="00B24160" w:rsidRPr="001F22D6" w:rsidRDefault="00B24160" w:rsidP="001F22D6">
      <w:pPr>
        <w:pStyle w:val="af"/>
      </w:pPr>
      <w:r w:rsidRPr="001F22D6">
        <w:t>Выбираем по току транзистор</w:t>
      </w:r>
      <w:r w:rsidR="001F22D6">
        <w:t xml:space="preserve"> </w:t>
      </w:r>
      <w:r w:rsidR="006916B0">
        <w:pict>
          <v:shape id="_x0000_i1028" type="#_x0000_t75" style="width:60pt;height:17.25pt">
            <v:imagedata r:id="rId8" o:title=""/>
          </v:shape>
        </w:pict>
      </w:r>
      <w:r w:rsidRPr="001F22D6">
        <w:t>. Нам подходит транзистор КТ819.</w:t>
      </w:r>
    </w:p>
    <w:p w:rsidR="001F22D6" w:rsidRDefault="00B24160" w:rsidP="001F22D6">
      <w:pPr>
        <w:pStyle w:val="af"/>
      </w:pPr>
      <w:r w:rsidRPr="001F22D6">
        <w:t>Определяется необходимое напряжение источника питания:</w:t>
      </w:r>
    </w:p>
    <w:p w:rsidR="001F22D6" w:rsidRDefault="001F22D6" w:rsidP="001F22D6">
      <w:pPr>
        <w:pStyle w:val="af"/>
      </w:pPr>
    </w:p>
    <w:p w:rsidR="00B24160" w:rsidRPr="001F22D6" w:rsidRDefault="006916B0" w:rsidP="001F22D6">
      <w:pPr>
        <w:pStyle w:val="af"/>
      </w:pPr>
      <w:r>
        <w:pict>
          <v:shape id="_x0000_i1029" type="#_x0000_t75" style="width:154.5pt;height:27pt">
            <v:imagedata r:id="rId9" o:title=""/>
          </v:shape>
        </w:pict>
      </w:r>
      <w:r w:rsidR="00B24160" w:rsidRPr="001F22D6">
        <w:t>,</w:t>
      </w:r>
    </w:p>
    <w:p w:rsidR="00F65B57" w:rsidRDefault="00F65B57" w:rsidP="001F22D6">
      <w:pPr>
        <w:pStyle w:val="af"/>
      </w:pPr>
    </w:p>
    <w:p w:rsidR="00B24160" w:rsidRPr="001F22D6" w:rsidRDefault="00B24160" w:rsidP="001F22D6">
      <w:pPr>
        <w:pStyle w:val="af"/>
      </w:pPr>
      <w:r w:rsidRPr="001F22D6">
        <w:t xml:space="preserve">Где rнас </w:t>
      </w:r>
      <w:r w:rsidR="00D219FB" w:rsidRPr="001F22D6">
        <w:t>– внутреннее сопротивление транзистора в режиме насыщения.</w:t>
      </w:r>
    </w:p>
    <w:p w:rsidR="001F22D6" w:rsidRDefault="00D219FB" w:rsidP="001F22D6">
      <w:pPr>
        <w:pStyle w:val="af"/>
      </w:pPr>
      <w:r w:rsidRPr="001F22D6">
        <w:t>r</w:t>
      </w:r>
      <w:r w:rsidR="000F7304" w:rsidRPr="001F22D6">
        <w:t>нас -</w:t>
      </w:r>
      <w:r w:rsidRPr="001F22D6">
        <w:t xml:space="preserve"> находим по выходным характеристикам транзистора КТ819 (приложение 1). В нашем случае для транзистора КТ819</w:t>
      </w:r>
    </w:p>
    <w:p w:rsidR="00F65B57" w:rsidRDefault="00F65B57" w:rsidP="001F22D6">
      <w:pPr>
        <w:pStyle w:val="af"/>
      </w:pPr>
    </w:p>
    <w:p w:rsidR="00D219FB" w:rsidRPr="001F22D6" w:rsidRDefault="006916B0" w:rsidP="001F22D6">
      <w:pPr>
        <w:pStyle w:val="af"/>
      </w:pPr>
      <w:r>
        <w:pict>
          <v:shape id="_x0000_i1030" type="#_x0000_t75" style="width:174.75pt;height:52.5pt">
            <v:imagedata r:id="rId10" o:title=""/>
          </v:shape>
        </w:pict>
      </w:r>
    </w:p>
    <w:p w:rsidR="00F65B57" w:rsidRDefault="00F65B57" w:rsidP="001F22D6">
      <w:pPr>
        <w:pStyle w:val="af"/>
      </w:pPr>
    </w:p>
    <w:p w:rsidR="001F22D6" w:rsidRDefault="000D5AAF" w:rsidP="001F22D6">
      <w:pPr>
        <w:pStyle w:val="af"/>
      </w:pPr>
      <w:r w:rsidRPr="001F22D6">
        <w:t>Тогда:</w:t>
      </w:r>
    </w:p>
    <w:p w:rsidR="000D5AAF" w:rsidRPr="001F22D6" w:rsidRDefault="006916B0" w:rsidP="001F22D6">
      <w:pPr>
        <w:pStyle w:val="af"/>
      </w:pPr>
      <w:r>
        <w:pict>
          <v:shape id="_x0000_i1031" type="#_x0000_t75" style="width:247.5pt;height:28.5pt">
            <v:imagedata r:id="rId11" o:title=""/>
          </v:shape>
        </w:pict>
      </w:r>
    </w:p>
    <w:p w:rsidR="000D5AAF" w:rsidRPr="001F22D6" w:rsidRDefault="000D5AAF" w:rsidP="001F22D6">
      <w:pPr>
        <w:pStyle w:val="af"/>
      </w:pPr>
      <w:r w:rsidRPr="001F22D6">
        <w:t>Поскольку Еп</w:t>
      </w:r>
      <w:r w:rsidR="001F22D6">
        <w:t xml:space="preserve"> </w:t>
      </w:r>
      <w:r w:rsidRPr="001F22D6">
        <w:t>не попадает в диапазон 12 – 15В, то будем использовать трансформаторный каскад с напряжением источника питания Еп=12В.</w:t>
      </w:r>
    </w:p>
    <w:p w:rsidR="000D5AAF" w:rsidRPr="001F22D6" w:rsidRDefault="000D5AAF" w:rsidP="001F22D6">
      <w:pPr>
        <w:pStyle w:val="af"/>
      </w:pPr>
    </w:p>
    <w:p w:rsidR="000D5AAF" w:rsidRDefault="00F65B57" w:rsidP="001F22D6">
      <w:pPr>
        <w:pStyle w:val="af"/>
      </w:pPr>
      <w:r>
        <w:br w:type="page"/>
      </w:r>
      <w:r w:rsidR="000D5AAF" w:rsidRPr="001F22D6">
        <w:t>2 Расчет параметров выходного каскада</w:t>
      </w:r>
    </w:p>
    <w:p w:rsidR="00F65B57" w:rsidRPr="001F22D6" w:rsidRDefault="00F65B57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32" type="#_x0000_t75" style="width:366pt;height:230.25pt">
            <v:imagedata r:id="rId12" o:title="" gain="2147483647f" blacklevel="-14416f" grayscale="t"/>
          </v:shape>
        </w:pict>
      </w:r>
    </w:p>
    <w:p w:rsidR="00906107" w:rsidRPr="001F22D6" w:rsidRDefault="00906107" w:rsidP="001F22D6">
      <w:pPr>
        <w:pStyle w:val="af"/>
      </w:pPr>
      <w:r w:rsidRPr="001F22D6">
        <w:t>Рисунок 2.1 – Трансформаторный выходной каскад.</w:t>
      </w:r>
    </w:p>
    <w:p w:rsidR="00906107" w:rsidRPr="001F22D6" w:rsidRDefault="00906107" w:rsidP="001F22D6">
      <w:pPr>
        <w:pStyle w:val="af"/>
      </w:pPr>
    </w:p>
    <w:p w:rsidR="001F22D6" w:rsidRDefault="00906107" w:rsidP="001F22D6">
      <w:pPr>
        <w:pStyle w:val="af"/>
      </w:pPr>
      <w:r w:rsidRPr="001F22D6">
        <w:t>Мощность, выделяемая каскадом в нагрузке:</w:t>
      </w:r>
    </w:p>
    <w:p w:rsidR="001F22D6" w:rsidRDefault="001F22D6" w:rsidP="001F22D6">
      <w:pPr>
        <w:pStyle w:val="af"/>
      </w:pPr>
    </w:p>
    <w:p w:rsidR="00906107" w:rsidRPr="001F22D6" w:rsidRDefault="006916B0" w:rsidP="001F22D6">
      <w:pPr>
        <w:pStyle w:val="af"/>
      </w:pPr>
      <w:r>
        <w:pict>
          <v:shape id="_x0000_i1033" type="#_x0000_t75" style="width:141.75pt;height:43.5pt">
            <v:imagedata r:id="rId13" o:title=""/>
          </v:shape>
        </w:pict>
      </w:r>
    </w:p>
    <w:p w:rsidR="00F65B57" w:rsidRDefault="00F65B57" w:rsidP="001F22D6">
      <w:pPr>
        <w:pStyle w:val="af"/>
      </w:pPr>
    </w:p>
    <w:p w:rsidR="001F22D6" w:rsidRDefault="00906107" w:rsidP="001F22D6">
      <w:pPr>
        <w:pStyle w:val="af"/>
      </w:pPr>
      <w:r w:rsidRPr="001F22D6">
        <w:t>Поскольку мощность, выделяемая каскадом в нагрузку, составляет</w:t>
      </w:r>
    </w:p>
    <w:p w:rsidR="00906107" w:rsidRPr="001F22D6" w:rsidRDefault="00906107" w:rsidP="001F22D6">
      <w:pPr>
        <w:pStyle w:val="af"/>
      </w:pPr>
      <w:r w:rsidRPr="001F22D6">
        <w:t xml:space="preserve">Рн = 18Вт, то КПД выходного трансформатора составит </w:t>
      </w:r>
      <w:r w:rsidR="006916B0">
        <w:pict>
          <v:shape id="_x0000_i1034" type="#_x0000_t75" style="width:60pt;height:18pt">
            <v:imagedata r:id="rId14" o:title=""/>
          </v:shape>
        </w:pict>
      </w:r>
      <w:r w:rsidRPr="001F22D6">
        <w:t>.</w:t>
      </w:r>
    </w:p>
    <w:p w:rsidR="001F22D6" w:rsidRDefault="00906107" w:rsidP="001F22D6">
      <w:pPr>
        <w:pStyle w:val="af"/>
      </w:pPr>
      <w:r w:rsidRPr="001F22D6">
        <w:t>Мощность, отдаваемая транзисторами в нагрузку:</w:t>
      </w:r>
    </w:p>
    <w:p w:rsidR="001F22D6" w:rsidRDefault="001F22D6" w:rsidP="001F22D6">
      <w:pPr>
        <w:pStyle w:val="af"/>
      </w:pPr>
    </w:p>
    <w:p w:rsidR="00906107" w:rsidRPr="001F22D6" w:rsidRDefault="006916B0" w:rsidP="001F22D6">
      <w:pPr>
        <w:pStyle w:val="af"/>
      </w:pPr>
      <w:r>
        <w:pict>
          <v:shape id="_x0000_i1035" type="#_x0000_t75" style="width:120.75pt;height:38.25pt">
            <v:imagedata r:id="rId15" o:title=""/>
          </v:shape>
        </w:pict>
      </w:r>
    </w:p>
    <w:p w:rsidR="00F65B57" w:rsidRDefault="00F65B57" w:rsidP="001F22D6">
      <w:pPr>
        <w:pStyle w:val="af"/>
      </w:pPr>
    </w:p>
    <w:p w:rsidR="00906107" w:rsidRPr="001F22D6" w:rsidRDefault="00906107" w:rsidP="001F22D6">
      <w:pPr>
        <w:pStyle w:val="af"/>
      </w:pPr>
      <w:r w:rsidRPr="001F22D6">
        <w:t>где ηтр-КПД выходного трансформатора.</w:t>
      </w:r>
    </w:p>
    <w:p w:rsidR="00846A69" w:rsidRPr="001F22D6" w:rsidRDefault="00846A69" w:rsidP="001F22D6">
      <w:pPr>
        <w:pStyle w:val="af"/>
      </w:pPr>
      <w:r w:rsidRPr="001F22D6">
        <w:t>Ориентировочная мощность, рассеиваемая на коллекторе транзистора:</w:t>
      </w:r>
    </w:p>
    <w:p w:rsidR="001F22D6" w:rsidRDefault="001F22D6" w:rsidP="001F22D6">
      <w:pPr>
        <w:pStyle w:val="af"/>
      </w:pPr>
    </w:p>
    <w:p w:rsidR="00846A69" w:rsidRPr="001F22D6" w:rsidRDefault="006916B0" w:rsidP="001F22D6">
      <w:pPr>
        <w:pStyle w:val="af"/>
      </w:pPr>
      <w:r>
        <w:pict>
          <v:shape id="_x0000_i1036" type="#_x0000_t75" style="width:234.75pt;height:23.25pt">
            <v:imagedata r:id="rId16" o:title=""/>
          </v:shape>
        </w:pict>
      </w:r>
    </w:p>
    <w:p w:rsidR="00C22BEB" w:rsidRDefault="00C22BEB" w:rsidP="001F22D6">
      <w:pPr>
        <w:pStyle w:val="af"/>
        <w:sectPr w:rsidR="00C22BEB" w:rsidSect="001F22D6">
          <w:pgSz w:w="11907" w:h="16840" w:code="9"/>
          <w:pgMar w:top="1134" w:right="851" w:bottom="1134" w:left="1701" w:header="720" w:footer="720" w:gutter="0"/>
          <w:cols w:space="720"/>
          <w:docGrid w:linePitch="381"/>
        </w:sectPr>
      </w:pPr>
    </w:p>
    <w:p w:rsidR="00846A69" w:rsidRPr="001F22D6" w:rsidRDefault="00EA6B73" w:rsidP="001F22D6">
      <w:pPr>
        <w:pStyle w:val="af"/>
      </w:pPr>
      <w:r w:rsidRPr="001F22D6">
        <w:t>По следующим неравенствам проверяем выбранные транзисторы VT1(VT2):</w:t>
      </w:r>
    </w:p>
    <w:p w:rsidR="001F22D6" w:rsidRDefault="001F22D6" w:rsidP="001F22D6">
      <w:pPr>
        <w:pStyle w:val="af"/>
      </w:pPr>
    </w:p>
    <w:p w:rsidR="00EA6B73" w:rsidRPr="001F22D6" w:rsidRDefault="006916B0" w:rsidP="001F22D6">
      <w:pPr>
        <w:pStyle w:val="af"/>
      </w:pPr>
      <w:r>
        <w:pict>
          <v:shape id="_x0000_i1037" type="#_x0000_t75" style="width:156pt;height:74.25pt">
            <v:imagedata r:id="rId17" o:title=""/>
          </v:shape>
        </w:pict>
      </w:r>
    </w:p>
    <w:p w:rsidR="00EA6B73" w:rsidRPr="001F22D6" w:rsidRDefault="00EA6B73" w:rsidP="001F22D6">
      <w:pPr>
        <w:pStyle w:val="af"/>
      </w:pPr>
    </w:p>
    <w:p w:rsidR="00EA6B73" w:rsidRPr="001F22D6" w:rsidRDefault="00EA6B73" w:rsidP="001F22D6">
      <w:pPr>
        <w:pStyle w:val="af"/>
      </w:pPr>
      <w:r w:rsidRPr="001F22D6">
        <w:t>По справочнику [3] выбран транзистор КТ819В в корпусе ТО-220 со следующими параметрами:</w:t>
      </w:r>
    </w:p>
    <w:p w:rsidR="00EA6B73" w:rsidRPr="001F22D6" w:rsidRDefault="00EA6B73" w:rsidP="001F22D6">
      <w:pPr>
        <w:pStyle w:val="af"/>
      </w:pPr>
      <w:r w:rsidRPr="001F22D6">
        <w:t>Pкдоп25oС = 60 Вт – максимально допустимая рассеиваемая мощность на коллекторе;</w:t>
      </w:r>
    </w:p>
    <w:p w:rsidR="00EA6B73" w:rsidRPr="001F22D6" w:rsidRDefault="00EA6B73" w:rsidP="001F22D6">
      <w:pPr>
        <w:pStyle w:val="af"/>
      </w:pPr>
      <w:r w:rsidRPr="001F22D6">
        <w:t>Uкдоп = 70В – максимально допустимое постоянное напряжение между коллектором и эммитером;</w:t>
      </w:r>
    </w:p>
    <w:p w:rsidR="00EA6B73" w:rsidRPr="001F22D6" w:rsidRDefault="00EA6B73" w:rsidP="001F22D6">
      <w:pPr>
        <w:pStyle w:val="af"/>
      </w:pPr>
      <w:r w:rsidRPr="001F22D6">
        <w:t>Iкдоп = 10A – максимально допустимый ток коллектора</w:t>
      </w:r>
      <w:r w:rsidR="00CB2C4D" w:rsidRPr="001F22D6">
        <w:t>.</w:t>
      </w:r>
    </w:p>
    <w:p w:rsidR="00CB2C4D" w:rsidRPr="001F22D6" w:rsidRDefault="00CB2C4D" w:rsidP="001F22D6">
      <w:pPr>
        <w:pStyle w:val="af"/>
      </w:pPr>
      <w:r w:rsidRPr="001F22D6">
        <w:t>Проверим выбранный транзистор на мощностные показатели при наибольшей температуре окружающей среды по формуле:</w:t>
      </w:r>
    </w:p>
    <w:p w:rsidR="001F22D6" w:rsidRDefault="001F22D6" w:rsidP="001F22D6">
      <w:pPr>
        <w:pStyle w:val="af"/>
      </w:pPr>
    </w:p>
    <w:p w:rsidR="004F351D" w:rsidRPr="001F22D6" w:rsidRDefault="006916B0" w:rsidP="001F22D6">
      <w:pPr>
        <w:pStyle w:val="af"/>
      </w:pPr>
      <w:r>
        <w:pict>
          <v:shape id="_x0000_i1038" type="#_x0000_t75" style="width:197.25pt;height:26.25pt">
            <v:imagedata r:id="rId18" o:title=""/>
          </v:shape>
        </w:pict>
      </w:r>
    </w:p>
    <w:p w:rsidR="00F65B57" w:rsidRDefault="00F65B57" w:rsidP="001F22D6">
      <w:pPr>
        <w:pStyle w:val="af"/>
      </w:pPr>
    </w:p>
    <w:p w:rsidR="00CA3241" w:rsidRPr="001F22D6" w:rsidRDefault="004F351D" w:rsidP="001F22D6">
      <w:pPr>
        <w:pStyle w:val="af"/>
      </w:pPr>
      <w:r w:rsidRPr="001F22D6">
        <w:t>г</w:t>
      </w:r>
      <w:r w:rsidR="00CA3241" w:rsidRPr="001F22D6">
        <w:t>де</w:t>
      </w:r>
      <w:r w:rsidR="001F22D6">
        <w:t xml:space="preserve"> </w:t>
      </w:r>
      <w:r w:rsidR="006916B0">
        <w:pict>
          <v:shape id="_x0000_i1039" type="#_x0000_t75" style="width:68.25pt;height:27pt">
            <v:imagedata r:id="rId19" o:title=""/>
          </v:shape>
        </w:pict>
      </w:r>
      <w:r w:rsidR="001F22D6">
        <w:t xml:space="preserve"> </w:t>
      </w:r>
      <w:r w:rsidR="00CA3241" w:rsidRPr="001F22D6">
        <w:t>- номинально доп</w:t>
      </w:r>
      <w:r w:rsidRPr="001F22D6">
        <w:t xml:space="preserve">устимая постоянная рассеиваемая </w:t>
      </w:r>
      <w:r w:rsidR="00CA3241" w:rsidRPr="001F22D6">
        <w:t>мощность</w:t>
      </w:r>
      <w:r w:rsidRPr="001F22D6">
        <w:t xml:space="preserve"> </w:t>
      </w:r>
      <w:r w:rsidR="00CA3241" w:rsidRPr="001F22D6">
        <w:t>коллектора при максимальной температуре коллекторного перехода;</w:t>
      </w:r>
    </w:p>
    <w:p w:rsidR="001F22D6" w:rsidRDefault="001F22D6" w:rsidP="001F22D6">
      <w:pPr>
        <w:pStyle w:val="af"/>
      </w:pPr>
    </w:p>
    <w:p w:rsidR="00CB2C4D" w:rsidRPr="001F22D6" w:rsidRDefault="006916B0" w:rsidP="001F22D6">
      <w:pPr>
        <w:pStyle w:val="af"/>
      </w:pPr>
      <w:r>
        <w:pict>
          <v:shape id="_x0000_i1040" type="#_x0000_t75" style="width:255pt;height:27.75pt">
            <v:imagedata r:id="rId20" o:title=""/>
          </v:shape>
        </w:pict>
      </w:r>
    </w:p>
    <w:p w:rsidR="00F65B57" w:rsidRDefault="00F65B57" w:rsidP="001F22D6">
      <w:pPr>
        <w:pStyle w:val="af"/>
      </w:pPr>
    </w:p>
    <w:p w:rsidR="004F351D" w:rsidRPr="001F22D6" w:rsidRDefault="004F351D" w:rsidP="001F22D6">
      <w:pPr>
        <w:pStyle w:val="af"/>
      </w:pPr>
      <w:r w:rsidRPr="001F22D6">
        <w:t>где tв – верхнее значение диапазона рабочих температур.</w:t>
      </w:r>
    </w:p>
    <w:p w:rsidR="004F351D" w:rsidRPr="001F22D6" w:rsidRDefault="006916B0" w:rsidP="001F22D6">
      <w:pPr>
        <w:pStyle w:val="af"/>
      </w:pPr>
      <w:r>
        <w:pict>
          <v:shape id="_x0000_i1041" type="#_x0000_t75" style="width:261.75pt;height:24pt">
            <v:imagedata r:id="rId21" o:title=""/>
          </v:shape>
        </w:pict>
      </w:r>
    </w:p>
    <w:p w:rsidR="001F22D6" w:rsidRDefault="004F351D" w:rsidP="001F22D6">
      <w:pPr>
        <w:pStyle w:val="af"/>
      </w:pPr>
      <w:r w:rsidRPr="001F22D6">
        <w:t>Поскольку Pкдоп &gt; Рк1</w:t>
      </w:r>
      <w:r w:rsidR="009F09D9" w:rsidRPr="001F22D6">
        <w:t>, то выбранные транзисторы подходят для выходного каскада.</w:t>
      </w:r>
    </w:p>
    <w:p w:rsidR="001F22D6" w:rsidRDefault="001F22D6" w:rsidP="001F22D6">
      <w:pPr>
        <w:pStyle w:val="af"/>
      </w:pPr>
    </w:p>
    <w:p w:rsidR="009F09D9" w:rsidRPr="001F22D6" w:rsidRDefault="009F09D9" w:rsidP="001F22D6">
      <w:pPr>
        <w:pStyle w:val="af"/>
      </w:pPr>
      <w:r w:rsidRPr="001F22D6">
        <w:t>2.1 Расчет режима цепи по постоянному и переменному току</w:t>
      </w:r>
    </w:p>
    <w:p w:rsidR="009F09D9" w:rsidRPr="001F22D6" w:rsidRDefault="009F09D9" w:rsidP="001F22D6">
      <w:pPr>
        <w:pStyle w:val="af"/>
      </w:pPr>
    </w:p>
    <w:p w:rsidR="009F09D9" w:rsidRPr="001F22D6" w:rsidRDefault="009F09D9" w:rsidP="001F22D6">
      <w:pPr>
        <w:pStyle w:val="af"/>
      </w:pPr>
      <w:r w:rsidRPr="001F22D6">
        <w:t>Амплитудное значение переменной составляющей коллекторного напряжения:</w:t>
      </w:r>
    </w:p>
    <w:p w:rsidR="001F22D6" w:rsidRDefault="001F22D6" w:rsidP="001F22D6">
      <w:pPr>
        <w:pStyle w:val="af"/>
      </w:pPr>
    </w:p>
    <w:p w:rsidR="009F09D9" w:rsidRPr="001F22D6" w:rsidRDefault="006916B0" w:rsidP="001F22D6">
      <w:pPr>
        <w:pStyle w:val="af"/>
      </w:pPr>
      <w:r>
        <w:pict>
          <v:shape id="_x0000_i1042" type="#_x0000_t75" style="width:188.25pt;height:24.75pt">
            <v:imagedata r:id="rId22" o:title=""/>
          </v:shape>
        </w:pict>
      </w:r>
    </w:p>
    <w:p w:rsidR="009F09D9" w:rsidRPr="001F22D6" w:rsidRDefault="009F09D9" w:rsidP="001F22D6">
      <w:pPr>
        <w:pStyle w:val="af"/>
      </w:pPr>
    </w:p>
    <w:p w:rsidR="009F09D9" w:rsidRPr="001F22D6" w:rsidRDefault="009F09D9" w:rsidP="001F22D6">
      <w:pPr>
        <w:pStyle w:val="af"/>
      </w:pPr>
      <w:r w:rsidRPr="001F22D6">
        <w:t>Коэффициент трансформации выходного трансформатора:</w:t>
      </w:r>
    </w:p>
    <w:p w:rsidR="001F22D6" w:rsidRDefault="001F22D6" w:rsidP="001F22D6">
      <w:pPr>
        <w:pStyle w:val="af"/>
      </w:pPr>
    </w:p>
    <w:p w:rsidR="009F09D9" w:rsidRPr="001F22D6" w:rsidRDefault="006916B0" w:rsidP="001F22D6">
      <w:pPr>
        <w:pStyle w:val="af"/>
      </w:pPr>
      <w:r>
        <w:pict>
          <v:shape id="_x0000_i1043" type="#_x0000_t75" style="width:198pt;height:48.75pt">
            <v:imagedata r:id="rId23" o:title=""/>
          </v:shape>
        </w:pict>
      </w:r>
    </w:p>
    <w:p w:rsidR="009F09D9" w:rsidRPr="001F22D6" w:rsidRDefault="009F09D9" w:rsidP="001F22D6">
      <w:pPr>
        <w:pStyle w:val="af"/>
      </w:pPr>
    </w:p>
    <w:p w:rsidR="001F22D6" w:rsidRDefault="009F09D9" w:rsidP="001F22D6">
      <w:pPr>
        <w:pStyle w:val="af"/>
      </w:pPr>
      <w:r w:rsidRPr="001F22D6">
        <w:t>Амплитуда переменной составляющей тока коллектора:</w:t>
      </w:r>
    </w:p>
    <w:p w:rsidR="00F65B57" w:rsidRDefault="00F65B57" w:rsidP="001F22D6">
      <w:pPr>
        <w:pStyle w:val="af"/>
      </w:pPr>
    </w:p>
    <w:p w:rsidR="009F09D9" w:rsidRPr="001F22D6" w:rsidRDefault="006916B0" w:rsidP="001F22D6">
      <w:pPr>
        <w:pStyle w:val="af"/>
      </w:pPr>
      <w:r>
        <w:pict>
          <v:shape id="_x0000_i1044" type="#_x0000_t75" style="width:205.5pt;height:43.5pt">
            <v:imagedata r:id="rId24" o:title=""/>
          </v:shape>
        </w:pict>
      </w:r>
    </w:p>
    <w:p w:rsidR="009F09D9" w:rsidRPr="001F22D6" w:rsidRDefault="009F09D9" w:rsidP="001F22D6">
      <w:pPr>
        <w:pStyle w:val="af"/>
      </w:pPr>
    </w:p>
    <w:p w:rsidR="009F09D9" w:rsidRPr="001F22D6" w:rsidRDefault="009F09D9" w:rsidP="001F22D6">
      <w:pPr>
        <w:pStyle w:val="af"/>
      </w:pPr>
      <w:r w:rsidRPr="001F22D6">
        <w:t>Величина тока коллектора в режиме покоя:</w:t>
      </w:r>
    </w:p>
    <w:p w:rsidR="001F22D6" w:rsidRDefault="001F22D6" w:rsidP="001F22D6">
      <w:pPr>
        <w:pStyle w:val="af"/>
      </w:pPr>
    </w:p>
    <w:p w:rsidR="009F09D9" w:rsidRPr="001F22D6" w:rsidRDefault="006916B0" w:rsidP="001F22D6">
      <w:pPr>
        <w:pStyle w:val="af"/>
      </w:pPr>
      <w:r>
        <w:pict>
          <v:shape id="_x0000_i1045" type="#_x0000_t75" style="width:208.5pt;height:27pt">
            <v:imagedata r:id="rId25" o:title=""/>
          </v:shape>
        </w:pict>
      </w:r>
    </w:p>
    <w:p w:rsidR="009F09D9" w:rsidRPr="001F22D6" w:rsidRDefault="009F09D9" w:rsidP="001F22D6">
      <w:pPr>
        <w:pStyle w:val="af"/>
      </w:pPr>
    </w:p>
    <w:p w:rsidR="009F09D9" w:rsidRPr="001F22D6" w:rsidRDefault="000F7304" w:rsidP="001F22D6">
      <w:pPr>
        <w:pStyle w:val="af"/>
      </w:pPr>
      <w:r w:rsidRPr="001F22D6">
        <w:t>г</w:t>
      </w:r>
      <w:r w:rsidR="009F09D9" w:rsidRPr="001F22D6">
        <w:t>де k = (0,5÷2)∙</w:t>
      </w:r>
      <w:r w:rsidRPr="001F22D6">
        <w:t>103</w:t>
      </w:r>
      <w:r w:rsidR="009F09D9" w:rsidRPr="001F22D6">
        <w:t xml:space="preserve"> </w:t>
      </w:r>
      <w:r w:rsidRPr="001F22D6">
        <w:t>–</w:t>
      </w:r>
      <w:r w:rsidR="009F09D9" w:rsidRPr="001F22D6">
        <w:t xml:space="preserve"> </w:t>
      </w:r>
      <w:r w:rsidRPr="001F22D6">
        <w:t>коэффициент, определяющий термоустойчивость транзистора в рабочей точке.</w:t>
      </w:r>
    </w:p>
    <w:p w:rsidR="001F22D6" w:rsidRDefault="000F7304" w:rsidP="001F22D6">
      <w:pPr>
        <w:pStyle w:val="af"/>
      </w:pPr>
      <w:r w:rsidRPr="001F22D6">
        <w:t>Должно выполняться условие:</w:t>
      </w:r>
    </w:p>
    <w:p w:rsidR="00C22BEB" w:rsidRDefault="00C22BEB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46" type="#_x0000_t75" style="width:170.25pt;height:23.25pt">
            <v:imagedata r:id="rId26" o:title=""/>
          </v:shape>
        </w:pict>
      </w:r>
    </w:p>
    <w:p w:rsidR="00F65B57" w:rsidRDefault="00F65B57" w:rsidP="001F22D6">
      <w:pPr>
        <w:pStyle w:val="af"/>
      </w:pPr>
    </w:p>
    <w:p w:rsidR="004C5394" w:rsidRPr="001F22D6" w:rsidRDefault="004C5394" w:rsidP="001F22D6">
      <w:pPr>
        <w:pStyle w:val="af"/>
      </w:pPr>
      <w:r w:rsidRPr="001F22D6">
        <w:t>где (1,15÷1,2) – коэффициент запаса по току.</w:t>
      </w:r>
    </w:p>
    <w:p w:rsidR="004C5394" w:rsidRPr="001F22D6" w:rsidRDefault="004C5394" w:rsidP="001F22D6">
      <w:pPr>
        <w:pStyle w:val="af"/>
      </w:pPr>
      <w:r w:rsidRPr="001F22D6">
        <w:t>Видим, что 10А ≥ 1,2∙(0,5 + 3,96) = 5,3 А – это значит, что транзисторы выбраны правильно.</w:t>
      </w:r>
    </w:p>
    <w:p w:rsidR="001F22D6" w:rsidRDefault="004C5394" w:rsidP="001F22D6">
      <w:pPr>
        <w:pStyle w:val="af"/>
      </w:pPr>
      <w:r w:rsidRPr="001F22D6">
        <w:t>Максимальная суммарная колебательная мощность, выделяемая в эмиттерной и коллекторной цепях:</w:t>
      </w:r>
    </w:p>
    <w:p w:rsidR="00F65B57" w:rsidRDefault="00F65B57" w:rsidP="001F22D6">
      <w:pPr>
        <w:pStyle w:val="af"/>
      </w:pPr>
    </w:p>
    <w:p w:rsidR="004C5394" w:rsidRPr="001F22D6" w:rsidRDefault="006916B0" w:rsidP="001F22D6">
      <w:pPr>
        <w:pStyle w:val="af"/>
      </w:pPr>
      <w:r>
        <w:pict>
          <v:shape id="_x0000_i1047" type="#_x0000_t75" style="width:235.5pt;height:24.75pt">
            <v:imagedata r:id="rId27" o:title=""/>
          </v:shape>
        </w:pict>
      </w:r>
    </w:p>
    <w:p w:rsidR="00F65B57" w:rsidRDefault="00F65B57" w:rsidP="001F22D6">
      <w:pPr>
        <w:pStyle w:val="af"/>
      </w:pPr>
    </w:p>
    <w:p w:rsidR="00F30CB5" w:rsidRPr="001F22D6" w:rsidRDefault="00F30CB5" w:rsidP="001F22D6">
      <w:pPr>
        <w:pStyle w:val="af"/>
      </w:pPr>
      <w:r w:rsidRPr="001F22D6">
        <w:t>где k4 = (0,03÷0,1) – коэффициент, задающий соотношение мощностей, выделяемых в эмиттерной и коллекторной цепях.</w:t>
      </w:r>
    </w:p>
    <w:p w:rsidR="001F22D6" w:rsidRDefault="00F30CB5" w:rsidP="001F22D6">
      <w:pPr>
        <w:pStyle w:val="af"/>
      </w:pPr>
      <w:r w:rsidRPr="001F22D6">
        <w:t>Эквивалентное сопротивление, характеризующее суммарную нагрузку для переменных составляющих токов в коллекторной и эмиттерной цепях:</w:t>
      </w:r>
    </w:p>
    <w:p w:rsidR="00F65B57" w:rsidRDefault="00F65B57" w:rsidP="001F22D6">
      <w:pPr>
        <w:pStyle w:val="af"/>
      </w:pPr>
    </w:p>
    <w:p w:rsidR="00F30CB5" w:rsidRPr="001F22D6" w:rsidRDefault="006916B0" w:rsidP="001F22D6">
      <w:pPr>
        <w:pStyle w:val="af"/>
      </w:pPr>
      <w:r>
        <w:pict>
          <v:shape id="_x0000_i1048" type="#_x0000_t75" style="width:183.75pt;height:44.25pt">
            <v:imagedata r:id="rId28" o:title=""/>
          </v:shape>
        </w:pict>
      </w:r>
    </w:p>
    <w:p w:rsidR="00F65B57" w:rsidRDefault="00F65B57" w:rsidP="001F22D6">
      <w:pPr>
        <w:pStyle w:val="af"/>
      </w:pPr>
    </w:p>
    <w:p w:rsidR="001F22D6" w:rsidRDefault="00F30CB5" w:rsidP="001F22D6">
      <w:pPr>
        <w:pStyle w:val="af"/>
      </w:pPr>
      <w:r w:rsidRPr="001F22D6">
        <w:t>Сопротивление в коллекторной и эмиттерной цепях:</w:t>
      </w:r>
    </w:p>
    <w:p w:rsidR="00F65B57" w:rsidRDefault="00F65B57" w:rsidP="001F22D6">
      <w:pPr>
        <w:pStyle w:val="af"/>
      </w:pPr>
    </w:p>
    <w:p w:rsidR="00F30CB5" w:rsidRPr="001F22D6" w:rsidRDefault="006916B0" w:rsidP="001F22D6">
      <w:pPr>
        <w:pStyle w:val="af"/>
      </w:pPr>
      <w:r>
        <w:pict>
          <v:shape id="_x0000_i1049" type="#_x0000_t75" style="width:191.25pt;height:91.5pt">
            <v:imagedata r:id="rId29" o:title=""/>
          </v:shape>
        </w:pict>
      </w:r>
    </w:p>
    <w:p w:rsidR="00F65B57" w:rsidRDefault="00F65B57" w:rsidP="001F22D6">
      <w:pPr>
        <w:pStyle w:val="af"/>
      </w:pPr>
    </w:p>
    <w:p w:rsidR="00F65B57" w:rsidRDefault="001C56C3" w:rsidP="001F22D6">
      <w:pPr>
        <w:pStyle w:val="af"/>
      </w:pPr>
      <w:r w:rsidRPr="001F22D6">
        <w:t>где</w:t>
      </w:r>
    </w:p>
    <w:p w:rsidR="00F65B57" w:rsidRDefault="00F65B57" w:rsidP="001F22D6">
      <w:pPr>
        <w:pStyle w:val="af"/>
      </w:pPr>
    </w:p>
    <w:p w:rsidR="00F65B57" w:rsidRDefault="006916B0" w:rsidP="001F22D6">
      <w:pPr>
        <w:pStyle w:val="af"/>
      </w:pPr>
      <w:r>
        <w:pict>
          <v:shape id="_x0000_i1050" type="#_x0000_t75" style="width:158.25pt;height:37.5pt">
            <v:imagedata r:id="rId30" o:title=""/>
          </v:shape>
        </w:pict>
      </w:r>
    </w:p>
    <w:p w:rsidR="00F30CB5" w:rsidRPr="001F22D6" w:rsidRDefault="00F65B57" w:rsidP="001F22D6">
      <w:pPr>
        <w:pStyle w:val="af"/>
      </w:pPr>
      <w:r>
        <w:br w:type="page"/>
      </w:r>
      <w:r w:rsidR="001C56C3" w:rsidRPr="001F22D6">
        <w:t>- коэффициент передачи тока эмиттера для выбранного транзистора</w:t>
      </w:r>
    </w:p>
    <w:p w:rsidR="000F7304" w:rsidRPr="001F22D6" w:rsidRDefault="006916B0" w:rsidP="001F22D6">
      <w:pPr>
        <w:pStyle w:val="af"/>
      </w:pPr>
      <w:r>
        <w:pict>
          <v:shape id="_x0000_i1051" type="#_x0000_t75" style="width:207pt;height:45pt">
            <v:imagedata r:id="rId31" o:title=""/>
          </v:shape>
        </w:pict>
      </w:r>
    </w:p>
    <w:p w:rsidR="001C56C3" w:rsidRPr="001F22D6" w:rsidRDefault="001C56C3" w:rsidP="001F22D6">
      <w:pPr>
        <w:pStyle w:val="af"/>
      </w:pPr>
      <w:r w:rsidRPr="001F22D6">
        <w:t>Принимаем Rэ = 0,2 Ом.</w:t>
      </w:r>
    </w:p>
    <w:p w:rsidR="001F22D6" w:rsidRDefault="001C56C3" w:rsidP="001F22D6">
      <w:pPr>
        <w:pStyle w:val="af"/>
      </w:pPr>
      <w:r w:rsidRPr="001F22D6">
        <w:t>Активное сопротивление половины первичной обмотки выходного трансформатора:</w:t>
      </w:r>
    </w:p>
    <w:p w:rsidR="00F65B57" w:rsidRDefault="00F65B57" w:rsidP="001F22D6">
      <w:pPr>
        <w:pStyle w:val="af"/>
      </w:pPr>
    </w:p>
    <w:p w:rsidR="00F65B57" w:rsidRPr="001F22D6" w:rsidRDefault="006916B0" w:rsidP="001F22D6">
      <w:pPr>
        <w:pStyle w:val="af"/>
      </w:pPr>
      <w:r>
        <w:pict>
          <v:shape id="_x0000_i1052" type="#_x0000_t75" style="width:304.5pt;height:24pt">
            <v:imagedata r:id="rId32" o:title=""/>
          </v:shape>
        </w:pict>
      </w:r>
    </w:p>
    <w:p w:rsidR="001C56C3" w:rsidRPr="001F22D6" w:rsidRDefault="001C56C3" w:rsidP="001F22D6">
      <w:pPr>
        <w:pStyle w:val="af"/>
      </w:pPr>
    </w:p>
    <w:p w:rsidR="0014016F" w:rsidRPr="001F22D6" w:rsidRDefault="0014016F" w:rsidP="001F22D6">
      <w:pPr>
        <w:pStyle w:val="af"/>
      </w:pPr>
      <w:r w:rsidRPr="001F22D6">
        <w:t>Напряжение коллектор-эмиттер в режиме покоя:</w:t>
      </w:r>
    </w:p>
    <w:p w:rsidR="001F22D6" w:rsidRDefault="001F22D6" w:rsidP="001F22D6">
      <w:pPr>
        <w:pStyle w:val="af"/>
      </w:pPr>
    </w:p>
    <w:p w:rsidR="0014016F" w:rsidRPr="001F22D6" w:rsidRDefault="0014016F" w:rsidP="001F22D6">
      <w:pPr>
        <w:pStyle w:val="af"/>
      </w:pPr>
      <w:r w:rsidRPr="001F22D6">
        <w:t>U0к = Uкm + Iкm ∙ rнас = 10,8 + 3,96 ∙ 0,214 = 11,7(В).</w:t>
      </w:r>
    </w:p>
    <w:p w:rsidR="00F65B57" w:rsidRDefault="00F65B57" w:rsidP="001F22D6">
      <w:pPr>
        <w:pStyle w:val="af"/>
      </w:pPr>
    </w:p>
    <w:p w:rsidR="0014016F" w:rsidRPr="001F22D6" w:rsidRDefault="0014016F" w:rsidP="001F22D6">
      <w:pPr>
        <w:pStyle w:val="af"/>
      </w:pPr>
      <w:r w:rsidRPr="001F22D6">
        <w:t>Для надежной работы транзистора необходимо, чтобы:</w:t>
      </w:r>
    </w:p>
    <w:p w:rsidR="0014016F" w:rsidRPr="001F22D6" w:rsidRDefault="0014016F" w:rsidP="001F22D6">
      <w:pPr>
        <w:pStyle w:val="af"/>
      </w:pPr>
      <w:r w:rsidRPr="001F22D6">
        <w:t>U0к ≤ 0,45Uкдоп, то есть 11,7 В ≤ 0,45 ∙ 70 = 28 В. Значит, транзистор выбран правильно.</w:t>
      </w:r>
    </w:p>
    <w:p w:rsidR="001F22D6" w:rsidRDefault="0014016F" w:rsidP="001F22D6">
      <w:pPr>
        <w:pStyle w:val="af"/>
      </w:pPr>
      <w:r w:rsidRPr="001F22D6">
        <w:t>Для определения коэффициента температурной нестабильности каскада SBK по рассчитанным значениям I0к, U0к, Iкm и Uкm строится нагрузочная характеристика по переменному току (Приложение).</w:t>
      </w:r>
    </w:p>
    <w:p w:rsidR="001D54B6" w:rsidRPr="001F22D6" w:rsidRDefault="007F25A9" w:rsidP="001F22D6">
      <w:pPr>
        <w:pStyle w:val="af"/>
      </w:pPr>
      <w:r w:rsidRPr="001F22D6">
        <w:t>Для нахождения точки Б необходимо к напряжению U0к</w:t>
      </w:r>
      <w:r w:rsidR="00851778" w:rsidRPr="001F22D6">
        <w:t xml:space="preserve"> добавить напряжение I0к(r1n + α-1∙Rэ). Через точку А0 и Б проводится нагрузочная характеристика по постоянному току. В результате параллельного смещения нагрузочной характеристики по переменному току вверх по нагрузочной характеристике для постоянного тока определяется значение приращения тока коллектора транзистора ∆</w:t>
      </w:r>
      <w:r w:rsidR="001D54B6" w:rsidRPr="001F22D6">
        <w:t>IкТ,</w:t>
      </w:r>
      <w:r w:rsidR="00851778" w:rsidRPr="001F22D6">
        <w:t xml:space="preserve"> </w:t>
      </w:r>
      <w:r w:rsidR="001D54B6" w:rsidRPr="001F22D6">
        <w:t xml:space="preserve">которое </w:t>
      </w:r>
      <w:r w:rsidR="00F65B57">
        <w:t xml:space="preserve">можно допустить при его нагреве </w:t>
      </w:r>
      <w:r w:rsidR="001D54B6" w:rsidRPr="001F22D6">
        <w:t>∆IкТ ≈2,3А.</w:t>
      </w:r>
    </w:p>
    <w:p w:rsidR="001F22D6" w:rsidRDefault="001D54B6" w:rsidP="001F22D6">
      <w:pPr>
        <w:pStyle w:val="af"/>
      </w:pPr>
      <w:r w:rsidRPr="001F22D6">
        <w:t>Допустимая нестабильность каскада, обусловленная изменением I0к от температуры:</w:t>
      </w:r>
    </w:p>
    <w:p w:rsidR="00F65B57" w:rsidRDefault="00F65B57" w:rsidP="001F22D6">
      <w:pPr>
        <w:pStyle w:val="af"/>
      </w:pPr>
    </w:p>
    <w:p w:rsidR="001D54B6" w:rsidRPr="001F22D6" w:rsidRDefault="006916B0" w:rsidP="001F22D6">
      <w:pPr>
        <w:pStyle w:val="af"/>
      </w:pPr>
      <w:r>
        <w:pict>
          <v:shape id="_x0000_i1053" type="#_x0000_t75" style="width:75pt;height:45pt">
            <v:imagedata r:id="rId33" o:title=""/>
          </v:shape>
        </w:pict>
      </w:r>
    </w:p>
    <w:p w:rsidR="00F65B57" w:rsidRDefault="00F65B57" w:rsidP="001F22D6">
      <w:pPr>
        <w:pStyle w:val="af"/>
      </w:pPr>
    </w:p>
    <w:p w:rsidR="001F22D6" w:rsidRDefault="001D54B6" w:rsidP="001F22D6">
      <w:pPr>
        <w:pStyle w:val="af"/>
      </w:pPr>
      <w:r w:rsidRPr="001F22D6">
        <w:t>где</w:t>
      </w:r>
      <w:r w:rsidR="00F65B57">
        <w:t xml:space="preserve"> </w:t>
      </w:r>
      <w:r w:rsidRPr="001F22D6">
        <w:t>∆IT = Iк0 t – I к 0 25°С – приращение обратного тока коллектора;</w:t>
      </w:r>
    </w:p>
    <w:p w:rsidR="001D54B6" w:rsidRPr="001F22D6" w:rsidRDefault="001D54B6" w:rsidP="001F22D6">
      <w:pPr>
        <w:pStyle w:val="af"/>
      </w:pPr>
      <w:r w:rsidRPr="001F22D6">
        <w:t>Iк0 t = I к 0 25° · eγ1</w:t>
      </w:r>
      <w:r w:rsidR="000B17F5" w:rsidRPr="001F22D6">
        <w:t>∆tn,</w:t>
      </w:r>
    </w:p>
    <w:p w:rsidR="000B17F5" w:rsidRPr="001F22D6" w:rsidRDefault="000B17F5" w:rsidP="001F22D6">
      <w:pPr>
        <w:pStyle w:val="af"/>
      </w:pPr>
      <w:r w:rsidRPr="001F22D6">
        <w:t>где γ1 = 0,11град-1 – температурный коэффициент обратного коллекторного тока для кремниевых транзисторов;</w:t>
      </w:r>
    </w:p>
    <w:p w:rsidR="00921176" w:rsidRDefault="00921176" w:rsidP="001F22D6">
      <w:pPr>
        <w:pStyle w:val="af"/>
      </w:pPr>
    </w:p>
    <w:p w:rsidR="00921176" w:rsidRDefault="000B17F5" w:rsidP="001F22D6">
      <w:pPr>
        <w:pStyle w:val="af"/>
      </w:pPr>
      <w:r w:rsidRPr="001F22D6">
        <w:t>∆tn = tmax – 20 = 80 – 25 = 50(°C)</w:t>
      </w:r>
    </w:p>
    <w:p w:rsidR="00921176" w:rsidRDefault="00921176" w:rsidP="001F22D6">
      <w:pPr>
        <w:pStyle w:val="af"/>
      </w:pPr>
    </w:p>
    <w:p w:rsidR="000B17F5" w:rsidRPr="001F22D6" w:rsidRDefault="000B17F5" w:rsidP="001F22D6">
      <w:pPr>
        <w:pStyle w:val="af"/>
      </w:pPr>
      <w:r w:rsidRPr="001F22D6">
        <w:t>– температура перегрева коллекторного перехода.</w:t>
      </w:r>
    </w:p>
    <w:p w:rsidR="001F22D6" w:rsidRDefault="000B17F5" w:rsidP="001F22D6">
      <w:pPr>
        <w:pStyle w:val="af"/>
      </w:pPr>
      <w:r w:rsidRPr="001F22D6">
        <w:t>Iк0t = 0,001 · e0,11· 50 ≈ 0,245(A);</w:t>
      </w:r>
    </w:p>
    <w:p w:rsidR="001F22D6" w:rsidRDefault="000B17F5" w:rsidP="001F22D6">
      <w:pPr>
        <w:pStyle w:val="af"/>
      </w:pPr>
      <w:r w:rsidRPr="001F22D6">
        <w:t>∆IT = 0,245 – 0,001 = 0,244(A);</w:t>
      </w:r>
    </w:p>
    <w:p w:rsidR="000B17F5" w:rsidRPr="001F22D6" w:rsidRDefault="006916B0" w:rsidP="001F22D6">
      <w:pPr>
        <w:pStyle w:val="af"/>
      </w:pPr>
      <w:r>
        <w:pict>
          <v:shape id="_x0000_i1054" type="#_x0000_t75" style="width:106.5pt;height:42pt">
            <v:imagedata r:id="rId34" o:title=""/>
          </v:shape>
        </w:pict>
      </w:r>
    </w:p>
    <w:p w:rsidR="00652280" w:rsidRPr="001F22D6" w:rsidRDefault="00652280" w:rsidP="001F22D6">
      <w:pPr>
        <w:pStyle w:val="af"/>
      </w:pPr>
    </w:p>
    <w:p w:rsidR="00652280" w:rsidRPr="001F22D6" w:rsidRDefault="00652280" w:rsidP="001F22D6">
      <w:pPr>
        <w:pStyle w:val="af"/>
      </w:pPr>
      <w:r w:rsidRPr="001F22D6">
        <w:t>2.2 Расчет элементов цепи смещения</w:t>
      </w:r>
    </w:p>
    <w:p w:rsidR="00652280" w:rsidRPr="001F22D6" w:rsidRDefault="00652280" w:rsidP="001F22D6">
      <w:pPr>
        <w:pStyle w:val="af"/>
      </w:pPr>
    </w:p>
    <w:p w:rsidR="00652280" w:rsidRPr="001F22D6" w:rsidRDefault="00652280" w:rsidP="001F22D6">
      <w:pPr>
        <w:pStyle w:val="af"/>
      </w:pPr>
      <w:r w:rsidRPr="001F22D6">
        <w:t>Путем переноса точек А0 и А1, с выходной характеристики на входную, снятую при |Uкэ| &gt; 0 (приложение), определяются следующие параметры:</w:t>
      </w:r>
    </w:p>
    <w:p w:rsidR="00652280" w:rsidRPr="001F22D6" w:rsidRDefault="00652280" w:rsidP="001F22D6">
      <w:pPr>
        <w:pStyle w:val="af"/>
      </w:pPr>
      <w:r w:rsidRPr="001F22D6">
        <w:t>U0б = 0,64 В – напряжение на базе транзистора в режиме покоя;</w:t>
      </w:r>
    </w:p>
    <w:p w:rsidR="00652280" w:rsidRPr="001F22D6" w:rsidRDefault="00652280" w:rsidP="001F22D6">
      <w:pPr>
        <w:pStyle w:val="af"/>
      </w:pPr>
      <w:r w:rsidRPr="001F22D6">
        <w:t>Uбm = 0,18 В – амплитуда переменной составляющей базового напряжения;</w:t>
      </w:r>
    </w:p>
    <w:p w:rsidR="00652280" w:rsidRPr="001F22D6" w:rsidRDefault="00652280" w:rsidP="001F22D6">
      <w:pPr>
        <w:pStyle w:val="af"/>
      </w:pPr>
      <w:r w:rsidRPr="001F22D6">
        <w:t>Uбmax = 0,82 В – максимальное напряжение на базе;</w:t>
      </w:r>
    </w:p>
    <w:p w:rsidR="00652280" w:rsidRPr="001F22D6" w:rsidRDefault="00652280" w:rsidP="001F22D6">
      <w:pPr>
        <w:pStyle w:val="af"/>
      </w:pPr>
      <w:r w:rsidRPr="001F22D6">
        <w:t>I0б = 10 мА – ток покоя базы;</w:t>
      </w:r>
    </w:p>
    <w:p w:rsidR="00652280" w:rsidRPr="001F22D6" w:rsidRDefault="00652280" w:rsidP="001F22D6">
      <w:pPr>
        <w:pStyle w:val="af"/>
      </w:pPr>
      <w:r w:rsidRPr="001F22D6">
        <w:t>Iбm = 172 мА – амплитуда переменной составляющей базового тока;</w:t>
      </w:r>
    </w:p>
    <w:p w:rsidR="00652280" w:rsidRPr="001F22D6" w:rsidRDefault="00652280" w:rsidP="001F22D6">
      <w:pPr>
        <w:pStyle w:val="af"/>
      </w:pPr>
      <w:r w:rsidRPr="001F22D6">
        <w:t>Iбmax = 182 мА – максимальное значение тока базы.</w:t>
      </w:r>
    </w:p>
    <w:p w:rsidR="001F22D6" w:rsidRDefault="00652280" w:rsidP="001F22D6">
      <w:pPr>
        <w:pStyle w:val="af"/>
      </w:pPr>
      <w:r w:rsidRPr="001F22D6">
        <w:t>Напряжение в средней точке базового делителя в режиме покоя:</w:t>
      </w:r>
    </w:p>
    <w:p w:rsidR="00921176" w:rsidRDefault="00921176" w:rsidP="001F22D6">
      <w:pPr>
        <w:pStyle w:val="af"/>
      </w:pPr>
    </w:p>
    <w:p w:rsidR="00652280" w:rsidRPr="001F22D6" w:rsidRDefault="006916B0" w:rsidP="001F22D6">
      <w:pPr>
        <w:pStyle w:val="af"/>
      </w:pPr>
      <w:r>
        <w:pict>
          <v:shape id="_x0000_i1055" type="#_x0000_t75" style="width:221.25pt;height:42pt">
            <v:imagedata r:id="rId35" o:title=""/>
          </v:shape>
        </w:pict>
      </w:r>
    </w:p>
    <w:p w:rsidR="00211FD5" w:rsidRPr="001F22D6" w:rsidRDefault="00211FD5" w:rsidP="001F22D6">
      <w:pPr>
        <w:pStyle w:val="af"/>
      </w:pPr>
    </w:p>
    <w:p w:rsidR="001F22D6" w:rsidRDefault="00211FD5" w:rsidP="001F22D6">
      <w:pPr>
        <w:pStyle w:val="af"/>
      </w:pPr>
      <w:r w:rsidRPr="001F22D6">
        <w:t>Постоянная составляющая точка через резистор R2:</w:t>
      </w:r>
    </w:p>
    <w:p w:rsidR="00921176" w:rsidRDefault="00921176" w:rsidP="001F22D6">
      <w:pPr>
        <w:pStyle w:val="af"/>
      </w:pPr>
    </w:p>
    <w:p w:rsidR="00211FD5" w:rsidRPr="001F22D6" w:rsidRDefault="00211FD5" w:rsidP="001F22D6">
      <w:pPr>
        <w:pStyle w:val="af"/>
      </w:pPr>
      <w:r w:rsidRPr="001F22D6">
        <w:t>Iдел = (0,5÷2,0)Iбm = 2∙172∙10-3 ≈ 344(мА).</w:t>
      </w:r>
    </w:p>
    <w:p w:rsidR="00211FD5" w:rsidRPr="001F22D6" w:rsidRDefault="00211FD5" w:rsidP="001F22D6">
      <w:pPr>
        <w:pStyle w:val="af"/>
      </w:pPr>
    </w:p>
    <w:p w:rsidR="001F22D6" w:rsidRDefault="00211FD5" w:rsidP="001F22D6">
      <w:pPr>
        <w:pStyle w:val="af"/>
      </w:pPr>
      <w:r w:rsidRPr="001F22D6">
        <w:t>Сопротивления R2 и R1 в цепи делителя:</w:t>
      </w:r>
    </w:p>
    <w:p w:rsidR="00921176" w:rsidRDefault="00921176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56" type="#_x0000_t75" style="width:260.25pt;height:87pt">
            <v:imagedata r:id="rId36" o:title=""/>
          </v:shape>
        </w:pict>
      </w:r>
    </w:p>
    <w:p w:rsidR="00921176" w:rsidRDefault="00921176" w:rsidP="001F22D6">
      <w:pPr>
        <w:pStyle w:val="af"/>
      </w:pPr>
    </w:p>
    <w:p w:rsidR="000B17F5" w:rsidRPr="001F22D6" w:rsidRDefault="00353FB3" w:rsidP="001F22D6">
      <w:pPr>
        <w:pStyle w:val="af"/>
      </w:pPr>
      <w:r w:rsidRPr="001F22D6">
        <w:t>Принимаем R1 = 2 Ом; R2 = 30 Ом.</w:t>
      </w:r>
    </w:p>
    <w:p w:rsidR="001F22D6" w:rsidRDefault="002A0B08" w:rsidP="001F22D6">
      <w:pPr>
        <w:pStyle w:val="af"/>
      </w:pPr>
      <w:r w:rsidRPr="001F22D6">
        <w:t>Сопротивление в базовой цепи каскада</w:t>
      </w:r>
    </w:p>
    <w:p w:rsidR="00921176" w:rsidRDefault="00921176" w:rsidP="001F22D6">
      <w:pPr>
        <w:pStyle w:val="af"/>
      </w:pPr>
    </w:p>
    <w:p w:rsidR="002A0B08" w:rsidRPr="001F22D6" w:rsidRDefault="006916B0" w:rsidP="001F22D6">
      <w:pPr>
        <w:pStyle w:val="af"/>
      </w:pPr>
      <w:r>
        <w:pict>
          <v:shape id="_x0000_i1057" type="#_x0000_t75" style="width:180.75pt;height:48pt">
            <v:imagedata r:id="rId37" o:title=""/>
          </v:shape>
        </w:pict>
      </w:r>
    </w:p>
    <w:p w:rsidR="00921176" w:rsidRDefault="00921176" w:rsidP="001F22D6">
      <w:pPr>
        <w:pStyle w:val="af"/>
      </w:pPr>
    </w:p>
    <w:p w:rsidR="001F22D6" w:rsidRDefault="00F43490" w:rsidP="001F22D6">
      <w:pPr>
        <w:pStyle w:val="af"/>
      </w:pPr>
      <w:r w:rsidRPr="001F22D6">
        <w:t>Фактический коэффициент нестабильности каскада:</w:t>
      </w:r>
    </w:p>
    <w:p w:rsidR="00921176" w:rsidRDefault="00921176" w:rsidP="001F22D6">
      <w:pPr>
        <w:pStyle w:val="af"/>
      </w:pPr>
    </w:p>
    <w:p w:rsidR="00F43490" w:rsidRPr="001F22D6" w:rsidRDefault="006916B0" w:rsidP="001F22D6">
      <w:pPr>
        <w:pStyle w:val="af"/>
      </w:pPr>
      <w:r>
        <w:pict>
          <v:shape id="_x0000_i1058" type="#_x0000_t75" style="width:263.25pt;height:64.5pt">
            <v:imagedata r:id="rId38" o:title=""/>
          </v:shape>
        </w:pict>
      </w:r>
    </w:p>
    <w:p w:rsidR="00921176" w:rsidRDefault="00921176" w:rsidP="001F22D6">
      <w:pPr>
        <w:pStyle w:val="af"/>
      </w:pPr>
    </w:p>
    <w:p w:rsidR="00921176" w:rsidRDefault="00F43490" w:rsidP="001F22D6">
      <w:pPr>
        <w:pStyle w:val="af"/>
      </w:pPr>
      <w:r w:rsidRPr="001F22D6">
        <w:t>где</w:t>
      </w:r>
    </w:p>
    <w:p w:rsidR="00921176" w:rsidRDefault="00921176" w:rsidP="001F22D6">
      <w:pPr>
        <w:pStyle w:val="af"/>
      </w:pPr>
    </w:p>
    <w:p w:rsidR="00F43490" w:rsidRPr="001F22D6" w:rsidRDefault="006916B0" w:rsidP="001F22D6">
      <w:pPr>
        <w:pStyle w:val="af"/>
      </w:pPr>
      <w:r>
        <w:pict>
          <v:shape id="_x0000_i1059" type="#_x0000_t75" style="width:183.75pt;height:33.75pt">
            <v:imagedata r:id="rId39" o:title=""/>
          </v:shape>
        </w:pict>
      </w:r>
    </w:p>
    <w:p w:rsidR="00F43490" w:rsidRDefault="00921176" w:rsidP="001F22D6">
      <w:pPr>
        <w:pStyle w:val="af"/>
      </w:pPr>
      <w:r>
        <w:br w:type="page"/>
      </w:r>
      <w:r w:rsidR="00F43490" w:rsidRPr="001F22D6">
        <w:t>Выходной каскад термоустойчив, если выполняется система неравенств:</w:t>
      </w:r>
    </w:p>
    <w:p w:rsidR="00921176" w:rsidRPr="001F22D6" w:rsidRDefault="00921176" w:rsidP="001F22D6">
      <w:pPr>
        <w:pStyle w:val="af"/>
      </w:pPr>
    </w:p>
    <w:p w:rsidR="00F43490" w:rsidRPr="001F22D6" w:rsidRDefault="006916B0" w:rsidP="001F22D6">
      <w:pPr>
        <w:pStyle w:val="af"/>
      </w:pPr>
      <w:r>
        <w:pict>
          <v:shape id="_x0000_i1060" type="#_x0000_t75" style="width:90.75pt;height:58.5pt">
            <v:imagedata r:id="rId40" o:title=""/>
          </v:shape>
        </w:pict>
      </w:r>
    </w:p>
    <w:p w:rsidR="00921176" w:rsidRDefault="00921176" w:rsidP="001F22D6">
      <w:pPr>
        <w:pStyle w:val="af"/>
      </w:pPr>
    </w:p>
    <w:p w:rsidR="001F22D6" w:rsidRDefault="00F43490" w:rsidP="001F22D6">
      <w:pPr>
        <w:pStyle w:val="af"/>
      </w:pPr>
      <w:r w:rsidRPr="001F22D6">
        <w:t xml:space="preserve">Меньшее значение </w:t>
      </w:r>
      <w:r w:rsidR="006916B0">
        <w:pict>
          <v:shape id="_x0000_i1061" type="#_x0000_t75" style="width:21pt;height:20.25pt">
            <v:imagedata r:id="rId41" o:title=""/>
          </v:shape>
        </w:pict>
      </w:r>
      <w:r w:rsidRPr="001F22D6">
        <w:t xml:space="preserve">может привести к низкоомным сопротивлениям базовых цепей транзисторов и соответственно, снижению коэффициента усиления каскада. Поэтому первоначально целесообразно принять среднее значение </w:t>
      </w:r>
      <w:r w:rsidR="006916B0">
        <w:pict>
          <v:shape id="_x0000_i1062" type="#_x0000_t75" style="width:21pt;height:20.25pt">
            <v:imagedata r:id="rId42" o:title=""/>
          </v:shape>
        </w:pict>
      </w:r>
      <w:r w:rsidRPr="001F22D6">
        <w:t>.</w:t>
      </w:r>
    </w:p>
    <w:p w:rsidR="001F22D6" w:rsidRDefault="001F22D6" w:rsidP="001F22D6">
      <w:pPr>
        <w:pStyle w:val="af"/>
      </w:pPr>
    </w:p>
    <w:p w:rsidR="001F22D6" w:rsidRDefault="00921176" w:rsidP="001F22D6">
      <w:pPr>
        <w:pStyle w:val="af"/>
      </w:pPr>
      <w:r>
        <w:t>2.3 Расчет входной цепи каскада</w:t>
      </w:r>
    </w:p>
    <w:p w:rsidR="00921176" w:rsidRDefault="00921176" w:rsidP="001F22D6">
      <w:pPr>
        <w:pStyle w:val="af"/>
      </w:pPr>
    </w:p>
    <w:p w:rsidR="001F22D6" w:rsidRDefault="00F43490" w:rsidP="001F22D6">
      <w:pPr>
        <w:pStyle w:val="af"/>
      </w:pPr>
      <w:r w:rsidRPr="001F22D6">
        <w:t>Амплитудное значение входного напряжения:</w:t>
      </w:r>
    </w:p>
    <w:p w:rsidR="00921176" w:rsidRDefault="00921176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63" type="#_x0000_t75" style="width:193.5pt;height:23.25pt">
            <v:imagedata r:id="rId43" o:title=""/>
          </v:shape>
        </w:pict>
      </w:r>
    </w:p>
    <w:p w:rsidR="00921176" w:rsidRDefault="00921176" w:rsidP="001F22D6">
      <w:pPr>
        <w:pStyle w:val="af"/>
      </w:pPr>
    </w:p>
    <w:p w:rsidR="00556721" w:rsidRPr="001F22D6" w:rsidRDefault="006916B0" w:rsidP="001F22D6">
      <w:pPr>
        <w:pStyle w:val="af"/>
      </w:pPr>
      <w:r>
        <w:pict>
          <v:shape id="_x0000_i1064" type="#_x0000_t75" style="width:246.75pt;height:23.25pt">
            <v:imagedata r:id="rId44" o:title=""/>
          </v:shape>
        </w:pict>
      </w:r>
    </w:p>
    <w:p w:rsidR="001F22D6" w:rsidRDefault="00F43490" w:rsidP="001F22D6">
      <w:pPr>
        <w:pStyle w:val="af"/>
      </w:pPr>
      <w:r w:rsidRPr="001F22D6">
        <w:t>Выходное сопротивление каскада:</w:t>
      </w:r>
    </w:p>
    <w:p w:rsidR="00921176" w:rsidRDefault="00921176" w:rsidP="001F22D6">
      <w:pPr>
        <w:pStyle w:val="af"/>
      </w:pPr>
    </w:p>
    <w:p w:rsidR="00556721" w:rsidRPr="001F22D6" w:rsidRDefault="006916B0" w:rsidP="001F22D6">
      <w:pPr>
        <w:pStyle w:val="af"/>
      </w:pPr>
      <w:r>
        <w:pict>
          <v:shape id="_x0000_i1065" type="#_x0000_t75" style="width:219.75pt;height:22.5pt">
            <v:imagedata r:id="rId45" o:title=""/>
          </v:shape>
        </w:pict>
      </w:r>
    </w:p>
    <w:p w:rsidR="00921176" w:rsidRDefault="00921176" w:rsidP="001F22D6">
      <w:pPr>
        <w:pStyle w:val="af"/>
      </w:pPr>
    </w:p>
    <w:p w:rsidR="00921176" w:rsidRDefault="00556721" w:rsidP="001F22D6">
      <w:pPr>
        <w:pStyle w:val="af"/>
      </w:pPr>
      <w:r w:rsidRPr="001F22D6">
        <w:t>г</w:t>
      </w:r>
      <w:r w:rsidR="009570CA" w:rsidRPr="001F22D6">
        <w:t>де</w:t>
      </w:r>
    </w:p>
    <w:p w:rsidR="00921176" w:rsidRDefault="00921176" w:rsidP="001F22D6">
      <w:pPr>
        <w:pStyle w:val="af"/>
      </w:pPr>
    </w:p>
    <w:p w:rsidR="00921176" w:rsidRDefault="006916B0" w:rsidP="001F22D6">
      <w:pPr>
        <w:pStyle w:val="af"/>
      </w:pPr>
      <w:r>
        <w:pict>
          <v:shape id="_x0000_i1066" type="#_x0000_t75" style="width:167.25pt;height:45pt">
            <v:imagedata r:id="rId46" o:title=""/>
          </v:shape>
        </w:pict>
      </w:r>
    </w:p>
    <w:p w:rsidR="00921176" w:rsidRDefault="00921176" w:rsidP="001F22D6">
      <w:pPr>
        <w:pStyle w:val="af"/>
      </w:pPr>
    </w:p>
    <w:p w:rsidR="001F22D6" w:rsidRDefault="009570CA" w:rsidP="001F22D6">
      <w:pPr>
        <w:pStyle w:val="af"/>
      </w:pPr>
      <w:r w:rsidRPr="001F22D6">
        <w:t>– выходное сопротивление транзистора.2.3.3</w:t>
      </w:r>
    </w:p>
    <w:p w:rsidR="001F22D6" w:rsidRDefault="009570CA" w:rsidP="001F22D6">
      <w:pPr>
        <w:pStyle w:val="af"/>
      </w:pPr>
      <w:r w:rsidRPr="001F22D6">
        <w:t>Выходная мощность каскада:</w:t>
      </w:r>
    </w:p>
    <w:p w:rsidR="00921176" w:rsidRDefault="00921176" w:rsidP="001F22D6">
      <w:pPr>
        <w:pStyle w:val="af"/>
      </w:pPr>
    </w:p>
    <w:p w:rsidR="00556721" w:rsidRPr="001F22D6" w:rsidRDefault="006916B0" w:rsidP="001F22D6">
      <w:pPr>
        <w:pStyle w:val="af"/>
      </w:pPr>
      <w:r>
        <w:pict>
          <v:shape id="_x0000_i1067" type="#_x0000_t75" style="width:238.5pt;height:43.5pt">
            <v:imagedata r:id="rId47" o:title=""/>
          </v:shape>
        </w:pict>
      </w:r>
    </w:p>
    <w:p w:rsidR="00751119" w:rsidRPr="001F22D6" w:rsidRDefault="00751119" w:rsidP="001F22D6">
      <w:pPr>
        <w:pStyle w:val="af"/>
      </w:pPr>
    </w:p>
    <w:p w:rsidR="001F22D6" w:rsidRDefault="009570CA" w:rsidP="001F22D6">
      <w:pPr>
        <w:pStyle w:val="af"/>
      </w:pPr>
      <w:r w:rsidRPr="001F22D6">
        <w:t>Коэффициент усиления каскада по напряжению:</w:t>
      </w:r>
    </w:p>
    <w:p w:rsidR="00921176" w:rsidRDefault="00921176" w:rsidP="001F22D6">
      <w:pPr>
        <w:pStyle w:val="af"/>
      </w:pPr>
    </w:p>
    <w:p w:rsidR="00556721" w:rsidRPr="001F22D6" w:rsidRDefault="006916B0" w:rsidP="001F22D6">
      <w:pPr>
        <w:pStyle w:val="af"/>
      </w:pPr>
      <w:r>
        <w:pict>
          <v:shape id="_x0000_i1068" type="#_x0000_t75" style="width:153.75pt;height:44.25pt">
            <v:imagedata r:id="rId48" o:title=""/>
          </v:shape>
        </w:pict>
      </w:r>
    </w:p>
    <w:p w:rsidR="001F22D6" w:rsidRDefault="001F22D6" w:rsidP="001F22D6">
      <w:pPr>
        <w:pStyle w:val="af"/>
      </w:pPr>
    </w:p>
    <w:p w:rsidR="00556721" w:rsidRPr="001F22D6" w:rsidRDefault="00556721" w:rsidP="001F22D6">
      <w:pPr>
        <w:pStyle w:val="af"/>
      </w:pPr>
      <w:r w:rsidRPr="001F22D6">
        <w:t>2.4 Расчет КПД каскада для</w:t>
      </w:r>
      <w:r w:rsidR="00FA59D8" w:rsidRPr="001F22D6">
        <w:t xml:space="preserve"> максимального входного сигнала</w:t>
      </w:r>
    </w:p>
    <w:p w:rsidR="00556721" w:rsidRPr="001F22D6" w:rsidRDefault="00556721" w:rsidP="001F22D6">
      <w:pPr>
        <w:pStyle w:val="af"/>
      </w:pPr>
    </w:p>
    <w:p w:rsidR="001F22D6" w:rsidRDefault="00556721" w:rsidP="001F22D6">
      <w:pPr>
        <w:pStyle w:val="af"/>
      </w:pPr>
      <w:r w:rsidRPr="001F22D6">
        <w:t>Среднее значение тока, потребляемого одним транзистором:</w:t>
      </w:r>
    </w:p>
    <w:p w:rsidR="00921176" w:rsidRDefault="00921176" w:rsidP="001F22D6">
      <w:pPr>
        <w:pStyle w:val="af"/>
      </w:pPr>
    </w:p>
    <w:p w:rsidR="00556721" w:rsidRPr="001F22D6" w:rsidRDefault="006916B0" w:rsidP="001F22D6">
      <w:pPr>
        <w:pStyle w:val="af"/>
      </w:pPr>
      <w:r>
        <w:pict>
          <v:shape id="_x0000_i1069" type="#_x0000_t75" style="width:305.25pt;height:21pt">
            <v:imagedata r:id="rId49" o:title=""/>
          </v:shape>
        </w:pict>
      </w:r>
    </w:p>
    <w:p w:rsidR="00754B54" w:rsidRPr="001F22D6" w:rsidRDefault="00754B54" w:rsidP="001F22D6">
      <w:pPr>
        <w:pStyle w:val="af"/>
      </w:pPr>
    </w:p>
    <w:p w:rsidR="001F22D6" w:rsidRDefault="00556721" w:rsidP="001F22D6">
      <w:pPr>
        <w:pStyle w:val="af"/>
      </w:pPr>
      <w:r w:rsidRPr="001F22D6">
        <w:t>Мощность, потребляемая коллекторной цепью двух транзисторов:</w:t>
      </w:r>
    </w:p>
    <w:p w:rsidR="00921176" w:rsidRDefault="00921176" w:rsidP="001F22D6">
      <w:pPr>
        <w:pStyle w:val="af"/>
      </w:pPr>
    </w:p>
    <w:p w:rsidR="001F22D6" w:rsidRDefault="00556721" w:rsidP="001F22D6">
      <w:pPr>
        <w:pStyle w:val="af"/>
      </w:pPr>
      <w:r w:rsidRPr="001F22D6">
        <w:t>P0к = 2EnI0=2</w:t>
      </w:r>
      <w:r w:rsidR="00754B54" w:rsidRPr="001F22D6">
        <w:t>·</w:t>
      </w:r>
      <w:r w:rsidRPr="001F22D6">
        <w:t>12</w:t>
      </w:r>
      <w:r w:rsidR="00754B54" w:rsidRPr="001F22D6">
        <w:t>∙</w:t>
      </w:r>
      <w:r w:rsidRPr="001F22D6">
        <w:t>1,</w:t>
      </w:r>
      <w:r w:rsidR="00754B54" w:rsidRPr="001F22D6">
        <w:t>92 = 46,31(Вт).</w:t>
      </w:r>
    </w:p>
    <w:p w:rsidR="00754B54" w:rsidRPr="001F22D6" w:rsidRDefault="00754B54" w:rsidP="001F22D6">
      <w:pPr>
        <w:pStyle w:val="af"/>
      </w:pPr>
    </w:p>
    <w:p w:rsidR="001F22D6" w:rsidRDefault="00754B54" w:rsidP="001F22D6">
      <w:pPr>
        <w:pStyle w:val="af"/>
      </w:pPr>
      <w:r w:rsidRPr="001F22D6">
        <w:t>Мощность, потребляемая цепью смещения:</w:t>
      </w:r>
    </w:p>
    <w:p w:rsidR="00921176" w:rsidRDefault="00921176" w:rsidP="001F22D6">
      <w:pPr>
        <w:pStyle w:val="af"/>
      </w:pPr>
    </w:p>
    <w:p w:rsidR="00754B54" w:rsidRPr="001F22D6" w:rsidRDefault="00754B54" w:rsidP="001F22D6">
      <w:pPr>
        <w:pStyle w:val="af"/>
      </w:pPr>
      <w:r w:rsidRPr="001F22D6">
        <w:t>P0см = Еn ∙ Iдел = 12 ∙ 0,34 = 4,12 (Вт).</w:t>
      </w:r>
    </w:p>
    <w:p w:rsidR="00754B54" w:rsidRPr="001F22D6" w:rsidRDefault="00754B54" w:rsidP="001F22D6">
      <w:pPr>
        <w:pStyle w:val="af"/>
      </w:pPr>
    </w:p>
    <w:p w:rsidR="001F22D6" w:rsidRDefault="00754B54" w:rsidP="001F22D6">
      <w:pPr>
        <w:pStyle w:val="af"/>
      </w:pPr>
      <w:r w:rsidRPr="001F22D6">
        <w:t>КПД каскада:</w:t>
      </w:r>
    </w:p>
    <w:p w:rsidR="00921176" w:rsidRDefault="00921176" w:rsidP="001F22D6">
      <w:pPr>
        <w:pStyle w:val="af"/>
      </w:pPr>
    </w:p>
    <w:p w:rsidR="00754B54" w:rsidRPr="001F22D6" w:rsidRDefault="006916B0" w:rsidP="001F22D6">
      <w:pPr>
        <w:pStyle w:val="af"/>
      </w:pPr>
      <w:r>
        <w:pict>
          <v:shape id="_x0000_i1070" type="#_x0000_t75" style="width:234pt;height:42pt">
            <v:imagedata r:id="rId50" o:title=""/>
          </v:shape>
        </w:pict>
      </w:r>
    </w:p>
    <w:p w:rsidR="00754B54" w:rsidRPr="001F22D6" w:rsidRDefault="00754B54" w:rsidP="001F22D6">
      <w:pPr>
        <w:pStyle w:val="af"/>
      </w:pPr>
    </w:p>
    <w:p w:rsidR="007F25A9" w:rsidRPr="001F22D6" w:rsidRDefault="00921176" w:rsidP="001F22D6">
      <w:pPr>
        <w:pStyle w:val="af"/>
      </w:pPr>
      <w:r>
        <w:br w:type="page"/>
      </w:r>
      <w:r w:rsidR="0027454B" w:rsidRPr="001F22D6">
        <w:t>3</w:t>
      </w:r>
      <w:r w:rsidR="00C22BEB">
        <w:t>. Расчет фазоинверсного каскада</w:t>
      </w:r>
    </w:p>
    <w:p w:rsidR="001F22D6" w:rsidRDefault="001F22D6" w:rsidP="001F22D6">
      <w:pPr>
        <w:pStyle w:val="af"/>
      </w:pPr>
    </w:p>
    <w:p w:rsidR="0027454B" w:rsidRPr="001F22D6" w:rsidRDefault="006916B0" w:rsidP="001F22D6">
      <w:pPr>
        <w:pStyle w:val="af"/>
      </w:pPr>
      <w:r>
        <w:pict>
          <v:shape id="_x0000_i1071" type="#_x0000_t75" style="width:262.5pt;height:306.75pt">
            <v:imagedata r:id="rId51" o:title="" gain="7864f" blacklevel="-1966f" grayscale="t" bilevel="t"/>
          </v:shape>
        </w:pict>
      </w:r>
    </w:p>
    <w:p w:rsidR="00412E41" w:rsidRPr="001F22D6" w:rsidRDefault="00412E41" w:rsidP="001F22D6">
      <w:pPr>
        <w:pStyle w:val="af"/>
      </w:pPr>
      <w:r w:rsidRPr="001F22D6">
        <w:t>Рисунок 3.1 – фазоинверсный каскад.</w:t>
      </w:r>
    </w:p>
    <w:p w:rsidR="00921176" w:rsidRDefault="00921176" w:rsidP="001F22D6">
      <w:pPr>
        <w:pStyle w:val="af"/>
      </w:pPr>
    </w:p>
    <w:p w:rsidR="007F25A9" w:rsidRPr="001F22D6" w:rsidRDefault="00412E41" w:rsidP="001F22D6">
      <w:pPr>
        <w:pStyle w:val="af"/>
      </w:pPr>
      <w:r w:rsidRPr="001F22D6">
        <w:t xml:space="preserve">Исходными величинами для расчета каскада являются сопротивление нагрузки </w:t>
      </w:r>
      <w:r w:rsidR="006916B0">
        <w:pict>
          <v:shape id="_x0000_i1072" type="#_x0000_t75" style="width:27pt;height:20.25pt">
            <v:imagedata r:id="rId52" o:title=""/>
          </v:shape>
        </w:pict>
      </w:r>
      <w:r w:rsidRPr="001F22D6">
        <w:t xml:space="preserve"> и максимальная амплитуда напряжения на нагрузке. Этими значениями для фазоинверсного каскада являются параметры входной цепи выходного каскада</w:t>
      </w:r>
      <w:r w:rsidR="0091684F" w:rsidRPr="001F22D6">
        <w:t xml:space="preserve"> </w:t>
      </w:r>
      <w:r w:rsidR="006916B0">
        <w:pict>
          <v:shape id="_x0000_i1073" type="#_x0000_t75" style="width:27.75pt;height:20.25pt">
            <v:imagedata r:id="rId53" o:title=""/>
          </v:shape>
        </w:pict>
      </w:r>
      <w:r w:rsidRPr="001F22D6">
        <w:t xml:space="preserve"> и</w:t>
      </w:r>
      <w:r w:rsidR="001F22D6">
        <w:t xml:space="preserve"> </w:t>
      </w:r>
      <w:r w:rsidR="006916B0">
        <w:pict>
          <v:shape id="_x0000_i1074" type="#_x0000_t75" style="width:29.25pt;height:21pt">
            <v:imagedata r:id="rId54" o:title=""/>
          </v:shape>
        </w:pict>
      </w:r>
      <w:r w:rsidRPr="001F22D6">
        <w:t xml:space="preserve"> </w:t>
      </w:r>
      <w:r w:rsidR="0091684F" w:rsidRPr="001F22D6">
        <w:t>.</w:t>
      </w:r>
    </w:p>
    <w:p w:rsidR="0091684F" w:rsidRPr="001F22D6" w:rsidRDefault="0091684F" w:rsidP="001F22D6">
      <w:pPr>
        <w:pStyle w:val="af"/>
      </w:pPr>
    </w:p>
    <w:p w:rsidR="0091684F" w:rsidRDefault="0091684F" w:rsidP="001F22D6">
      <w:pPr>
        <w:pStyle w:val="af"/>
      </w:pPr>
      <w:r w:rsidRPr="001F22D6">
        <w:t>3.1 Выбор транзистора</w:t>
      </w:r>
    </w:p>
    <w:p w:rsidR="00921176" w:rsidRPr="001F22D6" w:rsidRDefault="00921176" w:rsidP="001F22D6">
      <w:pPr>
        <w:pStyle w:val="af"/>
      </w:pPr>
    </w:p>
    <w:p w:rsidR="001F22D6" w:rsidRDefault="0091684F" w:rsidP="001F22D6">
      <w:pPr>
        <w:pStyle w:val="af"/>
      </w:pPr>
      <w:r w:rsidRPr="001F22D6">
        <w:t>Выбор транзистора производится по соотношению</w:t>
      </w:r>
    </w:p>
    <w:p w:rsidR="00921176" w:rsidRDefault="00921176" w:rsidP="001F22D6">
      <w:pPr>
        <w:pStyle w:val="af"/>
      </w:pPr>
    </w:p>
    <w:p w:rsidR="003A2572" w:rsidRDefault="006916B0" w:rsidP="001F22D6">
      <w:pPr>
        <w:pStyle w:val="af"/>
      </w:pPr>
      <w:r>
        <w:pict>
          <v:shape id="_x0000_i1075" type="#_x0000_t75" style="width:255.75pt;height:23.25pt">
            <v:imagedata r:id="rId55" o:title=""/>
          </v:shape>
        </w:pict>
      </w:r>
    </w:p>
    <w:p w:rsidR="00921176" w:rsidRPr="001F22D6" w:rsidRDefault="00921176" w:rsidP="001F22D6">
      <w:pPr>
        <w:pStyle w:val="af"/>
      </w:pPr>
    </w:p>
    <w:p w:rsidR="00921176" w:rsidRDefault="003A2572" w:rsidP="001F22D6">
      <w:pPr>
        <w:pStyle w:val="af"/>
      </w:pPr>
      <w:r w:rsidRPr="001F22D6">
        <w:t>где</w:t>
      </w:r>
    </w:p>
    <w:p w:rsidR="00921176" w:rsidRDefault="00921176" w:rsidP="001F22D6">
      <w:pPr>
        <w:pStyle w:val="af"/>
      </w:pPr>
      <w:r>
        <w:br w:type="page"/>
      </w:r>
      <w:r w:rsidR="006916B0">
        <w:pict>
          <v:shape id="_x0000_i1076" type="#_x0000_t75" style="width:221.25pt;height:43.5pt">
            <v:imagedata r:id="rId56" o:title=""/>
          </v:shape>
        </w:pict>
      </w:r>
    </w:p>
    <w:p w:rsidR="00921176" w:rsidRDefault="00921176" w:rsidP="001F22D6">
      <w:pPr>
        <w:pStyle w:val="af"/>
      </w:pPr>
    </w:p>
    <w:p w:rsidR="003A2572" w:rsidRPr="001F22D6" w:rsidRDefault="003A2572" w:rsidP="001F22D6">
      <w:pPr>
        <w:pStyle w:val="af"/>
      </w:pPr>
      <w:r w:rsidRPr="001F22D6">
        <w:t>- мощность, отдаваемая транзистором в нагрузку, то есть входную цепь выходного каскада;</w:t>
      </w:r>
    </w:p>
    <w:p w:rsidR="007F25A9" w:rsidRPr="001F22D6" w:rsidRDefault="006916B0" w:rsidP="001F22D6">
      <w:pPr>
        <w:pStyle w:val="af"/>
      </w:pPr>
      <w:r>
        <w:pict>
          <v:shape id="_x0000_i1077" type="#_x0000_t75" style="width:28.5pt;height:24.75pt">
            <v:imagedata r:id="rId57" o:title=""/>
          </v:shape>
        </w:pict>
      </w:r>
      <w:r w:rsidR="003A2572" w:rsidRPr="001F22D6">
        <w:t xml:space="preserve"> - мощность на входе выходного каскада;</w:t>
      </w:r>
    </w:p>
    <w:p w:rsidR="003A2572" w:rsidRPr="001F22D6" w:rsidRDefault="006916B0" w:rsidP="001F22D6">
      <w:pPr>
        <w:pStyle w:val="af"/>
      </w:pPr>
      <w:r>
        <w:pict>
          <v:shape id="_x0000_i1078" type="#_x0000_t75" style="width:28.5pt;height:27pt">
            <v:imagedata r:id="rId58" o:title=""/>
          </v:shape>
        </w:pict>
      </w:r>
      <w:r w:rsidR="003A2572" w:rsidRPr="001F22D6">
        <w:t>- КПД трансформатора фазоинверсного каскада.</w:t>
      </w:r>
    </w:p>
    <w:p w:rsidR="003A2572" w:rsidRPr="001F22D6" w:rsidRDefault="003A2572" w:rsidP="001F22D6">
      <w:pPr>
        <w:pStyle w:val="af"/>
      </w:pPr>
      <w:r w:rsidRPr="001F22D6">
        <w:t>По справочнику [2] выбран транзистор КТ503Д со следуйщими параметрами:</w:t>
      </w:r>
    </w:p>
    <w:p w:rsidR="007F25A9" w:rsidRPr="001F22D6" w:rsidRDefault="001D3349" w:rsidP="001F22D6">
      <w:pPr>
        <w:pStyle w:val="af"/>
      </w:pPr>
      <w:r w:rsidRPr="001F22D6">
        <w:t>P</w:t>
      </w:r>
      <w:r w:rsidR="003A2572" w:rsidRPr="001F22D6">
        <w:t>кдоп25°С = 500мВт – максимально допустимая постоянная рассеиваемая мощность на коллекторе;</w:t>
      </w:r>
    </w:p>
    <w:p w:rsidR="003A2572" w:rsidRPr="001F22D6" w:rsidRDefault="003A2572" w:rsidP="001F22D6">
      <w:pPr>
        <w:pStyle w:val="af"/>
      </w:pPr>
      <w:r w:rsidRPr="001F22D6">
        <w:t>Uкдоп = 60В – максимально допустимое напряжение между коллектором и эмиттером;</w:t>
      </w:r>
    </w:p>
    <w:p w:rsidR="003A2572" w:rsidRPr="001F22D6" w:rsidRDefault="003A2572" w:rsidP="001F22D6">
      <w:pPr>
        <w:pStyle w:val="af"/>
      </w:pPr>
      <w:r w:rsidRPr="001F22D6">
        <w:t>Iкдоп = 300мА – максимально допустимый постоянный ток коллектора;</w:t>
      </w:r>
    </w:p>
    <w:p w:rsidR="003A2572" w:rsidRPr="001F22D6" w:rsidRDefault="003A2572" w:rsidP="001F22D6">
      <w:pPr>
        <w:pStyle w:val="af"/>
      </w:pPr>
      <w:r w:rsidRPr="001F22D6">
        <w:t>h21эmin = 40 – минимальный статический коэффициент передачи тока в схеме с общим эмиттером;</w:t>
      </w:r>
    </w:p>
    <w:p w:rsidR="003A2572" w:rsidRPr="001F22D6" w:rsidRDefault="001D3349" w:rsidP="001F22D6">
      <w:pPr>
        <w:pStyle w:val="af"/>
      </w:pPr>
      <w:r w:rsidRPr="001F22D6">
        <w:t>Iк025°С = 1мкА = обратный ток коллектора.</w:t>
      </w:r>
    </w:p>
    <w:p w:rsidR="001D3349" w:rsidRPr="001F22D6" w:rsidRDefault="001D3349" w:rsidP="001F22D6">
      <w:pPr>
        <w:pStyle w:val="af"/>
      </w:pPr>
      <w:r w:rsidRPr="001F22D6">
        <w:t>Выбираем напряжение источника питания которое равно Eп</w:t>
      </w:r>
      <w:r w:rsidR="001F22D6">
        <w:t xml:space="preserve"> </w:t>
      </w:r>
      <w:r w:rsidRPr="001F22D6">
        <w:t>= 12В.</w:t>
      </w:r>
    </w:p>
    <w:p w:rsidR="001F22D6" w:rsidRDefault="001F22D6" w:rsidP="001F22D6">
      <w:pPr>
        <w:pStyle w:val="af"/>
      </w:pPr>
    </w:p>
    <w:p w:rsidR="001D3349" w:rsidRPr="001F22D6" w:rsidRDefault="001D3349" w:rsidP="001F22D6">
      <w:pPr>
        <w:pStyle w:val="af"/>
      </w:pPr>
      <w:r w:rsidRPr="001F22D6">
        <w:t>3.2 Расчет режима работы</w:t>
      </w:r>
    </w:p>
    <w:p w:rsidR="00921176" w:rsidRDefault="00921176" w:rsidP="001F22D6">
      <w:pPr>
        <w:pStyle w:val="af"/>
      </w:pPr>
    </w:p>
    <w:p w:rsidR="001D3349" w:rsidRPr="001F22D6" w:rsidRDefault="001D3349" w:rsidP="001F22D6">
      <w:pPr>
        <w:pStyle w:val="af"/>
      </w:pPr>
      <w:r w:rsidRPr="001F22D6">
        <w:t>Амплитудное значение переменной составляющей коллекторного напряжения:</w:t>
      </w:r>
    </w:p>
    <w:p w:rsidR="00921176" w:rsidRDefault="00921176" w:rsidP="001F22D6">
      <w:pPr>
        <w:pStyle w:val="af"/>
      </w:pPr>
    </w:p>
    <w:p w:rsidR="001D3349" w:rsidRPr="001F22D6" w:rsidRDefault="006916B0" w:rsidP="001F22D6">
      <w:pPr>
        <w:pStyle w:val="af"/>
      </w:pPr>
      <w:r>
        <w:pict>
          <v:shape id="_x0000_i1079" type="#_x0000_t75" style="width:37.5pt;height:22.5pt">
            <v:imagedata r:id="rId59" o:title=""/>
          </v:shape>
        </w:pict>
      </w:r>
      <w:r w:rsidR="001D3349" w:rsidRPr="001F22D6">
        <w:t>= Eп – Uкэmin</w:t>
      </w:r>
      <w:r w:rsidR="006C5C11" w:rsidRPr="001F22D6">
        <w:t xml:space="preserve"> - </w:t>
      </w:r>
      <w:r w:rsidR="001D3349" w:rsidRPr="001F22D6">
        <w:t>∆Uкэ – Uэ = 12 – 1 – 0,42 – 2,4 = 8,18(В),</w:t>
      </w:r>
    </w:p>
    <w:p w:rsidR="00921176" w:rsidRDefault="00921176" w:rsidP="001F22D6">
      <w:pPr>
        <w:pStyle w:val="af"/>
      </w:pPr>
    </w:p>
    <w:p w:rsidR="001D3349" w:rsidRPr="001F22D6" w:rsidRDefault="001D3349" w:rsidP="001F22D6">
      <w:pPr>
        <w:pStyle w:val="af"/>
      </w:pPr>
      <w:r w:rsidRPr="001F22D6">
        <w:t>где</w:t>
      </w:r>
      <w:r w:rsidR="001F22D6">
        <w:t xml:space="preserve"> </w:t>
      </w:r>
      <w:r w:rsidRPr="001F22D6">
        <w:t>Uкэmin = (0,5÷ 1)В = 1В;</w:t>
      </w:r>
    </w:p>
    <w:p w:rsidR="00921176" w:rsidRDefault="00921176" w:rsidP="001F22D6">
      <w:pPr>
        <w:pStyle w:val="af"/>
      </w:pPr>
    </w:p>
    <w:p w:rsidR="001D3349" w:rsidRPr="001F22D6" w:rsidRDefault="001D3349" w:rsidP="001F22D6">
      <w:pPr>
        <w:pStyle w:val="af"/>
      </w:pPr>
      <w:r w:rsidRPr="001F22D6">
        <w:t>Uэ ≈ (0,1÷ 0,3) Eп = 0,2Eк = 0,2 ∙ 12 = 2,4(В);</w:t>
      </w:r>
    </w:p>
    <w:p w:rsidR="00921176" w:rsidRDefault="00921176" w:rsidP="001F22D6">
      <w:pPr>
        <w:pStyle w:val="af"/>
      </w:pPr>
    </w:p>
    <w:p w:rsidR="001F22D6" w:rsidRDefault="006C5C11" w:rsidP="001F22D6">
      <w:pPr>
        <w:pStyle w:val="af"/>
      </w:pPr>
      <w:r w:rsidRPr="001F22D6">
        <w:t>∆Uкэ ≈ (0,15 ÷ 0,2)Uэ = 0,175 ∙ 2,4 = 0,42(В).</w:t>
      </w:r>
    </w:p>
    <w:p w:rsidR="00921176" w:rsidRDefault="00921176" w:rsidP="001F22D6">
      <w:pPr>
        <w:pStyle w:val="af"/>
      </w:pPr>
    </w:p>
    <w:p w:rsidR="001F22D6" w:rsidRDefault="006C5C11" w:rsidP="001F22D6">
      <w:pPr>
        <w:pStyle w:val="af"/>
      </w:pPr>
      <w:r w:rsidRPr="001F22D6">
        <w:t>Напряжение коллектор – эмиттер в режиме покоя:</w:t>
      </w:r>
    </w:p>
    <w:p w:rsidR="00921176" w:rsidRDefault="00921176" w:rsidP="001F22D6">
      <w:pPr>
        <w:pStyle w:val="af"/>
      </w:pPr>
    </w:p>
    <w:p w:rsidR="006C5C11" w:rsidRPr="001F22D6" w:rsidRDefault="006916B0" w:rsidP="001F22D6">
      <w:pPr>
        <w:pStyle w:val="af"/>
      </w:pPr>
      <w:r>
        <w:pict>
          <v:shape id="_x0000_i1080" type="#_x0000_t75" style="width:184.5pt;height:20.25pt">
            <v:imagedata r:id="rId60" o:title=""/>
          </v:shape>
        </w:pict>
      </w:r>
    </w:p>
    <w:p w:rsidR="00921176" w:rsidRDefault="00921176" w:rsidP="001F22D6">
      <w:pPr>
        <w:pStyle w:val="af"/>
      </w:pPr>
    </w:p>
    <w:p w:rsidR="001F22D6" w:rsidRDefault="006C5C11" w:rsidP="001F22D6">
      <w:pPr>
        <w:pStyle w:val="af"/>
      </w:pPr>
      <w:r w:rsidRPr="001F22D6">
        <w:t>Эквивалентное сопротивление коллекторной нагрузки:</w:t>
      </w:r>
    </w:p>
    <w:p w:rsidR="00921176" w:rsidRDefault="00921176" w:rsidP="001F22D6">
      <w:pPr>
        <w:pStyle w:val="af"/>
      </w:pPr>
    </w:p>
    <w:p w:rsidR="007F25A9" w:rsidRPr="001F22D6" w:rsidRDefault="006916B0" w:rsidP="001F22D6">
      <w:pPr>
        <w:pStyle w:val="af"/>
      </w:pPr>
      <w:r>
        <w:pict>
          <v:shape id="_x0000_i1081" type="#_x0000_t75" style="width:215.25pt;height:43.5pt">
            <v:imagedata r:id="rId61" o:title=""/>
          </v:shape>
        </w:pict>
      </w:r>
    </w:p>
    <w:p w:rsidR="00921176" w:rsidRDefault="00921176" w:rsidP="001F22D6">
      <w:pPr>
        <w:pStyle w:val="af"/>
      </w:pPr>
    </w:p>
    <w:p w:rsidR="001F22D6" w:rsidRDefault="006C5C11" w:rsidP="001F22D6">
      <w:pPr>
        <w:pStyle w:val="af"/>
      </w:pPr>
      <w:r w:rsidRPr="001F22D6">
        <w:t>Амплитуда переменной составляющей тока коллектора:</w:t>
      </w:r>
    </w:p>
    <w:p w:rsidR="00921176" w:rsidRDefault="00921176" w:rsidP="001F22D6">
      <w:pPr>
        <w:pStyle w:val="af"/>
      </w:pPr>
    </w:p>
    <w:p w:rsidR="006C5C11" w:rsidRPr="001F22D6" w:rsidRDefault="006916B0" w:rsidP="001F22D6">
      <w:pPr>
        <w:pStyle w:val="af"/>
      </w:pPr>
      <w:r>
        <w:pict>
          <v:shape id="_x0000_i1082" type="#_x0000_t75" style="width:258.75pt;height:43.5pt">
            <v:imagedata r:id="rId62" o:title=""/>
          </v:shape>
        </w:pict>
      </w:r>
      <w:r w:rsidR="006C5C11" w:rsidRPr="001F22D6">
        <w:t>.</w:t>
      </w:r>
    </w:p>
    <w:p w:rsidR="00921176" w:rsidRDefault="00921176" w:rsidP="001F22D6">
      <w:pPr>
        <w:pStyle w:val="af"/>
      </w:pPr>
    </w:p>
    <w:p w:rsidR="001F22D6" w:rsidRDefault="006C5C11" w:rsidP="001F22D6">
      <w:pPr>
        <w:pStyle w:val="af"/>
      </w:pPr>
      <w:r w:rsidRPr="001F22D6">
        <w:t>Ток покоя коллектора:</w:t>
      </w:r>
    </w:p>
    <w:p w:rsidR="00921176" w:rsidRDefault="00921176" w:rsidP="001F22D6">
      <w:pPr>
        <w:pStyle w:val="af"/>
      </w:pPr>
    </w:p>
    <w:p w:rsidR="00FA59D8" w:rsidRPr="001F22D6" w:rsidRDefault="006916B0" w:rsidP="001F22D6">
      <w:pPr>
        <w:pStyle w:val="af"/>
      </w:pPr>
      <w:r>
        <w:pict>
          <v:shape id="_x0000_i1083" type="#_x0000_t75" style="width:150pt;height:23.25pt">
            <v:imagedata r:id="rId63" o:title=""/>
          </v:shape>
        </w:pict>
      </w:r>
      <w:r w:rsidR="00FA59D8" w:rsidRPr="001F22D6">
        <w:t>,</w:t>
      </w:r>
    </w:p>
    <w:p w:rsidR="00921176" w:rsidRDefault="00921176" w:rsidP="001F22D6">
      <w:pPr>
        <w:pStyle w:val="af"/>
      </w:pPr>
    </w:p>
    <w:p w:rsidR="001F22D6" w:rsidRDefault="00FA59D8" w:rsidP="001F22D6">
      <w:pPr>
        <w:pStyle w:val="af"/>
      </w:pPr>
      <w:r w:rsidRPr="001F22D6">
        <w:t>где Iкmin ≈ (0,5 ÷ 1)мА = 1мА;</w:t>
      </w:r>
    </w:p>
    <w:p w:rsidR="00921176" w:rsidRDefault="00921176" w:rsidP="001F22D6">
      <w:pPr>
        <w:pStyle w:val="af"/>
      </w:pPr>
    </w:p>
    <w:p w:rsidR="00FA59D8" w:rsidRPr="001F22D6" w:rsidRDefault="006916B0" w:rsidP="001F22D6">
      <w:pPr>
        <w:pStyle w:val="af"/>
      </w:pPr>
      <w:r>
        <w:pict>
          <v:shape id="_x0000_i1084" type="#_x0000_t75" style="width:201pt;height:27pt">
            <v:imagedata r:id="rId64" o:title=""/>
          </v:shape>
        </w:pict>
      </w:r>
      <w:r w:rsidR="00FA59D8" w:rsidRPr="001F22D6">
        <w:t>;</w:t>
      </w:r>
    </w:p>
    <w:p w:rsidR="00921176" w:rsidRDefault="00921176" w:rsidP="001F22D6">
      <w:pPr>
        <w:pStyle w:val="af"/>
      </w:pPr>
    </w:p>
    <w:p w:rsidR="00FA59D8" w:rsidRDefault="00FA59D8" w:rsidP="001F22D6">
      <w:pPr>
        <w:pStyle w:val="af"/>
      </w:pPr>
      <w:r w:rsidRPr="001F22D6">
        <w:t>Тогда:</w:t>
      </w:r>
    </w:p>
    <w:p w:rsidR="00921176" w:rsidRPr="001F22D6" w:rsidRDefault="00921176" w:rsidP="001F22D6">
      <w:pPr>
        <w:pStyle w:val="af"/>
      </w:pPr>
    </w:p>
    <w:p w:rsidR="007F25A9" w:rsidRPr="001F22D6" w:rsidRDefault="006916B0" w:rsidP="0048793A">
      <w:pPr>
        <w:pStyle w:val="af"/>
        <w:ind w:firstLine="0"/>
      </w:pPr>
      <w:r>
        <w:pict>
          <v:shape id="_x0000_i1085" type="#_x0000_t75" style="width:168pt;height:27pt">
            <v:imagedata r:id="rId65" o:title=""/>
          </v:shape>
        </w:pict>
      </w:r>
      <w:r>
        <w:pict>
          <v:shape id="_x0000_i1086" type="#_x0000_t75" style="width:281.25pt;height:40.5pt">
            <v:imagedata r:id="rId66" o:title=""/>
          </v:shape>
        </w:pict>
      </w:r>
    </w:p>
    <w:p w:rsidR="0048793A" w:rsidRDefault="0048793A" w:rsidP="001F22D6">
      <w:pPr>
        <w:pStyle w:val="af"/>
      </w:pPr>
    </w:p>
    <w:p w:rsidR="001F22D6" w:rsidRDefault="00FA59D8" w:rsidP="001F22D6">
      <w:pPr>
        <w:pStyle w:val="af"/>
      </w:pPr>
      <w:r w:rsidRPr="001F22D6">
        <w:t>Максимальная мощность, рассеиваемая на коллекторе транзистора:</w:t>
      </w:r>
    </w:p>
    <w:p w:rsidR="0048793A" w:rsidRDefault="0048793A" w:rsidP="001F22D6">
      <w:pPr>
        <w:pStyle w:val="af"/>
      </w:pPr>
    </w:p>
    <w:p w:rsidR="00FA59D8" w:rsidRPr="001F22D6" w:rsidRDefault="006916B0" w:rsidP="001F22D6">
      <w:pPr>
        <w:pStyle w:val="af"/>
      </w:pPr>
      <w:r>
        <w:pict>
          <v:shape id="_x0000_i1087" type="#_x0000_t75" style="width:249pt;height:24pt">
            <v:imagedata r:id="rId67" o:title=""/>
          </v:shape>
        </w:pict>
      </w:r>
    </w:p>
    <w:p w:rsidR="007F25A9" w:rsidRPr="001F22D6" w:rsidRDefault="007F25A9" w:rsidP="001F22D6">
      <w:pPr>
        <w:pStyle w:val="af"/>
      </w:pPr>
    </w:p>
    <w:p w:rsidR="001F22D6" w:rsidRDefault="00FA59D8" w:rsidP="001F22D6">
      <w:pPr>
        <w:pStyle w:val="af"/>
      </w:pPr>
      <w:r w:rsidRPr="001F22D6">
        <w:t>3.3 Расчет параметров цепи стабилизации режима и цепи смещения</w:t>
      </w:r>
    </w:p>
    <w:p w:rsidR="007F25A9" w:rsidRPr="001F22D6" w:rsidRDefault="007F25A9" w:rsidP="001F22D6">
      <w:pPr>
        <w:pStyle w:val="af"/>
      </w:pPr>
    </w:p>
    <w:p w:rsidR="001F22D6" w:rsidRDefault="00776F29" w:rsidP="001F22D6">
      <w:pPr>
        <w:pStyle w:val="af"/>
      </w:pPr>
      <w:r w:rsidRPr="001F22D6">
        <w:t>Коэффициент передачи тока эмиттера:</w:t>
      </w:r>
    </w:p>
    <w:p w:rsidR="0048793A" w:rsidRDefault="0048793A" w:rsidP="001F22D6">
      <w:pPr>
        <w:pStyle w:val="af"/>
      </w:pPr>
    </w:p>
    <w:p w:rsidR="008A0282" w:rsidRPr="001F22D6" w:rsidRDefault="006916B0" w:rsidP="001F22D6">
      <w:pPr>
        <w:pStyle w:val="af"/>
      </w:pPr>
      <w:r>
        <w:pict>
          <v:shape id="_x0000_i1088" type="#_x0000_t75" style="width:169.5pt;height:48pt">
            <v:imagedata r:id="rId68" o:title=""/>
          </v:shape>
        </w:pict>
      </w:r>
    </w:p>
    <w:p w:rsidR="0048793A" w:rsidRDefault="0048793A" w:rsidP="001F22D6">
      <w:pPr>
        <w:pStyle w:val="af"/>
      </w:pPr>
    </w:p>
    <w:p w:rsidR="001F22D6" w:rsidRDefault="00FB41CE" w:rsidP="001F22D6">
      <w:pPr>
        <w:pStyle w:val="af"/>
      </w:pPr>
      <w:r w:rsidRPr="001F22D6">
        <w:t>Сопротивление эмиттерной цепи:</w:t>
      </w:r>
    </w:p>
    <w:p w:rsidR="0048793A" w:rsidRDefault="0048793A" w:rsidP="001F22D6">
      <w:pPr>
        <w:pStyle w:val="af"/>
      </w:pPr>
    </w:p>
    <w:p w:rsidR="00FB41CE" w:rsidRPr="001F22D6" w:rsidRDefault="006916B0" w:rsidP="001F22D6">
      <w:pPr>
        <w:pStyle w:val="af"/>
      </w:pPr>
      <w:r>
        <w:pict>
          <v:shape id="_x0000_i1089" type="#_x0000_t75" style="width:186.75pt;height:47.25pt">
            <v:imagedata r:id="rId69" o:title=""/>
          </v:shape>
        </w:pict>
      </w:r>
    </w:p>
    <w:p w:rsidR="0048793A" w:rsidRDefault="0048793A" w:rsidP="001F22D6">
      <w:pPr>
        <w:pStyle w:val="af"/>
      </w:pPr>
    </w:p>
    <w:p w:rsidR="00FB41CE" w:rsidRPr="001F22D6" w:rsidRDefault="00FB41CE" w:rsidP="001F22D6">
      <w:pPr>
        <w:pStyle w:val="af"/>
      </w:pPr>
      <w:r w:rsidRPr="001F22D6">
        <w:t>Принимаем Rэ = 82 Ом</w:t>
      </w:r>
    </w:p>
    <w:p w:rsidR="001F22D6" w:rsidRDefault="00FB41CE" w:rsidP="001F22D6">
      <w:pPr>
        <w:pStyle w:val="af"/>
      </w:pPr>
      <w:r w:rsidRPr="001F22D6">
        <w:t>Сопротивления Rб1 и Rб2 в цепи делителя:</w:t>
      </w:r>
    </w:p>
    <w:p w:rsidR="0048793A" w:rsidRDefault="0048793A" w:rsidP="001F22D6">
      <w:pPr>
        <w:pStyle w:val="af"/>
      </w:pPr>
    </w:p>
    <w:p w:rsidR="00FB41CE" w:rsidRPr="001F22D6" w:rsidRDefault="006916B0" w:rsidP="001F22D6">
      <w:pPr>
        <w:pStyle w:val="af"/>
      </w:pPr>
      <w:r>
        <w:pict>
          <v:shape id="_x0000_i1090" type="#_x0000_t75" style="width:306.75pt;height:48.75pt">
            <v:imagedata r:id="rId70" o:title=""/>
          </v:shape>
        </w:pict>
      </w:r>
    </w:p>
    <w:p w:rsidR="0048793A" w:rsidRDefault="0048793A" w:rsidP="001F22D6">
      <w:pPr>
        <w:pStyle w:val="af"/>
      </w:pPr>
    </w:p>
    <w:p w:rsidR="0048793A" w:rsidRDefault="00FB41CE" w:rsidP="001F22D6">
      <w:pPr>
        <w:pStyle w:val="af"/>
      </w:pPr>
      <w:r w:rsidRPr="001F22D6">
        <w:t>ПринимаемRб1=3000Ом</w:t>
      </w:r>
    </w:p>
    <w:p w:rsidR="0048793A" w:rsidRDefault="0048793A" w:rsidP="001F22D6">
      <w:pPr>
        <w:pStyle w:val="af"/>
      </w:pPr>
    </w:p>
    <w:p w:rsidR="00FB41CE" w:rsidRPr="001F22D6" w:rsidRDefault="006916B0" w:rsidP="001F22D6">
      <w:pPr>
        <w:pStyle w:val="af"/>
      </w:pPr>
      <w:r>
        <w:pict>
          <v:shape id="_x0000_i1091" type="#_x0000_t75" style="width:394.5pt;height:36.75pt">
            <v:imagedata r:id="rId71" o:title=""/>
          </v:shape>
        </w:pict>
      </w:r>
    </w:p>
    <w:p w:rsidR="0048793A" w:rsidRDefault="0048793A" w:rsidP="001F22D6">
      <w:pPr>
        <w:pStyle w:val="af"/>
        <w:sectPr w:rsidR="0048793A" w:rsidSect="001F22D6">
          <w:pgSz w:w="11907" w:h="16840" w:code="9"/>
          <w:pgMar w:top="1134" w:right="851" w:bottom="1134" w:left="1701" w:header="720" w:footer="720" w:gutter="0"/>
          <w:cols w:space="720"/>
          <w:docGrid w:linePitch="381"/>
        </w:sectPr>
      </w:pPr>
    </w:p>
    <w:p w:rsidR="00FB41CE" w:rsidRPr="001F22D6" w:rsidRDefault="00FB41CE" w:rsidP="001F22D6">
      <w:pPr>
        <w:pStyle w:val="af"/>
      </w:pPr>
      <w:r w:rsidRPr="001F22D6">
        <w:t>Принимаем Rб2 = 750 Ом</w:t>
      </w:r>
    </w:p>
    <w:p w:rsidR="001F22D6" w:rsidRDefault="00FB41CE" w:rsidP="001F22D6">
      <w:pPr>
        <w:pStyle w:val="af"/>
      </w:pPr>
      <w:r w:rsidRPr="001F22D6">
        <w:t>где SФИК = (5÷10) – коэффициент нестабильности фазоинверсного каскада.</w:t>
      </w:r>
    </w:p>
    <w:p w:rsidR="00CF5D41" w:rsidRPr="001F22D6" w:rsidRDefault="00CF5D41" w:rsidP="001F22D6">
      <w:pPr>
        <w:pStyle w:val="af"/>
      </w:pPr>
    </w:p>
    <w:p w:rsidR="001F22D6" w:rsidRDefault="00CF5D41" w:rsidP="001F22D6">
      <w:pPr>
        <w:pStyle w:val="af"/>
      </w:pPr>
      <w:r w:rsidRPr="001F22D6">
        <w:t>3.4 Расчет входной цепи каскада</w:t>
      </w:r>
    </w:p>
    <w:p w:rsidR="00CF5D41" w:rsidRPr="001F22D6" w:rsidRDefault="00CF5D41" w:rsidP="001F22D6">
      <w:pPr>
        <w:pStyle w:val="af"/>
      </w:pPr>
    </w:p>
    <w:p w:rsidR="001F22D6" w:rsidRDefault="00CF5D41" w:rsidP="001F22D6">
      <w:pPr>
        <w:pStyle w:val="af"/>
      </w:pPr>
      <w:r w:rsidRPr="001F22D6">
        <w:t>Входное сопротивление транзистора в схеме с общим эмиттером:</w:t>
      </w:r>
    </w:p>
    <w:p w:rsidR="0048793A" w:rsidRDefault="0048793A" w:rsidP="001F22D6">
      <w:pPr>
        <w:pStyle w:val="af"/>
      </w:pPr>
    </w:p>
    <w:p w:rsidR="00CF5D41" w:rsidRPr="001F22D6" w:rsidRDefault="006916B0" w:rsidP="001F22D6">
      <w:pPr>
        <w:pStyle w:val="af"/>
      </w:pPr>
      <w:r>
        <w:pict>
          <v:shape id="_x0000_i1092" type="#_x0000_t75" style="width:134.25pt;height:26.25pt">
            <v:imagedata r:id="rId72" o:title=""/>
          </v:shape>
        </w:pict>
      </w:r>
    </w:p>
    <w:p w:rsidR="0048793A" w:rsidRDefault="0048793A" w:rsidP="001F22D6">
      <w:pPr>
        <w:pStyle w:val="af"/>
      </w:pPr>
    </w:p>
    <w:p w:rsidR="00CF5D41" w:rsidRPr="001F22D6" w:rsidRDefault="00CF5D41" w:rsidP="001F22D6">
      <w:pPr>
        <w:pStyle w:val="af"/>
      </w:pPr>
      <w:r w:rsidRPr="001F22D6">
        <w:t>где rб = (100÷200)Ом – сопротивление базового слоя;</w:t>
      </w:r>
    </w:p>
    <w:p w:rsidR="0048793A" w:rsidRDefault="0048793A" w:rsidP="001F22D6">
      <w:pPr>
        <w:pStyle w:val="af"/>
      </w:pPr>
    </w:p>
    <w:p w:rsidR="00CF5D41" w:rsidRPr="001F22D6" w:rsidRDefault="006916B0" w:rsidP="001F22D6">
      <w:pPr>
        <w:pStyle w:val="af"/>
      </w:pPr>
      <w:r>
        <w:pict>
          <v:shape id="_x0000_i1093" type="#_x0000_t75" style="width:180pt;height:47.25pt">
            <v:imagedata r:id="rId73" o:title=""/>
          </v:shape>
        </w:pict>
      </w:r>
    </w:p>
    <w:p w:rsidR="0048793A" w:rsidRDefault="0048793A" w:rsidP="001F22D6">
      <w:pPr>
        <w:pStyle w:val="af"/>
      </w:pPr>
    </w:p>
    <w:p w:rsidR="00CF5D41" w:rsidRPr="001F22D6" w:rsidRDefault="00CF5D41" w:rsidP="001F22D6">
      <w:pPr>
        <w:pStyle w:val="af"/>
      </w:pPr>
      <w:r w:rsidRPr="001F22D6">
        <w:t xml:space="preserve">где φТ = 25,6 мВ для tв = </w:t>
      </w:r>
      <w:smartTag w:uri="urn:schemas-microsoft-com:office:smarttags" w:element="metricconverter">
        <w:smartTagPr>
          <w:attr w:name="ProductID" w:val="20ﾰC"/>
        </w:smartTagPr>
        <w:r w:rsidRPr="001F22D6">
          <w:t>20°C</w:t>
        </w:r>
      </w:smartTag>
      <w:r w:rsidRPr="001F22D6">
        <w:t>;</w:t>
      </w:r>
    </w:p>
    <w:p w:rsidR="00CF5D41" w:rsidRPr="001F22D6" w:rsidRDefault="00CF5D41" w:rsidP="001F22D6">
      <w:pPr>
        <w:pStyle w:val="af"/>
      </w:pPr>
      <w:r w:rsidRPr="001F22D6">
        <w:t>m = 2 для кремниевых транзисторов.</w:t>
      </w:r>
    </w:p>
    <w:p w:rsidR="001F22D6" w:rsidRDefault="00CF5D41" w:rsidP="001F22D6">
      <w:pPr>
        <w:pStyle w:val="af"/>
      </w:pPr>
      <w:r w:rsidRPr="001F22D6">
        <w:t>Для уменьшения влияния разброса параметров транзистора на коэффициент усиления в эмиттерную цепь вводят сопротивление Rэ1, не блокируемое конденсатором. Это сопротивление обычно принимают в пределах Rэ1</w:t>
      </w:r>
      <w:r w:rsidR="008B228A" w:rsidRPr="001F22D6">
        <w:t>=</w:t>
      </w:r>
      <w:r w:rsidRPr="001F22D6">
        <w:t>(1÷5)rэ. Это сопротивление мы учитывать не будем.</w:t>
      </w:r>
    </w:p>
    <w:p w:rsidR="001F22D6" w:rsidRDefault="00CF5D41" w:rsidP="001F22D6">
      <w:pPr>
        <w:pStyle w:val="af"/>
      </w:pPr>
      <w:r w:rsidRPr="001F22D6">
        <w:t xml:space="preserve">Тогда: </w:t>
      </w:r>
      <w:r w:rsidR="008B228A" w:rsidRPr="001F22D6">
        <w:t>rв = 100Ом</w:t>
      </w:r>
    </w:p>
    <w:p w:rsidR="0048793A" w:rsidRDefault="0048793A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94" type="#_x0000_t75" style="width:237.75pt;height:21.75pt">
            <v:imagedata r:id="rId74" o:title=""/>
          </v:shape>
        </w:pict>
      </w:r>
    </w:p>
    <w:p w:rsidR="0048793A" w:rsidRDefault="0048793A" w:rsidP="001F22D6">
      <w:pPr>
        <w:pStyle w:val="af"/>
      </w:pPr>
    </w:p>
    <w:p w:rsidR="008B228A" w:rsidRPr="001F22D6" w:rsidRDefault="006916B0" w:rsidP="001F22D6">
      <w:pPr>
        <w:pStyle w:val="af"/>
      </w:pPr>
      <w:r>
        <w:pict>
          <v:shape id="_x0000_i1095" type="#_x0000_t75" style="width:180.75pt;height:45pt">
            <v:imagedata r:id="rId75" o:title=""/>
          </v:shape>
        </w:pict>
      </w:r>
    </w:p>
    <w:p w:rsidR="008B228A" w:rsidRPr="001F22D6" w:rsidRDefault="008B228A" w:rsidP="001F22D6">
      <w:pPr>
        <w:pStyle w:val="af"/>
      </w:pPr>
    </w:p>
    <w:p w:rsidR="001F22D6" w:rsidRDefault="008B228A" w:rsidP="001F22D6">
      <w:pPr>
        <w:pStyle w:val="af"/>
      </w:pPr>
      <w:r w:rsidRPr="001F22D6">
        <w:t>Амплитудное значение входного напряжения:</w:t>
      </w:r>
    </w:p>
    <w:p w:rsidR="0048793A" w:rsidRDefault="0048793A" w:rsidP="001F22D6">
      <w:pPr>
        <w:pStyle w:val="af"/>
        <w:sectPr w:rsidR="0048793A" w:rsidSect="001F22D6">
          <w:pgSz w:w="11907" w:h="16840" w:code="9"/>
          <w:pgMar w:top="1134" w:right="851" w:bottom="1134" w:left="1701" w:header="720" w:footer="720" w:gutter="0"/>
          <w:cols w:space="720"/>
          <w:docGrid w:linePitch="381"/>
        </w:sectPr>
      </w:pPr>
    </w:p>
    <w:p w:rsidR="001F22D6" w:rsidRDefault="006916B0" w:rsidP="001F22D6">
      <w:pPr>
        <w:pStyle w:val="af"/>
      </w:pPr>
      <w:r>
        <w:pict>
          <v:shape id="_x0000_i1096" type="#_x0000_t75" style="width:108.75pt;height:27pt">
            <v:imagedata r:id="rId76" o:title=""/>
          </v:shape>
        </w:pict>
      </w:r>
    </w:p>
    <w:p w:rsidR="0048793A" w:rsidRDefault="0048793A" w:rsidP="001F22D6">
      <w:pPr>
        <w:pStyle w:val="af"/>
      </w:pPr>
    </w:p>
    <w:p w:rsidR="0048793A" w:rsidRDefault="008B228A" w:rsidP="001F22D6">
      <w:pPr>
        <w:pStyle w:val="af"/>
      </w:pPr>
      <w:r w:rsidRPr="001F22D6">
        <w:t>где</w:t>
      </w:r>
    </w:p>
    <w:p w:rsidR="0048793A" w:rsidRDefault="0048793A" w:rsidP="001F22D6">
      <w:pPr>
        <w:pStyle w:val="af"/>
      </w:pPr>
    </w:p>
    <w:p w:rsidR="0048793A" w:rsidRDefault="006916B0" w:rsidP="001F22D6">
      <w:pPr>
        <w:pStyle w:val="af"/>
      </w:pPr>
      <w:r>
        <w:pict>
          <v:shape id="_x0000_i1097" type="#_x0000_t75" style="width:84pt;height:36pt">
            <v:imagedata r:id="rId77" o:title=""/>
          </v:shape>
        </w:pict>
      </w:r>
    </w:p>
    <w:p w:rsidR="0048793A" w:rsidRDefault="0048793A" w:rsidP="001F22D6">
      <w:pPr>
        <w:pStyle w:val="af"/>
      </w:pPr>
    </w:p>
    <w:p w:rsidR="001E23E9" w:rsidRPr="001F22D6" w:rsidRDefault="001E23E9" w:rsidP="001F22D6">
      <w:pPr>
        <w:pStyle w:val="af"/>
      </w:pPr>
      <w:r w:rsidRPr="001F22D6">
        <w:t>- входное сопротивление каскада;</w:t>
      </w:r>
    </w:p>
    <w:p w:rsidR="0048793A" w:rsidRDefault="0048793A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098" type="#_x0000_t75" style="width:216.75pt;height:45pt">
            <v:imagedata r:id="rId78" o:title=""/>
          </v:shape>
        </w:pict>
      </w:r>
    </w:p>
    <w:p w:rsidR="0048793A" w:rsidRDefault="0048793A" w:rsidP="001F22D6">
      <w:pPr>
        <w:pStyle w:val="af"/>
      </w:pPr>
    </w:p>
    <w:p w:rsidR="001E23E9" w:rsidRPr="001F22D6" w:rsidRDefault="001E23E9" w:rsidP="001F22D6">
      <w:pPr>
        <w:pStyle w:val="af"/>
      </w:pPr>
      <w:r w:rsidRPr="001F22D6">
        <w:t>Тогда:</w:t>
      </w:r>
    </w:p>
    <w:p w:rsidR="001F22D6" w:rsidRDefault="001F22D6" w:rsidP="001F22D6">
      <w:pPr>
        <w:pStyle w:val="af"/>
      </w:pPr>
    </w:p>
    <w:p w:rsidR="00CF5D41" w:rsidRPr="001F22D6" w:rsidRDefault="006916B0" w:rsidP="001F22D6">
      <w:pPr>
        <w:pStyle w:val="af"/>
      </w:pPr>
      <w:r>
        <w:pict>
          <v:shape id="_x0000_i1099" type="#_x0000_t75" style="width:239.25pt;height:69.75pt">
            <v:imagedata r:id="rId79" o:title=""/>
          </v:shape>
        </w:pict>
      </w:r>
    </w:p>
    <w:p w:rsidR="00837157" w:rsidRPr="001F22D6" w:rsidRDefault="00837157" w:rsidP="001F22D6">
      <w:pPr>
        <w:pStyle w:val="af"/>
      </w:pPr>
    </w:p>
    <w:p w:rsidR="001F22D6" w:rsidRDefault="00837157" w:rsidP="001F22D6">
      <w:pPr>
        <w:pStyle w:val="af"/>
      </w:pPr>
      <w:r w:rsidRPr="001F22D6">
        <w:t>Входная мощность каскада:</w:t>
      </w:r>
    </w:p>
    <w:p w:rsidR="0048793A" w:rsidRDefault="0048793A" w:rsidP="001F22D6">
      <w:pPr>
        <w:pStyle w:val="af"/>
      </w:pPr>
    </w:p>
    <w:p w:rsidR="00837157" w:rsidRPr="001F22D6" w:rsidRDefault="006916B0" w:rsidP="001F22D6">
      <w:pPr>
        <w:pStyle w:val="af"/>
      </w:pPr>
      <w:r>
        <w:pict>
          <v:shape id="_x0000_i1100" type="#_x0000_t75" style="width:217.5pt;height:45pt">
            <v:imagedata r:id="rId80" o:title=""/>
          </v:shape>
        </w:pict>
      </w:r>
    </w:p>
    <w:p w:rsidR="00837157" w:rsidRPr="001F22D6" w:rsidRDefault="00837157" w:rsidP="001F22D6">
      <w:pPr>
        <w:pStyle w:val="af"/>
      </w:pPr>
    </w:p>
    <w:p w:rsidR="00837157" w:rsidRPr="001F22D6" w:rsidRDefault="00837157" w:rsidP="001F22D6">
      <w:pPr>
        <w:pStyle w:val="af"/>
      </w:pPr>
      <w:r w:rsidRPr="001F22D6">
        <w:t>Амплитудное значение входного тока:</w:t>
      </w:r>
    </w:p>
    <w:p w:rsidR="001F22D6" w:rsidRDefault="001F22D6" w:rsidP="001F22D6">
      <w:pPr>
        <w:pStyle w:val="af"/>
      </w:pPr>
    </w:p>
    <w:p w:rsidR="00FB41CE" w:rsidRPr="001F22D6" w:rsidRDefault="006916B0" w:rsidP="001F22D6">
      <w:pPr>
        <w:pStyle w:val="af"/>
      </w:pPr>
      <w:r>
        <w:pict>
          <v:shape id="_x0000_i1101" type="#_x0000_t75" style="width:189.75pt;height:48pt">
            <v:imagedata r:id="rId81" o:title=""/>
          </v:shape>
        </w:pict>
      </w:r>
    </w:p>
    <w:p w:rsidR="00837157" w:rsidRPr="001F22D6" w:rsidRDefault="00837157" w:rsidP="001F22D6">
      <w:pPr>
        <w:pStyle w:val="af"/>
      </w:pPr>
    </w:p>
    <w:p w:rsidR="001F22D6" w:rsidRDefault="00837157" w:rsidP="001F22D6">
      <w:pPr>
        <w:pStyle w:val="af"/>
      </w:pPr>
      <w:r w:rsidRPr="001F22D6">
        <w:t>Коэффициент усиления каскада по напряжению:</w:t>
      </w:r>
    </w:p>
    <w:p w:rsidR="0048793A" w:rsidRDefault="0048793A" w:rsidP="001F22D6">
      <w:pPr>
        <w:pStyle w:val="af"/>
        <w:sectPr w:rsidR="0048793A" w:rsidSect="001F22D6">
          <w:pgSz w:w="11907" w:h="16840" w:code="9"/>
          <w:pgMar w:top="1134" w:right="851" w:bottom="1134" w:left="1701" w:header="720" w:footer="720" w:gutter="0"/>
          <w:cols w:space="720"/>
          <w:docGrid w:linePitch="381"/>
        </w:sectPr>
      </w:pPr>
    </w:p>
    <w:p w:rsidR="00837157" w:rsidRPr="001F22D6" w:rsidRDefault="006916B0" w:rsidP="001F22D6">
      <w:pPr>
        <w:pStyle w:val="af"/>
      </w:pPr>
      <w:r>
        <w:pict>
          <v:shape id="_x0000_i1102" type="#_x0000_t75" style="width:153pt;height:42.75pt">
            <v:imagedata r:id="rId82" o:title=""/>
          </v:shape>
        </w:pict>
      </w:r>
    </w:p>
    <w:p w:rsidR="00837157" w:rsidRPr="001F22D6" w:rsidRDefault="00837157" w:rsidP="001F22D6">
      <w:pPr>
        <w:pStyle w:val="af"/>
      </w:pPr>
    </w:p>
    <w:p w:rsidR="00837157" w:rsidRPr="001F22D6" w:rsidRDefault="0048793A" w:rsidP="001F22D6">
      <w:pPr>
        <w:pStyle w:val="af"/>
      </w:pPr>
      <w:r>
        <w:br w:type="page"/>
      </w:r>
      <w:r w:rsidR="00873E5B" w:rsidRPr="001F22D6">
        <w:t>4</w:t>
      </w:r>
      <w:r w:rsidR="00837157" w:rsidRPr="001F22D6">
        <w:t xml:space="preserve"> Расчет входного каскада</w:t>
      </w:r>
    </w:p>
    <w:p w:rsidR="0048793A" w:rsidRDefault="0048793A" w:rsidP="001F22D6">
      <w:pPr>
        <w:pStyle w:val="af"/>
      </w:pPr>
    </w:p>
    <w:p w:rsidR="001F22D6" w:rsidRDefault="00837157" w:rsidP="001F22D6">
      <w:pPr>
        <w:pStyle w:val="af"/>
      </w:pPr>
      <w:r w:rsidRPr="001F22D6">
        <w:t>Выбираем транзистор КТ3102Е со следующими параметрами:</w:t>
      </w:r>
    </w:p>
    <w:p w:rsidR="0048793A" w:rsidRDefault="0048793A" w:rsidP="001F22D6">
      <w:pPr>
        <w:pStyle w:val="af"/>
      </w:pPr>
    </w:p>
    <w:p w:rsidR="001F22D6" w:rsidRDefault="00837157" w:rsidP="001F22D6">
      <w:pPr>
        <w:pStyle w:val="af"/>
      </w:pPr>
      <w:r w:rsidRPr="001F22D6">
        <w:t>Uкэдоп = 50 В</w:t>
      </w:r>
      <w:r w:rsidR="001F22D6">
        <w:t xml:space="preserve"> </w:t>
      </w:r>
      <w:r w:rsidRPr="001F22D6">
        <w:t>Tkдоп = 85°С</w:t>
      </w:r>
    </w:p>
    <w:p w:rsidR="0048793A" w:rsidRDefault="0048793A" w:rsidP="001F22D6">
      <w:pPr>
        <w:pStyle w:val="af"/>
      </w:pPr>
    </w:p>
    <w:p w:rsidR="001F22D6" w:rsidRDefault="00837157" w:rsidP="001F22D6">
      <w:pPr>
        <w:pStyle w:val="af"/>
      </w:pPr>
      <w:r w:rsidRPr="001F22D6">
        <w:t>Pkдоп = 0,25 Вт</w:t>
      </w:r>
      <w:r w:rsidR="001F22D6">
        <w:t xml:space="preserve"> </w:t>
      </w:r>
      <w:r w:rsidRPr="001F22D6">
        <w:t>Ik0 = 10 мА</w:t>
      </w:r>
    </w:p>
    <w:p w:rsidR="0048793A" w:rsidRDefault="0048793A" w:rsidP="001F22D6">
      <w:pPr>
        <w:pStyle w:val="af"/>
      </w:pPr>
    </w:p>
    <w:p w:rsidR="00837157" w:rsidRPr="001F22D6" w:rsidRDefault="00837157" w:rsidP="001F22D6">
      <w:pPr>
        <w:pStyle w:val="af"/>
      </w:pPr>
      <w:r w:rsidRPr="001F22D6">
        <w:t>h21э = 400</w:t>
      </w:r>
      <w:r w:rsidR="001F22D6">
        <w:t xml:space="preserve"> </w:t>
      </w:r>
      <w:r w:rsidRPr="001F22D6">
        <w:t>Uкэнас = 0,7 В</w:t>
      </w:r>
    </w:p>
    <w:p w:rsidR="0048793A" w:rsidRDefault="0048793A" w:rsidP="001F22D6">
      <w:pPr>
        <w:pStyle w:val="af"/>
      </w:pPr>
    </w:p>
    <w:p w:rsidR="00837157" w:rsidRPr="001F22D6" w:rsidRDefault="00837157" w:rsidP="001F22D6">
      <w:pPr>
        <w:pStyle w:val="af"/>
      </w:pPr>
      <w:r w:rsidRPr="001F22D6">
        <w:t>Ток покоя эмиттера находим по графику зависимости</w:t>
      </w:r>
      <w:r w:rsidR="001F22D6">
        <w:t xml:space="preserve"> </w:t>
      </w:r>
      <w:r w:rsidRPr="001F22D6">
        <w:t>h21э = ƒ(Iэ)</w:t>
      </w:r>
      <w:r w:rsidR="0054447B" w:rsidRPr="001F22D6">
        <w:t xml:space="preserve"> из справочника [3]:</w:t>
      </w:r>
    </w:p>
    <w:p w:rsidR="0054447B" w:rsidRPr="001F22D6" w:rsidRDefault="0054447B" w:rsidP="001F22D6">
      <w:pPr>
        <w:pStyle w:val="af"/>
      </w:pPr>
      <w:r w:rsidRPr="001F22D6">
        <w:t>I0э = 12 мА.</w:t>
      </w:r>
    </w:p>
    <w:p w:rsidR="0054447B" w:rsidRPr="001F22D6" w:rsidRDefault="0054447B" w:rsidP="001F22D6">
      <w:pPr>
        <w:pStyle w:val="af"/>
      </w:pPr>
      <w:r w:rsidRPr="001F22D6">
        <w:t>Напряжение каскада берем равным Eк = 0,9 Еn = 0,9∙12 = 10,8 В из-за дополнительного падения напряжения на</w:t>
      </w:r>
      <w:r w:rsidR="001F22D6">
        <w:t xml:space="preserve"> </w:t>
      </w:r>
      <w:r w:rsidRPr="001F22D6">
        <w:t>низкочастотном развязывающем фильтре.</w:t>
      </w:r>
    </w:p>
    <w:p w:rsidR="001F22D6" w:rsidRDefault="0054447B" w:rsidP="001F22D6">
      <w:pPr>
        <w:pStyle w:val="af"/>
      </w:pPr>
      <w:r w:rsidRPr="001F22D6">
        <w:t>Ток покоя базы:</w:t>
      </w:r>
    </w:p>
    <w:p w:rsidR="0048793A" w:rsidRDefault="0048793A" w:rsidP="001F22D6">
      <w:pPr>
        <w:pStyle w:val="af"/>
      </w:pPr>
    </w:p>
    <w:p w:rsidR="00873E5B" w:rsidRPr="001F22D6" w:rsidRDefault="006916B0" w:rsidP="001F22D6">
      <w:pPr>
        <w:pStyle w:val="af"/>
      </w:pPr>
      <w:r>
        <w:pict>
          <v:shape id="_x0000_i1103" type="#_x0000_t75" style="width:162pt;height:45pt">
            <v:imagedata r:id="rId83" o:title=""/>
          </v:shape>
        </w:pict>
      </w:r>
    </w:p>
    <w:p w:rsidR="00873E5B" w:rsidRPr="001F22D6" w:rsidRDefault="00873E5B" w:rsidP="001F22D6">
      <w:pPr>
        <w:pStyle w:val="af"/>
      </w:pPr>
    </w:p>
    <w:p w:rsidR="00873E5B" w:rsidRPr="001F22D6" w:rsidRDefault="00873E5B" w:rsidP="001F22D6">
      <w:pPr>
        <w:pStyle w:val="af"/>
      </w:pPr>
      <w:r w:rsidRPr="001F22D6">
        <w:t>Постоянная составляющая тока делителя:</w:t>
      </w:r>
    </w:p>
    <w:p w:rsidR="001F22D6" w:rsidRDefault="001F22D6" w:rsidP="001F22D6">
      <w:pPr>
        <w:pStyle w:val="af"/>
      </w:pPr>
    </w:p>
    <w:p w:rsidR="00AF5C7B" w:rsidRPr="001F22D6" w:rsidRDefault="006916B0" w:rsidP="001F22D6">
      <w:pPr>
        <w:pStyle w:val="af"/>
      </w:pPr>
      <w:r>
        <w:pict>
          <v:shape id="_x0000_i1104" type="#_x0000_t75" style="width:127.5pt;height:23.25pt">
            <v:imagedata r:id="rId84" o:title=""/>
          </v:shape>
        </w:pict>
      </w:r>
    </w:p>
    <w:p w:rsidR="00AF5C7B" w:rsidRPr="001F22D6" w:rsidRDefault="00AF5C7B" w:rsidP="001F22D6">
      <w:pPr>
        <w:pStyle w:val="af"/>
      </w:pPr>
    </w:p>
    <w:p w:rsidR="00AF5C7B" w:rsidRPr="001F22D6" w:rsidRDefault="00AF5C7B" w:rsidP="001F22D6">
      <w:pPr>
        <w:pStyle w:val="af"/>
      </w:pPr>
      <w:r w:rsidRPr="001F22D6">
        <w:t>Сопротивление эмиттерной цепи:</w:t>
      </w:r>
    </w:p>
    <w:p w:rsidR="001F22D6" w:rsidRDefault="001F22D6" w:rsidP="001F22D6">
      <w:pPr>
        <w:pStyle w:val="af"/>
      </w:pPr>
    </w:p>
    <w:p w:rsidR="00AF5C7B" w:rsidRDefault="006916B0" w:rsidP="001F22D6">
      <w:pPr>
        <w:pStyle w:val="af"/>
      </w:pPr>
      <w:r>
        <w:pict>
          <v:shape id="_x0000_i1105" type="#_x0000_t75" style="width:180.75pt;height:39pt">
            <v:imagedata r:id="rId85" o:title=""/>
          </v:shape>
        </w:pict>
      </w:r>
    </w:p>
    <w:p w:rsidR="0048793A" w:rsidRPr="001F22D6" w:rsidRDefault="0048793A" w:rsidP="001F22D6">
      <w:pPr>
        <w:pStyle w:val="af"/>
      </w:pPr>
    </w:p>
    <w:p w:rsidR="001F22D6" w:rsidRDefault="00AF5C7B" w:rsidP="001F22D6">
      <w:pPr>
        <w:pStyle w:val="af"/>
      </w:pPr>
      <w:r w:rsidRPr="001F22D6">
        <w:t>Входное сопротивление транзистора в схеме с общим эмиттером:</w:t>
      </w:r>
    </w:p>
    <w:p w:rsidR="0048793A" w:rsidRDefault="0048793A" w:rsidP="001F22D6">
      <w:pPr>
        <w:pStyle w:val="af"/>
      </w:pPr>
    </w:p>
    <w:p w:rsidR="008A006A" w:rsidRPr="001F22D6" w:rsidRDefault="006916B0" w:rsidP="001F22D6">
      <w:pPr>
        <w:pStyle w:val="af"/>
      </w:pPr>
      <w:r>
        <w:pict>
          <v:shape id="_x0000_i1106" type="#_x0000_t75" style="width:135.75pt;height:30.75pt">
            <v:imagedata r:id="rId86" o:title=""/>
          </v:shape>
        </w:pict>
      </w:r>
    </w:p>
    <w:p w:rsidR="0048793A" w:rsidRDefault="0048793A" w:rsidP="001F22D6">
      <w:pPr>
        <w:pStyle w:val="af"/>
      </w:pPr>
    </w:p>
    <w:p w:rsidR="001F22D6" w:rsidRDefault="00635FE5" w:rsidP="001F22D6">
      <w:pPr>
        <w:pStyle w:val="af"/>
      </w:pPr>
      <w:r w:rsidRPr="001F22D6">
        <w:t>где</w:t>
      </w:r>
    </w:p>
    <w:p w:rsidR="0048793A" w:rsidRDefault="0048793A" w:rsidP="001F22D6">
      <w:pPr>
        <w:pStyle w:val="af"/>
      </w:pPr>
    </w:p>
    <w:p w:rsidR="0048793A" w:rsidRDefault="006916B0" w:rsidP="001F22D6">
      <w:pPr>
        <w:pStyle w:val="af"/>
      </w:pPr>
      <w:r>
        <w:pict>
          <v:shape id="_x0000_i1107" type="#_x0000_t75" style="width:199.5pt;height:92.25pt">
            <v:imagedata r:id="rId87" o:title=""/>
          </v:shape>
        </w:pict>
      </w:r>
    </w:p>
    <w:p w:rsidR="0048793A" w:rsidRDefault="0048793A" w:rsidP="001F22D6">
      <w:pPr>
        <w:pStyle w:val="af"/>
      </w:pPr>
    </w:p>
    <w:p w:rsidR="00635FE5" w:rsidRPr="001F22D6" w:rsidRDefault="00635FE5" w:rsidP="001F22D6">
      <w:pPr>
        <w:pStyle w:val="af"/>
      </w:pPr>
      <w:r w:rsidRPr="001F22D6">
        <w:t>- сопротивление базового слоя;</w:t>
      </w:r>
    </w:p>
    <w:p w:rsidR="001F22D6" w:rsidRDefault="00635FE5" w:rsidP="001F22D6">
      <w:pPr>
        <w:pStyle w:val="af"/>
      </w:pPr>
      <w:r w:rsidRPr="001F22D6">
        <w:t>где Uбэ = 0,619 В находим по входным характеристикам при I0б = 0,2 мА и</w:t>
      </w:r>
    </w:p>
    <w:p w:rsidR="00635FE5" w:rsidRPr="001F22D6" w:rsidRDefault="00635FE5" w:rsidP="001F22D6">
      <w:pPr>
        <w:pStyle w:val="af"/>
      </w:pPr>
      <w:r w:rsidRPr="001F22D6">
        <w:t>Uкэ = 5 В из справочника [3].</w:t>
      </w:r>
    </w:p>
    <w:p w:rsidR="00635FE5" w:rsidRPr="001F22D6" w:rsidRDefault="00635FE5" w:rsidP="001F22D6">
      <w:pPr>
        <w:pStyle w:val="af"/>
      </w:pPr>
      <w:r w:rsidRPr="001F22D6">
        <w:t>Тогда:</w:t>
      </w:r>
    </w:p>
    <w:p w:rsidR="00635FE5" w:rsidRPr="001F22D6" w:rsidRDefault="006916B0" w:rsidP="001F22D6">
      <w:pPr>
        <w:pStyle w:val="af"/>
      </w:pPr>
      <w:r>
        <w:pict>
          <v:shape id="_x0000_i1108" type="#_x0000_t75" style="width:179.25pt;height:23.25pt">
            <v:imagedata r:id="rId88" o:title=""/>
          </v:shape>
        </w:pict>
      </w:r>
      <w:r w:rsidR="00635FE5" w:rsidRPr="001F22D6">
        <w:t>(Oм).</w:t>
      </w:r>
    </w:p>
    <w:p w:rsidR="00635FE5" w:rsidRPr="001F22D6" w:rsidRDefault="00635FE5" w:rsidP="001F22D6">
      <w:pPr>
        <w:pStyle w:val="af"/>
      </w:pPr>
      <w:r w:rsidRPr="001F22D6">
        <w:t>Напряжение в средней точке базового делителя в режиме покоя:</w:t>
      </w:r>
    </w:p>
    <w:p w:rsidR="0048793A" w:rsidRDefault="0048793A" w:rsidP="001F22D6">
      <w:pPr>
        <w:pStyle w:val="af"/>
      </w:pPr>
    </w:p>
    <w:p w:rsidR="00635FE5" w:rsidRPr="001F22D6" w:rsidRDefault="00635FE5" w:rsidP="001F22D6">
      <w:pPr>
        <w:pStyle w:val="af"/>
      </w:pPr>
      <w:r w:rsidRPr="001F22D6">
        <w:t>U0д = URэ + Uбэ = 0,3∙10,8 + 0,619 = 3,86 (В).</w:t>
      </w:r>
    </w:p>
    <w:p w:rsidR="005E116F" w:rsidRPr="001F22D6" w:rsidRDefault="005E116F" w:rsidP="001F22D6">
      <w:pPr>
        <w:pStyle w:val="af"/>
      </w:pPr>
    </w:p>
    <w:p w:rsidR="001F22D6" w:rsidRDefault="005E116F" w:rsidP="001F22D6">
      <w:pPr>
        <w:pStyle w:val="af"/>
      </w:pPr>
      <w:r w:rsidRPr="001F22D6">
        <w:t>Сопротивления резисторов R1 и R2 делителя:</w:t>
      </w:r>
    </w:p>
    <w:p w:rsidR="0048793A" w:rsidRDefault="0048793A" w:rsidP="001F22D6">
      <w:pPr>
        <w:pStyle w:val="af"/>
      </w:pPr>
    </w:p>
    <w:p w:rsidR="005E116F" w:rsidRPr="001F22D6" w:rsidRDefault="006916B0" w:rsidP="001F22D6">
      <w:pPr>
        <w:pStyle w:val="af"/>
      </w:pPr>
      <w:r>
        <w:pict>
          <v:shape id="_x0000_i1109" type="#_x0000_t75" style="width:288.75pt;height:89.25pt">
            <v:imagedata r:id="rId89" o:title=""/>
          </v:shape>
        </w:pict>
      </w:r>
    </w:p>
    <w:p w:rsidR="0048793A" w:rsidRDefault="0048793A" w:rsidP="001F22D6">
      <w:pPr>
        <w:pStyle w:val="af"/>
      </w:pPr>
    </w:p>
    <w:p w:rsidR="005E116F" w:rsidRPr="001F22D6" w:rsidRDefault="005E116F" w:rsidP="001F22D6">
      <w:pPr>
        <w:pStyle w:val="af"/>
      </w:pPr>
      <w:r w:rsidRPr="001F22D6">
        <w:t>Принимаем R1 = 26 кОм; R2 = 39 кОм.</w:t>
      </w:r>
    </w:p>
    <w:p w:rsidR="001F22D6" w:rsidRDefault="005E116F" w:rsidP="001F22D6">
      <w:pPr>
        <w:pStyle w:val="af"/>
      </w:pPr>
      <w:r w:rsidRPr="001F22D6">
        <w:t>Входное сопротивление каскада с общим эмиттером:</w:t>
      </w:r>
    </w:p>
    <w:p w:rsidR="0048793A" w:rsidRDefault="0048793A" w:rsidP="001F22D6">
      <w:pPr>
        <w:pStyle w:val="af"/>
      </w:pPr>
    </w:p>
    <w:p w:rsidR="005E116F" w:rsidRPr="001F22D6" w:rsidRDefault="006916B0" w:rsidP="001F22D6">
      <w:pPr>
        <w:pStyle w:val="af"/>
      </w:pPr>
      <w:r>
        <w:pict>
          <v:shape id="_x0000_i1110" type="#_x0000_t75" style="width:4in;height:24pt">
            <v:imagedata r:id="rId90" o:title=""/>
          </v:shape>
        </w:pict>
      </w:r>
      <w:r w:rsidR="005E116F" w:rsidRPr="001F22D6">
        <w:t>.</w:t>
      </w:r>
    </w:p>
    <w:p w:rsidR="0048793A" w:rsidRDefault="0048793A" w:rsidP="001F22D6">
      <w:pPr>
        <w:pStyle w:val="af"/>
      </w:pPr>
    </w:p>
    <w:p w:rsidR="005E116F" w:rsidRPr="001F22D6" w:rsidRDefault="005E116F" w:rsidP="001F22D6">
      <w:pPr>
        <w:pStyle w:val="af"/>
      </w:pPr>
      <w:r w:rsidRPr="001F22D6">
        <w:t>Поскольку входное сопротивление каскада с общим эмиттером меньше внутреннего сопротивления источника сигнала, то входном каскаде будет использована схема с общим коллектором.</w:t>
      </w:r>
    </w:p>
    <w:p w:rsidR="001F22D6" w:rsidRDefault="005E116F" w:rsidP="001F22D6">
      <w:pPr>
        <w:pStyle w:val="af"/>
      </w:pPr>
      <w:r w:rsidRPr="001F22D6">
        <w:t>Ток покоя базы:</w:t>
      </w:r>
    </w:p>
    <w:p w:rsidR="0048793A" w:rsidRDefault="0048793A" w:rsidP="001F22D6">
      <w:pPr>
        <w:pStyle w:val="af"/>
      </w:pPr>
    </w:p>
    <w:p w:rsidR="005E116F" w:rsidRPr="001F22D6" w:rsidRDefault="006916B0" w:rsidP="001F22D6">
      <w:pPr>
        <w:pStyle w:val="af"/>
      </w:pPr>
      <w:r>
        <w:pict>
          <v:shape id="_x0000_i1111" type="#_x0000_t75" style="width:180.75pt;height:45pt">
            <v:imagedata r:id="rId91" o:title=""/>
          </v:shape>
        </w:pict>
      </w:r>
    </w:p>
    <w:p w:rsidR="005E116F" w:rsidRPr="001F22D6" w:rsidRDefault="005E116F" w:rsidP="001F22D6">
      <w:pPr>
        <w:pStyle w:val="af"/>
      </w:pPr>
    </w:p>
    <w:p w:rsidR="001F22D6" w:rsidRDefault="005E116F" w:rsidP="001F22D6">
      <w:pPr>
        <w:pStyle w:val="af"/>
      </w:pPr>
      <w:r w:rsidRPr="001F22D6">
        <w:t>Постоянная составляющая тока делителя:</w:t>
      </w:r>
    </w:p>
    <w:p w:rsidR="0048793A" w:rsidRDefault="0048793A" w:rsidP="001F22D6">
      <w:pPr>
        <w:pStyle w:val="af"/>
      </w:pPr>
    </w:p>
    <w:p w:rsidR="005E116F" w:rsidRPr="001F22D6" w:rsidRDefault="006916B0" w:rsidP="001F22D6">
      <w:pPr>
        <w:pStyle w:val="af"/>
      </w:pPr>
      <w:r>
        <w:pict>
          <v:shape id="_x0000_i1112" type="#_x0000_t75" style="width:226.5pt;height:39.75pt">
            <v:imagedata r:id="rId92" o:title=""/>
          </v:shape>
        </w:pict>
      </w:r>
    </w:p>
    <w:p w:rsidR="005E116F" w:rsidRPr="001F22D6" w:rsidRDefault="005E116F" w:rsidP="001F22D6">
      <w:pPr>
        <w:pStyle w:val="af"/>
      </w:pPr>
    </w:p>
    <w:p w:rsidR="001F22D6" w:rsidRDefault="005E116F" w:rsidP="001F22D6">
      <w:pPr>
        <w:pStyle w:val="af"/>
      </w:pPr>
      <w:r w:rsidRPr="001F22D6">
        <w:t>Входное сопротивление транзистора в схеме с общим эмиттером:</w:t>
      </w:r>
    </w:p>
    <w:p w:rsidR="0048793A" w:rsidRDefault="0048793A" w:rsidP="001F22D6">
      <w:pPr>
        <w:pStyle w:val="af"/>
      </w:pPr>
    </w:p>
    <w:p w:rsidR="005E116F" w:rsidRPr="001F22D6" w:rsidRDefault="006916B0" w:rsidP="001F22D6">
      <w:pPr>
        <w:pStyle w:val="af"/>
      </w:pPr>
      <w:r>
        <w:pict>
          <v:shape id="_x0000_i1113" type="#_x0000_t75" style="width:135.75pt;height:27pt">
            <v:imagedata r:id="rId93" o:title=""/>
          </v:shape>
        </w:pict>
      </w:r>
    </w:p>
    <w:p w:rsidR="0048793A" w:rsidRDefault="0048793A" w:rsidP="001F22D6">
      <w:pPr>
        <w:pStyle w:val="af"/>
      </w:pPr>
    </w:p>
    <w:p w:rsidR="00846677" w:rsidRPr="001F22D6" w:rsidRDefault="00846677" w:rsidP="001F22D6">
      <w:pPr>
        <w:pStyle w:val="af"/>
      </w:pPr>
      <w:r w:rsidRPr="001F22D6">
        <w:t>г</w:t>
      </w:r>
      <w:r w:rsidR="005E116F" w:rsidRPr="001F22D6">
        <w:t>де</w:t>
      </w:r>
    </w:p>
    <w:p w:rsidR="0048793A" w:rsidRDefault="0048793A" w:rsidP="001F22D6">
      <w:pPr>
        <w:pStyle w:val="af"/>
      </w:pPr>
    </w:p>
    <w:p w:rsidR="001F22D6" w:rsidRDefault="006916B0" w:rsidP="001F22D6">
      <w:pPr>
        <w:pStyle w:val="af"/>
      </w:pPr>
      <w:r>
        <w:pict>
          <v:shape id="_x0000_i1114" type="#_x0000_t75" style="width:207pt;height:86.25pt">
            <v:imagedata r:id="rId94" o:title=""/>
          </v:shape>
        </w:pict>
      </w:r>
    </w:p>
    <w:p w:rsidR="0048793A" w:rsidRDefault="0048793A" w:rsidP="001F22D6">
      <w:pPr>
        <w:pStyle w:val="af"/>
      </w:pPr>
    </w:p>
    <w:p w:rsidR="001F22D6" w:rsidRDefault="00846677" w:rsidP="001F22D6">
      <w:pPr>
        <w:pStyle w:val="af"/>
      </w:pPr>
      <w:r w:rsidRPr="001F22D6">
        <w:t>где Uбэ = 0,619 В находим по входным характеристикам при I0б = 0,2 мА и</w:t>
      </w:r>
    </w:p>
    <w:p w:rsidR="00846677" w:rsidRPr="001F22D6" w:rsidRDefault="00846677" w:rsidP="001F22D6">
      <w:pPr>
        <w:pStyle w:val="af"/>
      </w:pPr>
      <w:r w:rsidRPr="001F22D6">
        <w:t>Uкэ = 5 В из справочника [3].</w:t>
      </w:r>
    </w:p>
    <w:p w:rsidR="00846677" w:rsidRPr="001F22D6" w:rsidRDefault="00846677" w:rsidP="001F22D6">
      <w:pPr>
        <w:pStyle w:val="af"/>
      </w:pPr>
      <w:r w:rsidRPr="001F22D6">
        <w:t>Тогда:</w:t>
      </w:r>
    </w:p>
    <w:p w:rsidR="00846677" w:rsidRPr="001F22D6" w:rsidRDefault="006916B0" w:rsidP="001F22D6">
      <w:pPr>
        <w:pStyle w:val="af"/>
      </w:pPr>
      <w:r>
        <w:pict>
          <v:shape id="_x0000_i1115" type="#_x0000_t75" style="width:181.5pt;height:24pt">
            <v:imagedata r:id="rId95" o:title=""/>
          </v:shape>
        </w:pict>
      </w:r>
    </w:p>
    <w:p w:rsidR="001F22D6" w:rsidRDefault="00846677" w:rsidP="001F22D6">
      <w:pPr>
        <w:pStyle w:val="af"/>
      </w:pPr>
      <w:r w:rsidRPr="001F22D6">
        <w:t>Напряжение в средней точке базового делителя в режиме покоя:</w:t>
      </w:r>
    </w:p>
    <w:p w:rsidR="0048793A" w:rsidRDefault="0048793A" w:rsidP="001F22D6">
      <w:pPr>
        <w:pStyle w:val="af"/>
      </w:pPr>
    </w:p>
    <w:p w:rsidR="00846677" w:rsidRPr="001F22D6" w:rsidRDefault="00846677" w:rsidP="001F22D6">
      <w:pPr>
        <w:pStyle w:val="af"/>
      </w:pPr>
      <w:r w:rsidRPr="001F22D6">
        <w:t>U0д = URэ + Uбэ = 0,3·10,8 + 0,619 = 3,86 (В).</w:t>
      </w:r>
    </w:p>
    <w:p w:rsidR="00846677" w:rsidRPr="001F22D6" w:rsidRDefault="00846677" w:rsidP="001F22D6">
      <w:pPr>
        <w:pStyle w:val="af"/>
      </w:pPr>
    </w:p>
    <w:p w:rsidR="00846677" w:rsidRPr="001F22D6" w:rsidRDefault="00846677" w:rsidP="001F22D6">
      <w:pPr>
        <w:pStyle w:val="af"/>
      </w:pPr>
      <w:r w:rsidRPr="001F22D6">
        <w:t>Сопротивления резисторов R1 и R2 делителя:</w:t>
      </w:r>
    </w:p>
    <w:p w:rsidR="0048793A" w:rsidRDefault="0048793A" w:rsidP="001F22D6">
      <w:pPr>
        <w:pStyle w:val="af"/>
      </w:pPr>
    </w:p>
    <w:p w:rsidR="00846677" w:rsidRPr="001F22D6" w:rsidRDefault="006916B0" w:rsidP="001F22D6">
      <w:pPr>
        <w:pStyle w:val="af"/>
      </w:pPr>
      <w:r>
        <w:pict>
          <v:shape id="_x0000_i1116" type="#_x0000_t75" style="width:288.75pt;height:92.25pt">
            <v:imagedata r:id="rId96" o:title=""/>
          </v:shape>
        </w:pict>
      </w:r>
    </w:p>
    <w:p w:rsidR="0048793A" w:rsidRDefault="0048793A" w:rsidP="001F22D6">
      <w:pPr>
        <w:pStyle w:val="af"/>
      </w:pPr>
    </w:p>
    <w:p w:rsidR="00846677" w:rsidRPr="001F22D6" w:rsidRDefault="001E00AB" w:rsidP="001F22D6">
      <w:pPr>
        <w:pStyle w:val="af"/>
      </w:pPr>
      <w:r w:rsidRPr="001F22D6">
        <w:t>Принимаем R1 = 26 кОм; R2 = 39 кОм.</w:t>
      </w:r>
    </w:p>
    <w:p w:rsidR="001E00AB" w:rsidRPr="001F22D6" w:rsidRDefault="001E00AB" w:rsidP="001F22D6">
      <w:pPr>
        <w:pStyle w:val="af"/>
      </w:pPr>
      <w:r w:rsidRPr="001F22D6">
        <w:t>Входное сопротивление каскада с общим коллектором:</w:t>
      </w:r>
    </w:p>
    <w:p w:rsidR="001E00AB" w:rsidRPr="001F22D6" w:rsidRDefault="001E00AB" w:rsidP="001F22D6">
      <w:pPr>
        <w:pStyle w:val="af"/>
      </w:pPr>
    </w:p>
    <w:p w:rsidR="001E00AB" w:rsidRPr="001F22D6" w:rsidRDefault="006916B0" w:rsidP="001F22D6">
      <w:pPr>
        <w:pStyle w:val="af"/>
      </w:pPr>
      <w:r>
        <w:pict>
          <v:shape id="_x0000_i1117" type="#_x0000_t75" style="width:343.5pt;height:67.5pt">
            <v:imagedata r:id="rId97" o:title=""/>
          </v:shape>
        </w:pict>
      </w:r>
    </w:p>
    <w:p w:rsidR="001E00AB" w:rsidRPr="001F22D6" w:rsidRDefault="001E00AB" w:rsidP="001F22D6">
      <w:pPr>
        <w:pStyle w:val="af"/>
      </w:pPr>
    </w:p>
    <w:p w:rsidR="001E00AB" w:rsidRPr="001F22D6" w:rsidRDefault="001E00AB" w:rsidP="001F22D6">
      <w:pPr>
        <w:pStyle w:val="af"/>
      </w:pPr>
      <w:r w:rsidRPr="001F22D6">
        <w:t>Так как входное сопротивление каскада с общим коллектором больше сопротивления генератора, то схема с общим коллектором является подходящей для ее использования во входном каскаде усиления.</w:t>
      </w:r>
    </w:p>
    <w:p w:rsidR="001F22D6" w:rsidRDefault="001E00AB" w:rsidP="001F22D6">
      <w:pPr>
        <w:pStyle w:val="af"/>
      </w:pPr>
      <w:r w:rsidRPr="001F22D6">
        <w:t>Расчет коэффициента усиления по напряжению для входного каскада производится по формуле:</w:t>
      </w:r>
    </w:p>
    <w:p w:rsidR="0048793A" w:rsidRDefault="0048793A" w:rsidP="001F22D6">
      <w:pPr>
        <w:pStyle w:val="af"/>
      </w:pPr>
    </w:p>
    <w:p w:rsidR="001E00AB" w:rsidRPr="001F22D6" w:rsidRDefault="006916B0" w:rsidP="001F22D6">
      <w:pPr>
        <w:pStyle w:val="af"/>
      </w:pPr>
      <w:r>
        <w:pict>
          <v:shape id="_x0000_i1118" type="#_x0000_t75" style="width:355.5pt;height:42.75pt">
            <v:imagedata r:id="rId98" o:title=""/>
          </v:shape>
        </w:pict>
      </w:r>
    </w:p>
    <w:p w:rsidR="001E00AB" w:rsidRPr="001F22D6" w:rsidRDefault="001E00AB" w:rsidP="001F22D6">
      <w:pPr>
        <w:pStyle w:val="af"/>
      </w:pPr>
    </w:p>
    <w:p w:rsidR="001E00AB" w:rsidRDefault="0048793A" w:rsidP="001F22D6">
      <w:pPr>
        <w:pStyle w:val="af"/>
      </w:pPr>
      <w:r>
        <w:br w:type="page"/>
      </w:r>
      <w:r w:rsidR="001E00AB" w:rsidRPr="001F22D6">
        <w:t>Список литературы</w:t>
      </w:r>
    </w:p>
    <w:p w:rsidR="0048793A" w:rsidRPr="001F22D6" w:rsidRDefault="0048793A" w:rsidP="001F22D6">
      <w:pPr>
        <w:pStyle w:val="af"/>
      </w:pPr>
    </w:p>
    <w:p w:rsidR="001E00AB" w:rsidRPr="001F22D6" w:rsidRDefault="001E00AB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>Методические указания к выполнению курсового про</w:t>
      </w:r>
      <w:r w:rsidR="00C22BEB">
        <w:t>е</w:t>
      </w:r>
      <w:r w:rsidRPr="001F22D6">
        <w:t>кта по курсу “Аналоговая схемотехника ” по теме “Проектирование усилителя низкой частоты”.</w:t>
      </w:r>
    </w:p>
    <w:p w:rsidR="001E00AB" w:rsidRPr="001F22D6" w:rsidRDefault="001E00AB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 xml:space="preserve">Забродин </w:t>
      </w:r>
      <w:r w:rsidR="005D4CD7" w:rsidRPr="001F22D6">
        <w:t>Ю. С. Промышленная электроника 1982г.</w:t>
      </w:r>
    </w:p>
    <w:p w:rsidR="005D4CD7" w:rsidRPr="001F22D6" w:rsidRDefault="005D4CD7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>Полупроводниковые приборы : транзисторы. Справочник: под редакцией Н. Н. Горюнова. – М. Енергоатомиздат. 1983- 904с.</w:t>
      </w:r>
    </w:p>
    <w:p w:rsidR="005D4CD7" w:rsidRPr="001F22D6" w:rsidRDefault="005D4CD7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>Хоровиц П., Хилл У. Искусство схемотехники, М. Мир, 1983</w:t>
      </w:r>
    </w:p>
    <w:p w:rsidR="005D4CD7" w:rsidRPr="001F22D6" w:rsidRDefault="005D4CD7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>Резисторы: Справочник. Под общей редакцией И. И. Четверткова.</w:t>
      </w:r>
    </w:p>
    <w:p w:rsidR="005D4CD7" w:rsidRPr="001F22D6" w:rsidRDefault="005D4CD7" w:rsidP="0048793A">
      <w:pPr>
        <w:pStyle w:val="af"/>
        <w:numPr>
          <w:ilvl w:val="0"/>
          <w:numId w:val="3"/>
        </w:numPr>
        <w:ind w:left="0" w:firstLine="0"/>
        <w:jc w:val="left"/>
      </w:pPr>
      <w:r w:rsidRPr="001F22D6">
        <w:t>Малахов В. П. Схемотехника аналоговых устройств О., Астро-Принт 2000г.</w:t>
      </w:r>
    </w:p>
    <w:p w:rsidR="009F09D9" w:rsidRPr="001F22D6" w:rsidRDefault="009F09D9" w:rsidP="0048793A">
      <w:pPr>
        <w:pStyle w:val="af"/>
        <w:ind w:firstLine="0"/>
        <w:jc w:val="left"/>
      </w:pPr>
      <w:bookmarkStart w:id="0" w:name="_GoBack"/>
      <w:bookmarkEnd w:id="0"/>
    </w:p>
    <w:sectPr w:rsidR="009F09D9" w:rsidRPr="001F22D6" w:rsidSect="001F22D6"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E1895"/>
    <w:multiLevelType w:val="hybridMultilevel"/>
    <w:tmpl w:val="672EBBB6"/>
    <w:lvl w:ilvl="0" w:tplc="00146D88">
      <w:numFmt w:val="bullet"/>
      <w:lvlText w:val=""/>
      <w:lvlJc w:val="left"/>
      <w:pPr>
        <w:tabs>
          <w:tab w:val="num" w:pos="689"/>
        </w:tabs>
        <w:ind w:left="689" w:hanging="405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>
    <w:nsid w:val="3B765EF7"/>
    <w:multiLevelType w:val="hybridMultilevel"/>
    <w:tmpl w:val="FC44763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7DEE7637"/>
    <w:multiLevelType w:val="hybridMultilevel"/>
    <w:tmpl w:val="77D0F406"/>
    <w:lvl w:ilvl="0" w:tplc="8EEEEE02">
      <w:start w:val="1"/>
      <w:numFmt w:val="decimal"/>
      <w:lvlText w:val="%1."/>
      <w:lvlJc w:val="left"/>
      <w:pPr>
        <w:tabs>
          <w:tab w:val="num" w:pos="974"/>
        </w:tabs>
        <w:ind w:left="974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rawingGridHorizontalSpacing w:val="14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4160"/>
    <w:rsid w:val="000B17F5"/>
    <w:rsid w:val="000D5AAF"/>
    <w:rsid w:val="000E6B11"/>
    <w:rsid w:val="000F7304"/>
    <w:rsid w:val="00130CA7"/>
    <w:rsid w:val="0014016F"/>
    <w:rsid w:val="001A5CBF"/>
    <w:rsid w:val="001C56C3"/>
    <w:rsid w:val="001D3349"/>
    <w:rsid w:val="001D54B6"/>
    <w:rsid w:val="001E00AB"/>
    <w:rsid w:val="001E23E9"/>
    <w:rsid w:val="001F22D6"/>
    <w:rsid w:val="00211FD5"/>
    <w:rsid w:val="002505D3"/>
    <w:rsid w:val="0027454B"/>
    <w:rsid w:val="002954A8"/>
    <w:rsid w:val="002A0B08"/>
    <w:rsid w:val="00353FB3"/>
    <w:rsid w:val="00376F23"/>
    <w:rsid w:val="003A2572"/>
    <w:rsid w:val="00402D8C"/>
    <w:rsid w:val="00412E41"/>
    <w:rsid w:val="0048793A"/>
    <w:rsid w:val="004C5394"/>
    <w:rsid w:val="004F351D"/>
    <w:rsid w:val="0054447B"/>
    <w:rsid w:val="005539A4"/>
    <w:rsid w:val="00556721"/>
    <w:rsid w:val="005D4CD7"/>
    <w:rsid w:val="005E116F"/>
    <w:rsid w:val="005F12F3"/>
    <w:rsid w:val="00635FE5"/>
    <w:rsid w:val="00652280"/>
    <w:rsid w:val="006916B0"/>
    <w:rsid w:val="006C5C11"/>
    <w:rsid w:val="00751119"/>
    <w:rsid w:val="00754B54"/>
    <w:rsid w:val="00776F29"/>
    <w:rsid w:val="007F25A9"/>
    <w:rsid w:val="00837157"/>
    <w:rsid w:val="00846677"/>
    <w:rsid w:val="00846A69"/>
    <w:rsid w:val="00851778"/>
    <w:rsid w:val="00873E5B"/>
    <w:rsid w:val="008A006A"/>
    <w:rsid w:val="008A0282"/>
    <w:rsid w:val="008B228A"/>
    <w:rsid w:val="008E0557"/>
    <w:rsid w:val="00906107"/>
    <w:rsid w:val="0091684F"/>
    <w:rsid w:val="00921176"/>
    <w:rsid w:val="009570CA"/>
    <w:rsid w:val="00991FF2"/>
    <w:rsid w:val="009F09D9"/>
    <w:rsid w:val="00A22E4B"/>
    <w:rsid w:val="00AF5C7B"/>
    <w:rsid w:val="00B24160"/>
    <w:rsid w:val="00B815EA"/>
    <w:rsid w:val="00C22BEB"/>
    <w:rsid w:val="00C60BF7"/>
    <w:rsid w:val="00CA3241"/>
    <w:rsid w:val="00CB2C4D"/>
    <w:rsid w:val="00CF5D41"/>
    <w:rsid w:val="00D219FB"/>
    <w:rsid w:val="00D75EE2"/>
    <w:rsid w:val="00E57771"/>
    <w:rsid w:val="00EA6B73"/>
    <w:rsid w:val="00F30CB5"/>
    <w:rsid w:val="00F43490"/>
    <w:rsid w:val="00F5521E"/>
    <w:rsid w:val="00F65B57"/>
    <w:rsid w:val="00FA59D8"/>
    <w:rsid w:val="00FB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0"/>
    <o:shapelayout v:ext="edit">
      <o:idmap v:ext="edit" data="1"/>
    </o:shapelayout>
  </w:shapeDefaults>
  <w:decimalSymbol w:val=","/>
  <w:listSeparator w:val=";"/>
  <w14:defaultImageDpi w14:val="0"/>
  <w15:chartTrackingRefBased/>
  <w15:docId w15:val="{818B8AE3-9EF3-4739-A13B-1BF4E5D52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link w:val="10"/>
    <w:uiPriority w:val="9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link w:val="20"/>
    <w:uiPriority w:val="9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link w:val="30"/>
    <w:uiPriority w:val="9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B815E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B815E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B815EA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B815EA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B815E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uk-UA" w:eastAsia="x-none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uk-UA" w:eastAsia="x-none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uk-UA" w:eastAsia="x-non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uk-UA" w:eastAsia="x-none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  <w:lang w:val="uk-UA" w:eastAsia="x-none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  <w:lang w:val="uk-UA" w:eastAsia="x-none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  <w:lang w:val="uk-UA" w:eastAsia="x-none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  <w:lang w:val="uk-UA" w:eastAsia="x-none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  <w:lang w:val="uk-UA" w:eastAsia="x-none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8"/>
      <w:lang w:val="uk-UA" w:eastAsia="x-none"/>
    </w:rPr>
  </w:style>
  <w:style w:type="paragraph" w:styleId="a5">
    <w:name w:val="caption"/>
    <w:basedOn w:val="a"/>
    <w:next w:val="a"/>
    <w:uiPriority w:val="35"/>
    <w:qFormat/>
    <w:pPr>
      <w:suppressAutoHyphens/>
      <w:spacing w:line="336" w:lineRule="auto"/>
      <w:jc w:val="center"/>
    </w:p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8"/>
      <w:lang w:val="uk-UA" w:eastAsia="x-none"/>
    </w:rPr>
  </w:style>
  <w:style w:type="character" w:styleId="a8">
    <w:name w:val="page number"/>
    <w:uiPriority w:val="99"/>
    <w:rPr>
      <w:rFonts w:ascii="Times New Roman" w:hAnsi="Times New Roman" w:cs="Times New Roman"/>
      <w:lang w:val="uk-UA" w:eastAsia="x-none"/>
    </w:rPr>
  </w:style>
  <w:style w:type="paragraph" w:styleId="11">
    <w:name w:val="toc 1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1">
    <w:name w:val="toc 2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1">
    <w:name w:val="toc 3"/>
    <w:basedOn w:val="a"/>
    <w:next w:val="a"/>
    <w:autoRedefine/>
    <w:uiPriority w:val="39"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1">
    <w:name w:val="toc 4"/>
    <w:basedOn w:val="a"/>
    <w:next w:val="a"/>
    <w:autoRedefine/>
    <w:uiPriority w:val="39"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9">
    <w:name w:val="Body Text"/>
    <w:basedOn w:val="a"/>
    <w:link w:val="aa"/>
    <w:uiPriority w:val="99"/>
    <w:pPr>
      <w:spacing w:line="336" w:lineRule="auto"/>
      <w:ind w:firstLine="851"/>
    </w:pPr>
  </w:style>
  <w:style w:type="character" w:customStyle="1" w:styleId="aa">
    <w:name w:val="Основной текст Знак"/>
    <w:link w:val="a9"/>
    <w:uiPriority w:val="99"/>
    <w:semiHidden/>
    <w:locked/>
    <w:rPr>
      <w:rFonts w:cs="Times New Roman"/>
      <w:sz w:val="28"/>
      <w:lang w:val="uk-UA" w:eastAsia="x-none"/>
    </w:rPr>
  </w:style>
  <w:style w:type="paragraph" w:customStyle="1" w:styleId="ab">
    <w:name w:val="Переменные"/>
    <w:basedOn w:val="a9"/>
    <w:pPr>
      <w:tabs>
        <w:tab w:val="left" w:pos="482"/>
      </w:tabs>
      <w:ind w:left="482" w:hanging="482"/>
    </w:pPr>
  </w:style>
  <w:style w:type="paragraph" w:styleId="ac">
    <w:name w:val="Document Map"/>
    <w:basedOn w:val="a"/>
    <w:link w:val="ad"/>
    <w:uiPriority w:val="99"/>
    <w:semiHidden/>
    <w:pPr>
      <w:shd w:val="clear" w:color="auto" w:fill="000080"/>
    </w:pPr>
    <w:rPr>
      <w:sz w:val="24"/>
    </w:rPr>
  </w:style>
  <w:style w:type="character" w:customStyle="1" w:styleId="ad">
    <w:name w:val="Схема документа Знак"/>
    <w:link w:val="ac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customStyle="1" w:styleId="ae">
    <w:name w:val="Формула"/>
    <w:basedOn w:val="a9"/>
    <w:pPr>
      <w:tabs>
        <w:tab w:val="center" w:pos="4536"/>
        <w:tab w:val="right" w:pos="9356"/>
      </w:tabs>
      <w:ind w:firstLine="0"/>
    </w:pPr>
  </w:style>
  <w:style w:type="paragraph" w:customStyle="1" w:styleId="af">
    <w:name w:val="АА"/>
    <w:basedOn w:val="a"/>
    <w:qFormat/>
    <w:rsid w:val="001F22D6"/>
    <w:pPr>
      <w:overflowPunct w:val="0"/>
      <w:autoSpaceDE w:val="0"/>
      <w:autoSpaceDN w:val="0"/>
      <w:adjustRightInd w:val="0"/>
      <w:spacing w:line="360" w:lineRule="auto"/>
      <w:ind w:firstLine="709"/>
      <w:contextualSpacing/>
    </w:pPr>
    <w:rPr>
      <w:szCs w:val="28"/>
      <w:lang w:val="ru-RU"/>
    </w:rPr>
  </w:style>
  <w:style w:type="paragraph" w:customStyle="1" w:styleId="af0">
    <w:name w:val="Б"/>
    <w:basedOn w:val="a"/>
    <w:qFormat/>
    <w:rsid w:val="001F22D6"/>
    <w:pPr>
      <w:spacing w:line="360" w:lineRule="auto"/>
      <w:contextualSpacing/>
      <w:jc w:val="left"/>
    </w:pPr>
    <w:rPr>
      <w:sz w:val="20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63" Type="http://schemas.openxmlformats.org/officeDocument/2006/relationships/image" Target="media/image59.wmf"/><Relationship Id="rId68" Type="http://schemas.openxmlformats.org/officeDocument/2006/relationships/image" Target="media/image64.wmf"/><Relationship Id="rId76" Type="http://schemas.openxmlformats.org/officeDocument/2006/relationships/image" Target="media/image72.wmf"/><Relationship Id="rId84" Type="http://schemas.openxmlformats.org/officeDocument/2006/relationships/image" Target="media/image80.wmf"/><Relationship Id="rId89" Type="http://schemas.openxmlformats.org/officeDocument/2006/relationships/image" Target="media/image85.wmf"/><Relationship Id="rId97" Type="http://schemas.openxmlformats.org/officeDocument/2006/relationships/image" Target="media/image93.wmf"/><Relationship Id="rId7" Type="http://schemas.openxmlformats.org/officeDocument/2006/relationships/image" Target="media/image3.wmf"/><Relationship Id="rId71" Type="http://schemas.openxmlformats.org/officeDocument/2006/relationships/image" Target="media/image67.wmf"/><Relationship Id="rId92" Type="http://schemas.openxmlformats.org/officeDocument/2006/relationships/image" Target="media/image88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image" Target="media/image54.wmf"/><Relationship Id="rId66" Type="http://schemas.openxmlformats.org/officeDocument/2006/relationships/image" Target="media/image62.wmf"/><Relationship Id="rId74" Type="http://schemas.openxmlformats.org/officeDocument/2006/relationships/image" Target="media/image70.wmf"/><Relationship Id="rId79" Type="http://schemas.openxmlformats.org/officeDocument/2006/relationships/image" Target="media/image75.wmf"/><Relationship Id="rId87" Type="http://schemas.openxmlformats.org/officeDocument/2006/relationships/image" Target="media/image83.wmf"/><Relationship Id="rId5" Type="http://schemas.openxmlformats.org/officeDocument/2006/relationships/image" Target="media/image1.jpeg"/><Relationship Id="rId61" Type="http://schemas.openxmlformats.org/officeDocument/2006/relationships/image" Target="media/image57.wmf"/><Relationship Id="rId82" Type="http://schemas.openxmlformats.org/officeDocument/2006/relationships/image" Target="media/image78.wmf"/><Relationship Id="rId90" Type="http://schemas.openxmlformats.org/officeDocument/2006/relationships/image" Target="media/image86.wmf"/><Relationship Id="rId95" Type="http://schemas.openxmlformats.org/officeDocument/2006/relationships/image" Target="media/image91.wmf"/><Relationship Id="rId19" Type="http://schemas.openxmlformats.org/officeDocument/2006/relationships/image" Target="media/image1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64" Type="http://schemas.openxmlformats.org/officeDocument/2006/relationships/image" Target="media/image60.wmf"/><Relationship Id="rId69" Type="http://schemas.openxmlformats.org/officeDocument/2006/relationships/image" Target="media/image65.wmf"/><Relationship Id="rId77" Type="http://schemas.openxmlformats.org/officeDocument/2006/relationships/image" Target="media/image73.wmf"/><Relationship Id="rId100" Type="http://schemas.openxmlformats.org/officeDocument/2006/relationships/theme" Target="theme/theme1.xml"/><Relationship Id="rId8" Type="http://schemas.openxmlformats.org/officeDocument/2006/relationships/image" Target="media/image4.wmf"/><Relationship Id="rId51" Type="http://schemas.openxmlformats.org/officeDocument/2006/relationships/image" Target="media/image47.jpeg"/><Relationship Id="rId72" Type="http://schemas.openxmlformats.org/officeDocument/2006/relationships/image" Target="media/image68.wmf"/><Relationship Id="rId80" Type="http://schemas.openxmlformats.org/officeDocument/2006/relationships/image" Target="media/image76.wmf"/><Relationship Id="rId85" Type="http://schemas.openxmlformats.org/officeDocument/2006/relationships/image" Target="media/image81.wmf"/><Relationship Id="rId93" Type="http://schemas.openxmlformats.org/officeDocument/2006/relationships/image" Target="media/image89.wmf"/><Relationship Id="rId98" Type="http://schemas.openxmlformats.org/officeDocument/2006/relationships/image" Target="media/image94.wmf"/><Relationship Id="rId3" Type="http://schemas.openxmlformats.org/officeDocument/2006/relationships/settings" Target="settings.xml"/><Relationship Id="rId12" Type="http://schemas.openxmlformats.org/officeDocument/2006/relationships/image" Target="media/image8.jpeg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59" Type="http://schemas.openxmlformats.org/officeDocument/2006/relationships/image" Target="media/image55.wmf"/><Relationship Id="rId67" Type="http://schemas.openxmlformats.org/officeDocument/2006/relationships/image" Target="media/image63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62" Type="http://schemas.openxmlformats.org/officeDocument/2006/relationships/image" Target="media/image58.wmf"/><Relationship Id="rId70" Type="http://schemas.openxmlformats.org/officeDocument/2006/relationships/image" Target="media/image66.wmf"/><Relationship Id="rId75" Type="http://schemas.openxmlformats.org/officeDocument/2006/relationships/image" Target="media/image71.wmf"/><Relationship Id="rId83" Type="http://schemas.openxmlformats.org/officeDocument/2006/relationships/image" Target="media/image79.wmf"/><Relationship Id="rId88" Type="http://schemas.openxmlformats.org/officeDocument/2006/relationships/image" Target="media/image84.wmf"/><Relationship Id="rId91" Type="http://schemas.openxmlformats.org/officeDocument/2006/relationships/image" Target="media/image87.wmf"/><Relationship Id="rId96" Type="http://schemas.openxmlformats.org/officeDocument/2006/relationships/image" Target="media/image92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image" Target="media/image53.wmf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Relationship Id="rId60" Type="http://schemas.openxmlformats.org/officeDocument/2006/relationships/image" Target="media/image56.wmf"/><Relationship Id="rId65" Type="http://schemas.openxmlformats.org/officeDocument/2006/relationships/image" Target="media/image61.wmf"/><Relationship Id="rId73" Type="http://schemas.openxmlformats.org/officeDocument/2006/relationships/image" Target="media/image69.wmf"/><Relationship Id="rId78" Type="http://schemas.openxmlformats.org/officeDocument/2006/relationships/image" Target="media/image74.wmf"/><Relationship Id="rId81" Type="http://schemas.openxmlformats.org/officeDocument/2006/relationships/image" Target="media/image77.wmf"/><Relationship Id="rId86" Type="http://schemas.openxmlformats.org/officeDocument/2006/relationships/image" Target="media/image82.wmf"/><Relationship Id="rId94" Type="http://schemas.openxmlformats.org/officeDocument/2006/relationships/image" Target="media/image90.wmf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9" Type="http://schemas.openxmlformats.org/officeDocument/2006/relationships/image" Target="media/image3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frame_dot\&#1056;&#1072;&#1084;&#1082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Рамки.dot</Template>
  <TotalTime>0</TotalTime>
  <Pages>1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1 Обоснование схемы выходного каскада усилителя</vt:lpstr>
    </vt:vector>
  </TitlesOfParts>
  <Company>Home office</Company>
  <LinksUpToDate>false</LinksUpToDate>
  <CharactersWithSpaces>12303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1 Обоснование схемы выходного каскада усилителя</dc:title>
  <dc:subject/>
  <dc:creator>Customer</dc:creator>
  <cp:keywords/>
  <dc:description/>
  <cp:lastModifiedBy>admin</cp:lastModifiedBy>
  <cp:revision>2</cp:revision>
  <dcterms:created xsi:type="dcterms:W3CDTF">2014-03-04T14:07:00Z</dcterms:created>
  <dcterms:modified xsi:type="dcterms:W3CDTF">2014-03-04T14:07:00Z</dcterms:modified>
</cp:coreProperties>
</file>