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71" w:rsidRDefault="00074071" w:rsidP="00AE6A9C">
      <w:pPr>
        <w:pStyle w:val="1"/>
        <w:spacing w:line="360" w:lineRule="auto"/>
        <w:jc w:val="center"/>
        <w:rPr>
          <w:b/>
          <w:szCs w:val="28"/>
        </w:rPr>
      </w:pPr>
    </w:p>
    <w:p w:rsidR="00AE6A9C" w:rsidRPr="00074071" w:rsidRDefault="00AE6A9C" w:rsidP="00074071"/>
    <w:p w:rsidR="00AE6A9C" w:rsidRDefault="00AE6A9C" w:rsidP="00AE6A9C">
      <w:pPr>
        <w:pStyle w:val="1"/>
        <w:spacing w:line="360" w:lineRule="auto"/>
        <w:jc w:val="center"/>
        <w:rPr>
          <w:b/>
          <w:szCs w:val="28"/>
        </w:rPr>
      </w:pPr>
    </w:p>
    <w:p w:rsidR="00AE6A9C" w:rsidRDefault="00AE6A9C" w:rsidP="00AE6A9C">
      <w:pPr>
        <w:pStyle w:val="1"/>
        <w:spacing w:line="360" w:lineRule="auto"/>
        <w:jc w:val="center"/>
        <w:rPr>
          <w:b/>
          <w:szCs w:val="28"/>
        </w:rPr>
      </w:pPr>
    </w:p>
    <w:p w:rsidR="00AE6A9C" w:rsidRDefault="00AE6A9C" w:rsidP="00AE6A9C">
      <w:pPr>
        <w:pStyle w:val="1"/>
        <w:spacing w:line="360" w:lineRule="auto"/>
        <w:jc w:val="center"/>
        <w:rPr>
          <w:b/>
          <w:szCs w:val="28"/>
        </w:rPr>
      </w:pPr>
    </w:p>
    <w:p w:rsidR="00AE6A9C" w:rsidRPr="00AE6A9C" w:rsidRDefault="00AE6A9C" w:rsidP="00AE6A9C">
      <w:pPr>
        <w:pStyle w:val="1"/>
        <w:spacing w:line="360" w:lineRule="auto"/>
        <w:jc w:val="center"/>
        <w:rPr>
          <w:b/>
          <w:sz w:val="52"/>
          <w:szCs w:val="52"/>
        </w:rPr>
      </w:pPr>
    </w:p>
    <w:p w:rsidR="00AE6A9C" w:rsidRDefault="00AE6A9C" w:rsidP="00AE6A9C">
      <w:pPr>
        <w:pStyle w:val="1"/>
        <w:spacing w:line="360" w:lineRule="auto"/>
        <w:jc w:val="center"/>
        <w:rPr>
          <w:b/>
          <w:sz w:val="36"/>
          <w:szCs w:val="36"/>
        </w:rPr>
      </w:pPr>
      <w:r w:rsidRPr="00AE6A9C">
        <w:rPr>
          <w:b/>
          <w:sz w:val="52"/>
          <w:szCs w:val="52"/>
        </w:rPr>
        <w:t>Реферат</w:t>
      </w:r>
      <w:r w:rsidRPr="00045665">
        <w:rPr>
          <w:b/>
          <w:sz w:val="36"/>
          <w:szCs w:val="36"/>
        </w:rPr>
        <w:t xml:space="preserve"> </w:t>
      </w:r>
    </w:p>
    <w:p w:rsidR="00AE6A9C" w:rsidRPr="00045665" w:rsidRDefault="00AE6A9C" w:rsidP="00AE6A9C">
      <w:pPr>
        <w:pStyle w:val="1"/>
        <w:spacing w:line="360" w:lineRule="auto"/>
        <w:jc w:val="center"/>
        <w:rPr>
          <w:b/>
          <w:sz w:val="36"/>
          <w:szCs w:val="36"/>
        </w:rPr>
      </w:pPr>
      <w:r w:rsidRPr="00045665">
        <w:rPr>
          <w:b/>
          <w:sz w:val="36"/>
          <w:szCs w:val="36"/>
        </w:rPr>
        <w:t>на тему:</w:t>
      </w:r>
      <w:r>
        <w:rPr>
          <w:b/>
          <w:sz w:val="36"/>
          <w:szCs w:val="36"/>
        </w:rPr>
        <w:t xml:space="preserve"> </w:t>
      </w:r>
      <w:r w:rsidRPr="00045665"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 xml:space="preserve">Интернациональное </w:t>
      </w:r>
      <w:r w:rsidRPr="00045665">
        <w:rPr>
          <w:b/>
          <w:sz w:val="36"/>
          <w:szCs w:val="36"/>
        </w:rPr>
        <w:t>воспитание студентов</w:t>
      </w:r>
      <w:r>
        <w:rPr>
          <w:b/>
          <w:sz w:val="36"/>
          <w:szCs w:val="36"/>
        </w:rPr>
        <w:t xml:space="preserve"> техникума</w:t>
      </w:r>
      <w:r w:rsidRPr="00045665">
        <w:rPr>
          <w:b/>
          <w:sz w:val="36"/>
          <w:szCs w:val="36"/>
        </w:rPr>
        <w:t>»</w:t>
      </w:r>
    </w:p>
    <w:p w:rsidR="00AE6A9C" w:rsidRDefault="00AE6A9C" w:rsidP="00AE6A9C">
      <w:pPr>
        <w:pStyle w:val="1"/>
        <w:spacing w:line="360" w:lineRule="auto"/>
        <w:jc w:val="center"/>
        <w:rPr>
          <w:b/>
          <w:szCs w:val="28"/>
        </w:rPr>
      </w:pPr>
    </w:p>
    <w:p w:rsidR="00AE6A9C" w:rsidRDefault="00AE6A9C" w:rsidP="00AE6A9C">
      <w:pPr>
        <w:pStyle w:val="1"/>
        <w:spacing w:line="360" w:lineRule="auto"/>
        <w:jc w:val="center"/>
        <w:rPr>
          <w:b/>
          <w:szCs w:val="28"/>
        </w:rPr>
      </w:pPr>
    </w:p>
    <w:p w:rsidR="00AE6A9C" w:rsidRDefault="00AE6A9C" w:rsidP="00AE6A9C">
      <w:pPr>
        <w:pStyle w:val="1"/>
        <w:spacing w:line="360" w:lineRule="auto"/>
        <w:jc w:val="center"/>
        <w:rPr>
          <w:b/>
          <w:szCs w:val="28"/>
        </w:rPr>
      </w:pPr>
    </w:p>
    <w:p w:rsidR="00AE6A9C" w:rsidRDefault="00AE6A9C" w:rsidP="00AE6A9C"/>
    <w:p w:rsidR="00AE6A9C" w:rsidRDefault="00AE6A9C" w:rsidP="00AE6A9C"/>
    <w:p w:rsidR="00AE6A9C" w:rsidRPr="00045665" w:rsidRDefault="00AE6A9C" w:rsidP="00AE6A9C"/>
    <w:p w:rsidR="00AE6A9C" w:rsidRDefault="00AE6A9C" w:rsidP="00AE6A9C">
      <w:pPr>
        <w:spacing w:line="360" w:lineRule="auto"/>
        <w:ind w:firstLine="720"/>
        <w:jc w:val="center"/>
        <w:rPr>
          <w:b/>
          <w:sz w:val="36"/>
          <w:szCs w:val="36"/>
        </w:rPr>
      </w:pPr>
    </w:p>
    <w:p w:rsidR="00AE6A9C" w:rsidRDefault="00AE6A9C" w:rsidP="00AE6A9C">
      <w:pPr>
        <w:spacing w:line="360" w:lineRule="auto"/>
        <w:ind w:firstLine="720"/>
        <w:jc w:val="center"/>
        <w:rPr>
          <w:b/>
          <w:sz w:val="36"/>
          <w:szCs w:val="36"/>
        </w:rPr>
      </w:pPr>
    </w:p>
    <w:p w:rsidR="00AE6A9C" w:rsidRDefault="00AE6A9C" w:rsidP="00AE6A9C">
      <w:pPr>
        <w:spacing w:line="360" w:lineRule="auto"/>
        <w:ind w:firstLine="720"/>
        <w:jc w:val="center"/>
        <w:rPr>
          <w:b/>
          <w:sz w:val="36"/>
          <w:szCs w:val="36"/>
        </w:rPr>
      </w:pPr>
    </w:p>
    <w:p w:rsidR="00AE6A9C" w:rsidRDefault="00AE6A9C" w:rsidP="00AE6A9C">
      <w:pPr>
        <w:spacing w:line="360" w:lineRule="auto"/>
        <w:ind w:firstLine="720"/>
        <w:jc w:val="center"/>
        <w:rPr>
          <w:b/>
          <w:sz w:val="36"/>
          <w:szCs w:val="36"/>
        </w:rPr>
      </w:pPr>
    </w:p>
    <w:p w:rsidR="001B1A22" w:rsidRDefault="00411CBF" w:rsidP="00AE6A9C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1A22">
        <w:rPr>
          <w:sz w:val="28"/>
          <w:szCs w:val="28"/>
        </w:rPr>
        <w:lastRenderedPageBreak/>
        <w:t>Содержание</w:t>
      </w:r>
    </w:p>
    <w:p w:rsidR="001B1A22" w:rsidRDefault="001B1A22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1B1A22" w:rsidRDefault="001B1A22" w:rsidP="007464BC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A3459C">
        <w:rPr>
          <w:sz w:val="28"/>
          <w:szCs w:val="28"/>
        </w:rPr>
        <w:t>……………………………………………………………………….3</w:t>
      </w:r>
    </w:p>
    <w:p w:rsidR="001B1A22" w:rsidRDefault="001B1A22" w:rsidP="007464BC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Раздел 1. Сущность и проблемы интернационального воспитания</w:t>
      </w:r>
      <w:r w:rsidR="00A3459C">
        <w:rPr>
          <w:sz w:val="28"/>
          <w:szCs w:val="28"/>
        </w:rPr>
        <w:t>……….6</w:t>
      </w:r>
    </w:p>
    <w:p w:rsidR="001B1A22" w:rsidRDefault="001B1A22" w:rsidP="007464BC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Раздел 2. Интернациональное воспитание студентов техникума</w:t>
      </w:r>
      <w:r w:rsidR="00A3459C">
        <w:rPr>
          <w:sz w:val="28"/>
          <w:szCs w:val="28"/>
        </w:rPr>
        <w:t>…………8</w:t>
      </w:r>
    </w:p>
    <w:p w:rsidR="001B1A22" w:rsidRDefault="001B1A22" w:rsidP="007464BC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2.1. Цели и задачи интернационального воспитания</w:t>
      </w:r>
      <w:r w:rsidR="00A3459C">
        <w:rPr>
          <w:sz w:val="28"/>
          <w:szCs w:val="28"/>
        </w:rPr>
        <w:t>……………….8</w:t>
      </w:r>
    </w:p>
    <w:p w:rsidR="007464BC" w:rsidRDefault="0084446B" w:rsidP="007464BC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B1A22">
        <w:rPr>
          <w:sz w:val="28"/>
          <w:szCs w:val="28"/>
        </w:rPr>
        <w:t>2.2. Формы и методы воспитания</w:t>
      </w:r>
      <w:r w:rsidR="007464BC">
        <w:rPr>
          <w:sz w:val="28"/>
          <w:szCs w:val="28"/>
        </w:rPr>
        <w:t>…………………………………..11</w:t>
      </w:r>
    </w:p>
    <w:p w:rsidR="001B1A22" w:rsidRDefault="007464BC" w:rsidP="007464BC">
      <w:pPr>
        <w:spacing w:line="360" w:lineRule="auto"/>
        <w:ind w:left="1980" w:hanging="12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1B1A22">
        <w:rPr>
          <w:sz w:val="28"/>
          <w:szCs w:val="28"/>
        </w:rPr>
        <w:t>2.3. Принципы и педагогически</w:t>
      </w:r>
      <w:r>
        <w:rPr>
          <w:sz w:val="28"/>
          <w:szCs w:val="28"/>
        </w:rPr>
        <w:t xml:space="preserve">е требования интернационального </w:t>
      </w:r>
      <w:r w:rsidR="001B1A22">
        <w:rPr>
          <w:sz w:val="28"/>
          <w:szCs w:val="28"/>
        </w:rPr>
        <w:t>воспитания студентов техникум</w:t>
      </w:r>
      <w:r>
        <w:rPr>
          <w:sz w:val="28"/>
          <w:szCs w:val="28"/>
        </w:rPr>
        <w:t>а………………………………14</w:t>
      </w:r>
    </w:p>
    <w:p w:rsidR="001B1A22" w:rsidRDefault="001B1A22" w:rsidP="007464BC">
      <w:pPr>
        <w:spacing w:line="360" w:lineRule="auto"/>
        <w:ind w:left="2160" w:hanging="1440"/>
        <w:jc w:val="right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7464BC">
        <w:rPr>
          <w:sz w:val="28"/>
          <w:szCs w:val="28"/>
        </w:rPr>
        <w:t>……………………………………………………………..........17</w:t>
      </w:r>
    </w:p>
    <w:p w:rsidR="001B1A22" w:rsidRDefault="001B1A22" w:rsidP="007464BC">
      <w:pPr>
        <w:spacing w:line="360" w:lineRule="auto"/>
        <w:ind w:left="2160" w:hanging="1440"/>
        <w:jc w:val="right"/>
        <w:rPr>
          <w:sz w:val="28"/>
          <w:szCs w:val="28"/>
        </w:rPr>
      </w:pPr>
      <w:r>
        <w:rPr>
          <w:sz w:val="28"/>
          <w:szCs w:val="28"/>
        </w:rPr>
        <w:t>Литература</w:t>
      </w:r>
      <w:r w:rsidR="007464BC">
        <w:rPr>
          <w:sz w:val="28"/>
          <w:szCs w:val="28"/>
        </w:rPr>
        <w:t>…………………………………………………………………...19</w:t>
      </w:r>
    </w:p>
    <w:p w:rsidR="001B1A22" w:rsidRDefault="001B1A22" w:rsidP="007464BC">
      <w:pPr>
        <w:spacing w:line="360" w:lineRule="auto"/>
        <w:ind w:left="2160" w:hanging="144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7464BC">
        <w:rPr>
          <w:sz w:val="28"/>
          <w:szCs w:val="28"/>
        </w:rPr>
        <w:t>………………………………………………………………….20</w:t>
      </w:r>
    </w:p>
    <w:p w:rsidR="001B1A22" w:rsidRDefault="001B1A22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1B1A22" w:rsidRDefault="001B1A22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1B1A22" w:rsidRDefault="001B1A22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1B1A22" w:rsidRDefault="001B1A22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1B1A22" w:rsidRDefault="001B1A22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1B1A22" w:rsidRDefault="001B1A22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976504" w:rsidRDefault="00976504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976504" w:rsidRDefault="00976504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976504" w:rsidRDefault="00976504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976504" w:rsidRDefault="00976504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976504" w:rsidRDefault="00976504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976504" w:rsidRDefault="00976504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976504" w:rsidRDefault="00976504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976504" w:rsidRDefault="00976504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976504" w:rsidRDefault="00976504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976504" w:rsidRDefault="00976504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976504" w:rsidRDefault="00976504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976504" w:rsidRDefault="00976504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D91F9E" w:rsidRPr="00AE6A9C" w:rsidRDefault="000A35D1" w:rsidP="000A35D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AE6A9C">
        <w:rPr>
          <w:b/>
          <w:sz w:val="28"/>
          <w:szCs w:val="28"/>
        </w:rPr>
        <w:t>Введение</w:t>
      </w:r>
    </w:p>
    <w:p w:rsidR="000A35D1" w:rsidRDefault="000A35D1" w:rsidP="000A35D1">
      <w:pPr>
        <w:spacing w:line="360" w:lineRule="auto"/>
        <w:ind w:firstLine="720"/>
        <w:jc w:val="center"/>
        <w:rPr>
          <w:sz w:val="28"/>
          <w:szCs w:val="28"/>
        </w:rPr>
      </w:pPr>
    </w:p>
    <w:p w:rsidR="003028BB" w:rsidRPr="003028BB" w:rsidRDefault="003028BB" w:rsidP="003028BB">
      <w:pPr>
        <w:spacing w:line="360" w:lineRule="auto"/>
        <w:ind w:firstLine="720"/>
        <w:jc w:val="both"/>
        <w:rPr>
          <w:sz w:val="28"/>
          <w:szCs w:val="28"/>
        </w:rPr>
      </w:pPr>
      <w:r w:rsidRPr="003028BB">
        <w:rPr>
          <w:sz w:val="28"/>
          <w:szCs w:val="28"/>
        </w:rPr>
        <w:t>Интернациональное воспитание предполагает формирование мировоззрения и чувств, знаний и убеждений.</w:t>
      </w:r>
    </w:p>
    <w:p w:rsidR="003028BB" w:rsidRPr="003028BB" w:rsidRDefault="003028BB" w:rsidP="003028BB">
      <w:pPr>
        <w:spacing w:line="360" w:lineRule="auto"/>
        <w:ind w:firstLine="720"/>
        <w:jc w:val="both"/>
        <w:rPr>
          <w:sz w:val="28"/>
          <w:szCs w:val="28"/>
        </w:rPr>
      </w:pPr>
      <w:r w:rsidRPr="003028BB">
        <w:rPr>
          <w:sz w:val="28"/>
          <w:szCs w:val="28"/>
        </w:rPr>
        <w:t>Изменившаяся социально-экономическ</w:t>
      </w:r>
      <w:r w:rsidR="00976504">
        <w:rPr>
          <w:sz w:val="28"/>
          <w:szCs w:val="28"/>
        </w:rPr>
        <w:t>ая ситуация в обществе, характе</w:t>
      </w:r>
      <w:r w:rsidRPr="003028BB">
        <w:rPr>
          <w:sz w:val="28"/>
          <w:szCs w:val="28"/>
        </w:rPr>
        <w:t>ризуемая процессом демократизации, потребовала усиления внимания к содержанию гуманистического воспитания. Важнейшим его компонентом является формирование высокой культуры отношения к своему и другим народам. В условиях роста национального самосознания, с одной стороны, и нестабильности интернациональных отношений, с другой, особую актуаль</w:t>
      </w:r>
      <w:r w:rsidRPr="003028BB">
        <w:rPr>
          <w:sz w:val="28"/>
          <w:szCs w:val="28"/>
        </w:rPr>
        <w:softHyphen/>
        <w:t>ность приобре</w:t>
      </w:r>
      <w:r w:rsidR="00976504">
        <w:rPr>
          <w:sz w:val="28"/>
          <w:szCs w:val="28"/>
        </w:rPr>
        <w:t>тает проблема воспитания у студентов</w:t>
      </w:r>
      <w:r w:rsidRPr="003028BB">
        <w:rPr>
          <w:sz w:val="28"/>
          <w:szCs w:val="28"/>
        </w:rPr>
        <w:t xml:space="preserve"> этики интернационального общения</w:t>
      </w:r>
      <w:r w:rsidR="00976504">
        <w:rPr>
          <w:sz w:val="28"/>
          <w:szCs w:val="28"/>
        </w:rPr>
        <w:t>,</w:t>
      </w:r>
      <w:r w:rsidRPr="003028BB">
        <w:rPr>
          <w:sz w:val="28"/>
          <w:szCs w:val="28"/>
        </w:rPr>
        <w:t xml:space="preserve"> ориентации на общечеловеческие ценности. </w:t>
      </w:r>
    </w:p>
    <w:p w:rsidR="003028BB" w:rsidRDefault="003028BB" w:rsidP="003028BB">
      <w:pPr>
        <w:spacing w:line="360" w:lineRule="auto"/>
        <w:ind w:firstLine="720"/>
        <w:jc w:val="both"/>
        <w:rPr>
          <w:sz w:val="28"/>
          <w:szCs w:val="28"/>
        </w:rPr>
      </w:pPr>
      <w:r w:rsidRPr="003028BB">
        <w:rPr>
          <w:sz w:val="28"/>
          <w:szCs w:val="28"/>
        </w:rPr>
        <w:t>В постсоветский период, в условиях ра</w:t>
      </w:r>
      <w:r>
        <w:rPr>
          <w:sz w:val="28"/>
          <w:szCs w:val="28"/>
        </w:rPr>
        <w:t xml:space="preserve">спада некогда единого и мощного </w:t>
      </w:r>
      <w:r w:rsidRPr="003028BB">
        <w:rPr>
          <w:sz w:val="28"/>
          <w:szCs w:val="28"/>
        </w:rPr>
        <w:t>государства, повлекшего за собой разви</w:t>
      </w:r>
      <w:r>
        <w:rPr>
          <w:sz w:val="28"/>
          <w:szCs w:val="28"/>
        </w:rPr>
        <w:t xml:space="preserve">тие межнациональных конфликтов, </w:t>
      </w:r>
      <w:r w:rsidRPr="003028BB">
        <w:rPr>
          <w:sz w:val="28"/>
          <w:szCs w:val="28"/>
        </w:rPr>
        <w:t xml:space="preserve">особое значение в системе формирования </w:t>
      </w:r>
      <w:r w:rsidR="00976504">
        <w:rPr>
          <w:sz w:val="28"/>
          <w:szCs w:val="28"/>
        </w:rPr>
        <w:t>личности приобретает интернацио</w:t>
      </w:r>
      <w:r w:rsidRPr="003028BB">
        <w:rPr>
          <w:sz w:val="28"/>
          <w:szCs w:val="28"/>
        </w:rPr>
        <w:t>нально-патриотическое воспитание учащейся</w:t>
      </w:r>
      <w:r w:rsidR="00976504">
        <w:rPr>
          <w:sz w:val="28"/>
          <w:szCs w:val="28"/>
        </w:rPr>
        <w:t xml:space="preserve"> молодежи. Определяющее зна</w:t>
      </w:r>
      <w:r w:rsidRPr="003028BB">
        <w:rPr>
          <w:sz w:val="28"/>
          <w:szCs w:val="28"/>
        </w:rPr>
        <w:t>чение в решении данной задачи прина</w:t>
      </w:r>
      <w:r w:rsidR="00976504">
        <w:rPr>
          <w:sz w:val="28"/>
          <w:szCs w:val="28"/>
        </w:rPr>
        <w:t>длежит общеобразовательным заведениям</w:t>
      </w:r>
      <w:r w:rsidRPr="003028BB">
        <w:rPr>
          <w:sz w:val="28"/>
          <w:szCs w:val="28"/>
        </w:rPr>
        <w:t>.</w:t>
      </w:r>
    </w:p>
    <w:p w:rsidR="00976504" w:rsidRPr="00976504" w:rsidRDefault="00976504" w:rsidP="003028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Равные возможности граждан независимо от национальности законодательно закреплены в следующих основных документах нашего государства</w:t>
      </w:r>
      <w:r w:rsidRPr="00976504">
        <w:rPr>
          <w:sz w:val="28"/>
          <w:szCs w:val="28"/>
        </w:rPr>
        <w:t>:</w:t>
      </w:r>
    </w:p>
    <w:p w:rsidR="00976504" w:rsidRPr="00976504" w:rsidRDefault="00976504" w:rsidP="003028B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71312">
        <w:rPr>
          <w:sz w:val="28"/>
          <w:szCs w:val="28"/>
        </w:rPr>
        <w:t xml:space="preserve">Конституции Украины. Так, в статье 24 сказано, что граждане имеют равные конституционные права и свободы. Не может быть привилегий по расовым признакам, цвету кожи, политическим, религиозным и другим убеждениям, этнического и социального происхождения, речевым признакам. </w:t>
      </w:r>
    </w:p>
    <w:p w:rsidR="002C6DA6" w:rsidRPr="002C6DA6" w:rsidRDefault="00471312" w:rsidP="002C6D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Статья 53 гарантирует г</w:t>
      </w:r>
      <w:r w:rsidR="002C6DA6" w:rsidRPr="002C6DA6">
        <w:rPr>
          <w:sz w:val="28"/>
          <w:szCs w:val="28"/>
        </w:rPr>
        <w:t xml:space="preserve">ражданам, которые принадлежат к национальным меньшинствам, в соответствии с законом право на </w:t>
      </w:r>
      <w:r>
        <w:rPr>
          <w:sz w:val="28"/>
          <w:szCs w:val="28"/>
        </w:rPr>
        <w:t>обучение на родном языке</w:t>
      </w:r>
      <w:r w:rsidR="002C6DA6" w:rsidRPr="002C6DA6">
        <w:rPr>
          <w:sz w:val="28"/>
          <w:szCs w:val="28"/>
        </w:rPr>
        <w:t xml:space="preserve"> или право на изучение родного языка в государственных и коммунальных учебных</w:t>
      </w:r>
      <w:r>
        <w:rPr>
          <w:sz w:val="28"/>
          <w:szCs w:val="28"/>
        </w:rPr>
        <w:t xml:space="preserve"> заведениях или через культурные национальные</w:t>
      </w:r>
      <w:r w:rsidR="002C6DA6" w:rsidRPr="002C6DA6">
        <w:rPr>
          <w:sz w:val="28"/>
          <w:szCs w:val="28"/>
        </w:rPr>
        <w:t xml:space="preserve"> общества.</w:t>
      </w:r>
    </w:p>
    <w:p w:rsidR="002C6DA6" w:rsidRPr="002C6DA6" w:rsidRDefault="00000B7D" w:rsidP="002C6D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В законе Украины «Про ос</w:t>
      </w:r>
      <w:r>
        <w:rPr>
          <w:sz w:val="28"/>
          <w:szCs w:val="28"/>
          <w:lang w:val="uk-UA"/>
        </w:rPr>
        <w:t>віту</w:t>
      </w:r>
      <w:r>
        <w:rPr>
          <w:sz w:val="28"/>
          <w:szCs w:val="28"/>
        </w:rPr>
        <w:t>»</w:t>
      </w:r>
      <w:r w:rsidR="00446C70">
        <w:rPr>
          <w:sz w:val="28"/>
          <w:szCs w:val="28"/>
          <w:lang w:val="uk-UA"/>
        </w:rPr>
        <w:t xml:space="preserve"> сказано, что и</w:t>
      </w:r>
      <w:r w:rsidR="002C6DA6" w:rsidRPr="002C6DA6">
        <w:rPr>
          <w:sz w:val="28"/>
          <w:szCs w:val="28"/>
        </w:rPr>
        <w:t>ностранные граждане, лица без гра</w:t>
      </w:r>
      <w:r>
        <w:rPr>
          <w:sz w:val="28"/>
          <w:szCs w:val="28"/>
        </w:rPr>
        <w:t xml:space="preserve">жданства получают образование в </w:t>
      </w:r>
      <w:r w:rsidR="002C6DA6" w:rsidRPr="002C6DA6">
        <w:rPr>
          <w:sz w:val="28"/>
          <w:szCs w:val="28"/>
        </w:rPr>
        <w:t>учебных заведениях Украи</w:t>
      </w:r>
      <w:r>
        <w:rPr>
          <w:sz w:val="28"/>
          <w:szCs w:val="28"/>
        </w:rPr>
        <w:t xml:space="preserve">ны в соответствии с действующим </w:t>
      </w:r>
      <w:r w:rsidR="002C6DA6" w:rsidRPr="002C6DA6">
        <w:rPr>
          <w:sz w:val="28"/>
          <w:szCs w:val="28"/>
        </w:rPr>
        <w:t>законодательством и</w:t>
      </w:r>
      <w:r w:rsidR="002C6DA6">
        <w:rPr>
          <w:sz w:val="28"/>
          <w:szCs w:val="28"/>
        </w:rPr>
        <w:t xml:space="preserve"> </w:t>
      </w:r>
      <w:r w:rsidR="002C6DA6" w:rsidRPr="002C6DA6">
        <w:rPr>
          <w:sz w:val="28"/>
          <w:szCs w:val="28"/>
        </w:rPr>
        <w:t>международных договоров.</w:t>
      </w:r>
    </w:p>
    <w:p w:rsidR="003C0207" w:rsidRDefault="002C6DA6" w:rsidP="003C0207">
      <w:pPr>
        <w:spacing w:line="360" w:lineRule="auto"/>
        <w:ind w:firstLine="720"/>
        <w:jc w:val="both"/>
        <w:rPr>
          <w:sz w:val="28"/>
          <w:szCs w:val="28"/>
        </w:rPr>
      </w:pPr>
      <w:r w:rsidRPr="002C6DA6">
        <w:rPr>
          <w:sz w:val="28"/>
          <w:szCs w:val="28"/>
        </w:rPr>
        <w:t xml:space="preserve">Основными принципами образования в Украине является: доступность для каждого гражданина всех форм и типов образовательных услуг, которые </w:t>
      </w:r>
      <w:r w:rsidR="00446C70">
        <w:rPr>
          <w:sz w:val="28"/>
          <w:szCs w:val="28"/>
        </w:rPr>
        <w:t>предоставляются государством;</w:t>
      </w:r>
      <w:r w:rsidR="00446C70">
        <w:rPr>
          <w:sz w:val="28"/>
          <w:szCs w:val="28"/>
          <w:lang w:val="uk-UA"/>
        </w:rPr>
        <w:t xml:space="preserve"> </w:t>
      </w:r>
      <w:r w:rsidRPr="002C6DA6">
        <w:rPr>
          <w:sz w:val="28"/>
          <w:szCs w:val="28"/>
        </w:rPr>
        <w:t>равенство условий каждого человека для полной реализации ее способностей, т</w:t>
      </w:r>
      <w:r w:rsidR="00446C70">
        <w:rPr>
          <w:sz w:val="28"/>
          <w:szCs w:val="28"/>
        </w:rPr>
        <w:t>аланта, всестороннего развития;</w:t>
      </w:r>
      <w:r w:rsidR="00446C70">
        <w:rPr>
          <w:sz w:val="28"/>
          <w:szCs w:val="28"/>
          <w:lang w:val="uk-UA"/>
        </w:rPr>
        <w:t xml:space="preserve"> </w:t>
      </w:r>
      <w:r w:rsidRPr="002C6DA6">
        <w:rPr>
          <w:sz w:val="28"/>
          <w:szCs w:val="28"/>
        </w:rPr>
        <w:t>гуманизм, демократизм, приоритетность общечеловеческих духовных ценностей;</w:t>
      </w:r>
    </w:p>
    <w:p w:rsidR="003C0207" w:rsidRPr="003C0207" w:rsidRDefault="00446C70" w:rsidP="003C02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3) Национальная доктрина развития образования </w:t>
      </w:r>
      <w:r>
        <w:rPr>
          <w:sz w:val="28"/>
          <w:szCs w:val="28"/>
        </w:rPr>
        <w:t>утверждает приоритетные направления</w:t>
      </w:r>
      <w:r w:rsidR="003C0207" w:rsidRPr="003C0207">
        <w:rPr>
          <w:sz w:val="28"/>
          <w:szCs w:val="28"/>
        </w:rPr>
        <w:t xml:space="preserve"> государственной политики относитель</w:t>
      </w:r>
      <w:r>
        <w:rPr>
          <w:sz w:val="28"/>
          <w:szCs w:val="28"/>
        </w:rPr>
        <w:t>но развития образования</w:t>
      </w:r>
      <w:r w:rsidR="003C0207" w:rsidRPr="003C0207">
        <w:rPr>
          <w:sz w:val="28"/>
          <w:szCs w:val="28"/>
        </w:rPr>
        <w:t>:</w:t>
      </w:r>
    </w:p>
    <w:p w:rsidR="003C0207" w:rsidRPr="003C0207" w:rsidRDefault="00527506" w:rsidP="003C02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а)  </w:t>
      </w:r>
      <w:r w:rsidR="003C0207" w:rsidRPr="003C0207">
        <w:rPr>
          <w:sz w:val="28"/>
          <w:szCs w:val="28"/>
        </w:rPr>
        <w:t xml:space="preserve">формирование национальных и общечеловеческих ценностей; </w:t>
      </w:r>
    </w:p>
    <w:p w:rsidR="003C0207" w:rsidRPr="003C0207" w:rsidRDefault="00527506" w:rsidP="003C02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б)  </w:t>
      </w:r>
      <w:r w:rsidR="003C0207" w:rsidRPr="003C0207">
        <w:rPr>
          <w:sz w:val="28"/>
          <w:szCs w:val="28"/>
        </w:rPr>
        <w:t xml:space="preserve">создание для граждан равных возможностей в получении образования; </w:t>
      </w:r>
    </w:p>
    <w:p w:rsidR="003C0207" w:rsidRDefault="00446C70" w:rsidP="003C020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3C0207" w:rsidRPr="003C0207">
        <w:rPr>
          <w:sz w:val="28"/>
          <w:szCs w:val="28"/>
        </w:rPr>
        <w:t>обеспечение образовате</w:t>
      </w:r>
      <w:r>
        <w:rPr>
          <w:sz w:val="28"/>
          <w:szCs w:val="28"/>
        </w:rPr>
        <w:t>льн</w:t>
      </w:r>
      <w:r w:rsidR="00527506">
        <w:rPr>
          <w:sz w:val="28"/>
          <w:szCs w:val="28"/>
        </w:rPr>
        <w:t xml:space="preserve">ых потребностей национальных </w:t>
      </w:r>
      <w:r w:rsidR="003C0207" w:rsidRPr="003C0207">
        <w:rPr>
          <w:sz w:val="28"/>
          <w:szCs w:val="28"/>
        </w:rPr>
        <w:t xml:space="preserve">меньшинств;  </w:t>
      </w:r>
    </w:p>
    <w:p w:rsidR="00BE2EEE" w:rsidRPr="00BE2EEE" w:rsidRDefault="00BE2EEE" w:rsidP="00BE2EEE">
      <w:pPr>
        <w:spacing w:line="360" w:lineRule="auto"/>
        <w:ind w:firstLine="720"/>
        <w:jc w:val="both"/>
        <w:rPr>
          <w:sz w:val="28"/>
          <w:szCs w:val="28"/>
        </w:rPr>
      </w:pPr>
      <w:r w:rsidRPr="00BE2EEE">
        <w:rPr>
          <w:sz w:val="28"/>
          <w:szCs w:val="28"/>
        </w:rPr>
        <w:t>Государство должно обеспечивать:</w:t>
      </w:r>
    </w:p>
    <w:p w:rsidR="00BE2EEE" w:rsidRPr="00BE2EEE" w:rsidRDefault="00527506" w:rsidP="0052750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E2EEE" w:rsidRPr="00BE2EEE">
        <w:rPr>
          <w:sz w:val="28"/>
          <w:szCs w:val="28"/>
        </w:rPr>
        <w:t>сохранение и обогащение украинских культурно-исторических традиций, воспитания почтительного отношения к национальным святыням,</w:t>
      </w:r>
      <w:r w:rsidR="00BE2EEE" w:rsidRPr="00BE2EEE">
        <w:rPr>
          <w:sz w:val="28"/>
          <w:szCs w:val="28"/>
        </w:rPr>
        <w:br/>
        <w:t>украинскому языку, а также к истории и культуре всех коренных народов и национальных меньшинств, которые проживают в Украине, формирования культуры межэтнических и межличностных отношений;</w:t>
      </w:r>
    </w:p>
    <w:p w:rsidR="00BE2EEE" w:rsidRDefault="00527506" w:rsidP="00BE2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E2EEE" w:rsidRPr="00BE2EEE">
        <w:rPr>
          <w:sz w:val="28"/>
          <w:szCs w:val="28"/>
        </w:rPr>
        <w:t>воспитание человека демократического мирово</w:t>
      </w:r>
      <w:r w:rsidR="00BE2EEE">
        <w:rPr>
          <w:sz w:val="28"/>
          <w:szCs w:val="28"/>
        </w:rPr>
        <w:t xml:space="preserve">ззрения, который придерживается </w:t>
      </w:r>
      <w:r w:rsidR="00BE2EEE" w:rsidRPr="00BE2EEE">
        <w:rPr>
          <w:sz w:val="28"/>
          <w:szCs w:val="28"/>
        </w:rPr>
        <w:t>гражданских прав и свобод, с уважением относится к традициям, культуре, вероисповеданию и языку общения народов мира;</w:t>
      </w:r>
    </w:p>
    <w:p w:rsidR="000041DD" w:rsidRPr="000041DD" w:rsidRDefault="00527506" w:rsidP="000041D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Техникум готовит не только специалистов, но и формирует их морально-политические и духовные</w:t>
      </w:r>
      <w:r w:rsidR="000041DD" w:rsidRPr="000041DD">
        <w:rPr>
          <w:sz w:val="28"/>
          <w:szCs w:val="28"/>
        </w:rPr>
        <w:t xml:space="preserve"> качеств</w:t>
      </w:r>
      <w:r>
        <w:rPr>
          <w:sz w:val="28"/>
          <w:szCs w:val="28"/>
        </w:rPr>
        <w:t>а</w:t>
      </w:r>
      <w:r w:rsidR="000041DD" w:rsidRPr="000041DD">
        <w:rPr>
          <w:sz w:val="28"/>
          <w:szCs w:val="28"/>
        </w:rPr>
        <w:t xml:space="preserve">. Черты </w:t>
      </w:r>
      <w:r>
        <w:rPr>
          <w:sz w:val="28"/>
          <w:szCs w:val="28"/>
        </w:rPr>
        <w:t xml:space="preserve">интернационалиста воспитываются </w:t>
      </w:r>
      <w:r w:rsidR="000041DD" w:rsidRPr="000041DD">
        <w:rPr>
          <w:sz w:val="28"/>
          <w:szCs w:val="28"/>
        </w:rPr>
        <w:t>не автоматически, а в процессе длительной и целеустремленной работы, на протяжении всего периода становлен</w:t>
      </w:r>
      <w:r>
        <w:rPr>
          <w:sz w:val="28"/>
          <w:szCs w:val="28"/>
        </w:rPr>
        <w:t>ия личности, подготовки юношей и</w:t>
      </w:r>
      <w:r w:rsidR="000041DD" w:rsidRPr="000041DD">
        <w:rPr>
          <w:sz w:val="28"/>
          <w:szCs w:val="28"/>
        </w:rPr>
        <w:t xml:space="preserve"> девушек к сознательной деятельности на благо общества. Высокие качества гражданина, патриота-интернационалиста, гармонично развитого специалиста формируются </w:t>
      </w:r>
      <w:r w:rsidR="000041DD" w:rsidRPr="00271265">
        <w:rPr>
          <w:sz w:val="28"/>
          <w:szCs w:val="28"/>
        </w:rPr>
        <w:t xml:space="preserve">всем </w:t>
      </w:r>
      <w:r w:rsidR="000041DD" w:rsidRPr="000041DD">
        <w:rPr>
          <w:sz w:val="28"/>
          <w:szCs w:val="28"/>
        </w:rPr>
        <w:t>содержанием у</w:t>
      </w:r>
      <w:r>
        <w:rPr>
          <w:sz w:val="28"/>
          <w:szCs w:val="28"/>
        </w:rPr>
        <w:t xml:space="preserve">чебно-воспитательного процесса, </w:t>
      </w:r>
      <w:r w:rsidR="000041DD" w:rsidRPr="000041DD">
        <w:rPr>
          <w:sz w:val="28"/>
          <w:szCs w:val="28"/>
        </w:rPr>
        <w:t>всей атмосферой жизни</w:t>
      </w:r>
      <w:r>
        <w:rPr>
          <w:sz w:val="28"/>
          <w:szCs w:val="28"/>
        </w:rPr>
        <w:t xml:space="preserve"> техникума</w:t>
      </w:r>
      <w:r w:rsidR="000041DD" w:rsidRPr="000041DD">
        <w:rPr>
          <w:sz w:val="28"/>
          <w:szCs w:val="28"/>
        </w:rPr>
        <w:t>.</w:t>
      </w:r>
    </w:p>
    <w:p w:rsidR="000041DD" w:rsidRDefault="000041DD" w:rsidP="000041DD">
      <w:pPr>
        <w:spacing w:line="360" w:lineRule="auto"/>
        <w:ind w:firstLine="720"/>
        <w:jc w:val="both"/>
        <w:rPr>
          <w:sz w:val="28"/>
          <w:szCs w:val="28"/>
        </w:rPr>
      </w:pPr>
      <w:r w:rsidRPr="00271265">
        <w:rPr>
          <w:sz w:val="28"/>
          <w:szCs w:val="28"/>
        </w:rPr>
        <w:t xml:space="preserve">В нашей стране студенчество — это один из многочисленных и наиболее </w:t>
      </w:r>
      <w:r w:rsidRPr="000041DD">
        <w:rPr>
          <w:sz w:val="28"/>
          <w:szCs w:val="28"/>
        </w:rPr>
        <w:t>дин</w:t>
      </w:r>
      <w:r w:rsidR="00527506">
        <w:rPr>
          <w:sz w:val="28"/>
          <w:szCs w:val="28"/>
        </w:rPr>
        <w:t>амических отрядов</w:t>
      </w:r>
      <w:r w:rsidRPr="000041DD">
        <w:rPr>
          <w:sz w:val="28"/>
          <w:szCs w:val="28"/>
        </w:rPr>
        <w:t xml:space="preserve">  молодежи. </w:t>
      </w:r>
    </w:p>
    <w:p w:rsidR="000041DD" w:rsidRPr="00AE6A9C" w:rsidRDefault="000041DD" w:rsidP="003A14D6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A14D6" w:rsidRPr="00AE6A9C">
        <w:rPr>
          <w:b/>
          <w:sz w:val="28"/>
          <w:szCs w:val="28"/>
        </w:rPr>
        <w:t>Раздел 1. Сущность и проблемы интернационального воспитания</w:t>
      </w:r>
    </w:p>
    <w:p w:rsidR="000041DD" w:rsidRDefault="000041DD" w:rsidP="000041DD">
      <w:pPr>
        <w:spacing w:line="360" w:lineRule="auto"/>
        <w:ind w:firstLine="720"/>
        <w:jc w:val="both"/>
        <w:rPr>
          <w:sz w:val="28"/>
          <w:szCs w:val="28"/>
        </w:rPr>
      </w:pPr>
    </w:p>
    <w:p w:rsidR="00E87284" w:rsidRPr="00E87284" w:rsidRDefault="00E87284" w:rsidP="00E87284">
      <w:pPr>
        <w:spacing w:line="360" w:lineRule="auto"/>
        <w:ind w:firstLine="720"/>
        <w:jc w:val="both"/>
        <w:rPr>
          <w:sz w:val="28"/>
          <w:szCs w:val="28"/>
        </w:rPr>
      </w:pPr>
      <w:r w:rsidRPr="00E87284">
        <w:rPr>
          <w:sz w:val="28"/>
          <w:szCs w:val="28"/>
        </w:rPr>
        <w:t>Слово воспитание произ</w:t>
      </w:r>
      <w:r w:rsidR="003A14D6">
        <w:rPr>
          <w:sz w:val="28"/>
          <w:szCs w:val="28"/>
        </w:rPr>
        <w:t>носится ежедневно</w:t>
      </w:r>
      <w:r w:rsidRPr="00E87284">
        <w:rPr>
          <w:sz w:val="28"/>
          <w:szCs w:val="28"/>
        </w:rPr>
        <w:t xml:space="preserve"> десятки раз. О воспитании все чаще за</w:t>
      </w:r>
      <w:r w:rsidRPr="00E87284">
        <w:rPr>
          <w:sz w:val="28"/>
          <w:szCs w:val="28"/>
        </w:rPr>
        <w:softHyphen/>
        <w:t>думываются и говорят в семье, в общественных орга</w:t>
      </w:r>
      <w:r w:rsidRPr="00E87284">
        <w:rPr>
          <w:sz w:val="28"/>
          <w:szCs w:val="28"/>
        </w:rPr>
        <w:softHyphen/>
        <w:t>низациях. Но у всех ли педагогов, а тем более родите</w:t>
      </w:r>
      <w:r w:rsidRPr="00E87284">
        <w:rPr>
          <w:sz w:val="28"/>
          <w:szCs w:val="28"/>
        </w:rPr>
        <w:softHyphen/>
        <w:t>лей есть ясное представление о том, что такое воспи</w:t>
      </w:r>
      <w:r w:rsidRPr="00E87284">
        <w:rPr>
          <w:sz w:val="28"/>
          <w:szCs w:val="28"/>
        </w:rPr>
        <w:softHyphen/>
        <w:t>тание и, следовательно, как надо осуществлять воспи</w:t>
      </w:r>
      <w:r w:rsidRPr="00E87284">
        <w:rPr>
          <w:sz w:val="28"/>
          <w:szCs w:val="28"/>
        </w:rPr>
        <w:softHyphen/>
        <w:t xml:space="preserve">тание? </w:t>
      </w:r>
    </w:p>
    <w:p w:rsidR="001669FB" w:rsidRDefault="00E87284" w:rsidP="00E8728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E87284">
        <w:rPr>
          <w:sz w:val="28"/>
          <w:szCs w:val="28"/>
        </w:rPr>
        <w:t>Что значит «воспитание в узком смысле понятия»? И разве можно сформировать мировоззрение без обуче</w:t>
      </w:r>
      <w:r w:rsidRPr="00E87284">
        <w:rPr>
          <w:sz w:val="28"/>
          <w:szCs w:val="28"/>
        </w:rPr>
        <w:softHyphen/>
        <w:t>ния и образования? Разве можно воспитывать челове</w:t>
      </w:r>
      <w:r w:rsidRPr="00E87284">
        <w:rPr>
          <w:sz w:val="28"/>
          <w:szCs w:val="28"/>
        </w:rPr>
        <w:softHyphen/>
        <w:t>ческую душу, не имея в виду того, что человек видит, узнает, познает, осмысливает в процессе образования? С другой стороны, разве мыслимо образование вне вос</w:t>
      </w:r>
      <w:r w:rsidRPr="00E87284">
        <w:rPr>
          <w:sz w:val="28"/>
          <w:szCs w:val="28"/>
        </w:rPr>
        <w:softHyphen/>
        <w:t>питания мировоззрения?</w:t>
      </w:r>
      <w:r w:rsidR="001669FB">
        <w:rPr>
          <w:sz w:val="28"/>
          <w:szCs w:val="28"/>
        </w:rPr>
        <w:t xml:space="preserve"> </w:t>
      </w:r>
      <w:r w:rsidR="00B9379C">
        <w:rPr>
          <w:sz w:val="28"/>
          <w:szCs w:val="28"/>
        </w:rPr>
        <w:t>[11</w:t>
      </w:r>
      <w:r w:rsidR="001669FB" w:rsidRPr="001669FB">
        <w:rPr>
          <w:sz w:val="28"/>
          <w:szCs w:val="28"/>
        </w:rPr>
        <w:t xml:space="preserve">, </w:t>
      </w:r>
      <w:r w:rsidR="001669FB">
        <w:rPr>
          <w:sz w:val="28"/>
          <w:szCs w:val="28"/>
          <w:lang w:val="en-US"/>
        </w:rPr>
        <w:t>c</w:t>
      </w:r>
      <w:r w:rsidR="001669FB" w:rsidRPr="001669FB">
        <w:rPr>
          <w:sz w:val="28"/>
          <w:szCs w:val="28"/>
        </w:rPr>
        <w:t>.</w:t>
      </w:r>
      <w:r w:rsidR="001669FB">
        <w:rPr>
          <w:sz w:val="28"/>
          <w:szCs w:val="28"/>
          <w:lang w:val="en-US"/>
        </w:rPr>
        <w:t xml:space="preserve"> 18</w:t>
      </w:r>
      <w:r w:rsidR="001669FB" w:rsidRPr="001669FB">
        <w:rPr>
          <w:sz w:val="28"/>
          <w:szCs w:val="28"/>
        </w:rPr>
        <w:t>]</w:t>
      </w:r>
      <w:r w:rsidR="001669FB">
        <w:rPr>
          <w:sz w:val="28"/>
          <w:szCs w:val="28"/>
          <w:lang w:val="en-US"/>
        </w:rPr>
        <w:t>.</w:t>
      </w:r>
    </w:p>
    <w:p w:rsidR="001669FB" w:rsidRPr="001669FB" w:rsidRDefault="001669FB" w:rsidP="001669FB">
      <w:pPr>
        <w:spacing w:line="360" w:lineRule="auto"/>
        <w:ind w:firstLine="720"/>
        <w:jc w:val="both"/>
        <w:rPr>
          <w:sz w:val="28"/>
          <w:szCs w:val="28"/>
        </w:rPr>
      </w:pPr>
      <w:r w:rsidRPr="001669FB">
        <w:rPr>
          <w:sz w:val="28"/>
          <w:szCs w:val="28"/>
        </w:rPr>
        <w:t>Воспитание, как и обучение, характеризуется целенаправленно</w:t>
      </w:r>
      <w:r w:rsidRPr="001669FB">
        <w:rPr>
          <w:sz w:val="28"/>
          <w:szCs w:val="28"/>
        </w:rPr>
        <w:softHyphen/>
        <w:t>стью, организованностью. Это процесс планомерного, систематиче</w:t>
      </w:r>
      <w:r w:rsidRPr="001669FB">
        <w:rPr>
          <w:sz w:val="28"/>
          <w:szCs w:val="28"/>
        </w:rPr>
        <w:softHyphen/>
        <w:t xml:space="preserve">ского руководства формированием личности в соответствии с </w:t>
      </w:r>
      <w:r w:rsidR="003A14D6">
        <w:rPr>
          <w:sz w:val="28"/>
          <w:szCs w:val="28"/>
        </w:rPr>
        <w:t xml:space="preserve">поставленными </w:t>
      </w:r>
      <w:r w:rsidRPr="001669FB">
        <w:rPr>
          <w:sz w:val="28"/>
          <w:szCs w:val="28"/>
        </w:rPr>
        <w:t>целя</w:t>
      </w:r>
      <w:r w:rsidRPr="001669FB">
        <w:rPr>
          <w:sz w:val="28"/>
          <w:szCs w:val="28"/>
        </w:rPr>
        <w:softHyphen/>
        <w:t>ми. Однако воспитание по сравне</w:t>
      </w:r>
      <w:r w:rsidRPr="001669FB">
        <w:rPr>
          <w:sz w:val="28"/>
          <w:szCs w:val="28"/>
        </w:rPr>
        <w:softHyphen/>
        <w:t>нию с обучением является более широким процессом.</w:t>
      </w:r>
    </w:p>
    <w:p w:rsidR="001669FB" w:rsidRDefault="001669FB" w:rsidP="001669FB">
      <w:pPr>
        <w:spacing w:line="360" w:lineRule="auto"/>
        <w:ind w:firstLine="720"/>
        <w:jc w:val="both"/>
        <w:rPr>
          <w:sz w:val="28"/>
          <w:szCs w:val="28"/>
        </w:rPr>
      </w:pPr>
      <w:r w:rsidRPr="001669FB">
        <w:rPr>
          <w:sz w:val="28"/>
          <w:szCs w:val="28"/>
        </w:rPr>
        <w:t xml:space="preserve">Воспитание далеко выходит за рамки учебного процесса; оно осуществляется в процессе обучения, при внеклассной работе, в </w:t>
      </w:r>
      <w:r w:rsidR="003A14D6">
        <w:rPr>
          <w:sz w:val="28"/>
          <w:szCs w:val="28"/>
        </w:rPr>
        <w:t xml:space="preserve">студенческих </w:t>
      </w:r>
      <w:r w:rsidRPr="001669FB">
        <w:rPr>
          <w:sz w:val="28"/>
          <w:szCs w:val="28"/>
        </w:rPr>
        <w:t>организациях, в семье. Воспи</w:t>
      </w:r>
      <w:r w:rsidRPr="001669FB">
        <w:rPr>
          <w:sz w:val="28"/>
          <w:szCs w:val="28"/>
        </w:rPr>
        <w:softHyphen/>
        <w:t>тывающее влияние оказывают такие факторы, как печать, радио, телевидение, кино, театр, спорт и др. [</w:t>
      </w:r>
      <w:r>
        <w:rPr>
          <w:sz w:val="28"/>
          <w:szCs w:val="28"/>
          <w:lang w:val="en-US"/>
        </w:rPr>
        <w:t>7, c. 150].</w:t>
      </w:r>
    </w:p>
    <w:p w:rsidR="00663989" w:rsidRPr="00663989" w:rsidRDefault="00663989" w:rsidP="0066398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Сущность</w:t>
      </w:r>
      <w:r w:rsidRPr="00663989">
        <w:rPr>
          <w:sz w:val="28"/>
          <w:szCs w:val="28"/>
        </w:rPr>
        <w:t xml:space="preserve"> </w:t>
      </w:r>
      <w:r>
        <w:rPr>
          <w:sz w:val="28"/>
          <w:szCs w:val="28"/>
        </w:rPr>
        <w:t>интернационализма выражается в сп</w:t>
      </w:r>
      <w:r w:rsidRPr="00663989">
        <w:rPr>
          <w:sz w:val="28"/>
          <w:szCs w:val="28"/>
        </w:rPr>
        <w:t>лоченных и единых выступлениях трудящихся всего мира в за</w:t>
      </w:r>
      <w:r w:rsidRPr="00663989">
        <w:rPr>
          <w:sz w:val="28"/>
          <w:szCs w:val="28"/>
        </w:rPr>
        <w:softHyphen/>
        <w:t>щиту своих человеческих и гражданских прав, в борьбе против на</w:t>
      </w:r>
      <w:r w:rsidRPr="00663989">
        <w:rPr>
          <w:sz w:val="28"/>
          <w:szCs w:val="28"/>
        </w:rPr>
        <w:softHyphen/>
        <w:t>ционального и социального угнетения, против попыток подчинить своему влиянию</w:t>
      </w:r>
      <w:r w:rsidR="00644C70">
        <w:rPr>
          <w:sz w:val="28"/>
          <w:szCs w:val="28"/>
        </w:rPr>
        <w:t xml:space="preserve"> различные области экономики и к</w:t>
      </w:r>
      <w:r w:rsidRPr="00663989">
        <w:rPr>
          <w:sz w:val="28"/>
          <w:szCs w:val="28"/>
        </w:rPr>
        <w:t>ультуры других стран и народов</w:t>
      </w:r>
      <w:r>
        <w:rPr>
          <w:sz w:val="28"/>
          <w:szCs w:val="28"/>
        </w:rPr>
        <w:t xml:space="preserve"> </w:t>
      </w:r>
    </w:p>
    <w:p w:rsidR="008A55FC" w:rsidRPr="008A55FC" w:rsidRDefault="00644C70" w:rsidP="008A55F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Каждый преподаватель</w:t>
      </w:r>
      <w:r w:rsidR="008A55FC" w:rsidRPr="008A55FC">
        <w:rPr>
          <w:sz w:val="28"/>
          <w:szCs w:val="28"/>
        </w:rPr>
        <w:t xml:space="preserve"> должен максималь</w:t>
      </w:r>
      <w:r>
        <w:rPr>
          <w:sz w:val="28"/>
          <w:szCs w:val="28"/>
        </w:rPr>
        <w:t>но использовать возможности предмета для воспита</w:t>
      </w:r>
      <w:r w:rsidR="008A55FC" w:rsidRPr="008A55FC">
        <w:rPr>
          <w:sz w:val="28"/>
          <w:szCs w:val="28"/>
        </w:rPr>
        <w:t>ния у школьников интернациональных чувств и формирования у них миро</w:t>
      </w:r>
      <w:r w:rsidR="008A55FC" w:rsidRPr="008A55FC">
        <w:rPr>
          <w:sz w:val="28"/>
          <w:szCs w:val="28"/>
        </w:rPr>
        <w:softHyphen/>
        <w:t>воззрения патриота-интернационалиста. Причем такая установка не стано</w:t>
      </w:r>
      <w:r w:rsidR="008A55FC" w:rsidRPr="008A55FC">
        <w:rPr>
          <w:sz w:val="28"/>
          <w:szCs w:val="28"/>
        </w:rPr>
        <w:softHyphen/>
        <w:t>вится каким-то отдельным аспектом в преподавании</w:t>
      </w:r>
      <w:r>
        <w:rPr>
          <w:sz w:val="28"/>
          <w:szCs w:val="28"/>
        </w:rPr>
        <w:t xml:space="preserve"> предмета, а, составляя ос</w:t>
      </w:r>
      <w:r w:rsidR="008A55FC" w:rsidRPr="008A55FC">
        <w:rPr>
          <w:sz w:val="28"/>
          <w:szCs w:val="28"/>
        </w:rPr>
        <w:t>нову воспитывающего обучения, органически входит в систему глубокого и многопланового изучения предмета, требуя лишь определенног</w:t>
      </w:r>
      <w:r>
        <w:rPr>
          <w:sz w:val="28"/>
          <w:szCs w:val="28"/>
        </w:rPr>
        <w:t xml:space="preserve">о внимания к </w:t>
      </w:r>
      <w:r w:rsidR="008A55FC" w:rsidRPr="008A55FC">
        <w:rPr>
          <w:sz w:val="28"/>
          <w:szCs w:val="28"/>
        </w:rPr>
        <w:t>элементам, важным и для интернационального воспитания.</w:t>
      </w:r>
    </w:p>
    <w:p w:rsidR="004B04DB" w:rsidRPr="004B04DB" w:rsidRDefault="00644C70" w:rsidP="004B04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Пробивает дорогу в мировой практике практика поликультурного воспи</w:t>
      </w:r>
      <w:r w:rsidR="004B04DB" w:rsidRPr="004B04DB">
        <w:rPr>
          <w:sz w:val="28"/>
          <w:szCs w:val="28"/>
        </w:rPr>
        <w:t>тания. Надо признать, однако, что масштабы поликультурного воспитания в ведущих странах мира неодинаковы.</w:t>
      </w:r>
    </w:p>
    <w:p w:rsidR="004B04DB" w:rsidRPr="004B04DB" w:rsidRDefault="004B04DB" w:rsidP="004B04DB">
      <w:pPr>
        <w:spacing w:line="360" w:lineRule="auto"/>
        <w:ind w:firstLine="720"/>
        <w:jc w:val="both"/>
        <w:rPr>
          <w:sz w:val="28"/>
          <w:szCs w:val="28"/>
        </w:rPr>
      </w:pPr>
      <w:r w:rsidRPr="004B04DB">
        <w:rPr>
          <w:sz w:val="28"/>
          <w:szCs w:val="28"/>
        </w:rPr>
        <w:t>Значительное внимание уделяет мировая школа воспитанию политической культуры подрастающего поколения.</w:t>
      </w:r>
    </w:p>
    <w:p w:rsidR="004B04DB" w:rsidRPr="004B04DB" w:rsidRDefault="004B04DB" w:rsidP="004B04DB">
      <w:pPr>
        <w:spacing w:line="360" w:lineRule="auto"/>
        <w:ind w:firstLine="720"/>
        <w:jc w:val="both"/>
        <w:rPr>
          <w:sz w:val="28"/>
          <w:szCs w:val="28"/>
        </w:rPr>
      </w:pPr>
      <w:r w:rsidRPr="004B04DB">
        <w:rPr>
          <w:sz w:val="28"/>
          <w:szCs w:val="28"/>
        </w:rPr>
        <w:t>В противоположность педагогическо</w:t>
      </w:r>
      <w:r w:rsidR="00644C70">
        <w:rPr>
          <w:sz w:val="28"/>
          <w:szCs w:val="28"/>
        </w:rPr>
        <w:t>му авторитаризму в мировой прак</w:t>
      </w:r>
      <w:r w:rsidRPr="004B04DB">
        <w:rPr>
          <w:sz w:val="28"/>
          <w:szCs w:val="28"/>
        </w:rPr>
        <w:t>тике развиваются тенденции, связанные с гуманистической ориентацией в воспитании. Это выражается в усилении внимания к условиям жизни</w:t>
      </w:r>
      <w:r w:rsidR="00644C70">
        <w:rPr>
          <w:sz w:val="28"/>
          <w:szCs w:val="28"/>
        </w:rPr>
        <w:t xml:space="preserve"> студентов различных национальностей</w:t>
      </w:r>
      <w:r w:rsidRPr="004B04DB">
        <w:rPr>
          <w:sz w:val="28"/>
          <w:szCs w:val="28"/>
        </w:rPr>
        <w:t>, стре</w:t>
      </w:r>
      <w:r w:rsidR="00644C70">
        <w:rPr>
          <w:sz w:val="28"/>
          <w:szCs w:val="28"/>
        </w:rPr>
        <w:t>млении обеспечить реализацию их</w:t>
      </w:r>
      <w:r w:rsidRPr="004B04DB">
        <w:rPr>
          <w:sz w:val="28"/>
          <w:szCs w:val="28"/>
        </w:rPr>
        <w:t xml:space="preserve"> возможностей путем создания комфортной психологической атмосферы, когда всемерно поощряются успе</w:t>
      </w:r>
      <w:r w:rsidRPr="004B04DB">
        <w:rPr>
          <w:sz w:val="28"/>
          <w:szCs w:val="28"/>
        </w:rPr>
        <w:softHyphen/>
        <w:t>хи, познавательная и творческая активно</w:t>
      </w:r>
      <w:r w:rsidR="00644C70">
        <w:rPr>
          <w:sz w:val="28"/>
          <w:szCs w:val="28"/>
        </w:rPr>
        <w:t>сть, склонности и интересы</w:t>
      </w:r>
      <w:r w:rsidRPr="004B04DB">
        <w:rPr>
          <w:sz w:val="28"/>
          <w:szCs w:val="28"/>
        </w:rPr>
        <w:t>.</w:t>
      </w:r>
    </w:p>
    <w:p w:rsidR="004B04DB" w:rsidRPr="004B04DB" w:rsidRDefault="004B04DB" w:rsidP="004B04DB">
      <w:pPr>
        <w:spacing w:line="360" w:lineRule="auto"/>
        <w:ind w:firstLine="720"/>
        <w:jc w:val="both"/>
        <w:rPr>
          <w:sz w:val="28"/>
          <w:szCs w:val="28"/>
        </w:rPr>
      </w:pPr>
      <w:r w:rsidRPr="004B04DB">
        <w:rPr>
          <w:sz w:val="28"/>
          <w:szCs w:val="28"/>
        </w:rPr>
        <w:t>Все большую популярность приобрета</w:t>
      </w:r>
      <w:r w:rsidR="00644C70">
        <w:rPr>
          <w:sz w:val="28"/>
          <w:szCs w:val="28"/>
        </w:rPr>
        <w:t>ет воспитание, основанное на со</w:t>
      </w:r>
      <w:r w:rsidRPr="004B04DB">
        <w:rPr>
          <w:sz w:val="28"/>
          <w:szCs w:val="28"/>
        </w:rPr>
        <w:t>трудничестве, парт</w:t>
      </w:r>
      <w:r w:rsidR="00644C70">
        <w:rPr>
          <w:sz w:val="28"/>
          <w:szCs w:val="28"/>
        </w:rPr>
        <w:t>нерстве. В этих условиях студент оказывается полно</w:t>
      </w:r>
      <w:r w:rsidRPr="004B04DB">
        <w:rPr>
          <w:sz w:val="28"/>
          <w:szCs w:val="28"/>
        </w:rPr>
        <w:t>правным участником педагогического процесса, возникают доверительные</w:t>
      </w:r>
      <w:r w:rsidR="00644C70">
        <w:rPr>
          <w:sz w:val="28"/>
          <w:szCs w:val="28"/>
        </w:rPr>
        <w:t>, непринужденные отношения детей</w:t>
      </w:r>
      <w:r w:rsidRPr="004B04DB">
        <w:rPr>
          <w:sz w:val="28"/>
          <w:szCs w:val="28"/>
        </w:rPr>
        <w:t xml:space="preserve"> и взрослых, реализуются коллективные пе</w:t>
      </w:r>
      <w:r w:rsidRPr="004B04DB">
        <w:rPr>
          <w:sz w:val="28"/>
          <w:szCs w:val="28"/>
        </w:rPr>
        <w:softHyphen/>
        <w:t>дагогические формы и приёмы, осуществляется совместная деятельность уче</w:t>
      </w:r>
      <w:r w:rsidRPr="004B04DB">
        <w:rPr>
          <w:sz w:val="28"/>
          <w:szCs w:val="28"/>
        </w:rPr>
        <w:softHyphen/>
        <w:t>ников, учителей и родителей, рождается атм</w:t>
      </w:r>
      <w:r w:rsidR="0039460D">
        <w:rPr>
          <w:sz w:val="28"/>
          <w:szCs w:val="28"/>
        </w:rPr>
        <w:t xml:space="preserve">осфера радости и творчества </w:t>
      </w:r>
      <w:r w:rsidR="0039460D" w:rsidRPr="00663989">
        <w:rPr>
          <w:sz w:val="28"/>
          <w:szCs w:val="28"/>
        </w:rPr>
        <w:t xml:space="preserve">[7, </w:t>
      </w:r>
      <w:r w:rsidR="0039460D">
        <w:rPr>
          <w:sz w:val="28"/>
          <w:szCs w:val="28"/>
          <w:lang w:val="en-US"/>
        </w:rPr>
        <w:t>c</w:t>
      </w:r>
      <w:r w:rsidR="0039460D">
        <w:rPr>
          <w:sz w:val="28"/>
          <w:szCs w:val="28"/>
        </w:rPr>
        <w:t>. 193]</w:t>
      </w:r>
      <w:r w:rsidRPr="004B04DB">
        <w:rPr>
          <w:sz w:val="28"/>
          <w:szCs w:val="28"/>
        </w:rPr>
        <w:t>.</w:t>
      </w:r>
    </w:p>
    <w:p w:rsidR="004B04DB" w:rsidRPr="004B04DB" w:rsidRDefault="00F432CD" w:rsidP="004B04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 думаю, что большая роль в воспитании интернационализма отводится начальной военной подготовке, так как в сложных условиях армейской жизни и проявляется сплоченность, сотрудничество, партнерство.</w:t>
      </w:r>
    </w:p>
    <w:p w:rsidR="00663989" w:rsidRPr="00663989" w:rsidRDefault="00663989" w:rsidP="00663989">
      <w:pPr>
        <w:spacing w:line="360" w:lineRule="auto"/>
        <w:ind w:firstLine="720"/>
        <w:jc w:val="both"/>
        <w:rPr>
          <w:sz w:val="28"/>
          <w:szCs w:val="28"/>
        </w:rPr>
      </w:pPr>
    </w:p>
    <w:p w:rsidR="00663989" w:rsidRPr="00663989" w:rsidRDefault="00663989" w:rsidP="001669FB">
      <w:pPr>
        <w:spacing w:line="360" w:lineRule="auto"/>
        <w:ind w:firstLine="720"/>
        <w:jc w:val="both"/>
        <w:rPr>
          <w:sz w:val="28"/>
          <w:szCs w:val="28"/>
        </w:rPr>
      </w:pPr>
    </w:p>
    <w:p w:rsidR="001669FB" w:rsidRPr="001669FB" w:rsidRDefault="001669FB" w:rsidP="001669FB">
      <w:pPr>
        <w:spacing w:line="360" w:lineRule="auto"/>
        <w:ind w:firstLine="720"/>
        <w:jc w:val="both"/>
        <w:rPr>
          <w:sz w:val="28"/>
          <w:szCs w:val="28"/>
        </w:rPr>
      </w:pPr>
      <w:r w:rsidRPr="001669FB">
        <w:rPr>
          <w:sz w:val="28"/>
          <w:szCs w:val="28"/>
        </w:rPr>
        <w:t xml:space="preserve"> </w:t>
      </w:r>
    </w:p>
    <w:p w:rsidR="00E87284" w:rsidRPr="00E87284" w:rsidRDefault="00E87284" w:rsidP="00E87284">
      <w:pPr>
        <w:spacing w:line="360" w:lineRule="auto"/>
        <w:ind w:firstLine="720"/>
        <w:jc w:val="both"/>
        <w:rPr>
          <w:sz w:val="28"/>
          <w:szCs w:val="28"/>
        </w:rPr>
      </w:pPr>
    </w:p>
    <w:p w:rsidR="000041DD" w:rsidRPr="000041DD" w:rsidRDefault="000041DD" w:rsidP="000041DD">
      <w:pPr>
        <w:spacing w:line="360" w:lineRule="auto"/>
        <w:ind w:firstLine="720"/>
        <w:jc w:val="both"/>
        <w:rPr>
          <w:sz w:val="28"/>
          <w:szCs w:val="28"/>
        </w:rPr>
      </w:pPr>
    </w:p>
    <w:p w:rsidR="0039460D" w:rsidRDefault="0039460D" w:rsidP="0039460D">
      <w:pPr>
        <w:spacing w:line="360" w:lineRule="auto"/>
        <w:jc w:val="both"/>
        <w:rPr>
          <w:sz w:val="28"/>
          <w:szCs w:val="28"/>
        </w:rPr>
      </w:pPr>
    </w:p>
    <w:p w:rsidR="0039460D" w:rsidRPr="00AE6A9C" w:rsidRDefault="0039460D" w:rsidP="0039460D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E6A9C">
        <w:rPr>
          <w:b/>
          <w:sz w:val="28"/>
          <w:szCs w:val="28"/>
        </w:rPr>
        <w:t>Раздел 2. Интернациональное воспитание студентов техникума</w:t>
      </w:r>
    </w:p>
    <w:p w:rsidR="0039460D" w:rsidRDefault="0039460D" w:rsidP="0039460D">
      <w:pPr>
        <w:spacing w:line="360" w:lineRule="auto"/>
        <w:ind w:firstLine="720"/>
        <w:jc w:val="both"/>
        <w:rPr>
          <w:sz w:val="28"/>
          <w:szCs w:val="28"/>
        </w:rPr>
      </w:pPr>
    </w:p>
    <w:p w:rsidR="0039460D" w:rsidRPr="00AE6A9C" w:rsidRDefault="0039460D" w:rsidP="0039460D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E6A9C">
        <w:rPr>
          <w:b/>
          <w:sz w:val="28"/>
          <w:szCs w:val="28"/>
        </w:rPr>
        <w:t xml:space="preserve">            2.1. Цели и задачи интернационального воспитания</w:t>
      </w:r>
    </w:p>
    <w:p w:rsidR="004B04DB" w:rsidRPr="0039460D" w:rsidRDefault="004B04DB" w:rsidP="0039460D">
      <w:pPr>
        <w:spacing w:line="360" w:lineRule="auto"/>
        <w:jc w:val="center"/>
        <w:rPr>
          <w:sz w:val="28"/>
          <w:szCs w:val="28"/>
        </w:rPr>
      </w:pPr>
    </w:p>
    <w:p w:rsidR="00C72710" w:rsidRPr="0039460D" w:rsidRDefault="00C72710" w:rsidP="0039460D">
      <w:pPr>
        <w:spacing w:line="360" w:lineRule="auto"/>
        <w:ind w:firstLine="720"/>
        <w:jc w:val="both"/>
        <w:rPr>
          <w:sz w:val="28"/>
          <w:szCs w:val="28"/>
        </w:rPr>
      </w:pPr>
      <w:r w:rsidRPr="0039460D">
        <w:rPr>
          <w:sz w:val="28"/>
          <w:szCs w:val="28"/>
        </w:rPr>
        <w:t>Любая деятельность, в том числе и воспитательная, начинает</w:t>
      </w:r>
      <w:r w:rsidRPr="0039460D">
        <w:rPr>
          <w:sz w:val="28"/>
          <w:szCs w:val="28"/>
        </w:rPr>
        <w:softHyphen/>
        <w:t xml:space="preserve">ся с постановки цели. </w:t>
      </w:r>
      <w:r w:rsidR="0039460D" w:rsidRPr="0039460D">
        <w:rPr>
          <w:sz w:val="28"/>
          <w:szCs w:val="28"/>
        </w:rPr>
        <w:t>Цель —</w:t>
      </w:r>
      <w:r w:rsidR="0039460D">
        <w:rPr>
          <w:sz w:val="28"/>
          <w:szCs w:val="28"/>
        </w:rPr>
        <w:t xml:space="preserve"> </w:t>
      </w:r>
      <w:r w:rsidRPr="0039460D">
        <w:rPr>
          <w:sz w:val="28"/>
          <w:szCs w:val="28"/>
        </w:rPr>
        <w:t>предвосхищение в сознании ре</w:t>
      </w:r>
      <w:r w:rsidRPr="0039460D">
        <w:rPr>
          <w:sz w:val="28"/>
          <w:szCs w:val="28"/>
        </w:rPr>
        <w:softHyphen/>
        <w:t>зультата, на достижение которого направлены действия. В каче</w:t>
      </w:r>
      <w:r w:rsidRPr="0039460D">
        <w:rPr>
          <w:sz w:val="28"/>
          <w:szCs w:val="28"/>
        </w:rPr>
        <w:softHyphen/>
        <w:t>стве непосредственного мотива цель направляет и регулирует дей</w:t>
      </w:r>
      <w:r w:rsidRPr="0039460D">
        <w:rPr>
          <w:sz w:val="28"/>
          <w:szCs w:val="28"/>
        </w:rPr>
        <w:softHyphen/>
        <w:t>ствия, пронизывает практику как внутренний закон, которому</w:t>
      </w:r>
      <w:r w:rsidR="0039460D" w:rsidRPr="0039460D">
        <w:rPr>
          <w:sz w:val="28"/>
          <w:szCs w:val="28"/>
        </w:rPr>
        <w:t xml:space="preserve"> человек подчиняет свою волю</w:t>
      </w:r>
      <w:r w:rsidR="0039460D">
        <w:rPr>
          <w:sz w:val="28"/>
          <w:szCs w:val="28"/>
        </w:rPr>
        <w:t>.</w:t>
      </w:r>
    </w:p>
    <w:p w:rsidR="0039460D" w:rsidRPr="0039460D" w:rsidRDefault="0039460D" w:rsidP="0039460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сказал </w:t>
      </w:r>
      <w:r w:rsidRPr="0039460D">
        <w:rPr>
          <w:sz w:val="28"/>
          <w:szCs w:val="28"/>
        </w:rPr>
        <w:t xml:space="preserve">К. Д. Ушинский: </w:t>
      </w:r>
    </w:p>
    <w:p w:rsidR="00C72710" w:rsidRDefault="0039460D" w:rsidP="00C7271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72710" w:rsidRPr="0039460D">
        <w:rPr>
          <w:sz w:val="28"/>
          <w:szCs w:val="28"/>
        </w:rPr>
        <w:t>Определение цели воспитания мы считаем лучшим пробным кам</w:t>
      </w:r>
      <w:r w:rsidR="00C72710" w:rsidRPr="0039460D">
        <w:rPr>
          <w:sz w:val="28"/>
          <w:szCs w:val="28"/>
        </w:rPr>
        <w:softHyphen/>
        <w:t>нем всяких философских, психологических и педагогических теорий</w:t>
      </w:r>
      <w:r>
        <w:rPr>
          <w:sz w:val="28"/>
          <w:szCs w:val="28"/>
        </w:rPr>
        <w:t>»</w:t>
      </w:r>
      <w:r w:rsidR="00C72710" w:rsidRPr="0039460D">
        <w:rPr>
          <w:sz w:val="28"/>
          <w:szCs w:val="28"/>
        </w:rPr>
        <w:t>.</w:t>
      </w:r>
    </w:p>
    <w:p w:rsidR="0039460D" w:rsidRPr="0039460D" w:rsidRDefault="0039460D" w:rsidP="00C7271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 думаю, что без цели воспитания не может быть и самого воспитания.</w:t>
      </w:r>
    </w:p>
    <w:p w:rsidR="00C72710" w:rsidRDefault="00C72710" w:rsidP="00C72710">
      <w:pPr>
        <w:spacing w:line="360" w:lineRule="auto"/>
        <w:ind w:firstLine="720"/>
        <w:jc w:val="both"/>
        <w:rPr>
          <w:sz w:val="28"/>
          <w:szCs w:val="28"/>
        </w:rPr>
      </w:pPr>
      <w:r w:rsidRPr="0039460D">
        <w:rPr>
          <w:sz w:val="28"/>
          <w:szCs w:val="28"/>
        </w:rPr>
        <w:t>Прежде всего важно выяснить, что подразумевают современ</w:t>
      </w:r>
      <w:r w:rsidRPr="0039460D">
        <w:rPr>
          <w:sz w:val="28"/>
          <w:szCs w:val="28"/>
        </w:rPr>
        <w:softHyphen/>
        <w:t xml:space="preserve">ные педагоги под целью воспитания. </w:t>
      </w:r>
      <w:r w:rsidRPr="00C72710">
        <w:rPr>
          <w:sz w:val="28"/>
          <w:szCs w:val="28"/>
        </w:rPr>
        <w:t>Цель воспитания — это иде</w:t>
      </w:r>
      <w:r w:rsidRPr="00C72710">
        <w:rPr>
          <w:sz w:val="28"/>
          <w:szCs w:val="28"/>
        </w:rPr>
        <w:softHyphen/>
        <w:t xml:space="preserve">ально представленный результат воспитательной деятельности, то, что хочет получить воспитатель в итоге приложения своих усилий [2, </w:t>
      </w:r>
      <w:r>
        <w:rPr>
          <w:sz w:val="28"/>
          <w:szCs w:val="28"/>
          <w:lang w:val="en-US"/>
        </w:rPr>
        <w:t>c</w:t>
      </w:r>
      <w:r w:rsidRPr="00C72710">
        <w:rPr>
          <w:sz w:val="28"/>
          <w:szCs w:val="28"/>
        </w:rPr>
        <w:t>. 105].</w:t>
      </w:r>
    </w:p>
    <w:p w:rsidR="007904E4" w:rsidRPr="0039460D" w:rsidRDefault="007904E4" w:rsidP="007904E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В. А. Сухомлинский говорил</w:t>
      </w:r>
      <w:r w:rsidRPr="0039460D">
        <w:rPr>
          <w:sz w:val="28"/>
          <w:szCs w:val="28"/>
        </w:rPr>
        <w:t xml:space="preserve">: </w:t>
      </w:r>
      <w:r>
        <w:rPr>
          <w:sz w:val="28"/>
          <w:szCs w:val="28"/>
        </w:rPr>
        <w:t>«</w:t>
      </w:r>
      <w:r w:rsidRPr="0039460D">
        <w:rPr>
          <w:sz w:val="28"/>
          <w:szCs w:val="28"/>
        </w:rPr>
        <w:t xml:space="preserve">Живя в обществе, умей повелевать своими действиями, поступками, поведением, намерениями. </w:t>
      </w:r>
      <w:r w:rsidRPr="007904E4">
        <w:rPr>
          <w:sz w:val="28"/>
          <w:szCs w:val="28"/>
        </w:rPr>
        <w:t>Нравственной личностью ты станешь лишь тогда, когда в душе твоей навсегда поселится совесть, стыд, ответствен</w:t>
      </w:r>
      <w:r w:rsidRPr="007904E4">
        <w:rPr>
          <w:sz w:val="28"/>
          <w:szCs w:val="28"/>
        </w:rPr>
        <w:softHyphen/>
        <w:t xml:space="preserve">ность и долг. </w:t>
      </w:r>
      <w:r w:rsidRPr="0039460D">
        <w:rPr>
          <w:sz w:val="28"/>
          <w:szCs w:val="28"/>
        </w:rPr>
        <w:t xml:space="preserve">Это четыре важнейших источника, питающих твою моральную доблесть и культуру. </w:t>
      </w:r>
      <w:r w:rsidRPr="007904E4">
        <w:rPr>
          <w:sz w:val="28"/>
          <w:szCs w:val="28"/>
        </w:rPr>
        <w:t>Они взаимосвязаны, тесно переплета</w:t>
      </w:r>
      <w:r w:rsidRPr="007904E4">
        <w:rPr>
          <w:sz w:val="28"/>
          <w:szCs w:val="28"/>
        </w:rPr>
        <w:softHyphen/>
        <w:t xml:space="preserve">ются между собой. </w:t>
      </w:r>
      <w:r w:rsidRPr="0039460D">
        <w:rPr>
          <w:sz w:val="28"/>
          <w:szCs w:val="28"/>
        </w:rPr>
        <w:t>В совести гар</w:t>
      </w:r>
      <w:r>
        <w:rPr>
          <w:sz w:val="28"/>
          <w:szCs w:val="28"/>
        </w:rPr>
        <w:t xml:space="preserve">монически сочетаются знание </w:t>
      </w:r>
      <w:r w:rsidRPr="0039460D">
        <w:rPr>
          <w:sz w:val="28"/>
          <w:szCs w:val="28"/>
        </w:rPr>
        <w:t>и</w:t>
      </w:r>
      <w:r>
        <w:rPr>
          <w:sz w:val="28"/>
          <w:szCs w:val="28"/>
        </w:rPr>
        <w:t xml:space="preserve"> чувствование </w:t>
      </w:r>
      <w:r w:rsidRPr="0039460D">
        <w:rPr>
          <w:sz w:val="28"/>
          <w:szCs w:val="28"/>
        </w:rPr>
        <w:t xml:space="preserve">нашего долга перед обществом, перед людьми, а отсюда — перед самим собой. С малых лет учись жить так, чтобы тебе было хорошо, приятно, когда ты сделал </w:t>
      </w:r>
      <w:r>
        <w:rPr>
          <w:sz w:val="28"/>
          <w:szCs w:val="28"/>
        </w:rPr>
        <w:t xml:space="preserve">хорошо </w:t>
      </w:r>
      <w:r w:rsidRPr="0039460D">
        <w:rPr>
          <w:sz w:val="28"/>
          <w:szCs w:val="28"/>
        </w:rPr>
        <w:t>для людей, и неприятно, когда ты сделал что-то плохое, предосудительное. Совесть живет в человеческой душе лишь на питательной поч</w:t>
      </w:r>
      <w:r>
        <w:rPr>
          <w:sz w:val="28"/>
          <w:szCs w:val="28"/>
        </w:rPr>
        <w:t>ве</w:t>
      </w:r>
      <w:r w:rsidRPr="0039460D">
        <w:rPr>
          <w:sz w:val="28"/>
          <w:szCs w:val="28"/>
        </w:rPr>
        <w:t xml:space="preserve"> совест</w:t>
      </w:r>
      <w:r w:rsidRPr="0039460D">
        <w:rPr>
          <w:sz w:val="28"/>
          <w:szCs w:val="28"/>
        </w:rPr>
        <w:softHyphen/>
        <w:t>ливости</w:t>
      </w:r>
      <w:r>
        <w:rPr>
          <w:sz w:val="28"/>
          <w:szCs w:val="28"/>
        </w:rPr>
        <w:t>,</w:t>
      </w:r>
      <w:r w:rsidRPr="0039460D">
        <w:rPr>
          <w:sz w:val="28"/>
          <w:szCs w:val="28"/>
        </w:rPr>
        <w:t xml:space="preserve"> стыда; совесть — это знание, многократно умноженное на пере</w:t>
      </w:r>
      <w:r w:rsidRPr="0039460D">
        <w:rPr>
          <w:sz w:val="28"/>
          <w:szCs w:val="28"/>
        </w:rPr>
        <w:softHyphen/>
        <w:t>живание, чувствование, производным же от этого действия являются стыд, ответственность и долг, долженствование</w:t>
      </w:r>
      <w:r>
        <w:rPr>
          <w:sz w:val="28"/>
          <w:szCs w:val="28"/>
        </w:rPr>
        <w:t>.</w:t>
      </w:r>
    </w:p>
    <w:p w:rsidR="007904E4" w:rsidRPr="0039460D" w:rsidRDefault="007904E4" w:rsidP="007904E4">
      <w:pPr>
        <w:spacing w:line="360" w:lineRule="auto"/>
        <w:ind w:firstLine="720"/>
        <w:jc w:val="both"/>
        <w:rPr>
          <w:sz w:val="28"/>
          <w:szCs w:val="28"/>
        </w:rPr>
      </w:pPr>
      <w:r w:rsidRPr="0039460D">
        <w:rPr>
          <w:sz w:val="28"/>
          <w:szCs w:val="28"/>
        </w:rPr>
        <w:t xml:space="preserve">Стыдись равнодушия, безразличия в своем отношении к гражданской жизни, </w:t>
      </w:r>
      <w:r>
        <w:rPr>
          <w:sz w:val="28"/>
          <w:szCs w:val="28"/>
        </w:rPr>
        <w:t>долгу, обязанностям. Э</w:t>
      </w:r>
      <w:r w:rsidRPr="0039460D">
        <w:rPr>
          <w:sz w:val="28"/>
          <w:szCs w:val="28"/>
        </w:rPr>
        <w:t>то равнодушие недостойно мужчи</w:t>
      </w:r>
      <w:r w:rsidRPr="0039460D">
        <w:rPr>
          <w:sz w:val="28"/>
          <w:szCs w:val="28"/>
        </w:rPr>
        <w:softHyphen/>
        <w:t>ны, недостойно женщины — будущей матери гражданина.</w:t>
      </w:r>
    </w:p>
    <w:p w:rsidR="007904E4" w:rsidRPr="00CA7B32" w:rsidRDefault="007904E4" w:rsidP="007904E4">
      <w:pPr>
        <w:spacing w:line="360" w:lineRule="auto"/>
        <w:ind w:firstLine="720"/>
        <w:jc w:val="both"/>
        <w:rPr>
          <w:sz w:val="28"/>
          <w:szCs w:val="28"/>
        </w:rPr>
      </w:pPr>
      <w:r w:rsidRPr="007904E4">
        <w:rPr>
          <w:sz w:val="28"/>
          <w:szCs w:val="28"/>
        </w:rPr>
        <w:t xml:space="preserve">Стыдись пустоты своей души. </w:t>
      </w:r>
      <w:r w:rsidRPr="0039460D">
        <w:rPr>
          <w:sz w:val="28"/>
          <w:szCs w:val="28"/>
        </w:rPr>
        <w:t>Пуще всего стыдись того, что у тебя нет своих святынь, своих непреложных, непререкаемых истин, правил,</w:t>
      </w:r>
      <w:r>
        <w:rPr>
          <w:sz w:val="28"/>
          <w:szCs w:val="28"/>
        </w:rPr>
        <w:t xml:space="preserve"> </w:t>
      </w:r>
      <w:r w:rsidRPr="0039460D">
        <w:rPr>
          <w:sz w:val="28"/>
          <w:szCs w:val="28"/>
        </w:rPr>
        <w:t>принципов.</w:t>
      </w:r>
      <w:r w:rsidRPr="0039460D">
        <w:rPr>
          <w:sz w:val="28"/>
          <w:szCs w:val="28"/>
        </w:rPr>
        <w:tab/>
      </w:r>
      <w:r w:rsidRPr="007904E4">
        <w:rPr>
          <w:sz w:val="28"/>
          <w:szCs w:val="28"/>
        </w:rPr>
        <w:t xml:space="preserve">Стыдись своего слабоволия, беспринципности, «бесхребетности». </w:t>
      </w:r>
      <w:r w:rsidRPr="00CA7B32">
        <w:rPr>
          <w:sz w:val="28"/>
          <w:szCs w:val="28"/>
        </w:rPr>
        <w:t>Сгорай от стыда, если почувствуешь, что в тебе зашевелился гнусный червячок: «моя хата с краю».</w:t>
      </w:r>
    </w:p>
    <w:p w:rsidR="007904E4" w:rsidRPr="00456D76" w:rsidRDefault="007904E4" w:rsidP="007904E4">
      <w:pPr>
        <w:spacing w:line="360" w:lineRule="auto"/>
        <w:ind w:firstLine="720"/>
        <w:jc w:val="both"/>
        <w:rPr>
          <w:sz w:val="28"/>
          <w:szCs w:val="28"/>
        </w:rPr>
      </w:pPr>
      <w:r w:rsidRPr="00CA7B32">
        <w:rPr>
          <w:sz w:val="28"/>
          <w:szCs w:val="28"/>
        </w:rPr>
        <w:t xml:space="preserve">Стыдись не только явной подлости, но и малейшей угрозы того, что о тебе могут подумать как о подлом человеке. </w:t>
      </w:r>
      <w:r w:rsidRPr="00456D76">
        <w:rPr>
          <w:sz w:val="28"/>
          <w:szCs w:val="28"/>
        </w:rPr>
        <w:t>Помни, что подлость в детстве и о</w:t>
      </w:r>
      <w:r>
        <w:rPr>
          <w:sz w:val="28"/>
          <w:szCs w:val="28"/>
        </w:rPr>
        <w:t>трочестве</w:t>
      </w:r>
      <w:r w:rsidRPr="00456D76">
        <w:rPr>
          <w:sz w:val="28"/>
          <w:szCs w:val="28"/>
        </w:rPr>
        <w:t xml:space="preserve"> начинается как будто</w:t>
      </w:r>
      <w:r>
        <w:rPr>
          <w:sz w:val="28"/>
          <w:szCs w:val="28"/>
        </w:rPr>
        <w:t xml:space="preserve"> бы с очень маленького — с твоего животного — да, оно противн</w:t>
      </w:r>
      <w:r w:rsidRPr="00456D76">
        <w:rPr>
          <w:sz w:val="28"/>
          <w:szCs w:val="28"/>
        </w:rPr>
        <w:t xml:space="preserve">о духу человеческому </w:t>
      </w:r>
      <w:r>
        <w:rPr>
          <w:sz w:val="28"/>
          <w:szCs w:val="28"/>
        </w:rPr>
        <w:t xml:space="preserve">— желания уйти </w:t>
      </w:r>
      <w:r w:rsidRPr="00456D76">
        <w:rPr>
          <w:sz w:val="28"/>
          <w:szCs w:val="28"/>
        </w:rPr>
        <w:t>от ответственности,</w:t>
      </w:r>
      <w:r>
        <w:rPr>
          <w:sz w:val="28"/>
          <w:szCs w:val="28"/>
        </w:rPr>
        <w:t xml:space="preserve"> от опасности, спастись от беды</w:t>
      </w:r>
      <w:r w:rsidRPr="00456D76">
        <w:rPr>
          <w:sz w:val="28"/>
          <w:szCs w:val="28"/>
        </w:rPr>
        <w:t>,</w:t>
      </w:r>
      <w:r>
        <w:rPr>
          <w:sz w:val="28"/>
          <w:szCs w:val="28"/>
        </w:rPr>
        <w:t xml:space="preserve"> угрожающей другим; переложить на</w:t>
      </w:r>
      <w:r w:rsidRPr="00456D76">
        <w:rPr>
          <w:sz w:val="28"/>
          <w:szCs w:val="28"/>
        </w:rPr>
        <w:t xml:space="preserve"> других ответственность за что-то происшедшее по незнанию, оплошности, опрометчивости, недоразумению. </w:t>
      </w:r>
      <w:r w:rsidRPr="007904E4">
        <w:rPr>
          <w:sz w:val="28"/>
          <w:szCs w:val="28"/>
        </w:rPr>
        <w:t>Подлость заключается в молчаливом выглядывании из своей норки и любопыт</w:t>
      </w:r>
      <w:r w:rsidRPr="007904E4">
        <w:rPr>
          <w:sz w:val="28"/>
          <w:szCs w:val="28"/>
        </w:rPr>
        <w:softHyphen/>
        <w:t xml:space="preserve">ном ожидании: что будет товарищу, оказавшемуся в опасности? </w:t>
      </w:r>
      <w:r w:rsidRPr="00456D76">
        <w:rPr>
          <w:sz w:val="28"/>
          <w:szCs w:val="28"/>
        </w:rPr>
        <w:t xml:space="preserve">Норка, скорлупа, гнездышко — </w:t>
      </w:r>
      <w:r>
        <w:rPr>
          <w:sz w:val="28"/>
          <w:szCs w:val="28"/>
        </w:rPr>
        <w:t>в</w:t>
      </w:r>
      <w:r w:rsidRPr="00456D76">
        <w:rPr>
          <w:sz w:val="28"/>
          <w:szCs w:val="28"/>
        </w:rPr>
        <w:t xml:space="preserve">от безобидная с первого взгляда колыбель эгоизма. </w:t>
      </w:r>
      <w:r w:rsidRPr="007904E4">
        <w:rPr>
          <w:sz w:val="28"/>
          <w:szCs w:val="28"/>
        </w:rPr>
        <w:t xml:space="preserve">Пуще огня стыдись оказаться в норке. </w:t>
      </w:r>
      <w:r w:rsidRPr="00456D76">
        <w:rPr>
          <w:sz w:val="28"/>
          <w:szCs w:val="28"/>
        </w:rPr>
        <w:t>Пусть лучше шалость, неугомонность, но не молчаливое, безропотное «</w:t>
      </w:r>
      <w:r>
        <w:rPr>
          <w:sz w:val="28"/>
          <w:szCs w:val="28"/>
        </w:rPr>
        <w:t>это</w:t>
      </w:r>
      <w:r w:rsidRPr="00456D76">
        <w:rPr>
          <w:sz w:val="28"/>
          <w:szCs w:val="28"/>
        </w:rPr>
        <w:t xml:space="preserve"> не мое дело».</w:t>
      </w:r>
    </w:p>
    <w:p w:rsidR="007904E4" w:rsidRPr="00CA7B32" w:rsidRDefault="007904E4" w:rsidP="007904E4">
      <w:pPr>
        <w:spacing w:line="360" w:lineRule="auto"/>
        <w:ind w:firstLine="720"/>
        <w:jc w:val="both"/>
        <w:rPr>
          <w:sz w:val="28"/>
          <w:szCs w:val="28"/>
        </w:rPr>
      </w:pPr>
      <w:r w:rsidRPr="00CA7B32">
        <w:rPr>
          <w:sz w:val="28"/>
          <w:szCs w:val="28"/>
        </w:rPr>
        <w:t>Стыдись безответственности, легкомыслия, ветрености своих чувств, привязанностей, В чувствах своих надо уметь быть верным и долженствующим</w:t>
      </w:r>
      <w:r>
        <w:rPr>
          <w:sz w:val="28"/>
          <w:szCs w:val="28"/>
        </w:rPr>
        <w:t>»</w:t>
      </w:r>
      <w:r w:rsidR="00255BD5">
        <w:rPr>
          <w:sz w:val="28"/>
          <w:szCs w:val="28"/>
        </w:rPr>
        <w:t xml:space="preserve"> [10</w:t>
      </w:r>
      <w:r w:rsidRPr="00CA7B32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</w:t>
      </w:r>
      <w:r w:rsidRPr="00CA7B32">
        <w:rPr>
          <w:sz w:val="28"/>
          <w:szCs w:val="28"/>
        </w:rPr>
        <w:t>. 114 - 115].</w:t>
      </w:r>
    </w:p>
    <w:p w:rsidR="00AE690A" w:rsidRPr="00AE6A9C" w:rsidRDefault="00AE690A" w:rsidP="00AE690A">
      <w:pPr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Я считаю, что в этих словах В. А. Сухомлинского и заключены </w:t>
      </w:r>
      <w:r w:rsidRPr="00AE6A9C">
        <w:rPr>
          <w:i/>
          <w:sz w:val="28"/>
          <w:szCs w:val="28"/>
        </w:rPr>
        <w:t>основные цели и задачи интернационального воспитания:</w:t>
      </w:r>
    </w:p>
    <w:p w:rsidR="00AE690A" w:rsidRPr="00456D76" w:rsidRDefault="00AE690A" w:rsidP="00AE690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формирование мировоззрения, знаний, убеждений</w:t>
      </w:r>
      <w:r w:rsidRPr="00456D76">
        <w:rPr>
          <w:sz w:val="28"/>
          <w:szCs w:val="28"/>
        </w:rPr>
        <w:t>;</w:t>
      </w:r>
    </w:p>
    <w:p w:rsidR="00AE690A" w:rsidRPr="00456D76" w:rsidRDefault="00AE690A" w:rsidP="00AE690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формирование высокой культуры отношений не только к своему народу, но и к другим народам</w:t>
      </w:r>
      <w:r w:rsidRPr="00456D76">
        <w:rPr>
          <w:sz w:val="28"/>
          <w:szCs w:val="28"/>
        </w:rPr>
        <w:t>;</w:t>
      </w:r>
    </w:p>
    <w:p w:rsidR="00AE690A" w:rsidRPr="007904E4" w:rsidRDefault="00AE690A" w:rsidP="00AE690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воспитание доброжелательных отношений к другим народам</w:t>
      </w:r>
      <w:r w:rsidRPr="007904E4">
        <w:rPr>
          <w:sz w:val="28"/>
          <w:szCs w:val="28"/>
        </w:rPr>
        <w:t>;</w:t>
      </w:r>
    </w:p>
    <w:p w:rsidR="00AE690A" w:rsidRPr="00974489" w:rsidRDefault="00AE690A" w:rsidP="00AE690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воспитание сотрудничества и партнерства в различных делах. </w:t>
      </w:r>
    </w:p>
    <w:p w:rsidR="00BC504D" w:rsidRPr="0039460D" w:rsidRDefault="00BC504D" w:rsidP="00AE690A">
      <w:pPr>
        <w:spacing w:line="360" w:lineRule="auto"/>
        <w:ind w:firstLine="720"/>
        <w:jc w:val="both"/>
        <w:rPr>
          <w:sz w:val="28"/>
          <w:szCs w:val="28"/>
        </w:rPr>
      </w:pPr>
      <w:r w:rsidRPr="0039460D">
        <w:rPr>
          <w:sz w:val="28"/>
          <w:szCs w:val="28"/>
        </w:rPr>
        <w:t>Воспитание интер</w:t>
      </w:r>
      <w:r w:rsidRPr="0039460D">
        <w:rPr>
          <w:sz w:val="28"/>
          <w:szCs w:val="28"/>
        </w:rPr>
        <w:softHyphen/>
        <w:t>национализма предусматривает следующие задачи:</w:t>
      </w:r>
    </w:p>
    <w:p w:rsidR="00BC504D" w:rsidRPr="0039460D" w:rsidRDefault="0039460D" w:rsidP="00BC504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C504D" w:rsidRPr="0039460D">
        <w:rPr>
          <w:sz w:val="28"/>
          <w:szCs w:val="28"/>
        </w:rPr>
        <w:t>формирование интернациональных чу</w:t>
      </w:r>
      <w:r>
        <w:rPr>
          <w:sz w:val="28"/>
          <w:szCs w:val="28"/>
        </w:rPr>
        <w:t xml:space="preserve">вств, сознания принадлежности к </w:t>
      </w:r>
      <w:r w:rsidR="00BC504D" w:rsidRPr="0039460D">
        <w:rPr>
          <w:sz w:val="28"/>
          <w:szCs w:val="28"/>
        </w:rPr>
        <w:t>Родине и от</w:t>
      </w:r>
      <w:r w:rsidR="00BC504D" w:rsidRPr="0039460D">
        <w:rPr>
          <w:sz w:val="28"/>
          <w:szCs w:val="28"/>
        </w:rPr>
        <w:softHyphen/>
        <w:t>ветственности перед нею, перед народом, перед коллективом за свои действия и дела;</w:t>
      </w:r>
    </w:p>
    <w:p w:rsidR="00BC504D" w:rsidRPr="0039460D" w:rsidRDefault="0039460D" w:rsidP="00BC504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C504D" w:rsidRPr="0039460D">
        <w:rPr>
          <w:sz w:val="28"/>
          <w:szCs w:val="28"/>
        </w:rPr>
        <w:t>развитие творческой активности в трудовой и общественной деятельности, выполнение полезного для общества и народа дела.</w:t>
      </w:r>
    </w:p>
    <w:p w:rsidR="00BC504D" w:rsidRPr="0039460D" w:rsidRDefault="00BC504D" w:rsidP="00BC504D">
      <w:pPr>
        <w:spacing w:line="360" w:lineRule="auto"/>
        <w:ind w:firstLine="720"/>
        <w:jc w:val="both"/>
        <w:rPr>
          <w:sz w:val="28"/>
          <w:szCs w:val="28"/>
        </w:rPr>
      </w:pPr>
      <w:r w:rsidRPr="0039460D">
        <w:rPr>
          <w:sz w:val="28"/>
          <w:szCs w:val="28"/>
        </w:rPr>
        <w:t xml:space="preserve">Уровень интернациональной сознательности не у всех людей одинаков. </w:t>
      </w:r>
      <w:r w:rsidRPr="00BC504D">
        <w:rPr>
          <w:sz w:val="28"/>
          <w:szCs w:val="28"/>
          <w:lang w:val="en-US"/>
        </w:rPr>
        <w:t xml:space="preserve">Аполитичность, эгоизм, равнодушие к людям, нарушения трудовой дисциплины и другие явления еще встречаются в нашей жизни. </w:t>
      </w:r>
      <w:r w:rsidRPr="0039460D">
        <w:rPr>
          <w:sz w:val="28"/>
          <w:szCs w:val="28"/>
        </w:rPr>
        <w:t>Это можно объяснить различием меж</w:t>
      </w:r>
      <w:r w:rsidRPr="0039460D">
        <w:rPr>
          <w:sz w:val="28"/>
          <w:szCs w:val="28"/>
        </w:rPr>
        <w:softHyphen/>
        <w:t>ду объективными возможностями, предоставленными обществом для всестороннего гармонического</w:t>
      </w:r>
      <w:r w:rsidR="0039460D" w:rsidRPr="0039460D">
        <w:rPr>
          <w:sz w:val="28"/>
          <w:szCs w:val="28"/>
        </w:rPr>
        <w:t xml:space="preserve"> развития человека, и субъектив</w:t>
      </w:r>
      <w:r w:rsidRPr="0039460D">
        <w:rPr>
          <w:sz w:val="28"/>
          <w:szCs w:val="28"/>
        </w:rPr>
        <w:t>ной оценкой этих возможностей,</w:t>
      </w:r>
      <w:r w:rsidR="0039460D">
        <w:rPr>
          <w:sz w:val="28"/>
          <w:szCs w:val="28"/>
        </w:rPr>
        <w:t xml:space="preserve"> субъективными усилиями, направ</w:t>
      </w:r>
      <w:r w:rsidRPr="0039460D">
        <w:rPr>
          <w:sz w:val="28"/>
          <w:szCs w:val="28"/>
        </w:rPr>
        <w:t>ленными на их использование.</w:t>
      </w:r>
    </w:p>
    <w:p w:rsidR="007904E4" w:rsidRPr="00974489" w:rsidRDefault="00BC504D" w:rsidP="007904E4">
      <w:pPr>
        <w:spacing w:line="360" w:lineRule="auto"/>
        <w:ind w:firstLine="720"/>
        <w:jc w:val="both"/>
        <w:rPr>
          <w:sz w:val="28"/>
          <w:szCs w:val="28"/>
        </w:rPr>
      </w:pPr>
      <w:r w:rsidRPr="0039460D">
        <w:rPr>
          <w:sz w:val="28"/>
          <w:szCs w:val="28"/>
        </w:rPr>
        <w:t xml:space="preserve">Педагогу при воспитании </w:t>
      </w:r>
      <w:r w:rsidR="0039460D">
        <w:rPr>
          <w:sz w:val="28"/>
          <w:szCs w:val="28"/>
        </w:rPr>
        <w:t xml:space="preserve">интернационализма </w:t>
      </w:r>
      <w:r w:rsidRPr="0039460D">
        <w:rPr>
          <w:sz w:val="28"/>
          <w:szCs w:val="28"/>
        </w:rPr>
        <w:t>не</w:t>
      </w:r>
      <w:r w:rsidRPr="0039460D">
        <w:rPr>
          <w:sz w:val="28"/>
          <w:szCs w:val="28"/>
        </w:rPr>
        <w:softHyphen/>
        <w:t xml:space="preserve">обходимо учитывать специфику сознания той социальной группы, к которой относятся его ученики, уровень ее культуры, развития и  т.  </w:t>
      </w:r>
      <w:r w:rsidRPr="00CA7B32">
        <w:rPr>
          <w:sz w:val="28"/>
          <w:szCs w:val="28"/>
        </w:rPr>
        <w:t xml:space="preserve">п. [7, </w:t>
      </w:r>
      <w:r>
        <w:rPr>
          <w:sz w:val="28"/>
          <w:szCs w:val="28"/>
          <w:lang w:val="en-US"/>
        </w:rPr>
        <w:t>c</w:t>
      </w:r>
      <w:r w:rsidRPr="00CA7B32">
        <w:rPr>
          <w:sz w:val="28"/>
          <w:szCs w:val="28"/>
        </w:rPr>
        <w:t>. 194].</w:t>
      </w:r>
      <w:r w:rsidR="007904E4" w:rsidRPr="007904E4">
        <w:rPr>
          <w:sz w:val="28"/>
          <w:szCs w:val="28"/>
        </w:rPr>
        <w:t xml:space="preserve"> </w:t>
      </w:r>
    </w:p>
    <w:p w:rsidR="00BC504D" w:rsidRPr="00CA7B32" w:rsidRDefault="00BC504D" w:rsidP="00BC504D">
      <w:pPr>
        <w:spacing w:line="360" w:lineRule="auto"/>
        <w:ind w:firstLine="720"/>
        <w:jc w:val="both"/>
        <w:rPr>
          <w:sz w:val="28"/>
          <w:szCs w:val="28"/>
        </w:rPr>
      </w:pPr>
    </w:p>
    <w:p w:rsidR="00CA7B32" w:rsidRDefault="00CA7B32" w:rsidP="00CA7B32">
      <w:pPr>
        <w:shd w:val="clear" w:color="auto" w:fill="FFFFFF"/>
        <w:spacing w:line="149" w:lineRule="exact"/>
        <w:ind w:right="24" w:firstLine="206"/>
        <w:jc w:val="both"/>
        <w:sectPr w:rsidR="00CA7B32" w:rsidSect="00411CBF">
          <w:headerReference w:type="even" r:id="rId7"/>
          <w:headerReference w:type="default" r:id="rId8"/>
          <w:pgSz w:w="11909" w:h="16834"/>
          <w:pgMar w:top="1134" w:right="851" w:bottom="1134" w:left="1418" w:header="720" w:footer="720" w:gutter="0"/>
          <w:pgNumType w:start="1"/>
          <w:cols w:space="720"/>
          <w:noEndnote/>
          <w:titlePg/>
        </w:sectPr>
      </w:pPr>
    </w:p>
    <w:p w:rsidR="00CA7B32" w:rsidRPr="00AE6A9C" w:rsidRDefault="00FA2CF6" w:rsidP="00AE6A9C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AE6A9C">
        <w:rPr>
          <w:b/>
          <w:sz w:val="28"/>
          <w:szCs w:val="28"/>
        </w:rPr>
        <w:t>2.2. Формы и методы воспитания</w:t>
      </w:r>
    </w:p>
    <w:p w:rsidR="00BC504D" w:rsidRPr="00FA2CF6" w:rsidRDefault="00BC504D" w:rsidP="00BC504D">
      <w:pPr>
        <w:spacing w:line="360" w:lineRule="auto"/>
        <w:ind w:firstLine="720"/>
        <w:jc w:val="both"/>
        <w:rPr>
          <w:sz w:val="28"/>
          <w:szCs w:val="28"/>
        </w:rPr>
      </w:pPr>
    </w:p>
    <w:p w:rsidR="00845A0B" w:rsidRDefault="00FA2CF6" w:rsidP="00845A0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В. А. Сухомлинский</w:t>
      </w:r>
      <w:r w:rsidR="00845A0B" w:rsidRPr="00845A0B">
        <w:rPr>
          <w:sz w:val="28"/>
          <w:szCs w:val="28"/>
        </w:rPr>
        <w:t xml:space="preserve"> неоднократно подчеркивал, что высокий результат в воспитании можно полу</w:t>
      </w:r>
      <w:r w:rsidR="00845A0B" w:rsidRPr="00845A0B">
        <w:rPr>
          <w:sz w:val="28"/>
          <w:szCs w:val="28"/>
        </w:rPr>
        <w:softHyphen/>
        <w:t>чить только тогда, когда будут гармонично соче</w:t>
      </w:r>
      <w:r w:rsidR="00845A0B" w:rsidRPr="00845A0B">
        <w:rPr>
          <w:sz w:val="28"/>
          <w:szCs w:val="28"/>
        </w:rPr>
        <w:softHyphen/>
        <w:t>таться все</w:t>
      </w:r>
      <w:r>
        <w:rPr>
          <w:sz w:val="28"/>
          <w:szCs w:val="28"/>
        </w:rPr>
        <w:t xml:space="preserve"> виды педагогических воздействий: «Меж</w:t>
      </w:r>
      <w:r>
        <w:rPr>
          <w:sz w:val="28"/>
          <w:szCs w:val="28"/>
        </w:rPr>
        <w:softHyphen/>
        <w:t xml:space="preserve">ду воспитательными </w:t>
      </w:r>
      <w:r w:rsidR="00845A0B" w:rsidRPr="00845A0B">
        <w:rPr>
          <w:sz w:val="28"/>
          <w:szCs w:val="28"/>
        </w:rPr>
        <w:t>воздействиями существуют десятки, сотни, т</w:t>
      </w:r>
      <w:r>
        <w:rPr>
          <w:sz w:val="28"/>
          <w:szCs w:val="28"/>
        </w:rPr>
        <w:t>ысячи зависимостей и обусловлен</w:t>
      </w:r>
      <w:r w:rsidR="00845A0B" w:rsidRPr="00845A0B">
        <w:rPr>
          <w:sz w:val="28"/>
          <w:szCs w:val="28"/>
        </w:rPr>
        <w:t>ностей. Эффективность воспитания в конечном сче</w:t>
      </w:r>
      <w:r w:rsidR="00845A0B" w:rsidRPr="00845A0B">
        <w:rPr>
          <w:sz w:val="28"/>
          <w:szCs w:val="28"/>
        </w:rPr>
        <w:softHyphen/>
        <w:t>те определяется тем, как эти зависимости и обу</w:t>
      </w:r>
      <w:r w:rsidR="00845A0B" w:rsidRPr="00845A0B">
        <w:rPr>
          <w:sz w:val="28"/>
          <w:szCs w:val="28"/>
        </w:rPr>
        <w:softHyphen/>
        <w:t>словленности учитываются, то</w:t>
      </w:r>
      <w:r>
        <w:rPr>
          <w:sz w:val="28"/>
          <w:szCs w:val="28"/>
        </w:rPr>
        <w:t>чнее, реализуются в практике».</w:t>
      </w:r>
    </w:p>
    <w:p w:rsidR="00FA2CF6" w:rsidRPr="00845A0B" w:rsidRDefault="00FA2CF6" w:rsidP="00845A0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 считаю, что воспитание зависит от правильно подобранных методов и форм воспитательной деятельности.</w:t>
      </w:r>
    </w:p>
    <w:p w:rsidR="00845A0B" w:rsidRPr="00FA2CF6" w:rsidRDefault="00845A0B" w:rsidP="00845A0B">
      <w:pPr>
        <w:spacing w:line="360" w:lineRule="auto"/>
        <w:ind w:firstLine="720"/>
        <w:jc w:val="both"/>
        <w:rPr>
          <w:sz w:val="28"/>
          <w:szCs w:val="28"/>
        </w:rPr>
      </w:pPr>
      <w:r w:rsidRPr="00845A0B">
        <w:rPr>
          <w:sz w:val="28"/>
          <w:szCs w:val="28"/>
        </w:rPr>
        <w:t>В</w:t>
      </w:r>
      <w:r w:rsidR="00FA2CF6">
        <w:rPr>
          <w:sz w:val="28"/>
          <w:szCs w:val="28"/>
        </w:rPr>
        <w:t xml:space="preserve">ысказывания выдающихся </w:t>
      </w:r>
      <w:r w:rsidRPr="00845A0B">
        <w:rPr>
          <w:sz w:val="28"/>
          <w:szCs w:val="28"/>
        </w:rPr>
        <w:t>педаго</w:t>
      </w:r>
      <w:r w:rsidRPr="00845A0B">
        <w:rPr>
          <w:sz w:val="28"/>
          <w:szCs w:val="28"/>
        </w:rPr>
        <w:softHyphen/>
        <w:t>гов по вопросам взаимосвязи образования и воспи</w:t>
      </w:r>
      <w:r w:rsidRPr="00845A0B">
        <w:rPr>
          <w:sz w:val="28"/>
          <w:szCs w:val="28"/>
        </w:rPr>
        <w:softHyphen/>
        <w:t>тания исп</w:t>
      </w:r>
      <w:r w:rsidR="00FA2CF6">
        <w:rPr>
          <w:sz w:val="28"/>
          <w:szCs w:val="28"/>
        </w:rPr>
        <w:t xml:space="preserve">ользуются учеными и педагогами </w:t>
      </w:r>
      <w:r w:rsidRPr="00845A0B">
        <w:rPr>
          <w:sz w:val="28"/>
          <w:szCs w:val="28"/>
        </w:rPr>
        <w:t>прак</w:t>
      </w:r>
      <w:r w:rsidRPr="00845A0B">
        <w:rPr>
          <w:sz w:val="28"/>
          <w:szCs w:val="28"/>
        </w:rPr>
        <w:softHyphen/>
        <w:t>тиками при изучении и практической реализации комплексного подхода к воспитанию.</w:t>
      </w:r>
    </w:p>
    <w:p w:rsidR="00845A0B" w:rsidRDefault="004A23BF" w:rsidP="00845A0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_x0000_s1026" style="position:absolute;left:0;text-align:left;z-index:251636736;mso-position-horizontal-relative:margin" from="-255.1pt,-141.85pt" to="-255.1pt,177.35pt" o:allowincell="f" strokeweight="4.3pt">
            <w10:wrap anchorx="margin"/>
          </v:line>
        </w:pict>
      </w:r>
      <w:r>
        <w:rPr>
          <w:sz w:val="28"/>
          <w:szCs w:val="28"/>
        </w:rPr>
        <w:pict>
          <v:line id="_x0000_s1027" style="position:absolute;left:0;text-align:left;z-index:251637760;mso-position-horizontal-relative:margin" from="-245.05pt,-134.9pt" to="-245.05pt,179.75pt" o:allowincell="f" strokeweight=".5pt">
            <w10:wrap anchorx="margin"/>
          </v:line>
        </w:pict>
      </w:r>
      <w:r w:rsidR="00845A0B" w:rsidRPr="00845A0B">
        <w:rPr>
          <w:sz w:val="28"/>
          <w:szCs w:val="28"/>
        </w:rPr>
        <w:t>Богатство и разнообразие форм и методов поз</w:t>
      </w:r>
      <w:r w:rsidR="00845A0B" w:rsidRPr="00845A0B">
        <w:rPr>
          <w:sz w:val="28"/>
          <w:szCs w:val="28"/>
        </w:rPr>
        <w:softHyphen/>
        <w:t>воляют при умелом их выборе и сочетании успешно решать задачу комплексного подхода к воспитанию [</w:t>
      </w:r>
      <w:r w:rsidR="00845A0B" w:rsidRPr="006979A6">
        <w:rPr>
          <w:sz w:val="28"/>
          <w:szCs w:val="28"/>
        </w:rPr>
        <w:t xml:space="preserve">1, </w:t>
      </w:r>
      <w:r w:rsidR="00845A0B">
        <w:rPr>
          <w:sz w:val="28"/>
          <w:szCs w:val="28"/>
          <w:lang w:val="en-US"/>
        </w:rPr>
        <w:t>c</w:t>
      </w:r>
      <w:r w:rsidR="00845A0B" w:rsidRPr="006979A6">
        <w:rPr>
          <w:sz w:val="28"/>
          <w:szCs w:val="28"/>
        </w:rPr>
        <w:t>. 24</w:t>
      </w:r>
      <w:r w:rsidR="00845A0B" w:rsidRPr="00845A0B">
        <w:rPr>
          <w:sz w:val="28"/>
          <w:szCs w:val="28"/>
        </w:rPr>
        <w:t>].</w:t>
      </w:r>
    </w:p>
    <w:p w:rsidR="00B9379C" w:rsidRPr="004C4D8F" w:rsidRDefault="00B9379C" w:rsidP="00B9379C">
      <w:pPr>
        <w:spacing w:line="360" w:lineRule="auto"/>
        <w:ind w:firstLine="720"/>
        <w:jc w:val="both"/>
        <w:rPr>
          <w:sz w:val="28"/>
          <w:szCs w:val="28"/>
        </w:rPr>
      </w:pPr>
      <w:r w:rsidRPr="004C4D8F">
        <w:rPr>
          <w:sz w:val="28"/>
          <w:szCs w:val="28"/>
        </w:rPr>
        <w:t>Метод воспитания (от греч. «методос» — путь) — это путь достижения заданной цели воспитания. Применительно к школьной практике можно сказать также, что методы — это способы воздействия на сознание, волю, чувства, поведение воспитанников с целью выработки у них зада</w:t>
      </w:r>
      <w:r w:rsidR="00255BD5">
        <w:rPr>
          <w:sz w:val="28"/>
          <w:szCs w:val="28"/>
        </w:rPr>
        <w:t>нных целью воспитания качеств [8</w:t>
      </w:r>
      <w:r w:rsidRPr="004C4D8F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</w:t>
      </w:r>
      <w:r w:rsidRPr="004C4D8F">
        <w:rPr>
          <w:sz w:val="28"/>
          <w:szCs w:val="28"/>
        </w:rPr>
        <w:t>. 94].</w:t>
      </w:r>
    </w:p>
    <w:p w:rsidR="00B9379C" w:rsidRPr="00B9379C" w:rsidRDefault="004A23BF" w:rsidP="00B9379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_x0000_s1031" style="position:absolute;left:0;text-align:left;z-index:251640832;mso-position-horizontal-relative:margin" from="-121.45pt,-68.65pt" to="-121.45pt,42.25pt" o:allowincell="f" strokeweight="1.45pt">
            <w10:wrap anchorx="margin"/>
          </v:line>
        </w:pict>
      </w:r>
      <w:r w:rsidR="00B9379C" w:rsidRPr="00B81E6C">
        <w:rPr>
          <w:sz w:val="28"/>
          <w:szCs w:val="28"/>
        </w:rPr>
        <w:t>Под методом понимают способ</w:t>
      </w:r>
      <w:r w:rsidR="00B9379C">
        <w:rPr>
          <w:sz w:val="28"/>
          <w:szCs w:val="28"/>
        </w:rPr>
        <w:t>ы взаимосвязанной деятель</w:t>
      </w:r>
      <w:r w:rsidR="00B9379C">
        <w:rPr>
          <w:sz w:val="28"/>
          <w:szCs w:val="28"/>
        </w:rPr>
        <w:softHyphen/>
        <w:t xml:space="preserve">ности </w:t>
      </w:r>
      <w:r w:rsidR="00B9379C" w:rsidRPr="00B81E6C">
        <w:rPr>
          <w:sz w:val="28"/>
          <w:szCs w:val="28"/>
        </w:rPr>
        <w:t xml:space="preserve">воспитателей и воспитуемых. </w:t>
      </w:r>
    </w:p>
    <w:p w:rsidR="00B9379C" w:rsidRPr="00974489" w:rsidRDefault="00B9379C" w:rsidP="00B9379C">
      <w:pPr>
        <w:spacing w:line="360" w:lineRule="auto"/>
        <w:ind w:firstLine="720"/>
        <w:jc w:val="both"/>
        <w:rPr>
          <w:sz w:val="28"/>
          <w:szCs w:val="28"/>
        </w:rPr>
      </w:pPr>
      <w:r w:rsidRPr="00974489">
        <w:rPr>
          <w:sz w:val="28"/>
          <w:szCs w:val="28"/>
        </w:rPr>
        <w:t>Методы воспитания следует отличать от средств воспитания, с которыми, однако, они тесно связаны и применяются в единстве. К средствам воспитания относятся, с одной стороны, различные виды деятельности (игровая, учебная, трудовая и т. д.), а с другой — совокупность предметов и произведений материальной и духовной культуры, привлекаемых для педагогической работы (наглядные пособия, политическая, художественная и научно-по</w:t>
      </w:r>
      <w:r w:rsidRPr="00974489">
        <w:rPr>
          <w:sz w:val="28"/>
          <w:szCs w:val="28"/>
        </w:rPr>
        <w:softHyphen/>
        <w:t>пулярная литература, произведения изобразительного и му</w:t>
      </w:r>
      <w:r w:rsidRPr="00974489">
        <w:rPr>
          <w:sz w:val="28"/>
          <w:szCs w:val="28"/>
        </w:rPr>
        <w:softHyphen/>
        <w:t>зыкального искусства, средства  массовой  информации  и т. д.)</w:t>
      </w:r>
    </w:p>
    <w:p w:rsidR="00B9379C" w:rsidRPr="00974489" w:rsidRDefault="00B9379C" w:rsidP="00B9379C">
      <w:pPr>
        <w:spacing w:line="360" w:lineRule="auto"/>
        <w:ind w:firstLine="720"/>
        <w:jc w:val="both"/>
        <w:rPr>
          <w:sz w:val="28"/>
          <w:szCs w:val="28"/>
        </w:rPr>
      </w:pPr>
      <w:r w:rsidRPr="00974489">
        <w:rPr>
          <w:sz w:val="28"/>
          <w:szCs w:val="28"/>
        </w:rPr>
        <w:t>В свете сказанного методы  воспитания  можно условно объ</w:t>
      </w:r>
      <w:r w:rsidRPr="00974489">
        <w:rPr>
          <w:sz w:val="28"/>
          <w:szCs w:val="28"/>
        </w:rPr>
        <w:softHyphen/>
        <w:t>единить в три основные группы.</w:t>
      </w:r>
    </w:p>
    <w:p w:rsidR="00B9379C" w:rsidRPr="00974489" w:rsidRDefault="00B9379C" w:rsidP="00B9379C">
      <w:pPr>
        <w:spacing w:line="360" w:lineRule="auto"/>
        <w:ind w:firstLine="720"/>
        <w:jc w:val="both"/>
        <w:rPr>
          <w:sz w:val="28"/>
          <w:szCs w:val="28"/>
        </w:rPr>
      </w:pPr>
      <w:r w:rsidRPr="00974489">
        <w:rPr>
          <w:sz w:val="28"/>
          <w:szCs w:val="28"/>
        </w:rPr>
        <w:t xml:space="preserve">Первая  группа  включает </w:t>
      </w:r>
      <w:r>
        <w:rPr>
          <w:sz w:val="28"/>
          <w:szCs w:val="28"/>
        </w:rPr>
        <w:t>методы разностороннего воздейст</w:t>
      </w:r>
      <w:r w:rsidRPr="00974489">
        <w:rPr>
          <w:sz w:val="28"/>
          <w:szCs w:val="28"/>
        </w:rPr>
        <w:t xml:space="preserve">вия на сознание, чувства и волю учащихся в интересах формирования у них </w:t>
      </w:r>
      <w:r>
        <w:rPr>
          <w:sz w:val="28"/>
          <w:szCs w:val="28"/>
        </w:rPr>
        <w:t>взглядов и убеждений</w:t>
      </w:r>
      <w:r w:rsidR="00255BD5">
        <w:rPr>
          <w:sz w:val="28"/>
          <w:szCs w:val="28"/>
        </w:rPr>
        <w:t xml:space="preserve"> (уроки демократического интернационального воспитания, общестуденческие ассамблеи, советы, конференции на интернациональные темы)</w:t>
      </w:r>
      <w:r>
        <w:rPr>
          <w:sz w:val="28"/>
          <w:szCs w:val="28"/>
        </w:rPr>
        <w:t>.</w:t>
      </w:r>
    </w:p>
    <w:p w:rsidR="00B9379C" w:rsidRPr="00974489" w:rsidRDefault="00B9379C" w:rsidP="00B9379C">
      <w:pPr>
        <w:spacing w:line="360" w:lineRule="auto"/>
        <w:ind w:firstLine="720"/>
        <w:jc w:val="both"/>
        <w:rPr>
          <w:sz w:val="28"/>
          <w:szCs w:val="28"/>
        </w:rPr>
      </w:pPr>
      <w:r w:rsidRPr="00974489">
        <w:rPr>
          <w:sz w:val="28"/>
          <w:szCs w:val="28"/>
        </w:rPr>
        <w:t>Вторая группа методов воспитания предусматривает органи</w:t>
      </w:r>
      <w:r w:rsidRPr="00974489">
        <w:rPr>
          <w:sz w:val="28"/>
          <w:szCs w:val="28"/>
        </w:rPr>
        <w:softHyphen/>
        <w:t>зацию деятельности и формирование опыта общественного по</w:t>
      </w:r>
      <w:r w:rsidRPr="00974489">
        <w:rPr>
          <w:sz w:val="28"/>
          <w:szCs w:val="28"/>
        </w:rPr>
        <w:softHyphen/>
        <w:t>ведения</w:t>
      </w:r>
      <w:r w:rsidR="00255BD5">
        <w:rPr>
          <w:sz w:val="28"/>
          <w:szCs w:val="28"/>
        </w:rPr>
        <w:t xml:space="preserve"> (вечера отдыха, экскурсии, благотворительность, экскурсии, «общинное воспитание» - воспитание навыков совместной деятельности)</w:t>
      </w:r>
      <w:r w:rsidRPr="00974489">
        <w:rPr>
          <w:sz w:val="28"/>
          <w:szCs w:val="28"/>
        </w:rPr>
        <w:t xml:space="preserve">. </w:t>
      </w:r>
    </w:p>
    <w:p w:rsidR="00B9379C" w:rsidRPr="00974489" w:rsidRDefault="00B9379C" w:rsidP="00B9379C">
      <w:pPr>
        <w:spacing w:line="360" w:lineRule="auto"/>
        <w:ind w:firstLine="720"/>
        <w:jc w:val="both"/>
        <w:rPr>
          <w:sz w:val="28"/>
          <w:szCs w:val="28"/>
        </w:rPr>
      </w:pPr>
      <w:r w:rsidRPr="00974489">
        <w:rPr>
          <w:sz w:val="28"/>
          <w:szCs w:val="28"/>
        </w:rPr>
        <w:t>Третья группа объединяет методы, выполняющие функции регулирования, корригирования и стимулирования поведения и деятельности воспитанников. Поступки и действия, совершаемые учащимися, должны получать ту или иную оценку, которая при</w:t>
      </w:r>
      <w:r w:rsidRPr="00974489">
        <w:rPr>
          <w:sz w:val="28"/>
          <w:szCs w:val="28"/>
        </w:rPr>
        <w:softHyphen/>
        <w:t>звана закреплять, упрочивать или, наоборот, разрушать, сдер</w:t>
      </w:r>
      <w:r w:rsidRPr="00974489">
        <w:rPr>
          <w:sz w:val="28"/>
          <w:szCs w:val="28"/>
        </w:rPr>
        <w:softHyphen/>
        <w:t>живать, ограничивать складывающиеся  формы  и  м</w:t>
      </w:r>
      <w:r w:rsidR="00255BD5">
        <w:rPr>
          <w:sz w:val="28"/>
          <w:szCs w:val="28"/>
        </w:rPr>
        <w:t>отивы  поведения и деятельности (международные радио – и телемосты, ролевые игры, дискуссии)</w:t>
      </w:r>
      <w:r w:rsidRPr="00974489">
        <w:rPr>
          <w:sz w:val="28"/>
          <w:szCs w:val="28"/>
        </w:rPr>
        <w:t xml:space="preserve"> [6, </w:t>
      </w:r>
      <w:r>
        <w:rPr>
          <w:sz w:val="28"/>
          <w:szCs w:val="28"/>
          <w:lang w:val="en-US"/>
        </w:rPr>
        <w:t>c</w:t>
      </w:r>
      <w:r w:rsidRPr="00974489">
        <w:rPr>
          <w:sz w:val="28"/>
          <w:szCs w:val="28"/>
        </w:rPr>
        <w:t>. 231 - 235].</w:t>
      </w:r>
    </w:p>
    <w:p w:rsidR="00255BD5" w:rsidRPr="006979A6" w:rsidRDefault="00255BD5" w:rsidP="00255B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979A6">
        <w:rPr>
          <w:sz w:val="28"/>
          <w:szCs w:val="28"/>
        </w:rPr>
        <w:t xml:space="preserve"> воспитании </w:t>
      </w:r>
      <w:r>
        <w:rPr>
          <w:sz w:val="28"/>
          <w:szCs w:val="28"/>
        </w:rPr>
        <w:t xml:space="preserve">подрастающего поколения </w:t>
      </w:r>
      <w:r w:rsidRPr="006979A6">
        <w:rPr>
          <w:sz w:val="28"/>
          <w:szCs w:val="28"/>
        </w:rPr>
        <w:t xml:space="preserve">происходят </w:t>
      </w:r>
      <w:r>
        <w:rPr>
          <w:sz w:val="28"/>
          <w:szCs w:val="28"/>
        </w:rPr>
        <w:t xml:space="preserve">важные перемены, отражающие, как </w:t>
      </w:r>
      <w:r w:rsidRPr="006979A6">
        <w:rPr>
          <w:sz w:val="28"/>
          <w:szCs w:val="28"/>
        </w:rPr>
        <w:t>в зеркале</w:t>
      </w:r>
      <w:r>
        <w:rPr>
          <w:sz w:val="28"/>
          <w:szCs w:val="28"/>
        </w:rPr>
        <w:t>,</w:t>
      </w:r>
      <w:r w:rsidRPr="006979A6">
        <w:rPr>
          <w:sz w:val="28"/>
          <w:szCs w:val="28"/>
        </w:rPr>
        <w:t xml:space="preserve"> политические изменения в мире. Так</w:t>
      </w:r>
      <w:r>
        <w:rPr>
          <w:sz w:val="28"/>
          <w:szCs w:val="28"/>
        </w:rPr>
        <w:t>, в последние годы заметно воз</w:t>
      </w:r>
      <w:r>
        <w:rPr>
          <w:sz w:val="28"/>
          <w:szCs w:val="28"/>
        </w:rPr>
        <w:softHyphen/>
      </w:r>
      <w:r w:rsidRPr="006979A6">
        <w:rPr>
          <w:sz w:val="28"/>
          <w:szCs w:val="28"/>
        </w:rPr>
        <w:t>росли масштабы воспитания в духе мира.</w:t>
      </w:r>
      <w:r>
        <w:rPr>
          <w:sz w:val="28"/>
          <w:szCs w:val="28"/>
        </w:rPr>
        <w:t xml:space="preserve"> Учреждена международная органи</w:t>
      </w:r>
      <w:r w:rsidRPr="006979A6">
        <w:rPr>
          <w:sz w:val="28"/>
          <w:szCs w:val="28"/>
        </w:rPr>
        <w:t>зация «Педагоги за мир», которая координирует осуществление международ</w:t>
      </w:r>
      <w:r w:rsidRPr="006979A6">
        <w:rPr>
          <w:sz w:val="28"/>
          <w:szCs w:val="28"/>
        </w:rPr>
        <w:softHyphen/>
        <w:t xml:space="preserve">ной программы: обмен делегациями учащихся, </w:t>
      </w:r>
      <w:r>
        <w:rPr>
          <w:sz w:val="28"/>
          <w:szCs w:val="28"/>
        </w:rPr>
        <w:t xml:space="preserve">студентов, </w:t>
      </w:r>
      <w:r w:rsidRPr="006979A6">
        <w:rPr>
          <w:sz w:val="28"/>
          <w:szCs w:val="28"/>
        </w:rPr>
        <w:t>создание международных дет</w:t>
      </w:r>
      <w:r w:rsidRPr="006979A6">
        <w:rPr>
          <w:sz w:val="28"/>
          <w:szCs w:val="28"/>
        </w:rPr>
        <w:softHyphen/>
        <w:t>ских</w:t>
      </w:r>
      <w:r>
        <w:rPr>
          <w:sz w:val="28"/>
          <w:szCs w:val="28"/>
        </w:rPr>
        <w:t xml:space="preserve"> лагерей, подготовку </w:t>
      </w:r>
      <w:r w:rsidRPr="006979A6">
        <w:rPr>
          <w:sz w:val="28"/>
          <w:szCs w:val="28"/>
        </w:rPr>
        <w:t>дидактических ма</w:t>
      </w:r>
      <w:r>
        <w:rPr>
          <w:sz w:val="28"/>
          <w:szCs w:val="28"/>
        </w:rPr>
        <w:t>териалов демократической, обще</w:t>
      </w:r>
      <w:r>
        <w:rPr>
          <w:sz w:val="28"/>
          <w:szCs w:val="28"/>
        </w:rPr>
        <w:softHyphen/>
        <w:t xml:space="preserve">человеческой </w:t>
      </w:r>
      <w:r w:rsidRPr="006979A6">
        <w:rPr>
          <w:sz w:val="28"/>
          <w:szCs w:val="28"/>
        </w:rPr>
        <w:t>направленности. Членами а</w:t>
      </w:r>
      <w:r>
        <w:rPr>
          <w:sz w:val="28"/>
          <w:szCs w:val="28"/>
        </w:rPr>
        <w:t xml:space="preserve">ссоциации являются более чем 50 </w:t>
      </w:r>
      <w:r w:rsidRPr="006979A6">
        <w:rPr>
          <w:sz w:val="28"/>
          <w:szCs w:val="28"/>
        </w:rPr>
        <w:t>стран. По инициативе организации проводят</w:t>
      </w:r>
      <w:r>
        <w:rPr>
          <w:sz w:val="28"/>
          <w:szCs w:val="28"/>
        </w:rPr>
        <w:t>ся международные радио- и теле</w:t>
      </w:r>
      <w:r>
        <w:rPr>
          <w:sz w:val="28"/>
          <w:szCs w:val="28"/>
        </w:rPr>
        <w:softHyphen/>
      </w:r>
      <w:r w:rsidRPr="006979A6">
        <w:rPr>
          <w:sz w:val="28"/>
          <w:szCs w:val="28"/>
        </w:rPr>
        <w:t xml:space="preserve">мосты, на которых </w:t>
      </w:r>
      <w:r>
        <w:rPr>
          <w:sz w:val="28"/>
          <w:szCs w:val="28"/>
        </w:rPr>
        <w:t xml:space="preserve">студенты </w:t>
      </w:r>
      <w:r w:rsidRPr="006979A6">
        <w:rPr>
          <w:sz w:val="28"/>
          <w:szCs w:val="28"/>
        </w:rPr>
        <w:t>обсуждают разные проблемы: музыки, спорта,</w:t>
      </w:r>
      <w:r w:rsidRPr="006979A6">
        <w:rPr>
          <w:sz w:val="28"/>
          <w:szCs w:val="28"/>
        </w:rPr>
        <w:br/>
        <w:t>досуга, экологии и пр. Благодаря общению</w:t>
      </w:r>
      <w:r>
        <w:rPr>
          <w:sz w:val="28"/>
          <w:szCs w:val="28"/>
        </w:rPr>
        <w:t xml:space="preserve"> подростки избавляются от взаим</w:t>
      </w:r>
      <w:r w:rsidRPr="006979A6">
        <w:rPr>
          <w:sz w:val="28"/>
          <w:szCs w:val="28"/>
        </w:rPr>
        <w:t>ного недоверия, учатся ощущать себя членами единого мира. Ассоциация</w:t>
      </w:r>
      <w:r w:rsidRPr="006979A6">
        <w:rPr>
          <w:sz w:val="28"/>
          <w:szCs w:val="28"/>
        </w:rPr>
        <w:br/>
        <w:t>«Педагоги за мир» организует уроки и нед</w:t>
      </w:r>
      <w:r>
        <w:rPr>
          <w:sz w:val="28"/>
          <w:szCs w:val="28"/>
        </w:rPr>
        <w:t>ели мира, на которых дети приоб</w:t>
      </w:r>
      <w:r w:rsidRPr="006979A6">
        <w:rPr>
          <w:sz w:val="28"/>
          <w:szCs w:val="28"/>
        </w:rPr>
        <w:t>щаются к идеалам добра и взаимной приязни независимо от национальности</w:t>
      </w:r>
      <w:r w:rsidR="00355A32">
        <w:rPr>
          <w:sz w:val="28"/>
          <w:szCs w:val="28"/>
        </w:rPr>
        <w:t xml:space="preserve"> [8</w:t>
      </w:r>
      <w:r w:rsidR="00355A32" w:rsidRPr="00974489">
        <w:rPr>
          <w:sz w:val="28"/>
          <w:szCs w:val="28"/>
        </w:rPr>
        <w:t xml:space="preserve">, </w:t>
      </w:r>
      <w:r w:rsidR="00355A32">
        <w:rPr>
          <w:sz w:val="28"/>
          <w:szCs w:val="28"/>
          <w:lang w:val="en-US"/>
        </w:rPr>
        <w:t>c</w:t>
      </w:r>
      <w:r w:rsidR="00CD2B50">
        <w:rPr>
          <w:sz w:val="28"/>
          <w:szCs w:val="28"/>
        </w:rPr>
        <w:t>. 98 - 99</w:t>
      </w:r>
      <w:r w:rsidR="00355A32" w:rsidRPr="00974489">
        <w:rPr>
          <w:sz w:val="28"/>
          <w:szCs w:val="28"/>
        </w:rPr>
        <w:t>].</w:t>
      </w:r>
    </w:p>
    <w:p w:rsidR="00974489" w:rsidRPr="00974489" w:rsidRDefault="00974489" w:rsidP="00FA1BDC">
      <w:pPr>
        <w:spacing w:line="360" w:lineRule="auto"/>
        <w:ind w:firstLine="720"/>
        <w:jc w:val="both"/>
        <w:rPr>
          <w:sz w:val="28"/>
          <w:szCs w:val="28"/>
        </w:rPr>
      </w:pPr>
      <w:r w:rsidRPr="00974489">
        <w:rPr>
          <w:sz w:val="28"/>
          <w:szCs w:val="28"/>
        </w:rPr>
        <w:t>Одной из распространенных форм интерна</w:t>
      </w:r>
      <w:r w:rsidRPr="00974489">
        <w:rPr>
          <w:sz w:val="28"/>
          <w:szCs w:val="28"/>
        </w:rPr>
        <w:softHyphen/>
        <w:t xml:space="preserve">ционального воспитания является политическое просвещение. Оно знакомит с политическими событиями внутри страны и за рубежом, способствует формированию личного отношения </w:t>
      </w:r>
      <w:r w:rsidR="00FA1BDC">
        <w:rPr>
          <w:sz w:val="28"/>
          <w:szCs w:val="28"/>
        </w:rPr>
        <w:t xml:space="preserve">студентов </w:t>
      </w:r>
      <w:r w:rsidRPr="00974489">
        <w:rPr>
          <w:sz w:val="28"/>
          <w:szCs w:val="28"/>
        </w:rPr>
        <w:t>к этим событиям. Хорошо организованное политическое просвещение бу</w:t>
      </w:r>
      <w:r w:rsidRPr="00974489">
        <w:rPr>
          <w:sz w:val="28"/>
          <w:szCs w:val="28"/>
        </w:rPr>
        <w:softHyphen/>
        <w:t>дет способствовать стремлению</w:t>
      </w:r>
      <w:r w:rsidR="00FA1BDC">
        <w:rPr>
          <w:sz w:val="28"/>
          <w:szCs w:val="28"/>
        </w:rPr>
        <w:t xml:space="preserve"> студентов принимать </w:t>
      </w:r>
      <w:r w:rsidRPr="00974489">
        <w:rPr>
          <w:sz w:val="28"/>
          <w:szCs w:val="28"/>
        </w:rPr>
        <w:t xml:space="preserve">посильное участие в общественной жизни </w:t>
      </w:r>
      <w:r w:rsidR="00FA1BDC">
        <w:rPr>
          <w:sz w:val="28"/>
          <w:szCs w:val="28"/>
        </w:rPr>
        <w:t>техникума, страны.</w:t>
      </w:r>
    </w:p>
    <w:p w:rsidR="00974489" w:rsidRPr="00974489" w:rsidRDefault="00974489" w:rsidP="00974489">
      <w:pPr>
        <w:spacing w:line="360" w:lineRule="auto"/>
        <w:ind w:firstLine="720"/>
        <w:jc w:val="both"/>
        <w:rPr>
          <w:sz w:val="28"/>
          <w:szCs w:val="28"/>
        </w:rPr>
      </w:pPr>
      <w:r w:rsidRPr="00974489">
        <w:rPr>
          <w:sz w:val="28"/>
          <w:szCs w:val="28"/>
        </w:rPr>
        <w:t>С подростками проводят коллективное чтение газет, организу</w:t>
      </w:r>
      <w:r w:rsidRPr="00974489">
        <w:rPr>
          <w:sz w:val="28"/>
          <w:szCs w:val="28"/>
        </w:rPr>
        <w:softHyphen/>
        <w:t>ют информации о событиях в политической, культурной, спортив</w:t>
      </w:r>
      <w:r w:rsidRPr="00974489">
        <w:rPr>
          <w:sz w:val="28"/>
          <w:szCs w:val="28"/>
        </w:rPr>
        <w:softHyphen/>
        <w:t>ной жизни в нашей стране и за рубежом.</w:t>
      </w:r>
    </w:p>
    <w:p w:rsidR="00974489" w:rsidRPr="00974489" w:rsidRDefault="00FA1BDC" w:rsidP="00FA1BD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Старшекурсники</w:t>
      </w:r>
      <w:r w:rsidR="00974489" w:rsidRPr="00974489">
        <w:rPr>
          <w:sz w:val="28"/>
          <w:szCs w:val="28"/>
        </w:rPr>
        <w:t xml:space="preserve"> проводят информации о важнейших полити</w:t>
      </w:r>
      <w:r w:rsidR="00974489" w:rsidRPr="00974489">
        <w:rPr>
          <w:sz w:val="28"/>
          <w:szCs w:val="28"/>
        </w:rPr>
        <w:softHyphen/>
        <w:t>ческих, экономических событиях, научных, культурных и спортив</w:t>
      </w:r>
      <w:r w:rsidR="00974489" w:rsidRPr="00974489">
        <w:rPr>
          <w:sz w:val="28"/>
          <w:szCs w:val="28"/>
        </w:rPr>
        <w:softHyphen/>
        <w:t>ных связях с зарубежными стр</w:t>
      </w:r>
      <w:r>
        <w:rPr>
          <w:sz w:val="28"/>
          <w:szCs w:val="28"/>
        </w:rPr>
        <w:t>анами, изучают историю развития дея</w:t>
      </w:r>
      <w:r>
        <w:rPr>
          <w:sz w:val="28"/>
          <w:szCs w:val="28"/>
        </w:rPr>
        <w:softHyphen/>
        <w:t>тельности</w:t>
      </w:r>
      <w:r w:rsidR="00974489" w:rsidRPr="00974489">
        <w:rPr>
          <w:sz w:val="28"/>
          <w:szCs w:val="28"/>
        </w:rPr>
        <w:t xml:space="preserve"> молодежных политич</w:t>
      </w:r>
      <w:r>
        <w:rPr>
          <w:sz w:val="28"/>
          <w:szCs w:val="28"/>
        </w:rPr>
        <w:t>еских, спортивных и других орга</w:t>
      </w:r>
      <w:r w:rsidR="00974489" w:rsidRPr="00974489">
        <w:rPr>
          <w:sz w:val="28"/>
          <w:szCs w:val="28"/>
        </w:rPr>
        <w:t>низаций,</w:t>
      </w:r>
      <w:r>
        <w:rPr>
          <w:sz w:val="28"/>
          <w:szCs w:val="28"/>
        </w:rPr>
        <w:t xml:space="preserve"> участвуют в туристских походах </w:t>
      </w:r>
      <w:r w:rsidR="00974489" w:rsidRPr="00974489">
        <w:rPr>
          <w:sz w:val="28"/>
          <w:szCs w:val="28"/>
        </w:rPr>
        <w:t>и т. д.</w:t>
      </w:r>
    </w:p>
    <w:p w:rsidR="00974489" w:rsidRPr="00974489" w:rsidRDefault="00974489" w:rsidP="00974489">
      <w:pPr>
        <w:spacing w:line="360" w:lineRule="auto"/>
        <w:ind w:firstLine="720"/>
        <w:jc w:val="both"/>
        <w:rPr>
          <w:sz w:val="28"/>
          <w:szCs w:val="28"/>
        </w:rPr>
      </w:pPr>
      <w:r w:rsidRPr="00974489">
        <w:rPr>
          <w:sz w:val="28"/>
          <w:szCs w:val="28"/>
        </w:rPr>
        <w:t>Большое значение в интернациональном восп</w:t>
      </w:r>
      <w:r w:rsidR="00FA1BDC">
        <w:rPr>
          <w:sz w:val="28"/>
          <w:szCs w:val="28"/>
        </w:rPr>
        <w:t>итании имеет переписка со студентами</w:t>
      </w:r>
      <w:r w:rsidRPr="00974489">
        <w:rPr>
          <w:sz w:val="28"/>
          <w:szCs w:val="28"/>
        </w:rPr>
        <w:t xml:space="preserve"> других стран. Она помогает узнавать и изучать быт народов, наци</w:t>
      </w:r>
      <w:r>
        <w:rPr>
          <w:sz w:val="28"/>
          <w:szCs w:val="28"/>
        </w:rPr>
        <w:t>ональные традиции, общественные</w:t>
      </w:r>
      <w:r w:rsidRPr="00974489">
        <w:rPr>
          <w:sz w:val="28"/>
          <w:szCs w:val="28"/>
        </w:rPr>
        <w:t xml:space="preserve"> </w:t>
      </w:r>
      <w:r>
        <w:rPr>
          <w:sz w:val="28"/>
          <w:szCs w:val="28"/>
        </w:rPr>
        <w:t>идеи и проблемы, волную</w:t>
      </w:r>
      <w:r>
        <w:rPr>
          <w:sz w:val="28"/>
          <w:szCs w:val="28"/>
        </w:rPr>
        <w:softHyphen/>
        <w:t>щие</w:t>
      </w:r>
      <w:r w:rsidRPr="00974489">
        <w:rPr>
          <w:sz w:val="28"/>
          <w:szCs w:val="28"/>
        </w:rPr>
        <w:t xml:space="preserve"> молодежь и вд</w:t>
      </w:r>
      <w:r>
        <w:rPr>
          <w:sz w:val="28"/>
          <w:szCs w:val="28"/>
        </w:rPr>
        <w:t xml:space="preserve">охновляющие ее на участие в </w:t>
      </w:r>
      <w:r w:rsidRPr="00974489">
        <w:rPr>
          <w:sz w:val="28"/>
          <w:szCs w:val="28"/>
        </w:rPr>
        <w:t>общественной жизни.</w:t>
      </w:r>
    </w:p>
    <w:p w:rsidR="00974489" w:rsidRPr="00974489" w:rsidRDefault="00974489" w:rsidP="00974489">
      <w:pPr>
        <w:spacing w:line="360" w:lineRule="auto"/>
        <w:ind w:firstLine="720"/>
        <w:jc w:val="both"/>
        <w:rPr>
          <w:sz w:val="28"/>
          <w:szCs w:val="28"/>
        </w:rPr>
      </w:pPr>
      <w:r w:rsidRPr="00974489">
        <w:rPr>
          <w:sz w:val="28"/>
          <w:szCs w:val="28"/>
        </w:rPr>
        <w:t>Огромную помощь в интернациональном вос</w:t>
      </w:r>
      <w:r w:rsidRPr="00974489">
        <w:rPr>
          <w:sz w:val="28"/>
          <w:szCs w:val="28"/>
        </w:rPr>
        <w:softHyphen/>
        <w:t>питании оказывают интернациональные клубы. Чл</w:t>
      </w:r>
      <w:r>
        <w:rPr>
          <w:sz w:val="28"/>
          <w:szCs w:val="28"/>
        </w:rPr>
        <w:t>ены</w:t>
      </w:r>
      <w:r w:rsidRPr="00974489">
        <w:rPr>
          <w:sz w:val="28"/>
          <w:szCs w:val="28"/>
        </w:rPr>
        <w:t xml:space="preserve"> клуба занимаются в секциях обозревателей, искусствоведов, участ</w:t>
      </w:r>
      <w:r w:rsidRPr="00974489">
        <w:rPr>
          <w:sz w:val="28"/>
          <w:szCs w:val="28"/>
        </w:rPr>
        <w:softHyphen/>
        <w:t>вуют в массовых, культурных ил</w:t>
      </w:r>
      <w:r>
        <w:rPr>
          <w:sz w:val="28"/>
          <w:szCs w:val="28"/>
        </w:rPr>
        <w:t>и спортивных мероприятиях и др.</w:t>
      </w:r>
      <w:r w:rsidRPr="00974489">
        <w:rPr>
          <w:sz w:val="28"/>
          <w:szCs w:val="28"/>
        </w:rPr>
        <w:t xml:space="preserve"> Они выступают с докладами, п</w:t>
      </w:r>
      <w:r>
        <w:rPr>
          <w:sz w:val="28"/>
          <w:szCs w:val="28"/>
        </w:rPr>
        <w:t>роводят беседы как руководители</w:t>
      </w:r>
      <w:r w:rsidRPr="00974489">
        <w:rPr>
          <w:sz w:val="28"/>
          <w:szCs w:val="28"/>
        </w:rPr>
        <w:t xml:space="preserve"> диспутов, организуют встречи с ин</w:t>
      </w:r>
      <w:r w:rsidR="00FA1BDC">
        <w:rPr>
          <w:sz w:val="28"/>
          <w:szCs w:val="28"/>
        </w:rPr>
        <w:t xml:space="preserve">остранными гостями, </w:t>
      </w:r>
      <w:r w:rsidRPr="00974489">
        <w:rPr>
          <w:sz w:val="28"/>
          <w:szCs w:val="28"/>
        </w:rPr>
        <w:t xml:space="preserve">организуют выставки и т. д. [7, </w:t>
      </w:r>
      <w:r>
        <w:rPr>
          <w:sz w:val="28"/>
          <w:szCs w:val="28"/>
          <w:lang w:val="en-US"/>
        </w:rPr>
        <w:t>c</w:t>
      </w:r>
      <w:r w:rsidRPr="00974489">
        <w:rPr>
          <w:sz w:val="28"/>
          <w:szCs w:val="28"/>
        </w:rPr>
        <w:t>. 150].</w:t>
      </w:r>
    </w:p>
    <w:p w:rsidR="00974489" w:rsidRPr="00AE6A9C" w:rsidRDefault="00974489" w:rsidP="00FA1BDC">
      <w:pPr>
        <w:spacing w:line="360" w:lineRule="auto"/>
        <w:ind w:left="1440" w:hanging="720"/>
        <w:jc w:val="both"/>
        <w:rPr>
          <w:b/>
          <w:sz w:val="28"/>
          <w:szCs w:val="28"/>
        </w:rPr>
      </w:pPr>
      <w:r w:rsidRPr="00974489">
        <w:rPr>
          <w:sz w:val="28"/>
          <w:szCs w:val="28"/>
        </w:rPr>
        <w:br w:type="column"/>
      </w:r>
      <w:r w:rsidR="00FA1BDC" w:rsidRPr="00AE6A9C">
        <w:rPr>
          <w:b/>
          <w:sz w:val="28"/>
          <w:szCs w:val="28"/>
        </w:rPr>
        <w:t>2.3. Принципы и педагогические требования интернационального воспитания студентов техникума</w:t>
      </w:r>
    </w:p>
    <w:p w:rsidR="00974489" w:rsidRPr="00456D76" w:rsidRDefault="00974489" w:rsidP="00974489">
      <w:pPr>
        <w:spacing w:line="360" w:lineRule="auto"/>
        <w:ind w:firstLine="720"/>
        <w:jc w:val="both"/>
        <w:rPr>
          <w:sz w:val="28"/>
          <w:szCs w:val="28"/>
        </w:rPr>
      </w:pPr>
    </w:p>
    <w:p w:rsidR="004332DF" w:rsidRPr="004332DF" w:rsidRDefault="004332DF" w:rsidP="00FA1BDC">
      <w:pPr>
        <w:spacing w:line="360" w:lineRule="auto"/>
        <w:ind w:firstLine="720"/>
        <w:jc w:val="both"/>
        <w:rPr>
          <w:sz w:val="28"/>
          <w:szCs w:val="28"/>
        </w:rPr>
      </w:pPr>
      <w:r w:rsidRPr="004332DF">
        <w:rPr>
          <w:sz w:val="28"/>
          <w:szCs w:val="28"/>
        </w:rPr>
        <w:t>Принципы воспитательного процесса (принципы воспита</w:t>
      </w:r>
      <w:r w:rsidRPr="004332DF">
        <w:rPr>
          <w:sz w:val="28"/>
          <w:szCs w:val="28"/>
        </w:rPr>
        <w:softHyphen/>
        <w:t>ния) — это общие исходные положения, в которых выражены основные требования к содержанию, методам, организации воспитательного процесса. Они отражают специфику процесса воспитания, и в отличие от общих принципов педагогического п</w:t>
      </w:r>
      <w:r w:rsidR="00FA1BDC">
        <w:rPr>
          <w:sz w:val="28"/>
          <w:szCs w:val="28"/>
        </w:rPr>
        <w:t>роцесса</w:t>
      </w:r>
      <w:r w:rsidRPr="004332DF">
        <w:rPr>
          <w:sz w:val="28"/>
          <w:szCs w:val="28"/>
        </w:rPr>
        <w:t>, это общие положения, которыми руководствуются педагоги при решении воспита</w:t>
      </w:r>
      <w:r w:rsidRPr="004332DF">
        <w:rPr>
          <w:sz w:val="28"/>
          <w:szCs w:val="28"/>
        </w:rPr>
        <w:softHyphen/>
        <w:t>тельных задач. Охарактеризуем требо</w:t>
      </w:r>
      <w:r w:rsidR="00FA1BDC">
        <w:rPr>
          <w:sz w:val="28"/>
          <w:szCs w:val="28"/>
        </w:rPr>
        <w:t xml:space="preserve">вания, предъявляемые к </w:t>
      </w:r>
      <w:r w:rsidRPr="004332DF">
        <w:rPr>
          <w:sz w:val="28"/>
          <w:szCs w:val="28"/>
        </w:rPr>
        <w:t xml:space="preserve"> принципам.</w:t>
      </w:r>
    </w:p>
    <w:p w:rsidR="004332DF" w:rsidRPr="004332DF" w:rsidRDefault="00FA1BDC" w:rsidP="004332D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332DF" w:rsidRPr="004332DF">
        <w:rPr>
          <w:sz w:val="28"/>
          <w:szCs w:val="28"/>
        </w:rPr>
        <w:t>Обязательность. Принцип</w:t>
      </w:r>
      <w:r>
        <w:rPr>
          <w:sz w:val="28"/>
          <w:szCs w:val="28"/>
        </w:rPr>
        <w:t xml:space="preserve">ы воспитания — это не совет, не </w:t>
      </w:r>
      <w:r w:rsidR="004332DF" w:rsidRPr="004332DF">
        <w:rPr>
          <w:sz w:val="28"/>
          <w:szCs w:val="28"/>
        </w:rPr>
        <w:t xml:space="preserve">рекомендация; они требуют обязательного и полного </w:t>
      </w:r>
      <w:r>
        <w:rPr>
          <w:sz w:val="28"/>
          <w:szCs w:val="28"/>
        </w:rPr>
        <w:t>вопло</w:t>
      </w:r>
      <w:r>
        <w:rPr>
          <w:sz w:val="28"/>
          <w:szCs w:val="28"/>
        </w:rPr>
        <w:softHyphen/>
        <w:t xml:space="preserve">щения в практику. </w:t>
      </w:r>
    </w:p>
    <w:p w:rsidR="004332DF" w:rsidRPr="004332DF" w:rsidRDefault="00FA1BDC" w:rsidP="00FA1BD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332DF" w:rsidRPr="004332DF">
        <w:rPr>
          <w:sz w:val="28"/>
          <w:szCs w:val="28"/>
        </w:rPr>
        <w:t>Комплексность. Принципы несут в себе требование ком</w:t>
      </w:r>
      <w:r w:rsidR="004332DF" w:rsidRPr="004332DF">
        <w:rPr>
          <w:sz w:val="28"/>
          <w:szCs w:val="28"/>
        </w:rPr>
        <w:softHyphen/>
        <w:t>плексности, предполагающее их одновременное, а не пооче</w:t>
      </w:r>
      <w:r w:rsidR="004332DF" w:rsidRPr="004332DF">
        <w:rPr>
          <w:sz w:val="28"/>
          <w:szCs w:val="28"/>
        </w:rPr>
        <w:softHyphen/>
        <w:t>редное, изолированное применение на всех этапах воспита</w:t>
      </w:r>
      <w:r w:rsidR="004332DF" w:rsidRPr="004332DF">
        <w:rPr>
          <w:sz w:val="28"/>
          <w:szCs w:val="28"/>
        </w:rPr>
        <w:softHyphen/>
        <w:t>тельного процесса. Принципы используются не в цепочке, а фронтально и все сразу.</w:t>
      </w:r>
    </w:p>
    <w:p w:rsidR="004332DF" w:rsidRPr="004332DF" w:rsidRDefault="00FA1BDC" w:rsidP="004332D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332DF" w:rsidRPr="004332DF">
        <w:rPr>
          <w:sz w:val="28"/>
          <w:szCs w:val="28"/>
        </w:rPr>
        <w:t>Равнозначность. Принципы воспитания как общие фунда</w:t>
      </w:r>
      <w:r w:rsidR="004332DF" w:rsidRPr="004332DF">
        <w:rPr>
          <w:sz w:val="28"/>
          <w:szCs w:val="28"/>
        </w:rPr>
        <w:softHyphen/>
        <w:t>ментальные положения равнозначны, среди них нет главных и второстепенных, таких, что требуют реализации в первую оче</w:t>
      </w:r>
      <w:r w:rsidR="004332DF" w:rsidRPr="004332DF">
        <w:rPr>
          <w:sz w:val="28"/>
          <w:szCs w:val="28"/>
        </w:rPr>
        <w:softHyphen/>
        <w:t>редь, и таких, осуществление которых можно отложить на завт</w:t>
      </w:r>
      <w:r w:rsidR="004332DF" w:rsidRPr="004332DF">
        <w:rPr>
          <w:sz w:val="28"/>
          <w:szCs w:val="28"/>
        </w:rPr>
        <w:softHyphen/>
        <w:t>ра. Одинаковое внимание ко всем принципам предотвращает возможные нарушения течения воспитательного процесса.</w:t>
      </w:r>
    </w:p>
    <w:p w:rsidR="004332DF" w:rsidRPr="00AE6A9C" w:rsidRDefault="004332DF" w:rsidP="004332DF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4332DF">
        <w:rPr>
          <w:sz w:val="28"/>
          <w:szCs w:val="28"/>
        </w:rPr>
        <w:t>Принципы, на которые опирается воспитательный процесс, составляют систему. Существует и существовало много систем воспитания. И естественно, характер, отдельные тр</w:t>
      </w:r>
      <w:r w:rsidR="00FA1BDC">
        <w:rPr>
          <w:sz w:val="28"/>
          <w:szCs w:val="28"/>
        </w:rPr>
        <w:t xml:space="preserve">ебования принципов, а иногда и </w:t>
      </w:r>
      <w:r w:rsidRPr="004332DF">
        <w:rPr>
          <w:sz w:val="28"/>
          <w:szCs w:val="28"/>
        </w:rPr>
        <w:t xml:space="preserve">сами принципы не могут оставаться в них неизменными. </w:t>
      </w:r>
      <w:r w:rsidRPr="00AE6A9C">
        <w:rPr>
          <w:i/>
          <w:sz w:val="28"/>
          <w:szCs w:val="28"/>
        </w:rPr>
        <w:t>Современная отечественная система воспи</w:t>
      </w:r>
      <w:r w:rsidRPr="00AE6A9C">
        <w:rPr>
          <w:i/>
          <w:sz w:val="28"/>
          <w:szCs w:val="28"/>
        </w:rPr>
        <w:softHyphen/>
        <w:t>тания руководствуется следующими принципами:</w:t>
      </w:r>
    </w:p>
    <w:p w:rsidR="004332DF" w:rsidRPr="004332DF" w:rsidRDefault="00A80744" w:rsidP="004332D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332DF" w:rsidRPr="004332DF">
        <w:rPr>
          <w:sz w:val="28"/>
          <w:szCs w:val="28"/>
        </w:rPr>
        <w:t>общественная направленность воспитания;</w:t>
      </w:r>
    </w:p>
    <w:p w:rsidR="004332DF" w:rsidRPr="004332DF" w:rsidRDefault="00A80744" w:rsidP="004332D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332DF" w:rsidRPr="004332DF">
        <w:rPr>
          <w:sz w:val="28"/>
          <w:szCs w:val="28"/>
        </w:rPr>
        <w:t>связь воспитания с жизнью, трудом;</w:t>
      </w:r>
    </w:p>
    <w:p w:rsidR="004332DF" w:rsidRPr="004332DF" w:rsidRDefault="00A80744" w:rsidP="004332D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332DF" w:rsidRPr="004332DF">
        <w:rPr>
          <w:sz w:val="28"/>
          <w:szCs w:val="28"/>
        </w:rPr>
        <w:t>опора на положительное в воспитании;</w:t>
      </w:r>
    </w:p>
    <w:p w:rsidR="004332DF" w:rsidRPr="004332DF" w:rsidRDefault="00A80744" w:rsidP="004332D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332DF" w:rsidRPr="004332DF">
        <w:rPr>
          <w:sz w:val="28"/>
          <w:szCs w:val="28"/>
        </w:rPr>
        <w:t>гуманизация воспитания;</w:t>
      </w:r>
      <w:r w:rsidR="004332DF" w:rsidRPr="004332DF">
        <w:rPr>
          <w:sz w:val="28"/>
          <w:szCs w:val="28"/>
        </w:rPr>
        <w:tab/>
      </w:r>
    </w:p>
    <w:p w:rsidR="004332DF" w:rsidRPr="004332DF" w:rsidRDefault="00A12827" w:rsidP="004332D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4332DF" w:rsidRPr="004332DF">
        <w:rPr>
          <w:sz w:val="28"/>
          <w:szCs w:val="28"/>
        </w:rPr>
        <w:t>личностный подход;</w:t>
      </w:r>
    </w:p>
    <w:p w:rsidR="004332DF" w:rsidRPr="004332DF" w:rsidRDefault="00A12827" w:rsidP="004332D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4332DF" w:rsidRPr="004332DF">
        <w:rPr>
          <w:sz w:val="28"/>
          <w:szCs w:val="28"/>
        </w:rPr>
        <w:t>единст</w:t>
      </w:r>
      <w:r w:rsidR="002D3F21">
        <w:rPr>
          <w:sz w:val="28"/>
          <w:szCs w:val="28"/>
        </w:rPr>
        <w:t>во воспитательных воздействий [8</w:t>
      </w:r>
      <w:r w:rsidR="004332DF" w:rsidRPr="004332DF">
        <w:rPr>
          <w:sz w:val="28"/>
          <w:szCs w:val="28"/>
        </w:rPr>
        <w:t xml:space="preserve">, </w:t>
      </w:r>
      <w:r w:rsidR="004332DF">
        <w:rPr>
          <w:sz w:val="28"/>
          <w:szCs w:val="28"/>
          <w:lang w:val="en-US"/>
        </w:rPr>
        <w:t>c</w:t>
      </w:r>
      <w:r w:rsidR="004332DF" w:rsidRPr="004332DF">
        <w:rPr>
          <w:sz w:val="28"/>
          <w:szCs w:val="28"/>
        </w:rPr>
        <w:t xml:space="preserve">. </w:t>
      </w:r>
      <w:r w:rsidR="004332DF" w:rsidRPr="00A12827">
        <w:rPr>
          <w:sz w:val="28"/>
          <w:szCs w:val="28"/>
        </w:rPr>
        <w:t>40- 41</w:t>
      </w:r>
      <w:r w:rsidR="004332DF" w:rsidRPr="004332DF">
        <w:rPr>
          <w:sz w:val="28"/>
          <w:szCs w:val="28"/>
        </w:rPr>
        <w:t>].</w:t>
      </w:r>
    </w:p>
    <w:p w:rsidR="003212F9" w:rsidRPr="004332DF" w:rsidRDefault="004A23BF" w:rsidP="004332D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line id="_x0000_s1029" style="position:absolute;left:0;text-align:left;z-index:251638784;mso-position-horizontal-relative:margin" from="-279.1pt,205.2pt" to="-279.1pt,302.65pt" o:allowincell="f" strokeweight="1.9pt">
            <w10:wrap anchorx="margin"/>
          </v:line>
        </w:pict>
      </w:r>
      <w:r>
        <w:rPr>
          <w:sz w:val="28"/>
          <w:szCs w:val="28"/>
          <w:lang w:val="en-US"/>
        </w:rPr>
        <w:pict>
          <v:line id="_x0000_s1030" style="position:absolute;left:0;text-align:left;z-index:251639808;mso-position-horizontal-relative:margin" from="-274.55pt,51.6pt" to="-274.55pt,88.3pt" o:allowincell="f" strokeweight=".7pt">
            <w10:wrap anchorx="margin"/>
          </v:line>
        </w:pict>
      </w:r>
      <w:r w:rsidR="00A12827">
        <w:rPr>
          <w:sz w:val="28"/>
          <w:szCs w:val="28"/>
        </w:rPr>
        <w:t>Принципы</w:t>
      </w:r>
      <w:r w:rsidR="003212F9" w:rsidRPr="004332DF">
        <w:rPr>
          <w:sz w:val="28"/>
          <w:szCs w:val="28"/>
        </w:rPr>
        <w:t xml:space="preserve"> интернационализма — это </w:t>
      </w:r>
      <w:r w:rsidR="00A12827">
        <w:rPr>
          <w:sz w:val="28"/>
          <w:szCs w:val="28"/>
        </w:rPr>
        <w:t xml:space="preserve">исходные положения </w:t>
      </w:r>
      <w:r w:rsidR="003212F9" w:rsidRPr="004332DF">
        <w:rPr>
          <w:sz w:val="28"/>
          <w:szCs w:val="28"/>
        </w:rPr>
        <w:t xml:space="preserve">теории интернационализма, ее руководящие идеи. </w:t>
      </w:r>
      <w:r w:rsidR="00A12827" w:rsidRPr="00A12827">
        <w:rPr>
          <w:sz w:val="28"/>
          <w:szCs w:val="28"/>
        </w:rPr>
        <w:t>Каждый принцип</w:t>
      </w:r>
      <w:r w:rsidR="00A12827">
        <w:rPr>
          <w:sz w:val="28"/>
          <w:szCs w:val="28"/>
        </w:rPr>
        <w:t xml:space="preserve"> </w:t>
      </w:r>
      <w:r w:rsidR="003212F9" w:rsidRPr="00A12827">
        <w:rPr>
          <w:sz w:val="28"/>
          <w:szCs w:val="28"/>
        </w:rPr>
        <w:t xml:space="preserve">интернационализма связан с другими, имеет определенную специфику и вносит свой вклад в «механизм» действия научной идеологии и политики </w:t>
      </w:r>
      <w:r w:rsidR="00A12827">
        <w:rPr>
          <w:sz w:val="28"/>
          <w:szCs w:val="28"/>
        </w:rPr>
        <w:t xml:space="preserve">страны </w:t>
      </w:r>
      <w:r w:rsidR="003212F9" w:rsidRPr="00A12827">
        <w:rPr>
          <w:sz w:val="28"/>
          <w:szCs w:val="28"/>
        </w:rPr>
        <w:t xml:space="preserve">в национальном вопросе. Каждый из них выражает разные стороны и моменты объективного процесса утверждения братства рабочих разных наций и стран, содружества </w:t>
      </w:r>
      <w:r w:rsidR="00A12827" w:rsidRPr="00A12827">
        <w:rPr>
          <w:sz w:val="28"/>
          <w:szCs w:val="28"/>
        </w:rPr>
        <w:t>наций и держа</w:t>
      </w:r>
      <w:r w:rsidR="00A12827">
        <w:rPr>
          <w:sz w:val="28"/>
          <w:szCs w:val="28"/>
        </w:rPr>
        <w:t>в</w:t>
      </w:r>
      <w:r w:rsidR="003212F9" w:rsidRPr="00A12827">
        <w:rPr>
          <w:sz w:val="28"/>
          <w:szCs w:val="28"/>
        </w:rPr>
        <w:t>.</w:t>
      </w:r>
    </w:p>
    <w:p w:rsidR="003212F9" w:rsidRPr="00A12827" w:rsidRDefault="00A12827" w:rsidP="003212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212F9" w:rsidRPr="00A12827">
        <w:rPr>
          <w:sz w:val="28"/>
          <w:szCs w:val="28"/>
        </w:rPr>
        <w:t>нтернационализм выступает как общность закономерно связа</w:t>
      </w:r>
      <w:r>
        <w:rPr>
          <w:sz w:val="28"/>
          <w:szCs w:val="28"/>
        </w:rPr>
        <w:t>нных между собой разных принципов</w:t>
      </w:r>
      <w:r w:rsidR="003212F9" w:rsidRPr="00A12827">
        <w:rPr>
          <w:sz w:val="28"/>
          <w:szCs w:val="28"/>
        </w:rPr>
        <w:t xml:space="preserve">, что составляют в совокупности цельную идеологию, политику и этику </w:t>
      </w:r>
      <w:r>
        <w:rPr>
          <w:sz w:val="28"/>
          <w:szCs w:val="28"/>
        </w:rPr>
        <w:t xml:space="preserve">государства </w:t>
      </w:r>
      <w:r w:rsidR="003212F9" w:rsidRPr="00A12827">
        <w:rPr>
          <w:sz w:val="28"/>
          <w:szCs w:val="28"/>
        </w:rPr>
        <w:t xml:space="preserve">по национальному вопросу. </w:t>
      </w:r>
      <w:r w:rsidRPr="00A12827">
        <w:rPr>
          <w:sz w:val="28"/>
          <w:szCs w:val="28"/>
        </w:rPr>
        <w:t>Социальная практика развития</w:t>
      </w:r>
      <w:r>
        <w:rPr>
          <w:sz w:val="28"/>
          <w:szCs w:val="28"/>
        </w:rPr>
        <w:t xml:space="preserve"> </w:t>
      </w:r>
      <w:r w:rsidR="003212F9" w:rsidRPr="00A12827">
        <w:rPr>
          <w:sz w:val="28"/>
          <w:szCs w:val="28"/>
        </w:rPr>
        <w:t>интернационализма дает возможность сформулировать эти принципы.</w:t>
      </w:r>
    </w:p>
    <w:p w:rsidR="003212F9" w:rsidRPr="00A12827" w:rsidRDefault="003212F9" w:rsidP="003212F9">
      <w:pPr>
        <w:spacing w:line="360" w:lineRule="auto"/>
        <w:ind w:firstLine="720"/>
        <w:jc w:val="both"/>
        <w:rPr>
          <w:sz w:val="28"/>
          <w:szCs w:val="28"/>
        </w:rPr>
      </w:pPr>
      <w:r w:rsidRPr="00A12827">
        <w:rPr>
          <w:sz w:val="28"/>
          <w:szCs w:val="28"/>
        </w:rPr>
        <w:t>Основным принципом интернационализма является солидарность, сплоченность. Международная солидарность возникает в результате развития самосознан</w:t>
      </w:r>
      <w:r w:rsidR="00A12827">
        <w:rPr>
          <w:sz w:val="28"/>
          <w:szCs w:val="28"/>
        </w:rPr>
        <w:t>ия людей</w:t>
      </w:r>
      <w:r w:rsidRPr="00A12827">
        <w:rPr>
          <w:sz w:val="28"/>
          <w:szCs w:val="28"/>
        </w:rPr>
        <w:t>, осознания им</w:t>
      </w:r>
      <w:r w:rsidR="00A12827">
        <w:rPr>
          <w:sz w:val="28"/>
          <w:szCs w:val="28"/>
        </w:rPr>
        <w:t>и общности коренных интересов   - интересов мира, благополучия.</w:t>
      </w:r>
    </w:p>
    <w:p w:rsidR="003212F9" w:rsidRPr="003212F9" w:rsidRDefault="003212F9" w:rsidP="003212F9">
      <w:pPr>
        <w:spacing w:line="360" w:lineRule="auto"/>
        <w:ind w:firstLine="720"/>
        <w:jc w:val="both"/>
        <w:rPr>
          <w:sz w:val="28"/>
          <w:szCs w:val="28"/>
        </w:rPr>
      </w:pPr>
      <w:r w:rsidRPr="00A12827">
        <w:rPr>
          <w:sz w:val="28"/>
          <w:szCs w:val="28"/>
        </w:rPr>
        <w:t xml:space="preserve">Принципы равенства и взаимопомощи и все другие дополняют и углубляют содержание принципа солидарности. </w:t>
      </w:r>
      <w:r w:rsidRPr="003212F9">
        <w:rPr>
          <w:sz w:val="28"/>
          <w:szCs w:val="28"/>
        </w:rPr>
        <w:t xml:space="preserve">Подчинение  национальных </w:t>
      </w:r>
      <w:r>
        <w:rPr>
          <w:sz w:val="28"/>
          <w:szCs w:val="28"/>
        </w:rPr>
        <w:t xml:space="preserve"> интересов  интернациональным</w:t>
      </w:r>
      <w:r w:rsidRPr="003212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 </w:t>
      </w:r>
      <w:r w:rsidRPr="003212F9">
        <w:rPr>
          <w:sz w:val="28"/>
          <w:szCs w:val="28"/>
        </w:rPr>
        <w:t>пр</w:t>
      </w:r>
      <w:r w:rsidR="00A12827">
        <w:rPr>
          <w:sz w:val="28"/>
          <w:szCs w:val="28"/>
        </w:rPr>
        <w:t>ин</w:t>
      </w:r>
      <w:r w:rsidRPr="003212F9">
        <w:rPr>
          <w:sz w:val="28"/>
          <w:szCs w:val="28"/>
        </w:rPr>
        <w:t>ци</w:t>
      </w:r>
      <w:r w:rsidR="00A12827">
        <w:rPr>
          <w:sz w:val="28"/>
          <w:szCs w:val="28"/>
        </w:rPr>
        <w:t>п</w:t>
      </w:r>
      <w:r w:rsidRPr="003212F9">
        <w:rPr>
          <w:sz w:val="28"/>
          <w:szCs w:val="28"/>
        </w:rPr>
        <w:t xml:space="preserve"> интернационализма </w:t>
      </w:r>
      <w:r w:rsidRPr="00A12827">
        <w:rPr>
          <w:sz w:val="28"/>
          <w:szCs w:val="28"/>
        </w:rPr>
        <w:t>вполне отвечает объективной диалектике общественного развития, и в частности, соотношению целого и части. В интернациональном выражаются интересы целого</w:t>
      </w:r>
      <w:r w:rsidR="00A12827" w:rsidRPr="00A12827">
        <w:rPr>
          <w:sz w:val="28"/>
          <w:szCs w:val="28"/>
        </w:rPr>
        <w:t>, и в национальном проявляются</w:t>
      </w:r>
      <w:r w:rsidR="00A12827">
        <w:rPr>
          <w:sz w:val="28"/>
          <w:szCs w:val="28"/>
        </w:rPr>
        <w:t>, р</w:t>
      </w:r>
      <w:r w:rsidRPr="00A12827">
        <w:rPr>
          <w:sz w:val="28"/>
          <w:szCs w:val="28"/>
        </w:rPr>
        <w:t>еализуются интересы целого.</w:t>
      </w:r>
    </w:p>
    <w:p w:rsidR="003212F9" w:rsidRPr="003212F9" w:rsidRDefault="003212F9" w:rsidP="003212F9">
      <w:pPr>
        <w:spacing w:line="360" w:lineRule="auto"/>
        <w:ind w:firstLine="720"/>
        <w:jc w:val="both"/>
        <w:rPr>
          <w:sz w:val="28"/>
          <w:szCs w:val="28"/>
        </w:rPr>
      </w:pPr>
      <w:r w:rsidRPr="003212F9">
        <w:rPr>
          <w:sz w:val="28"/>
          <w:szCs w:val="28"/>
        </w:rPr>
        <w:t xml:space="preserve">На основе принципа равенства развивается единство </w:t>
      </w:r>
      <w:r w:rsidR="00A12827">
        <w:rPr>
          <w:sz w:val="28"/>
          <w:szCs w:val="28"/>
        </w:rPr>
        <w:t xml:space="preserve">стран, укрепляется </w:t>
      </w:r>
      <w:r w:rsidRPr="003212F9">
        <w:rPr>
          <w:sz w:val="28"/>
          <w:szCs w:val="28"/>
        </w:rPr>
        <w:t>сотрудничество</w:t>
      </w:r>
      <w:r w:rsidR="00A12827">
        <w:rPr>
          <w:sz w:val="28"/>
          <w:szCs w:val="28"/>
        </w:rPr>
        <w:t xml:space="preserve"> государств</w:t>
      </w:r>
      <w:r w:rsidRPr="003212F9">
        <w:rPr>
          <w:sz w:val="28"/>
          <w:szCs w:val="28"/>
        </w:rPr>
        <w:t xml:space="preserve">. Идеи добровольного объединения и </w:t>
      </w:r>
      <w:r w:rsidR="00A12827">
        <w:rPr>
          <w:sz w:val="28"/>
          <w:szCs w:val="28"/>
        </w:rPr>
        <w:t xml:space="preserve"> с</w:t>
      </w:r>
      <w:r w:rsidRPr="003212F9">
        <w:rPr>
          <w:sz w:val="28"/>
          <w:szCs w:val="28"/>
        </w:rPr>
        <w:t xml:space="preserve">отрудничества народов обогащаются и дополняются идеями национального и государственного суверенитета [4, </w:t>
      </w:r>
      <w:r>
        <w:rPr>
          <w:sz w:val="28"/>
          <w:szCs w:val="28"/>
          <w:lang w:val="en-US"/>
        </w:rPr>
        <w:t>c</w:t>
      </w:r>
      <w:r w:rsidRPr="003212F9">
        <w:rPr>
          <w:sz w:val="28"/>
          <w:szCs w:val="28"/>
        </w:rPr>
        <w:t>. 32 - 35].</w:t>
      </w:r>
    </w:p>
    <w:p w:rsidR="003212F9" w:rsidRPr="003212F9" w:rsidRDefault="003212F9" w:rsidP="003212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И</w:t>
      </w:r>
      <w:r w:rsidRPr="003212F9">
        <w:rPr>
          <w:sz w:val="28"/>
          <w:szCs w:val="28"/>
        </w:rPr>
        <w:t xml:space="preserve">нтернационализм   имеет   </w:t>
      </w:r>
      <w:r w:rsidR="00A12827">
        <w:rPr>
          <w:sz w:val="28"/>
          <w:szCs w:val="28"/>
        </w:rPr>
        <w:t>разные   а</w:t>
      </w:r>
      <w:r w:rsidR="00992C76">
        <w:rPr>
          <w:sz w:val="28"/>
          <w:szCs w:val="28"/>
        </w:rPr>
        <w:t xml:space="preserve">спекты: политический, </w:t>
      </w:r>
      <w:r w:rsidRPr="003212F9">
        <w:rPr>
          <w:sz w:val="28"/>
          <w:szCs w:val="28"/>
        </w:rPr>
        <w:t>мировоззренческий,  моральный.    Учитыва</w:t>
      </w:r>
      <w:r w:rsidR="00992C76">
        <w:rPr>
          <w:sz w:val="28"/>
          <w:szCs w:val="28"/>
        </w:rPr>
        <w:t xml:space="preserve">я   эту особенность, необходимо </w:t>
      </w:r>
      <w:r w:rsidR="00A12827">
        <w:rPr>
          <w:sz w:val="28"/>
          <w:szCs w:val="28"/>
        </w:rPr>
        <w:t xml:space="preserve">при помощи разнообразных способов </w:t>
      </w:r>
      <w:r w:rsidRPr="003212F9">
        <w:rPr>
          <w:sz w:val="28"/>
          <w:szCs w:val="28"/>
        </w:rPr>
        <w:t>создать целостную</w:t>
      </w:r>
      <w:r w:rsidR="00992C76">
        <w:rPr>
          <w:sz w:val="28"/>
          <w:szCs w:val="28"/>
        </w:rPr>
        <w:t xml:space="preserve"> систему влияния на </w:t>
      </w:r>
      <w:r w:rsidR="00A12827">
        <w:rPr>
          <w:sz w:val="28"/>
          <w:szCs w:val="28"/>
        </w:rPr>
        <w:t xml:space="preserve">мышление и </w:t>
      </w:r>
      <w:r w:rsidRPr="003212F9">
        <w:rPr>
          <w:sz w:val="28"/>
          <w:szCs w:val="28"/>
        </w:rPr>
        <w:t>сознание ст</w:t>
      </w:r>
      <w:r w:rsidR="00A12827">
        <w:rPr>
          <w:sz w:val="28"/>
          <w:szCs w:val="28"/>
        </w:rPr>
        <w:t>уденческой молодежи.</w:t>
      </w:r>
      <w:r w:rsidR="00A12827">
        <w:rPr>
          <w:sz w:val="28"/>
          <w:szCs w:val="28"/>
        </w:rPr>
        <w:tab/>
      </w:r>
    </w:p>
    <w:p w:rsidR="003212F9" w:rsidRPr="003212F9" w:rsidRDefault="00A12827" w:rsidP="003212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Большую роль в этом деле призваны</w:t>
      </w:r>
      <w:r w:rsidR="003212F9" w:rsidRPr="003212F9">
        <w:rPr>
          <w:sz w:val="28"/>
          <w:szCs w:val="28"/>
        </w:rPr>
        <w:t xml:space="preserve"> сыграть специальные методические комиссии вузов по интернациональному воспитанию, клубы политической информации и тому подобное.</w:t>
      </w:r>
    </w:p>
    <w:p w:rsidR="003212F9" w:rsidRPr="003212F9" w:rsidRDefault="00A12827" w:rsidP="003212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дальнейшего улучшения</w:t>
      </w:r>
      <w:r w:rsidR="003212F9" w:rsidRPr="003212F9">
        <w:rPr>
          <w:sz w:val="28"/>
          <w:szCs w:val="28"/>
        </w:rPr>
        <w:t xml:space="preserve"> интернационального воспитания в процессе преподавания общественных наук необходимо:</w:t>
      </w:r>
    </w:p>
    <w:p w:rsidR="003212F9" w:rsidRPr="00A12827" w:rsidRDefault="00A12827" w:rsidP="003212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212F9" w:rsidRPr="003212F9">
        <w:rPr>
          <w:sz w:val="28"/>
          <w:szCs w:val="28"/>
        </w:rPr>
        <w:t xml:space="preserve">глубоко раскрывать интернациональный характер </w:t>
      </w:r>
      <w:r>
        <w:rPr>
          <w:sz w:val="28"/>
          <w:szCs w:val="28"/>
        </w:rPr>
        <w:t>событий</w:t>
      </w:r>
      <w:r w:rsidRPr="00A12827">
        <w:rPr>
          <w:sz w:val="28"/>
          <w:szCs w:val="28"/>
        </w:rPr>
        <w:t>;</w:t>
      </w:r>
    </w:p>
    <w:p w:rsidR="003212F9" w:rsidRPr="003212F9" w:rsidRDefault="00A12827" w:rsidP="003212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212F9" w:rsidRPr="003212F9">
        <w:rPr>
          <w:sz w:val="28"/>
          <w:szCs w:val="28"/>
        </w:rPr>
        <w:t>аргументированно освещать т</w:t>
      </w:r>
      <w:r>
        <w:rPr>
          <w:sz w:val="28"/>
          <w:szCs w:val="28"/>
        </w:rPr>
        <w:t xml:space="preserve">еоретические и методологические </w:t>
      </w:r>
      <w:r w:rsidR="003212F9" w:rsidRPr="003212F9">
        <w:rPr>
          <w:sz w:val="28"/>
          <w:szCs w:val="28"/>
        </w:rPr>
        <w:t>вопросы интернационализма и интернационального во</w:t>
      </w:r>
      <w:r>
        <w:rPr>
          <w:sz w:val="28"/>
          <w:szCs w:val="28"/>
        </w:rPr>
        <w:t xml:space="preserve">спитания. Желательно, </w:t>
      </w:r>
      <w:r w:rsidR="003212F9" w:rsidRPr="003212F9">
        <w:rPr>
          <w:sz w:val="28"/>
          <w:szCs w:val="28"/>
        </w:rPr>
        <w:t>чтобы такие проблемы постоянно рассматривались на методологических и теоретических семин</w:t>
      </w:r>
      <w:r>
        <w:rPr>
          <w:sz w:val="28"/>
          <w:szCs w:val="28"/>
        </w:rPr>
        <w:t>арах кафедр общественных наук, н</w:t>
      </w:r>
      <w:r w:rsidR="003212F9" w:rsidRPr="003212F9">
        <w:rPr>
          <w:sz w:val="28"/>
          <w:szCs w:val="28"/>
        </w:rPr>
        <w:t>а теоретических семинарах факультетов;</w:t>
      </w:r>
    </w:p>
    <w:p w:rsidR="003212F9" w:rsidRPr="003212F9" w:rsidRDefault="00A12827" w:rsidP="003212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3212F9" w:rsidRPr="003212F9">
        <w:rPr>
          <w:sz w:val="28"/>
          <w:szCs w:val="28"/>
        </w:rPr>
        <w:t>постоянно обращать внимание на более глубокое раскрытие процесса интернационализации производительных сил,</w:t>
      </w:r>
      <w:r>
        <w:rPr>
          <w:sz w:val="28"/>
          <w:szCs w:val="28"/>
        </w:rPr>
        <w:t xml:space="preserve"> всех сторон общественной жизни</w:t>
      </w:r>
      <w:r w:rsidR="003212F9" w:rsidRPr="003212F9">
        <w:rPr>
          <w:sz w:val="28"/>
          <w:szCs w:val="28"/>
        </w:rPr>
        <w:t>;</w:t>
      </w:r>
    </w:p>
    <w:p w:rsidR="003212F9" w:rsidRPr="003212F9" w:rsidRDefault="00A12827" w:rsidP="003212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3212F9" w:rsidRPr="003212F9">
        <w:rPr>
          <w:sz w:val="28"/>
          <w:szCs w:val="28"/>
        </w:rPr>
        <w:t>всесторонне показывать масштабность интернационального взноса народа в развитие стран мирового содружества, в исторический процесс;</w:t>
      </w:r>
    </w:p>
    <w:p w:rsidR="003212F9" w:rsidRPr="003212F9" w:rsidRDefault="00A12827" w:rsidP="003212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3212F9" w:rsidRPr="003212F9">
        <w:rPr>
          <w:sz w:val="28"/>
          <w:szCs w:val="28"/>
        </w:rPr>
        <w:t>ак свидетельствуе</w:t>
      </w:r>
      <w:r>
        <w:rPr>
          <w:sz w:val="28"/>
          <w:szCs w:val="28"/>
        </w:rPr>
        <w:t>т опыт многих техникумов</w:t>
      </w:r>
      <w:r w:rsidR="003212F9" w:rsidRPr="003212F9">
        <w:rPr>
          <w:sz w:val="28"/>
          <w:szCs w:val="28"/>
        </w:rPr>
        <w:t>, большое значение для усиления интернационального воспитания студенческой молодежи имеет чтение спецкурсов по проблемам теории и практики интернационального воспитания, наций и национальных</w:t>
      </w:r>
      <w:r>
        <w:rPr>
          <w:sz w:val="28"/>
          <w:szCs w:val="28"/>
        </w:rPr>
        <w:t xml:space="preserve"> отношений</w:t>
      </w:r>
      <w:r w:rsidR="003212F9" w:rsidRPr="003212F9">
        <w:rPr>
          <w:sz w:val="28"/>
          <w:szCs w:val="28"/>
        </w:rPr>
        <w:t>,</w:t>
      </w:r>
      <w:r>
        <w:rPr>
          <w:sz w:val="28"/>
          <w:szCs w:val="28"/>
        </w:rPr>
        <w:t xml:space="preserve"> критики</w:t>
      </w:r>
      <w:r w:rsidRPr="003212F9">
        <w:rPr>
          <w:sz w:val="28"/>
          <w:szCs w:val="28"/>
        </w:rPr>
        <w:t xml:space="preserve"> </w:t>
      </w:r>
      <w:r w:rsidR="003212F9" w:rsidRPr="003212F9">
        <w:rPr>
          <w:sz w:val="28"/>
          <w:szCs w:val="28"/>
        </w:rPr>
        <w:t>национализма;</w:t>
      </w:r>
    </w:p>
    <w:p w:rsidR="003212F9" w:rsidRPr="003212F9" w:rsidRDefault="00A12827" w:rsidP="003212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3212F9" w:rsidRPr="003212F9">
        <w:rPr>
          <w:sz w:val="28"/>
          <w:szCs w:val="28"/>
        </w:rPr>
        <w:t>целесообразно прак</w:t>
      </w:r>
      <w:r>
        <w:rPr>
          <w:sz w:val="28"/>
          <w:szCs w:val="28"/>
        </w:rPr>
        <w:t xml:space="preserve">тиковать проведение семинарских </w:t>
      </w:r>
      <w:r w:rsidR="003212F9" w:rsidRPr="003212F9">
        <w:rPr>
          <w:sz w:val="28"/>
          <w:szCs w:val="28"/>
        </w:rPr>
        <w:t xml:space="preserve">занятий </w:t>
      </w:r>
      <w:r w:rsidR="00083B28">
        <w:rPr>
          <w:sz w:val="28"/>
          <w:szCs w:val="28"/>
        </w:rPr>
        <w:t xml:space="preserve">на конкретных примерах, показывающих </w:t>
      </w:r>
      <w:r w:rsidR="003212F9" w:rsidRPr="003212F9">
        <w:rPr>
          <w:sz w:val="28"/>
          <w:szCs w:val="28"/>
        </w:rPr>
        <w:t>жизненную силу интернационализма</w:t>
      </w:r>
      <w:r w:rsidR="003212F9">
        <w:rPr>
          <w:sz w:val="28"/>
          <w:szCs w:val="28"/>
          <w:lang w:val="uk-UA"/>
        </w:rPr>
        <w:t xml:space="preserve"> </w:t>
      </w:r>
      <w:r w:rsidR="003212F9" w:rsidRPr="003212F9">
        <w:rPr>
          <w:sz w:val="28"/>
          <w:szCs w:val="28"/>
        </w:rPr>
        <w:t xml:space="preserve">[4, </w:t>
      </w:r>
      <w:r w:rsidR="003212F9">
        <w:rPr>
          <w:sz w:val="28"/>
          <w:szCs w:val="28"/>
          <w:lang w:val="en-US"/>
        </w:rPr>
        <w:t>c</w:t>
      </w:r>
      <w:r w:rsidR="003212F9" w:rsidRPr="003212F9">
        <w:rPr>
          <w:sz w:val="28"/>
          <w:szCs w:val="28"/>
        </w:rPr>
        <w:t>. 74 - 77].</w:t>
      </w:r>
    </w:p>
    <w:p w:rsidR="004332DF" w:rsidRPr="003212F9" w:rsidRDefault="004332DF" w:rsidP="004332DF">
      <w:pPr>
        <w:spacing w:line="360" w:lineRule="auto"/>
        <w:ind w:firstLine="720"/>
        <w:jc w:val="both"/>
        <w:rPr>
          <w:sz w:val="28"/>
          <w:szCs w:val="28"/>
        </w:rPr>
      </w:pPr>
    </w:p>
    <w:p w:rsidR="004332DF" w:rsidRPr="003212F9" w:rsidRDefault="004332DF" w:rsidP="004332DF">
      <w:pPr>
        <w:spacing w:line="360" w:lineRule="auto"/>
        <w:ind w:firstLine="720"/>
        <w:jc w:val="both"/>
        <w:rPr>
          <w:sz w:val="28"/>
          <w:szCs w:val="28"/>
        </w:rPr>
      </w:pPr>
    </w:p>
    <w:p w:rsidR="004332DF" w:rsidRPr="003212F9" w:rsidRDefault="004332DF" w:rsidP="004332DF">
      <w:pPr>
        <w:spacing w:line="360" w:lineRule="auto"/>
        <w:ind w:firstLine="720"/>
        <w:jc w:val="both"/>
        <w:rPr>
          <w:sz w:val="28"/>
          <w:szCs w:val="28"/>
        </w:rPr>
      </w:pPr>
    </w:p>
    <w:p w:rsidR="004332DF" w:rsidRPr="00AE6A9C" w:rsidRDefault="004332DF" w:rsidP="00040655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4332DF">
        <w:rPr>
          <w:sz w:val="28"/>
          <w:szCs w:val="28"/>
        </w:rPr>
        <w:br w:type="column"/>
      </w:r>
      <w:r w:rsidRPr="00AE6A9C">
        <w:rPr>
          <w:b/>
          <w:sz w:val="28"/>
          <w:szCs w:val="28"/>
          <w:lang w:val="uk-UA"/>
        </w:rPr>
        <w:t>Заключение</w:t>
      </w:r>
    </w:p>
    <w:p w:rsidR="004332DF" w:rsidRDefault="004332DF" w:rsidP="004332DF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40655" w:rsidRPr="00040655" w:rsidRDefault="00040655" w:rsidP="0008766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0655">
        <w:rPr>
          <w:sz w:val="28"/>
          <w:szCs w:val="28"/>
          <w:lang w:val="uk-UA"/>
        </w:rPr>
        <w:t>Вопросы демократизации воспитания и общества должны решаться с учетом того, что подавляющее число государств не является гомогенным ни в этническом, ни в культурном отношении. Практически все крупней</w:t>
      </w:r>
      <w:r w:rsidRPr="00040655">
        <w:rPr>
          <w:sz w:val="28"/>
          <w:szCs w:val="28"/>
          <w:lang w:val="uk-UA"/>
        </w:rPr>
        <w:softHyphen/>
        <w:t>шие страны относятся к поликультурным и полиэтническим сообществам. В них проживают национальные меньшинства, вследствие массовой имми</w:t>
      </w:r>
      <w:r w:rsidRPr="00040655">
        <w:rPr>
          <w:sz w:val="28"/>
          <w:szCs w:val="28"/>
          <w:lang w:val="uk-UA"/>
        </w:rPr>
        <w:softHyphen/>
        <w:t>грации формируются новые малые этнические группы. Необходимость то</w:t>
      </w:r>
      <w:r w:rsidRPr="00040655">
        <w:rPr>
          <w:sz w:val="28"/>
          <w:szCs w:val="28"/>
          <w:lang w:val="uk-UA"/>
        </w:rPr>
        <w:softHyphen/>
        <w:t>лерантного сосуществования больших и малых этнических и националь</w:t>
      </w:r>
      <w:r w:rsidRPr="00040655">
        <w:rPr>
          <w:sz w:val="28"/>
          <w:szCs w:val="28"/>
          <w:lang w:val="uk-UA"/>
        </w:rPr>
        <w:softHyphen/>
        <w:t>ных общин порождает потребность поликультурного воспитания и образо</w:t>
      </w:r>
      <w:r w:rsidRPr="00040655">
        <w:rPr>
          <w:sz w:val="28"/>
          <w:szCs w:val="28"/>
          <w:lang w:val="uk-UA"/>
        </w:rPr>
        <w:softHyphen/>
        <w:t>вания в качестве важного социального и педагогического принципа.</w:t>
      </w:r>
    </w:p>
    <w:p w:rsidR="00040655" w:rsidRPr="00040655" w:rsidRDefault="00040655" w:rsidP="00040655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0655">
        <w:rPr>
          <w:sz w:val="28"/>
          <w:szCs w:val="28"/>
          <w:lang w:val="uk-UA"/>
        </w:rPr>
        <w:t>Интернациональное воспитание исходит из того, что образование и воспитание в полиэтнических сообществах не может быть иным, как при учете национальных (этнических) различий, и должно включать множест</w:t>
      </w:r>
      <w:r w:rsidRPr="00040655">
        <w:rPr>
          <w:sz w:val="28"/>
          <w:szCs w:val="28"/>
          <w:lang w:val="uk-UA"/>
        </w:rPr>
        <w:softHyphen/>
        <w:t>во типов, моделей и ценностных педагогических ориентации, адекватных мировоззрению и запросам разных этнокультурных групп населения.</w:t>
      </w:r>
    </w:p>
    <w:p w:rsidR="00040655" w:rsidRPr="00040655" w:rsidRDefault="00040655" w:rsidP="00040655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0655">
        <w:rPr>
          <w:sz w:val="28"/>
          <w:szCs w:val="28"/>
          <w:lang w:val="uk-UA"/>
        </w:rPr>
        <w:t>XX столетие прошло под знаком нарастания кризиса идеи и практики культурно-образовательной дискриминации и ассимиляции малых этниче</w:t>
      </w:r>
      <w:r w:rsidRPr="00040655">
        <w:rPr>
          <w:sz w:val="28"/>
          <w:szCs w:val="28"/>
          <w:lang w:val="uk-UA"/>
        </w:rPr>
        <w:softHyphen/>
        <w:t>ских групп. Современная цивилизация должна строить взаимоотношения больших и малых этносов в пределах одного сообщества на принципах ин</w:t>
      </w:r>
      <w:r w:rsidRPr="00040655">
        <w:rPr>
          <w:sz w:val="28"/>
          <w:szCs w:val="28"/>
          <w:lang w:val="uk-UA"/>
        </w:rPr>
        <w:softHyphen/>
        <w:t>теграции, терпимости. Отнюдь не везде и не всегда соблюдаются культур</w:t>
      </w:r>
      <w:r w:rsidRPr="00040655">
        <w:rPr>
          <w:sz w:val="28"/>
          <w:szCs w:val="28"/>
          <w:lang w:val="uk-UA"/>
        </w:rPr>
        <w:softHyphen/>
        <w:t>но-образовательные права всех этнических групп, воспитание — важная гарантия сохранения гуманных ценностей человеческой цивилизации.</w:t>
      </w:r>
    </w:p>
    <w:p w:rsidR="00040655" w:rsidRDefault="00040655" w:rsidP="00040655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040655">
        <w:rPr>
          <w:sz w:val="28"/>
          <w:szCs w:val="28"/>
          <w:lang w:val="uk-UA"/>
        </w:rPr>
        <w:t>Интернациональная педагогика может быть оценена как непременный инструмент выхода из кризиса воспитания и образования, способствую</w:t>
      </w:r>
      <w:r w:rsidRPr="00040655">
        <w:rPr>
          <w:sz w:val="28"/>
          <w:szCs w:val="28"/>
          <w:lang w:val="uk-UA"/>
        </w:rPr>
        <w:softHyphen/>
        <w:t>щий гармонизации отношений представителей различных цивилизационных типов и культур. Будучи фактором эффективной демократизации вос</w:t>
      </w:r>
      <w:r w:rsidRPr="00040655">
        <w:rPr>
          <w:sz w:val="28"/>
          <w:szCs w:val="28"/>
          <w:lang w:val="uk-UA"/>
        </w:rPr>
        <w:softHyphen/>
        <w:t>питания и образования, поликультурное воспитание многонационального</w:t>
      </w:r>
      <w:r>
        <w:rPr>
          <w:sz w:val="28"/>
          <w:szCs w:val="28"/>
          <w:lang w:val="uk-UA"/>
        </w:rPr>
        <w:t xml:space="preserve"> </w:t>
      </w:r>
      <w:r w:rsidR="0008766B">
        <w:rPr>
          <w:sz w:val="28"/>
          <w:szCs w:val="28"/>
          <w:lang w:val="uk-UA"/>
        </w:rPr>
        <w:t>населения приобщает</w:t>
      </w:r>
      <w:r w:rsidRPr="00040655">
        <w:rPr>
          <w:sz w:val="28"/>
          <w:szCs w:val="28"/>
          <w:lang w:val="uk-UA"/>
        </w:rPr>
        <w:t xml:space="preserve"> к собственным языкам, культурам, к мировой куль</w:t>
      </w:r>
      <w:r w:rsidRPr="00040655">
        <w:rPr>
          <w:sz w:val="28"/>
          <w:szCs w:val="28"/>
          <w:lang w:val="uk-UA"/>
        </w:rPr>
        <w:softHyphen/>
        <w:t>туре через понимание особенностей отдельных наций, истории человече</w:t>
      </w:r>
      <w:r w:rsidRPr="00040655">
        <w:rPr>
          <w:sz w:val="28"/>
          <w:szCs w:val="28"/>
          <w:lang w:val="uk-UA"/>
        </w:rPr>
        <w:softHyphen/>
        <w:t>ской цивилизации, на основе диалога макро- и субкультур, обладающих особыми достоинствами и ценностями.</w:t>
      </w:r>
    </w:p>
    <w:p w:rsidR="0008766B" w:rsidRDefault="0008766B" w:rsidP="003212F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Интернациональное воспитание призвано поддерживать многообразие больших и малых наций в условиях глобализации современного мира. Оно является средством сохранения и развития различных этнических культур, включения  ценностей культур в практику воспитания и обучения, благодаря чему будут решаться актуальные проблемы педагогики.</w:t>
      </w:r>
    </w:p>
    <w:p w:rsidR="0008766B" w:rsidRDefault="0008766B" w:rsidP="003212F9">
      <w:pPr>
        <w:spacing w:line="360" w:lineRule="auto"/>
        <w:ind w:firstLine="720"/>
        <w:jc w:val="both"/>
        <w:rPr>
          <w:sz w:val="28"/>
          <w:szCs w:val="28"/>
        </w:rPr>
      </w:pPr>
    </w:p>
    <w:p w:rsidR="0008766B" w:rsidRDefault="0008766B" w:rsidP="003212F9">
      <w:pPr>
        <w:spacing w:line="360" w:lineRule="auto"/>
        <w:ind w:firstLine="720"/>
        <w:jc w:val="both"/>
        <w:rPr>
          <w:sz w:val="28"/>
          <w:szCs w:val="28"/>
        </w:rPr>
      </w:pPr>
    </w:p>
    <w:p w:rsidR="0008766B" w:rsidRDefault="0008766B" w:rsidP="003212F9">
      <w:pPr>
        <w:spacing w:line="360" w:lineRule="auto"/>
        <w:ind w:firstLine="720"/>
        <w:jc w:val="both"/>
        <w:rPr>
          <w:sz w:val="28"/>
          <w:szCs w:val="28"/>
        </w:rPr>
      </w:pPr>
    </w:p>
    <w:p w:rsidR="0008766B" w:rsidRDefault="0008766B" w:rsidP="003212F9">
      <w:pPr>
        <w:spacing w:line="360" w:lineRule="auto"/>
        <w:ind w:firstLine="720"/>
        <w:jc w:val="both"/>
        <w:rPr>
          <w:sz w:val="28"/>
          <w:szCs w:val="28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8118AB" w:rsidRDefault="008118AB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D32455" w:rsidRPr="0036118C" w:rsidRDefault="00D32455" w:rsidP="00D32455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36118C">
        <w:rPr>
          <w:b/>
          <w:sz w:val="28"/>
          <w:szCs w:val="28"/>
          <w:lang w:val="uk-UA"/>
        </w:rPr>
        <w:t>Л</w:t>
      </w:r>
      <w:r w:rsidRPr="0036118C">
        <w:rPr>
          <w:b/>
          <w:sz w:val="28"/>
          <w:szCs w:val="28"/>
        </w:rPr>
        <w:t>и</w:t>
      </w:r>
      <w:r w:rsidRPr="0036118C">
        <w:rPr>
          <w:b/>
          <w:sz w:val="28"/>
          <w:szCs w:val="28"/>
          <w:lang w:val="uk-UA"/>
        </w:rPr>
        <w:t>тература</w:t>
      </w:r>
    </w:p>
    <w:p w:rsidR="00D32455" w:rsidRDefault="00D32455" w:rsidP="00D32455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D32455" w:rsidRDefault="00D32455" w:rsidP="00D3245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Бабанский Ю. К. Комплексный подход к воспитанию учащихся. – К.</w:t>
      </w:r>
      <w:r w:rsidRPr="00D32455">
        <w:rPr>
          <w:sz w:val="28"/>
          <w:szCs w:val="28"/>
        </w:rPr>
        <w:t xml:space="preserve">: </w:t>
      </w:r>
      <w:r>
        <w:rPr>
          <w:sz w:val="28"/>
          <w:szCs w:val="28"/>
        </w:rPr>
        <w:t>Радянська школа, 1985. – 256 с.</w:t>
      </w:r>
    </w:p>
    <w:p w:rsidR="00D32455" w:rsidRDefault="00D32455" w:rsidP="00D3245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Воспитательная деятельность педагога. – М.</w:t>
      </w:r>
      <w:r w:rsidRPr="00D32455">
        <w:rPr>
          <w:sz w:val="28"/>
          <w:szCs w:val="28"/>
        </w:rPr>
        <w:t xml:space="preserve">: </w:t>
      </w:r>
      <w:r>
        <w:rPr>
          <w:sz w:val="28"/>
          <w:szCs w:val="28"/>
        </w:rPr>
        <w:t>Академия, 2005. – 336 с.</w:t>
      </w:r>
    </w:p>
    <w:p w:rsidR="00D32455" w:rsidRPr="00D32455" w:rsidRDefault="00D32455" w:rsidP="00D3245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 xml:space="preserve">Закон України «Про освіту» від 23 травня 1991р. № 1060 – </w:t>
      </w:r>
      <w:r>
        <w:rPr>
          <w:sz w:val="28"/>
          <w:szCs w:val="28"/>
          <w:lang w:val="en-US"/>
        </w:rPr>
        <w:t>XII</w:t>
      </w:r>
      <w:r w:rsidRPr="00D32455">
        <w:rPr>
          <w:sz w:val="28"/>
          <w:szCs w:val="28"/>
        </w:rPr>
        <w:t>.</w:t>
      </w:r>
    </w:p>
    <w:p w:rsidR="00D32455" w:rsidRDefault="00D32455" w:rsidP="00D32455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  <w:lang w:val="uk-UA"/>
        </w:rPr>
        <w:t>Інтернаціональне виховання студентів. – К.</w:t>
      </w:r>
      <w:r w:rsidRPr="00D32455"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>Вища школа, 1976. – 270 с.</w:t>
      </w:r>
    </w:p>
    <w:p w:rsidR="00D32455" w:rsidRDefault="00D32455" w:rsidP="00D3245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</w:rPr>
        <w:t>Конституция Украины. Принята на</w:t>
      </w:r>
      <w:r w:rsidR="00686181">
        <w:rPr>
          <w:sz w:val="28"/>
          <w:szCs w:val="28"/>
        </w:rPr>
        <w:t xml:space="preserve"> </w:t>
      </w:r>
      <w:r w:rsidR="00686181">
        <w:rPr>
          <w:sz w:val="28"/>
          <w:szCs w:val="28"/>
          <w:lang w:val="en-US"/>
        </w:rPr>
        <w:t>V</w:t>
      </w:r>
      <w:r w:rsidR="00686181">
        <w:rPr>
          <w:sz w:val="28"/>
          <w:szCs w:val="28"/>
        </w:rPr>
        <w:t xml:space="preserve"> сессии Верховного Совета Украины 28 июня </w:t>
      </w:r>
      <w:smartTag w:uri="urn:schemas-microsoft-com:office:smarttags" w:element="metricconverter">
        <w:smartTagPr>
          <w:attr w:name="ProductID" w:val="1996 г"/>
        </w:smartTagPr>
        <w:r w:rsidR="00686181">
          <w:rPr>
            <w:sz w:val="28"/>
            <w:szCs w:val="28"/>
          </w:rPr>
          <w:t>1996 г</w:t>
        </w:r>
      </w:smartTag>
      <w:r w:rsidR="00686181">
        <w:rPr>
          <w:sz w:val="28"/>
          <w:szCs w:val="28"/>
        </w:rPr>
        <w:t>.</w:t>
      </w:r>
    </w:p>
    <w:p w:rsidR="00686181" w:rsidRDefault="00686181" w:rsidP="00D3245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Педагогика </w:t>
      </w:r>
      <w:r w:rsidRPr="00686181">
        <w:rPr>
          <w:sz w:val="28"/>
          <w:szCs w:val="28"/>
        </w:rPr>
        <w:t xml:space="preserve">/ </w:t>
      </w:r>
      <w:r>
        <w:rPr>
          <w:sz w:val="28"/>
          <w:szCs w:val="28"/>
        </w:rPr>
        <w:t>Под ред. Бабанского Ю. К. – М.</w:t>
      </w:r>
      <w:r w:rsidRPr="00686181">
        <w:rPr>
          <w:sz w:val="28"/>
          <w:szCs w:val="28"/>
        </w:rPr>
        <w:t>:</w:t>
      </w:r>
      <w:r>
        <w:rPr>
          <w:sz w:val="28"/>
          <w:szCs w:val="28"/>
        </w:rPr>
        <w:t xml:space="preserve"> Просвещение, 1983. – 608 с.</w:t>
      </w:r>
    </w:p>
    <w:p w:rsidR="00686181" w:rsidRDefault="00686181" w:rsidP="00D3245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Педагогика. – М.</w:t>
      </w:r>
      <w:r w:rsidRPr="00686181">
        <w:rPr>
          <w:sz w:val="28"/>
          <w:szCs w:val="28"/>
        </w:rPr>
        <w:t xml:space="preserve">: </w:t>
      </w:r>
      <w:r>
        <w:rPr>
          <w:sz w:val="28"/>
          <w:szCs w:val="28"/>
        </w:rPr>
        <w:t>Физкультура и спорт, 1978. – 286 с.</w:t>
      </w:r>
    </w:p>
    <w:p w:rsidR="00686181" w:rsidRDefault="00686181" w:rsidP="00D3245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 Подласый И. П. Педагогика. – М.</w:t>
      </w:r>
      <w:r w:rsidRPr="00686181">
        <w:rPr>
          <w:sz w:val="28"/>
          <w:szCs w:val="28"/>
        </w:rPr>
        <w:t xml:space="preserve">: </w:t>
      </w:r>
      <w:r>
        <w:rPr>
          <w:sz w:val="28"/>
          <w:szCs w:val="28"/>
        </w:rPr>
        <w:t>ВЛАДОС, 2002. – Кн. 2</w:t>
      </w:r>
      <w:r w:rsidRPr="00686181">
        <w:rPr>
          <w:sz w:val="28"/>
          <w:szCs w:val="28"/>
        </w:rPr>
        <w:t xml:space="preserve">: </w:t>
      </w:r>
      <w:r>
        <w:rPr>
          <w:sz w:val="28"/>
          <w:szCs w:val="28"/>
        </w:rPr>
        <w:t>Процесс воспитания. – 256 с.</w:t>
      </w:r>
    </w:p>
    <w:p w:rsidR="00686181" w:rsidRDefault="00686181" w:rsidP="00D3245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sz w:val="28"/>
          <w:szCs w:val="28"/>
          <w:lang w:val="uk-UA"/>
        </w:rPr>
        <w:t>Про Національну доктрину розвитку освіти. Указ Президента україни від 17 квітня 2002 р. № 347</w:t>
      </w:r>
      <w:r w:rsidRPr="00686181">
        <w:rPr>
          <w:sz w:val="28"/>
          <w:szCs w:val="28"/>
        </w:rPr>
        <w:t>/</w:t>
      </w:r>
      <w:r>
        <w:rPr>
          <w:sz w:val="28"/>
          <w:szCs w:val="28"/>
        </w:rPr>
        <w:t>2002.</w:t>
      </w:r>
    </w:p>
    <w:p w:rsidR="00686181" w:rsidRDefault="00686181" w:rsidP="00D3245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Сухомлинский В. А. Как воспитать настоящего человека. – </w:t>
      </w:r>
      <w:r>
        <w:rPr>
          <w:sz w:val="28"/>
          <w:szCs w:val="28"/>
          <w:lang w:val="uk-UA"/>
        </w:rPr>
        <w:t>М.</w:t>
      </w:r>
      <w:r w:rsidRPr="00686181">
        <w:rPr>
          <w:sz w:val="28"/>
          <w:szCs w:val="28"/>
        </w:rPr>
        <w:t xml:space="preserve">: </w:t>
      </w:r>
      <w:r>
        <w:rPr>
          <w:sz w:val="28"/>
          <w:szCs w:val="28"/>
        </w:rPr>
        <w:t>Педагогика, 1989. – 288 с.</w:t>
      </w:r>
    </w:p>
    <w:p w:rsidR="00686181" w:rsidRPr="00686181" w:rsidRDefault="00686181" w:rsidP="00D3245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 Сухомлинский В. А. О воспитании. – М.</w:t>
      </w:r>
      <w:r w:rsidRPr="00686181">
        <w:rPr>
          <w:sz w:val="28"/>
          <w:szCs w:val="28"/>
        </w:rPr>
        <w:t xml:space="preserve">: </w:t>
      </w:r>
      <w:r>
        <w:rPr>
          <w:sz w:val="28"/>
          <w:szCs w:val="28"/>
        </w:rPr>
        <w:t>Политиздат, 1975. – 272 с.</w:t>
      </w:r>
    </w:p>
    <w:p w:rsidR="00D32455" w:rsidRDefault="00D32455" w:rsidP="008118AB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</w:p>
    <w:p w:rsidR="00D32455" w:rsidRDefault="00D32455" w:rsidP="008118AB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</w:p>
    <w:p w:rsidR="007C1A76" w:rsidRDefault="007C1A76" w:rsidP="008118AB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</w:p>
    <w:p w:rsidR="007C1A76" w:rsidRDefault="007C1A76" w:rsidP="008118AB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</w:p>
    <w:p w:rsidR="007C1A76" w:rsidRDefault="007C1A76" w:rsidP="008118AB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</w:p>
    <w:p w:rsidR="007C1A76" w:rsidRDefault="007C1A76" w:rsidP="008118AB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</w:p>
    <w:p w:rsidR="007C1A76" w:rsidRDefault="007C1A76" w:rsidP="008118AB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</w:p>
    <w:p w:rsidR="007C1A76" w:rsidRDefault="007C1A76" w:rsidP="008118AB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</w:p>
    <w:p w:rsidR="007C1A76" w:rsidRDefault="007C1A76" w:rsidP="008118AB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</w:p>
    <w:p w:rsidR="007C1A76" w:rsidRDefault="007C1A76" w:rsidP="008118AB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</w:p>
    <w:p w:rsidR="007C1A76" w:rsidRDefault="007C1A76" w:rsidP="008118AB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</w:p>
    <w:p w:rsidR="003212F9" w:rsidRDefault="008118AB" w:rsidP="008118AB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Приложение</w:t>
      </w:r>
    </w:p>
    <w:p w:rsidR="00D32455" w:rsidRDefault="00D32455" w:rsidP="008118AB">
      <w:pPr>
        <w:spacing w:line="360" w:lineRule="auto"/>
        <w:ind w:firstLine="720"/>
        <w:jc w:val="right"/>
        <w:rPr>
          <w:sz w:val="28"/>
          <w:szCs w:val="28"/>
          <w:lang w:val="uk-UA"/>
        </w:rPr>
      </w:pPr>
    </w:p>
    <w:p w:rsidR="008118AB" w:rsidRPr="004752C6" w:rsidRDefault="008118AB" w:rsidP="008118A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Интернациональное воспитание </w:t>
      </w:r>
      <w:r w:rsidR="004752C6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формирование</w:t>
      </w:r>
      <w:r w:rsidR="004752C6">
        <w:rPr>
          <w:sz w:val="28"/>
          <w:szCs w:val="28"/>
          <w:lang w:val="uk-UA"/>
        </w:rPr>
        <w:t xml:space="preserve"> ми</w:t>
      </w:r>
      <w:r w:rsidR="004752C6">
        <w:rPr>
          <w:sz w:val="28"/>
          <w:szCs w:val="28"/>
        </w:rPr>
        <w:t>ровоззрения и чувств, знаний и убеждений, формирование высокой культуры отношения к своему и другим народам, воспитание доброжелательного отношения к людям разных национальностей.</w:t>
      </w:r>
    </w:p>
    <w:p w:rsidR="00040655" w:rsidRDefault="004A23BF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rect id="_x0000_s1035" style="position:absolute;left:0;text-align:left;margin-left:207pt;margin-top:8.1pt;width:198pt;height:36pt;z-index:251641856" strokeweight="4.5pt">
            <v:textbox>
              <w:txbxContent>
                <w:p w:rsidR="0036118C" w:rsidRDefault="0036118C">
                  <w:r>
                    <w:t>Методы и формы воспитания</w:t>
                  </w:r>
                </w:p>
              </w:txbxContent>
            </v:textbox>
          </v:rect>
        </w:pict>
      </w:r>
    </w:p>
    <w:p w:rsidR="00040655" w:rsidRDefault="004A23BF" w:rsidP="003212F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_x0000_s1065" style="position:absolute;left:0;text-align:left;z-index:251665408" from="396pt,19.95pt" to="396pt,55.95pt"/>
        </w:pict>
      </w:r>
      <w:r>
        <w:rPr>
          <w:noProof/>
          <w:sz w:val="28"/>
          <w:szCs w:val="28"/>
        </w:rPr>
        <w:pict>
          <v:line id="_x0000_s1055" style="position:absolute;left:0;text-align:left;flip:x;z-index:251658240" from="125.85pt,10.95pt" to="206.85pt,46.95pt" strokeweight="2.25pt">
            <v:stroke endarrow="classic" endarrowwidth="wide" endarrowlength="long"/>
          </v:line>
        </w:pict>
      </w:r>
      <w:r>
        <w:rPr>
          <w:noProof/>
          <w:sz w:val="28"/>
          <w:szCs w:val="28"/>
        </w:rPr>
        <w:pict>
          <v:rect id="_x0000_s1036" style="position:absolute;left:0;text-align:left;margin-left:9pt;margin-top:19.95pt;width:117pt;height:54pt;z-index:251642880" strokeweight="4.5pt">
            <v:textbox>
              <w:txbxContent>
                <w:p w:rsidR="0036118C" w:rsidRDefault="0036118C">
                  <w:r>
                    <w:t>Цели интернационального воспитания</w:t>
                  </w:r>
                </w:p>
              </w:txbxContent>
            </v:textbox>
          </v:rect>
        </w:pict>
      </w:r>
    </w:p>
    <w:p w:rsidR="003212F9" w:rsidRPr="0036118C" w:rsidRDefault="004A23BF" w:rsidP="00DA7251">
      <w:pPr>
        <w:spacing w:line="360" w:lineRule="auto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8" style="position:absolute;left:0;text-align:left;flip:x y;z-index:251677696" from="5in,22.8pt" to="396pt,31.8pt">
            <v:stroke endarrow="block"/>
          </v:line>
        </w:pict>
      </w:r>
      <w:r>
        <w:rPr>
          <w:noProof/>
          <w:sz w:val="28"/>
          <w:szCs w:val="28"/>
        </w:rPr>
        <w:pict>
          <v:line id="_x0000_s1059" style="position:absolute;left:0;text-align:left;z-index:251660288" from="-18pt,13.8pt" to="-18pt,454.8pt"/>
        </w:pict>
      </w:r>
      <w:r>
        <w:rPr>
          <w:noProof/>
          <w:sz w:val="28"/>
          <w:szCs w:val="28"/>
        </w:rPr>
        <w:pict>
          <v:rect id="_x0000_s1041" style="position:absolute;left:0;text-align:left;margin-left:171pt;margin-top:13.8pt;width:189pt;height:36pt;z-index:251648000">
            <v:textbox>
              <w:txbxContent>
                <w:p w:rsidR="0036118C" w:rsidRDefault="0036118C">
                  <w:r>
                    <w:t>Уроки демократического интернационального воспитания</w:t>
                  </w:r>
                </w:p>
              </w:txbxContent>
            </v:textbox>
          </v:rect>
        </w:pict>
      </w:r>
    </w:p>
    <w:p w:rsidR="000A35D1" w:rsidRPr="0038504B" w:rsidRDefault="004A23BF" w:rsidP="000A35D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9" style="position:absolute;left:0;text-align:left;flip:x;z-index:251678720" from="378pt,7.65pt" to="396pt,52.65pt">
            <v:stroke endarrow="block"/>
          </v:line>
        </w:pict>
      </w:r>
      <w:r>
        <w:rPr>
          <w:noProof/>
          <w:sz w:val="28"/>
          <w:szCs w:val="28"/>
        </w:rPr>
        <w:pict>
          <v:line id="_x0000_s1077" style="position:absolute;left:0;text-align:left;flip:x;z-index:251676672" from="450pt,79.65pt" to="495pt,79.65pt">
            <v:stroke endarrow="block"/>
          </v:line>
        </w:pict>
      </w:r>
      <w:r>
        <w:rPr>
          <w:noProof/>
          <w:sz w:val="28"/>
          <w:szCs w:val="28"/>
        </w:rPr>
        <w:pict>
          <v:line id="_x0000_s1076" style="position:absolute;left:0;text-align:left;flip:x;z-index:251675648" from="405pt,151.65pt" to="495pt,214.65pt">
            <v:stroke endarrow="block"/>
          </v:line>
        </w:pict>
      </w:r>
      <w:r>
        <w:rPr>
          <w:noProof/>
          <w:sz w:val="28"/>
          <w:szCs w:val="28"/>
        </w:rPr>
        <w:pict>
          <v:line id="_x0000_s1074" style="position:absolute;left:0;text-align:left;flip:x;z-index:251674624" from="387pt,151.65pt" to="495pt,151.65pt">
            <v:stroke endarrow="block"/>
          </v:line>
        </w:pict>
      </w:r>
      <w:r>
        <w:rPr>
          <w:noProof/>
          <w:sz w:val="28"/>
          <w:szCs w:val="28"/>
        </w:rPr>
        <w:pict>
          <v:line id="_x0000_s1073" style="position:absolute;left:0;text-align:left;flip:y;z-index:251673600" from="342pt,367.65pt" to="369pt,385.65pt">
            <v:stroke endarrow="block"/>
          </v:line>
        </w:pict>
      </w:r>
      <w:r>
        <w:rPr>
          <w:noProof/>
          <w:sz w:val="28"/>
          <w:szCs w:val="28"/>
        </w:rPr>
        <w:pict>
          <v:line id="_x0000_s1072" style="position:absolute;left:0;text-align:left;flip:x y;z-index:251672576" from="4in,349.65pt" to="342pt,385.65pt">
            <v:stroke endarrow="block"/>
          </v:line>
        </w:pict>
      </w:r>
      <w:r>
        <w:rPr>
          <w:noProof/>
          <w:sz w:val="28"/>
          <w:szCs w:val="28"/>
        </w:rPr>
        <w:pict>
          <v:line id="_x0000_s1071" style="position:absolute;left:0;text-align:left;flip:x y;z-index:251671552" from="441pt,466.65pt" to="495pt,511.65pt">
            <v:stroke endarrow="block"/>
          </v:line>
        </w:pict>
      </w:r>
      <w:r>
        <w:rPr>
          <w:noProof/>
          <w:sz w:val="28"/>
          <w:szCs w:val="28"/>
        </w:rPr>
        <w:pict>
          <v:line id="_x0000_s1070" style="position:absolute;left:0;text-align:left;flip:x y;z-index:251670528" from="243pt,439.65pt" to="495pt,511.65pt">
            <v:stroke endarrow="block"/>
          </v:line>
        </w:pict>
      </w:r>
      <w:r>
        <w:rPr>
          <w:noProof/>
          <w:sz w:val="28"/>
          <w:szCs w:val="28"/>
        </w:rPr>
        <w:pict>
          <v:line id="_x0000_s1069" style="position:absolute;left:0;text-align:left;flip:x;z-index:251669504" from="333pt,511.65pt" to="495pt,511.65pt">
            <v:stroke endarrow="block"/>
          </v:line>
        </w:pict>
      </w:r>
      <w:r>
        <w:rPr>
          <w:noProof/>
          <w:sz w:val="28"/>
          <w:szCs w:val="28"/>
        </w:rPr>
        <w:pict>
          <v:line id="_x0000_s1068" style="position:absolute;left:0;text-align:left;z-index:251668480" from="342pt,385.65pt" to="495pt,385.65pt"/>
        </w:pict>
      </w:r>
      <w:r>
        <w:rPr>
          <w:noProof/>
          <w:sz w:val="28"/>
          <w:szCs w:val="28"/>
        </w:rPr>
        <w:pict>
          <v:line id="_x0000_s1067" style="position:absolute;left:0;text-align:left;z-index:251667456" from="495pt,7.65pt" to="495pt,511.65pt"/>
        </w:pict>
      </w:r>
      <w:r>
        <w:rPr>
          <w:noProof/>
          <w:sz w:val="28"/>
          <w:szCs w:val="28"/>
        </w:rPr>
        <w:pict>
          <v:line id="_x0000_s1066" style="position:absolute;left:0;text-align:left;z-index:251666432" from="396pt,7.65pt" to="495pt,7.65pt"/>
        </w:pict>
      </w:r>
      <w:r>
        <w:rPr>
          <w:noProof/>
          <w:sz w:val="28"/>
          <w:szCs w:val="28"/>
        </w:rPr>
        <w:pict>
          <v:line id="_x0000_s1064" style="position:absolute;left:0;text-align:left;z-index:251664384" from="-18pt,430.65pt" to="36pt,430.65pt">
            <v:stroke endarrow="block"/>
          </v:line>
        </w:pict>
      </w:r>
      <w:r>
        <w:rPr>
          <w:noProof/>
          <w:sz w:val="28"/>
          <w:szCs w:val="28"/>
        </w:rPr>
        <w:pict>
          <v:line id="_x0000_s1063" style="position:absolute;left:0;text-align:left;z-index:251663360" from="-18pt,322.65pt" to="36pt,322.65pt">
            <v:stroke endarrow="block"/>
          </v:line>
        </w:pict>
      </w:r>
      <w:r>
        <w:rPr>
          <w:noProof/>
          <w:sz w:val="28"/>
          <w:szCs w:val="28"/>
        </w:rPr>
        <w:pict>
          <v:line id="_x0000_s1061" style="position:absolute;left:0;text-align:left;z-index:251662336" from="-18pt,214.65pt" to="36pt,214.65pt">
            <v:stroke endarrow="block"/>
          </v:line>
        </w:pict>
      </w:r>
      <w:r>
        <w:rPr>
          <w:noProof/>
          <w:sz w:val="28"/>
          <w:szCs w:val="28"/>
        </w:rPr>
        <w:pict>
          <v:line id="_x0000_s1060" style="position:absolute;left:0;text-align:left;z-index:251661312" from="-18pt,106.65pt" to="36pt,106.65pt">
            <v:stroke endarrow="block"/>
          </v:line>
        </w:pict>
      </w:r>
      <w:r>
        <w:rPr>
          <w:noProof/>
          <w:sz w:val="28"/>
          <w:szCs w:val="28"/>
        </w:rPr>
        <w:pict>
          <v:line id="_x0000_s1058" style="position:absolute;left:0;text-align:left;flip:x;z-index:251659264" from="-18pt,-9pt" to="9pt,-9pt"/>
        </w:pict>
      </w:r>
      <w:r>
        <w:rPr>
          <w:noProof/>
          <w:sz w:val="28"/>
          <w:szCs w:val="28"/>
        </w:rPr>
        <w:pict>
          <v:line id="_x0000_s1052" style="position:absolute;left:0;text-align:left;flip:y;z-index:251657216" from="125.85pt,-53.85pt" to="206.85pt,-17.85pt" strokeweight="2.25pt">
            <v:stroke endarrow="classic" endarrowwidth="wide" endarrowlength="long"/>
          </v:line>
        </w:pict>
      </w:r>
      <w:r>
        <w:rPr>
          <w:noProof/>
          <w:sz w:val="28"/>
          <w:szCs w:val="28"/>
        </w:rPr>
        <w:pict>
          <v:rect id="_x0000_s1049" style="position:absolute;left:0;text-align:left;margin-left:261pt;margin-top:484.65pt;width:1in;height:45pt;z-index:251656192">
            <v:textbox style="mso-next-textbox:#_x0000_s1049">
              <w:txbxContent>
                <w:p w:rsidR="00EA0E0F" w:rsidRDefault="00EA0E0F">
                  <w:r>
                    <w:t>Различные ассамблеи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48" style="position:absolute;left:0;text-align:left;margin-left:351pt;margin-top:403.65pt;width:126pt;height:63pt;z-index:251655168">
            <v:textbox style="mso-next-textbox:#_x0000_s1048">
              <w:txbxContent>
                <w:p w:rsidR="00EA0E0F" w:rsidRDefault="00EA0E0F">
                  <w:r>
                    <w:t>Советы и конференции на интернациональные темы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47" style="position:absolute;left:0;text-align:left;margin-left:198pt;margin-top:403.65pt;width:135pt;height:36pt;z-index:251654144">
            <v:textbox style="mso-next-textbox:#_x0000_s1047">
              <w:txbxContent>
                <w:p w:rsidR="00EA0E0F" w:rsidRDefault="00EA0E0F">
                  <w:r>
                    <w:t>Различные ролевые игры и дискуссии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46" style="position:absolute;left:0;text-align:left;margin-left:351pt;margin-top:286.65pt;width:108pt;height:81pt;z-index:251653120">
            <v:textbox style="mso-next-textbox:#_x0000_s1046">
              <w:txbxContent>
                <w:p w:rsidR="00EA0E0F" w:rsidRDefault="00EA0E0F">
                  <w:r>
                    <w:t>Международные радио и телемосты, организованные студентами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45" style="position:absolute;left:0;text-align:left;margin-left:3in;margin-top:295.65pt;width:99pt;height:54pt;z-index:251652096">
            <v:textbox style="mso-next-textbox:#_x0000_s1045">
              <w:txbxContent>
                <w:p w:rsidR="00EA0E0F" w:rsidRDefault="00EA0E0F">
                  <w:r>
                    <w:t>Организация уроков и недель мира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44" style="position:absolute;left:0;text-align:left;margin-left:243pt;margin-top:214.65pt;width:207pt;height:54pt;z-index:251651072">
            <v:textbox style="mso-next-textbox:#_x0000_s1044">
              <w:txbxContent>
                <w:p w:rsidR="00EA0E0F" w:rsidRDefault="00EA0E0F">
                  <w:r>
                    <w:t>Практика «общинного воспитания» для воспитания навыков совместной деятельности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43" style="position:absolute;left:0;text-align:left;margin-left:180pt;margin-top:142.65pt;width:207pt;height:54pt;z-index:251650048">
            <v:textbox style="mso-next-textbox:#_x0000_s1043">
              <w:txbxContent>
                <w:p w:rsidR="0036118C" w:rsidRDefault="0036118C">
                  <w:r>
                    <w:t>Организации, координирующие осуществление международной программы воспитания в духе мира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42" style="position:absolute;left:0;text-align:left;margin-left:261pt;margin-top:52.65pt;width:189pt;height:63pt;z-index:251649024">
            <v:textbox style="mso-next-textbox:#_x0000_s1042">
              <w:txbxContent>
                <w:p w:rsidR="0036118C" w:rsidRDefault="0036118C">
                  <w:r>
                    <w:t>Внеклассовая воспитательная работа(вечера отдыха, экскурсии, издание газеты, кружки и клубы, благотворительность, дискуссии)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40" style="position:absolute;left:0;text-align:left;margin-left:36pt;margin-top:394.65pt;width:108pt;height:63pt;z-index:251646976">
            <v:textbox style="mso-next-textbox:#_x0000_s1040">
              <w:txbxContent>
                <w:p w:rsidR="0036118C" w:rsidRDefault="0036118C">
                  <w:r>
                    <w:t>Воспитание основ сотрудничества и партнерства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39" style="position:absolute;left:0;text-align:left;margin-left:36pt;margin-top:295.65pt;width:2in;height:63pt;z-index:251645952">
            <v:textbox style="mso-next-textbox:#_x0000_s1039">
              <w:txbxContent>
                <w:p w:rsidR="0036118C" w:rsidRDefault="0036118C">
                  <w:r>
                    <w:t>Воспитание доброжела-</w:t>
                  </w:r>
                </w:p>
                <w:p w:rsidR="0036118C" w:rsidRDefault="0036118C">
                  <w:r>
                    <w:t>тельного отношения к людям разных национальностей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38" style="position:absolute;left:0;text-align:left;margin-left:36pt;margin-top:169.65pt;width:99pt;height:90pt;z-index:251644928">
            <v:textbox style="mso-next-textbox:#_x0000_s1038">
              <w:txbxContent>
                <w:p w:rsidR="0036118C" w:rsidRDefault="0036118C">
                  <w:r>
                    <w:t>Формирование высокой культуры отношения к своему и другим народам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37" style="position:absolute;left:0;text-align:left;margin-left:36pt;margin-top:61.65pt;width:99pt;height:81pt;z-index:251643904">
            <v:textbox style="mso-next-textbox:#_x0000_s1037">
              <w:txbxContent>
                <w:p w:rsidR="0036118C" w:rsidRDefault="0036118C">
                  <w:r>
                    <w:t>Фрмирование мировоззрения и чувств, знаний и убеждений</w:t>
                  </w:r>
                </w:p>
              </w:txbxContent>
            </v:textbox>
          </v:rect>
        </w:pict>
      </w:r>
      <w:bookmarkStart w:id="0" w:name="_GoBack"/>
      <w:bookmarkEnd w:id="0"/>
    </w:p>
    <w:sectPr w:rsidR="000A35D1" w:rsidRPr="0038504B" w:rsidSect="004332DF">
      <w:pgSz w:w="11909" w:h="16834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8E8" w:rsidRDefault="006728E8">
      <w:r>
        <w:separator/>
      </w:r>
    </w:p>
  </w:endnote>
  <w:endnote w:type="continuationSeparator" w:id="0">
    <w:p w:rsidR="006728E8" w:rsidRDefault="0067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8E8" w:rsidRDefault="006728E8">
      <w:r>
        <w:separator/>
      </w:r>
    </w:p>
  </w:footnote>
  <w:footnote w:type="continuationSeparator" w:id="0">
    <w:p w:rsidR="006728E8" w:rsidRDefault="00672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251" w:rsidRDefault="00DA7251" w:rsidP="00F8347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A7251" w:rsidRDefault="00DA7251" w:rsidP="00F8347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251" w:rsidRDefault="00DA7251" w:rsidP="00F8347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74071">
      <w:rPr>
        <w:rStyle w:val="a4"/>
        <w:noProof/>
      </w:rPr>
      <w:t>2</w:t>
    </w:r>
    <w:r>
      <w:rPr>
        <w:rStyle w:val="a4"/>
      </w:rPr>
      <w:fldChar w:fldCharType="end"/>
    </w:r>
  </w:p>
  <w:p w:rsidR="00DA7251" w:rsidRDefault="00DA7251" w:rsidP="00F8347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43E8C6C"/>
    <w:lvl w:ilvl="0">
      <w:numFmt w:val="bullet"/>
      <w:lvlText w:val="*"/>
      <w:lvlJc w:val="left"/>
    </w:lvl>
  </w:abstractNum>
  <w:abstractNum w:abstractNumId="1">
    <w:nsid w:val="06324DD3"/>
    <w:multiLevelType w:val="singleLevel"/>
    <w:tmpl w:val="DF324644"/>
    <w:lvl w:ilvl="0">
      <w:start w:val="2"/>
      <w:numFmt w:val="decimal"/>
      <w:lvlText w:val="%1."/>
      <w:legacy w:legacy="1" w:legacySpace="0" w:legacyIndent="16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35D1"/>
    <w:rsid w:val="00000B7D"/>
    <w:rsid w:val="000041DD"/>
    <w:rsid w:val="00040655"/>
    <w:rsid w:val="0006666A"/>
    <w:rsid w:val="00074071"/>
    <w:rsid w:val="00083B28"/>
    <w:rsid w:val="0008766B"/>
    <w:rsid w:val="000A35D1"/>
    <w:rsid w:val="0012306F"/>
    <w:rsid w:val="001669FB"/>
    <w:rsid w:val="001B1A22"/>
    <w:rsid w:val="00255BD5"/>
    <w:rsid w:val="002C6DA6"/>
    <w:rsid w:val="002D3F21"/>
    <w:rsid w:val="003028BB"/>
    <w:rsid w:val="00314CBD"/>
    <w:rsid w:val="003212F9"/>
    <w:rsid w:val="00355A32"/>
    <w:rsid w:val="0036118C"/>
    <w:rsid w:val="0038504B"/>
    <w:rsid w:val="0039460D"/>
    <w:rsid w:val="003A14D6"/>
    <w:rsid w:val="003C0207"/>
    <w:rsid w:val="00411B70"/>
    <w:rsid w:val="00411CBF"/>
    <w:rsid w:val="004332DF"/>
    <w:rsid w:val="00446C70"/>
    <w:rsid w:val="00456D76"/>
    <w:rsid w:val="00471312"/>
    <w:rsid w:val="004752C6"/>
    <w:rsid w:val="004A23BF"/>
    <w:rsid w:val="004B04DB"/>
    <w:rsid w:val="004C4D8F"/>
    <w:rsid w:val="00527506"/>
    <w:rsid w:val="00644C70"/>
    <w:rsid w:val="00663989"/>
    <w:rsid w:val="006728E8"/>
    <w:rsid w:val="00686181"/>
    <w:rsid w:val="006979A6"/>
    <w:rsid w:val="007464BC"/>
    <w:rsid w:val="007904E4"/>
    <w:rsid w:val="007C1A76"/>
    <w:rsid w:val="008118AB"/>
    <w:rsid w:val="0084446B"/>
    <w:rsid w:val="00845A0B"/>
    <w:rsid w:val="008A55FC"/>
    <w:rsid w:val="00974489"/>
    <w:rsid w:val="00976504"/>
    <w:rsid w:val="00992C76"/>
    <w:rsid w:val="009C2C47"/>
    <w:rsid w:val="00A04969"/>
    <w:rsid w:val="00A12827"/>
    <w:rsid w:val="00A3459C"/>
    <w:rsid w:val="00A80744"/>
    <w:rsid w:val="00AE690A"/>
    <w:rsid w:val="00AE6A9C"/>
    <w:rsid w:val="00B81E6C"/>
    <w:rsid w:val="00B9379C"/>
    <w:rsid w:val="00BC504D"/>
    <w:rsid w:val="00BE2EEE"/>
    <w:rsid w:val="00C72710"/>
    <w:rsid w:val="00CA7B32"/>
    <w:rsid w:val="00CD2B50"/>
    <w:rsid w:val="00D32455"/>
    <w:rsid w:val="00D91F9E"/>
    <w:rsid w:val="00DA7251"/>
    <w:rsid w:val="00DD1C19"/>
    <w:rsid w:val="00E87284"/>
    <w:rsid w:val="00EA0E0F"/>
    <w:rsid w:val="00EA512F"/>
    <w:rsid w:val="00F432CD"/>
    <w:rsid w:val="00F83474"/>
    <w:rsid w:val="00FA1BDC"/>
    <w:rsid w:val="00FA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81"/>
    <o:shapelayout v:ext="edit">
      <o:idmap v:ext="edit" data="1"/>
    </o:shapelayout>
  </w:shapeDefaults>
  <w:decimalSymbol w:val=","/>
  <w:listSeparator w:val=";"/>
  <w15:chartTrackingRefBased/>
  <w15:docId w15:val="{2E831F3D-8767-46D9-81C8-83D5B1097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8347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83474"/>
  </w:style>
  <w:style w:type="paragraph" w:styleId="a5">
    <w:name w:val="Balloon Text"/>
    <w:basedOn w:val="a"/>
    <w:semiHidden/>
    <w:rsid w:val="00DA7251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semiHidden/>
    <w:rsid w:val="00AE6A9C"/>
    <w:pPr>
      <w:tabs>
        <w:tab w:val="right" w:leader="dot" w:pos="8313"/>
      </w:tabs>
      <w:ind w:firstLine="567"/>
      <w:jc w:val="both"/>
    </w:pPr>
    <w:rPr>
      <w:kern w:val="28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&#1050;&#1091;&#1088;&#1089;&#1086;&#1074;&#1099;&#1077;%20&#1080;%20&#1088;&#1077;&#1092;&#1077;&#1088;&#1072;&#1090;&#1099;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Курсовые и рефераты.dot</Template>
  <TotalTime>0</TotalTime>
  <Pages>1</Pages>
  <Words>3921</Words>
  <Characters>22355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26224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Irina</cp:lastModifiedBy>
  <cp:revision>2</cp:revision>
  <cp:lastPrinted>2008-11-15T07:19:00Z</cp:lastPrinted>
  <dcterms:created xsi:type="dcterms:W3CDTF">2014-08-29T11:14:00Z</dcterms:created>
  <dcterms:modified xsi:type="dcterms:W3CDTF">2014-08-29T11:14:00Z</dcterms:modified>
</cp:coreProperties>
</file>