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399" w:rsidRPr="00313399" w:rsidRDefault="00CF2F1F" w:rsidP="00313399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313399">
        <w:rPr>
          <w:b/>
          <w:sz w:val="28"/>
          <w:szCs w:val="28"/>
        </w:rPr>
        <w:t>ОГЛАВЛЕНИЕ</w:t>
      </w:r>
    </w:p>
    <w:p w:rsidR="00313399" w:rsidRDefault="00313399" w:rsidP="00313399">
      <w:pPr>
        <w:widowControl w:val="0"/>
        <w:shd w:val="clear" w:color="000000" w:fill="auto"/>
        <w:spacing w:line="360" w:lineRule="auto"/>
        <w:rPr>
          <w:sz w:val="28"/>
          <w:szCs w:val="28"/>
        </w:rPr>
      </w:pPr>
    </w:p>
    <w:p w:rsidR="00CF2F1F" w:rsidRPr="00313399" w:rsidRDefault="00CF2F1F" w:rsidP="00313399">
      <w:pPr>
        <w:widowControl w:val="0"/>
        <w:shd w:val="clear" w:color="000000" w:fill="auto"/>
        <w:spacing w:line="360" w:lineRule="auto"/>
        <w:rPr>
          <w:sz w:val="28"/>
          <w:szCs w:val="28"/>
        </w:rPr>
      </w:pPr>
      <w:r w:rsidRPr="00313399">
        <w:rPr>
          <w:sz w:val="28"/>
          <w:szCs w:val="28"/>
        </w:rPr>
        <w:t>Введение</w:t>
      </w:r>
    </w:p>
    <w:p w:rsidR="00313399" w:rsidRDefault="001C3CC1" w:rsidP="00313399">
      <w:pPr>
        <w:pStyle w:val="23"/>
        <w:widowControl w:val="0"/>
        <w:shd w:val="clear" w:color="000000" w:fill="auto"/>
        <w:ind w:firstLine="0"/>
        <w:jc w:val="left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Глава I. </w:t>
      </w:r>
      <w:r w:rsidR="00313399" w:rsidRPr="00313399">
        <w:rPr>
          <w:color w:val="auto"/>
          <w:spacing w:val="0"/>
        </w:rPr>
        <w:t xml:space="preserve">Реклама как социально-экономический </w:t>
      </w:r>
      <w:r w:rsidR="00313399">
        <w:rPr>
          <w:color w:val="auto"/>
          <w:spacing w:val="0"/>
        </w:rPr>
        <w:t>п</w:t>
      </w:r>
      <w:r w:rsidR="00313399" w:rsidRPr="00313399">
        <w:rPr>
          <w:color w:val="auto"/>
          <w:spacing w:val="0"/>
        </w:rPr>
        <w:t xml:space="preserve">роцесс </w:t>
      </w:r>
    </w:p>
    <w:p w:rsidR="00313399" w:rsidRDefault="00CF2F1F" w:rsidP="00313399">
      <w:pPr>
        <w:pStyle w:val="23"/>
        <w:widowControl w:val="0"/>
        <w:shd w:val="clear" w:color="000000" w:fill="auto"/>
        <w:ind w:firstLine="0"/>
        <w:jc w:val="left"/>
        <w:rPr>
          <w:color w:val="auto"/>
          <w:spacing w:val="0"/>
        </w:rPr>
      </w:pPr>
      <w:r w:rsidRPr="00313399">
        <w:rPr>
          <w:color w:val="auto"/>
          <w:spacing w:val="0"/>
        </w:rPr>
        <w:t>1.1</w:t>
      </w:r>
      <w:r w:rsidR="001C3CC1" w:rsidRPr="00313399">
        <w:rPr>
          <w:color w:val="auto"/>
          <w:spacing w:val="0"/>
        </w:rPr>
        <w:t xml:space="preserve"> Функции рекламы в современном обществе</w:t>
      </w:r>
    </w:p>
    <w:p w:rsidR="00313399" w:rsidRDefault="00325D8C" w:rsidP="00313399">
      <w:pPr>
        <w:pStyle w:val="23"/>
        <w:widowControl w:val="0"/>
        <w:shd w:val="clear" w:color="000000" w:fill="auto"/>
        <w:ind w:firstLine="0"/>
        <w:jc w:val="left"/>
        <w:rPr>
          <w:color w:val="auto"/>
          <w:spacing w:val="0"/>
        </w:rPr>
      </w:pPr>
      <w:r w:rsidRPr="00313399">
        <w:rPr>
          <w:color w:val="auto"/>
          <w:spacing w:val="0"/>
        </w:rPr>
        <w:t>1.2 Социальное влияние рекламной деятельности</w:t>
      </w:r>
    </w:p>
    <w:p w:rsidR="00313399" w:rsidRDefault="00325D8C" w:rsidP="00313399">
      <w:pPr>
        <w:pStyle w:val="23"/>
        <w:widowControl w:val="0"/>
        <w:shd w:val="clear" w:color="000000" w:fill="auto"/>
        <w:ind w:firstLine="0"/>
        <w:jc w:val="left"/>
        <w:rPr>
          <w:color w:val="auto"/>
          <w:spacing w:val="0"/>
        </w:rPr>
      </w:pPr>
      <w:r w:rsidRPr="00313399">
        <w:rPr>
          <w:color w:val="auto"/>
          <w:spacing w:val="0"/>
        </w:rPr>
        <w:t>1.3</w:t>
      </w:r>
      <w:r w:rsidR="000C0BE4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Социально-психологические особенности</w:t>
      </w:r>
      <w:r w:rsid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российских потребителей рекламы</w:t>
      </w:r>
    </w:p>
    <w:p w:rsidR="00325D8C" w:rsidRPr="00313399" w:rsidRDefault="00325D8C" w:rsidP="00313399">
      <w:pPr>
        <w:pStyle w:val="23"/>
        <w:widowControl w:val="0"/>
        <w:shd w:val="clear" w:color="000000" w:fill="auto"/>
        <w:ind w:firstLine="0"/>
        <w:jc w:val="left"/>
        <w:rPr>
          <w:color w:val="auto"/>
          <w:spacing w:val="0"/>
        </w:rPr>
      </w:pPr>
      <w:r w:rsidRPr="00313399">
        <w:rPr>
          <w:color w:val="auto"/>
          <w:spacing w:val="0"/>
        </w:rPr>
        <w:t>1.4</w:t>
      </w:r>
      <w:r w:rsidR="000C0BE4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Развитие рекламных технологий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в России.</w:t>
      </w:r>
      <w:r w:rsid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Социально-экономическая эффективность рекламы</w:t>
      </w:r>
    </w:p>
    <w:p w:rsidR="00313399" w:rsidRDefault="00A32787" w:rsidP="00313399">
      <w:pPr>
        <w:pStyle w:val="23"/>
        <w:widowControl w:val="0"/>
        <w:shd w:val="clear" w:color="000000" w:fill="auto"/>
        <w:ind w:firstLine="0"/>
        <w:jc w:val="left"/>
        <w:rPr>
          <w:color w:val="auto"/>
          <w:spacing w:val="0"/>
        </w:rPr>
      </w:pPr>
      <w:r w:rsidRPr="00313399">
        <w:rPr>
          <w:color w:val="auto"/>
          <w:spacing w:val="0"/>
        </w:rPr>
        <w:t>Глава II</w:t>
      </w:r>
      <w:r w:rsidR="00313399">
        <w:rPr>
          <w:color w:val="auto"/>
          <w:spacing w:val="0"/>
        </w:rPr>
        <w:t>. И</w:t>
      </w:r>
      <w:r w:rsidR="00313399" w:rsidRPr="00313399">
        <w:rPr>
          <w:color w:val="auto"/>
          <w:spacing w:val="0"/>
        </w:rPr>
        <w:t>сследование отношения потребителей</w:t>
      </w:r>
      <w:r w:rsidR="00313399">
        <w:rPr>
          <w:color w:val="auto"/>
          <w:spacing w:val="0"/>
        </w:rPr>
        <w:t xml:space="preserve"> </w:t>
      </w:r>
      <w:r w:rsidR="00313399" w:rsidRPr="00313399">
        <w:rPr>
          <w:color w:val="auto"/>
          <w:spacing w:val="0"/>
        </w:rPr>
        <w:t>к современной российской рекламе</w:t>
      </w:r>
    </w:p>
    <w:p w:rsidR="00313399" w:rsidRDefault="00A32787" w:rsidP="00313399">
      <w:pPr>
        <w:pStyle w:val="23"/>
        <w:widowControl w:val="0"/>
        <w:shd w:val="clear" w:color="000000" w:fill="auto"/>
        <w:ind w:firstLine="0"/>
        <w:jc w:val="left"/>
        <w:rPr>
          <w:bCs/>
          <w:color w:val="auto"/>
          <w:spacing w:val="0"/>
        </w:rPr>
      </w:pPr>
      <w:r w:rsidRPr="00313399">
        <w:rPr>
          <w:bCs/>
          <w:color w:val="auto"/>
          <w:spacing w:val="0"/>
        </w:rPr>
        <w:t>2.1</w:t>
      </w:r>
      <w:r w:rsidR="000C0BE4">
        <w:rPr>
          <w:bCs/>
          <w:color w:val="auto"/>
          <w:spacing w:val="0"/>
        </w:rPr>
        <w:t xml:space="preserve"> </w:t>
      </w:r>
      <w:r w:rsidRPr="00313399">
        <w:rPr>
          <w:bCs/>
          <w:color w:val="auto"/>
          <w:spacing w:val="0"/>
        </w:rPr>
        <w:t>Методы исследования, характеристика</w:t>
      </w:r>
      <w:r w:rsidR="00313399">
        <w:rPr>
          <w:bCs/>
          <w:color w:val="auto"/>
          <w:spacing w:val="0"/>
        </w:rPr>
        <w:t xml:space="preserve"> </w:t>
      </w:r>
      <w:r w:rsidRPr="00313399">
        <w:rPr>
          <w:bCs/>
          <w:color w:val="auto"/>
          <w:spacing w:val="0"/>
        </w:rPr>
        <w:t>экспериментальной группы</w:t>
      </w:r>
    </w:p>
    <w:p w:rsidR="00A32787" w:rsidRPr="00313399" w:rsidRDefault="0012589F" w:rsidP="00313399">
      <w:pPr>
        <w:pStyle w:val="22"/>
        <w:widowControl w:val="0"/>
        <w:shd w:val="clear" w:color="000000" w:fill="auto"/>
        <w:ind w:left="0"/>
        <w:rPr>
          <w:rFonts w:cs="Times New Roman"/>
        </w:rPr>
      </w:pPr>
      <w:r w:rsidRPr="00313399">
        <w:rPr>
          <w:rFonts w:cs="Times New Roman"/>
        </w:rPr>
        <w:t>2.2</w:t>
      </w:r>
      <w:r w:rsidR="000C0BE4">
        <w:rPr>
          <w:rFonts w:cs="Times New Roman"/>
        </w:rPr>
        <w:t xml:space="preserve"> </w:t>
      </w:r>
      <w:r w:rsidRPr="00313399">
        <w:rPr>
          <w:rFonts w:cs="Times New Roman"/>
        </w:rPr>
        <w:t>Анализ результатов исследования</w:t>
      </w:r>
      <w:r w:rsidR="00EE2359" w:rsidRPr="00313399">
        <w:rPr>
          <w:rFonts w:cs="Times New Roman"/>
        </w:rPr>
        <w:t xml:space="preserve"> </w:t>
      </w:r>
    </w:p>
    <w:p w:rsidR="00313399" w:rsidRDefault="00CF2F1F" w:rsidP="00313399">
      <w:pPr>
        <w:widowControl w:val="0"/>
        <w:shd w:val="clear" w:color="000000" w:fill="auto"/>
        <w:spacing w:line="360" w:lineRule="auto"/>
        <w:rPr>
          <w:sz w:val="28"/>
          <w:szCs w:val="28"/>
        </w:rPr>
      </w:pPr>
      <w:r w:rsidRPr="00313399">
        <w:rPr>
          <w:sz w:val="28"/>
          <w:szCs w:val="28"/>
        </w:rPr>
        <w:t>Заключение</w:t>
      </w:r>
    </w:p>
    <w:p w:rsidR="00313399" w:rsidRDefault="00CF2F1F" w:rsidP="00313399">
      <w:pPr>
        <w:pStyle w:val="a8"/>
        <w:widowControl w:val="0"/>
        <w:shd w:val="clear" w:color="000000" w:fill="auto"/>
        <w:spacing w:after="0" w:line="360" w:lineRule="auto"/>
        <w:rPr>
          <w:bCs w:val="0"/>
          <w:position w:val="0"/>
          <w:szCs w:val="28"/>
        </w:rPr>
      </w:pPr>
      <w:r w:rsidRPr="00313399">
        <w:rPr>
          <w:bCs w:val="0"/>
          <w:position w:val="0"/>
          <w:szCs w:val="28"/>
        </w:rPr>
        <w:t>Список литературы</w:t>
      </w:r>
    </w:p>
    <w:p w:rsidR="00313399" w:rsidRDefault="00CF2F1F" w:rsidP="00313399">
      <w:pPr>
        <w:pStyle w:val="a8"/>
        <w:widowControl w:val="0"/>
        <w:shd w:val="clear" w:color="000000" w:fill="auto"/>
        <w:spacing w:after="0" w:line="360" w:lineRule="auto"/>
        <w:rPr>
          <w:bCs w:val="0"/>
          <w:position w:val="0"/>
          <w:szCs w:val="28"/>
        </w:rPr>
      </w:pPr>
      <w:r w:rsidRPr="00313399">
        <w:rPr>
          <w:bCs w:val="0"/>
          <w:position w:val="0"/>
          <w:szCs w:val="28"/>
        </w:rPr>
        <w:t>Приложения</w:t>
      </w:r>
      <w:r w:rsidR="00313399" w:rsidRPr="00313399">
        <w:rPr>
          <w:bCs w:val="0"/>
          <w:position w:val="0"/>
          <w:szCs w:val="28"/>
        </w:rPr>
        <w:t xml:space="preserve"> </w:t>
      </w:r>
    </w:p>
    <w:p w:rsidR="0059738B" w:rsidRPr="00313399" w:rsidRDefault="0059738B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  <w:szCs w:val="28"/>
        </w:rPr>
      </w:pPr>
    </w:p>
    <w:p w:rsidR="00CF2F1F" w:rsidRPr="00313399" w:rsidRDefault="00313399" w:rsidP="00313399">
      <w:pPr>
        <w:pStyle w:val="5"/>
        <w:keepNext w:val="0"/>
        <w:widowControl w:val="0"/>
        <w:shd w:val="clear" w:color="000000" w:fill="auto"/>
        <w:ind w:firstLine="709"/>
      </w:pPr>
      <w:r>
        <w:br w:type="page"/>
      </w:r>
      <w:r w:rsidR="00CF2F1F" w:rsidRPr="00313399">
        <w:t>ВВЕДЕНИЕ</w:t>
      </w:r>
    </w:p>
    <w:p w:rsidR="00313399" w:rsidRDefault="00313399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</w:p>
    <w:p w:rsidR="00B7231C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Выбор темы курсовой работы обусловлен тем значением и влиянием, которые имеет реклама в современном обществе.</w:t>
      </w:r>
    </w:p>
    <w:p w:rsidR="00C02332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 настоящее время реклама в значительной степени определяет наш образ и стиль жизни. Именно поэтому её</w:t>
      </w:r>
      <w:r w:rsidR="006D6D8A" w:rsidRPr="00313399">
        <w:rPr>
          <w:color w:val="auto"/>
          <w:spacing w:val="0"/>
        </w:rPr>
        <w:t xml:space="preserve"> определяют</w:t>
      </w:r>
      <w:r w:rsidRPr="00313399">
        <w:rPr>
          <w:color w:val="auto"/>
          <w:spacing w:val="0"/>
        </w:rPr>
        <w:t xml:space="preserve"> как "пятую власть" вслед за властью средств массовой информации, которая считается "четвертой". </w:t>
      </w:r>
    </w:p>
    <w:p w:rsidR="00B7231C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Современную рекламу можно считать</w:t>
      </w:r>
      <w:r w:rsidR="006D6D8A" w:rsidRPr="00313399">
        <w:rPr>
          <w:color w:val="auto"/>
          <w:spacing w:val="0"/>
        </w:rPr>
        <w:t xml:space="preserve"> не только экономическим, но и</w:t>
      </w:r>
      <w:r w:rsidRPr="00313399">
        <w:rPr>
          <w:color w:val="auto"/>
          <w:spacing w:val="0"/>
        </w:rPr>
        <w:t xml:space="preserve"> одним из влиятельнейших факторов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формирования мировоззрения, ценностных ориентаций,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 в довольно значительной степени картины миры.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При этом, как отмечают Г.А.Смолян и Г.М.Зараковский, «реклама постоянно выходит за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рамки </w:t>
      </w:r>
      <w:r w:rsidR="006D6D8A" w:rsidRPr="00313399">
        <w:rPr>
          <w:color w:val="auto"/>
          <w:spacing w:val="0"/>
        </w:rPr>
        <w:t>экономическ</w:t>
      </w:r>
      <w:r w:rsidRPr="00313399">
        <w:rPr>
          <w:color w:val="auto"/>
          <w:spacing w:val="0"/>
        </w:rPr>
        <w:t>ких интересов и навязывает потребителям систему определённых стандартов, точку отсчёта жизненных ценностей, мировоззренческих идей и представлений» [</w:t>
      </w:r>
      <w:r w:rsidR="006D6D8A" w:rsidRPr="00313399">
        <w:rPr>
          <w:color w:val="auto"/>
          <w:spacing w:val="0"/>
        </w:rPr>
        <w:t>17</w:t>
      </w:r>
      <w:r w:rsidRPr="00313399">
        <w:rPr>
          <w:color w:val="auto"/>
          <w:spacing w:val="0"/>
        </w:rPr>
        <w:t>]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Как соци</w:t>
      </w:r>
      <w:r w:rsidR="006D6D8A" w:rsidRPr="00313399">
        <w:rPr>
          <w:color w:val="auto"/>
          <w:spacing w:val="0"/>
        </w:rPr>
        <w:t>ально-экономический</w:t>
      </w:r>
      <w:r w:rsidRPr="00313399">
        <w:rPr>
          <w:color w:val="auto"/>
          <w:spacing w:val="0"/>
        </w:rPr>
        <w:t xml:space="preserve"> феномен реклама имеет как позитивно, так и негативно оцениваемые людьми аспекты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своего функционирования. Спор о вреде и пользе, которые приносят человеку и обществу реклама длится многие годы. В нём как в зеркале отражаются естественные общественные противоречия и противоречия, характерные для рыночной экономики. 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Позиция, которую занимает тот или иной человек в данном споре, зависит от его объективного отношения к бизнесу, от того, кем он является: продавцом, реализующим товар в условиях конкуренции, или покупателем, приобретающим его для удовлетворения своих потребностей. Однако в этом споре всегда обнаруживается некое субъективное отношение. Оно определяется личностью человека, его взглядами, мотивацией, структурой потребностей и ценностей, индивидуальными эмоциональными характеристиками, а также чувством патриотизма или отсутствием такого чувства.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Несмотря на актуальность и большую теоретическую и практическую значимость изучения воздействия рекламы на сознание и поведение людей, эта проблема остаётся недостаточно разработанной. Отчасти это объясняется тем, что реклама - очень динамично развивающаяся сфера современной жизнедеятельности, за которой исследователям трудно поспеть.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Так, в нашей стране рекламная индустрия стала бурно развиваться лишь в последние десять-пятнадцать лет, но в ней уже заметны кризисные явления.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Некоторые исследователи [18, 19, 20] современной рекламы отмечают, что в настоящее время в период широкого применения маркетинговых коммуникаций наблюдается значительное снижение эффективности их традиционных форм, таких как стандартная теле- и радиореклама, реклама в прессе, средства директ-маркетинга.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Эту тенденцию можно назвать парадоксальной, так как она связана, с одной стороны, со стремительным развитием традиционной рекламы, а с другой стороны, с эволюцией потребителя как такового.[</w:t>
      </w:r>
      <w:r w:rsidR="006D6D8A" w:rsidRPr="00313399">
        <w:rPr>
          <w:color w:val="auto"/>
          <w:spacing w:val="0"/>
        </w:rPr>
        <w:t>1</w:t>
      </w:r>
      <w:r w:rsidRPr="00313399">
        <w:rPr>
          <w:color w:val="auto"/>
          <w:spacing w:val="0"/>
        </w:rPr>
        <w:t>6]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Исследование, предпринятое в рамках настоящей </w:t>
      </w:r>
      <w:r w:rsidR="006D6D8A" w:rsidRPr="00313399">
        <w:rPr>
          <w:color w:val="auto"/>
          <w:spacing w:val="0"/>
        </w:rPr>
        <w:t>курсов</w:t>
      </w:r>
      <w:r w:rsidRPr="00313399">
        <w:rPr>
          <w:color w:val="auto"/>
          <w:spacing w:val="0"/>
        </w:rPr>
        <w:t>ой работы, исходило из стремления автора получить данные для сопоставления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 указанной тенденцией.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>Объектом исследования</w:t>
      </w:r>
      <w:r w:rsidRPr="00313399">
        <w:rPr>
          <w:color w:val="auto"/>
          <w:spacing w:val="0"/>
        </w:rPr>
        <w:t xml:space="preserve"> настоящей работы является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реклам</w:t>
      </w:r>
      <w:r w:rsidR="006D6D8A" w:rsidRPr="00313399">
        <w:rPr>
          <w:color w:val="auto"/>
          <w:spacing w:val="0"/>
        </w:rPr>
        <w:t>а как социально-экономический процесс</w:t>
      </w:r>
      <w:r w:rsidRPr="00313399">
        <w:rPr>
          <w:color w:val="auto"/>
          <w:spacing w:val="0"/>
        </w:rPr>
        <w:t>.</w:t>
      </w:r>
      <w:r w:rsidR="006D6D8A" w:rsidRPr="00313399">
        <w:rPr>
          <w:color w:val="auto"/>
          <w:spacing w:val="0"/>
        </w:rPr>
        <w:t xml:space="preserve"> </w:t>
      </w:r>
      <w:r w:rsidRPr="00313399">
        <w:rPr>
          <w:b/>
          <w:color w:val="auto"/>
          <w:spacing w:val="0"/>
        </w:rPr>
        <w:t>Предмет исследования</w:t>
      </w:r>
      <w:r w:rsidRPr="00313399">
        <w:rPr>
          <w:color w:val="auto"/>
          <w:spacing w:val="0"/>
        </w:rPr>
        <w:t>: отношение потребителей к современной</w:t>
      </w:r>
      <w:r w:rsidR="006D6D8A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российской рекламе.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>Цель:</w:t>
      </w:r>
      <w:r w:rsidRPr="00313399">
        <w:rPr>
          <w:color w:val="auto"/>
          <w:spacing w:val="0"/>
        </w:rPr>
        <w:t xml:space="preserve"> выяснение отношения потребителей к современной российской рекламе в рациональном, эмоциональном и поведенческом аспектах.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>Гипотеза исследования</w:t>
      </w:r>
      <w:r w:rsidRPr="00313399">
        <w:rPr>
          <w:color w:val="auto"/>
          <w:spacing w:val="0"/>
        </w:rPr>
        <w:t>: отношение потребителей к современной российской рекламе носит преимущественно негативный характер, в связи с чем в последнее время наблюдается снижение эффективности массовой рекламы.</w:t>
      </w:r>
    </w:p>
    <w:p w:rsid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Задачи исследования: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-рассмотреть основные положения современной социально-психологической теории рекламы;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-провести опрос группы респондентов методом анкетирования и методики «незаконченных предложений»;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- выяснить характер и особенности отношения потребителей к современной российской рекламе в различных аспектах;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-выяснить соотношение рациональных, эмоциональных и поведенческих реакций на современную российскую рекламу.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- сформулировать выводы в соответствии с целью работы.</w:t>
      </w:r>
    </w:p>
    <w:p w:rsidR="006D6D8A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Теоретическим основанием работы явились труды зарубежных авторов - Д.Бурстина, Д.Буззи, М.Макклюэна, Д.Майерса, Г.Мюнстерберга, К.Т.Фридлендера, Т.Кёнига, Б.Витиеса и др.; отечественных авторов - Викентьева И.Л., А. Н. Лебедева-Любимова, Н.Лещук, Д.С.Фёдорова, А.П.Назаретяна,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Р.И.Мокшанцева, О.А.Феофанова,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 др.</w:t>
      </w:r>
    </w:p>
    <w:p w:rsidR="001C3CC1" w:rsidRPr="00313399" w:rsidRDefault="00B7231C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Базой для практического исследования явилась случайная выборка людей (52 человека) молодого и зрелого возраста г.Новосибирска. </w:t>
      </w:r>
    </w:p>
    <w:p w:rsidR="001C3CC1" w:rsidRPr="00313399" w:rsidRDefault="001C3CC1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</w:p>
    <w:p w:rsidR="001C3CC1" w:rsidRPr="00313399" w:rsidRDefault="00313399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  <w:r>
        <w:rPr>
          <w:color w:val="auto"/>
          <w:spacing w:val="0"/>
        </w:rPr>
        <w:br w:type="page"/>
      </w:r>
      <w:r w:rsidR="006538FB" w:rsidRPr="00313399">
        <w:rPr>
          <w:b/>
          <w:color w:val="auto"/>
          <w:spacing w:val="0"/>
        </w:rPr>
        <w:t>Глава I.</w:t>
      </w:r>
      <w:r w:rsidR="001C3CC1" w:rsidRPr="00313399">
        <w:rPr>
          <w:b/>
          <w:color w:val="auto"/>
          <w:spacing w:val="0"/>
        </w:rPr>
        <w:t xml:space="preserve"> </w:t>
      </w:r>
      <w:r w:rsidR="006538FB" w:rsidRPr="00313399">
        <w:rPr>
          <w:b/>
          <w:color w:val="auto"/>
          <w:spacing w:val="0"/>
        </w:rPr>
        <w:t>РЕКЛАМ</w:t>
      </w:r>
      <w:r w:rsidR="001C3CC1" w:rsidRPr="00313399">
        <w:rPr>
          <w:b/>
          <w:color w:val="auto"/>
          <w:spacing w:val="0"/>
        </w:rPr>
        <w:t>А КАК СОЦИАЛЬНО-ЭКОНОМИЧЕСКИЙ ПРОЦЕСС</w:t>
      </w:r>
    </w:p>
    <w:p w:rsidR="00C116AB" w:rsidRPr="00313399" w:rsidRDefault="00C116AB" w:rsidP="0031339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1C3CC1" w:rsidRPr="00313399" w:rsidRDefault="006538FB" w:rsidP="00313399">
      <w:pPr>
        <w:pStyle w:val="4"/>
        <w:keepNext w:val="0"/>
        <w:widowControl w:val="0"/>
        <w:shd w:val="clear" w:color="000000" w:fill="auto"/>
        <w:spacing w:line="360" w:lineRule="auto"/>
        <w:ind w:firstLine="709"/>
        <w:jc w:val="both"/>
      </w:pPr>
      <w:r w:rsidRPr="00313399">
        <w:t>1.</w:t>
      </w:r>
      <w:r w:rsidR="00411E21" w:rsidRPr="00313399">
        <w:rPr>
          <w:lang w:val="uk-UA"/>
        </w:rPr>
        <w:t xml:space="preserve">1 </w:t>
      </w:r>
      <w:r w:rsidRPr="00313399">
        <w:t>Функции рекламы в современном обществе</w:t>
      </w:r>
    </w:p>
    <w:p w:rsidR="00C116AB" w:rsidRPr="00313399" w:rsidRDefault="00C116AB" w:rsidP="0031339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bCs/>
          <w:color w:val="auto"/>
          <w:spacing w:val="0"/>
        </w:rPr>
        <w:t>Реклама</w:t>
      </w:r>
      <w:r w:rsidRPr="00313399">
        <w:rPr>
          <w:color w:val="auto"/>
          <w:spacing w:val="0"/>
        </w:rPr>
        <w:t xml:space="preserve"> – это комплекс мер воздействия на сознание потенциальных потребителей с целью активного продвижения на рынок объектов рекламы, будь то товар, услуга или политический деятель, а также с целью создания позитивного имиджа фирме, организации и отдельным институтам общества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[</w:t>
      </w:r>
      <w:r w:rsidR="001C3CC1" w:rsidRPr="00313399">
        <w:rPr>
          <w:color w:val="auto"/>
          <w:spacing w:val="0"/>
        </w:rPr>
        <w:t>1</w:t>
      </w:r>
      <w:r w:rsidRPr="00313399">
        <w:rPr>
          <w:color w:val="auto"/>
          <w:spacing w:val="0"/>
        </w:rPr>
        <w:t>5].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Реклама нужна не только торговле. Мы называем наш век "веком информатизации". А в основе рекламы – информация, причем не только коммерческая, но и социальная, и политическая, и идеологическая, и другая. Поэтому и функции её разнообразны.</w:t>
      </w:r>
      <w:r w:rsidR="001C3CC1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Функции рекламы обсуждаются в научной литературе многими авторами.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bCs/>
          <w:color w:val="auto"/>
          <w:spacing w:val="0"/>
        </w:rPr>
        <w:t>Экономическая функция</w:t>
      </w:r>
      <w:r w:rsidRPr="00313399">
        <w:rPr>
          <w:color w:val="auto"/>
          <w:spacing w:val="0"/>
        </w:rPr>
        <w:t xml:space="preserve"> рекламы анализируется Г.Картером в книге «Эффективная реклама». </w:t>
      </w:r>
      <w:r w:rsidRPr="00313399">
        <w:rPr>
          <w:bCs/>
          <w:color w:val="auto"/>
          <w:spacing w:val="0"/>
        </w:rPr>
        <w:t xml:space="preserve">Эта функция </w:t>
      </w:r>
      <w:r w:rsidRPr="00313399">
        <w:rPr>
          <w:color w:val="auto"/>
          <w:spacing w:val="0"/>
        </w:rPr>
        <w:t>сводится в основном к информированию о товаре или услуге, их популяризации, повышению спроса и товарооборота, а вместе с тем – и производства. То есть реклама развивает экономику и в конечном счете влияет на уровень жизни населения.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Реклама – значительная часть экономики. Г.Картер пишет: "Реклама – не приправа к бизнесу, а сам бизнес." Реклама – это голос рынка, голос самого бизнеса, его язык, с помощью которого бизнес общается с народом. [15]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Международной рекламной ассоциации принадлежит слоган: "Когда реклама делает свою работу, миллионы людей сохраняют свою". Здесь обращается внимание на следующие обстоятельства. Хорошая реклама не только информирует. Она продает. Она помогает продвигать продукт и сохраняет бизнес. Каждый раз, когда реклама возбуждает интерес потребителя, достаточный, чтобы он завершился покупкой, она укрепляет положение компании. И, значит, помогает сохранить рабочие места тех, кто в ней работает. Иными словами: реклама – это один из инструментов борьбы с безработицей. 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bCs/>
          <w:color w:val="auto"/>
          <w:spacing w:val="0"/>
        </w:rPr>
        <w:t>Социальная функция</w:t>
      </w:r>
      <w:r w:rsidR="00313399" w:rsidRPr="00313399">
        <w:rPr>
          <w:b/>
          <w:bCs/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рекламы, её анализ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наиболее важны сегодня для России.</w:t>
      </w:r>
      <w:r w:rsidR="001C3CC1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Это прежде всего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функция интеграции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населения, становления его единства. И здесь можно продуктивно использовать зарубежный опыт.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По мнению американского социолога Д.Бурстина, реклама в середине прошлого века создала американскую нацию, унифицируя потребности и вкусы населения, определяя потребительские приоритеты и в то же время превращая товары в символы страны. Не случайно в нашем сознании США до недавнего времени ассоциировались с такими товарами-символами, как кока-кола, жевательная резинка, джинсы – товарами, которые широко рекламировались по всему миру.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Интеграционные функции рекламы выделял и такой выдающийся исследователь и теоретик электронной революции, как М.Маклюэн. Он писал: ""Реклама – это спрессованный образ современности. Он аккумулирует чувства и опыт всего общества, в идеале реклама стремится к гармонии человеческих импульсов и желаний, к интеграции общества вокруг общих целей"[Цит. по </w:t>
      </w:r>
      <w:r w:rsidR="001C3CC1" w:rsidRPr="00313399">
        <w:rPr>
          <w:color w:val="auto"/>
          <w:spacing w:val="0"/>
        </w:rPr>
        <w:t>1</w:t>
      </w:r>
      <w:r w:rsidRPr="00313399">
        <w:rPr>
          <w:color w:val="auto"/>
          <w:spacing w:val="0"/>
        </w:rPr>
        <w:t>5].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Ещё один аспект социальной роли рекламы – её способность, "дразня" своими предложениями, стимулировать труд, усиливать мотивацию труда: "Я тружусь не просто так, а чтобы приобрести то-то и то-то…" Это способствует в конечном счете формированию "среднего класса", который в любом обществе выступает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главным гарантом его стабильности.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Реклама даёт возможность проявлять инициативу и в конечном счете реализовывать давно декларированную в нашей стране и не реализованную в условиях "развитого социализма" формулу – "от каждого по способностям – каждому – по труду". Предпринимательство даёт реальную возможность покончить с обезличенностью, с уравниловкой. А реклама – глашатай предпринимательства.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Реклама выполняет и </w:t>
      </w:r>
      <w:r w:rsidRPr="00313399">
        <w:rPr>
          <w:b/>
          <w:bCs/>
          <w:color w:val="auto"/>
          <w:spacing w:val="0"/>
        </w:rPr>
        <w:t>идеологическую функцию</w:t>
      </w:r>
      <w:r w:rsidRPr="00313399">
        <w:rPr>
          <w:color w:val="auto"/>
          <w:spacing w:val="0"/>
        </w:rPr>
        <w:t>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Крупный американский исследователь Д.Буззи пишет: "Рекламное сообщение стремится унифицировать мнение и поведение, обслуживая определенную идеологию". И о связи рекламы с политикой: "Реклама – всегда инструмент политики, используемый либо для консервации, либо для создания общества с определёнными характеристиками. 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Для того, чтобы судить о рекламе, необходимо обращаться к идеологии или же социальной морали, которая стоит за рекламой и которым она более или менее верно служит." [Цит. по 15]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Развитие нашего общества напрямую зависит от того, насколько успешно будут внедрены в массовое сознание новые ценности, приходящие на смену ценностям, в духе которых мы воспитывались на протяжении десятилетий. Это ценности мировой цивилизации, которые ещё совсем недавно мы называли "буржуазными" и за которые порой нещадно карали: частная собственность, капитал, предпринимательство, индивидуализм, богатство и так далее.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У нас есть и исконно российские ценности. Такие, как генетически в нас заложенная духовность, взаимопомощь, верность дружбе, сострадание, сентиментальность, тонкость чувств и уязвимость души. Они не очень-то пропагандировались в рамках коммунистической идеологии.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Реклама должна мягко и деликатно культивировать эти ценности, показывая их преимущество перед ценностями коммунистических доктрин, многие из которых оказались ложными, формальными и бесперспективными.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Ещё много лет назад Д.Майерс, профессор Калифорнийского университета, заявил: "Не вызывает сомнения тот факт, что реклама, обладая силой воздействия, наглядностью и возможностью создавать символические ценности, играет большую роль в конфликте идеологий капитализма и социализма". [Цит. по 2</w:t>
      </w:r>
      <w:r w:rsidR="00F8402D" w:rsidRPr="00313399">
        <w:rPr>
          <w:color w:val="auto"/>
          <w:spacing w:val="0"/>
        </w:rPr>
        <w:t>0</w:t>
      </w:r>
      <w:r w:rsidRPr="00313399">
        <w:rPr>
          <w:color w:val="auto"/>
          <w:spacing w:val="0"/>
        </w:rPr>
        <w:t>]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Известно, что проникавшая к нам нелегально, замурованная всеми возможными "спецхранами" "буржуазная" реклама активно размывала идеалы социализма и коммунизма.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Реклама – это также </w:t>
      </w:r>
      <w:r w:rsidRPr="00313399">
        <w:rPr>
          <w:b/>
          <w:bCs/>
          <w:color w:val="auto"/>
          <w:spacing w:val="0"/>
        </w:rPr>
        <w:t xml:space="preserve">специфическая форма пропаганды. </w:t>
      </w:r>
      <w:r w:rsidRPr="00313399">
        <w:rPr>
          <w:color w:val="auto"/>
          <w:spacing w:val="0"/>
        </w:rPr>
        <w:t>Не случайно на многих языках она и называется "пропагандой", или "коммерческой пропагандой". У неё есть и положительные, и отрицательные стороны.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Г.Маркузе, автор нашумевшей книги "Одномерный человек", писал о том, что реклама перестает быть просто рекламой – она становится образом жизни. Как следствие возникает модель одномерного мышления и поведения.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По мнению американского экономиста и социолога Д.Гэлбрайта, изложенному им в книге "Общество изобилия", реклама заставляет человека покупать вещи, которые ему в действительности не нужны.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 этих высказываниях немало истины, но они посвящены лишь одной стороне рекламы. Есть и другая.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Американский президент К.Кулидж писал еще в 1929 году: "Реклама содействует пониманию духовной стороны торговли. Это огромная сила, она участвует в великой работе по возрождению и перевоспитанию человечества". [ Цит. по </w:t>
      </w:r>
      <w:r w:rsidR="00F8402D" w:rsidRPr="00313399">
        <w:rPr>
          <w:color w:val="auto"/>
          <w:spacing w:val="0"/>
        </w:rPr>
        <w:t>18</w:t>
      </w:r>
      <w:r w:rsidRPr="00313399">
        <w:rPr>
          <w:color w:val="auto"/>
          <w:spacing w:val="0"/>
        </w:rPr>
        <w:t>]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Внедряя в наше сознание новые ценности, реклама активно формирует образ жизни, влияя на мотивационно-потребностную сферу.</w:t>
      </w:r>
    </w:p>
    <w:p w:rsidR="00325D8C" w:rsidRPr="00313399" w:rsidRDefault="00325D8C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</w:p>
    <w:p w:rsidR="001C3CC1" w:rsidRPr="00313399" w:rsidRDefault="006538FB" w:rsidP="00313399">
      <w:pPr>
        <w:pStyle w:val="5"/>
        <w:keepNext w:val="0"/>
        <w:widowControl w:val="0"/>
        <w:shd w:val="clear" w:color="000000" w:fill="auto"/>
        <w:ind w:firstLine="709"/>
      </w:pPr>
      <w:r w:rsidRPr="00313399">
        <w:t>1.</w:t>
      </w:r>
      <w:r w:rsidR="001C3CC1" w:rsidRPr="00313399">
        <w:t xml:space="preserve">2 </w:t>
      </w:r>
      <w:r w:rsidRPr="00313399">
        <w:t>Социальное влияние рекламной деятельности</w:t>
      </w:r>
    </w:p>
    <w:p w:rsidR="00C116AB" w:rsidRPr="00313399" w:rsidRDefault="00C116AB" w:rsidP="0031339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Рекламная деятельность поэтому также может рассматриваться с точки зрения психологических воздействий, или социального влияния. [18, 19, 20]</w:t>
      </w:r>
    </w:p>
    <w:p w:rsidR="001C3CC1" w:rsidRPr="00313399" w:rsidRDefault="001C3CC1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</w:t>
      </w:r>
      <w:r w:rsidR="006538FB" w:rsidRPr="00313399">
        <w:rPr>
          <w:color w:val="auto"/>
          <w:spacing w:val="0"/>
        </w:rPr>
        <w:t>оздействие рекламы проявляется в процессах переработки рекламных сообщений: эмоциях, мыслях возможных решениях, обусловливающих конкретные поведенческие акты человека.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Многие авторы, рассматривая проблему воздействий в рекламе, особое внимание уделяют осознаваемым и неосознаваемым воздействиям, а также детально рассматривают различия между воздействиями рациональными, основанными на логике и убеждающих аргументах, и нерациональными, основанными на эмоциях и чувствах.</w:t>
      </w:r>
      <w:r w:rsidR="001C3CC1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Так, Г.Мюнстерберг считал, что крайне эффективными являются, главным образом, эмоциональные воздействия. [ </w:t>
      </w:r>
      <w:r w:rsidR="00F8402D" w:rsidRPr="00313399">
        <w:rPr>
          <w:color w:val="auto"/>
          <w:spacing w:val="0"/>
        </w:rPr>
        <w:t>1</w:t>
      </w:r>
      <w:r w:rsidRPr="00313399">
        <w:rPr>
          <w:color w:val="auto"/>
          <w:spacing w:val="0"/>
        </w:rPr>
        <w:t>2]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Согласно теории Б.Витиеса, сформулированной ещё в </w:t>
      </w:r>
      <w:smartTag w:uri="urn:schemas-microsoft-com:office:smarttags" w:element="metricconverter">
        <w:smartTagPr>
          <w:attr w:name="ProductID" w:val="1905 г"/>
        </w:smartTagPr>
        <w:r w:rsidRPr="00313399">
          <w:rPr>
            <w:color w:val="auto"/>
            <w:spacing w:val="0"/>
          </w:rPr>
          <w:t>1905</w:t>
        </w:r>
        <w:r w:rsidR="00F8402D" w:rsidRPr="00313399">
          <w:rPr>
            <w:color w:val="auto"/>
            <w:spacing w:val="0"/>
          </w:rPr>
          <w:t xml:space="preserve"> </w:t>
        </w:r>
        <w:r w:rsidRPr="00313399">
          <w:rPr>
            <w:color w:val="auto"/>
            <w:spacing w:val="0"/>
          </w:rPr>
          <w:t>г</w:t>
        </w:r>
      </w:smartTag>
      <w:r w:rsidRPr="00313399">
        <w:rPr>
          <w:color w:val="auto"/>
          <w:spacing w:val="0"/>
        </w:rPr>
        <w:t xml:space="preserve">., интеллектуальная рецепция (рациональное восприятие) всегда подкрепляется рецепцией сенсорной, то есть стимулами, которые воздействуют на органы чувств человека и вызывают в сознании соответствующие представления о достоинствах фирмы или положительных качествах товара. Создаваемые рекламой яркие впечатления закрепляются в памяти. 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Предположение, что всякое человеческое действие определяется разумным суждением, оказывается, по мнению Б.Витиеса, неверным. Из теории Б.Витиеса следовало, что реклама способна не только сделать объективную потребность актуальной, превратить её в мотив, но и создать потребность в рекламируемом товаре как бы «из ничего», то есть без всяких на то объективных причин. [Цит. по 19]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И сегодня многие практики всё ещё убеждены, что, </w:t>
      </w:r>
      <w:r w:rsidR="001C3CC1" w:rsidRPr="00313399">
        <w:rPr>
          <w:color w:val="auto"/>
          <w:spacing w:val="0"/>
        </w:rPr>
        <w:t>в</w:t>
      </w:r>
      <w:r w:rsidRPr="00313399">
        <w:rPr>
          <w:color w:val="auto"/>
          <w:spacing w:val="0"/>
        </w:rPr>
        <w:t>оздействуя на сознание или подсознание людей, коммерческая реклама способна напрямую создавать потребности в рекламируемых товарах и услугах как бы из ничего, искусственно, на пустом месте. Подобные взгляды в современной научной психологической литературе и в литературе по маркетингу часто подвергаются критике, признаётся лишь косвенное, опосредованное участие рекламы в процессе формирования потребностей.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Тем не менее до сих пор открытым остаётся вопрос: почему и в каких случаях люди всё-таки приобретают товары, которые вроде бы им не нужны? Именно поэтому проблему изучения эффективности методов психологического воздействия в рекламе, а также соотношения воздействия и потребностей сегодня считают основной проблемой психологии рекламы.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В.Г.Зазыкин выделяет четыре компонента воздействия рекламы: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1)когнитивный (получение новой информации за счёт процессов переработки информации: ощущения, восприятия, внимания, ассоциативного мышления. памяти);</w:t>
      </w:r>
    </w:p>
    <w:p w:rsidR="001C3CC1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2)аффективный (формирование эмоционального отношения, побуждающего желания, переживания);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3)регулятивный (побуждение к конкретным действиям);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4)коммуникативный (интегрирование потребителя рекламы в контекст информирования) [9].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Отечественный рекламист-практик профессор Ю.А.Шерковин называл явление воздействия рекламы «массовым», «внеколлективным» поведением. Его отличительный признак, по мнению автора, состоит в том, что здесь возникает стихийная передача информации, и субъект действует практически без ощущения личного контроля над ситуацией. [</w:t>
      </w:r>
      <w:r w:rsidR="00F8402D" w:rsidRPr="00313399">
        <w:rPr>
          <w:color w:val="auto"/>
          <w:spacing w:val="0"/>
        </w:rPr>
        <w:t>1</w:t>
      </w:r>
      <w:r w:rsidRPr="00313399">
        <w:rPr>
          <w:color w:val="auto"/>
          <w:spacing w:val="0"/>
        </w:rPr>
        <w:t>8]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Самым большим социальным потенциалом воздействия обладает телевидение. Телевидение – самое разностороннее из рекламных средств. Уникальная особенность телевизионной рекламы состоит в том, что для неё характерны, во-первых, сочетание звукового и зрительного воздействий и, во-вторых, огромная по сравнению с любым другим рекламным средством, аудитория.</w:t>
      </w:r>
      <w:r w:rsidR="000522BD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Существует несколько вариантов телерекламы: рекламные ролики, размещение логотипа, эмблемы, девиза рекламодателя на экране, бегущая строка, спонсирование популярных передач и т.д.Причём исследователи отмечают, что самым высоким уровнем психологического воздействия обладают рекламные ролики. [9,13]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С.Г.Кара-Мурза отмечает «убаюкивающий эффект» телевизионной рекламы, обеспечивающий пассивность восприятия.</w:t>
      </w:r>
      <w:r w:rsidR="000522BD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Сочетание текста, образов, музыки и домашней обстановки приводит к релаксации, снижению умственной активности и критичности восприятия информации. [13]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Анализируя телерекламу, М.Постер подчёркивает, что в настоящее время её основной функцией становится вовлечение реципиента в процесс самоформирования, реклама заставляет его «переделывать себя» в «беседе» с иными способами суждения. Телереклама использует слово и символ для того, чтобы произвести изменения в поведении зрителя. Она включает в себя субъекта как зависимого наблюдателя, формируя его как потребителя. [Цит. по 13]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  <w:lang w:val="uk-UA"/>
        </w:rPr>
      </w:pPr>
      <w:r w:rsidRPr="00313399">
        <w:rPr>
          <w:color w:val="auto"/>
          <w:spacing w:val="0"/>
        </w:rPr>
        <w:t>Многократно повторяясь независимо от желания человека, действуя на взрослых и в особенности на беззащитную психику ребёнка и запуская тонкие механизмы человеческих эмоций и мотивации, телевизионная реклама, по существу, формирует современного человека.</w:t>
      </w:r>
    </w:p>
    <w:p w:rsidR="00411E21" w:rsidRPr="00313399" w:rsidRDefault="00411E21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  <w:lang w:val="uk-UA"/>
        </w:rPr>
      </w:pP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  <w:lang w:val="uk-UA"/>
        </w:rPr>
      </w:pPr>
      <w:r w:rsidRPr="00313399">
        <w:rPr>
          <w:b/>
          <w:color w:val="auto"/>
          <w:spacing w:val="0"/>
        </w:rPr>
        <w:t>1.</w:t>
      </w:r>
      <w:r w:rsidR="000522BD" w:rsidRPr="00313399">
        <w:rPr>
          <w:b/>
          <w:color w:val="auto"/>
          <w:spacing w:val="0"/>
        </w:rPr>
        <w:t>3</w:t>
      </w:r>
      <w:r w:rsidR="00411E21" w:rsidRPr="00313399">
        <w:rPr>
          <w:b/>
          <w:color w:val="auto"/>
          <w:spacing w:val="0"/>
          <w:lang w:val="uk-UA"/>
        </w:rPr>
        <w:t xml:space="preserve"> </w:t>
      </w:r>
      <w:r w:rsidRPr="00313399">
        <w:rPr>
          <w:b/>
          <w:color w:val="auto"/>
          <w:spacing w:val="0"/>
        </w:rPr>
        <w:t>Социально-психологические особенности российских потребителей рекламы</w:t>
      </w:r>
    </w:p>
    <w:p w:rsidR="00411E21" w:rsidRPr="00313399" w:rsidRDefault="00411E21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  <w:lang w:val="uk-UA"/>
        </w:rPr>
      </w:pPr>
    </w:p>
    <w:p w:rsid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Результатом неэтичного подхода к рекламной деятельности, особенно в сфере политической рекламы, стало негативное отношение к специалистам по политической рекламе политтехнологам, «имиджмейкерам». «Сегодня в массовом сознании россиян, - пишет А.П.Назаретян, - утвердилось отчётливо негативное отношение к политтехнологам. В психолингвистических экспериментах по предъявлении слов «политическая технология» большинство респондентов дают ассоциацию – «грязная», а к слову «Пи Ар» (PR Public Relations – «связи с общественностью») – «чёрный». [</w:t>
      </w:r>
      <w:r w:rsidR="000522BD" w:rsidRPr="00313399">
        <w:rPr>
          <w:color w:val="auto"/>
          <w:spacing w:val="0"/>
        </w:rPr>
        <w:t>13</w:t>
      </w:r>
      <w:r w:rsidRPr="00313399">
        <w:rPr>
          <w:color w:val="auto"/>
          <w:spacing w:val="0"/>
        </w:rPr>
        <w:t>]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Причём, поскольку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принципиальной границы между торговой, коммерческой и политической рекламой нет, негативное отношение к политической рекламе зачастую распространяется и на всю рекламную деятельность.А.П.Назаретян выделяет две причины такого положения дел.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Одна состоит в том, что с резким изменением правил политической игры на стыке 80-х и 90-х годов в эту сферу хлынул поток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психологов-дилетантов. Прочитав пару американских брошюр и назвав себя неудобопроизносимым по-русски, но гипнотизирующим богатых заказчиков словом «имиджмейкеры», эти люди стали изобретать (часто не догадываясь, что всё это уже было изобретено и испробовано) «всякого рода заморочки для запутывания избирателей». [</w:t>
      </w:r>
      <w:r w:rsidR="000522BD" w:rsidRPr="00313399">
        <w:rPr>
          <w:color w:val="auto"/>
          <w:spacing w:val="0"/>
        </w:rPr>
        <w:t>13</w:t>
      </w:r>
      <w:r w:rsidRPr="00313399">
        <w:rPr>
          <w:color w:val="auto"/>
          <w:spacing w:val="0"/>
        </w:rPr>
        <w:t>]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Автор подчёркивает: засилье дилетантизма в современной российской политической психологии с типичными для дилетантов пренебрежением к моральным нормам и неумением думать о долгосрочных последствиях, - одна из главных причин сложившейся у людей установки по отношению к «технологиям». 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Другой совокупной причиной негативного отношения многих россиян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к коммерческой и политической рекламе А.П.Назаретян считает политическую и коммерческую (если можно так сказать) неискушенность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«постсоветской» публики, неразвитость институтов гражданского общества, цивилизованного рынка и периферийное положение социальных свобод в системе ценностей массового сознания. Всё это делает обывателей удивительно податливыми для манипулятивных приёмов. (Там же)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Интересно замечание автора в отношении </w:t>
      </w:r>
      <w:r w:rsidRPr="00313399">
        <w:rPr>
          <w:b/>
          <w:color w:val="auto"/>
          <w:spacing w:val="0"/>
        </w:rPr>
        <w:t>социально-психологических особенностей российских потребителей рекламы:</w:t>
      </w:r>
      <w:r w:rsidRPr="00313399">
        <w:rPr>
          <w:color w:val="auto"/>
          <w:spacing w:val="0"/>
        </w:rPr>
        <w:t xml:space="preserve"> «парадоксальный контраст между высоким уровнем образованности и низкой способностью к критическому восприятию стал закономерным итогом культурной революции, авторитарного образования и надолго закрытой от внешнего мира пропагандистской системы. Вероятно, сохранившаяся податливость «постсоветских людей» манипулятивным приёмам – во многом наследие советского воспитания, построенного на шаблонных схемах и трюизмах». 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Отечественный потребитель обострённо чувствителен к этической стороне социального воздействия рекламы. [2</w:t>
      </w:r>
      <w:r w:rsidR="000522BD" w:rsidRPr="00313399">
        <w:rPr>
          <w:color w:val="auto"/>
          <w:spacing w:val="0"/>
        </w:rPr>
        <w:t>0</w:t>
      </w:r>
      <w:r w:rsidRPr="00313399">
        <w:rPr>
          <w:color w:val="auto"/>
          <w:spacing w:val="0"/>
        </w:rPr>
        <w:t>]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Реклама дорогостоящих продуктов питания при низкой покупательной способности основного потребителя, внушение мысли о необходимости их приобретения, внедрение в общественное сознание недостижимого образа жизни приводят к негативным эмоциональным реакциям человека.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Довольно часто в современной отечественной рекламе, особенно при использовании её наиболее массового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 влиятельного носителя - телевидения,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фигурируют вещи, о которых по законам этики публично не говорят. Многократное повторение подобных сюжетов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может создавать угнетённое психическое состояние телезрителей.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Если учесть ещё и общий психологический фон отечественного телевещания, который, по мнению Е.Я.Малышева, способствует возникновению негативных эмоциональных реакций, вносит дисбаланс в общественные и межличностные отношения телезрителя, а нередко создаёт условия для слабого сопротивления человека различным заболеваниям, то это становится ещё и медицинской проблемой российского населения. [</w:t>
      </w:r>
      <w:r w:rsidR="000522BD" w:rsidRPr="00313399">
        <w:rPr>
          <w:color w:val="auto"/>
          <w:spacing w:val="0"/>
        </w:rPr>
        <w:t>1</w:t>
      </w:r>
      <w:r w:rsidRPr="00313399">
        <w:rPr>
          <w:color w:val="auto"/>
          <w:spacing w:val="0"/>
        </w:rPr>
        <w:t>2]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Существенной характерной особенностью российского потребителя рекламы является и то обстоятельство, что в России достаточно низка эффективность социальной рекламы (рекламы определённого образа жизни, законопослушания, конституционных прав, свобод и обязанностей человека, патриотическая реклама и т.п.)</w:t>
      </w:r>
      <w:r w:rsidR="000522BD" w:rsidRPr="00313399">
        <w:rPr>
          <w:color w:val="auto"/>
          <w:spacing w:val="0"/>
        </w:rPr>
        <w:t xml:space="preserve">. 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 России социальная реклама входит преимущественно в сферу государственных интересов, хотя за рубежом социальную рекламу активно размещают как некоммерческие, так и коммерческие организации. Коммерческие организации размещают социальную рекламу с целью улучшения своего имиджа.</w:t>
      </w:r>
      <w:r w:rsidR="000522BD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Кроме того, если в России большинство социальной рекламы носит политический контекст, то за рубежом первое место в рейтинге социальной рекламы по тематике занимают дети. Далее следуют семья, голод в странах третьего мира, беженцы, животные, СПИД и др.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Исследования последних лет показали, что эффективность социальной рекламы является достаточно низкой. Так, по результатам опроса, проведённого в </w:t>
      </w:r>
      <w:r w:rsidR="001A74F6" w:rsidRPr="00313399">
        <w:rPr>
          <w:color w:val="auto"/>
          <w:spacing w:val="0"/>
        </w:rPr>
        <w:t>2009</w:t>
      </w:r>
      <w:r w:rsidRPr="00313399">
        <w:rPr>
          <w:color w:val="auto"/>
          <w:spacing w:val="0"/>
        </w:rPr>
        <w:t xml:space="preserve"> году в Санкт-Петербурге, было выявлено, что более половины всех опрошенных не замечают социальную рекламу на улицах и экране телевизора. 20% воспринимают её как украшение города, а 10% отметили, что социальная реклама их раздражает. 70% не могли припомнить ни одного социального слогана, а у 30% лидерство по запоминаемости держит реклама «Заплати налоги и спи спокойно». Причём каждый третий респондент поставил под сомнение необходимость такой рекламы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[</w:t>
      </w:r>
      <w:r w:rsidR="000522BD" w:rsidRPr="00313399">
        <w:rPr>
          <w:color w:val="auto"/>
          <w:spacing w:val="0"/>
        </w:rPr>
        <w:t>1</w:t>
      </w:r>
      <w:r w:rsidRPr="00313399">
        <w:rPr>
          <w:color w:val="auto"/>
          <w:spacing w:val="0"/>
        </w:rPr>
        <w:t>2]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Это заставляет задуматься о качестве социальной рекламы как одном из значимых показателей гуманистической направленности рекламной деятельности, о её содержании и формах размещения.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Большое значение в связи с этим приобретает зарубежный опыт, который показывает, что социальная реклама решает в большей степени не политические задачи, а общественно необходимые вопросы и размещается не только государственными органами власти, но и коммерческими и некоммерческими организациями.</w:t>
      </w:r>
    </w:p>
    <w:p w:rsidR="00411E21" w:rsidRPr="00313399" w:rsidRDefault="00411E21" w:rsidP="00313399">
      <w:pPr>
        <w:pStyle w:val="5"/>
        <w:keepNext w:val="0"/>
        <w:widowControl w:val="0"/>
        <w:shd w:val="clear" w:color="000000" w:fill="auto"/>
        <w:ind w:firstLine="709"/>
        <w:rPr>
          <w:b w:val="0"/>
          <w:bCs w:val="0"/>
          <w:szCs w:val="28"/>
          <w:lang w:val="uk-UA"/>
        </w:rPr>
      </w:pPr>
    </w:p>
    <w:p w:rsidR="000522BD" w:rsidRPr="00313399" w:rsidRDefault="006538FB" w:rsidP="00313399">
      <w:pPr>
        <w:pStyle w:val="5"/>
        <w:keepNext w:val="0"/>
        <w:widowControl w:val="0"/>
        <w:shd w:val="clear" w:color="000000" w:fill="auto"/>
        <w:ind w:firstLine="709"/>
      </w:pPr>
      <w:r w:rsidRPr="00313399">
        <w:t>1.</w:t>
      </w:r>
      <w:r w:rsidR="000522BD" w:rsidRPr="00313399">
        <w:t>4</w:t>
      </w:r>
      <w:r w:rsidR="00411E21" w:rsidRPr="00313399">
        <w:rPr>
          <w:lang w:val="uk-UA"/>
        </w:rPr>
        <w:t xml:space="preserve"> </w:t>
      </w:r>
      <w:r w:rsidRPr="00313399">
        <w:t>Развитие рекламных технологий</w:t>
      </w:r>
      <w:r w:rsidR="00313399" w:rsidRPr="00313399">
        <w:t xml:space="preserve"> </w:t>
      </w:r>
      <w:r w:rsidRPr="00313399">
        <w:t>в России</w:t>
      </w:r>
      <w:r w:rsidR="00012444" w:rsidRPr="00313399">
        <w:t>. Социально-экономическая эффективность рекламы</w:t>
      </w:r>
    </w:p>
    <w:p w:rsidR="000522BD" w:rsidRPr="00313399" w:rsidRDefault="000522BD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</w:p>
    <w:p w:rsidR="000522BD" w:rsidRPr="00313399" w:rsidRDefault="00012444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Г</w:t>
      </w:r>
      <w:r w:rsidR="006538FB" w:rsidRPr="00313399">
        <w:rPr>
          <w:color w:val="auto"/>
          <w:spacing w:val="0"/>
        </w:rPr>
        <w:t>енеральный директор агентства коммуникационного менеджмента М.Е.Кошелюк, автор одной из лучших отечественных работ по теории политической рекламы «Технологии политических выборов», удостоенной Национальной премии утверждает, что время «грязной» политической рекламы</w:t>
      </w:r>
      <w:r w:rsidR="00313399" w:rsidRPr="00313399">
        <w:rPr>
          <w:color w:val="auto"/>
          <w:spacing w:val="0"/>
        </w:rPr>
        <w:t xml:space="preserve"> </w:t>
      </w:r>
      <w:r w:rsidR="006538FB" w:rsidRPr="00313399">
        <w:rPr>
          <w:color w:val="auto"/>
          <w:spacing w:val="0"/>
        </w:rPr>
        <w:t>и политтехнологий проходит. [17]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Поскольку на отношение российского потребителя к рекламе вообще сильно повлияла грубая, непрофессиональная политическая реклама первых постперестроечных лет, целесообразно рассмотреть основные этапы её становления и развития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в постсоветской России.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В начале 90-х гг. ХХ в. практика сопровождения избирательных кампаний переживала период любительства. Успех кандидата определяли его энергия и энтузиазм его друзей или родственников. 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Затем наступил период ученичества, связанный с освоением зарубежного опыта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ведения кампаний.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В 1995-1996 годах начался следующий этап – период эксперимента. Он сопровождался бурным прогрессом, прежде всего на микротехнологическом уровне (технологии составления текстов, подготовка плакатов, схемы организации агитационной работы и т.п.). «Однако эксперимент – это всегда некая проверка границ не только возможного, но и допустимого, - пишет М.Е.Кошелюк. – Поэтому именно в конце 90-х наряду с оригинальными находками широкое распространение получили так называемые «грязные» технологии». [17] </w:t>
      </w:r>
    </w:p>
    <w:p w:rsidR="00A32787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В последнее время наблюдается становление технологий иного порядка. Технологии предыдущего поколения имели дело главным образом с управлением восприятием информации, поступающей к избирателям. 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Автор отмечает, что сегодня в политической и коммерческой рекламе речь фактически идёт о формировании метатехнологий, связанных уже с </w:t>
      </w:r>
      <w:r w:rsidRPr="00313399">
        <w:rPr>
          <w:b/>
          <w:color w:val="auto"/>
          <w:spacing w:val="0"/>
        </w:rPr>
        <w:t>психологией управления социальными процессами, массовыми социальными коммуникациями</w:t>
      </w:r>
      <w:r w:rsidRPr="00313399">
        <w:rPr>
          <w:color w:val="auto"/>
          <w:spacing w:val="0"/>
        </w:rPr>
        <w:t>.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 настоящее время в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условиях снижения эффективности и роста стоимости традиционной рекламы обсуждается, разрабатывается и предлагается система неформальных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рекламных коммуникаций (неформальных коммуникаций межличностного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 неличного характера), которая при исключительно коммерческом подходе грозит стать изощрённой, утончённой манипулятивной рекламной технологией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[</w:t>
      </w:r>
      <w:r w:rsidR="00F8402D" w:rsidRPr="00313399">
        <w:rPr>
          <w:color w:val="auto"/>
          <w:spacing w:val="0"/>
        </w:rPr>
        <w:t>1</w:t>
      </w:r>
      <w:r w:rsidRPr="00313399">
        <w:rPr>
          <w:color w:val="auto"/>
          <w:spacing w:val="0"/>
        </w:rPr>
        <w:t>6].</w:t>
      </w:r>
    </w:p>
    <w:p w:rsidR="00A32787" w:rsidRPr="00313399" w:rsidRDefault="00012444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  <w:r w:rsidRPr="00313399">
        <w:rPr>
          <w:b/>
          <w:color w:val="auto"/>
          <w:spacing w:val="0"/>
        </w:rPr>
        <w:t>Важное практическое значение имеет</w:t>
      </w:r>
      <w:r w:rsidR="006538FB" w:rsidRPr="00313399">
        <w:rPr>
          <w:b/>
          <w:color w:val="auto"/>
          <w:spacing w:val="0"/>
        </w:rPr>
        <w:t xml:space="preserve"> определени</w:t>
      </w:r>
      <w:r w:rsidRPr="00313399">
        <w:rPr>
          <w:b/>
          <w:color w:val="auto"/>
          <w:spacing w:val="0"/>
        </w:rPr>
        <w:t>е</w:t>
      </w:r>
      <w:r w:rsidR="006538FB" w:rsidRPr="00313399">
        <w:rPr>
          <w:b/>
          <w:color w:val="auto"/>
          <w:spacing w:val="0"/>
        </w:rPr>
        <w:t xml:space="preserve"> эффективности рекламы</w:t>
      </w:r>
      <w:r w:rsidRPr="00313399">
        <w:rPr>
          <w:b/>
          <w:color w:val="auto"/>
          <w:spacing w:val="0"/>
        </w:rPr>
        <w:t xml:space="preserve">. </w:t>
      </w:r>
    </w:p>
    <w:p w:rsidR="00A32787" w:rsidRPr="00313399" w:rsidRDefault="00A32787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>С</w:t>
      </w:r>
      <w:r w:rsidR="006538FB" w:rsidRPr="00313399">
        <w:rPr>
          <w:color w:val="auto"/>
          <w:spacing w:val="0"/>
        </w:rPr>
        <w:t xml:space="preserve"> социально</w:t>
      </w:r>
      <w:r w:rsidR="00012444" w:rsidRPr="00313399">
        <w:rPr>
          <w:color w:val="auto"/>
          <w:spacing w:val="0"/>
        </w:rPr>
        <w:t xml:space="preserve">-экономической точки зрения, </w:t>
      </w:r>
      <w:r w:rsidR="006538FB" w:rsidRPr="00313399">
        <w:rPr>
          <w:color w:val="auto"/>
          <w:spacing w:val="0"/>
        </w:rPr>
        <w:t>под эффективностью понимают не только производительность деятельности, например, трудовой, но и ряд других, не менее важных характеристик, в частности, удовлетворённость работников, группы и пр. их трудом, различными его составляющими.</w:t>
      </w:r>
      <w:r w:rsidR="00313399" w:rsidRPr="00313399">
        <w:rPr>
          <w:color w:val="auto"/>
          <w:spacing w:val="0"/>
        </w:rPr>
        <w:t xml:space="preserve"> 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Если люди работают продуктивно и приносят прибыль, это рассматривается лишь как одна из важных характеристик эффективности, но если они при этом ещё и довольны работой, а также друг другом, то это является уже важным показателем </w:t>
      </w:r>
      <w:r w:rsidR="00012444" w:rsidRPr="00313399">
        <w:rPr>
          <w:color w:val="auto"/>
          <w:spacing w:val="0"/>
        </w:rPr>
        <w:t>социально-экономичес</w:t>
      </w:r>
      <w:r w:rsidRPr="00313399">
        <w:rPr>
          <w:color w:val="auto"/>
          <w:spacing w:val="0"/>
        </w:rPr>
        <w:t>кой эффективности.[1, 18, 19, 20]</w:t>
      </w:r>
    </w:p>
    <w:p w:rsidR="00A32787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В рекламе этому можно обнаружить несколько аналогов. </w:t>
      </w:r>
    </w:p>
    <w:p w:rsidR="00A32787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В частности, человек должен быть удовлетворён не только товаром, но и рекламой, упаковкой, обслуживанием и пр. 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Реклама должна соответствовать возможностям психических процессов человека.</w:t>
      </w:r>
      <w:r w:rsidR="00A32787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При этом реклама, предлагая потенциальному потребителю товар, не должна наносить вред другим потребителям, их физическому или психическому здоровью, или, например, обществу в целом, его будущему. Только в этом случае можно говорить о том, что конкретная реклама соответствует всем критериям эффективности .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По мнению многих исследователей [19, 9] , критерием эффективности рекламы могут выступать, например, чувства, испытываемые человеком при приобретении того или иного товара, например, чувство престижа или собственного достоинства. </w:t>
      </w:r>
    </w:p>
    <w:p w:rsidR="00A32787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Причём престиж нельзя рассматривать как нечто единое для всех потребителей, нечто изначально заданное и неизменное. 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Нельзя использовать данное понятие как единый принцип построения эффективной рекламы, ориентированной на различные группы населения. Здесь реклама должна принимать соответствующие формы в зависимости от ценностной направленности той или иной субкультуры.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Таким образом, традиционно </w:t>
      </w:r>
      <w:r w:rsidR="00012444" w:rsidRPr="00313399">
        <w:rPr>
          <w:color w:val="auto"/>
          <w:spacing w:val="0"/>
        </w:rPr>
        <w:t>социально-</w:t>
      </w:r>
      <w:r w:rsidRPr="00313399">
        <w:rPr>
          <w:color w:val="auto"/>
          <w:spacing w:val="0"/>
        </w:rPr>
        <w:t xml:space="preserve">психологическая экспертиза рекламы проводится в двух направлениях. </w:t>
      </w:r>
    </w:p>
    <w:p w:rsidR="000522BD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Во-первых, по заказам рекламодателей, - чтобы определить степень психологического воздействия на потенциальных потребителей, в частности, оценить воздействие на их психические процессы.</w:t>
      </w:r>
    </w:p>
    <w:p w:rsidR="00A32787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Во-вторых, по заказам независимых общественных организаций и граждан. При этом цели экспертизы, которую проводят психологи, могут быть не только различными, но и противоположными.</w:t>
      </w:r>
      <w:r w:rsidR="00313399" w:rsidRPr="00313399">
        <w:rPr>
          <w:color w:val="auto"/>
          <w:spacing w:val="0"/>
        </w:rPr>
        <w:t xml:space="preserve"> </w:t>
      </w:r>
    </w:p>
    <w:p w:rsidR="006538FB" w:rsidRPr="00313399" w:rsidRDefault="006538F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Например, попытка разработать методику оценки рекламы в целях безопасности психического и физического здоровья потребителей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предложена в работе Е.Прониной [1</w:t>
      </w:r>
      <w:r w:rsidR="00F8402D" w:rsidRPr="00313399">
        <w:rPr>
          <w:color w:val="auto"/>
          <w:spacing w:val="0"/>
        </w:rPr>
        <w:t>6</w:t>
      </w:r>
      <w:r w:rsidRPr="00313399">
        <w:rPr>
          <w:color w:val="auto"/>
          <w:spacing w:val="0"/>
        </w:rPr>
        <w:t>].</w:t>
      </w:r>
    </w:p>
    <w:p w:rsidR="00F8402D" w:rsidRPr="00313399" w:rsidRDefault="00F8402D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Таким образом,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в целом можно сказать, что идеальный образ рекламы во многом далёк от её практического воплощения в современных российских рыночных условиях.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Со времени широкого распространения рекламной деятельности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 среди специалистов, и среди массовых потребителей рекламы не утихает спор о её негативном и позитивном влиянии на жизнь общества.</w:t>
      </w:r>
    </w:p>
    <w:p w:rsidR="00313399" w:rsidRDefault="00313399" w:rsidP="00313399">
      <w:pPr>
        <w:pStyle w:val="5"/>
        <w:keepNext w:val="0"/>
        <w:widowControl w:val="0"/>
        <w:shd w:val="clear" w:color="000000" w:fill="auto"/>
        <w:ind w:firstLine="709"/>
      </w:pPr>
    </w:p>
    <w:p w:rsidR="00122B6F" w:rsidRPr="00313399" w:rsidRDefault="00313399" w:rsidP="00313399">
      <w:pPr>
        <w:pStyle w:val="5"/>
        <w:keepNext w:val="0"/>
        <w:widowControl w:val="0"/>
        <w:shd w:val="clear" w:color="000000" w:fill="auto"/>
        <w:ind w:firstLine="709"/>
      </w:pPr>
      <w:r>
        <w:br w:type="page"/>
      </w:r>
      <w:r w:rsidR="00A32787" w:rsidRPr="00313399">
        <w:t>Г</w:t>
      </w:r>
      <w:r w:rsidR="00122B6F" w:rsidRPr="00313399">
        <w:t>лава II.</w:t>
      </w:r>
      <w:r>
        <w:t xml:space="preserve"> </w:t>
      </w:r>
      <w:r w:rsidR="00122B6F" w:rsidRPr="00313399">
        <w:t>ИССЛЕДОВАНИЕ ОТНОШЕНИЯ ПОТРЕБИТЕЛЕЙ К СОВРЕМЕННОЙ РОССИЙСКОЙ РЕКЛАМЕ</w:t>
      </w:r>
    </w:p>
    <w:p w:rsidR="00313399" w:rsidRDefault="00313399" w:rsidP="0031339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16147D" w:rsidRPr="00313399" w:rsidRDefault="0012589F" w:rsidP="00313399">
      <w:pPr>
        <w:pStyle w:val="5"/>
        <w:keepNext w:val="0"/>
        <w:widowControl w:val="0"/>
        <w:shd w:val="clear" w:color="000000" w:fill="auto"/>
        <w:ind w:firstLine="709"/>
      </w:pPr>
      <w:r w:rsidRPr="00313399">
        <w:t>2.</w:t>
      </w:r>
      <w:r w:rsidR="00802A9D" w:rsidRPr="00313399">
        <w:t>1</w:t>
      </w:r>
      <w:r w:rsidR="00802A9D" w:rsidRPr="00313399">
        <w:rPr>
          <w:lang w:val="uk-UA"/>
        </w:rPr>
        <w:t xml:space="preserve"> </w:t>
      </w:r>
      <w:r w:rsidR="00C31EF5" w:rsidRPr="00313399">
        <w:t>Методы исследования, характеристика экспериментальной группы</w:t>
      </w:r>
    </w:p>
    <w:p w:rsidR="00802A9D" w:rsidRPr="00313399" w:rsidRDefault="00802A9D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  <w:lang w:val="uk-UA"/>
        </w:rPr>
      </w:pPr>
    </w:p>
    <w:p w:rsidR="0016147D" w:rsidRPr="00313399" w:rsidRDefault="00C31EF5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  <w:r w:rsidRPr="00313399">
        <w:rPr>
          <w:color w:val="auto"/>
          <w:spacing w:val="0"/>
        </w:rPr>
        <w:t>В исследовании принимало участие 52 человека, из них женщин - 30 человек, мужчин - 22 человека. Возраст участников: от 16 до 50 лет; из них от 16 до 25 лет - 35%, от 26 до 50 лет - 65%</w:t>
      </w:r>
      <w:r w:rsidRPr="00313399">
        <w:rPr>
          <w:b/>
          <w:color w:val="auto"/>
          <w:spacing w:val="0"/>
        </w:rPr>
        <w:t>.</w:t>
      </w:r>
    </w:p>
    <w:p w:rsidR="0016147D" w:rsidRPr="00313399" w:rsidRDefault="00C31EF5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  <w:r w:rsidRPr="00313399">
        <w:rPr>
          <w:b/>
          <w:color w:val="auto"/>
          <w:spacing w:val="0"/>
        </w:rPr>
        <w:t>Методы исследования</w:t>
      </w:r>
    </w:p>
    <w:p w:rsidR="0016147D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Основной метод - опрос, который проводился с использованием</w:t>
      </w:r>
    </w:p>
    <w:p w:rsidR="0016147D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-анкетирования;</w:t>
      </w:r>
    </w:p>
    <w:p w:rsidR="0016147D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-методики «незаконченных предложений».</w:t>
      </w:r>
    </w:p>
    <w:p w:rsidR="0016147D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Вопросы для проведения анкетирования и методики незакончен</w:t>
      </w:r>
      <w:r w:rsidR="00A6585D" w:rsidRPr="00313399">
        <w:rPr>
          <w:color w:val="auto"/>
          <w:spacing w:val="0"/>
        </w:rPr>
        <w:t>ных предложений были разработаны</w:t>
      </w:r>
      <w:r w:rsidRPr="00313399">
        <w:rPr>
          <w:color w:val="auto"/>
          <w:spacing w:val="0"/>
        </w:rPr>
        <w:t xml:space="preserve"> таким образом, чтобы выяснить реакции участников опроса в трёх аспектах</w:t>
      </w:r>
      <w:r w:rsidR="0016147D" w:rsidRPr="00313399">
        <w:rPr>
          <w:color w:val="auto"/>
          <w:spacing w:val="0"/>
        </w:rPr>
        <w:t>:</w:t>
      </w:r>
      <w:r w:rsidRPr="00313399">
        <w:rPr>
          <w:color w:val="auto"/>
          <w:spacing w:val="0"/>
        </w:rPr>
        <w:t xml:space="preserve"> эмоциональном, рациональном, поведенческом (что потребители чувствуют, думают и делают под воздействием рекламных сообщений). </w:t>
      </w:r>
    </w:p>
    <w:p w:rsidR="0016147D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Анкета содержит как открытые, так и закрытые вопросы; из них три вопроса (о предпочтительных видах рекламы на телевидении, об отношении к рекламе в целом, о поведенческих реакциях на рекламные вставки во время просмотра телевизионных передач проработаны наиболее дифференцированно (предлагают около 10 возможных вариантов ответов).</w:t>
      </w:r>
    </w:p>
    <w:p w:rsidR="00122B6F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«Эмоциональный» блок вопросов - №№2,3,4,6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анкеты (см. Приложение 1) ; </w:t>
      </w:r>
    </w:p>
    <w:p w:rsid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«рациональный» -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методика «незаконченных предложений» (См. Приложение 2);</w:t>
      </w:r>
    </w:p>
    <w:p w:rsidR="0016147D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«поведенческий»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- вопросы №1,№5 анкеты.</w:t>
      </w:r>
    </w:p>
    <w:p w:rsidR="0016147D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Респондентам при опросе их мнения по методике «незаконченные предложения» предлагалось закончить предложение: 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«Реклама влияет на…» по четырём тематическим аспектам с положительной/отрицательной стороны (Бланк методики см. Приложение 2)</w:t>
      </w:r>
    </w:p>
    <w:p w:rsidR="004E0EC0" w:rsidRPr="00313399" w:rsidRDefault="004E0EC0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</w:p>
    <w:p w:rsidR="004E0EC0" w:rsidRPr="00313399" w:rsidRDefault="0012589F" w:rsidP="00313399">
      <w:pPr>
        <w:pStyle w:val="5"/>
        <w:keepNext w:val="0"/>
        <w:widowControl w:val="0"/>
        <w:shd w:val="clear" w:color="000000" w:fill="auto"/>
        <w:ind w:firstLine="709"/>
      </w:pPr>
      <w:r w:rsidRPr="00313399">
        <w:t>2.</w:t>
      </w:r>
      <w:r w:rsidR="00C31EF5" w:rsidRPr="00313399">
        <w:t>2</w:t>
      </w:r>
      <w:r w:rsidR="001A74F6" w:rsidRPr="00313399">
        <w:rPr>
          <w:lang w:val="uk-UA"/>
        </w:rPr>
        <w:t xml:space="preserve"> </w:t>
      </w:r>
      <w:r w:rsidR="00C31EF5" w:rsidRPr="00313399">
        <w:t>Анализ результатов исследования</w:t>
      </w:r>
    </w:p>
    <w:p w:rsidR="000522BD" w:rsidRPr="00313399" w:rsidRDefault="000522BD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 результате проведённого исследования были получены следующие данные</w:t>
      </w:r>
      <w:r w:rsidR="004E0EC0" w:rsidRPr="00313399">
        <w:rPr>
          <w:color w:val="auto"/>
          <w:spacing w:val="0"/>
        </w:rPr>
        <w:t>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  <w:r w:rsidRPr="00313399">
        <w:rPr>
          <w:b/>
          <w:color w:val="auto"/>
          <w:spacing w:val="0"/>
        </w:rPr>
        <w:t>Поведенческие реакции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При покупке товара ориентируется на рекламу 16% опрошенных, не ориентируется - 38%,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56% выбрали ответ «иногда, затрудняюсь ответить».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На основании этих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данных можно сделать вывод о том, что степень влияния рекламы на потребительскую мотивацию трудно поддаётся определению, прежде всего самими потребителями. Во всяком случае, сознательно ориентируется на рекламу при покупке товара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лишь каждый шестой из участников опроса.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Полученные нами результаты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соответствуют данным, полученным другими исследователями [12, 14]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На вопрос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«Доверяете ли вы рекламодателям?» 45% опрошенных ответили утвердительно, 55% - ответили отрицательно.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На вопрос «Что Вы обычно делаете во время рекламных вставок?»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65,7% ответили, что переключают на другой канал, 38,4% идут по своим делам, 25,6% отвлекаются на другое дело; 23% убавляют звук; 7,6% остаются на этом же канале и смотрят рекламу, а 2.6% ответили, что выключают телевизор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(сумма превышает 100%, так как можно было выбрать несколько вариантов ответов).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  <w:r w:rsidRPr="00313399">
        <w:rPr>
          <w:b/>
          <w:color w:val="auto"/>
          <w:spacing w:val="0"/>
        </w:rPr>
        <w:t>Эмоциональное отношение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Данные по оценке респондентами характеристик российской рекламы (предложение выбрать из 14 определений наиболее соответствующие, по мнению респондента) сведены в таблицу (См.Приложение).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В результате ранжирования ответов по убывающей, получено следующие пять наиболее часто встречающихся характеристик. 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По мнению участников исследования, российскую рекламу характеризуют в первую очередь, такие прилагательные: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-навязчивая (24,2%);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-примитивная (18%);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-самодовольная (12%);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-субъективная (8,3%);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-бесполезная (8,2%).</w:t>
      </w:r>
    </w:p>
    <w:p w:rsid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Предложенный респондентам набор прилагательных содержал 7 положительных и 7 отрицательных характеристик. Как видим, в «пятёрку» ведущих характеристик попали исключительно отрицательные характеристики, что свидетельствует о выраженном отрицательном эмоциональном отношении потребителей к рекламе в целом.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На вопрос об отношении к рекламе на телевидении как наиболее популярном рекламном средстве массовой информации ответы распределились следующим образом: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51% ответили, что реклама их раздражает, 39% опрошенных относятся к ней равнодушно, у 9,3% респондентов она вызывает интерес.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Причём ведущая «пятёрка» наиболее предпочитаемых видов телевизионной рекламы такова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(см.Приложение):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1)юмористическая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- 57,6%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2)игровая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-34,4%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3)мультипликационная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-31%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4)информационная,</w:t>
      </w:r>
      <w:r w:rsid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аргументированная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-17,6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5)воспроизведение образа</w:t>
      </w:r>
      <w:r w:rsid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 стиля жизни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-17,3.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Как видим, наибольшие положительные эмоции вызывает юмористическая форма подачи рекламного материала (с большим отрывом от всех прочих), игровая и мультипликационная.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В том факте, что ведущая характеристика рекламы обозначена как «навязчивая», а наиболее предпочитаемой формой подачи материала респонденты назвали юмористическую просматривается психологическая закономерность: эмоция раздражения от прямолинейной, «навязчивой» рекламы несколько «гасится» юмористической формой подачи материала. 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Рекламный ролик, использующий юмористическую форму, воспринимается уже не однозначно и прямолинейно (как способ навязать товар), а как своеобразный анекдот, байка, который можно затем рассказать другим, употребить в аналогичной ситуации в жизни (у незнакомых потребителей рекламы появляется общее образное и информационное поле для шуток).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Обращает на себя внимание также тот факт, что форма подачи рекламного материала как «свидетельство» знаменитости в пользу товара, вопреки теоретическим положениям о её эффективности, вызывает (во всяком случае у российского потребителя) скорее негативное отношение. В нашем исследовании эта позиция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занимает предпоследнее место в рейтинге (из 10 возможных мест), набрав всего 5,6%.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По нашему мнению, у российского потребителя, известный, уважаемый человек, рекламирующий бытовые мелочи (к примеру, знаменитый режиссёр Андрей Михалков-Кончаловский, рекламирующий витамины или популярная и любимая зрителями актриса Вера Алентова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- крем «Чёрный жемчуг») вызывает, скорее, негативные эмоции, связанные или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 компрометированием авторитета («жадность», неразборчивость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в стремлении заработать) или же горестные мысли по поводу того, что «если даже они нуждаются и вынуждены унижаться, то…».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Представляется, что рекламисты должны учитывать это обстоятельство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не тратить усилия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 высокие гонорары на «вербовку» знаменитостей. Эта форма подачи рекламного материала неэффективна (данные нашего исследования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по этой позиции совпадают с аналогичными, описанными в литературе) [18-20]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  <w:r w:rsidRPr="00313399">
        <w:rPr>
          <w:b/>
          <w:color w:val="auto"/>
          <w:spacing w:val="0"/>
        </w:rPr>
        <w:t>Рациональное отношение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Осмысление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позитивных и негативных сторон современной российской рекламы респондентами представлено данными, полученными по методике «незаконченных предложений» (См. Приложение). 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Респонденты высказывали своё мнение о том, как влияет реклама на экономическую ситуацию и жизнь людей, на культурную жизнь, эстетические ценности и индивидуальное интеллектуальное развитие человека. 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 целом можно сказать, что на рациональном уровне позитивные и негативные характеристики по объёму примерно уравновешивают друг друга (хотя всё-таки с небольшим преобладанием отрицательных).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Причём, контент-анализ высказываний респондентов выявил</w:t>
      </w:r>
      <w:r w:rsidR="00313399" w:rsidRPr="00313399">
        <w:rPr>
          <w:color w:val="auto"/>
          <w:spacing w:val="0"/>
        </w:rPr>
        <w:t xml:space="preserve"> </w:t>
      </w:r>
      <w:r w:rsidR="00650C52" w:rsidRPr="00313399">
        <w:rPr>
          <w:color w:val="auto"/>
          <w:spacing w:val="0"/>
        </w:rPr>
        <w:t>двойственное (</w:t>
      </w:r>
      <w:r w:rsidRPr="00313399">
        <w:rPr>
          <w:color w:val="auto"/>
          <w:spacing w:val="0"/>
        </w:rPr>
        <w:t>амбивалентное</w:t>
      </w:r>
      <w:r w:rsidR="00650C52" w:rsidRPr="00313399">
        <w:rPr>
          <w:color w:val="auto"/>
          <w:spacing w:val="0"/>
        </w:rPr>
        <w:t>)</w:t>
      </w:r>
      <w:r w:rsidRPr="00313399">
        <w:rPr>
          <w:color w:val="auto"/>
          <w:spacing w:val="0"/>
        </w:rPr>
        <w:t xml:space="preserve"> восприятие людьми одних и тех же фактов, связанных с рекламой.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Амбивалентность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чувств, как известно, определяется как несогласованность, противоречивость нескольких одновременно испытываемых чувств по отношению к некоторому объекту (в данном случае - к рекламе); одновременная направленность на один и тот же объект противоположных чувств.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Так, например, с одной стороны, многими респондентами упоминается в качестве положительных аспектов влияния рекламы на экономическую ситуацию развитие конкуренции и связанное с этим снижение цен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 здесь же в «отрицательном» блоке указывается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на обстоятельство, что реклама способствует тому, что товары стоят намного дороже, так как затраты на рекламу включаются в цену товара. 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Отмечается как положительное качество то, что «реклама ускоряет товарообмен, оборот денег» и одновременно с этим - «реклама помогает экономически необоснованно перераспределять деньги: из карманов трудящихся они попадают проходимцам».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 отношении эстетических ценностей отмечается, что, с одной стороны,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реклама «развивает эстетические потребности», а с другой, - « в ней часто используются малохудожественные поделки», используется «демонстрация примитивной пошлой эротики», «людей лишают художественного вкуса».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С одной стороны респонденты говорят о том, что « реклама украшает нашу жизнь (особенно дизайн в рекламе)», а с другой - «наружная реклама ухудшает внешний вид наших городов».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 отношении интеллектуального и индивидуального личностного развития, с одной стороны, отмечается то, что «реклама расширяет кругозор людей по целому ряду научных, культурных, социальных, бытовых вопросов», а с другой - именно об этом же говорится в отрицательном контексте -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«зрители вынуждены чаще смотреть примитивные развлекательные программы, чем познавательные, расширяющие их кругозор».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Таким образом,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можно сделать вывод, что на сознательном, рациональном уровне люди выделяют многие положительные аспекты в рекламной деятельности. Соотношение «позитива» и «негатива» на рациональном уровне примерно 50% на 50%.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 целом сопоставление рациональных, эмоциональных и поведенческих реакций людей в ответ на воздействие рекламы показывает, что наиболее положительно реклама воспринимается её потребителями на рациональном уровне (50% положительных характеристик), на эмоциональном уровне позитивно относятся к рекламе лишь около 20% опрошенных, на поведенческом же уровне «принимают» рекламу (руководствуются при покупках, целенаправленно смотрят по ТВ) - лишь около 10%.</w:t>
      </w:r>
    </w:p>
    <w:p w:rsidR="00C116AB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Большой разрыв между позитивным принятием рекламы на рациональном уровне и гораздо менее позитивным на уровне эмоций и поведения можно объяснить тем, что на рациональном уровне, отмечая положительные аспекты рекламы, люди исходят из её «идеального» образа, её потенциальных возможностей; эмоциональные же и поведенческие реакции (негативные) адресуются рекламе реальной, с которой человек практически сталкивается каждый день.</w:t>
      </w:r>
    </w:p>
    <w:p w:rsidR="004E0EC0" w:rsidRPr="00313399" w:rsidRDefault="00C116AB" w:rsidP="00313399">
      <w:pPr>
        <w:pStyle w:val="4"/>
        <w:keepNext w:val="0"/>
        <w:widowControl w:val="0"/>
        <w:shd w:val="clear" w:color="000000" w:fill="auto"/>
        <w:spacing w:line="360" w:lineRule="auto"/>
        <w:ind w:firstLine="709"/>
        <w:jc w:val="both"/>
      </w:pPr>
      <w:r w:rsidRPr="00313399">
        <w:br w:type="page"/>
      </w:r>
      <w:r w:rsidR="00C31EF5" w:rsidRPr="00313399">
        <w:t>ЗАКЛЮЧЕНИЕ</w:t>
      </w:r>
    </w:p>
    <w:p w:rsidR="00C116AB" w:rsidRPr="00313399" w:rsidRDefault="00C116AB" w:rsidP="0031339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E87DAA" w:rsidRPr="00313399" w:rsidRDefault="00650C52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Реклама в современном мире постоянно выходит за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рамки </w:t>
      </w:r>
      <w:r w:rsidR="004341A9" w:rsidRPr="00313399">
        <w:rPr>
          <w:color w:val="auto"/>
          <w:spacing w:val="0"/>
        </w:rPr>
        <w:t>экономических</w:t>
      </w:r>
      <w:r w:rsidRPr="00313399">
        <w:rPr>
          <w:color w:val="auto"/>
          <w:spacing w:val="0"/>
        </w:rPr>
        <w:t xml:space="preserve"> интересов и навязывает потребителям систему определённых стандартов, точку отсчёта жизненных ценностей, мировоззренческих идей и представлений.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Рекламу в </w:t>
      </w:r>
      <w:r w:rsidR="00650C52" w:rsidRPr="00313399">
        <w:rPr>
          <w:color w:val="auto"/>
          <w:spacing w:val="0"/>
        </w:rPr>
        <w:t>наше время</w:t>
      </w:r>
      <w:r w:rsidRPr="00313399">
        <w:rPr>
          <w:color w:val="auto"/>
          <w:spacing w:val="0"/>
        </w:rPr>
        <w:t xml:space="preserve"> можно считать одним из влиятельнейших</w:t>
      </w:r>
      <w:r w:rsidR="00650C52" w:rsidRPr="00313399">
        <w:rPr>
          <w:color w:val="auto"/>
          <w:spacing w:val="0"/>
        </w:rPr>
        <w:t xml:space="preserve"> социально-экономических процессов,</w:t>
      </w:r>
      <w:r w:rsidRPr="00313399">
        <w:rPr>
          <w:color w:val="auto"/>
          <w:spacing w:val="0"/>
        </w:rPr>
        <w:t xml:space="preserve"> формир</w:t>
      </w:r>
      <w:r w:rsidR="00650C52" w:rsidRPr="00313399">
        <w:rPr>
          <w:color w:val="auto"/>
          <w:spacing w:val="0"/>
        </w:rPr>
        <w:t>ующих</w:t>
      </w:r>
      <w:r w:rsidRPr="00313399">
        <w:rPr>
          <w:color w:val="auto"/>
          <w:spacing w:val="0"/>
        </w:rPr>
        <w:t xml:space="preserve"> мировоззрени</w:t>
      </w:r>
      <w:r w:rsidR="00650C52" w:rsidRPr="00313399">
        <w:rPr>
          <w:color w:val="auto"/>
          <w:spacing w:val="0"/>
        </w:rPr>
        <w:t>е</w:t>
      </w:r>
      <w:r w:rsidRPr="00313399">
        <w:rPr>
          <w:color w:val="auto"/>
          <w:spacing w:val="0"/>
        </w:rPr>
        <w:t>, ценностны</w:t>
      </w:r>
      <w:r w:rsidR="00650C52" w:rsidRPr="00313399">
        <w:rPr>
          <w:color w:val="auto"/>
          <w:spacing w:val="0"/>
        </w:rPr>
        <w:t>е</w:t>
      </w:r>
      <w:r w:rsidRPr="00313399">
        <w:rPr>
          <w:color w:val="auto"/>
          <w:spacing w:val="0"/>
        </w:rPr>
        <w:t xml:space="preserve"> ориентаци</w:t>
      </w:r>
      <w:r w:rsidR="00650C52" w:rsidRPr="00313399">
        <w:rPr>
          <w:color w:val="auto"/>
          <w:spacing w:val="0"/>
        </w:rPr>
        <w:t>и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 в довольно значительной степени картин</w:t>
      </w:r>
      <w:r w:rsidR="00650C52" w:rsidRPr="00313399">
        <w:rPr>
          <w:color w:val="auto"/>
          <w:spacing w:val="0"/>
        </w:rPr>
        <w:t>у</w:t>
      </w:r>
      <w:r w:rsidRPr="00313399">
        <w:rPr>
          <w:color w:val="auto"/>
          <w:spacing w:val="0"/>
        </w:rPr>
        <w:t xml:space="preserve"> мира.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 xml:space="preserve">Реклама </w:t>
      </w:r>
      <w:r w:rsidRPr="00313399">
        <w:rPr>
          <w:color w:val="auto"/>
          <w:spacing w:val="0"/>
        </w:rPr>
        <w:t>– это комплекс мер воздействия на сознание потенциальных потребителей с целью активного продвижения на рынок объектов рекламы.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Сущность рекламы проявляется в многообразии её функций.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>Экономическая функция</w:t>
      </w:r>
      <w:r w:rsidRPr="00313399">
        <w:rPr>
          <w:color w:val="auto"/>
          <w:spacing w:val="0"/>
        </w:rPr>
        <w:t xml:space="preserve"> проявляется в том, что реклама развивает экономику и в конечном счете влияет на уровень жизни.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Наиболее важной для современной России является </w:t>
      </w:r>
      <w:r w:rsidRPr="00313399">
        <w:rPr>
          <w:b/>
          <w:color w:val="auto"/>
          <w:spacing w:val="0"/>
        </w:rPr>
        <w:t>социальная функция</w:t>
      </w:r>
      <w:r w:rsidRPr="00313399">
        <w:rPr>
          <w:color w:val="auto"/>
          <w:spacing w:val="0"/>
        </w:rPr>
        <w:t xml:space="preserve"> рекламы – функция интеграции нашего населения, становления его единства, усиления мотивации труда.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Однако идеальный образ рекламы во многом далёк от её практического воплощения в современных российских рыночных условиях.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Со времени широкого распространения рекламной деятельности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 среди специалистов, и среди массовых потребителей рекламы не утихает спор о её негативном и позитивном влиянии на жизнь общества.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 качестве позитивных аспектов наиболее часто отмечается, что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в области коммуникаций реклама предоставляет покупателю информацию, необходимую ему для аргументированного выбора; способствует </w:t>
      </w:r>
      <w:r w:rsidR="00F8402D" w:rsidRPr="00313399">
        <w:rPr>
          <w:color w:val="auto"/>
          <w:spacing w:val="0"/>
        </w:rPr>
        <w:t xml:space="preserve">повышению </w:t>
      </w:r>
      <w:r w:rsidRPr="00313399">
        <w:rPr>
          <w:color w:val="auto"/>
          <w:spacing w:val="0"/>
        </w:rPr>
        <w:t>эстети</w:t>
      </w:r>
      <w:r w:rsidR="00F8402D" w:rsidRPr="00313399">
        <w:rPr>
          <w:color w:val="auto"/>
          <w:spacing w:val="0"/>
        </w:rPr>
        <w:t>к</w:t>
      </w:r>
      <w:r w:rsidRPr="00313399">
        <w:rPr>
          <w:color w:val="auto"/>
          <w:spacing w:val="0"/>
        </w:rPr>
        <w:t>и повседневной жизни; помогает ценить юмор; оставляет потребителю свободу выбора и принятия решения.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К негативным же аспектам рекламных коммуникаций наиболее часто относят ослабление её первоначальной информационной функции в пользу манипуляции; распространение далеко не безупречного эстетического вкуса и не слишком тонкого чувства юмора. Отмечается также, что техника убеждения в рекламе создаёт лишь иллюзию свободного выбора.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На основании результатов проведённого в рамках </w:t>
      </w:r>
      <w:r w:rsidR="00F8402D" w:rsidRPr="00313399">
        <w:rPr>
          <w:color w:val="auto"/>
          <w:spacing w:val="0"/>
        </w:rPr>
        <w:t>курсов</w:t>
      </w:r>
      <w:r w:rsidRPr="00313399">
        <w:rPr>
          <w:color w:val="auto"/>
          <w:spacing w:val="0"/>
        </w:rPr>
        <w:t>ой работы исследования можно сделать вывод, что гипотеза исследования подтвердилась.</w:t>
      </w:r>
    </w:p>
    <w:p w:rsidR="004E0EC0" w:rsidRPr="00313399" w:rsidRDefault="00F8402D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Э</w:t>
      </w:r>
      <w:r w:rsidR="00C31EF5" w:rsidRPr="00313399">
        <w:rPr>
          <w:color w:val="auto"/>
          <w:spacing w:val="0"/>
        </w:rPr>
        <w:t>ффективность рекламы определяется уровнем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её позитивного эмоционального принятия потребителями.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В этом смысле полученные результаты согласуются с данными, полученными другими исследователями, которые свидетельствуют о том, что эффективность традиционных форм рекламных коммуникаций (стандартной теле- и радиорекламы, рекламы в прессе) невысока: об эмоционально положительном отношении к современной российской рекламе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заявляют не более 10%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участников исследований.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В сознании российских потребителей преобладает </w:t>
      </w:r>
      <w:r w:rsidR="00F8402D" w:rsidRPr="00313399">
        <w:rPr>
          <w:color w:val="auto"/>
          <w:spacing w:val="0"/>
        </w:rPr>
        <w:t>двойствен</w:t>
      </w:r>
      <w:r w:rsidRPr="00313399">
        <w:rPr>
          <w:color w:val="auto"/>
          <w:spacing w:val="0"/>
        </w:rPr>
        <w:t>ное отношение к рекламе: как положительное, так и отрицательное в равной степени. Причём положительный образ рекламы идеализирован, а эмоциональные и поведенческие реакции с преимущественно негативной окраской и защитными поведенческими реакциями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отражают реальное положение дел.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С точки зрения рекламистов и рекламодателей ввиду отмеченной тенденции стоит задача: изыскать более эффективные формы массовых рекламных коммуникаций, сделать их более «тонкими», «проникающими» в подсознание,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то есть будут изыскиваться способы более утончённого и изощрённого.</w:t>
      </w:r>
      <w:r w:rsidR="00F8402D" w:rsidRPr="00313399">
        <w:rPr>
          <w:color w:val="auto"/>
          <w:spacing w:val="0"/>
        </w:rPr>
        <w:t xml:space="preserve"> Т</w:t>
      </w:r>
      <w:r w:rsidRPr="00313399">
        <w:rPr>
          <w:color w:val="auto"/>
          <w:spacing w:val="0"/>
        </w:rPr>
        <w:t>акие изощрённые технологии уже обсуждаются, разрабатываются и предлагаются к использованию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[</w:t>
      </w:r>
      <w:r w:rsidR="00F8402D" w:rsidRPr="00313399">
        <w:rPr>
          <w:color w:val="auto"/>
          <w:spacing w:val="0"/>
        </w:rPr>
        <w:t>1</w:t>
      </w:r>
      <w:r w:rsidRPr="00313399">
        <w:rPr>
          <w:color w:val="auto"/>
          <w:spacing w:val="0"/>
        </w:rPr>
        <w:t>6].</w:t>
      </w:r>
    </w:p>
    <w:p w:rsidR="004E0EC0" w:rsidRPr="00313399" w:rsidRDefault="00E87DAA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 xml:space="preserve">Предлагается </w:t>
      </w:r>
      <w:r w:rsidR="00C31EF5" w:rsidRPr="00313399">
        <w:rPr>
          <w:color w:val="auto"/>
          <w:spacing w:val="0"/>
        </w:rPr>
        <w:t>пут</w:t>
      </w:r>
      <w:r w:rsidRPr="00313399">
        <w:rPr>
          <w:color w:val="auto"/>
          <w:spacing w:val="0"/>
        </w:rPr>
        <w:t>ь</w:t>
      </w:r>
      <w:r w:rsidR="00C31EF5" w:rsidRPr="00313399">
        <w:rPr>
          <w:color w:val="auto"/>
          <w:spacing w:val="0"/>
        </w:rPr>
        <w:t xml:space="preserve"> «социального партнёрства», задача которого - найти социально приемлемый и этичный компромисс между интересами двух больших социальных групп.</w:t>
      </w:r>
    </w:p>
    <w:p w:rsidR="004E0EC0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color w:val="auto"/>
          <w:spacing w:val="0"/>
        </w:rPr>
        <w:t>На российском рынке разворачивается острейшая конкурентная борьба, и поэтому рекламное дело требует всё более глубоких и специфических знаний. Всё чаще требуются не рекламисты-ремесленники, а рекламисты-мыслители, знающие основы тех наук, без которых успешный бизнес и политика просто немыслимы.</w:t>
      </w:r>
    </w:p>
    <w:p w:rsidR="00C31EF5" w:rsidRPr="00313399" w:rsidRDefault="00C31EF5" w:rsidP="00313399">
      <w:pPr>
        <w:pStyle w:val="23"/>
        <w:widowControl w:val="0"/>
        <w:shd w:val="clear" w:color="000000" w:fill="auto"/>
        <w:ind w:firstLine="709"/>
        <w:rPr>
          <w:b/>
          <w:bCs/>
          <w:color w:val="auto"/>
          <w:spacing w:val="0"/>
        </w:rPr>
      </w:pPr>
      <w:r w:rsidRPr="00313399">
        <w:rPr>
          <w:color w:val="auto"/>
          <w:spacing w:val="0"/>
        </w:rPr>
        <w:t>Чем больше люди знают о механизмах собственного поведения, особенно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иррациональных, и о возможных приёмах манипуляции, тем труднее ими манипулировать. И тем больше профессионального мастерства требуется от тех, кто занимается воздействием на общественное сознание. А с мастерством приходит и профессиональное достоинство.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Хочется выразить надежду, что по мере того, как Россия будет становиться страной граждан, способных сделать ответственный информированный выбор, понятия «рекламная технология», «политтехнология», «Пи Ар» и т.д. всё менее станут ассоциироваться с чем-то грязным и недостойным. Технологические приёмы превратятся в средства раскрытия и предъявления человеческого потенциала. </w:t>
      </w:r>
    </w:p>
    <w:p w:rsidR="00C31EF5" w:rsidRPr="00313399" w:rsidRDefault="00C31EF5" w:rsidP="00313399">
      <w:pPr>
        <w:pStyle w:val="1V100"/>
        <w:widowControl w:val="0"/>
        <w:shd w:val="clear" w:color="000000" w:fill="auto"/>
        <w:tabs>
          <w:tab w:val="left" w:pos="4452"/>
        </w:tabs>
        <w:spacing w:line="360" w:lineRule="auto"/>
        <w:ind w:left="0"/>
        <w:jc w:val="both"/>
        <w:rPr>
          <w:rFonts w:ascii="Times New Roman" w:hAnsi="Times New Roman"/>
          <w:b/>
          <w:bCs w:val="0"/>
          <w:position w:val="0"/>
        </w:rPr>
      </w:pPr>
    </w:p>
    <w:p w:rsidR="00C31EF5" w:rsidRPr="0009704B" w:rsidRDefault="0009704B" w:rsidP="0009704B">
      <w:pPr>
        <w:pStyle w:val="1V100"/>
        <w:widowControl w:val="0"/>
        <w:shd w:val="clear" w:color="000000" w:fill="auto"/>
        <w:tabs>
          <w:tab w:val="left" w:pos="4452"/>
        </w:tabs>
        <w:spacing w:line="360" w:lineRule="auto"/>
        <w:ind w:left="0"/>
        <w:jc w:val="both"/>
        <w:rPr>
          <w:rFonts w:ascii="Times New Roman" w:hAnsi="Times New Roman"/>
          <w:b/>
          <w:position w:val="0"/>
        </w:rPr>
      </w:pPr>
      <w:r>
        <w:rPr>
          <w:rFonts w:ascii="Times New Roman" w:hAnsi="Times New Roman"/>
          <w:b/>
          <w:bCs w:val="0"/>
          <w:position w:val="0"/>
        </w:rPr>
        <w:br w:type="page"/>
      </w:r>
      <w:r w:rsidRPr="0009704B">
        <w:rPr>
          <w:rFonts w:ascii="Times New Roman" w:hAnsi="Times New Roman"/>
          <w:b/>
          <w:position w:val="0"/>
        </w:rPr>
        <w:t>СПИСОК ЛИТЕРАТУРЫ</w:t>
      </w:r>
    </w:p>
    <w:p w:rsidR="00673DAA" w:rsidRPr="00313399" w:rsidRDefault="00673DAA" w:rsidP="00313399">
      <w:pPr>
        <w:pStyle w:val="1V100"/>
        <w:widowControl w:val="0"/>
        <w:shd w:val="clear" w:color="000000" w:fill="auto"/>
        <w:spacing w:line="360" w:lineRule="auto"/>
        <w:ind w:left="0"/>
        <w:jc w:val="both"/>
        <w:rPr>
          <w:rFonts w:ascii="Times New Roman" w:hAnsi="Times New Roman"/>
          <w:bCs w:val="0"/>
          <w:position w:val="0"/>
        </w:rPr>
      </w:pPr>
    </w:p>
    <w:p w:rsidR="00C31EF5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bCs w:val="0"/>
          <w:position w:val="0"/>
        </w:rPr>
      </w:pPr>
      <w:r w:rsidRPr="00313399">
        <w:rPr>
          <w:rFonts w:ascii="Times New Roman" w:hAnsi="Times New Roman"/>
          <w:bCs w:val="0"/>
          <w:position w:val="0"/>
        </w:rPr>
        <w:t>1</w:t>
      </w:r>
      <w:r w:rsidR="00C31EF5" w:rsidRPr="00313399">
        <w:rPr>
          <w:rFonts w:ascii="Times New Roman" w:hAnsi="Times New Roman"/>
          <w:bCs w:val="0"/>
          <w:position w:val="0"/>
        </w:rPr>
        <w:t>.Богомолова Н.Н. Социальная психология печати, радио и телевидения.</w:t>
      </w:r>
      <w:r w:rsidR="00313399" w:rsidRPr="00313399">
        <w:rPr>
          <w:rFonts w:ascii="Times New Roman" w:hAnsi="Times New Roman"/>
          <w:bCs w:val="0"/>
          <w:position w:val="0"/>
        </w:rPr>
        <w:t xml:space="preserve"> </w:t>
      </w:r>
      <w:r w:rsidR="00C31EF5" w:rsidRPr="00313399">
        <w:rPr>
          <w:rFonts w:ascii="Times New Roman" w:hAnsi="Times New Roman"/>
          <w:bCs w:val="0"/>
          <w:position w:val="0"/>
        </w:rPr>
        <w:t>М.:1997.</w:t>
      </w:r>
      <w:r w:rsidR="00313399" w:rsidRPr="00313399">
        <w:rPr>
          <w:rFonts w:ascii="Times New Roman" w:hAnsi="Times New Roman"/>
          <w:bCs w:val="0"/>
          <w:position w:val="0"/>
        </w:rPr>
        <w:t xml:space="preserve"> </w:t>
      </w:r>
    </w:p>
    <w:p w:rsidR="00673DAA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2.Викентьев И.Л. Приёмы рекламы.</w:t>
      </w:r>
      <w:r w:rsidR="00313399" w:rsidRPr="00313399">
        <w:rPr>
          <w:rFonts w:ascii="Times New Roman" w:hAnsi="Times New Roman"/>
          <w:position w:val="0"/>
        </w:rPr>
        <w:t xml:space="preserve"> </w:t>
      </w:r>
      <w:r w:rsidRPr="00313399">
        <w:rPr>
          <w:rFonts w:ascii="Times New Roman" w:hAnsi="Times New Roman"/>
          <w:position w:val="0"/>
        </w:rPr>
        <w:t>СПб.:ТРИЗ-ШАНС,1999.</w:t>
      </w:r>
    </w:p>
    <w:p w:rsidR="00C31EF5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3</w:t>
      </w:r>
      <w:r w:rsidR="00C31EF5" w:rsidRPr="00313399">
        <w:rPr>
          <w:rFonts w:ascii="Times New Roman" w:hAnsi="Times New Roman"/>
          <w:position w:val="0"/>
        </w:rPr>
        <w:t xml:space="preserve">.Евстафьев В.А. Рекламный рынок России: год 1999.// Рекламный Мир, </w:t>
      </w:r>
      <w:r w:rsidR="001A74F6" w:rsidRPr="00313399">
        <w:rPr>
          <w:rFonts w:ascii="Times New Roman" w:hAnsi="Times New Roman"/>
          <w:position w:val="0"/>
        </w:rPr>
        <w:t>2008</w:t>
      </w:r>
      <w:r w:rsidR="00C31EF5" w:rsidRPr="00313399">
        <w:rPr>
          <w:rFonts w:ascii="Times New Roman" w:hAnsi="Times New Roman"/>
          <w:position w:val="0"/>
        </w:rPr>
        <w:t>, №2.</w:t>
      </w:r>
    </w:p>
    <w:p w:rsidR="00673DAA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4.Зимбардо Ф., Ляйппе М. Социальное влияние.</w:t>
      </w:r>
      <w:r w:rsidR="00313399" w:rsidRPr="00313399">
        <w:rPr>
          <w:rFonts w:ascii="Times New Roman" w:hAnsi="Times New Roman"/>
          <w:position w:val="0"/>
        </w:rPr>
        <w:t xml:space="preserve"> </w:t>
      </w:r>
      <w:r w:rsidRPr="00313399">
        <w:rPr>
          <w:rFonts w:ascii="Times New Roman" w:hAnsi="Times New Roman"/>
          <w:position w:val="0"/>
        </w:rPr>
        <w:t>СПб.:Питер,</w:t>
      </w:r>
      <w:r w:rsidR="001A74F6" w:rsidRPr="00313399">
        <w:rPr>
          <w:rFonts w:ascii="Times New Roman" w:hAnsi="Times New Roman"/>
          <w:position w:val="0"/>
        </w:rPr>
        <w:t>2008</w:t>
      </w:r>
      <w:r w:rsidRPr="00313399">
        <w:rPr>
          <w:rFonts w:ascii="Times New Roman" w:hAnsi="Times New Roman"/>
          <w:position w:val="0"/>
        </w:rPr>
        <w:t>.</w:t>
      </w:r>
    </w:p>
    <w:p w:rsidR="00673DAA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5.Картер Г. Эффективная реклама.</w:t>
      </w:r>
      <w:r w:rsidR="00313399" w:rsidRPr="00313399">
        <w:rPr>
          <w:rFonts w:ascii="Times New Roman" w:hAnsi="Times New Roman"/>
          <w:position w:val="0"/>
        </w:rPr>
        <w:t xml:space="preserve"> </w:t>
      </w:r>
      <w:r w:rsidRPr="00313399">
        <w:rPr>
          <w:rFonts w:ascii="Times New Roman" w:hAnsi="Times New Roman"/>
          <w:position w:val="0"/>
        </w:rPr>
        <w:t>М.,</w:t>
      </w:r>
      <w:r w:rsidR="001A74F6" w:rsidRPr="00313399">
        <w:rPr>
          <w:rFonts w:ascii="Times New Roman" w:hAnsi="Times New Roman"/>
          <w:position w:val="0"/>
        </w:rPr>
        <w:t>2010</w:t>
      </w:r>
      <w:r w:rsidRPr="00313399">
        <w:rPr>
          <w:rFonts w:ascii="Times New Roman" w:hAnsi="Times New Roman"/>
          <w:position w:val="0"/>
        </w:rPr>
        <w:t>.</w:t>
      </w:r>
    </w:p>
    <w:p w:rsidR="00C31EF5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6</w:t>
      </w:r>
      <w:r w:rsidR="00C31EF5" w:rsidRPr="00313399">
        <w:rPr>
          <w:rFonts w:ascii="Times New Roman" w:hAnsi="Times New Roman"/>
          <w:position w:val="0"/>
        </w:rPr>
        <w:t>.Казначеев Д.А. Анализ рынка маркетинговых коммуникаций //Маркетинг в России и за рубежом.-2004, №4.</w:t>
      </w:r>
    </w:p>
    <w:p w:rsidR="00C31EF5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7</w:t>
      </w:r>
      <w:r w:rsidR="00C31EF5" w:rsidRPr="00313399">
        <w:rPr>
          <w:rFonts w:ascii="Times New Roman" w:hAnsi="Times New Roman"/>
          <w:position w:val="0"/>
        </w:rPr>
        <w:t>.Каримова Л.И. Этнокультурные особенности восприятия рекламы//Вопросы психологии.-2003, №6.</w:t>
      </w:r>
    </w:p>
    <w:p w:rsidR="00122B6F" w:rsidRPr="00313399" w:rsidRDefault="00C31EF5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8.Лебедев А.Н. Две методологические традиции в организации научно-практических исследований и разработок в психологии рекламы // Психологический журнал. -</w:t>
      </w:r>
      <w:r w:rsidR="001A74F6" w:rsidRPr="00313399">
        <w:rPr>
          <w:rFonts w:ascii="Times New Roman" w:hAnsi="Times New Roman"/>
          <w:position w:val="0"/>
        </w:rPr>
        <w:t>2008</w:t>
      </w:r>
      <w:r w:rsidRPr="00313399">
        <w:rPr>
          <w:rFonts w:ascii="Times New Roman" w:hAnsi="Times New Roman"/>
          <w:position w:val="0"/>
        </w:rPr>
        <w:t xml:space="preserve"> б.Т.21.№4.</w:t>
      </w:r>
    </w:p>
    <w:p w:rsidR="00122B6F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  <w:szCs w:val="28"/>
        </w:rPr>
      </w:pPr>
      <w:r w:rsidRPr="00313399">
        <w:rPr>
          <w:rFonts w:ascii="Times New Roman" w:hAnsi="Times New Roman"/>
          <w:position w:val="0"/>
          <w:szCs w:val="28"/>
        </w:rPr>
        <w:t>9</w:t>
      </w:r>
      <w:r w:rsidR="00122B6F" w:rsidRPr="00313399">
        <w:rPr>
          <w:rFonts w:ascii="Times New Roman" w:hAnsi="Times New Roman"/>
          <w:position w:val="0"/>
          <w:szCs w:val="28"/>
        </w:rPr>
        <w:t>.Лавриненко В.Н., Путилова Л.М. Исследование социально-экономических и политических процессов. – М.:ВУЗОВСКИЙ УЧЕБНИК ВЗФЭИ,2007.</w:t>
      </w:r>
    </w:p>
    <w:p w:rsidR="00673DAA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10.Лебедев-Любимов А. Психология рекламы.</w:t>
      </w:r>
      <w:r w:rsidR="00313399" w:rsidRPr="00313399">
        <w:rPr>
          <w:rFonts w:ascii="Times New Roman" w:hAnsi="Times New Roman"/>
          <w:position w:val="0"/>
        </w:rPr>
        <w:t xml:space="preserve"> </w:t>
      </w:r>
      <w:r w:rsidRPr="00313399">
        <w:rPr>
          <w:rFonts w:ascii="Times New Roman" w:hAnsi="Times New Roman"/>
          <w:position w:val="0"/>
        </w:rPr>
        <w:t xml:space="preserve">СПб.: Питер, </w:t>
      </w:r>
      <w:r w:rsidR="001A74F6" w:rsidRPr="00313399">
        <w:rPr>
          <w:rFonts w:ascii="Times New Roman" w:hAnsi="Times New Roman"/>
          <w:position w:val="0"/>
        </w:rPr>
        <w:t>2009</w:t>
      </w:r>
      <w:r w:rsidRPr="00313399">
        <w:rPr>
          <w:rFonts w:ascii="Times New Roman" w:hAnsi="Times New Roman"/>
          <w:position w:val="0"/>
        </w:rPr>
        <w:t>.</w:t>
      </w:r>
    </w:p>
    <w:p w:rsidR="00C31EF5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1</w:t>
      </w:r>
      <w:r w:rsidR="00C31EF5" w:rsidRPr="00313399">
        <w:rPr>
          <w:rFonts w:ascii="Times New Roman" w:hAnsi="Times New Roman"/>
          <w:position w:val="0"/>
        </w:rPr>
        <w:t>1.Лещук Н. Психология рекламы //Прикладная психология и</w:t>
      </w:r>
      <w:r w:rsidR="00313399" w:rsidRPr="00313399">
        <w:rPr>
          <w:rFonts w:ascii="Times New Roman" w:hAnsi="Times New Roman"/>
          <w:position w:val="0"/>
        </w:rPr>
        <w:t xml:space="preserve"> </w:t>
      </w:r>
      <w:r w:rsidR="00C31EF5" w:rsidRPr="00313399">
        <w:rPr>
          <w:rFonts w:ascii="Times New Roman" w:hAnsi="Times New Roman"/>
          <w:position w:val="0"/>
        </w:rPr>
        <w:t>психоанализ.-</w:t>
      </w:r>
      <w:r w:rsidR="001A74F6" w:rsidRPr="00313399">
        <w:rPr>
          <w:rFonts w:ascii="Times New Roman" w:hAnsi="Times New Roman"/>
          <w:position w:val="0"/>
        </w:rPr>
        <w:t>2010</w:t>
      </w:r>
      <w:r w:rsidR="00C31EF5" w:rsidRPr="00313399">
        <w:rPr>
          <w:rFonts w:ascii="Times New Roman" w:hAnsi="Times New Roman"/>
          <w:position w:val="0"/>
        </w:rPr>
        <w:t>,№4.</w:t>
      </w:r>
    </w:p>
    <w:p w:rsidR="00673DAA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12.Музыкант В. Реклама и ПР-технологии</w:t>
      </w:r>
      <w:r w:rsidR="00313399" w:rsidRPr="00313399">
        <w:rPr>
          <w:rFonts w:ascii="Times New Roman" w:hAnsi="Times New Roman"/>
          <w:position w:val="0"/>
        </w:rPr>
        <w:t xml:space="preserve"> </w:t>
      </w:r>
      <w:r w:rsidRPr="00313399">
        <w:rPr>
          <w:rFonts w:ascii="Times New Roman" w:hAnsi="Times New Roman"/>
          <w:position w:val="0"/>
        </w:rPr>
        <w:t xml:space="preserve">М.: Армада-Пресс, </w:t>
      </w:r>
      <w:r w:rsidR="001A74F6" w:rsidRPr="00313399">
        <w:rPr>
          <w:rFonts w:ascii="Times New Roman" w:hAnsi="Times New Roman"/>
          <w:position w:val="0"/>
        </w:rPr>
        <w:t>2010</w:t>
      </w:r>
      <w:r w:rsidRPr="00313399">
        <w:rPr>
          <w:rFonts w:ascii="Times New Roman" w:hAnsi="Times New Roman"/>
          <w:position w:val="0"/>
        </w:rPr>
        <w:t>.</w:t>
      </w:r>
    </w:p>
    <w:p w:rsidR="00C31EF5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13</w:t>
      </w:r>
      <w:r w:rsidR="00C31EF5" w:rsidRPr="00313399">
        <w:rPr>
          <w:rFonts w:ascii="Times New Roman" w:hAnsi="Times New Roman"/>
          <w:position w:val="0"/>
        </w:rPr>
        <w:t>.Назаретян А.П. Психология стихийного массового поведения.</w:t>
      </w:r>
      <w:r w:rsidR="00313399" w:rsidRPr="00313399">
        <w:rPr>
          <w:rFonts w:ascii="Times New Roman" w:hAnsi="Times New Roman"/>
          <w:position w:val="0"/>
        </w:rPr>
        <w:t xml:space="preserve"> </w:t>
      </w:r>
      <w:r w:rsidR="00C31EF5" w:rsidRPr="00313399">
        <w:rPr>
          <w:rFonts w:ascii="Times New Roman" w:hAnsi="Times New Roman"/>
          <w:position w:val="0"/>
        </w:rPr>
        <w:t>Лекции.</w:t>
      </w:r>
      <w:r w:rsidR="00313399" w:rsidRPr="00313399">
        <w:rPr>
          <w:rFonts w:ascii="Times New Roman" w:hAnsi="Times New Roman"/>
          <w:position w:val="0"/>
        </w:rPr>
        <w:t xml:space="preserve"> </w:t>
      </w:r>
      <w:r w:rsidR="00C31EF5" w:rsidRPr="00313399">
        <w:rPr>
          <w:rFonts w:ascii="Times New Roman" w:hAnsi="Times New Roman"/>
          <w:position w:val="0"/>
        </w:rPr>
        <w:t>М.:ПЕР СЭ,</w:t>
      </w:r>
      <w:r w:rsidR="001A74F6" w:rsidRPr="00313399">
        <w:rPr>
          <w:rFonts w:ascii="Times New Roman" w:hAnsi="Times New Roman"/>
          <w:position w:val="0"/>
        </w:rPr>
        <w:t>2010</w:t>
      </w:r>
      <w:r w:rsidR="00C31EF5" w:rsidRPr="00313399">
        <w:rPr>
          <w:rFonts w:ascii="Times New Roman" w:hAnsi="Times New Roman"/>
          <w:position w:val="0"/>
        </w:rPr>
        <w:t>.</w:t>
      </w:r>
    </w:p>
    <w:p w:rsidR="00122B6F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14</w:t>
      </w:r>
      <w:r w:rsidR="00C31EF5" w:rsidRPr="00313399">
        <w:rPr>
          <w:rFonts w:ascii="Times New Roman" w:hAnsi="Times New Roman"/>
          <w:position w:val="0"/>
        </w:rPr>
        <w:t>.Оганесян А.С., Оганесян И.А. Анализ и управление эффективностью рекламы//Маркетинг в России и за рубежом.-2003, №3.</w:t>
      </w:r>
    </w:p>
    <w:p w:rsidR="00F8402D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  <w:szCs w:val="28"/>
        </w:rPr>
      </w:pPr>
      <w:r w:rsidRPr="00313399">
        <w:rPr>
          <w:rFonts w:ascii="Times New Roman" w:hAnsi="Times New Roman"/>
          <w:position w:val="0"/>
          <w:szCs w:val="28"/>
        </w:rPr>
        <w:t>15</w:t>
      </w:r>
      <w:r w:rsidR="00122B6F" w:rsidRPr="00313399">
        <w:rPr>
          <w:rFonts w:ascii="Times New Roman" w:hAnsi="Times New Roman"/>
          <w:position w:val="0"/>
          <w:szCs w:val="28"/>
        </w:rPr>
        <w:t>.Плотинский Ю.М. Модели социальных процессов: Учеб.пособие. 2-е изд. – М.:Логос,</w:t>
      </w:r>
      <w:r w:rsidR="001A74F6" w:rsidRPr="00313399">
        <w:rPr>
          <w:rFonts w:ascii="Times New Roman" w:hAnsi="Times New Roman"/>
          <w:position w:val="0"/>
          <w:szCs w:val="28"/>
        </w:rPr>
        <w:t>2010</w:t>
      </w:r>
      <w:r w:rsidR="00122B6F" w:rsidRPr="00313399">
        <w:rPr>
          <w:rFonts w:ascii="Times New Roman" w:hAnsi="Times New Roman"/>
          <w:position w:val="0"/>
          <w:szCs w:val="28"/>
        </w:rPr>
        <w:t>.</w:t>
      </w:r>
    </w:p>
    <w:p w:rsidR="00F8402D" w:rsidRPr="00313399" w:rsidRDefault="00F8402D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16.Пронина Е.Е. Психологическая экспертиза рекламы.</w:t>
      </w:r>
      <w:r w:rsidR="00313399" w:rsidRPr="00313399">
        <w:rPr>
          <w:rFonts w:ascii="Times New Roman" w:hAnsi="Times New Roman"/>
          <w:position w:val="0"/>
        </w:rPr>
        <w:t xml:space="preserve"> </w:t>
      </w:r>
      <w:r w:rsidRPr="00313399">
        <w:rPr>
          <w:rFonts w:ascii="Times New Roman" w:hAnsi="Times New Roman"/>
          <w:position w:val="0"/>
        </w:rPr>
        <w:t>М.:РИП-холдинг,</w:t>
      </w:r>
      <w:r w:rsidR="001A74F6" w:rsidRPr="00313399">
        <w:rPr>
          <w:rFonts w:ascii="Times New Roman" w:hAnsi="Times New Roman"/>
          <w:position w:val="0"/>
        </w:rPr>
        <w:t>2008</w:t>
      </w:r>
      <w:r w:rsidRPr="00313399">
        <w:rPr>
          <w:rFonts w:ascii="Times New Roman" w:hAnsi="Times New Roman"/>
          <w:position w:val="0"/>
        </w:rPr>
        <w:t>.</w:t>
      </w:r>
    </w:p>
    <w:p w:rsidR="00673DAA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1</w:t>
      </w:r>
      <w:r w:rsidR="00F8402D" w:rsidRPr="00313399">
        <w:rPr>
          <w:rFonts w:ascii="Times New Roman" w:hAnsi="Times New Roman"/>
          <w:position w:val="0"/>
        </w:rPr>
        <w:t>7</w:t>
      </w:r>
      <w:r w:rsidRPr="00313399">
        <w:rPr>
          <w:rFonts w:ascii="Times New Roman" w:hAnsi="Times New Roman"/>
          <w:position w:val="0"/>
        </w:rPr>
        <w:t>.Технология разработки программы социологического</w:t>
      </w:r>
      <w:r w:rsidR="00313399" w:rsidRPr="00313399">
        <w:rPr>
          <w:rFonts w:ascii="Times New Roman" w:hAnsi="Times New Roman"/>
          <w:position w:val="0"/>
        </w:rPr>
        <w:t xml:space="preserve"> </w:t>
      </w:r>
      <w:r w:rsidRPr="00313399">
        <w:rPr>
          <w:rFonts w:ascii="Times New Roman" w:hAnsi="Times New Roman"/>
          <w:position w:val="0"/>
        </w:rPr>
        <w:t>исследования. В кн.: Капитонов Э.А. Социология ХХ</w:t>
      </w:r>
      <w:r w:rsidR="00313399" w:rsidRPr="00313399">
        <w:rPr>
          <w:rFonts w:ascii="Times New Roman" w:hAnsi="Times New Roman"/>
          <w:position w:val="0"/>
        </w:rPr>
        <w:t xml:space="preserve"> </w:t>
      </w:r>
      <w:r w:rsidRPr="00313399">
        <w:rPr>
          <w:rFonts w:ascii="Times New Roman" w:hAnsi="Times New Roman"/>
          <w:position w:val="0"/>
        </w:rPr>
        <w:t>века.- Ростов-на-Дону:Феникс, 2003.</w:t>
      </w:r>
    </w:p>
    <w:p w:rsidR="00C31EF5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1</w:t>
      </w:r>
      <w:r w:rsidR="00F8402D" w:rsidRPr="00313399">
        <w:rPr>
          <w:rFonts w:ascii="Times New Roman" w:hAnsi="Times New Roman"/>
          <w:position w:val="0"/>
        </w:rPr>
        <w:t>8</w:t>
      </w:r>
      <w:r w:rsidR="00C31EF5" w:rsidRPr="00313399">
        <w:rPr>
          <w:rFonts w:ascii="Times New Roman" w:hAnsi="Times New Roman"/>
          <w:position w:val="0"/>
        </w:rPr>
        <w:t>.Федотова Л.И.</w:t>
      </w:r>
      <w:r w:rsidR="00122B6F" w:rsidRPr="00313399">
        <w:rPr>
          <w:rFonts w:ascii="Times New Roman" w:hAnsi="Times New Roman"/>
          <w:position w:val="0"/>
        </w:rPr>
        <w:t xml:space="preserve"> </w:t>
      </w:r>
      <w:r w:rsidR="00C31EF5" w:rsidRPr="00313399">
        <w:rPr>
          <w:rFonts w:ascii="Times New Roman" w:hAnsi="Times New Roman"/>
          <w:position w:val="0"/>
        </w:rPr>
        <w:t>Социология рекламной деятельности.</w:t>
      </w:r>
      <w:r w:rsidR="00313399" w:rsidRPr="00313399">
        <w:rPr>
          <w:rFonts w:ascii="Times New Roman" w:hAnsi="Times New Roman"/>
          <w:position w:val="0"/>
        </w:rPr>
        <w:t xml:space="preserve"> </w:t>
      </w:r>
      <w:r w:rsidR="00C31EF5" w:rsidRPr="00313399">
        <w:rPr>
          <w:rFonts w:ascii="Times New Roman" w:hAnsi="Times New Roman"/>
          <w:position w:val="0"/>
        </w:rPr>
        <w:t xml:space="preserve">М.:Гардарики, </w:t>
      </w:r>
      <w:r w:rsidR="001A74F6" w:rsidRPr="00313399">
        <w:rPr>
          <w:rFonts w:ascii="Times New Roman" w:hAnsi="Times New Roman"/>
          <w:position w:val="0"/>
        </w:rPr>
        <w:t>2009</w:t>
      </w:r>
      <w:r w:rsidR="00C31EF5" w:rsidRPr="00313399">
        <w:rPr>
          <w:rFonts w:ascii="Times New Roman" w:hAnsi="Times New Roman"/>
          <w:position w:val="0"/>
        </w:rPr>
        <w:t>.</w:t>
      </w:r>
    </w:p>
    <w:p w:rsidR="00C31EF5" w:rsidRPr="00313399" w:rsidRDefault="00673DAA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1</w:t>
      </w:r>
      <w:r w:rsidR="00F8402D" w:rsidRPr="00313399">
        <w:rPr>
          <w:rFonts w:ascii="Times New Roman" w:hAnsi="Times New Roman"/>
          <w:position w:val="0"/>
        </w:rPr>
        <w:t>9</w:t>
      </w:r>
      <w:r w:rsidR="00C31EF5" w:rsidRPr="00313399">
        <w:rPr>
          <w:rFonts w:ascii="Times New Roman" w:hAnsi="Times New Roman"/>
          <w:position w:val="0"/>
        </w:rPr>
        <w:t>.Феофанов О.А. Реклама: новые технологии в России.СПб.,</w:t>
      </w:r>
      <w:r w:rsidR="001A74F6" w:rsidRPr="00313399">
        <w:rPr>
          <w:rFonts w:ascii="Times New Roman" w:hAnsi="Times New Roman"/>
          <w:position w:val="0"/>
        </w:rPr>
        <w:t>2008</w:t>
      </w:r>
      <w:r w:rsidR="00C31EF5" w:rsidRPr="00313399">
        <w:rPr>
          <w:rFonts w:ascii="Times New Roman" w:hAnsi="Times New Roman"/>
          <w:position w:val="0"/>
        </w:rPr>
        <w:t>.</w:t>
      </w:r>
    </w:p>
    <w:p w:rsidR="00C31EF5" w:rsidRPr="00313399" w:rsidRDefault="00F8402D" w:rsidP="0009704B">
      <w:pPr>
        <w:pStyle w:val="1V100"/>
        <w:widowControl w:val="0"/>
        <w:shd w:val="clear" w:color="000000" w:fill="auto"/>
        <w:spacing w:line="360" w:lineRule="auto"/>
        <w:ind w:left="0" w:firstLine="0"/>
        <w:rPr>
          <w:rFonts w:ascii="Times New Roman" w:hAnsi="Times New Roman"/>
          <w:position w:val="0"/>
        </w:rPr>
      </w:pPr>
      <w:r w:rsidRPr="00313399">
        <w:rPr>
          <w:rFonts w:ascii="Times New Roman" w:hAnsi="Times New Roman"/>
          <w:position w:val="0"/>
        </w:rPr>
        <w:t>20</w:t>
      </w:r>
      <w:r w:rsidR="00C31EF5" w:rsidRPr="00313399">
        <w:rPr>
          <w:rFonts w:ascii="Times New Roman" w:hAnsi="Times New Roman"/>
          <w:position w:val="0"/>
        </w:rPr>
        <w:t>.Фёдоров Д.С. Неформальные маркетинговые коммуникации: новые перспективы на российском рынке //Маркетинг в России и за рубежом.-2003, №3.</w:t>
      </w:r>
    </w:p>
    <w:p w:rsidR="00122B6F" w:rsidRPr="00313399" w:rsidRDefault="00122B6F" w:rsidP="00313399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31EF5" w:rsidRPr="0009704B" w:rsidRDefault="0009704B" w:rsidP="0009704B">
      <w:pPr>
        <w:pStyle w:val="21"/>
        <w:widowControl w:val="0"/>
        <w:shd w:val="clear" w:color="000000" w:fill="auto"/>
        <w:spacing w:line="360" w:lineRule="auto"/>
        <w:ind w:left="0"/>
        <w:rPr>
          <w:rFonts w:ascii="Times New Roman" w:hAnsi="Times New Roman"/>
          <w:b/>
          <w:position w:val="0"/>
        </w:rPr>
      </w:pPr>
      <w:r>
        <w:rPr>
          <w:rFonts w:ascii="Times New Roman" w:hAnsi="Times New Roman"/>
          <w:position w:val="0"/>
          <w:lang w:val="ru-RU"/>
        </w:rPr>
        <w:br w:type="page"/>
      </w:r>
      <w:r w:rsidRPr="0009704B">
        <w:rPr>
          <w:rFonts w:ascii="Times New Roman" w:hAnsi="Times New Roman"/>
          <w:b/>
          <w:position w:val="0"/>
        </w:rPr>
        <w:t>ПРИЛОЖЕНИЕ 1</w:t>
      </w:r>
    </w:p>
    <w:p w:rsidR="00313399" w:rsidRDefault="00313399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</w:p>
    <w:p w:rsid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АНКЕТА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«ВАШЕ ОТНОШЕНИЕ К РЕКЛАМЕ»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i/>
          <w:position w:val="0"/>
        </w:rPr>
      </w:pPr>
      <w:r w:rsidRPr="00313399">
        <w:rPr>
          <w:bCs w:val="0"/>
          <w:i/>
          <w:position w:val="0"/>
        </w:rPr>
        <w:t>С целью изучения Вашего мнения о современной российской рекламе просим Вас ответить на следующие вопросы.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1.Ориентируетесь ли Вы на рекламу при покупке товара?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Да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Нет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Иногда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2.Доверяете ли Вы рекламодателям?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Да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Нет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3.Как вы относитесь к рекламе на телевидении?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4.Какие виды телевизионной рекламы вы предпочитаете?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-бегущая строка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-мультипликационная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-воспроизведение образа и стиля жизни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-реклама с использованием научных данных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-«свидетельство» знаменитости в пользу товара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-юмористическая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-создание фантазийной обстановки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-информационная, аргументированная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-игровая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-объявление диктора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5.Что вы обычно делаете во время рекламных вставок? (Можно выбрать несколько вариантов ответов)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-переключаю на другой канал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-иду по своим делам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-отвлекаюсь на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другое дело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-убавляю звук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-остаюсь на этом же канале и смотрю рекламу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-выключаю телевизор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6.Из ряда приведённых ниже прилагательных выберите те, которые характеризуют, по вашему мнению, российскую рекламу.</w:t>
      </w:r>
      <w:r w:rsidR="00313399" w:rsidRPr="00313399">
        <w:rPr>
          <w:bCs w:val="0"/>
          <w:position w:val="0"/>
        </w:rPr>
        <w:t xml:space="preserve"> 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Высокопарная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Демократичная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Примитивная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Профессиональная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Самодовольная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Скромная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Дружелюбная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Враждебная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Навязчивая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Осторожная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Объективная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Субъективная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Полезная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бесполезная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</w:p>
    <w:p w:rsid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i/>
          <w:position w:val="0"/>
        </w:rPr>
      </w:pPr>
      <w:r w:rsidRPr="00313399">
        <w:rPr>
          <w:bCs w:val="0"/>
          <w:i/>
          <w:position w:val="0"/>
        </w:rPr>
        <w:t>Благодарим Вас за участие в опросе</w:t>
      </w:r>
      <w:r w:rsidR="00313399" w:rsidRPr="00313399">
        <w:rPr>
          <w:bCs w:val="0"/>
          <w:i/>
          <w:position w:val="0"/>
        </w:rPr>
        <w:t xml:space="preserve"> </w:t>
      </w:r>
    </w:p>
    <w:p w:rsidR="00A6585D" w:rsidRPr="00313399" w:rsidRDefault="00A6585D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</w:p>
    <w:p w:rsidR="00C31EF5" w:rsidRPr="00313399" w:rsidRDefault="0009704B" w:rsidP="00313399">
      <w:pPr>
        <w:pStyle w:val="5"/>
        <w:keepNext w:val="0"/>
        <w:widowControl w:val="0"/>
        <w:shd w:val="clear" w:color="000000" w:fill="auto"/>
        <w:ind w:firstLine="709"/>
      </w:pPr>
      <w:r>
        <w:br w:type="page"/>
      </w:r>
      <w:r w:rsidRPr="00313399">
        <w:t>ПРИЛОЖЕНИЕ 2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БЛАНК МЕТОДИКИ «НЕЗАКОНЧЕННЫЕ ПРЕДЛОЖЕНИЯ…»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Инструкция: «С целью выяснения вашего отношения к рекламе просим вас в произвольной форме закончить следующие предложения»: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Реклама влияет на…</w:t>
      </w:r>
    </w:p>
    <w:p w:rsid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1) экономическую ситуацию и жизнь людей…</w:t>
      </w:r>
    </w:p>
    <w:p w:rsid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положительно, так как..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отрицательно, так как…</w:t>
      </w:r>
    </w:p>
    <w:p w:rsid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2) культурную жизнь людей…</w:t>
      </w:r>
    </w:p>
    <w:p w:rsid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положительно, так как..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отрицательно, так как…</w:t>
      </w:r>
    </w:p>
    <w:p w:rsid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3)эстетические ценности…</w:t>
      </w:r>
    </w:p>
    <w:p w:rsid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положительно, так как…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отрицательно, так как…</w:t>
      </w:r>
    </w:p>
    <w:p w:rsid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4) индивидуальное и интеллектуальное</w:t>
      </w:r>
    </w:p>
    <w:p w:rsid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развитие человека…</w:t>
      </w:r>
    </w:p>
    <w:p w:rsid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положительно, так как..</w:t>
      </w:r>
    </w:p>
    <w:p w:rsid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отрицательно, так как…</w:t>
      </w:r>
    </w:p>
    <w:p w:rsidR="008607DF" w:rsidRPr="00313399" w:rsidRDefault="008607DF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</w:p>
    <w:p w:rsidR="00C31EF5" w:rsidRPr="0009704B" w:rsidRDefault="0009704B" w:rsidP="0009704B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/>
          <w:position w:val="0"/>
        </w:rPr>
      </w:pPr>
      <w:r>
        <w:rPr>
          <w:bCs w:val="0"/>
          <w:position w:val="0"/>
        </w:rPr>
        <w:br w:type="page"/>
      </w:r>
      <w:r w:rsidRPr="0009704B">
        <w:rPr>
          <w:b/>
          <w:position w:val="0"/>
        </w:rPr>
        <w:t>ПРИЛОЖЕНИЕ 3</w:t>
      </w:r>
    </w:p>
    <w:p w:rsidR="0009704B" w:rsidRDefault="0009704B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</w:p>
    <w:p w:rsid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ПРЕДПОЧТИТЕЛЬНЫЕ ВИДЫ ТВ-РЕКЛАМЫ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(в % к опрошенным по мере убывания)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/>
          <w:bCs w:val="0"/>
          <w:position w:val="0"/>
        </w:rPr>
      </w:pPr>
      <w:r w:rsidRPr="00313399">
        <w:rPr>
          <w:b/>
          <w:bCs w:val="0"/>
          <w:position w:val="0"/>
        </w:rPr>
        <w:t>Вид рекламы</w:t>
      </w:r>
      <w:r w:rsidR="00313399" w:rsidRPr="00313399">
        <w:rPr>
          <w:b/>
          <w:bCs w:val="0"/>
          <w:position w:val="0"/>
        </w:rPr>
        <w:t xml:space="preserve"> </w:t>
      </w:r>
      <w:r w:rsidRPr="00313399">
        <w:rPr>
          <w:b/>
          <w:bCs w:val="0"/>
          <w:position w:val="0"/>
        </w:rPr>
        <w:t>%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Юмористическая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57,6</w:t>
      </w:r>
    </w:p>
    <w:p w:rsidR="00C31EF5" w:rsidRPr="00313399" w:rsidRDefault="00A6585D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и</w:t>
      </w:r>
      <w:r w:rsidR="00C31EF5" w:rsidRPr="00313399">
        <w:rPr>
          <w:bCs w:val="0"/>
          <w:position w:val="0"/>
        </w:rPr>
        <w:t>гровая</w:t>
      </w:r>
      <w:r w:rsidR="00313399" w:rsidRPr="00313399">
        <w:rPr>
          <w:bCs w:val="0"/>
          <w:position w:val="0"/>
        </w:rPr>
        <w:t xml:space="preserve"> </w:t>
      </w:r>
      <w:r w:rsidR="00C31EF5" w:rsidRPr="00313399">
        <w:rPr>
          <w:bCs w:val="0"/>
          <w:position w:val="0"/>
        </w:rPr>
        <w:t>34,4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Мультипликационная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31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Информационная, аргументированная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17,6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Воспроизведение образа</w:t>
      </w:r>
      <w:r w:rsidR="0009704B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и стиля жизни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17,3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Создание фантазийной</w:t>
      </w:r>
      <w:r w:rsidR="0009704B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обстановки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15,3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Реклама с использованием</w:t>
      </w:r>
      <w:r w:rsidR="0009704B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научных данных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13,3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Бегущая строка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12.6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«Свидетельство»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знаменитости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5,6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Объявление диктора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3.4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</w:p>
    <w:p w:rsidR="00C31EF5" w:rsidRPr="0009704B" w:rsidRDefault="0009704B" w:rsidP="0009704B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/>
          <w:position w:val="0"/>
        </w:rPr>
      </w:pPr>
      <w:r>
        <w:rPr>
          <w:bCs w:val="0"/>
          <w:position w:val="0"/>
        </w:rPr>
        <w:br w:type="page"/>
      </w:r>
      <w:r w:rsidRPr="0009704B">
        <w:rPr>
          <w:b/>
          <w:position w:val="0"/>
        </w:rPr>
        <w:t>ПРИЛОЖЕНИЕ 4</w:t>
      </w:r>
    </w:p>
    <w:p w:rsidR="00C17B0A" w:rsidRDefault="00C17B0A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/>
          <w:bCs w:val="0"/>
          <w:position w:val="0"/>
        </w:rPr>
      </w:pP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/>
          <w:bCs w:val="0"/>
          <w:position w:val="0"/>
        </w:rPr>
      </w:pPr>
      <w:r w:rsidRPr="00313399">
        <w:rPr>
          <w:b/>
          <w:bCs w:val="0"/>
          <w:position w:val="0"/>
        </w:rPr>
        <w:t>Результаты оценки респондентами характеристик</w:t>
      </w:r>
      <w:r w:rsidR="00C17B0A">
        <w:rPr>
          <w:b/>
          <w:bCs w:val="0"/>
          <w:position w:val="0"/>
        </w:rPr>
        <w:t xml:space="preserve"> </w:t>
      </w:r>
      <w:r w:rsidRPr="00313399">
        <w:rPr>
          <w:b/>
          <w:bCs w:val="0"/>
          <w:position w:val="0"/>
        </w:rPr>
        <w:t>российской рекламы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Характеристика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 xml:space="preserve">% 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Высокопарная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4,9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Демократичная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4,5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Примитивная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18.0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Профессиональная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3,8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Самодовольная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12,0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Скромная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1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Дружелюбная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4,9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Враждебная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1,8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Навязчивая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24,2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Осторожная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2,4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Объективная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1,5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Субъективная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8,3</w:t>
      </w:r>
      <w:r w:rsidR="00313399" w:rsidRPr="00313399">
        <w:rPr>
          <w:bCs w:val="0"/>
          <w:position w:val="0"/>
        </w:rPr>
        <w:t xml:space="preserve"> 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Полезная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4,5</w:t>
      </w: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  <w:r w:rsidRPr="00313399">
        <w:rPr>
          <w:bCs w:val="0"/>
          <w:position w:val="0"/>
        </w:rPr>
        <w:t>Бесполезная</w:t>
      </w:r>
      <w:r w:rsidR="00313399" w:rsidRPr="00313399">
        <w:rPr>
          <w:bCs w:val="0"/>
          <w:position w:val="0"/>
        </w:rPr>
        <w:t xml:space="preserve"> </w:t>
      </w:r>
      <w:r w:rsidRPr="00313399">
        <w:rPr>
          <w:bCs w:val="0"/>
          <w:position w:val="0"/>
        </w:rPr>
        <w:t>8,2</w:t>
      </w:r>
    </w:p>
    <w:p w:rsidR="00313399" w:rsidRDefault="00313399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Cs w:val="0"/>
          <w:position w:val="0"/>
        </w:rPr>
      </w:pPr>
    </w:p>
    <w:p w:rsidR="00C31EF5" w:rsidRPr="00C17B0A" w:rsidRDefault="00C17B0A" w:rsidP="00C17B0A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/>
          <w:position w:val="0"/>
        </w:rPr>
      </w:pPr>
      <w:r>
        <w:rPr>
          <w:bCs w:val="0"/>
          <w:position w:val="0"/>
        </w:rPr>
        <w:br w:type="page"/>
      </w:r>
      <w:r w:rsidRPr="00C17B0A">
        <w:rPr>
          <w:b/>
          <w:position w:val="0"/>
        </w:rPr>
        <w:t>ПРИЛОЖЕНИЕ 5</w:t>
      </w:r>
    </w:p>
    <w:p w:rsidR="00C17B0A" w:rsidRDefault="00C17B0A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/>
          <w:bCs w:val="0"/>
          <w:position w:val="0"/>
        </w:rPr>
      </w:pPr>
    </w:p>
    <w:p w:rsidR="00C31EF5" w:rsidRPr="00313399" w:rsidRDefault="00C31EF5" w:rsidP="0031339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b/>
          <w:bCs w:val="0"/>
          <w:position w:val="0"/>
        </w:rPr>
      </w:pPr>
      <w:r w:rsidRPr="00313399">
        <w:rPr>
          <w:b/>
          <w:bCs w:val="0"/>
          <w:position w:val="0"/>
        </w:rPr>
        <w:t>Результаты исследования по методике</w:t>
      </w:r>
      <w:r w:rsidR="00C17B0A">
        <w:rPr>
          <w:b/>
          <w:bCs w:val="0"/>
          <w:position w:val="0"/>
        </w:rPr>
        <w:t xml:space="preserve"> </w:t>
      </w:r>
      <w:r w:rsidRPr="00313399">
        <w:rPr>
          <w:b/>
          <w:bCs w:val="0"/>
          <w:position w:val="0"/>
        </w:rPr>
        <w:t>«Незаконченные предложения»</w:t>
      </w:r>
    </w:p>
    <w:p w:rsidR="00313399" w:rsidRDefault="00C31EF5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  <w:r w:rsidRPr="00313399">
        <w:rPr>
          <w:b/>
          <w:color w:val="auto"/>
          <w:spacing w:val="0"/>
        </w:rPr>
        <w:t>Сравниваемые факторы</w:t>
      </w:r>
      <w:r w:rsidR="00313399" w:rsidRPr="00313399">
        <w:rPr>
          <w:b/>
          <w:color w:val="auto"/>
          <w:spacing w:val="0"/>
        </w:rPr>
        <w:t xml:space="preserve"> </w:t>
      </w:r>
      <w:r w:rsidRPr="00313399">
        <w:rPr>
          <w:b/>
          <w:color w:val="auto"/>
          <w:spacing w:val="0"/>
        </w:rPr>
        <w:t>Высказывания респондентов</w:t>
      </w:r>
      <w:r w:rsidR="00313399" w:rsidRPr="00313399">
        <w:rPr>
          <w:b/>
          <w:color w:val="auto"/>
          <w:spacing w:val="0"/>
        </w:rPr>
        <w:t xml:space="preserve"> </w:t>
      </w:r>
    </w:p>
    <w:p w:rsidR="00C31EF5" w:rsidRPr="00313399" w:rsidRDefault="00C31EF5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  <w:r w:rsidRPr="00313399">
        <w:rPr>
          <w:b/>
          <w:color w:val="auto"/>
          <w:spacing w:val="0"/>
        </w:rPr>
        <w:t>1</w:t>
      </w:r>
      <w:r w:rsidR="00313399" w:rsidRPr="00313399">
        <w:rPr>
          <w:b/>
          <w:color w:val="auto"/>
          <w:spacing w:val="0"/>
        </w:rPr>
        <w:t xml:space="preserve"> </w:t>
      </w:r>
      <w:r w:rsidRPr="00313399">
        <w:rPr>
          <w:b/>
          <w:color w:val="auto"/>
          <w:spacing w:val="0"/>
        </w:rPr>
        <w:t>2</w:t>
      </w:r>
    </w:p>
    <w:p w:rsidR="00C31EF5" w:rsidRPr="00313399" w:rsidRDefault="00C31EF5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  <w:r w:rsidRPr="00313399">
        <w:rPr>
          <w:b/>
          <w:color w:val="auto"/>
          <w:spacing w:val="0"/>
        </w:rPr>
        <w:t>_____________________________________________________________</w:t>
      </w:r>
      <w:r w:rsidR="00313399" w:rsidRPr="00313399">
        <w:rPr>
          <w:b/>
          <w:color w:val="auto"/>
          <w:spacing w:val="0"/>
        </w:rPr>
        <w:t xml:space="preserve"> </w:t>
      </w:r>
    </w:p>
    <w:p w:rsidR="00C31EF5" w:rsidRPr="00313399" w:rsidRDefault="00C31EF5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</w:p>
    <w:p w:rsidR="00C31EF5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>Экономические</w:t>
      </w:r>
      <w:r w:rsidR="00313399" w:rsidRPr="00313399">
        <w:rPr>
          <w:b/>
          <w:color w:val="auto"/>
          <w:spacing w:val="0"/>
        </w:rPr>
        <w:t xml:space="preserve"> </w:t>
      </w:r>
      <w:r w:rsidRPr="00313399">
        <w:rPr>
          <w:b/>
          <w:color w:val="auto"/>
          <w:spacing w:val="0"/>
        </w:rPr>
        <w:t xml:space="preserve">положительно: </w:t>
      </w:r>
      <w:r w:rsidRPr="00313399">
        <w:rPr>
          <w:color w:val="auto"/>
          <w:spacing w:val="0"/>
        </w:rPr>
        <w:t>ускоряет товарообмен, обмен услугами,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оборот денег, тем самым способствует развитию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материальных благ,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конкуренции,</w:t>
      </w:r>
      <w:r w:rsidR="008607DF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снижению цен,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появлению новых рабочих мест.</w:t>
      </w:r>
    </w:p>
    <w:p w:rsidR="00313399" w:rsidRDefault="00313399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</w:p>
    <w:p w:rsidR="00C31EF5" w:rsidRPr="00313399" w:rsidRDefault="00513ED3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>о</w:t>
      </w:r>
      <w:r w:rsidR="00C31EF5" w:rsidRPr="00313399">
        <w:rPr>
          <w:b/>
          <w:color w:val="auto"/>
          <w:spacing w:val="0"/>
        </w:rPr>
        <w:t xml:space="preserve">трицательно: </w:t>
      </w:r>
      <w:r w:rsidR="00C31EF5" w:rsidRPr="00313399">
        <w:rPr>
          <w:color w:val="auto"/>
          <w:spacing w:val="0"/>
        </w:rPr>
        <w:t>обманывает людей,</w:t>
      </w:r>
      <w:r w:rsidR="008607DF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экономически</w:t>
      </w:r>
      <w:r w:rsidR="008607DF" w:rsidRPr="00313399">
        <w:rPr>
          <w:color w:val="auto"/>
          <w:spacing w:val="0"/>
        </w:rPr>
        <w:t xml:space="preserve"> необос</w:t>
      </w:r>
      <w:r w:rsidR="00C31EF5" w:rsidRPr="00313399">
        <w:rPr>
          <w:color w:val="auto"/>
          <w:spacing w:val="0"/>
        </w:rPr>
        <w:t>нованно</w:t>
      </w:r>
      <w:r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перераспределяет деньги («из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карманов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трудящихся они попадают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проходимцам»), создаются мошеннические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финансовые пирамиды и т.п.; реклама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способствует тому, что товары стоят намного дороже,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так как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затраты на рекламу включаются в цену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товара.</w:t>
      </w:r>
    </w:p>
    <w:p w:rsidR="00C31EF5" w:rsidRPr="00313399" w:rsidRDefault="00C31EF5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</w:p>
    <w:p w:rsidR="00313399" w:rsidRDefault="0059738B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>Ценности и культура</w:t>
      </w:r>
      <w:r w:rsidR="00313399" w:rsidRPr="00313399">
        <w:rPr>
          <w:b/>
          <w:color w:val="auto"/>
          <w:spacing w:val="0"/>
        </w:rPr>
        <w:t xml:space="preserve"> </w:t>
      </w:r>
      <w:r w:rsidR="00C31EF5" w:rsidRPr="00313399">
        <w:rPr>
          <w:b/>
          <w:color w:val="auto"/>
          <w:spacing w:val="0"/>
        </w:rPr>
        <w:t xml:space="preserve">Положительно: </w:t>
      </w:r>
      <w:r w:rsidR="00C31EF5" w:rsidRPr="00313399">
        <w:rPr>
          <w:color w:val="auto"/>
          <w:spacing w:val="0"/>
        </w:rPr>
        <w:t>развивает знания и вкусы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людей, рекламируя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дорогие высококачественные товары; люди получают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бесплатную информацию о тех вещах (странах, технике,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лекарствах и пр.), которые раньше им были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недоступны;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благодаря рекламе на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телевидении демонстрируются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зарубежные фильмы и другая</w:t>
      </w:r>
      <w:r w:rsidR="00070DE5" w:rsidRPr="00313399">
        <w:rPr>
          <w:color w:val="auto"/>
          <w:spacing w:val="0"/>
        </w:rPr>
        <w:t xml:space="preserve"> видеопр</w:t>
      </w:r>
      <w:r w:rsidR="00C31EF5" w:rsidRPr="00313399">
        <w:rPr>
          <w:color w:val="auto"/>
          <w:spacing w:val="0"/>
        </w:rPr>
        <w:t>одукция, открывается окно в незнакомый до этого мир; люди получают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возможность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публично высказывать свои политические и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иные</w:t>
      </w:r>
      <w:r w:rsidR="00313399" w:rsidRPr="00313399">
        <w:rPr>
          <w:color w:val="auto"/>
          <w:spacing w:val="0"/>
        </w:rPr>
        <w:t xml:space="preserve"> </w:t>
      </w:r>
      <w:r w:rsidR="00070DE5" w:rsidRPr="00313399">
        <w:rPr>
          <w:color w:val="auto"/>
          <w:spacing w:val="0"/>
        </w:rPr>
        <w:t>взгляды;</w:t>
      </w:r>
      <w:r w:rsidR="00E65294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почитатели талантов могут узнать</w:t>
      </w:r>
      <w:r w:rsidR="00070DE5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много нового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о своих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кумирах,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задать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вопросы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с помощью интерактивных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средств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связи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во</w:t>
      </w:r>
      <w:r w:rsidR="00313399" w:rsidRPr="00313399">
        <w:rPr>
          <w:color w:val="auto"/>
          <w:spacing w:val="0"/>
        </w:rPr>
        <w:t xml:space="preserve"> </w:t>
      </w:r>
      <w:r w:rsidR="00C31EF5" w:rsidRPr="00313399">
        <w:rPr>
          <w:color w:val="auto"/>
          <w:spacing w:val="0"/>
        </w:rPr>
        <w:t>время рекламных презентаций.</w:t>
      </w:r>
    </w:p>
    <w:p w:rsidR="00313399" w:rsidRDefault="00313399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</w:p>
    <w:p w:rsidR="00C31EF5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>Отрицательно</w:t>
      </w:r>
      <w:r w:rsidRPr="00313399">
        <w:rPr>
          <w:color w:val="auto"/>
          <w:spacing w:val="0"/>
        </w:rPr>
        <w:t>: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так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как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разрушает сложившуюся за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десятилетия, а может </w:t>
      </w:r>
      <w:r w:rsidR="00204E53" w:rsidRPr="00313399">
        <w:rPr>
          <w:color w:val="auto"/>
          <w:spacing w:val="0"/>
        </w:rPr>
        <w:t>быть</w:t>
      </w:r>
      <w:r w:rsidR="00E65294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столетия,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систему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ценностей,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создаёт ситуацию,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когда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информация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о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научных открытиях,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способных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повлиять на будущее человечества,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воспринимается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людьми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как менее интересная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 важная, чем информация о выпуске, например,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новой бытовой </w:t>
      </w:r>
      <w:r w:rsidR="00886CD7" w:rsidRPr="00313399">
        <w:rPr>
          <w:color w:val="auto"/>
          <w:spacing w:val="0"/>
        </w:rPr>
        <w:t>т</w:t>
      </w:r>
      <w:r w:rsidRPr="00313399">
        <w:rPr>
          <w:color w:val="auto"/>
          <w:spacing w:val="0"/>
        </w:rPr>
        <w:t xml:space="preserve">ехники или стирального порошка; сегодня дети хуже запоминают стихи, чем рекламные слоганы, и не видят разницы </w:t>
      </w:r>
      <w:r w:rsidR="00886CD7" w:rsidRPr="00313399">
        <w:rPr>
          <w:color w:val="auto"/>
          <w:spacing w:val="0"/>
        </w:rPr>
        <w:t>между</w:t>
      </w:r>
      <w:r w:rsidR="00E65294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ними; реклама на телевидении,</w:t>
      </w:r>
      <w:r w:rsidR="00886CD7" w:rsidRPr="00313399">
        <w:rPr>
          <w:color w:val="auto"/>
          <w:spacing w:val="0"/>
        </w:rPr>
        <w:t xml:space="preserve"> прерывая худ-</w:t>
      </w:r>
      <w:r w:rsidRPr="00313399">
        <w:rPr>
          <w:color w:val="auto"/>
          <w:spacing w:val="0"/>
        </w:rPr>
        <w:t xml:space="preserve"> жественные фильмы, и</w:t>
      </w:r>
      <w:r w:rsidR="00886CD7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психологически </w:t>
      </w:r>
      <w:r w:rsidR="00886CD7" w:rsidRPr="00313399">
        <w:rPr>
          <w:color w:val="auto"/>
          <w:spacing w:val="0"/>
        </w:rPr>
        <w:t>насыщен</w:t>
      </w:r>
      <w:r w:rsidRPr="00313399">
        <w:rPr>
          <w:color w:val="auto"/>
          <w:spacing w:val="0"/>
        </w:rPr>
        <w:t xml:space="preserve">ные </w:t>
      </w:r>
      <w:r w:rsidR="00481232" w:rsidRPr="00313399">
        <w:rPr>
          <w:color w:val="auto"/>
          <w:spacing w:val="0"/>
        </w:rPr>
        <w:t>прогр</w:t>
      </w:r>
      <w:r w:rsidRPr="00313399">
        <w:rPr>
          <w:color w:val="auto"/>
          <w:spacing w:val="0"/>
        </w:rPr>
        <w:t>аммы,</w:t>
      </w:r>
      <w:r w:rsidR="00886CD7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вызывает негативные</w:t>
      </w:r>
      <w:r w:rsidR="00886CD7" w:rsidRPr="00313399">
        <w:rPr>
          <w:color w:val="auto"/>
          <w:spacing w:val="0"/>
        </w:rPr>
        <w:t xml:space="preserve"> эмоциона</w:t>
      </w:r>
      <w:r w:rsidRPr="00313399">
        <w:rPr>
          <w:color w:val="auto"/>
          <w:spacing w:val="0"/>
        </w:rPr>
        <w:t>льные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реакции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может приводить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к</w:t>
      </w:r>
      <w:r w:rsidR="00313399" w:rsidRPr="00313399">
        <w:rPr>
          <w:color w:val="auto"/>
          <w:spacing w:val="0"/>
        </w:rPr>
        <w:t xml:space="preserve"> </w:t>
      </w:r>
      <w:r w:rsidR="00070DE5" w:rsidRPr="00313399">
        <w:rPr>
          <w:color w:val="auto"/>
          <w:spacing w:val="0"/>
        </w:rPr>
        <w:t>нервным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расстройствам;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такая реклама</w:t>
      </w:r>
      <w:r w:rsidR="00313399" w:rsidRPr="00313399">
        <w:rPr>
          <w:color w:val="auto"/>
          <w:spacing w:val="0"/>
        </w:rPr>
        <w:t xml:space="preserve"> </w:t>
      </w:r>
      <w:r w:rsidR="00070DE5" w:rsidRPr="00313399">
        <w:rPr>
          <w:color w:val="auto"/>
          <w:spacing w:val="0"/>
        </w:rPr>
        <w:t>лишает</w:t>
      </w:r>
      <w:r w:rsidR="00015147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человека способности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чувствовать, сопереживать, </w:t>
      </w:r>
      <w:r w:rsidR="00886CD7" w:rsidRPr="00313399">
        <w:rPr>
          <w:color w:val="auto"/>
          <w:spacing w:val="0"/>
        </w:rPr>
        <w:t>разру</w:t>
      </w:r>
      <w:r w:rsidRPr="00313399">
        <w:rPr>
          <w:color w:val="auto"/>
          <w:spacing w:val="0"/>
        </w:rPr>
        <w:t>шает его</w:t>
      </w:r>
      <w:r w:rsidR="00070DE5" w:rsidRPr="00313399">
        <w:rPr>
          <w:color w:val="auto"/>
          <w:spacing w:val="0"/>
        </w:rPr>
        <w:t xml:space="preserve"> эмоциональный</w:t>
      </w:r>
      <w:r w:rsidR="00481232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мир.</w:t>
      </w:r>
    </w:p>
    <w:p w:rsidR="00070DE5" w:rsidRPr="00313399" w:rsidRDefault="00070DE5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</w:p>
    <w:p w:rsid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>Эстетические</w:t>
      </w:r>
      <w:r w:rsidR="00313399" w:rsidRPr="00313399">
        <w:rPr>
          <w:b/>
          <w:color w:val="auto"/>
          <w:spacing w:val="0"/>
        </w:rPr>
        <w:t xml:space="preserve"> </w:t>
      </w:r>
      <w:r w:rsidRPr="00313399">
        <w:rPr>
          <w:b/>
          <w:color w:val="auto"/>
          <w:spacing w:val="0"/>
        </w:rPr>
        <w:t>Положительно</w:t>
      </w:r>
      <w:r w:rsidRPr="00313399">
        <w:rPr>
          <w:color w:val="auto"/>
          <w:spacing w:val="0"/>
        </w:rPr>
        <w:t>: так как украшает нашу жизнь (особенно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дизайн в рекламе), развивает эстетические потребности,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стремление к высоким жизненным стандартам, задаёт </w:t>
      </w:r>
      <w:r w:rsidR="00070DE5" w:rsidRPr="00313399">
        <w:rPr>
          <w:color w:val="auto"/>
          <w:spacing w:val="0"/>
        </w:rPr>
        <w:t>высокий</w:t>
      </w:r>
      <w:r w:rsidR="00E65294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уровень творческого</w:t>
      </w:r>
      <w:r w:rsidR="00481232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самовыражения; с её помощью человек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может следить за модой,</w:t>
      </w:r>
      <w:r w:rsidR="00070DE5" w:rsidRPr="00313399">
        <w:rPr>
          <w:color w:val="auto"/>
          <w:spacing w:val="0"/>
        </w:rPr>
        <w:t xml:space="preserve"> развивать свой</w:t>
      </w:r>
      <w:r w:rsidRPr="00313399">
        <w:rPr>
          <w:color w:val="auto"/>
          <w:spacing w:val="0"/>
        </w:rPr>
        <w:t xml:space="preserve"> вкус;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высокохудожественная </w:t>
      </w:r>
      <w:r w:rsidR="00070DE5" w:rsidRPr="00313399">
        <w:rPr>
          <w:color w:val="auto"/>
          <w:spacing w:val="0"/>
        </w:rPr>
        <w:t>наружная реклама</w:t>
      </w:r>
      <w:r w:rsidR="00E65294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украшает наши не очень красивые города.</w:t>
      </w:r>
    </w:p>
    <w:p w:rsidR="00E65294" w:rsidRDefault="00E65294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</w:p>
    <w:p w:rsidR="00C31EF5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 xml:space="preserve">Отрицательно: </w:t>
      </w:r>
      <w:r w:rsidRPr="00313399">
        <w:rPr>
          <w:color w:val="auto"/>
          <w:spacing w:val="0"/>
        </w:rPr>
        <w:t>так как в ней часто используются малохудожественные поделки,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для привлечения внимания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рекламисты прибегают к демонстрации примитивной пошлой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эротики, агрессии, используют приёмы прямого грубого</w:t>
      </w:r>
      <w:r w:rsidR="00070DE5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психологического давления, лишают людей художественного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вкуса;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низкопробная</w:t>
      </w:r>
      <w:r w:rsidR="00070DE5" w:rsidRPr="00313399">
        <w:rPr>
          <w:color w:val="auto"/>
          <w:spacing w:val="0"/>
        </w:rPr>
        <w:t xml:space="preserve"> наружная</w:t>
      </w:r>
      <w:r w:rsidRPr="00313399">
        <w:rPr>
          <w:color w:val="auto"/>
          <w:spacing w:val="0"/>
        </w:rPr>
        <w:t xml:space="preserve"> реклама ухудшает внешний вид городов, делает их похожими друг на друга,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затмевает,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заслоняет памятники старины и оригинальные архитектурные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сооружения.</w:t>
      </w:r>
    </w:p>
    <w:p w:rsidR="00C31EF5" w:rsidRPr="00313399" w:rsidRDefault="00C31EF5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</w:p>
    <w:p w:rsid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>Индивидуальное и</w:t>
      </w:r>
      <w:r w:rsidR="00313399" w:rsidRPr="00313399">
        <w:rPr>
          <w:b/>
          <w:color w:val="auto"/>
          <w:spacing w:val="0"/>
        </w:rPr>
        <w:t xml:space="preserve"> </w:t>
      </w:r>
      <w:r w:rsidRPr="00313399">
        <w:rPr>
          <w:b/>
          <w:color w:val="auto"/>
          <w:spacing w:val="0"/>
        </w:rPr>
        <w:t>Положительно</w:t>
      </w:r>
      <w:r w:rsidR="00E65294" w:rsidRPr="00E65294">
        <w:rPr>
          <w:b/>
          <w:color w:val="auto"/>
          <w:spacing w:val="0"/>
        </w:rPr>
        <w:t xml:space="preserve"> </w:t>
      </w:r>
      <w:r w:rsidR="00E65294" w:rsidRPr="00313399">
        <w:rPr>
          <w:b/>
          <w:color w:val="auto"/>
          <w:spacing w:val="0"/>
        </w:rPr>
        <w:t>интеллектуальное</w:t>
      </w:r>
      <w:r w:rsidRPr="00313399">
        <w:rPr>
          <w:color w:val="auto"/>
          <w:spacing w:val="0"/>
        </w:rPr>
        <w:t>: так как сообщает</w:t>
      </w:r>
      <w:r w:rsidR="009E6DD7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информацию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о новых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товарах и услугах, появляющихся </w:t>
      </w:r>
      <w:r w:rsidR="009E6DD7" w:rsidRPr="00313399">
        <w:rPr>
          <w:color w:val="auto"/>
          <w:spacing w:val="0"/>
        </w:rPr>
        <w:t>на</w:t>
      </w:r>
      <w:r w:rsidR="00E65294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рынке, об их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доступности, цене, качестве, свойствах и др., расширяет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кругозор людей по целому ряду научных, культурных,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социальных, бытовых вопросов, заставляет людей думать, решая сложные задачи выбора; представляет в качестве примера для подражания большое количество людей,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получивших известность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 достигших в жизни финансового успеха благодаря личным заслугам, талантам,</w:t>
      </w:r>
      <w:r w:rsidR="009E6DD7" w:rsidRPr="00313399">
        <w:rPr>
          <w:color w:val="auto"/>
          <w:spacing w:val="0"/>
        </w:rPr>
        <w:t xml:space="preserve"> занимаясь</w:t>
      </w:r>
      <w:r w:rsidRPr="00313399">
        <w:rPr>
          <w:color w:val="auto"/>
          <w:spacing w:val="0"/>
        </w:rPr>
        <w:t xml:space="preserve"> бизнесом, спортом, искусством, наукой и пр.</w:t>
      </w:r>
    </w:p>
    <w:p w:rsidR="00E65294" w:rsidRDefault="00E65294" w:rsidP="00313399">
      <w:pPr>
        <w:pStyle w:val="23"/>
        <w:widowControl w:val="0"/>
        <w:shd w:val="clear" w:color="000000" w:fill="auto"/>
        <w:ind w:firstLine="709"/>
        <w:rPr>
          <w:b/>
          <w:color w:val="auto"/>
          <w:spacing w:val="0"/>
        </w:rPr>
      </w:pPr>
    </w:p>
    <w:p w:rsidR="00C31EF5" w:rsidRPr="00313399" w:rsidRDefault="00C31EF5" w:rsidP="00313399">
      <w:pPr>
        <w:pStyle w:val="23"/>
        <w:widowControl w:val="0"/>
        <w:shd w:val="clear" w:color="000000" w:fill="auto"/>
        <w:ind w:firstLine="709"/>
        <w:rPr>
          <w:color w:val="auto"/>
          <w:spacing w:val="0"/>
        </w:rPr>
      </w:pPr>
      <w:r w:rsidRPr="00313399">
        <w:rPr>
          <w:b/>
          <w:color w:val="auto"/>
          <w:spacing w:val="0"/>
        </w:rPr>
        <w:t xml:space="preserve">Отрицательно: </w:t>
      </w:r>
      <w:r w:rsidRPr="00313399">
        <w:rPr>
          <w:color w:val="auto"/>
          <w:spacing w:val="0"/>
        </w:rPr>
        <w:t>так как реклама транслируется в большом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объёме и подаётся более ярко, чем любые культурные, научные, </w:t>
      </w:r>
      <w:r w:rsidR="009E6DD7" w:rsidRPr="00313399">
        <w:rPr>
          <w:color w:val="auto"/>
          <w:spacing w:val="0"/>
        </w:rPr>
        <w:t>публ</w:t>
      </w:r>
      <w:r w:rsidRPr="00313399">
        <w:rPr>
          <w:color w:val="auto"/>
          <w:spacing w:val="0"/>
        </w:rPr>
        <w:t xml:space="preserve">ицистические и другие развивающие передачи; зрители вынуждены чаще смотреть </w:t>
      </w:r>
      <w:r w:rsidR="009E6DD7" w:rsidRPr="00313399">
        <w:rPr>
          <w:color w:val="auto"/>
          <w:spacing w:val="0"/>
        </w:rPr>
        <w:t>примитив</w:t>
      </w:r>
      <w:r w:rsidRPr="00313399">
        <w:rPr>
          <w:color w:val="auto"/>
          <w:spacing w:val="0"/>
        </w:rPr>
        <w:t>ные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 xml:space="preserve">развлекательные программы, чем </w:t>
      </w:r>
      <w:r w:rsidR="009E6DD7" w:rsidRPr="00313399">
        <w:rPr>
          <w:color w:val="auto"/>
          <w:spacing w:val="0"/>
        </w:rPr>
        <w:t>познавательные,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расширяющие их кругозор; появилось большое количество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играющих на доверии граждан финансовых авантюристов, лжепророков, бездарных честолюбивых людей, рвущихся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наверх, использующих нечестно нажитые деньги, связи и</w:t>
      </w:r>
      <w:r w:rsidR="00313399" w:rsidRPr="00313399">
        <w:rPr>
          <w:color w:val="auto"/>
          <w:spacing w:val="0"/>
        </w:rPr>
        <w:t xml:space="preserve"> </w:t>
      </w:r>
      <w:r w:rsidRPr="00313399">
        <w:rPr>
          <w:color w:val="auto"/>
          <w:spacing w:val="0"/>
        </w:rPr>
        <w:t>доступ к средствам массовой информации.</w:t>
      </w:r>
      <w:bookmarkStart w:id="0" w:name="_GoBack"/>
      <w:bookmarkEnd w:id="0"/>
    </w:p>
    <w:sectPr w:rsidR="00C31EF5" w:rsidRPr="00313399" w:rsidSect="00313399">
      <w:head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6CC" w:rsidRDefault="00CB16CC">
      <w:r>
        <w:separator/>
      </w:r>
    </w:p>
  </w:endnote>
  <w:endnote w:type="continuationSeparator" w:id="0">
    <w:p w:rsidR="00CB16CC" w:rsidRDefault="00C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6CC" w:rsidRDefault="00CB16CC">
      <w:r>
        <w:separator/>
      </w:r>
    </w:p>
  </w:footnote>
  <w:footnote w:type="continuationSeparator" w:id="0">
    <w:p w:rsidR="00CB16CC" w:rsidRDefault="00CB1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4F6" w:rsidRDefault="001A74F6">
    <w:pPr>
      <w:pStyle w:val="a3"/>
      <w:framePr w:wrap="around" w:vAnchor="text" w:hAnchor="margin" w:xAlign="right" w:y="1"/>
      <w:rPr>
        <w:rStyle w:val="a5"/>
      </w:rPr>
    </w:pPr>
  </w:p>
  <w:p w:rsidR="001A74F6" w:rsidRDefault="001A74F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54A14"/>
    <w:multiLevelType w:val="hybridMultilevel"/>
    <w:tmpl w:val="76EA4FA4"/>
    <w:lvl w:ilvl="0" w:tplc="63D4439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D833A7B"/>
    <w:multiLevelType w:val="hybridMultilevel"/>
    <w:tmpl w:val="72989A64"/>
    <w:lvl w:ilvl="0" w:tplc="14B001C6">
      <w:start w:val="3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032580A"/>
    <w:multiLevelType w:val="hybridMultilevel"/>
    <w:tmpl w:val="CF42A69E"/>
    <w:lvl w:ilvl="0" w:tplc="09266C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28D319E"/>
    <w:multiLevelType w:val="multilevel"/>
    <w:tmpl w:val="501CA8B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>
    <w:nsid w:val="53F512D0"/>
    <w:multiLevelType w:val="hybridMultilevel"/>
    <w:tmpl w:val="FD52B812"/>
    <w:lvl w:ilvl="0" w:tplc="F348C8F6">
      <w:start w:val="1"/>
      <w:numFmt w:val="decimal"/>
      <w:lvlText w:val="%1.)"/>
      <w:lvlJc w:val="left"/>
      <w:pPr>
        <w:tabs>
          <w:tab w:val="num" w:pos="915"/>
        </w:tabs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C24445F"/>
    <w:multiLevelType w:val="hybridMultilevel"/>
    <w:tmpl w:val="36049CC8"/>
    <w:lvl w:ilvl="0" w:tplc="FD820ED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5A8E"/>
    <w:rsid w:val="00002A82"/>
    <w:rsid w:val="00012444"/>
    <w:rsid w:val="00015147"/>
    <w:rsid w:val="0002229A"/>
    <w:rsid w:val="000522BD"/>
    <w:rsid w:val="00070DE5"/>
    <w:rsid w:val="00081B06"/>
    <w:rsid w:val="0009704B"/>
    <w:rsid w:val="000C0BE4"/>
    <w:rsid w:val="000C2665"/>
    <w:rsid w:val="000C4B44"/>
    <w:rsid w:val="000F2D9A"/>
    <w:rsid w:val="000F7CDE"/>
    <w:rsid w:val="00100F11"/>
    <w:rsid w:val="00113322"/>
    <w:rsid w:val="00122B6F"/>
    <w:rsid w:val="0012589F"/>
    <w:rsid w:val="0013763A"/>
    <w:rsid w:val="00153529"/>
    <w:rsid w:val="0016147D"/>
    <w:rsid w:val="00163207"/>
    <w:rsid w:val="00163C0D"/>
    <w:rsid w:val="0016741E"/>
    <w:rsid w:val="001A74F6"/>
    <w:rsid w:val="001B27D1"/>
    <w:rsid w:val="001C3CC1"/>
    <w:rsid w:val="001E14AB"/>
    <w:rsid w:val="00202176"/>
    <w:rsid w:val="00204E53"/>
    <w:rsid w:val="0021341E"/>
    <w:rsid w:val="0024244C"/>
    <w:rsid w:val="00247752"/>
    <w:rsid w:val="002502A7"/>
    <w:rsid w:val="00270BCC"/>
    <w:rsid w:val="002D6CC5"/>
    <w:rsid w:val="002E60DF"/>
    <w:rsid w:val="002F6391"/>
    <w:rsid w:val="002F7C2C"/>
    <w:rsid w:val="003105EE"/>
    <w:rsid w:val="00313399"/>
    <w:rsid w:val="00325D8C"/>
    <w:rsid w:val="00347A96"/>
    <w:rsid w:val="003B2D6C"/>
    <w:rsid w:val="003C3383"/>
    <w:rsid w:val="003D715F"/>
    <w:rsid w:val="00411E21"/>
    <w:rsid w:val="004154AE"/>
    <w:rsid w:val="00430D68"/>
    <w:rsid w:val="004341A9"/>
    <w:rsid w:val="00445E6A"/>
    <w:rsid w:val="0044764A"/>
    <w:rsid w:val="00451516"/>
    <w:rsid w:val="00455A8E"/>
    <w:rsid w:val="00473AE3"/>
    <w:rsid w:val="00481232"/>
    <w:rsid w:val="004C058D"/>
    <w:rsid w:val="004D2601"/>
    <w:rsid w:val="004D5657"/>
    <w:rsid w:val="004D6984"/>
    <w:rsid w:val="004E0EC0"/>
    <w:rsid w:val="00513ED3"/>
    <w:rsid w:val="005250FE"/>
    <w:rsid w:val="005310A2"/>
    <w:rsid w:val="005357B6"/>
    <w:rsid w:val="00544209"/>
    <w:rsid w:val="00552BF9"/>
    <w:rsid w:val="00584ED7"/>
    <w:rsid w:val="0059738B"/>
    <w:rsid w:val="005A3B16"/>
    <w:rsid w:val="005B069E"/>
    <w:rsid w:val="005B67B1"/>
    <w:rsid w:val="005C6B0F"/>
    <w:rsid w:val="005D44ED"/>
    <w:rsid w:val="005E4B83"/>
    <w:rsid w:val="005F6D9A"/>
    <w:rsid w:val="006044C8"/>
    <w:rsid w:val="0061137F"/>
    <w:rsid w:val="0061709F"/>
    <w:rsid w:val="0062465F"/>
    <w:rsid w:val="00646F63"/>
    <w:rsid w:val="00650C52"/>
    <w:rsid w:val="006538FB"/>
    <w:rsid w:val="006616A5"/>
    <w:rsid w:val="00673DAA"/>
    <w:rsid w:val="006B7044"/>
    <w:rsid w:val="006D6D8A"/>
    <w:rsid w:val="00716EC8"/>
    <w:rsid w:val="00732BA1"/>
    <w:rsid w:val="00770A9C"/>
    <w:rsid w:val="00784F0F"/>
    <w:rsid w:val="007A1BC7"/>
    <w:rsid w:val="007A540C"/>
    <w:rsid w:val="007B28CF"/>
    <w:rsid w:val="007C0761"/>
    <w:rsid w:val="007D1A50"/>
    <w:rsid w:val="00802A9D"/>
    <w:rsid w:val="008159FE"/>
    <w:rsid w:val="00816273"/>
    <w:rsid w:val="008167A5"/>
    <w:rsid w:val="00846BB0"/>
    <w:rsid w:val="008607DF"/>
    <w:rsid w:val="00873D1A"/>
    <w:rsid w:val="00886CD7"/>
    <w:rsid w:val="008D1EE9"/>
    <w:rsid w:val="008F0695"/>
    <w:rsid w:val="00945FF0"/>
    <w:rsid w:val="00947CDB"/>
    <w:rsid w:val="00952BDA"/>
    <w:rsid w:val="009563E8"/>
    <w:rsid w:val="00982F46"/>
    <w:rsid w:val="009A26EE"/>
    <w:rsid w:val="009B7936"/>
    <w:rsid w:val="009E6DD7"/>
    <w:rsid w:val="00A10E73"/>
    <w:rsid w:val="00A12E50"/>
    <w:rsid w:val="00A13A48"/>
    <w:rsid w:val="00A32787"/>
    <w:rsid w:val="00A501B3"/>
    <w:rsid w:val="00A655ED"/>
    <w:rsid w:val="00A6585D"/>
    <w:rsid w:val="00A71F71"/>
    <w:rsid w:val="00A73DCE"/>
    <w:rsid w:val="00A760CB"/>
    <w:rsid w:val="00AB1664"/>
    <w:rsid w:val="00AC753E"/>
    <w:rsid w:val="00AE31B9"/>
    <w:rsid w:val="00AF0898"/>
    <w:rsid w:val="00AF23F8"/>
    <w:rsid w:val="00B13B28"/>
    <w:rsid w:val="00B3614F"/>
    <w:rsid w:val="00B4493C"/>
    <w:rsid w:val="00B5493F"/>
    <w:rsid w:val="00B7231C"/>
    <w:rsid w:val="00B73144"/>
    <w:rsid w:val="00BA3025"/>
    <w:rsid w:val="00BC1F65"/>
    <w:rsid w:val="00BC5602"/>
    <w:rsid w:val="00BE2EDB"/>
    <w:rsid w:val="00BE4BB5"/>
    <w:rsid w:val="00BF4F2D"/>
    <w:rsid w:val="00C02332"/>
    <w:rsid w:val="00C116AB"/>
    <w:rsid w:val="00C17B0A"/>
    <w:rsid w:val="00C25F00"/>
    <w:rsid w:val="00C272D3"/>
    <w:rsid w:val="00C319B9"/>
    <w:rsid w:val="00C31EF5"/>
    <w:rsid w:val="00C53E9A"/>
    <w:rsid w:val="00CB16CC"/>
    <w:rsid w:val="00CF2F1F"/>
    <w:rsid w:val="00D74BFE"/>
    <w:rsid w:val="00D81244"/>
    <w:rsid w:val="00D87BED"/>
    <w:rsid w:val="00D9217C"/>
    <w:rsid w:val="00DD0468"/>
    <w:rsid w:val="00E305D9"/>
    <w:rsid w:val="00E35BA1"/>
    <w:rsid w:val="00E42F8A"/>
    <w:rsid w:val="00E65294"/>
    <w:rsid w:val="00E87DAA"/>
    <w:rsid w:val="00E9735E"/>
    <w:rsid w:val="00EE2359"/>
    <w:rsid w:val="00EF66A9"/>
    <w:rsid w:val="00F166E6"/>
    <w:rsid w:val="00F44E0D"/>
    <w:rsid w:val="00F643BA"/>
    <w:rsid w:val="00F8402D"/>
    <w:rsid w:val="00F84889"/>
    <w:rsid w:val="00F92F5A"/>
    <w:rsid w:val="00FA0745"/>
    <w:rsid w:val="00FC12AD"/>
    <w:rsid w:val="00FE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7EDBCA-DBD0-40F4-BE83-27ACE276D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ind w:left="540" w:firstLine="720"/>
      <w:jc w:val="both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ind w:firstLine="720"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hd w:val="clear" w:color="auto" w:fill="FFFFFF"/>
      <w:autoSpaceDE w:val="0"/>
      <w:autoSpaceDN w:val="0"/>
      <w:adjustRightInd w:val="0"/>
      <w:spacing w:line="336" w:lineRule="auto"/>
      <w:ind w:firstLine="720"/>
      <w:jc w:val="both"/>
      <w:outlineLvl w:val="5"/>
    </w:pPr>
    <w:rPr>
      <w:b/>
      <w:bCs/>
      <w:color w:val="000000"/>
      <w:spacing w:val="-4"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ind w:firstLine="720"/>
      <w:jc w:val="both"/>
      <w:outlineLvl w:val="6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ind w:left="540" w:firstLine="720"/>
      <w:jc w:val="both"/>
    </w:pPr>
    <w:rPr>
      <w:rFonts w:ascii="Courier New" w:hAnsi="Courier New" w:cs="Courier New"/>
      <w:b/>
      <w:position w:val="16"/>
      <w:sz w:val="28"/>
      <w:lang w:eastAsia="en-US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customStyle="1" w:styleId="1V100">
    <w:name w:val="СТИЛЬ ДЛЯ РЕФЕРАТОВ №1 V1.00"/>
    <w:basedOn w:val="a"/>
    <w:pPr>
      <w:ind w:left="567" w:firstLine="709"/>
    </w:pPr>
    <w:rPr>
      <w:rFonts w:ascii="Courier New" w:hAnsi="Courier New"/>
      <w:bCs/>
      <w:position w:val="16"/>
      <w:sz w:val="28"/>
      <w:lang w:eastAsia="en-US"/>
    </w:rPr>
  </w:style>
  <w:style w:type="paragraph" w:styleId="a8">
    <w:name w:val="Body Text"/>
    <w:basedOn w:val="a"/>
    <w:link w:val="a9"/>
    <w:uiPriority w:val="99"/>
    <w:pPr>
      <w:spacing w:after="120"/>
    </w:pPr>
    <w:rPr>
      <w:bCs/>
      <w:position w:val="16"/>
      <w:sz w:val="28"/>
      <w:lang w:eastAsia="en-US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customStyle="1" w:styleId="aa">
    <w:name w:val="РЕФЕРАТ КОМП."/>
    <w:basedOn w:val="a"/>
    <w:pPr>
      <w:suppressLineNumbers/>
    </w:pPr>
    <w:rPr>
      <w:bCs/>
      <w:spacing w:val="2"/>
      <w:position w:val="16"/>
      <w:sz w:val="28"/>
      <w:lang w:eastAsia="en-US"/>
    </w:rPr>
  </w:style>
  <w:style w:type="paragraph" w:customStyle="1" w:styleId="21">
    <w:name w:val="Стиль2"/>
    <w:basedOn w:val="a"/>
    <w:pPr>
      <w:ind w:left="851" w:firstLine="709"/>
      <w:jc w:val="both"/>
    </w:pPr>
    <w:rPr>
      <w:rFonts w:ascii="Courier New" w:hAnsi="Courier New"/>
      <w:position w:val="16"/>
      <w:sz w:val="28"/>
      <w:lang w:val="en-US"/>
    </w:rPr>
  </w:style>
  <w:style w:type="paragraph" w:customStyle="1" w:styleId="11">
    <w:name w:val="Стиль1"/>
    <w:basedOn w:val="a"/>
    <w:pPr>
      <w:ind w:firstLine="540"/>
      <w:jc w:val="both"/>
    </w:pPr>
    <w:rPr>
      <w:rFonts w:ascii="Courier New" w:hAnsi="Courier New" w:cs="Courier New"/>
      <w:bCs/>
      <w:position w:val="16"/>
      <w:sz w:val="28"/>
      <w:lang w:eastAsia="en-US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  <w:style w:type="paragraph" w:styleId="22">
    <w:name w:val="toc 2"/>
    <w:basedOn w:val="a"/>
    <w:next w:val="a"/>
    <w:autoRedefine/>
    <w:uiPriority w:val="39"/>
    <w:semiHidden/>
    <w:pPr>
      <w:tabs>
        <w:tab w:val="right" w:leader="dot" w:pos="9345"/>
      </w:tabs>
      <w:spacing w:line="360" w:lineRule="auto"/>
      <w:ind w:left="240"/>
    </w:pPr>
    <w:rPr>
      <w:rFonts w:cs="Arial"/>
      <w:noProof/>
      <w:sz w:val="28"/>
      <w:szCs w:val="28"/>
    </w:rPr>
  </w:style>
  <w:style w:type="paragraph" w:styleId="23">
    <w:name w:val="Body Text Indent 2"/>
    <w:basedOn w:val="a"/>
    <w:link w:val="24"/>
    <w:uiPriority w:val="99"/>
    <w:pPr>
      <w:shd w:val="clear" w:color="auto" w:fill="FFFFFF"/>
      <w:autoSpaceDE w:val="0"/>
      <w:autoSpaceDN w:val="0"/>
      <w:adjustRightInd w:val="0"/>
      <w:spacing w:line="360" w:lineRule="auto"/>
      <w:ind w:firstLine="720"/>
      <w:jc w:val="both"/>
    </w:pPr>
    <w:rPr>
      <w:color w:val="000000"/>
      <w:spacing w:val="-4"/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shd w:val="clear" w:color="auto" w:fill="FFFFFF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d">
    <w:name w:val="TOC Heading"/>
    <w:basedOn w:val="1"/>
    <w:next w:val="a"/>
    <w:uiPriority w:val="39"/>
    <w:qFormat/>
    <w:rsid w:val="00C116AB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Doc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Doc3.dot</Template>
  <TotalTime>0</TotalTime>
  <Pages>1</Pages>
  <Words>7239</Words>
  <Characters>41264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Петрович</dc:creator>
  <cp:keywords/>
  <dc:description/>
  <cp:lastModifiedBy>admin</cp:lastModifiedBy>
  <cp:revision>2</cp:revision>
  <cp:lastPrinted>2008-03-13T22:07:00Z</cp:lastPrinted>
  <dcterms:created xsi:type="dcterms:W3CDTF">2014-03-22T02:57:00Z</dcterms:created>
  <dcterms:modified xsi:type="dcterms:W3CDTF">2014-03-22T02:57:00Z</dcterms:modified>
</cp:coreProperties>
</file>