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65" w:rsidRPr="00F10A66" w:rsidRDefault="00251B48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Федеральное агентство по образованию и науке</w:t>
      </w:r>
      <w:r w:rsidR="00353D65" w:rsidRPr="00F10A66">
        <w:rPr>
          <w:sz w:val="28"/>
        </w:rPr>
        <w:t xml:space="preserve"> РФ</w:t>
      </w:r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Пензенский государственный университет</w:t>
      </w:r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bookmarkStart w:id="0" w:name="_Toc70301034"/>
      <w:bookmarkStart w:id="1" w:name="_Toc70301124"/>
      <w:r w:rsidRPr="00F10A66">
        <w:rPr>
          <w:sz w:val="28"/>
        </w:rPr>
        <w:t>Кафедра «Информационная безопасность</w:t>
      </w:r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систем и технологий»</w:t>
      </w:r>
      <w:bookmarkEnd w:id="0"/>
      <w:bookmarkEnd w:id="1"/>
    </w:p>
    <w:p w:rsidR="00F10A66" w:rsidRDefault="00F10A66" w:rsidP="00F10A66">
      <w:pPr>
        <w:pStyle w:val="03-"/>
        <w:widowControl w:val="0"/>
        <w:spacing w:line="360" w:lineRule="auto"/>
        <w:ind w:firstLine="709"/>
        <w:rPr>
          <w:sz w:val="28"/>
        </w:rPr>
      </w:pPr>
      <w:bookmarkStart w:id="2" w:name="_Toc70301035"/>
      <w:bookmarkStart w:id="3" w:name="_Toc70301125"/>
    </w:p>
    <w:p w:rsidR="00F10A66" w:rsidRDefault="00F10A66" w:rsidP="00F10A66">
      <w:pPr>
        <w:pStyle w:val="03-"/>
        <w:widowControl w:val="0"/>
        <w:spacing w:line="360" w:lineRule="auto"/>
        <w:ind w:firstLine="709"/>
        <w:rPr>
          <w:sz w:val="28"/>
        </w:rPr>
      </w:pPr>
    </w:p>
    <w:p w:rsidR="00F10A66" w:rsidRDefault="00F10A66" w:rsidP="00F10A66">
      <w:pPr>
        <w:pStyle w:val="03-"/>
        <w:widowControl w:val="0"/>
        <w:spacing w:line="360" w:lineRule="auto"/>
        <w:ind w:firstLine="709"/>
        <w:rPr>
          <w:sz w:val="28"/>
        </w:rPr>
      </w:pPr>
    </w:p>
    <w:p w:rsidR="00F10A66" w:rsidRDefault="00F10A66" w:rsidP="00F10A66">
      <w:pPr>
        <w:pStyle w:val="03-"/>
        <w:widowControl w:val="0"/>
        <w:spacing w:line="360" w:lineRule="auto"/>
        <w:ind w:firstLine="709"/>
        <w:rPr>
          <w:sz w:val="28"/>
        </w:rPr>
      </w:pPr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ПОЯСНИТЕЛЬНАЯ ЗАПИСКА</w:t>
      </w:r>
      <w:bookmarkEnd w:id="2"/>
      <w:bookmarkEnd w:id="3"/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bookmarkStart w:id="4" w:name="_Toc70301036"/>
      <w:bookmarkStart w:id="5" w:name="_Toc70301126"/>
      <w:r w:rsidRPr="00F10A66">
        <w:rPr>
          <w:sz w:val="28"/>
        </w:rPr>
        <w:t>к курсовому проекту на тему</w:t>
      </w:r>
      <w:bookmarkEnd w:id="4"/>
      <w:bookmarkEnd w:id="5"/>
      <w:r w:rsidRPr="00F10A66">
        <w:rPr>
          <w:sz w:val="28"/>
        </w:rPr>
        <w:t>:</w:t>
      </w:r>
    </w:p>
    <w:p w:rsidR="00353D65" w:rsidRPr="00F10A66" w:rsidRDefault="00353D65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«Системное программирование в операционных системах»</w:t>
      </w:r>
    </w:p>
    <w:p w:rsidR="00353D65" w:rsidRPr="00F10A66" w:rsidRDefault="00251B48" w:rsidP="00F10A66">
      <w:pPr>
        <w:pStyle w:val="03-"/>
        <w:widowControl w:val="0"/>
        <w:spacing w:line="360" w:lineRule="auto"/>
        <w:ind w:firstLine="709"/>
        <w:rPr>
          <w:sz w:val="28"/>
        </w:rPr>
      </w:pPr>
      <w:r w:rsidRPr="00F10A66">
        <w:rPr>
          <w:sz w:val="28"/>
        </w:rPr>
        <w:t>ПГУ 2.090105</w:t>
      </w:r>
      <w:r w:rsidR="00353D65" w:rsidRPr="00F10A66">
        <w:rPr>
          <w:sz w:val="28"/>
        </w:rPr>
        <w:t>.001 ПЗ</w:t>
      </w:r>
    </w:p>
    <w:p w:rsidR="00F10A66" w:rsidRDefault="00F10A66" w:rsidP="00F10A66">
      <w:pPr>
        <w:pStyle w:val="03-3"/>
        <w:widowControl w:val="0"/>
        <w:ind w:firstLine="709"/>
        <w:jc w:val="center"/>
      </w:pPr>
    </w:p>
    <w:p w:rsidR="00F10A66" w:rsidRDefault="00F10A66" w:rsidP="00F10A66">
      <w:pPr>
        <w:pStyle w:val="03-3"/>
        <w:widowControl w:val="0"/>
        <w:ind w:firstLine="709"/>
        <w:jc w:val="center"/>
      </w:pPr>
    </w:p>
    <w:p w:rsidR="00353D65" w:rsidRPr="00F10A66" w:rsidRDefault="00353D65" w:rsidP="00F10A66">
      <w:pPr>
        <w:pStyle w:val="03-3"/>
        <w:widowControl w:val="0"/>
        <w:ind w:firstLine="709"/>
        <w:jc w:val="right"/>
      </w:pPr>
      <w:r w:rsidRPr="00F10A66">
        <w:t xml:space="preserve">Дисциплина: </w:t>
      </w:r>
      <w:r w:rsidR="00F10A66">
        <w:t>Б</w:t>
      </w:r>
      <w:r w:rsidR="00181291" w:rsidRPr="00F10A66">
        <w:t xml:space="preserve">езопасность </w:t>
      </w:r>
      <w:r w:rsidRPr="00F10A66">
        <w:t>операционны</w:t>
      </w:r>
      <w:r w:rsidR="00181291" w:rsidRPr="00F10A66">
        <w:t>х</w:t>
      </w:r>
      <w:r w:rsidRPr="00F10A66">
        <w:t xml:space="preserve"> систем</w:t>
      </w:r>
    </w:p>
    <w:p w:rsidR="006A08DD" w:rsidRPr="00F10A66" w:rsidRDefault="00181291" w:rsidP="00F10A66">
      <w:pPr>
        <w:pStyle w:val="03-3"/>
        <w:widowControl w:val="0"/>
        <w:ind w:firstLine="709"/>
        <w:jc w:val="right"/>
      </w:pPr>
      <w:r w:rsidRPr="00F10A66">
        <w:t xml:space="preserve">Группа: </w:t>
      </w:r>
      <w:r w:rsidR="00F10A66">
        <w:t>_____________________</w:t>
      </w:r>
    </w:p>
    <w:p w:rsidR="006A08DD" w:rsidRPr="00F10A66" w:rsidRDefault="00181291" w:rsidP="00F10A66">
      <w:pPr>
        <w:pStyle w:val="03-3"/>
        <w:widowControl w:val="0"/>
        <w:ind w:firstLine="709"/>
        <w:jc w:val="right"/>
      </w:pPr>
      <w:r w:rsidRPr="00F10A66">
        <w:t xml:space="preserve">Разработал: </w:t>
      </w:r>
      <w:r w:rsidR="00F10A66">
        <w:t>__________________</w:t>
      </w:r>
    </w:p>
    <w:p w:rsidR="00353D65" w:rsidRPr="00F10A66" w:rsidRDefault="00353D65" w:rsidP="00F10A66">
      <w:pPr>
        <w:pStyle w:val="03-3"/>
        <w:widowControl w:val="0"/>
        <w:ind w:firstLine="709"/>
        <w:jc w:val="right"/>
      </w:pPr>
      <w:r w:rsidRPr="00F10A66">
        <w:t>Проект принят с оценкой: _________</w:t>
      </w:r>
    </w:p>
    <w:p w:rsidR="00353D65" w:rsidRPr="00F10A66" w:rsidRDefault="00353D65" w:rsidP="00F10A66">
      <w:pPr>
        <w:pStyle w:val="03-3"/>
        <w:widowControl w:val="0"/>
        <w:ind w:firstLine="709"/>
        <w:jc w:val="right"/>
      </w:pPr>
      <w:r w:rsidRPr="00F10A66">
        <w:t xml:space="preserve">Руководитель проекта: </w:t>
      </w:r>
      <w:r w:rsidR="00F10A66">
        <w:t>___________</w:t>
      </w: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Pr="00F10A66" w:rsidRDefault="00353D65" w:rsidP="00F10A66">
      <w:pPr>
        <w:pStyle w:val="03-3"/>
        <w:widowControl w:val="0"/>
        <w:ind w:firstLine="709"/>
        <w:jc w:val="both"/>
      </w:pPr>
    </w:p>
    <w:p w:rsidR="00353D65" w:rsidRDefault="00353D65" w:rsidP="00F10A66">
      <w:pPr>
        <w:pStyle w:val="03-3"/>
        <w:widowControl w:val="0"/>
        <w:ind w:firstLine="709"/>
        <w:jc w:val="both"/>
      </w:pPr>
    </w:p>
    <w:p w:rsidR="00F10A66" w:rsidRDefault="00F10A66" w:rsidP="00F10A66">
      <w:pPr>
        <w:pStyle w:val="03-3"/>
        <w:widowControl w:val="0"/>
        <w:ind w:firstLine="709"/>
        <w:jc w:val="both"/>
      </w:pPr>
    </w:p>
    <w:p w:rsidR="00353D65" w:rsidRPr="00F10A66" w:rsidRDefault="00181291" w:rsidP="006413A2">
      <w:pPr>
        <w:pStyle w:val="03-4"/>
        <w:widowControl w:val="0"/>
        <w:ind w:firstLine="709"/>
      </w:pPr>
      <w:r w:rsidRPr="00F10A66">
        <w:t>Пенза 2006</w:t>
      </w:r>
    </w:p>
    <w:p w:rsidR="00353D65" w:rsidRPr="00F10A66" w:rsidRDefault="00F10A66" w:rsidP="00F10A66">
      <w:pPr>
        <w:pStyle w:val="1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" w:name="_Toc72077106"/>
      <w:bookmarkStart w:id="7" w:name="_Toc72077312"/>
      <w:bookmarkStart w:id="8" w:name="_Toc72154060"/>
      <w:bookmarkStart w:id="9" w:name="_Toc102808563"/>
      <w:bookmarkStart w:id="10" w:name="_Toc71630694"/>
      <w:r>
        <w:rPr>
          <w:rFonts w:ascii="Times New Roman" w:hAnsi="Times New Roman" w:cs="Times New Roman"/>
          <w:sz w:val="28"/>
        </w:rPr>
        <w:br w:type="page"/>
      </w:r>
      <w:r w:rsidR="00353D65" w:rsidRPr="00F10A66">
        <w:rPr>
          <w:rFonts w:ascii="Times New Roman" w:hAnsi="Times New Roman" w:cs="Times New Roman"/>
          <w:sz w:val="28"/>
        </w:rPr>
        <w:t>Реферат</w:t>
      </w:r>
      <w:bookmarkEnd w:id="6"/>
      <w:bookmarkEnd w:id="7"/>
      <w:bookmarkEnd w:id="8"/>
      <w:bookmarkEnd w:id="9"/>
      <w:bookmarkEnd w:id="10"/>
    </w:p>
    <w:p w:rsidR="00F10A66" w:rsidRDefault="00F10A66" w:rsidP="00F10A66">
      <w:pPr>
        <w:widowControl w:val="0"/>
        <w:spacing w:line="360" w:lineRule="auto"/>
        <w:ind w:firstLine="709"/>
        <w:jc w:val="both"/>
        <w:rPr>
          <w:sz w:val="28"/>
        </w:rPr>
      </w:pPr>
    </w:p>
    <w:p w:rsidR="00353D65" w:rsidRPr="00F10A66" w:rsidRDefault="00353D65" w:rsidP="00F10A66">
      <w:pPr>
        <w:widowControl w:val="0"/>
        <w:spacing w:line="360" w:lineRule="auto"/>
        <w:ind w:firstLine="709"/>
        <w:jc w:val="both"/>
        <w:rPr>
          <w:sz w:val="28"/>
        </w:rPr>
      </w:pPr>
      <w:r w:rsidRPr="00F10A66">
        <w:rPr>
          <w:sz w:val="28"/>
        </w:rPr>
        <w:t xml:space="preserve">Пояснительная записка содержит </w:t>
      </w:r>
      <w:r w:rsidR="007B7B16" w:rsidRPr="00F10A66">
        <w:rPr>
          <w:sz w:val="28"/>
        </w:rPr>
        <w:t>18</w:t>
      </w:r>
      <w:r w:rsidR="00181291" w:rsidRPr="00F10A66">
        <w:rPr>
          <w:sz w:val="28"/>
        </w:rPr>
        <w:t xml:space="preserve"> с</w:t>
      </w:r>
      <w:r w:rsidRPr="00F10A66">
        <w:rPr>
          <w:sz w:val="28"/>
        </w:rPr>
        <w:t xml:space="preserve">., </w:t>
      </w:r>
      <w:r w:rsidR="00251B48" w:rsidRPr="00F10A66">
        <w:rPr>
          <w:sz w:val="28"/>
        </w:rPr>
        <w:t>1</w:t>
      </w:r>
      <w:r w:rsidRPr="00F10A66">
        <w:rPr>
          <w:sz w:val="28"/>
        </w:rPr>
        <w:t xml:space="preserve"> рис., </w:t>
      </w:r>
      <w:r w:rsidR="007B7B16" w:rsidRPr="00F10A66">
        <w:rPr>
          <w:sz w:val="28"/>
        </w:rPr>
        <w:t>2</w:t>
      </w:r>
      <w:r w:rsidRPr="00F10A66">
        <w:rPr>
          <w:sz w:val="28"/>
        </w:rPr>
        <w:t xml:space="preserve"> приложения.</w:t>
      </w:r>
    </w:p>
    <w:p w:rsidR="00353D65" w:rsidRPr="00F10A66" w:rsidRDefault="00353D65" w:rsidP="00F10A66">
      <w:pPr>
        <w:widowControl w:val="0"/>
        <w:spacing w:line="360" w:lineRule="auto"/>
        <w:ind w:firstLine="709"/>
        <w:jc w:val="both"/>
        <w:rPr>
          <w:sz w:val="28"/>
        </w:rPr>
      </w:pPr>
      <w:r w:rsidRPr="00F10A66">
        <w:rPr>
          <w:sz w:val="28"/>
        </w:rPr>
        <w:t xml:space="preserve">ГРАФИЧЕСКИЙ ИНТЕРФЕЙС, ПРОГРАММА, </w:t>
      </w:r>
      <w:r w:rsidRPr="00F10A66">
        <w:rPr>
          <w:caps/>
          <w:sz w:val="28"/>
        </w:rPr>
        <w:t>Алгоритм</w:t>
      </w:r>
      <w:r w:rsidRPr="00F10A66">
        <w:rPr>
          <w:sz w:val="28"/>
        </w:rPr>
        <w:t>, РЕЕСТР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Объектом исследования является графическая операционная система.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Целью работы является создание программы, осуществляющей запуск программы по расписанию, расписание хранится в реестре. Программа должна нормально функционировать в среде графической операционной системы.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В процессе работы была разработана </w:t>
      </w:r>
      <w:r w:rsidR="00181291" w:rsidRPr="00F10A66">
        <w:rPr>
          <w:sz w:val="28"/>
        </w:rPr>
        <w:t>программа,</w:t>
      </w:r>
      <w:r w:rsidRPr="00F10A66">
        <w:rPr>
          <w:sz w:val="28"/>
        </w:rPr>
        <w:t xml:space="preserve"> осуществляющая запуск программы по расписанию, расписание хранится в реестре, написанная на языке, предназначенном для программирования графической операционной системы. Разработанная программа обладает графическим интерфейсом.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В результате выполнения работы были получены навыки программирования для графической операционной системы.</w:t>
      </w:r>
    </w:p>
    <w:p w:rsidR="00353D65" w:rsidRPr="00F10A66" w:rsidRDefault="00353D65" w:rsidP="00F10A66">
      <w:pPr>
        <w:widowControl w:val="0"/>
        <w:spacing w:line="360" w:lineRule="auto"/>
        <w:ind w:firstLine="709"/>
        <w:jc w:val="both"/>
        <w:rPr>
          <w:sz w:val="28"/>
        </w:rPr>
      </w:pPr>
    </w:p>
    <w:p w:rsidR="00353D65" w:rsidRPr="00F10A66" w:rsidRDefault="00F10A66" w:rsidP="00F10A66">
      <w:pPr>
        <w:pStyle w:val="a7"/>
        <w:widowControl w:val="0"/>
        <w:spacing w:after="0" w:line="360" w:lineRule="auto"/>
        <w:ind w:left="0"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="00353D65" w:rsidRPr="00F10A66">
        <w:rPr>
          <w:b/>
          <w:sz w:val="28"/>
        </w:rPr>
        <w:t>Содержание</w:t>
      </w:r>
    </w:p>
    <w:p w:rsidR="00F10A66" w:rsidRDefault="00F10A66" w:rsidP="00F10A66">
      <w:pPr>
        <w:pStyle w:val="03-1"/>
        <w:widowControl w:val="0"/>
        <w:tabs>
          <w:tab w:val="left" w:leader="dot" w:pos="8820"/>
        </w:tabs>
        <w:ind w:firstLine="709"/>
        <w:jc w:val="both"/>
        <w:rPr>
          <w:sz w:val="28"/>
        </w:rPr>
      </w:pPr>
    </w:p>
    <w:p w:rsidR="00F10A66" w:rsidRDefault="00353D65" w:rsidP="00F10A66">
      <w:pPr>
        <w:pStyle w:val="03-1"/>
        <w:widowControl w:val="0"/>
        <w:tabs>
          <w:tab w:val="left" w:pos="284"/>
          <w:tab w:val="left" w:leader="dot" w:pos="8820"/>
          <w:tab w:val="left" w:leader="dot" w:pos="9180"/>
        </w:tabs>
        <w:ind w:firstLine="0"/>
        <w:rPr>
          <w:sz w:val="28"/>
        </w:rPr>
      </w:pPr>
      <w:r w:rsidRPr="00F10A66">
        <w:rPr>
          <w:sz w:val="28"/>
        </w:rPr>
        <w:t>Введение</w:t>
      </w:r>
    </w:p>
    <w:p w:rsidR="00F10A66" w:rsidRDefault="00353D65" w:rsidP="00F10A66">
      <w:pPr>
        <w:pStyle w:val="03--1"/>
        <w:widowControl w:val="0"/>
        <w:tabs>
          <w:tab w:val="left" w:pos="284"/>
        </w:tabs>
        <w:ind w:left="0" w:firstLine="0"/>
        <w:rPr>
          <w:sz w:val="28"/>
        </w:rPr>
      </w:pPr>
      <w:r w:rsidRPr="00F10A66">
        <w:rPr>
          <w:sz w:val="28"/>
        </w:rPr>
        <w:t>Интерфейс пользователя</w:t>
      </w:r>
    </w:p>
    <w:p w:rsidR="00F10A66" w:rsidRDefault="00353D65" w:rsidP="00F10A66">
      <w:pPr>
        <w:pStyle w:val="03--1"/>
        <w:widowControl w:val="0"/>
        <w:tabs>
          <w:tab w:val="left" w:pos="284"/>
        </w:tabs>
        <w:ind w:left="0" w:firstLine="0"/>
        <w:rPr>
          <w:sz w:val="28"/>
        </w:rPr>
      </w:pPr>
      <w:r w:rsidRPr="00F10A66">
        <w:rPr>
          <w:sz w:val="28"/>
        </w:rPr>
        <w:t>Руководство пользователю</w:t>
      </w:r>
    </w:p>
    <w:p w:rsidR="00F10A66" w:rsidRDefault="00353D65" w:rsidP="00F10A66">
      <w:pPr>
        <w:pStyle w:val="03--1"/>
        <w:widowControl w:val="0"/>
        <w:tabs>
          <w:tab w:val="left" w:pos="284"/>
        </w:tabs>
        <w:ind w:left="0" w:firstLine="0"/>
        <w:rPr>
          <w:sz w:val="28"/>
        </w:rPr>
      </w:pPr>
      <w:r w:rsidRPr="00F10A66">
        <w:rPr>
          <w:sz w:val="28"/>
        </w:rPr>
        <w:t>Проверка работоспособности программы</w:t>
      </w:r>
    </w:p>
    <w:p w:rsidR="00F10A66" w:rsidRDefault="00353D65" w:rsidP="00F10A66">
      <w:pPr>
        <w:pStyle w:val="03--1"/>
        <w:widowControl w:val="0"/>
        <w:numPr>
          <w:ilvl w:val="0"/>
          <w:numId w:val="0"/>
        </w:numPr>
        <w:tabs>
          <w:tab w:val="left" w:pos="284"/>
        </w:tabs>
        <w:rPr>
          <w:sz w:val="28"/>
        </w:rPr>
      </w:pPr>
      <w:r w:rsidRPr="00F10A66">
        <w:rPr>
          <w:sz w:val="28"/>
        </w:rPr>
        <w:t>Заключение</w:t>
      </w:r>
    </w:p>
    <w:p w:rsidR="00F10A66" w:rsidRDefault="00353D65" w:rsidP="00F10A66">
      <w:pPr>
        <w:pStyle w:val="03--1"/>
        <w:widowControl w:val="0"/>
        <w:numPr>
          <w:ilvl w:val="0"/>
          <w:numId w:val="0"/>
        </w:numPr>
        <w:tabs>
          <w:tab w:val="left" w:pos="284"/>
        </w:tabs>
        <w:rPr>
          <w:sz w:val="28"/>
        </w:rPr>
      </w:pPr>
      <w:r w:rsidRPr="00F10A66">
        <w:rPr>
          <w:sz w:val="28"/>
        </w:rPr>
        <w:t xml:space="preserve">Приложение А. </w:t>
      </w:r>
      <w:r w:rsidR="00251B48" w:rsidRPr="00F10A66">
        <w:rPr>
          <w:sz w:val="28"/>
        </w:rPr>
        <w:t>Алгоритм ра</w:t>
      </w:r>
      <w:r w:rsidR="00252B99" w:rsidRPr="00F10A66">
        <w:rPr>
          <w:sz w:val="28"/>
        </w:rPr>
        <w:t>боты программы</w:t>
      </w:r>
    </w:p>
    <w:p w:rsidR="00F10A66" w:rsidRDefault="00353D65" w:rsidP="00F10A66">
      <w:pPr>
        <w:pStyle w:val="03--1"/>
        <w:widowControl w:val="0"/>
        <w:numPr>
          <w:ilvl w:val="0"/>
          <w:numId w:val="0"/>
        </w:numPr>
        <w:tabs>
          <w:tab w:val="left" w:pos="284"/>
        </w:tabs>
        <w:rPr>
          <w:sz w:val="28"/>
        </w:rPr>
      </w:pPr>
      <w:r w:rsidRPr="00F10A66">
        <w:rPr>
          <w:sz w:val="28"/>
        </w:rPr>
        <w:t>Приложение</w:t>
      </w:r>
      <w:r w:rsidR="00F10A66" w:rsidRPr="00F10A66">
        <w:rPr>
          <w:sz w:val="28"/>
        </w:rPr>
        <w:t xml:space="preserve"> </w:t>
      </w:r>
      <w:r w:rsidRPr="00F10A66">
        <w:rPr>
          <w:sz w:val="28"/>
        </w:rPr>
        <w:t>Б. Листинг программы</w:t>
      </w:r>
    </w:p>
    <w:p w:rsidR="00353D65" w:rsidRPr="00F10A66" w:rsidRDefault="00353D65" w:rsidP="00F10A66">
      <w:pPr>
        <w:pStyle w:val="03--1"/>
        <w:widowControl w:val="0"/>
        <w:numPr>
          <w:ilvl w:val="0"/>
          <w:numId w:val="0"/>
        </w:numPr>
        <w:ind w:firstLine="709"/>
        <w:jc w:val="both"/>
        <w:rPr>
          <w:sz w:val="28"/>
        </w:rPr>
      </w:pPr>
    </w:p>
    <w:p w:rsidR="00353D65" w:rsidRPr="00F10A66" w:rsidRDefault="00F10A66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>
        <w:rPr>
          <w:sz w:val="28"/>
        </w:rPr>
        <w:br w:type="page"/>
      </w:r>
      <w:r w:rsidR="00353D65" w:rsidRPr="00F10A66">
        <w:rPr>
          <w:b/>
          <w:sz w:val="28"/>
        </w:rPr>
        <w:t>Введение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Операционная система в наибольшей степени определяет облик всей вычислительной системы в целом.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ОС ограждает программистов от аппаратуры дискового накопителя и предоставляет ему простой файловый интерфейс, операционная система берет на себя все малоприятные дела, связанные с обработкой прерываний, управлением таймерами и оперативной памятью, а также другие низкоуровневые проблемы. В каждом случае та абстрактная, воображаемая машина, с которой, благодаря операционной системе, теперь может иметь дело пользователь, гораздо проще и удобнее в обращении, чем реальная аппаратура, лежащая в основе этой абстрактной машины. Также операционная система предоставляется пользователю некоторой расширенной или виртуальной машины, которую легче программировать и с которой легче работать, чем непосредственно с аппаратурой, составляющей реальную машину. 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F10A66" w:rsidP="00F10A66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color w:val="000000"/>
          <w:sz w:val="28"/>
          <w:szCs w:val="14"/>
        </w:rPr>
        <w:br w:type="page"/>
      </w:r>
      <w:r w:rsidRPr="00F10A66">
        <w:rPr>
          <w:b/>
          <w:color w:val="000000"/>
          <w:sz w:val="28"/>
          <w:szCs w:val="14"/>
        </w:rPr>
        <w:t xml:space="preserve">1. </w:t>
      </w:r>
      <w:r w:rsidR="00353D65" w:rsidRPr="00F10A66">
        <w:rPr>
          <w:b/>
          <w:sz w:val="28"/>
        </w:rPr>
        <w:t>Интерфейс пользователя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  <w:szCs w:val="24"/>
        </w:rPr>
      </w:pP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  <w:szCs w:val="24"/>
        </w:rPr>
      </w:pPr>
      <w:r w:rsidRPr="00F10A66">
        <w:rPr>
          <w:sz w:val="28"/>
          <w:szCs w:val="24"/>
        </w:rPr>
        <w:t>Методы и средства взаимодействия с аппаратными и программными средствами называют пользовательским интерфейсом. Интерфейс взаимодействия с пользователем – важный элемент любой программы. Любая программа должна обладать пользовательским интерфейсом, иначе, кроме своего разработчика, она</w:t>
      </w:r>
      <w:r w:rsidR="00F10A66">
        <w:rPr>
          <w:sz w:val="28"/>
          <w:szCs w:val="24"/>
        </w:rPr>
        <w:t xml:space="preserve"> </w:t>
      </w:r>
      <w:r w:rsidRPr="00F10A66">
        <w:rPr>
          <w:sz w:val="28"/>
          <w:szCs w:val="24"/>
        </w:rPr>
        <w:t>будет недоступна в понимании лицу с ней не знакомому. Кроме того, интерфейс должен быть дружественным. Как правило, популярность программных продуктов напрямую зависит от интерфейса. Программы, имеющие наиболее удобный интерфейс, всегда пользуются спросом.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Интерфейсы бывают различных типов. В данном курсовом проекте разработанная программа имеет графический интерфейс. Написанная программа внешне представляет из себя графическое приложение, графической операционной системы. </w:t>
      </w:r>
      <w:r w:rsidR="00660AD9" w:rsidRPr="00F10A66">
        <w:rPr>
          <w:sz w:val="28"/>
        </w:rPr>
        <w:t>При старте программы на дисплее появляется графическое окно. Никакой функциональной нагрузки это окно не несет, через него не предусмотрен ввод команд и параметров в программу.</w:t>
      </w:r>
      <w:r w:rsidR="00F10A66">
        <w:rPr>
          <w:sz w:val="28"/>
        </w:rPr>
        <w:t xml:space="preserve"> </w:t>
      </w:r>
      <w:r w:rsidR="00660AD9" w:rsidRPr="00F10A66">
        <w:rPr>
          <w:sz w:val="28"/>
        </w:rPr>
        <w:t>Это окно лишь обозначает работу программы. Разработанный интерфейс в полной мере соответствует функциональному назначению программы.</w:t>
      </w:r>
    </w:p>
    <w:p w:rsidR="00B952D4" w:rsidRPr="00F10A66" w:rsidRDefault="00B952D4" w:rsidP="00F10A66">
      <w:pPr>
        <w:widowControl w:val="0"/>
        <w:spacing w:line="360" w:lineRule="auto"/>
        <w:ind w:firstLine="709"/>
        <w:jc w:val="both"/>
        <w:rPr>
          <w:sz w:val="28"/>
        </w:rPr>
      </w:pPr>
      <w:r w:rsidRPr="00F10A66">
        <w:rPr>
          <w:color w:val="000000"/>
          <w:sz w:val="28"/>
          <w:szCs w:val="19"/>
        </w:rPr>
        <w:t>В первом блоке</w:t>
      </w:r>
      <w:r w:rsidR="00F10A66">
        <w:rPr>
          <w:color w:val="000000"/>
          <w:sz w:val="28"/>
          <w:szCs w:val="19"/>
        </w:rPr>
        <w:t xml:space="preserve"> </w:t>
      </w:r>
      <w:r w:rsidRPr="00F10A66">
        <w:rPr>
          <w:color w:val="000000"/>
          <w:sz w:val="28"/>
          <w:szCs w:val="19"/>
        </w:rPr>
        <w:t>производится открытие раздела реестра, если он успешно открывается, то программа получает текущее время, если нет, то на экран выводиться сообщение “</w:t>
      </w:r>
      <w:r w:rsidRPr="00F10A66">
        <w:rPr>
          <w:sz w:val="28"/>
          <w:szCs w:val="28"/>
          <w:lang w:val="en-US"/>
        </w:rPr>
        <w:t>Cannot</w:t>
      </w:r>
      <w:r w:rsidRPr="00F10A66">
        <w:rPr>
          <w:sz w:val="28"/>
          <w:szCs w:val="28"/>
        </w:rPr>
        <w:t xml:space="preserve"> </w:t>
      </w:r>
      <w:r w:rsidRPr="00F10A66">
        <w:rPr>
          <w:sz w:val="28"/>
          <w:szCs w:val="28"/>
          <w:lang w:val="en-US"/>
        </w:rPr>
        <w:t>open</w:t>
      </w:r>
      <w:r w:rsidRPr="00F10A66">
        <w:rPr>
          <w:sz w:val="28"/>
          <w:szCs w:val="28"/>
        </w:rPr>
        <w:t xml:space="preserve"> </w:t>
      </w:r>
      <w:r w:rsidRPr="00F10A66">
        <w:rPr>
          <w:sz w:val="28"/>
          <w:szCs w:val="28"/>
          <w:lang w:val="en-US"/>
        </w:rPr>
        <w:t>registry</w:t>
      </w:r>
      <w:r w:rsidRPr="00F10A66">
        <w:rPr>
          <w:sz w:val="28"/>
          <w:szCs w:val="28"/>
        </w:rPr>
        <w:t xml:space="preserve"> </w:t>
      </w:r>
      <w:r w:rsidRPr="00F10A66">
        <w:rPr>
          <w:sz w:val="28"/>
          <w:szCs w:val="28"/>
          <w:lang w:val="en-US"/>
        </w:rPr>
        <w:t>key</w:t>
      </w:r>
      <w:r w:rsidRPr="00F10A66">
        <w:rPr>
          <w:sz w:val="28"/>
          <w:szCs w:val="28"/>
        </w:rPr>
        <w:t xml:space="preserve">!”, </w:t>
      </w:r>
      <w:r w:rsidRPr="00F10A66">
        <w:rPr>
          <w:sz w:val="28"/>
        </w:rPr>
        <w:t>это означает, что раздел реестра не может открыться. После этого проверяется счётчик строк. В данной программе предусмотрена возможность создания расписания для 30 программ</w:t>
      </w:r>
      <w:r w:rsidR="00832A2E" w:rsidRPr="00F10A66">
        <w:rPr>
          <w:sz w:val="28"/>
        </w:rPr>
        <w:t>. Если проверка выявит, что счётчик равен 0, то программа завершит своё выполнение. В противном случае произойдёт считывание строки</w:t>
      </w:r>
      <w:r w:rsidR="007B7B16" w:rsidRPr="00F10A66">
        <w:rPr>
          <w:sz w:val="28"/>
        </w:rPr>
        <w:t>. Если строка считана, и считанное время равно текущему, то производится запуск заданной расписанием программы</w:t>
      </w:r>
    </w:p>
    <w:p w:rsidR="00353D65" w:rsidRPr="00F10A66" w:rsidRDefault="00353D65" w:rsidP="00F10A66">
      <w:pPr>
        <w:widowControl w:val="0"/>
        <w:spacing w:line="360" w:lineRule="auto"/>
        <w:ind w:firstLine="709"/>
        <w:jc w:val="both"/>
        <w:rPr>
          <w:sz w:val="28"/>
        </w:rPr>
      </w:pPr>
      <w:r w:rsidRPr="00F10A66">
        <w:rPr>
          <w:sz w:val="28"/>
        </w:rPr>
        <w:t>Алгоритм</w:t>
      </w:r>
      <w:r w:rsidR="00B80FBC" w:rsidRPr="00F10A66">
        <w:rPr>
          <w:sz w:val="28"/>
        </w:rPr>
        <w:t xml:space="preserve"> работы программы</w:t>
      </w:r>
      <w:r w:rsidRPr="00F10A66">
        <w:rPr>
          <w:sz w:val="28"/>
        </w:rPr>
        <w:t xml:space="preserve"> изображен на рисунке А.1 в приложении </w:t>
      </w:r>
      <w:r w:rsidR="007B7B16" w:rsidRPr="00F10A66">
        <w:rPr>
          <w:sz w:val="28"/>
        </w:rPr>
        <w:t>А</w:t>
      </w:r>
      <w:r w:rsidRPr="00F10A66">
        <w:rPr>
          <w:sz w:val="28"/>
        </w:rPr>
        <w:t>.</w:t>
      </w:r>
    </w:p>
    <w:p w:rsidR="00353D65" w:rsidRPr="00F10A66" w:rsidRDefault="00F10A66" w:rsidP="00F10A66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F10A66">
        <w:rPr>
          <w:b/>
          <w:sz w:val="28"/>
        </w:rPr>
        <w:t xml:space="preserve">2. </w:t>
      </w:r>
      <w:r w:rsidR="00353D65" w:rsidRPr="00F10A66">
        <w:rPr>
          <w:b/>
          <w:sz w:val="28"/>
        </w:rPr>
        <w:t>Руководство пользователю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C50A07" w:rsidRDefault="00660AD9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Перед тем как осуществлять запуск программы по расписанию необходимо создать список запускаемых программ с указанием времени запуска каждой из них. Эту информацию необходимо вводить в специальный файл </w:t>
      </w:r>
      <w:r w:rsidR="00CD014C" w:rsidRPr="00F10A66">
        <w:rPr>
          <w:sz w:val="28"/>
        </w:rPr>
        <w:t xml:space="preserve">с расширением </w:t>
      </w:r>
      <w:r w:rsidRPr="00F10A66">
        <w:rPr>
          <w:sz w:val="28"/>
          <w:lang w:val="en-US"/>
        </w:rPr>
        <w:t>reg</w:t>
      </w:r>
      <w:r w:rsidRPr="00F10A66">
        <w:rPr>
          <w:sz w:val="28"/>
        </w:rPr>
        <w:t xml:space="preserve">. Ввод информации необходимо осуществлять в определенном формате. Пример строки из файла </w:t>
      </w:r>
      <w:r w:rsidRPr="00F10A66">
        <w:rPr>
          <w:sz w:val="28"/>
          <w:lang w:val="en-US"/>
        </w:rPr>
        <w:t>schedule</w:t>
      </w:r>
      <w:r w:rsidRPr="00F10A66">
        <w:rPr>
          <w:sz w:val="28"/>
        </w:rPr>
        <w:t>.</w:t>
      </w:r>
      <w:r w:rsidRPr="00F10A66">
        <w:rPr>
          <w:sz w:val="28"/>
          <w:lang w:val="en-US"/>
        </w:rPr>
        <w:t>reg</w:t>
      </w:r>
      <w:r w:rsidR="00C50A07" w:rsidRPr="00F10A66">
        <w:rPr>
          <w:sz w:val="28"/>
        </w:rPr>
        <w:t>, отвечающей за запуск программы калькулятора в 14:09.</w:t>
      </w:r>
    </w:p>
    <w:p w:rsidR="00C50A07" w:rsidRPr="00F10A66" w:rsidRDefault="00C50A07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"1"="14:09 c:\\windows\\system32\\calc.exe"</w:t>
      </w:r>
    </w:p>
    <w:p w:rsidR="00353D65" w:rsidRDefault="00C50A07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Далее необходимо </w:t>
      </w:r>
      <w:r w:rsidR="00CD014C" w:rsidRPr="00F10A66">
        <w:rPr>
          <w:sz w:val="28"/>
        </w:rPr>
        <w:t>импортировать</w:t>
      </w:r>
      <w:r w:rsidR="00F10A66">
        <w:rPr>
          <w:sz w:val="28"/>
        </w:rPr>
        <w:t xml:space="preserve"> </w:t>
      </w:r>
      <w:r w:rsidRPr="00F10A66">
        <w:rPr>
          <w:sz w:val="28"/>
        </w:rPr>
        <w:t xml:space="preserve">информацию из файла в реестр. Теперь можно </w:t>
      </w:r>
      <w:r w:rsidR="00660AD9" w:rsidRPr="00F10A66">
        <w:rPr>
          <w:sz w:val="28"/>
        </w:rPr>
        <w:t>запуска</w:t>
      </w:r>
      <w:r w:rsidRPr="00F10A66">
        <w:rPr>
          <w:sz w:val="28"/>
        </w:rPr>
        <w:t>ть</w:t>
      </w:r>
      <w:r w:rsidR="00660AD9" w:rsidRPr="00F10A66">
        <w:rPr>
          <w:sz w:val="28"/>
        </w:rPr>
        <w:t xml:space="preserve"> данн</w:t>
      </w:r>
      <w:r w:rsidRPr="00F10A66">
        <w:rPr>
          <w:sz w:val="28"/>
        </w:rPr>
        <w:t>ую</w:t>
      </w:r>
      <w:r w:rsidR="00660AD9" w:rsidRPr="00F10A66">
        <w:rPr>
          <w:sz w:val="28"/>
        </w:rPr>
        <w:t xml:space="preserve"> программ</w:t>
      </w:r>
      <w:r w:rsidRPr="00F10A66">
        <w:rPr>
          <w:sz w:val="28"/>
        </w:rPr>
        <w:t xml:space="preserve">у. Для этого </w:t>
      </w:r>
      <w:r w:rsidR="00660AD9" w:rsidRPr="00F10A66">
        <w:rPr>
          <w:sz w:val="28"/>
        </w:rPr>
        <w:t xml:space="preserve">необходимо запустить исполняемый файл </w:t>
      </w:r>
      <w:r w:rsidR="00660AD9" w:rsidRPr="00F10A66">
        <w:rPr>
          <w:sz w:val="28"/>
          <w:lang w:val="en-US"/>
        </w:rPr>
        <w:t>list</w:t>
      </w:r>
      <w:r w:rsidR="00660AD9" w:rsidRPr="00F10A66">
        <w:rPr>
          <w:sz w:val="28"/>
        </w:rPr>
        <w:t>.</w:t>
      </w:r>
      <w:r w:rsidR="00660AD9" w:rsidRPr="00F10A66">
        <w:rPr>
          <w:sz w:val="28"/>
          <w:lang w:val="en-US"/>
        </w:rPr>
        <w:t>exe</w:t>
      </w:r>
      <w:r w:rsidR="00660AD9" w:rsidRPr="00F10A66">
        <w:rPr>
          <w:sz w:val="28"/>
        </w:rPr>
        <w:t xml:space="preserve"> в среде графической операционной системы любым из возможных способов. </w:t>
      </w:r>
    </w:p>
    <w:p w:rsidR="00F10A66" w:rsidRP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F10A66" w:rsidP="00F10A66">
      <w:pPr>
        <w:pStyle w:val="03--3"/>
        <w:pageBreakBefore w:val="0"/>
        <w:widowControl w:val="0"/>
        <w:numPr>
          <w:ilvl w:val="0"/>
          <w:numId w:val="0"/>
        </w:numPr>
        <w:ind w:left="709"/>
        <w:jc w:val="both"/>
        <w:rPr>
          <w:sz w:val="28"/>
        </w:rPr>
      </w:pPr>
      <w:r>
        <w:rPr>
          <w:sz w:val="28"/>
        </w:rPr>
        <w:t xml:space="preserve">3. </w:t>
      </w:r>
      <w:r w:rsidR="00353D65" w:rsidRPr="00F10A66">
        <w:rPr>
          <w:sz w:val="28"/>
        </w:rPr>
        <w:t>Проверка работоспособности программы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EB4123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Для наглядной проверки работоспособности программы </w:t>
      </w:r>
      <w:r w:rsidR="00EB4123" w:rsidRPr="00F10A66">
        <w:rPr>
          <w:sz w:val="28"/>
        </w:rPr>
        <w:t>сделаем расписание запуска следующих программ:</w:t>
      </w:r>
    </w:p>
    <w:p w:rsidR="00EB4123" w:rsidRPr="00F10A66" w:rsidRDefault="00EB4123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- </w:t>
      </w:r>
      <w:r w:rsidRPr="00F10A66">
        <w:rPr>
          <w:sz w:val="28"/>
          <w:lang w:val="en-US"/>
        </w:rPr>
        <w:t>calc</w:t>
      </w:r>
      <w:r w:rsidRPr="00F10A66">
        <w:rPr>
          <w:sz w:val="28"/>
        </w:rPr>
        <w:t>.</w:t>
      </w:r>
      <w:r w:rsidRPr="00F10A66">
        <w:rPr>
          <w:sz w:val="28"/>
          <w:lang w:val="en-US"/>
        </w:rPr>
        <w:t>exe</w:t>
      </w:r>
      <w:r w:rsidR="000E77CB" w:rsidRPr="00F10A66">
        <w:rPr>
          <w:sz w:val="28"/>
        </w:rPr>
        <w:t xml:space="preserve"> </w:t>
      </w:r>
    </w:p>
    <w:p w:rsidR="00EB4123" w:rsidRPr="00F10A66" w:rsidRDefault="00EB4123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- </w:t>
      </w:r>
      <w:r w:rsidRPr="00F10A66">
        <w:rPr>
          <w:sz w:val="28"/>
          <w:lang w:val="en-US"/>
        </w:rPr>
        <w:t>cmd</w:t>
      </w:r>
      <w:r w:rsidRPr="00F10A66">
        <w:rPr>
          <w:sz w:val="28"/>
        </w:rPr>
        <w:t>.</w:t>
      </w:r>
      <w:r w:rsidRPr="00F10A66">
        <w:rPr>
          <w:sz w:val="28"/>
          <w:lang w:val="en-US"/>
        </w:rPr>
        <w:t>exe</w:t>
      </w:r>
    </w:p>
    <w:p w:rsidR="00EB4123" w:rsidRPr="00F10A66" w:rsidRDefault="00EB4123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- </w:t>
      </w:r>
      <w:r w:rsidRPr="00F10A66">
        <w:rPr>
          <w:sz w:val="28"/>
          <w:lang w:val="en-US"/>
        </w:rPr>
        <w:t>notepad.exe</w:t>
      </w:r>
    </w:p>
    <w:p w:rsidR="000E77CB" w:rsidRPr="00F10A66" w:rsidRDefault="00EB4123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Для этого необходимо занести данные в файл </w:t>
      </w:r>
      <w:r w:rsidR="000E77CB" w:rsidRPr="00F10A66">
        <w:rPr>
          <w:sz w:val="28"/>
          <w:lang w:val="en-US"/>
        </w:rPr>
        <w:t>schedule</w:t>
      </w:r>
      <w:r w:rsidR="000E77CB" w:rsidRPr="00F10A66">
        <w:rPr>
          <w:sz w:val="28"/>
        </w:rPr>
        <w:t>: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Windows Registry Editor Version 5.00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[HKEY_CURRENT_USER\shedule]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"1"="14:09 c:\\windows\\system32\\calc.exe"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"2"="14:10 c:\\windows\\system32\\cmd.exe"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b/>
          <w:sz w:val="28"/>
          <w:lang w:val="en-US"/>
        </w:rPr>
      </w:pPr>
      <w:r w:rsidRPr="00F10A66">
        <w:rPr>
          <w:b/>
          <w:sz w:val="28"/>
          <w:lang w:val="en-US"/>
        </w:rPr>
        <w:t>"3"="13:15 c:\\windows\\system32\\notepad.exe"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Затем необходимо импортировать эти данные в реестр.</w:t>
      </w:r>
    </w:p>
    <w:p w:rsidR="00251B48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После этого запускаем </w:t>
      </w:r>
      <w:r w:rsidR="00EB4123" w:rsidRPr="00F10A66">
        <w:rPr>
          <w:sz w:val="28"/>
        </w:rPr>
        <w:t>программу.</w:t>
      </w:r>
      <w:r w:rsidR="00251B48" w:rsidRPr="00F10A66">
        <w:rPr>
          <w:sz w:val="28"/>
        </w:rPr>
        <w:t xml:space="preserve"> На экране появляется</w:t>
      </w:r>
      <w:r w:rsidR="000E77CB" w:rsidRPr="00F10A66">
        <w:rPr>
          <w:sz w:val="28"/>
        </w:rPr>
        <w:t xml:space="preserve"> окно с надписью “</w:t>
      </w:r>
      <w:r w:rsidR="000E77CB" w:rsidRPr="00F10A66">
        <w:rPr>
          <w:i/>
          <w:sz w:val="28"/>
        </w:rPr>
        <w:t>выполнение”</w:t>
      </w:r>
      <w:r w:rsidR="000E77CB" w:rsidRPr="00F10A66">
        <w:rPr>
          <w:sz w:val="28"/>
        </w:rPr>
        <w:t>, что свидетельствует о работе программы.</w:t>
      </w:r>
      <w:r w:rsidR="007550DD" w:rsidRPr="00F10A66">
        <w:rPr>
          <w:sz w:val="28"/>
        </w:rPr>
        <w:t xml:space="preserve"> </w:t>
      </w:r>
    </w:p>
    <w:p w:rsidR="00353D65" w:rsidRPr="00F10A66" w:rsidRDefault="000E77CB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В период выполнения, программа проверяет расписание, которое хранится в реестре, и если находит там время совпадающее с текущим, то запускается соответствующая программа.</w:t>
      </w:r>
    </w:p>
    <w:p w:rsidR="000E77CB" w:rsidRPr="00F10A66" w:rsidRDefault="000E77CB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F10A66" w:rsidP="00F10A66">
      <w:pPr>
        <w:pStyle w:val="03-1"/>
        <w:widowControl w:val="0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353D65" w:rsidRPr="00F10A66">
        <w:rPr>
          <w:b/>
          <w:sz w:val="28"/>
        </w:rPr>
        <w:t>Заключение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 xml:space="preserve">В результате курсового проекта была разработана программа, которая позволяет </w:t>
      </w:r>
      <w:r w:rsidR="00C50A07" w:rsidRPr="00F10A66">
        <w:rPr>
          <w:sz w:val="28"/>
        </w:rPr>
        <w:t xml:space="preserve">осуществлять запуск программы по расписанию, которое хранится в реестре. </w:t>
      </w:r>
      <w:r w:rsidRPr="00F10A66">
        <w:rPr>
          <w:sz w:val="28"/>
        </w:rPr>
        <w:t>Средством написания данной программы являл</w:t>
      </w:r>
      <w:r w:rsidR="00C50A07" w:rsidRPr="00F10A66">
        <w:rPr>
          <w:sz w:val="28"/>
        </w:rPr>
        <w:t>ась</w:t>
      </w:r>
      <w:r w:rsidRPr="00F10A66">
        <w:rPr>
          <w:sz w:val="28"/>
        </w:rPr>
        <w:t xml:space="preserve"> </w:t>
      </w:r>
      <w:r w:rsidR="00C50A07" w:rsidRPr="00F10A66">
        <w:rPr>
          <w:sz w:val="28"/>
        </w:rPr>
        <w:t>интегрированная среда программирования</w:t>
      </w:r>
      <w:r w:rsidRPr="00F10A66">
        <w:rPr>
          <w:sz w:val="28"/>
        </w:rPr>
        <w:t>, специально предназначенн</w:t>
      </w:r>
      <w:r w:rsidR="00C50A07" w:rsidRPr="00F10A66">
        <w:rPr>
          <w:sz w:val="28"/>
        </w:rPr>
        <w:t>ая</w:t>
      </w:r>
      <w:r w:rsidRPr="00F10A66">
        <w:rPr>
          <w:sz w:val="28"/>
        </w:rPr>
        <w:t xml:space="preserve"> для программирования графической операционной системы. Разработанная программа обладает графическим интерфейсом.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В итоге, задание на курсовой проект было выполнено в полном объеме.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F10A66" w:rsidP="00F10A66">
      <w:pPr>
        <w:pStyle w:val="03-1"/>
        <w:widowControl w:val="0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353D65" w:rsidRPr="00F10A66">
        <w:rPr>
          <w:b/>
          <w:sz w:val="28"/>
        </w:rPr>
        <w:t>Приложение А</w:t>
      </w:r>
    </w:p>
    <w:p w:rsidR="00353D65" w:rsidRPr="00F10A66" w:rsidRDefault="00353D65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(ОБЯЗАТЕЛЬНОЕ)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B80FBC" w:rsidP="00F10A66">
      <w:pPr>
        <w:pStyle w:val="03-1"/>
        <w:widowControl w:val="0"/>
        <w:ind w:firstLine="709"/>
        <w:jc w:val="both"/>
        <w:rPr>
          <w:b/>
          <w:sz w:val="28"/>
        </w:rPr>
      </w:pPr>
      <w:r w:rsidRPr="00F10A66">
        <w:rPr>
          <w:b/>
          <w:sz w:val="28"/>
        </w:rPr>
        <w:t>Алгоритм работы программы</w:t>
      </w:r>
    </w:p>
    <w:p w:rsidR="00F10A66" w:rsidRP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353D65" w:rsidRPr="00F10A66" w:rsidRDefault="0093606D" w:rsidP="00F10A66">
      <w:pPr>
        <w:widowControl w:val="0"/>
        <w:tabs>
          <w:tab w:val="left" w:pos="5829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6pt;margin-top:4.05pt;width:364.8pt;height:567.15pt;z-index:251657728">
            <v:imagedata r:id="rId7" o:title=""/>
            <w10:wrap type="square" side="right"/>
          </v:shape>
        </w:pict>
      </w:r>
    </w:p>
    <w:p w:rsidR="00353D65" w:rsidRPr="00F10A66" w:rsidRDefault="00353D65" w:rsidP="00F10A66">
      <w:pPr>
        <w:widowControl w:val="0"/>
        <w:tabs>
          <w:tab w:val="left" w:pos="5829"/>
        </w:tabs>
        <w:spacing w:line="360" w:lineRule="auto"/>
        <w:ind w:firstLine="709"/>
        <w:jc w:val="both"/>
        <w:rPr>
          <w:sz w:val="28"/>
        </w:rPr>
      </w:pPr>
    </w:p>
    <w:p w:rsidR="00353D65" w:rsidRPr="00F10A66" w:rsidRDefault="00353D65" w:rsidP="00F10A66">
      <w:pPr>
        <w:widowControl w:val="0"/>
        <w:tabs>
          <w:tab w:val="left" w:pos="5829"/>
        </w:tabs>
        <w:spacing w:line="360" w:lineRule="auto"/>
        <w:ind w:firstLine="709"/>
        <w:jc w:val="both"/>
        <w:rPr>
          <w:sz w:val="28"/>
        </w:rPr>
      </w:pPr>
    </w:p>
    <w:p w:rsidR="00F10A66" w:rsidRDefault="00933D61" w:rsidP="00F10A66">
      <w:pPr>
        <w:pStyle w:val="03-1"/>
        <w:widowControl w:val="0"/>
        <w:ind w:firstLine="709"/>
        <w:jc w:val="both"/>
        <w:rPr>
          <w:noProof/>
          <w:sz w:val="28"/>
        </w:rPr>
      </w:pPr>
      <w:r w:rsidRPr="00F10A66">
        <w:rPr>
          <w:noProof/>
          <w:sz w:val="28"/>
        </w:rPr>
        <w:t xml:space="preserve"> 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F10A66" w:rsidRDefault="00F10A66" w:rsidP="00F10A66">
      <w:pPr>
        <w:pStyle w:val="03-1"/>
        <w:widowControl w:val="0"/>
        <w:ind w:firstLine="709"/>
        <w:jc w:val="both"/>
        <w:rPr>
          <w:noProof/>
          <w:sz w:val="28"/>
        </w:rPr>
      </w:pPr>
    </w:p>
    <w:p w:rsidR="00933D61" w:rsidRPr="00F10A66" w:rsidRDefault="00933D61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Рисунок</w:t>
      </w:r>
      <w:r w:rsidR="00251B48" w:rsidRPr="00F10A66">
        <w:rPr>
          <w:sz w:val="28"/>
        </w:rPr>
        <w:t xml:space="preserve"> </w:t>
      </w:r>
      <w:r w:rsidRPr="00F10A66">
        <w:rPr>
          <w:sz w:val="28"/>
        </w:rPr>
        <w:t xml:space="preserve">1- </w:t>
      </w:r>
      <w:r w:rsidR="00B80FBC" w:rsidRPr="00F10A66">
        <w:rPr>
          <w:sz w:val="28"/>
        </w:rPr>
        <w:t>Алгоритм работы программы</w:t>
      </w:r>
    </w:p>
    <w:p w:rsidR="00933D61" w:rsidRPr="00F10A66" w:rsidRDefault="00F10A66" w:rsidP="00F10A66">
      <w:pPr>
        <w:pStyle w:val="03-1"/>
        <w:widowControl w:val="0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933D61" w:rsidRPr="00F10A66">
        <w:rPr>
          <w:b/>
          <w:sz w:val="28"/>
        </w:rPr>
        <w:t>Приложение Б</w:t>
      </w:r>
    </w:p>
    <w:p w:rsidR="00933D61" w:rsidRPr="00F10A66" w:rsidRDefault="00933D61" w:rsidP="00F10A66">
      <w:pPr>
        <w:pStyle w:val="03-1"/>
        <w:widowControl w:val="0"/>
        <w:ind w:firstLine="709"/>
        <w:jc w:val="both"/>
        <w:rPr>
          <w:sz w:val="28"/>
        </w:rPr>
      </w:pPr>
      <w:r w:rsidRPr="00F10A66">
        <w:rPr>
          <w:sz w:val="28"/>
        </w:rPr>
        <w:t>(ОБЯЗАТЕЛЬНОЕ)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</w:rPr>
      </w:pPr>
    </w:p>
    <w:p w:rsidR="00933D61" w:rsidRDefault="00933D61" w:rsidP="00F10A66">
      <w:pPr>
        <w:pStyle w:val="03-1"/>
        <w:widowControl w:val="0"/>
        <w:ind w:firstLine="709"/>
        <w:jc w:val="both"/>
        <w:rPr>
          <w:b/>
          <w:sz w:val="28"/>
        </w:rPr>
      </w:pPr>
      <w:r w:rsidRPr="00F10A66">
        <w:rPr>
          <w:b/>
          <w:sz w:val="28"/>
        </w:rPr>
        <w:t>Листинг программы</w:t>
      </w:r>
    </w:p>
    <w:p w:rsidR="00F10A66" w:rsidRPr="00F10A66" w:rsidRDefault="00F10A66" w:rsidP="00F10A66">
      <w:pPr>
        <w:pStyle w:val="03-1"/>
        <w:widowControl w:val="0"/>
        <w:ind w:firstLine="709"/>
        <w:jc w:val="both"/>
        <w:rPr>
          <w:b/>
          <w:sz w:val="28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// list.cpp : Defines the entry point for the application.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//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#include "stdafx.h"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#include "windows.h"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#include "stdlib.h"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#include "winioctl.h"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#include "shellapi.h"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функция проверки расписания в реестре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void CheckShedule(void);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char shed[30][3];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оконная функция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 xml:space="preserve">LRESULT CALLBACK WindowProc(HWND hWnd, 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  <w:t>UINT message,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  <w:t>WPARAM wParam,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</w:r>
      <w:r w:rsidRPr="00F10A66">
        <w:rPr>
          <w:sz w:val="28"/>
          <w:szCs w:val="28"/>
          <w:lang w:val="en-US"/>
        </w:rPr>
        <w:tab/>
        <w:t>LPARAM lParam);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основная функция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int APIENTRY WinMain(HINSTANCE hInstance,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HINSTANCE hPrevInstance,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LPSTR</w:t>
      </w:r>
      <w:r w:rsidR="00F10A66">
        <w:rPr>
          <w:sz w:val="28"/>
          <w:szCs w:val="28"/>
          <w:lang w:val="en-US"/>
        </w:rPr>
        <w:t xml:space="preserve"> </w:t>
      </w:r>
      <w:r w:rsidRPr="00F10A66">
        <w:rPr>
          <w:sz w:val="28"/>
          <w:szCs w:val="28"/>
          <w:lang w:val="en-US"/>
        </w:rPr>
        <w:t>lpCmdLine,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int</w:t>
      </w:r>
      <w:r w:rsidR="00F10A66">
        <w:rPr>
          <w:sz w:val="28"/>
          <w:szCs w:val="28"/>
          <w:lang w:val="en-US"/>
        </w:rPr>
        <w:t xml:space="preserve"> </w:t>
      </w:r>
      <w:r w:rsidRPr="00F10A66">
        <w:rPr>
          <w:sz w:val="28"/>
          <w:szCs w:val="28"/>
          <w:lang w:val="en-US"/>
        </w:rPr>
        <w:t>nCmdShow)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 xml:space="preserve">// </w:t>
      </w:r>
      <w:r w:rsidRPr="00F10A66">
        <w:rPr>
          <w:i/>
          <w:sz w:val="28"/>
          <w:szCs w:val="28"/>
        </w:rPr>
        <w:t>создание и заполнение структуры окна</w:t>
      </w:r>
    </w:p>
    <w:p w:rsidR="00F10A66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WNDCLASS</w:t>
      </w:r>
      <w:r w:rsidRPr="00F10A66">
        <w:rPr>
          <w:sz w:val="28"/>
          <w:szCs w:val="28"/>
        </w:rPr>
        <w:t xml:space="preserve"> </w:t>
      </w:r>
      <w:r w:rsidRPr="00F10A66">
        <w:rPr>
          <w:sz w:val="28"/>
          <w:szCs w:val="28"/>
          <w:lang w:val="en-US"/>
        </w:rPr>
        <w:t>wcl</w:t>
      </w:r>
      <w:r w:rsidRPr="00F10A66">
        <w:rPr>
          <w:sz w:val="28"/>
          <w:szCs w:val="28"/>
        </w:rPr>
        <w:t>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wcl.style=CS_HREDRAW|CS_VREDRAW;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wcl.lpfnWndProc=WindowProc;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wcl.cbClsExtra=0;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wcl.cbWndExtra=DLGWINDOWEXTRA;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wcl.hInstance=hInstance;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wcl.hIcon=LoadIcon(NULL, IDI_APPLICATION);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wcl.hCursor=LoadCursor(NULL, IDC_ARROW);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wcl.hbrBackground=(HBRUSH)(COLOR_BTNFACE+1);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wcl.lpszMenuName=NULL;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wcl.lpszClassName="WWW";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strcpy(shed[0], "1");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strcpy(shed[1], "2");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strcpy(shed[2], "3");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strcpy(shed[3], "4");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strcpy(shed[4], "5");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strcpy(shed[5], "6");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strcpy(shed[6], "7");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strcpy(shed[7], "8");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strcpy(shed[8], "9");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strcpy(shed[9], "10");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strcpy(shed[10], "11");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strcpy(shed[11], "12");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strcpy(shed[12], "13");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strcpy(shed[13], "14");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strcpy(shed[14], "15");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strcpy(shed[15], "16");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strcpy(shed[16], "17");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strcpy(shed[17], "18");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strcpy(shed[18], "19");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strcpy(shed[19], "20");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strcpy(shed[20], "21");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strcpy(shed[21], "22");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strcpy(shed[22], "23");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strcpy(shed[23], "24");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strcpy(shed[24], "25");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strcpy(shed[25], "26");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strcpy(shed[26], "27");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strcpy(shed[27], "28");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strcpy(shed[28], "29");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strcpy(shed[29], "30");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 xml:space="preserve">// </w:t>
      </w:r>
      <w:r w:rsidRPr="00F10A66">
        <w:rPr>
          <w:i/>
          <w:sz w:val="28"/>
          <w:szCs w:val="28"/>
        </w:rPr>
        <w:t>регистрация класса окна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if</w:t>
      </w:r>
      <w:r w:rsidRPr="00F10A66">
        <w:rPr>
          <w:sz w:val="28"/>
          <w:szCs w:val="28"/>
        </w:rPr>
        <w:t xml:space="preserve"> (!</w:t>
      </w:r>
      <w:r w:rsidRPr="00F10A66">
        <w:rPr>
          <w:sz w:val="28"/>
          <w:szCs w:val="28"/>
          <w:lang w:val="en-US"/>
        </w:rPr>
        <w:t>RegisterClass</w:t>
      </w:r>
      <w:r w:rsidRPr="00F10A66">
        <w:rPr>
          <w:sz w:val="28"/>
          <w:szCs w:val="28"/>
        </w:rPr>
        <w:t>(&amp;</w:t>
      </w:r>
      <w:r w:rsidRPr="00F10A66">
        <w:rPr>
          <w:sz w:val="28"/>
          <w:szCs w:val="28"/>
          <w:lang w:val="en-US"/>
        </w:rPr>
        <w:t>wcl</w:t>
      </w:r>
      <w:r w:rsidRPr="00F10A66">
        <w:rPr>
          <w:sz w:val="28"/>
          <w:szCs w:val="28"/>
        </w:rPr>
        <w:t xml:space="preserve">)) </w:t>
      </w:r>
      <w:r w:rsidRPr="00F10A66">
        <w:rPr>
          <w:sz w:val="28"/>
          <w:szCs w:val="28"/>
          <w:lang w:val="en-US"/>
        </w:rPr>
        <w:t>return</w:t>
      </w:r>
      <w:r w:rsidRPr="00F10A66">
        <w:rPr>
          <w:sz w:val="28"/>
          <w:szCs w:val="28"/>
        </w:rPr>
        <w:t xml:space="preserve"> 0;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создание диалогового окна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HWND hWnd=CreateDialogParam(hInstance,"TESTWIN",NULL,NULL,NULL);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  <w:lang w:val="en-US"/>
        </w:rPr>
      </w:pPr>
      <w:r w:rsidRPr="00F10A66">
        <w:rPr>
          <w:i/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прорисовка</w:t>
      </w:r>
      <w:r w:rsidRPr="00F10A66">
        <w:rPr>
          <w:i/>
          <w:sz w:val="28"/>
          <w:szCs w:val="28"/>
          <w:lang w:val="en-US"/>
        </w:rPr>
        <w:t xml:space="preserve"> </w:t>
      </w:r>
      <w:r w:rsidRPr="00F10A66">
        <w:rPr>
          <w:i/>
          <w:sz w:val="28"/>
          <w:szCs w:val="28"/>
        </w:rPr>
        <w:t>окна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ShowWindow(hWnd, nCmdShow);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обновление окна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UpdateWindow</w:t>
      </w:r>
      <w:r w:rsidRPr="00F10A66">
        <w:rPr>
          <w:sz w:val="28"/>
          <w:szCs w:val="28"/>
        </w:rPr>
        <w:t>(</w:t>
      </w:r>
      <w:r w:rsidRPr="00F10A66">
        <w:rPr>
          <w:sz w:val="28"/>
          <w:szCs w:val="28"/>
          <w:lang w:val="en-US"/>
        </w:rPr>
        <w:t>hWnd</w:t>
      </w:r>
      <w:r w:rsidRPr="00F10A66">
        <w:rPr>
          <w:sz w:val="28"/>
          <w:szCs w:val="28"/>
        </w:rPr>
        <w:t>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установка таймера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SetTimer</w:t>
      </w:r>
      <w:r w:rsidRPr="00F10A66">
        <w:rPr>
          <w:sz w:val="28"/>
          <w:szCs w:val="28"/>
        </w:rPr>
        <w:t>(</w:t>
      </w:r>
      <w:r w:rsidRPr="00F10A66">
        <w:rPr>
          <w:sz w:val="28"/>
          <w:szCs w:val="28"/>
          <w:lang w:val="en-US"/>
        </w:rPr>
        <w:t>hWnd</w:t>
      </w:r>
      <w:r w:rsidRPr="00F10A66">
        <w:rPr>
          <w:sz w:val="28"/>
          <w:szCs w:val="28"/>
        </w:rPr>
        <w:t xml:space="preserve">, 1, 60000, </w:t>
      </w:r>
      <w:r w:rsidRPr="00F10A66">
        <w:rPr>
          <w:sz w:val="28"/>
          <w:szCs w:val="28"/>
          <w:lang w:val="en-US"/>
        </w:rPr>
        <w:t>NULL</w:t>
      </w:r>
      <w:r w:rsidRPr="00F10A66">
        <w:rPr>
          <w:sz w:val="28"/>
          <w:szCs w:val="28"/>
        </w:rPr>
        <w:t>);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цикл обработки сообщений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MSG lpMsg;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while (GetMessage(&amp;lpMsg, NULL, 0 ,0))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TranslateMessage(&amp;lpMsg);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DispatchMessage(&amp;lpMsg);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return lpMsg.wParam;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LRESULT CALLBACK WindowProc(HWND hWnd, UINT message,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WPARAM wParam, LPARAM lParam)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switch(message)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case WM_DESTROY: PostQuitMessage(0); break;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если пришло сообщение от таймера, проверка расписания в реестре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case WM_TIMER:</w:t>
      </w:r>
    </w:p>
    <w:p w:rsidR="00947682" w:rsidRPr="00F10A66" w:rsidRDefault="00F10A66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947682" w:rsidRPr="00F10A66">
        <w:rPr>
          <w:sz w:val="28"/>
          <w:szCs w:val="28"/>
          <w:lang w:val="en-US"/>
        </w:rPr>
        <w:t>CheckShedule();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 xml:space="preserve"> break;</w:t>
      </w:r>
    </w:p>
    <w:p w:rsidR="00F10A66" w:rsidRDefault="00F10A66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default: return DefWindowProc(hWnd, message, wParam, lParam);</w:t>
      </w:r>
    </w:p>
    <w:p w:rsid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return 0;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void CheckShedule(void)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  <w:lang w:val="en-US"/>
        </w:rPr>
      </w:pPr>
      <w:r w:rsidRPr="00F10A66">
        <w:rPr>
          <w:i/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объявление</w:t>
      </w:r>
      <w:r w:rsidRPr="00F10A66">
        <w:rPr>
          <w:i/>
          <w:sz w:val="28"/>
          <w:szCs w:val="28"/>
          <w:lang w:val="en-US"/>
        </w:rPr>
        <w:t xml:space="preserve"> </w:t>
      </w:r>
      <w:r w:rsidRPr="00F10A66">
        <w:rPr>
          <w:i/>
          <w:sz w:val="28"/>
          <w:szCs w:val="28"/>
        </w:rPr>
        <w:t>переменных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SYSTEMTIME time;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HKEY hOpen;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DWORD datatype, Buffsize;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long opRes;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char* szAlloc = "shedule\\";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char hour[3], minute[3], buff[1024];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 xml:space="preserve"> hour[2] = minute[2] = 0;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  <w:lang w:val="en-US"/>
        </w:rPr>
      </w:pPr>
      <w:r w:rsidRPr="00F10A66">
        <w:rPr>
          <w:i/>
          <w:sz w:val="28"/>
          <w:szCs w:val="28"/>
          <w:lang w:val="en-US"/>
        </w:rPr>
        <w:t xml:space="preserve">// </w:t>
      </w:r>
      <w:r w:rsidRPr="00F10A66">
        <w:rPr>
          <w:i/>
          <w:sz w:val="28"/>
          <w:szCs w:val="28"/>
        </w:rPr>
        <w:t>открытие</w:t>
      </w:r>
      <w:r w:rsidRPr="00F10A66">
        <w:rPr>
          <w:i/>
          <w:sz w:val="28"/>
          <w:szCs w:val="28"/>
          <w:lang w:val="en-US"/>
        </w:rPr>
        <w:t xml:space="preserve"> </w:t>
      </w:r>
      <w:r w:rsidRPr="00F10A66">
        <w:rPr>
          <w:i/>
          <w:sz w:val="28"/>
          <w:szCs w:val="28"/>
        </w:rPr>
        <w:t>раздела</w:t>
      </w:r>
      <w:r w:rsidRPr="00F10A66">
        <w:rPr>
          <w:i/>
          <w:sz w:val="28"/>
          <w:szCs w:val="28"/>
          <w:lang w:val="en-US"/>
        </w:rPr>
        <w:t xml:space="preserve"> </w:t>
      </w:r>
      <w:r w:rsidRPr="00F10A66">
        <w:rPr>
          <w:i/>
          <w:sz w:val="28"/>
          <w:szCs w:val="28"/>
        </w:rPr>
        <w:t>реестра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opRes = RegOpenKey(HKEY_CURRENT_USER,szAlloc,&amp;hOpen);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если не открылся, то сообщение и выход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if(opRes)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MessageBox(0, "Cannot open registry key!", "Error", MB_ICONSTOP);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return</w:t>
      </w:r>
      <w:r w:rsidRPr="00F10A66">
        <w:rPr>
          <w:sz w:val="28"/>
          <w:szCs w:val="28"/>
        </w:rPr>
        <w:t>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>// получение текущего времени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GetLocalTime</w:t>
      </w:r>
      <w:r w:rsidRPr="00F10A66">
        <w:rPr>
          <w:sz w:val="28"/>
          <w:szCs w:val="28"/>
        </w:rPr>
        <w:t>(&amp;</w:t>
      </w:r>
      <w:r w:rsidRPr="00F10A66">
        <w:rPr>
          <w:sz w:val="28"/>
          <w:szCs w:val="28"/>
          <w:lang w:val="en-US"/>
        </w:rPr>
        <w:t>time</w:t>
      </w:r>
      <w:r w:rsidRPr="00F10A66">
        <w:rPr>
          <w:sz w:val="28"/>
          <w:szCs w:val="28"/>
        </w:rPr>
        <w:t>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for</w:t>
      </w:r>
      <w:r w:rsidRPr="00F10A66">
        <w:rPr>
          <w:sz w:val="28"/>
          <w:szCs w:val="28"/>
        </w:rPr>
        <w:t>(</w:t>
      </w:r>
      <w:r w:rsidRPr="00F10A66">
        <w:rPr>
          <w:sz w:val="28"/>
          <w:szCs w:val="28"/>
          <w:lang w:val="en-US"/>
        </w:rPr>
        <w:t>int</w:t>
      </w:r>
      <w:r w:rsidRPr="00F10A66">
        <w:rPr>
          <w:sz w:val="28"/>
          <w:szCs w:val="28"/>
        </w:rPr>
        <w:t xml:space="preserve"> </w:t>
      </w:r>
      <w:r w:rsidRPr="00F10A66">
        <w:rPr>
          <w:sz w:val="28"/>
          <w:szCs w:val="28"/>
          <w:lang w:val="en-US"/>
        </w:rPr>
        <w:t>i</w:t>
      </w:r>
      <w:r w:rsidRPr="00F10A66">
        <w:rPr>
          <w:sz w:val="28"/>
          <w:szCs w:val="28"/>
        </w:rPr>
        <w:t xml:space="preserve"> = 0; </w:t>
      </w:r>
      <w:r w:rsidRPr="00F10A66">
        <w:rPr>
          <w:sz w:val="28"/>
          <w:szCs w:val="28"/>
          <w:lang w:val="en-US"/>
        </w:rPr>
        <w:t>i</w:t>
      </w:r>
      <w:r w:rsidRPr="00F10A66">
        <w:rPr>
          <w:sz w:val="28"/>
          <w:szCs w:val="28"/>
        </w:rPr>
        <w:t xml:space="preserve"> &lt; 30; </w:t>
      </w:r>
      <w:r w:rsidRPr="00F10A66">
        <w:rPr>
          <w:sz w:val="28"/>
          <w:szCs w:val="28"/>
          <w:lang w:val="en-US"/>
        </w:rPr>
        <w:t>i</w:t>
      </w:r>
      <w:r w:rsidRPr="00F10A66">
        <w:rPr>
          <w:sz w:val="28"/>
          <w:szCs w:val="28"/>
        </w:rPr>
        <w:t>++)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 xml:space="preserve">// </w:t>
      </w:r>
      <w:r w:rsidR="00042ACD" w:rsidRPr="00F10A66">
        <w:rPr>
          <w:i/>
          <w:sz w:val="28"/>
          <w:szCs w:val="28"/>
        </w:rPr>
        <w:t>чтение строки из реестра с временем и строкой запуска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if (RegQueryValueEx(hOpen,shed[i],NULL,&amp;datatype,(BYTE*)buff,&amp;Buffsize))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 xml:space="preserve">// </w:t>
      </w:r>
      <w:r w:rsidR="00042ACD" w:rsidRPr="00F10A66">
        <w:rPr>
          <w:i/>
          <w:sz w:val="28"/>
          <w:szCs w:val="28"/>
        </w:rPr>
        <w:t>если не прочитано, то переход к следующей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continue</w:t>
      </w:r>
      <w:r w:rsidRPr="00F10A66">
        <w:rPr>
          <w:sz w:val="28"/>
          <w:szCs w:val="28"/>
        </w:rPr>
        <w:t>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 xml:space="preserve">// </w:t>
      </w:r>
      <w:r w:rsidR="00042ACD" w:rsidRPr="00F10A66">
        <w:rPr>
          <w:i/>
          <w:sz w:val="28"/>
          <w:szCs w:val="28"/>
        </w:rPr>
        <w:t>считывание времени запуска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  <w:lang w:val="en-US"/>
        </w:rPr>
        <w:t>hour</w:t>
      </w:r>
      <w:r w:rsidRPr="00F10A66">
        <w:rPr>
          <w:sz w:val="28"/>
          <w:szCs w:val="28"/>
        </w:rPr>
        <w:t xml:space="preserve">[0] = </w:t>
      </w:r>
      <w:r w:rsidRPr="00F10A66">
        <w:rPr>
          <w:sz w:val="28"/>
          <w:szCs w:val="28"/>
          <w:lang w:val="en-US"/>
        </w:rPr>
        <w:t>buff</w:t>
      </w:r>
      <w:r w:rsidRPr="00F10A66">
        <w:rPr>
          <w:sz w:val="28"/>
          <w:szCs w:val="28"/>
        </w:rPr>
        <w:t>[0];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hour[1] = buff[1];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minute[0] = buff[3];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minute[1] = buff[4];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</w:rPr>
      </w:pPr>
      <w:r w:rsidRPr="00F10A66">
        <w:rPr>
          <w:i/>
          <w:sz w:val="28"/>
          <w:szCs w:val="28"/>
        </w:rPr>
        <w:t xml:space="preserve">// </w:t>
      </w:r>
      <w:r w:rsidR="00042ACD" w:rsidRPr="00F10A66">
        <w:rPr>
          <w:i/>
          <w:sz w:val="28"/>
          <w:szCs w:val="28"/>
        </w:rPr>
        <w:t>если текущее время равно считанному из реестра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if((atoi(hour) == time.wHour) &amp;&amp; (atoi(minute) == time.wMinute))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{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  <w:lang w:val="en-US"/>
        </w:rPr>
      </w:pPr>
      <w:r w:rsidRPr="00F10A66">
        <w:rPr>
          <w:i/>
          <w:sz w:val="28"/>
          <w:szCs w:val="28"/>
          <w:lang w:val="en-US"/>
        </w:rPr>
        <w:t xml:space="preserve">// </w:t>
      </w:r>
      <w:r w:rsidR="00042ACD" w:rsidRPr="00F10A66">
        <w:rPr>
          <w:i/>
          <w:sz w:val="28"/>
          <w:szCs w:val="28"/>
        </w:rPr>
        <w:t>запуск</w:t>
      </w:r>
      <w:r w:rsidR="00042ACD" w:rsidRPr="00F10A66">
        <w:rPr>
          <w:i/>
          <w:sz w:val="28"/>
          <w:szCs w:val="28"/>
          <w:lang w:val="en-US"/>
        </w:rPr>
        <w:t xml:space="preserve"> </w:t>
      </w:r>
      <w:r w:rsidR="00042ACD" w:rsidRPr="00F10A66">
        <w:rPr>
          <w:i/>
          <w:sz w:val="28"/>
          <w:szCs w:val="28"/>
        </w:rPr>
        <w:t>программы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ShellExecute(0,"open", &amp;buff[6], NULL, NULL, SW_SHOWNORMAL);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i/>
          <w:sz w:val="28"/>
          <w:szCs w:val="28"/>
          <w:lang w:val="en-US"/>
        </w:rPr>
      </w:pPr>
      <w:r w:rsidRPr="00F10A66">
        <w:rPr>
          <w:i/>
          <w:sz w:val="28"/>
          <w:szCs w:val="28"/>
          <w:lang w:val="en-US"/>
        </w:rPr>
        <w:t>//</w:t>
      </w:r>
      <w:r w:rsidR="00F10A66" w:rsidRPr="00F10A66">
        <w:rPr>
          <w:i/>
          <w:sz w:val="28"/>
          <w:szCs w:val="28"/>
          <w:lang w:val="en-US"/>
        </w:rPr>
        <w:t xml:space="preserve"> </w:t>
      </w:r>
      <w:r w:rsidR="00042ACD" w:rsidRPr="00F10A66">
        <w:rPr>
          <w:i/>
          <w:sz w:val="28"/>
          <w:szCs w:val="28"/>
        </w:rPr>
        <w:t>обнуление</w:t>
      </w:r>
      <w:r w:rsidR="00042ACD" w:rsidRPr="00F10A66">
        <w:rPr>
          <w:i/>
          <w:sz w:val="28"/>
          <w:szCs w:val="28"/>
          <w:lang w:val="en-US"/>
        </w:rPr>
        <w:t xml:space="preserve"> </w:t>
      </w:r>
      <w:r w:rsidR="00042ACD" w:rsidRPr="00F10A66">
        <w:rPr>
          <w:i/>
          <w:sz w:val="28"/>
          <w:szCs w:val="28"/>
        </w:rPr>
        <w:t>буфера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  <w:r w:rsidRPr="00F10A66">
        <w:rPr>
          <w:sz w:val="28"/>
          <w:szCs w:val="28"/>
          <w:lang w:val="en-US"/>
        </w:rPr>
        <w:t>memset(buff, 0, sizeof(buff));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  <w:lang w:val="en-US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>}</w:t>
      </w: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</w:p>
    <w:p w:rsidR="00947682" w:rsidRPr="00F10A66" w:rsidRDefault="00947682" w:rsidP="00F10A66">
      <w:pPr>
        <w:pStyle w:val="03-1"/>
        <w:widowControl w:val="0"/>
        <w:ind w:firstLine="709"/>
        <w:jc w:val="both"/>
        <w:rPr>
          <w:sz w:val="28"/>
          <w:szCs w:val="28"/>
        </w:rPr>
      </w:pPr>
      <w:r w:rsidRPr="00F10A66">
        <w:rPr>
          <w:sz w:val="28"/>
          <w:szCs w:val="28"/>
        </w:rPr>
        <w:t>}</w:t>
      </w:r>
      <w:bookmarkStart w:id="11" w:name="_GoBack"/>
      <w:bookmarkEnd w:id="11"/>
    </w:p>
    <w:sectPr w:rsidR="00947682" w:rsidRPr="00F10A66" w:rsidSect="00F10A66">
      <w:footerReference w:type="even" r:id="rId8"/>
      <w:footerReference w:type="default" r:id="rId9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E6" w:rsidRDefault="003F33E6">
      <w:r>
        <w:separator/>
      </w:r>
    </w:p>
  </w:endnote>
  <w:endnote w:type="continuationSeparator" w:id="0">
    <w:p w:rsidR="003F33E6" w:rsidRDefault="003F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65" w:rsidRDefault="00353D65">
    <w:pPr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3D65" w:rsidRDefault="00353D6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65" w:rsidRDefault="00EA758D">
    <w:pPr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353D65" w:rsidRDefault="00353D65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E6" w:rsidRDefault="003F33E6">
      <w:r>
        <w:separator/>
      </w:r>
    </w:p>
  </w:footnote>
  <w:footnote w:type="continuationSeparator" w:id="0">
    <w:p w:rsidR="003F33E6" w:rsidRDefault="003F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80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885DDF"/>
    <w:multiLevelType w:val="hybridMultilevel"/>
    <w:tmpl w:val="DBB8DE66"/>
    <w:lvl w:ilvl="0" w:tplc="5C08FA4E">
      <w:start w:val="1"/>
      <w:numFmt w:val="decimal"/>
      <w:pStyle w:val="03--1"/>
      <w:lvlText w:val="%1"/>
      <w:lvlJc w:val="left"/>
      <w:pPr>
        <w:tabs>
          <w:tab w:val="num" w:pos="1211"/>
        </w:tabs>
        <w:ind w:left="1134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C1DC0"/>
    <w:multiLevelType w:val="multilevel"/>
    <w:tmpl w:val="8D6498E6"/>
    <w:lvl w:ilvl="0">
      <w:start w:val="1"/>
      <w:numFmt w:val="decimal"/>
      <w:pStyle w:val="1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4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29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39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5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0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580" w:hanging="1440"/>
      </w:pPr>
      <w:rPr>
        <w:rFonts w:cs="Times New Roman" w:hint="default"/>
      </w:rPr>
    </w:lvl>
  </w:abstractNum>
  <w:abstractNum w:abstractNumId="3">
    <w:nsid w:val="2CD22379"/>
    <w:multiLevelType w:val="hybridMultilevel"/>
    <w:tmpl w:val="2520B2A6"/>
    <w:lvl w:ilvl="0" w:tplc="EAA8BDA0">
      <w:start w:val="4"/>
      <w:numFmt w:val="bullet"/>
      <w:pStyle w:val="03--"/>
      <w:lvlText w:val="-"/>
      <w:lvlJc w:val="left"/>
      <w:pPr>
        <w:tabs>
          <w:tab w:val="num" w:pos="1211"/>
        </w:tabs>
        <w:ind w:left="1021" w:hanging="17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FC4594"/>
    <w:multiLevelType w:val="multilevel"/>
    <w:tmpl w:val="436CFB94"/>
    <w:lvl w:ilvl="0">
      <w:start w:val="1"/>
      <w:numFmt w:val="decimal"/>
      <w:pStyle w:val="03--2"/>
      <w:lvlText w:val="2.%1"/>
      <w:lvlJc w:val="left"/>
      <w:pPr>
        <w:tabs>
          <w:tab w:val="num" w:pos="1854"/>
        </w:tabs>
        <w:ind w:left="1418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93"/>
        </w:tabs>
        <w:ind w:left="334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073"/>
        </w:tabs>
        <w:ind w:left="377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93"/>
        </w:tabs>
        <w:ind w:left="428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73"/>
        </w:tabs>
        <w:ind w:left="478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593"/>
        </w:tabs>
        <w:ind w:left="528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73"/>
        </w:tabs>
        <w:ind w:left="579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93"/>
        </w:tabs>
        <w:ind w:left="629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73"/>
        </w:tabs>
        <w:ind w:left="6873" w:hanging="1440"/>
      </w:pPr>
      <w:rPr>
        <w:rFonts w:cs="Times New Roman" w:hint="default"/>
      </w:rPr>
    </w:lvl>
  </w:abstractNum>
  <w:abstractNum w:abstractNumId="5">
    <w:nsid w:val="4DCF4766"/>
    <w:multiLevelType w:val="multilevel"/>
    <w:tmpl w:val="1C96F8D4"/>
    <w:lvl w:ilvl="0">
      <w:start w:val="1"/>
      <w:numFmt w:val="decimal"/>
      <w:pStyle w:val="03-2"/>
      <w:lvlText w:val="2.%1"/>
      <w:lvlJc w:val="left"/>
      <w:pPr>
        <w:tabs>
          <w:tab w:val="num" w:pos="1571"/>
        </w:tabs>
        <w:ind w:left="1134" w:hanging="28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98"/>
        </w:tabs>
        <w:ind w:left="29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7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66"/>
        </w:tabs>
        <w:ind w:left="123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26"/>
        </w:tabs>
        <w:ind w:left="173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46"/>
        </w:tabs>
        <w:ind w:left="224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6"/>
        </w:tabs>
        <w:ind w:left="27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6"/>
        </w:tabs>
        <w:ind w:left="325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6"/>
        </w:tabs>
        <w:ind w:left="3826" w:hanging="1440"/>
      </w:pPr>
      <w:rPr>
        <w:rFonts w:cs="Times New Roman" w:hint="default"/>
      </w:rPr>
    </w:lvl>
  </w:abstractNum>
  <w:abstractNum w:abstractNumId="6">
    <w:nsid w:val="57F46DFB"/>
    <w:multiLevelType w:val="hybridMultilevel"/>
    <w:tmpl w:val="F25EA9AA"/>
    <w:lvl w:ilvl="0" w:tplc="793C631A">
      <w:start w:val="1"/>
      <w:numFmt w:val="decimal"/>
      <w:pStyle w:val="03--0"/>
      <w:lvlText w:val="%1."/>
      <w:lvlJc w:val="left"/>
      <w:pPr>
        <w:tabs>
          <w:tab w:val="num" w:pos="1211"/>
        </w:tabs>
        <w:ind w:left="1021" w:hanging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A82A39"/>
    <w:multiLevelType w:val="hybridMultilevel"/>
    <w:tmpl w:val="11728D88"/>
    <w:lvl w:ilvl="0" w:tplc="D780F598">
      <w:start w:val="1"/>
      <w:numFmt w:val="decimal"/>
      <w:pStyle w:val="03--3"/>
      <w:lvlText w:val="%1"/>
      <w:lvlJc w:val="left"/>
      <w:pPr>
        <w:tabs>
          <w:tab w:val="num" w:pos="1211"/>
        </w:tabs>
        <w:ind w:left="1134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23"/>
    <w:rsid w:val="00042ACD"/>
    <w:rsid w:val="000E77CB"/>
    <w:rsid w:val="000F3276"/>
    <w:rsid w:val="00146D44"/>
    <w:rsid w:val="00181291"/>
    <w:rsid w:val="001C7ECE"/>
    <w:rsid w:val="00251B48"/>
    <w:rsid w:val="00252B99"/>
    <w:rsid w:val="00353D65"/>
    <w:rsid w:val="003F33E6"/>
    <w:rsid w:val="004773B2"/>
    <w:rsid w:val="004D20C8"/>
    <w:rsid w:val="00545832"/>
    <w:rsid w:val="006413A2"/>
    <w:rsid w:val="00660AD9"/>
    <w:rsid w:val="006622B4"/>
    <w:rsid w:val="006A08DD"/>
    <w:rsid w:val="007550DD"/>
    <w:rsid w:val="007B7B16"/>
    <w:rsid w:val="00832A2E"/>
    <w:rsid w:val="00856EAA"/>
    <w:rsid w:val="00933D61"/>
    <w:rsid w:val="0093606D"/>
    <w:rsid w:val="00947682"/>
    <w:rsid w:val="009504DB"/>
    <w:rsid w:val="00986E4B"/>
    <w:rsid w:val="00B80FBC"/>
    <w:rsid w:val="00B952D4"/>
    <w:rsid w:val="00C50A07"/>
    <w:rsid w:val="00CD014C"/>
    <w:rsid w:val="00EA758D"/>
    <w:rsid w:val="00EB4123"/>
    <w:rsid w:val="00F10A66"/>
    <w:rsid w:val="00F2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19D1567-0C5E-4EFE-8DD9-6419ED97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aliases w:val="Заголовок 1 Знак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1">
    <w:name w:val="Стиль1"/>
    <w:basedOn w:val="a"/>
    <w:pPr>
      <w:framePr w:hSpace="181" w:vSpace="181" w:wrap="around" w:vAnchor="text" w:hAnchor="text" w:y="1"/>
      <w:numPr>
        <w:numId w:val="3"/>
      </w:numPr>
      <w:ind w:right="-185"/>
    </w:pPr>
  </w:style>
  <w:style w:type="paragraph" w:customStyle="1" w:styleId="03-">
    <w:name w:val="03-Министерство"/>
    <w:pPr>
      <w:jc w:val="center"/>
    </w:pPr>
    <w:rPr>
      <w:sz w:val="32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List Number"/>
    <w:basedOn w:val="a"/>
    <w:uiPriority w:val="99"/>
  </w:style>
  <w:style w:type="paragraph" w:customStyle="1" w:styleId="03-0">
    <w:name w:val="03-Заголовок"/>
    <w:next w:val="03-1"/>
    <w:pPr>
      <w:pageBreakBefore/>
      <w:spacing w:after="60" w:line="360" w:lineRule="auto"/>
      <w:jc w:val="center"/>
    </w:pPr>
    <w:rPr>
      <w:b/>
      <w:sz w:val="36"/>
    </w:rPr>
  </w:style>
  <w:style w:type="paragraph" w:customStyle="1" w:styleId="03-1">
    <w:name w:val="03-Основной"/>
    <w:pPr>
      <w:spacing w:line="360" w:lineRule="auto"/>
      <w:ind w:firstLine="851"/>
    </w:pPr>
    <w:rPr>
      <w:color w:val="000000"/>
      <w:sz w:val="24"/>
      <w:szCs w:val="19"/>
    </w:rPr>
  </w:style>
  <w:style w:type="paragraph" w:customStyle="1" w:styleId="03--3">
    <w:name w:val="03-Загол-Нумер"/>
    <w:next w:val="03-1"/>
    <w:pPr>
      <w:pageBreakBefore/>
      <w:numPr>
        <w:numId w:val="7"/>
      </w:numPr>
      <w:spacing w:line="360" w:lineRule="auto"/>
      <w:ind w:left="1135" w:hanging="284"/>
    </w:pPr>
    <w:rPr>
      <w:b/>
      <w:sz w:val="36"/>
    </w:rPr>
  </w:style>
  <w:style w:type="paragraph" w:customStyle="1" w:styleId="03-2">
    <w:name w:val="03-Нумер2"/>
    <w:next w:val="03-1"/>
    <w:pPr>
      <w:numPr>
        <w:numId w:val="5"/>
      </w:numPr>
      <w:spacing w:before="40" w:after="60" w:line="360" w:lineRule="auto"/>
    </w:pPr>
    <w:rPr>
      <w:sz w:val="32"/>
    </w:rPr>
  </w:style>
  <w:style w:type="paragraph" w:customStyle="1" w:styleId="03-3">
    <w:name w:val="03-Дисциплина"/>
    <w:basedOn w:val="a"/>
    <w:pPr>
      <w:spacing w:line="360" w:lineRule="auto"/>
      <w:ind w:firstLine="4536"/>
    </w:pPr>
    <w:rPr>
      <w:sz w:val="28"/>
    </w:rPr>
  </w:style>
  <w:style w:type="paragraph" w:customStyle="1" w:styleId="03-4">
    <w:name w:val="03-Подрисун"/>
    <w:basedOn w:val="03-3"/>
    <w:next w:val="03-1"/>
    <w:pPr>
      <w:ind w:firstLine="0"/>
      <w:jc w:val="center"/>
    </w:pPr>
  </w:style>
  <w:style w:type="paragraph" w:customStyle="1" w:styleId="03-5">
    <w:name w:val="03-Содержание"/>
    <w:next w:val="03-1"/>
    <w:pPr>
      <w:spacing w:line="360" w:lineRule="auto"/>
      <w:ind w:firstLine="709"/>
    </w:pPr>
    <w:rPr>
      <w:sz w:val="28"/>
    </w:rPr>
  </w:style>
  <w:style w:type="paragraph" w:customStyle="1" w:styleId="03--">
    <w:name w:val="03-Маркир-дефис"/>
    <w:pPr>
      <w:numPr>
        <w:numId w:val="4"/>
      </w:numPr>
      <w:spacing w:line="360" w:lineRule="auto"/>
    </w:pPr>
    <w:rPr>
      <w:sz w:val="24"/>
    </w:rPr>
  </w:style>
  <w:style w:type="paragraph" w:customStyle="1" w:styleId="03--0">
    <w:name w:val="03-Нум-х."/>
    <w:pPr>
      <w:numPr>
        <w:numId w:val="8"/>
      </w:numPr>
      <w:spacing w:line="360" w:lineRule="auto"/>
    </w:pPr>
    <w:rPr>
      <w:sz w:val="24"/>
    </w:rPr>
  </w:style>
  <w:style w:type="paragraph" w:customStyle="1" w:styleId="a6">
    <w:name w:val="Чертежный"/>
    <w:pPr>
      <w:spacing w:line="360" w:lineRule="auto"/>
      <w:jc w:val="both"/>
    </w:pPr>
    <w:rPr>
      <w:rFonts w:ascii="ISOCPEUR" w:hAnsi="ISOCPEUR"/>
      <w:i/>
      <w:sz w:val="24"/>
      <w:lang w:val="uk-UA"/>
    </w:rPr>
  </w:style>
  <w:style w:type="paragraph" w:styleId="a7">
    <w:name w:val="Body Text Indent"/>
    <w:basedOn w:val="a"/>
    <w:link w:val="a8"/>
    <w:uiPriority w:val="99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Normal (Web)"/>
    <w:basedOn w:val="a"/>
    <w:uiPriority w:val="99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pPr>
      <w:jc w:val="center"/>
    </w:pPr>
    <w:rPr>
      <w:lang w:val="en-US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03--1">
    <w:name w:val="03-Содерж-1"/>
    <w:basedOn w:val="03-1"/>
    <w:pPr>
      <w:numPr>
        <w:numId w:val="6"/>
      </w:numPr>
      <w:tabs>
        <w:tab w:val="left" w:leader="dot" w:pos="8820"/>
      </w:tabs>
    </w:pPr>
  </w:style>
  <w:style w:type="paragraph" w:customStyle="1" w:styleId="03--2">
    <w:name w:val="03-Содерж-2.х"/>
    <w:pPr>
      <w:numPr>
        <w:numId w:val="9"/>
      </w:numPr>
      <w:tabs>
        <w:tab w:val="left" w:leader="dot" w:pos="8820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cd\Rules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RulesTemplate.dot</Template>
  <TotalTime>0</TotalTime>
  <Pages>1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homeworld</Company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Grigo</dc:creator>
  <cp:keywords/>
  <dc:description/>
  <cp:lastModifiedBy>admin</cp:lastModifiedBy>
  <cp:revision>2</cp:revision>
  <dcterms:created xsi:type="dcterms:W3CDTF">2014-03-03T13:27:00Z</dcterms:created>
  <dcterms:modified xsi:type="dcterms:W3CDTF">2014-03-03T13:27:00Z</dcterms:modified>
</cp:coreProperties>
</file>