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A2" w:rsidRDefault="00BC63A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Задачи по </w:t>
      </w:r>
      <w:proofErr w:type="spellStart"/>
      <w:r>
        <w:rPr>
          <w:b/>
          <w:bCs/>
          <w:color w:val="000000"/>
          <w:sz w:val="32"/>
          <w:szCs w:val="32"/>
        </w:rPr>
        <w:t>схемотехнике</w:t>
      </w:r>
      <w:proofErr w:type="spellEnd"/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Перевести следующие числа из десятичной системы счисления в двоичную и из двоичной в шестнадцатеричную: 127,184,356,200,427.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127=128-1 = 1111111;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0111|1111= 7</w:t>
      </w:r>
      <w:r>
        <w:rPr>
          <w:color w:val="000000"/>
          <w:sz w:val="24"/>
          <w:szCs w:val="24"/>
          <w:lang w:val="en-US"/>
        </w:rPr>
        <w:t>FH</w:t>
      </w:r>
      <w:r>
        <w:rPr>
          <w:color w:val="000000"/>
          <w:sz w:val="24"/>
          <w:szCs w:val="24"/>
        </w:rPr>
        <w:t>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184=128+32+16+8=10111000;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1011|1000=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356=256+64+32+4=101100100;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1|0110|0100=164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200=128+64+8=11001000;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1100|1000=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  <w:lang w:val="en-US"/>
        </w:rPr>
        <w:t>H</w:t>
      </w:r>
      <w:r w:rsidRPr="00C922B3">
        <w:rPr>
          <w:color w:val="000000"/>
          <w:sz w:val="24"/>
          <w:szCs w:val="24"/>
        </w:rPr>
        <w:t>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427=256+128+32+8+2+1=110101011;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1|1010|1011=1</w:t>
      </w:r>
      <w:r>
        <w:rPr>
          <w:color w:val="000000"/>
          <w:sz w:val="24"/>
          <w:szCs w:val="24"/>
          <w:lang w:val="en-US"/>
        </w:rPr>
        <w:t>ABH</w:t>
      </w:r>
      <w:r>
        <w:rPr>
          <w:color w:val="000000"/>
          <w:sz w:val="24"/>
          <w:szCs w:val="24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Перевести следующие числа из шестнадцатеричной системы в двоичную и из двоичной в десятичную, а также непосредственно из шестнадцатеричной в десятеричную: BD5H; 8E1H; CABH; 91DH; AF1H;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BD</w:t>
      </w:r>
      <w:r w:rsidRPr="00C922B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  <w:lang w:val="en-US"/>
        </w:rPr>
        <w:t>H</w:t>
      </w:r>
      <w:r w:rsidRPr="00C922B3">
        <w:rPr>
          <w:color w:val="000000"/>
          <w:sz w:val="24"/>
          <w:szCs w:val="24"/>
        </w:rPr>
        <w:t>=1011|1101|0101=1+4+16+64+128+256+512+2048=3029;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C922B3">
        <w:rPr>
          <w:color w:val="000000"/>
          <w:sz w:val="24"/>
          <w:szCs w:val="24"/>
        </w:rPr>
        <w:t>162*11+162*13+160+5=3029;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C922B3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  <w:lang w:val="en-US"/>
        </w:rPr>
        <w:t>E</w:t>
      </w:r>
      <w:r w:rsidRPr="00C922B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en-US"/>
        </w:rPr>
        <w:t>H</w:t>
      </w:r>
      <w:r w:rsidRPr="00C922B3">
        <w:rPr>
          <w:color w:val="000000"/>
          <w:sz w:val="24"/>
          <w:szCs w:val="24"/>
        </w:rPr>
        <w:t>=1000|1110|0001=1+32+64+128+2048=2273;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C922B3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  <w:lang w:val="en-US"/>
        </w:rPr>
        <w:t>E</w:t>
      </w:r>
      <w:r w:rsidRPr="00C922B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en-US"/>
        </w:rPr>
        <w:t>H</w:t>
      </w:r>
      <w:r w:rsidRPr="00C922B3">
        <w:rPr>
          <w:color w:val="000000"/>
          <w:sz w:val="24"/>
          <w:szCs w:val="24"/>
        </w:rPr>
        <w:t>=8*162+4*161+1*160=2273;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CABH</w:t>
      </w:r>
      <w:r w:rsidRPr="00C922B3">
        <w:rPr>
          <w:color w:val="000000"/>
          <w:sz w:val="24"/>
          <w:szCs w:val="24"/>
        </w:rPr>
        <w:t>=110010101011=1+2+8+32+128+1024+2048=3243;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CABH</w:t>
      </w:r>
      <w:r w:rsidRPr="00C922B3">
        <w:rPr>
          <w:color w:val="000000"/>
          <w:sz w:val="24"/>
          <w:szCs w:val="24"/>
        </w:rPr>
        <w:t>=12*162+10*161+11=3243;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C922B3">
        <w:rPr>
          <w:color w:val="000000"/>
          <w:sz w:val="24"/>
          <w:szCs w:val="24"/>
        </w:rPr>
        <w:t>91</w:t>
      </w:r>
      <w:r>
        <w:rPr>
          <w:color w:val="000000"/>
          <w:sz w:val="24"/>
          <w:szCs w:val="24"/>
          <w:lang w:val="en-US"/>
        </w:rPr>
        <w:t>DH</w:t>
      </w:r>
      <w:r w:rsidRPr="00C922B3">
        <w:rPr>
          <w:color w:val="000000"/>
          <w:sz w:val="24"/>
          <w:szCs w:val="24"/>
        </w:rPr>
        <w:t>=100100011101=1+4+8+16+256+2048=2333;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C922B3">
        <w:rPr>
          <w:color w:val="000000"/>
          <w:sz w:val="24"/>
          <w:szCs w:val="24"/>
        </w:rPr>
        <w:t>91</w:t>
      </w:r>
      <w:r>
        <w:rPr>
          <w:color w:val="000000"/>
          <w:sz w:val="24"/>
          <w:szCs w:val="24"/>
          <w:lang w:val="en-US"/>
        </w:rPr>
        <w:t>DH</w:t>
      </w:r>
      <w:r w:rsidRPr="00C922B3">
        <w:rPr>
          <w:color w:val="000000"/>
          <w:sz w:val="24"/>
          <w:szCs w:val="24"/>
        </w:rPr>
        <w:t>=9*162+1*16+13=2333;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AF</w:t>
      </w:r>
      <w:r w:rsidRPr="00C922B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en-US"/>
        </w:rPr>
        <w:t>H</w:t>
      </w:r>
      <w:r w:rsidRPr="00C922B3">
        <w:rPr>
          <w:color w:val="000000"/>
          <w:sz w:val="24"/>
          <w:szCs w:val="24"/>
        </w:rPr>
        <w:t>=101011110001=1+16+32+64+128+512+2048=2801;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AF</w:t>
      </w:r>
      <w:r w:rsidRPr="00C922B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en-US"/>
        </w:rPr>
        <w:t>H</w:t>
      </w:r>
      <w:r w:rsidRPr="00C922B3">
        <w:rPr>
          <w:color w:val="000000"/>
          <w:sz w:val="24"/>
          <w:szCs w:val="24"/>
        </w:rPr>
        <w:t>=162*10+16*15+1=2801;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 На вход узла равнозначности подается серия импульсов, приведенная на рис.1.2. Построить временную диаграмму выходного сигнала без учета задержек и фронтов, создаваемых логическими элементами устройства.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.05pt;margin-top:.55pt;width:27pt;height:18pt;z-index:251520512" stroked="f">
            <v:textbox style="mso-next-textbox:#_x0000_s1026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flip:y;z-index:251518464" from="58.05pt,9.7pt" to="58.05pt,54.7pt">
            <v:stroke endarrow="block"/>
          </v:line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28" style="position:absolute;left:0;text-align:left;z-index:251526656" from="106.5pt,4.3pt" to="120pt,5.05pt" strokeweight="3pt"/>
        </w:pict>
      </w:r>
      <w:r>
        <w:rPr>
          <w:noProof/>
        </w:rPr>
        <w:pict>
          <v:line id="_x0000_s1029" style="position:absolute;left:0;text-align:left;flip:y;z-index:251525632" from="105.75pt,3.55pt" to="105.75pt,23.05pt" strokeweight="3pt"/>
        </w:pict>
      </w:r>
      <w:r>
        <w:rPr>
          <w:noProof/>
        </w:rPr>
        <w:pict>
          <v:line id="_x0000_s1030" style="position:absolute;left:0;text-align:left;flip:y;z-index:251522560" from="62.55pt,3pt" to="62.55pt,22.5pt" strokeweight="3pt"/>
        </w:pict>
      </w:r>
      <w:r>
        <w:rPr>
          <w:noProof/>
        </w:rPr>
        <w:pict>
          <v:line id="_x0000_s1031" style="position:absolute;left:0;text-align:left;z-index:251527680" from="120pt,4.3pt" to="120pt,22.3pt" strokeweight="3pt"/>
        </w:pict>
      </w:r>
      <w:r>
        <w:rPr>
          <w:noProof/>
        </w:rPr>
        <w:pict>
          <v:line id="_x0000_s1032" style="position:absolute;left:0;text-align:left;z-index:251524608" from="75pt,3.55pt" to="75pt,23.05pt" strokeweight="3pt"/>
        </w:pict>
      </w:r>
      <w:r>
        <w:rPr>
          <w:noProof/>
        </w:rPr>
        <w:pict>
          <v:line id="_x0000_s1033" style="position:absolute;left:0;text-align:left;z-index:251523584" from="62.55pt,3.75pt" to="76.05pt,3.75pt" strokeweight="3pt"/>
        </w:pict>
      </w:r>
      <w:r>
        <w:rPr>
          <w:noProof/>
        </w:rPr>
        <w:pict>
          <v:line id="_x0000_s1034" style="position:absolute;left:0;text-align:left;flip:y;z-index:251521536" from="58.05pt,4.5pt" to="58.05pt,22.5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35" style="position:absolute;left:0;text-align:left;z-index:251548160" from="228pt,6.95pt" to="228pt,132.2pt">
            <v:stroke dashstyle="dash"/>
          </v:line>
        </w:pict>
      </w:r>
      <w:r>
        <w:rPr>
          <w:noProof/>
        </w:rPr>
        <w:pict>
          <v:line id="_x0000_s1036" style="position:absolute;left:0;text-align:left;z-index:251547136" from="132pt,6.2pt" to="132pt,132.2pt">
            <v:stroke dashstyle="dash"/>
          </v:line>
        </w:pict>
      </w:r>
      <w:r>
        <w:rPr>
          <w:noProof/>
        </w:rPr>
        <w:pict>
          <v:line id="_x0000_s1037" style="position:absolute;left:0;text-align:left;z-index:251542016" from="57pt,6.2pt" to="57pt,130.7pt">
            <v:stroke dashstyle="dash"/>
          </v:line>
        </w:pict>
      </w:r>
      <w:r>
        <w:rPr>
          <w:noProof/>
        </w:rPr>
        <w:pict>
          <v:line id="_x0000_s1038" style="position:absolute;left:0;text-align:left;z-index:251544064" from="120pt,7.7pt" to="120pt,112.7pt">
            <v:stroke dashstyle="dash"/>
          </v:line>
        </w:pict>
      </w:r>
      <w:r>
        <w:rPr>
          <w:noProof/>
        </w:rPr>
        <w:pict>
          <v:line id="_x0000_s1039" style="position:absolute;left:0;text-align:left;z-index:251545088" from="105pt,7.7pt" to="105pt,111.95pt">
            <v:stroke dashstyle="dash"/>
          </v:line>
        </w:pict>
      </w:r>
      <w:r>
        <w:rPr>
          <w:noProof/>
        </w:rPr>
        <w:pict>
          <v:line id="_x0000_s1040" style="position:absolute;left:0;text-align:left;z-index:251546112" from="98.25pt,6.2pt" to="98.25pt,133.7pt">
            <v:stroke dashstyle="dash"/>
          </v:line>
        </w:pict>
      </w:r>
      <w:r>
        <w:rPr>
          <w:noProof/>
        </w:rPr>
        <w:pict>
          <v:line id="_x0000_s1041" style="position:absolute;left:0;text-align:left;z-index:251543040" from="84.75pt,6.95pt" to="84.75pt,133.7pt">
            <v:stroke dashstyle="dash"/>
          </v:line>
        </w:pict>
      </w:r>
      <w:r>
        <w:rPr>
          <w:noProof/>
        </w:rPr>
        <w:pict>
          <v:line id="_x0000_s1042" style="position:absolute;left:0;text-align:left;z-index:251540992" from="76.5pt,8.45pt" to="76.5pt,134.45pt">
            <v:stroke dashstyle="dash"/>
          </v:line>
        </w:pict>
      </w:r>
      <w:r>
        <w:rPr>
          <w:noProof/>
        </w:rPr>
        <w:pict>
          <v:line id="_x0000_s1043" style="position:absolute;left:0;text-align:left;z-index:251549184" from="69pt,9.2pt" to="69pt,133.7pt">
            <v:stroke dashstyle="dash"/>
          </v:line>
        </w:pict>
      </w:r>
      <w:r>
        <w:rPr>
          <w:noProof/>
        </w:rPr>
        <w:pict>
          <v:line id="_x0000_s1044" style="position:absolute;left:0;text-align:left;z-index:251539968" from="60.75pt,9.2pt" to="60.75pt,132.95pt">
            <v:stroke dashstyle="dash"/>
          </v:line>
        </w:pict>
      </w:r>
      <w:r>
        <w:rPr>
          <w:noProof/>
        </w:rPr>
        <w:pict>
          <v:line id="_x0000_s1045" style="position:absolute;left:0;text-align:left;z-index:251517440" from="58.05pt,6.4pt" to="238.05pt,6.4pt">
            <v:stroke endarrow="block"/>
          </v:line>
        </w:pict>
      </w:r>
      <w:r>
        <w:rPr>
          <w:noProof/>
        </w:rPr>
        <w:pict>
          <v:shape id="_x0000_s1046" type="#_x0000_t202" style="position:absolute;left:0;text-align:left;margin-left:238.05pt;margin-top:6.4pt;width:18pt;height:18pt;z-index:251519488" stroked="f">
            <v:textbox style="mso-next-textbox:#_x0000_s1046">
              <w:txbxContent>
                <w:p w:rsidR="00BC63A2" w:rsidRDefault="00BC63A2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t</w:t>
                  </w:r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047" type="#_x0000_t202" style="position:absolute;left:0;text-align:left;margin-left:22.05pt;margin-top:1.4pt;width:27pt;height:18pt;z-index:251531776" stroked="f">
            <v:textbox style="mso-next-textbox:#_x0000_s1047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48" style="position:absolute;left:0;text-align:left;z-index:251538944" from="131.25pt,2.9pt" to="131.25pt,23.9pt" strokeweight="3pt"/>
        </w:pict>
      </w:r>
      <w:r>
        <w:rPr>
          <w:noProof/>
        </w:rPr>
        <w:pict>
          <v:line id="_x0000_s1049" style="position:absolute;left:0;text-align:left;z-index:251537920" from="97.5pt,4.55pt" to="129.75pt,4.55pt" strokeweight="3pt"/>
        </w:pict>
      </w:r>
      <w:r>
        <w:rPr>
          <w:noProof/>
        </w:rPr>
        <w:pict>
          <v:line id="_x0000_s1050" style="position:absolute;left:0;text-align:left;flip:y;z-index:251536896" from="99pt,5.15pt" to="99pt,23.9pt" strokeweight="3pt"/>
        </w:pict>
      </w:r>
      <w:r>
        <w:rPr>
          <w:noProof/>
        </w:rPr>
        <w:pict>
          <v:line id="_x0000_s1051" style="position:absolute;left:0;text-align:left;z-index:251534848" from="68.55pt,4.6pt" to="85.05pt,4.6pt" strokeweight="3pt"/>
        </w:pict>
      </w:r>
      <w:r>
        <w:rPr>
          <w:noProof/>
        </w:rPr>
        <w:pict>
          <v:line id="_x0000_s1052" style="position:absolute;left:0;text-align:left;z-index:251535872" from="84pt,4.55pt" to="84pt,24.05pt" strokeweight="3pt"/>
        </w:pict>
      </w:r>
      <w:r>
        <w:rPr>
          <w:noProof/>
        </w:rPr>
        <w:pict>
          <v:line id="_x0000_s1053" style="position:absolute;left:0;text-align:left;flip:y;z-index:251533824" from="69.3pt,4.6pt" to="69.3pt,24.1pt" strokeweight="3pt"/>
        </w:pict>
      </w:r>
      <w:r>
        <w:rPr>
          <w:noProof/>
        </w:rPr>
        <w:pict>
          <v:line id="_x0000_s1054" style="position:absolute;left:0;text-align:left;flip:y;z-index:251532800" from="57.3pt,6.1pt" to="57.3pt,24.1pt"/>
        </w:pict>
      </w:r>
      <w:r>
        <w:rPr>
          <w:noProof/>
        </w:rPr>
        <w:pict>
          <v:shape id="_x0000_s1055" type="#_x0000_t202" style="position:absolute;left:0;text-align:left;margin-left:237.3pt;margin-top:24.1pt;width:18pt;height:18pt;z-index:251530752" stroked="f">
            <v:textbox style="mso-next-textbox:#_x0000_s1055">
              <w:txbxContent>
                <w:p w:rsidR="00BC63A2" w:rsidRDefault="00BC63A2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6" style="position:absolute;left:0;text-align:left;flip:y;z-index:251529728" from="57.3pt,-20.9pt" to="57.3pt,24.1pt">
            <v:stroke endarrow="block"/>
          </v:line>
        </w:pict>
      </w:r>
      <w:r>
        <w:rPr>
          <w:noProof/>
        </w:rPr>
        <w:pict>
          <v:line id="_x0000_s1057" style="position:absolute;left:0;text-align:left;z-index:251528704" from="57.3pt,24.1pt" to="237.3pt,24.1pt">
            <v:stroke endarrow="block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058" type="#_x0000_t202" style="position:absolute;left:0;text-align:left;margin-left:16.8pt;margin-top:13.85pt;width:37.5pt;height:18pt;z-index:251553280" stroked="f">
            <v:textbox style="mso-next-textbox:#_x0000_s1058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X</w:t>
                  </w:r>
                  <w:proofErr w:type="spellStart"/>
                  <w:r>
                    <w:rPr>
                      <w:vertAlign w:val="subscript"/>
                    </w:rPr>
                    <w:t>вых</w:t>
                  </w:r>
                  <w:proofErr w:type="spellEnd"/>
                </w:p>
              </w:txbxContent>
            </v:textbox>
          </v:shape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59" style="position:absolute;left:0;text-align:left;flip:y;z-index:251565568" from="132.75pt,15.35pt" to="132.75pt,37.1pt" strokeweight="3pt"/>
        </w:pict>
      </w:r>
      <w:r>
        <w:rPr>
          <w:noProof/>
        </w:rPr>
        <w:pict>
          <v:line id="_x0000_s1060" style="position:absolute;left:0;text-align:left;z-index:251567616" from="227.25pt,15.35pt" to="227.25pt,37.85pt" strokeweight="3pt"/>
        </w:pict>
      </w:r>
      <w:r>
        <w:rPr>
          <w:noProof/>
        </w:rPr>
        <w:pict>
          <v:line id="_x0000_s1061" style="position:absolute;left:0;text-align:left;z-index:251566592" from="132pt,15.35pt" to="227.25pt,15.35pt" strokeweight="3pt"/>
        </w:pict>
      </w:r>
      <w:r>
        <w:rPr>
          <w:noProof/>
        </w:rPr>
        <w:pict>
          <v:line id="_x0000_s1062" style="position:absolute;left:0;text-align:left;flip:x;z-index:251564544" from="120.75pt,15.35pt" to="120.75pt,37.1pt" strokeweight="3pt"/>
        </w:pict>
      </w:r>
      <w:r>
        <w:rPr>
          <w:noProof/>
        </w:rPr>
        <w:pict>
          <v:line id="_x0000_s1063" style="position:absolute;left:0;text-align:left;flip:x y;z-index:251562496" from="105.75pt,14.6pt" to="105.75pt,36.35pt" strokeweight="3pt"/>
        </w:pict>
      </w:r>
      <w:r>
        <w:rPr>
          <w:noProof/>
        </w:rPr>
        <w:pict>
          <v:line id="_x0000_s1064" style="position:absolute;left:0;text-align:left;z-index:251563520" from="105pt,15.35pt" to="121.5pt,15.35pt" strokeweight="3pt"/>
        </w:pict>
      </w:r>
      <w:r>
        <w:rPr>
          <w:noProof/>
        </w:rPr>
        <w:pict>
          <v:line id="_x0000_s1065" style="position:absolute;left:0;text-align:left;z-index:251558400" from="98.25pt,14.6pt" to="98.25pt,36.35pt" strokeweight="3pt"/>
        </w:pict>
      </w:r>
      <w:r>
        <w:rPr>
          <w:noProof/>
        </w:rPr>
        <w:pict>
          <v:line id="_x0000_s1066" style="position:absolute;left:0;text-align:left;flip:x y;z-index:251556352" from="86.25pt,14.6pt" to="86.25pt,36.35pt" strokeweight="3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67" style="position:absolute;left:0;text-align:left;z-index:251557376" from="85.5pt,0" to="99.75pt,0" strokeweight="3pt"/>
        </w:pict>
      </w:r>
      <w:r>
        <w:rPr>
          <w:noProof/>
        </w:rPr>
        <w:pict>
          <v:line id="_x0000_s1068" style="position:absolute;left:0;text-align:left;z-index:251560448" from="69.75pt,.75pt" to="77.25pt,.75pt" strokeweight="3pt"/>
        </w:pict>
      </w:r>
      <w:r>
        <w:rPr>
          <w:noProof/>
        </w:rPr>
        <w:pict>
          <v:line id="_x0000_s1069" style="position:absolute;left:0;text-align:left;flip:x;z-index:251561472" from="76.5pt,.75pt" to="76.5pt,20.25pt" strokeweight="3pt"/>
        </w:pict>
      </w:r>
      <w:r>
        <w:rPr>
          <w:noProof/>
        </w:rPr>
        <w:pict>
          <v:line id="_x0000_s1070" style="position:absolute;left:0;text-align:left;flip:y;z-index:251555328" from="58.8pt,.2pt" to="58.8pt,20.45pt" strokeweight="3pt"/>
        </w:pict>
      </w:r>
      <w:r>
        <w:rPr>
          <w:noProof/>
        </w:rPr>
        <w:pict>
          <v:line id="_x0000_s1071" style="position:absolute;left:0;text-align:left;flip:y;z-index:251559424" from="69.75pt,0" to="69.75pt,20.25pt" strokeweight="3pt"/>
        </w:pict>
      </w:r>
      <w:r>
        <w:rPr>
          <w:noProof/>
        </w:rPr>
        <w:pict>
          <v:line id="_x0000_s1072" style="position:absolute;left:0;text-align:left;flip:y;z-index:251554304" from="56.55pt,2.45pt" to="56.55pt,20.45pt"/>
        </w:pict>
      </w:r>
      <w:r>
        <w:rPr>
          <w:noProof/>
        </w:rPr>
        <w:pict>
          <v:shape id="_x0000_s1073" type="#_x0000_t202" style="position:absolute;left:0;text-align:left;margin-left:236.55pt;margin-top:20.45pt;width:18pt;height:18pt;z-index:251552256" stroked="f">
            <v:textbox style="mso-next-textbox:#_x0000_s1073">
              <w:txbxContent>
                <w:p w:rsidR="00BC63A2" w:rsidRDefault="00BC63A2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4" style="position:absolute;left:0;text-align:left;flip:y;z-index:251551232" from="56.55pt,-24.55pt" to="56.55pt,20.45pt">
            <v:stroke endarrow="block"/>
          </v:line>
        </w:pict>
      </w:r>
      <w:r>
        <w:rPr>
          <w:noProof/>
        </w:rPr>
        <w:pict>
          <v:line id="_x0000_s1075" style="position:absolute;left:0;text-align:left;z-index:251550208" from="56.55pt,20.45pt" to="236.55pt,20.45pt">
            <v:stroke endarrow="block"/>
          </v:line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1.6. Синтезировать шифратор на пять входов 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на элементах ИЛИ-НЕ;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на элементах И-НЕ;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076" type="#_x0000_t202" style="position:absolute;left:0;text-align:left;margin-left:234.75pt;margin-top:9.65pt;width:30.75pt;height:24pt;z-index:251646464" stroked="f">
            <v:textbox style="mso-next-textbox:#_x0000_s1076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7" style="position:absolute;left:0;text-align:left;flip:x;z-index:251574784" from="18.75pt,8.15pt" to="101.25pt,8.9pt">
            <v:stroke endarrow="oval"/>
          </v:line>
        </w:pict>
      </w:r>
      <w:r>
        <w:rPr>
          <w:noProof/>
        </w:rPr>
        <w:pict>
          <v:line id="_x0000_s1078" style="position:absolute;left:0;text-align:left;z-index:251585024" from="58.5pt,8.15pt" to="58.5pt,67.4pt">
            <v:stroke startarrow="oval" startarrowwidth="narrow" startarrowlength="short" endarrow="oval" endarrowwidth="narrow" endarrowlength="short"/>
          </v:line>
        </w:pict>
      </w:r>
      <w:r>
        <w:rPr>
          <w:noProof/>
        </w:rPr>
        <w:pict>
          <v:rect id="_x0000_s1079" style="position:absolute;left:0;text-align:left;margin-left:103.65pt;margin-top:2.9pt;width:23.25pt;height:36.75pt;z-index:251568640" strokeweight="2.25pt">
            <v:textbox style="mso-next-textbox:#_x0000_s1079">
              <w:txbxContent>
                <w:p w:rsidR="00BC63A2" w:rsidRDefault="00BC63A2">
                  <w:r>
                    <w:t>1</w:t>
                  </w:r>
                </w:p>
              </w:txbxContent>
            </v:textbox>
          </v:rect>
        </w:pict>
      </w:r>
      <w:r w:rsidR="00BC63A2">
        <w:rPr>
          <w:color w:val="000000"/>
          <w:sz w:val="24"/>
          <w:szCs w:val="24"/>
          <w:lang w:val="en-US"/>
        </w:rPr>
        <w:t>a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80" style="position:absolute;left:0;text-align:left;flip:x;z-index:251592192" from="18.75pt,4.8pt" to="32.25pt,4.8pt">
            <v:stroke endarrow="oval"/>
          </v:line>
        </w:pict>
      </w:r>
      <w:r>
        <w:rPr>
          <w:noProof/>
        </w:rPr>
        <w:pict>
          <v:line id="_x0000_s1081" style="position:absolute;left:0;text-align:left;flip:x;z-index:251575808" from="45.75pt,4.8pt" to="101.25pt,4.8pt"/>
        </w:pict>
      </w:r>
      <w:r>
        <w:rPr>
          <w:noProof/>
        </w:rPr>
        <w:pict>
          <v:line id="_x0000_s1082" style="position:absolute;left:0;text-align:left;z-index:251593216" from="45.75pt,4.8pt" to="45.75pt,64.05pt">
            <v:stroke startarrowwidth="narrow" startarrowlength="short" endarrow="oval" endarrowwidth="narrow" endarrowlength="short"/>
          </v:line>
        </w:pict>
      </w:r>
      <w:r>
        <w:rPr>
          <w:noProof/>
        </w:rPr>
        <w:pict>
          <v:line id="_x0000_s1083" style="position:absolute;left:0;text-align:left;flip:y;z-index:251591168" from="32.25pt,4.8pt" to="32.25pt,37.05pt"/>
        </w:pict>
      </w:r>
      <w:r>
        <w:rPr>
          <w:noProof/>
        </w:rPr>
        <w:pict>
          <v:line id="_x0000_s1084" style="position:absolute;left:0;text-align:left;z-index:251571712" from="129.75pt,5.55pt" to="225.75pt,5.55pt">
            <v:stroke startarrow="oval" startarrowwidth="wide" startarrowlength="long" endarrow="oval"/>
          </v:line>
        </w:pict>
      </w:r>
      <w:r w:rsidR="00BC63A2">
        <w:rPr>
          <w:color w:val="000000"/>
          <w:sz w:val="24"/>
          <w:szCs w:val="24"/>
          <w:lang w:val="en-US"/>
        </w:rPr>
        <w:t>b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85" style="position:absolute;left:0;text-align:left;flip:x y;z-index:251576832" from="18.6pt,1.45pt" to="101.85pt,1.45pt">
            <v:stroke endarrow="oval"/>
          </v:line>
        </w:pict>
      </w:r>
      <w:r>
        <w:rPr>
          <w:noProof/>
        </w:rPr>
        <w:pict>
          <v:line id="_x0000_s1086" style="position:absolute;left:0;text-align:left;flip:x;z-index:251588096" from="1in,1.45pt" to="1in,73.45pt">
            <v:stroke startarrow="oval" startarrowwidth="narrow" startarrowlength="short" endarrowwidth="narrow" endarrowlength="short"/>
          </v:line>
        </w:pict>
      </w:r>
      <w:r>
        <w:rPr>
          <w:noProof/>
        </w:rPr>
        <w:pict>
          <v:rect id="_x0000_s1087" style="position:absolute;left:0;text-align:left;margin-left:103.65pt;margin-top:15.95pt;width:23.25pt;height:36.75pt;z-index:251569664" strokeweight="2.25pt">
            <v:textbox style="mso-next-textbox:#_x0000_s1087">
              <w:txbxContent>
                <w:p w:rsidR="00BC63A2" w:rsidRDefault="00BC63A2">
                  <w:r>
                    <w:t>1</w:t>
                  </w:r>
                </w:p>
              </w:txbxContent>
            </v:textbox>
          </v:rect>
        </w:pict>
      </w:r>
      <w:r w:rsidR="00BC63A2">
        <w:rPr>
          <w:color w:val="000000"/>
          <w:sz w:val="24"/>
          <w:szCs w:val="24"/>
          <w:lang w:val="en-US"/>
        </w:rPr>
        <w:t>c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088" type="#_x0000_t202" style="position:absolute;left:0;text-align:left;margin-left:236.25pt;margin-top:6.35pt;width:30.75pt;height:24pt;z-index:251647488" stroked="f">
            <v:textbox style="mso-next-textbox:#_x0000_s1088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9" style="position:absolute;left:0;text-align:left;flip:y;z-index:251589120" from="39.75pt,10.1pt" to="39.75pt,67.85pt"/>
        </w:pict>
      </w:r>
      <w:r>
        <w:rPr>
          <w:noProof/>
        </w:rPr>
        <w:pict>
          <v:line id="_x0000_s1090" style="position:absolute;left:0;text-align:left;flip:x;z-index:251590144" from="18.75pt,10.1pt" to="39.75pt,10.1pt">
            <v:stroke endarrow="oval"/>
          </v:line>
        </w:pict>
      </w:r>
      <w:r>
        <w:rPr>
          <w:noProof/>
        </w:rPr>
        <w:pict>
          <v:line id="_x0000_s1091" style="position:absolute;left:0;text-align:left;flip:x;z-index:251577856" from="31.5pt,4.85pt" to="102.75pt,4.85pt"/>
        </w:pict>
      </w:r>
      <w:r>
        <w:rPr>
          <w:noProof/>
        </w:rPr>
        <w:pict>
          <v:line id="_x0000_s1092" style="position:absolute;left:0;text-align:left;flip:y;z-index:251587072" from="65.25pt,3.35pt" to="65.25pt,76.1pt">
            <v:stroke startarrowwidth="narrow" startarrowlength="short" endarrow="oval" endarrowwidth="narrow" endarrowlength="short"/>
          </v:line>
        </w:pict>
      </w:r>
      <w:r w:rsidR="00BC63A2">
        <w:rPr>
          <w:color w:val="000000"/>
          <w:sz w:val="24"/>
          <w:szCs w:val="24"/>
          <w:lang w:val="en-US"/>
        </w:rPr>
        <w:t>d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93" style="position:absolute;left:0;text-align:left;z-index:251572736" from="129.75pt,3pt" to="227.25pt,3pt">
            <v:stroke startarrow="oval" startarrowwidth="wide" startarrowlength="long" endarrow="oval"/>
          </v:line>
        </w:pict>
      </w:r>
      <w:r>
        <w:rPr>
          <w:noProof/>
        </w:rPr>
        <w:pict>
          <v:line id="_x0000_s1094" style="position:absolute;left:0;text-align:left;flip:x;z-index:251578880" from="58.5pt,3pt" to="104.25pt,3pt"/>
        </w:pict>
      </w:r>
      <w:r>
        <w:rPr>
          <w:noProof/>
        </w:rPr>
        <w:pict>
          <v:line id="_x0000_s1095" style="position:absolute;left:0;text-align:left;z-index:251586048" from="58.5pt,3.75pt" to="58.5pt,33pt">
            <v:stroke endarrowwidth="narrow" endarrowlength="short"/>
          </v:line>
        </w:pict>
      </w:r>
      <w:r w:rsidR="00BC63A2">
        <w:rPr>
          <w:color w:val="000000"/>
          <w:sz w:val="24"/>
          <w:szCs w:val="24"/>
          <w:lang w:val="en-US"/>
        </w:rPr>
        <w:t>e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096" style="position:absolute;left:0;text-align:left;flip:x;z-index:251594240" from="18.75pt,-.35pt" to="30.75pt,-.35pt">
            <v:stroke endarrow="oval"/>
          </v:line>
        </w:pict>
      </w:r>
      <w:r>
        <w:rPr>
          <w:noProof/>
        </w:rPr>
        <w:pict>
          <v:line id="_x0000_s1097" style="position:absolute;left:0;text-align:left;flip:x;z-index:251579904" from="30.75pt,-.35pt" to="102.75pt,-.35pt"/>
        </w:pict>
      </w:r>
      <w:r>
        <w:rPr>
          <w:noProof/>
        </w:rPr>
        <w:pict>
          <v:rect id="_x0000_s1098" style="position:absolute;left:0;text-align:left;margin-left:103.65pt;margin-top:12.9pt;width:23.25pt;height:36.75pt;z-index:251570688" strokeweight="2.25pt">
            <v:textbox style="mso-next-textbox:#_x0000_s1098">
              <w:txbxContent>
                <w:p w:rsidR="00BC63A2" w:rsidRDefault="00BC63A2">
                  <w:r>
                    <w:t>1</w:t>
                  </w:r>
                </w:p>
              </w:txbxContent>
            </v:textbox>
          </v:rect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099" type="#_x0000_t202" style="position:absolute;left:0;text-align:left;margin-left:238.5pt;margin-top:3.8pt;width:34.5pt;height:24pt;z-index:251648512" stroked="f">
            <v:textbox style="mso-next-textbox:#_x0000_s1099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0" style="position:absolute;left:0;text-align:left;flip:y;z-index:251573760" from="129.75pt,15.05pt" to="227.25pt,15.05pt">
            <v:stroke startarrow="oval" startarrowwidth="wide" startarrowlength="long" endarrow="oval"/>
          </v:line>
        </w:pict>
      </w:r>
      <w:r>
        <w:rPr>
          <w:noProof/>
        </w:rPr>
        <w:pict>
          <v:line id="_x0000_s1101" style="position:absolute;left:0;text-align:left;flip:x;z-index:251581952" from="1in,9.05pt" to="102.75pt,9.05pt"/>
        </w:pict>
      </w:r>
      <w:r>
        <w:rPr>
          <w:noProof/>
        </w:rPr>
        <w:pict>
          <v:line id="_x0000_s1102" style="position:absolute;left:0;text-align:left;flip:x;z-index:251580928" from="57.75pt,.8pt" to="102.75pt,.8pt"/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03" style="position:absolute;left:0;text-align:left;flip:x;z-index:251584000" from="65.25pt,11.7pt" to="103.5pt,11.7pt"/>
        </w:pict>
      </w:r>
      <w:r>
        <w:rPr>
          <w:noProof/>
        </w:rPr>
        <w:pict>
          <v:line id="_x0000_s1104" style="position:absolute;left:0;text-align:left;flip:x;z-index:251582976" from="39.75pt,3.45pt" to="102pt,3.45pt"/>
        </w:pic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oval id="_x0000_s1105" style="position:absolute;left:0;text-align:left;margin-left:43.5pt;margin-top:15.15pt;width:7.15pt;height:7.15pt;z-index:251641344" fillcolor="black"/>
        </w:pict>
      </w:r>
      <w:r>
        <w:rPr>
          <w:noProof/>
        </w:rPr>
        <w:pict>
          <v:rect id="_x0000_s1106" style="position:absolute;left:0;text-align:left;margin-left:31.5pt;margin-top:6.15pt;width:12.75pt;height:21pt;z-index:251621888"/>
        </w:pict>
      </w:r>
      <w:r>
        <w:rPr>
          <w:noProof/>
        </w:rPr>
        <w:pict>
          <v:line id="_x0000_s1107" style="position:absolute;left:0;text-align:left;z-index:251619840" from="101.25pt,30.9pt" to="101.25pt,90.15pt">
            <v:stroke startarrowwidth="narrow" startarrowlength="short" endarrow="oval" endarrowwidth="narrow" endarrowlength="short"/>
          </v:line>
        </w:pict>
      </w:r>
      <w:r>
        <w:rPr>
          <w:noProof/>
        </w:rPr>
        <w:pict>
          <v:line id="_x0000_s1108" style="position:absolute;left:0;text-align:left;flip:x;z-index:251614720" from="127.5pt,43.65pt" to="127.5pt,115.65pt">
            <v:stroke startarrow="oval" startarrowwidth="narrow" startarrowlength="short" endarrowwidth="narrow" endarrowlength="short"/>
          </v:line>
        </w:pict>
      </w:r>
      <w:r>
        <w:rPr>
          <w:noProof/>
        </w:rPr>
        <w:pict>
          <v:line id="_x0000_s1109" style="position:absolute;left:0;text-align:left;flip:y;z-index:251613696" from="120.75pt,61.5pt" to="120.75pt,134.25pt">
            <v:stroke startarrowwidth="narrow" startarrowlength="short" endarrow="oval" endarrowwidth="narrow" endarrowlength="short"/>
          </v:line>
        </w:pict>
      </w:r>
      <w:r>
        <w:rPr>
          <w:noProof/>
        </w:rPr>
        <w:pict>
          <v:line id="_x0000_s1110" style="position:absolute;left:0;text-align:left;z-index:251612672" from="114pt,78.15pt" to="114pt,107.4pt">
            <v:stroke endarrowwidth="narrow" endarrowlength="short"/>
          </v:line>
        </w:pict>
      </w:r>
      <w:r>
        <w:rPr>
          <w:noProof/>
        </w:rPr>
        <w:pict>
          <v:line id="_x0000_s1111" style="position:absolute;left:0;text-align:left;z-index:251611648" from="114pt,18.15pt" to="114pt,77.4pt">
            <v:stroke startarrow="oval" startarrowwidth="narrow" startarrowlength="short" endarrow="oval" endarrowwidth="narrow" endarrowlength="short"/>
          </v:line>
        </w:pict>
      </w:r>
      <w:r>
        <w:rPr>
          <w:noProof/>
        </w:rPr>
        <w:pict>
          <v:line id="_x0000_s1112" style="position:absolute;left:0;text-align:left;flip:x;z-index:251610624" from="120.75pt,134.4pt" to="159pt,134.4pt"/>
        </w:pict>
      </w:r>
      <w:r>
        <w:rPr>
          <w:noProof/>
        </w:rPr>
        <w:pict>
          <v:line id="_x0000_s1113" style="position:absolute;left:0;text-align:left;flip:x;z-index:251609600" from="95.25pt,126.15pt" to="157.5pt,126.15pt"/>
        </w:pict>
      </w:r>
      <w:r>
        <w:rPr>
          <w:noProof/>
        </w:rPr>
        <w:pict>
          <v:line id="_x0000_s1114" style="position:absolute;left:0;text-align:left;flip:x;z-index:251608576" from="127.5pt,115.65pt" to="158.25pt,115.65pt"/>
        </w:pict>
      </w:r>
      <w:r>
        <w:rPr>
          <w:noProof/>
        </w:rPr>
        <w:pict>
          <v:line id="_x0000_s1115" style="position:absolute;left:0;text-align:left;flip:x;z-index:251607552" from="113.25pt,107.4pt" to="158.25pt,107.4pt"/>
        </w:pict>
      </w:r>
      <w:r>
        <w:rPr>
          <w:noProof/>
        </w:rPr>
        <w:pict>
          <v:line id="_x0000_s1116" style="position:absolute;left:0;text-align:left;flip:x;z-index:251605504" from="114pt,77.4pt" to="159.75pt,77.4pt"/>
        </w:pict>
      </w:r>
      <w:r>
        <w:rPr>
          <w:noProof/>
        </w:rPr>
        <w:pict>
          <v:line id="_x0000_s1117" style="position:absolute;left:0;text-align:left;flip:x;z-index:251604480" from="87pt,63.15pt" to="158.25pt,63.15pt"/>
        </w:pict>
      </w:r>
      <w:r>
        <w:rPr>
          <w:noProof/>
        </w:rPr>
        <w:pict>
          <v:line id="_x0000_s1118" style="position:absolute;left:0;text-align:left;flip:x;z-index:251602432" from="101.25pt,30.9pt" to="156.75pt,30.9pt"/>
        </w:pict>
      </w:r>
      <w:r>
        <w:rPr>
          <w:noProof/>
        </w:rPr>
        <w:pict>
          <v:line id="_x0000_s1119" style="position:absolute;left:0;text-align:left;flip:y;z-index:251600384" from="185.25pt,121.65pt" to="282.75pt,121.65pt">
            <v:stroke startarrow="oval" startarrowwidth="wide" startarrowlength="long" endarrow="oval"/>
          </v:line>
        </w:pict>
      </w:r>
      <w:r>
        <w:rPr>
          <w:noProof/>
        </w:rPr>
        <w:pict>
          <v:line id="_x0000_s1120" style="position:absolute;left:0;text-align:left;z-index:251599360" from="185.25pt,77.4pt" to="282.75pt,77.4pt">
            <v:stroke startarrow="oval" startarrowwidth="wide" startarrowlength="long" endarrow="oval"/>
          </v:line>
        </w:pict>
      </w:r>
      <w:r>
        <w:rPr>
          <w:noProof/>
        </w:rPr>
        <w:pict>
          <v:line id="_x0000_s1121" style="position:absolute;left:0;text-align:left;z-index:251598336" from="185.25pt,31.65pt" to="281.25pt,31.65pt">
            <v:stroke startarrow="oval" startarrowwidth="wide" startarrowlength="long" endarrow="oval"/>
          </v:line>
        </w:pict>
      </w:r>
      <w:r>
        <w:rPr>
          <w:noProof/>
        </w:rPr>
        <w:pict>
          <v:rect id="_x0000_s1122" style="position:absolute;left:0;text-align:left;margin-left:159.15pt;margin-top:103.4pt;width:23.25pt;height:36.75pt;z-index:251597312" strokeweight="2.25pt">
            <v:textbox style="mso-next-textbox:#_x0000_s1122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left:0;text-align:left;margin-left:159.15pt;margin-top:58.15pt;width:23.25pt;height:36.75pt;z-index:251596288" strokeweight="2.25pt">
            <v:textbox style="mso-next-textbox:#_x0000_s1123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left:0;text-align:left;margin-left:159.15pt;margin-top:12.9pt;width:23.25pt;height:36.75pt;z-index:251595264" strokeweight="2.25pt">
            <v:textbox style="mso-next-textbox:#_x0000_s1124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rect>
        </w:pict>
      </w:r>
      <w:r w:rsidR="00BC63A2" w:rsidRPr="00C922B3">
        <w:rPr>
          <w:color w:val="000000"/>
          <w:sz w:val="24"/>
          <w:szCs w:val="24"/>
        </w:rPr>
        <w:t xml:space="preserve">  </w:t>
      </w:r>
      <w:r w:rsidR="00BC63A2">
        <w:rPr>
          <w:color w:val="000000"/>
          <w:sz w:val="24"/>
          <w:szCs w:val="24"/>
          <w:lang w:val="en-US"/>
        </w:rPr>
        <w:t>a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125" type="#_x0000_t202" style="position:absolute;left:0;text-align:left;margin-left:295.5pt;margin-top:2.8pt;width:33.75pt;height:24.75pt;z-index:251649536" stroked="f">
            <v:textbox style="mso-next-textbox:#_x0000_s1125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6" style="position:absolute;left:0;text-align:left;flip:x;z-index:251630080" from="21.75pt,1.3pt" to="30.75pt,1.3pt">
            <v:stroke endarrow="oval"/>
          </v:line>
        </w:pict>
      </w:r>
      <w:r>
        <w:rPr>
          <w:noProof/>
        </w:rPr>
        <w:pict>
          <v:oval id="_x0000_s1127" style="position:absolute;left:0;text-align:left;margin-left:240.75pt;margin-top:11.8pt;width:7.15pt;height:7.15pt;z-index:251638272" fillcolor="black"/>
        </w:pict>
      </w:r>
      <w:r>
        <w:rPr>
          <w:noProof/>
        </w:rPr>
        <w:pict>
          <v:rect id="_x0000_s1128" style="position:absolute;left:0;text-align:left;margin-left:225pt;margin-top:4.3pt;width:15.75pt;height:24.75pt;z-index:251635200"/>
        </w:pict>
      </w:r>
      <w:r>
        <w:rPr>
          <w:noProof/>
        </w:rPr>
        <w:pict>
          <v:line id="_x0000_s1129" style="position:absolute;left:0;text-align:left;flip:x;z-index:251601408" from="45.75pt,2.05pt" to="156.75pt,2.05pt">
            <v:stroke endarrow="oval"/>
          </v:line>
        </w:pict>
      </w:r>
      <w:r>
        <w:rPr>
          <w:noProof/>
        </w:rPr>
        <w:pict>
          <v:rect id="_x0000_s1130" style="position:absolute;left:0;text-align:left;margin-left:31.5pt;margin-top:15.55pt;width:12.75pt;height:21.75pt;z-index:251625984"/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31" style="position:absolute;left:0;text-align:left;flip:x;z-index:251631104" from="21.75pt,9.2pt" to="31.5pt,9.2pt">
            <v:stroke endarrow="oval"/>
          </v:line>
        </w:pict>
      </w:r>
      <w:r>
        <w:rPr>
          <w:noProof/>
        </w:rPr>
        <w:pict>
          <v:oval id="_x0000_s1132" style="position:absolute;left:0;text-align:left;margin-left:42.75pt;margin-top:4.7pt;width:7.15pt;height:7.15pt;z-index:251642368" fillcolor="black"/>
        </w:pict>
      </w:r>
      <w:r>
        <w:rPr>
          <w:noProof/>
        </w:rPr>
        <w:pict>
          <v:line id="_x0000_s1133" style="position:absolute;left:0;text-align:left;flip:x;z-index:251618816" from="45.75pt,8.45pt" to="87.75pt,8.45pt">
            <v:stroke endarrow="oval"/>
          </v:line>
        </w:pict>
      </w:r>
      <w:r>
        <w:rPr>
          <w:noProof/>
        </w:rPr>
        <w:pict>
          <v:line id="_x0000_s1134" style="position:absolute;left:0;text-align:left;flip:y;z-index:251617792" from="87.75pt,7.7pt" to="87.75pt,30.95pt"/>
        </w:pict>
      </w:r>
      <w:r>
        <w:rPr>
          <w:noProof/>
        </w:rPr>
        <w:pict>
          <v:line id="_x0000_s1135" style="position:absolute;left:0;text-align:left;z-index:251623936" from="64.5pt,11.45pt" to="64.5pt,37.7pt"/>
        </w:pict>
      </w:r>
      <w:r>
        <w:rPr>
          <w:noProof/>
        </w:rPr>
        <w:pict>
          <v:line id="_x0000_s1136" style="position:absolute;left:0;text-align:left;flip:x y;z-index:251603456" from="64.35pt,11.45pt" to="157.35pt,11.45pt"/>
        </w:pict>
      </w:r>
      <w:r w:rsidR="00BC63A2" w:rsidRPr="00C922B3">
        <w:rPr>
          <w:color w:val="000000"/>
          <w:sz w:val="24"/>
          <w:szCs w:val="24"/>
        </w:rPr>
        <w:t xml:space="preserve">  </w:t>
      </w:r>
      <w:r w:rsidR="00BC63A2">
        <w:rPr>
          <w:color w:val="000000"/>
          <w:sz w:val="24"/>
          <w:szCs w:val="24"/>
          <w:lang w:val="en-US"/>
        </w:rPr>
        <w:t>b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137" type="#_x0000_t202" style="position:absolute;left:0;text-align:left;margin-left:297pt;margin-top:15.6pt;width:32.25pt;height:22.5pt;z-index:251650560" stroked="f">
            <v:textbox style="mso-next-textbox:#_x0000_s1137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38" style="position:absolute;left:0;text-align:left;margin-left:225.75pt;margin-top:15.6pt;width:16.5pt;height:26.25pt;z-index:251636224"/>
        </w:pict>
      </w:r>
      <w:r>
        <w:rPr>
          <w:noProof/>
        </w:rPr>
        <w:pict>
          <v:rect id="_x0000_s1139" style="position:absolute;left:0;text-align:left;margin-left:31.5pt;margin-top:10.35pt;width:12.75pt;height:21.75pt;z-index:251627008"/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oval id="_x0000_s1140" style="position:absolute;left:0;text-align:left;margin-left:42.75pt;margin-top:1pt;width:7.15pt;height:7.15pt;z-index:251643392" fillcolor="black"/>
        </w:pict>
      </w:r>
      <w:r>
        <w:rPr>
          <w:noProof/>
        </w:rPr>
        <w:pict>
          <v:oval id="_x0000_s1141" style="position:absolute;left:0;text-align:left;margin-left:241.5pt;margin-top:9.25pt;width:7.15pt;height:7.15pt;z-index:251639296" fillcolor="black"/>
        </w:pict>
      </w:r>
      <w:r>
        <w:rPr>
          <w:noProof/>
        </w:rPr>
        <w:pict>
          <v:line id="_x0000_s1142" style="position:absolute;left:0;text-align:left;flip:x;z-index:251632128" from="21pt,5.5pt" to="31.5pt,5.5pt">
            <v:stroke endarrow="oval"/>
          </v:line>
        </w:pict>
      </w:r>
      <w:r>
        <w:rPr>
          <w:noProof/>
        </w:rPr>
        <w:pict>
          <v:line id="_x0000_s1143" style="position:absolute;left:0;text-align:left;flip:x;z-index:251624960" from="45.75pt,5.5pt" to="65.25pt,5.5pt">
            <v:stroke endarrow="oval"/>
          </v:line>
        </w:pict>
      </w:r>
      <w:r w:rsidR="00BC63A2" w:rsidRPr="00C922B3">
        <w:rPr>
          <w:color w:val="000000"/>
          <w:sz w:val="24"/>
          <w:szCs w:val="24"/>
        </w:rPr>
        <w:t xml:space="preserve">  </w:t>
      </w:r>
      <w:r w:rsidR="00BC63A2">
        <w:rPr>
          <w:color w:val="000000"/>
          <w:sz w:val="24"/>
          <w:szCs w:val="24"/>
          <w:lang w:val="en-US"/>
        </w:rPr>
        <w:t>c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rect id="_x0000_s1144" style="position:absolute;left:0;text-align:left;margin-left:31.5pt;margin-top:8.15pt;width:12.75pt;height:22.5pt;z-index:251628032"/>
        </w:pict>
      </w:r>
      <w:r>
        <w:rPr>
          <w:noProof/>
        </w:rPr>
        <w:pict>
          <v:line id="_x0000_s1145" style="position:absolute;left:0;text-align:left;flip:x;z-index:251606528" from="84.75pt,9.65pt" to="158.25pt,9.65pt"/>
        </w:pict>
      </w:r>
      <w:r>
        <w:rPr>
          <w:noProof/>
        </w:rPr>
        <w:pict>
          <v:line id="_x0000_s1146" style="position:absolute;left:0;text-align:left;flip:y;z-index:251622912" from="85.5pt,9.65pt" to="85.5pt,53.9pt"/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oval id="_x0000_s1147" style="position:absolute;left:0;text-align:left;margin-left:43.1pt;margin-top:.3pt;width:7.15pt;height:7.15pt;z-index:251644416" fillcolor="black"/>
        </w:pict>
      </w:r>
      <w:r>
        <w:rPr>
          <w:noProof/>
        </w:rPr>
        <w:pict>
          <v:shape id="_x0000_s1148" type="#_x0000_t202" style="position:absolute;left:0;text-align:left;margin-left:296.25pt;margin-top:10.8pt;width:32.25pt;height:21.75pt;z-index:251651584" stroked="f">
            <v:textbox style="mso-next-textbox:#_x0000_s1148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9" style="position:absolute;left:0;text-align:left;margin-left:227.25pt;margin-top:10.8pt;width:16.5pt;height:27pt;z-index:251637248"/>
        </w:pict>
      </w:r>
      <w:r>
        <w:rPr>
          <w:noProof/>
        </w:rPr>
        <w:pict>
          <v:line id="_x0000_s1150" style="position:absolute;left:0;text-align:left;flip:x;z-index:251633152" from="18.75pt,4.8pt" to="31.5pt,4.8pt">
            <v:stroke endarrow="oval"/>
          </v:line>
        </w:pict>
      </w:r>
      <w:r>
        <w:rPr>
          <w:noProof/>
        </w:rPr>
        <w:pict>
          <v:line id="_x0000_s1151" style="position:absolute;left:0;text-align:left;flip:x;z-index:251616768" from="45.75pt,4.05pt" to="95.25pt,4.05pt">
            <v:stroke endarrow="oval"/>
          </v:line>
        </w:pict>
      </w:r>
      <w:r>
        <w:rPr>
          <w:noProof/>
        </w:rPr>
        <w:pict>
          <v:line id="_x0000_s1152" style="position:absolute;left:0;text-align:left;flip:x y;z-index:251615744" from="95.25pt,2.55pt" to="95.25pt,30.3pt"/>
        </w:pict>
      </w:r>
      <w:r w:rsidR="00BC63A2" w:rsidRPr="00C922B3">
        <w:rPr>
          <w:color w:val="000000"/>
          <w:sz w:val="24"/>
          <w:szCs w:val="24"/>
        </w:rPr>
        <w:t xml:space="preserve">  </w:t>
      </w:r>
      <w:r w:rsidR="00BC63A2">
        <w:rPr>
          <w:color w:val="000000"/>
          <w:sz w:val="24"/>
          <w:szCs w:val="24"/>
          <w:lang w:val="en-US"/>
        </w:rPr>
        <w:t>d</w: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oval id="_x0000_s1153" style="position:absolute;left:0;text-align:left;margin-left:243.75pt;margin-top:5.2pt;width:7.15pt;height:7.15pt;z-index:251640320" fillcolor="black"/>
        </w:pict>
      </w:r>
      <w:r>
        <w:rPr>
          <w:noProof/>
        </w:rPr>
        <w:pict>
          <v:rect id="_x0000_s1154" style="position:absolute;left:0;text-align:left;margin-left:32.25pt;margin-top:8.95pt;width:12.75pt;height:22.5pt;z-index:251629056"/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oval id="_x0000_s1155" style="position:absolute;left:0;text-align:left;margin-left:44.25pt;margin-top:1.25pt;width:7.15pt;height:7.15pt;z-index:251645440" fillcolor="black"/>
        </w:pict>
      </w:r>
      <w:r>
        <w:rPr>
          <w:noProof/>
        </w:rPr>
        <w:pict>
          <v:line id="_x0000_s1156" style="position:absolute;left:0;text-align:left;flip:x;z-index:251634176" from="17.25pt,4.85pt" to="32.25pt,4.85pt">
            <v:stroke endarrow="oval"/>
          </v:line>
        </w:pict>
      </w:r>
      <w:r>
        <w:rPr>
          <w:noProof/>
        </w:rPr>
        <w:pict>
          <v:line id="_x0000_s1157" style="position:absolute;left:0;text-align:left;flip:x;z-index:251620864" from="45.75pt,4.85pt" to="85.5pt,4.85pt">
            <v:stroke endarrow="oval"/>
          </v:line>
        </w:pict>
      </w:r>
      <w:r w:rsidR="00BC63A2" w:rsidRPr="00C922B3">
        <w:rPr>
          <w:color w:val="000000"/>
          <w:sz w:val="24"/>
          <w:szCs w:val="24"/>
        </w:rPr>
        <w:t xml:space="preserve">  </w:t>
      </w:r>
      <w:r w:rsidR="00BC63A2">
        <w:rPr>
          <w:color w:val="000000"/>
          <w:sz w:val="24"/>
          <w:szCs w:val="24"/>
          <w:lang w:val="en-US"/>
        </w:rPr>
        <w:t>e</w:t>
      </w:r>
    </w:p>
    <w:p w:rsidR="00BC63A2" w:rsidRPr="00C922B3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1.8. Синтезировать полный сумматор на элементах И-ИЛИ-НЕ.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158" type="#_x0000_t202" style="position:absolute;left:0;text-align:left;margin-left:9pt;margin-top:13.4pt;width:12pt;height:16.5pt;z-index:251715072" stroked="f">
            <v:textbox style="mso-next-textbox:#_x0000_s1158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</w:p>
    <w:p w:rsidR="00BC63A2" w:rsidRPr="00C922B3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159" type="#_x0000_t202" style="position:absolute;left:0;text-align:left;margin-left:27.8pt;margin-top:13.2pt;width:3.55pt;height:11.25pt;z-index:251664896" stroked="f">
            <v:textbox style="mso-next-textbox:#_x0000_s1159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left:0;text-align:left;margin-left:1.4pt;margin-top:8.55pt;width:9.75pt;height:13.5pt;z-index:251660800" stroked="f">
            <v:textbox style="mso-next-textbox:#_x0000_s1160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 w:rsidR="00BC63A2" w:rsidRPr="00C922B3">
        <w:rPr>
          <w:color w:val="000000"/>
          <w:sz w:val="24"/>
          <w:szCs w:val="24"/>
        </w:rPr>
        <w:t>&amp;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61" style="position:absolute;left:0;text-align:left;z-index:251677184" from="100.5pt,14.7pt" to="247.5pt,14.7pt">
            <v:stroke startarrow="oval"/>
          </v:line>
        </w:pict>
      </w:r>
      <w:r>
        <w:rPr>
          <w:noProof/>
        </w:rPr>
        <w:pict>
          <v:line id="_x0000_s1162" style="position:absolute;left:0;text-align:left;z-index:251678208" from="198pt,14.7pt" to="198pt,44.7pt">
            <v:stroke startarrow="oval" startarrowwidth="narrow" startarrowlength="short"/>
          </v:line>
        </w:pict>
      </w:r>
      <w:r>
        <w:rPr>
          <w:noProof/>
        </w:rPr>
        <w:pict>
          <v:rect id="_x0000_s1163" style="position:absolute;left:0;text-align:left;margin-left:78.75pt;margin-top:2.7pt;width:21.75pt;height:26.25pt;z-index:251674112"/>
        </w:pict>
      </w:r>
      <w:r>
        <w:rPr>
          <w:noProof/>
        </w:rPr>
        <w:pict>
          <v:line id="_x0000_s1164" style="position:absolute;left:0;text-align:left;z-index:251655680" from="268.5pt,7.2pt" to="268.5pt,127.95pt"/>
        </w:pict>
      </w:r>
      <w:r>
        <w:rPr>
          <w:noProof/>
        </w:rPr>
        <w:pict>
          <v:rect id="_x0000_s1165" style="position:absolute;left:0;text-align:left;margin-left:247.5pt;margin-top:6.45pt;width:63pt;height:121.5pt;z-index:251653632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66" style="position:absolute;left:0;text-align:left;z-index:251706880" from="147pt,14.35pt" to="147pt,73.6pt"/>
        </w:pict>
      </w:r>
      <w:r>
        <w:rPr>
          <w:noProof/>
        </w:rPr>
        <w:pict>
          <v:line id="_x0000_s1167" style="position:absolute;left:0;text-align:left;flip:x;z-index:251705856" from="147pt,14.35pt" to="247.5pt,14.35pt"/>
        </w:pict>
      </w:r>
      <w:r>
        <w:rPr>
          <w:noProof/>
        </w:rPr>
        <w:pict>
          <v:line id="_x0000_s1168" style="position:absolute;left:0;text-align:left;z-index:251694592" from="123pt,6.85pt" to="247.5pt,6.85pt"/>
        </w:pict>
      </w:r>
      <w:r>
        <w:rPr>
          <w:noProof/>
        </w:rPr>
        <w:pict>
          <v:line id="_x0000_s1169" style="position:absolute;left:0;text-align:left;flip:y;z-index:251693568" from="123pt,6.85pt" to="123pt,81.1pt"/>
        </w:pict>
      </w:r>
      <w:r>
        <w:rPr>
          <w:noProof/>
        </w:rPr>
        <w:pict>
          <v:line id="_x0000_s1170" style="position:absolute;left:0;text-align:left;z-index:251683328" from="66pt,.85pt" to="66pt,60.1pt">
            <v:stroke startarrow="oval" startarrowwidth="narrow" startarrowlength="short"/>
          </v:line>
        </w:pict>
      </w:r>
      <w:r>
        <w:rPr>
          <w:noProof/>
        </w:rPr>
        <w:pict>
          <v:line id="_x0000_s1171" style="position:absolute;left:0;text-align:left;flip:y;z-index:251652608" from="2.25pt,1.15pt" to="78.75pt,1.15pt">
            <v:stroke startarrow="oval" startarrowwidth="wide" startarrowlength="long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172" type="#_x0000_t202" style="position:absolute;left:0;text-align:left;margin-left:342.75pt;margin-top:6.35pt;width:12pt;height:16.5pt;z-index:251718144" stroked="f">
            <v:textbox style="mso-next-textbox:#_x0000_s1172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sym w:font="Symbol" w:char="F0E5"/>
                  </w:r>
                </w:p>
              </w:txbxContent>
            </v:textbox>
          </v:shape>
        </w:pict>
      </w:r>
      <w:r>
        <w:rPr>
          <w:noProof/>
        </w:rPr>
        <w:pict>
          <v:line id="_x0000_s1173" style="position:absolute;left:0;text-align:left;z-index:251680256" from="198pt,12.5pt" to="198pt,193.25pt"/>
        </w:pict>
      </w:r>
      <w:r>
        <w:rPr>
          <w:noProof/>
        </w:rPr>
        <w:pict>
          <v:line id="_x0000_s1174" style="position:absolute;left:0;text-align:left;z-index:251679232" from="198pt,12.5pt" to="247.5pt,12.5pt">
            <v:stroke startarrow="oval" startarrowwidth="narrow" startarrowlength="short"/>
          </v:line>
        </w:pict>
      </w:r>
      <w:r>
        <w:rPr>
          <w:noProof/>
        </w:rPr>
        <w:pict>
          <v:shape id="_x0000_s1175" type="#_x0000_t202" style="position:absolute;left:0;text-align:left;margin-left:252pt;margin-top:8.75pt;width:7.5pt;height:13.5pt;z-index:251661824" stroked="f">
            <v:textbox style="mso-next-textbox:#_x0000_s1175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76" style="position:absolute;left:0;text-align:left;z-index:251657728" from="248.25pt,6.5pt" to="268.5pt,6.5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77" style="position:absolute;left:0;text-align:left;z-index:251700736" from="180.75pt,10.65pt" to="180.75pt,75.15pt">
            <v:stroke endarrow="oval" endarrowwidth="narrow" endarrowlength="short"/>
          </v:line>
        </w:pict>
      </w:r>
      <w:r>
        <w:rPr>
          <w:noProof/>
        </w:rPr>
        <w:pict>
          <v:line id="_x0000_s1178" style="position:absolute;left:0;text-align:left;z-index:251690496" from="229.65pt,4.65pt" to="229.65pt,34.65pt">
            <v:stroke startarrow="oval" startarrowwidth="narrow" startarrowlength="short"/>
          </v:line>
        </w:pict>
      </w:r>
      <w:r>
        <w:rPr>
          <w:noProof/>
        </w:rPr>
        <w:pict>
          <v:line id="_x0000_s1179" style="position:absolute;left:0;text-align:left;flip:x;z-index:251699712" from="180.75pt,10.65pt" to="247.5pt,10.65pt"/>
        </w:pict>
      </w:r>
      <w:r>
        <w:rPr>
          <w:noProof/>
        </w:rPr>
        <w:pict>
          <v:line id="_x0000_s1180" style="position:absolute;left:0;text-align:left;flip:y;z-index:251688448" from="56.25pt,4.65pt" to="56.25pt,48.9pt">
            <v:stroke startarrow="oval" startarrowwidth="narrow" startarrowlength="short"/>
          </v:line>
        </w:pict>
      </w:r>
      <w:r>
        <w:rPr>
          <w:noProof/>
        </w:rPr>
        <w:pict>
          <v:line id="_x0000_s1181" style="position:absolute;left:0;text-align:left;z-index:251689472" from="56.25pt,4.65pt" to="248.25pt,4.65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182" type="#_x0000_t202" style="position:absolute;left:0;text-align:left;margin-left:9pt;margin-top:11.65pt;width:12pt;height:16.5pt;z-index:251716096" stroked="f">
            <v:textbox style="mso-next-textbox:#_x0000_s1182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3" style="position:absolute;left:0;text-align:left;flip:y;z-index:251686400" from="217.5pt,11.8pt" to="217.5pt,38.05pt">
            <v:stroke endarrow="oval" endarrowwidth="narrow" endarrowlength="short"/>
          </v:line>
        </w:pict>
      </w:r>
      <w:r>
        <w:rPr>
          <w:noProof/>
        </w:rPr>
        <w:pict>
          <v:line id="_x0000_s1184" style="position:absolute;left:0;text-align:left;z-index:251684352" from="66pt,11.8pt" to="247.5pt,11.8pt"/>
        </w:pict>
      </w:r>
      <w:r>
        <w:rPr>
          <w:noProof/>
        </w:rPr>
        <w:pict>
          <v:line id="_x0000_s1185" style="position:absolute;left:0;text-align:left;z-index:251672064" from="311.25pt,1.3pt" to="362.25pt,1.3pt">
            <v:stroke startarrow="oval" endarrow="oval" endarrowwidth="wide" endarrowlength="long"/>
          </v:line>
        </w:pict>
      </w:r>
      <w:r>
        <w:rPr>
          <w:noProof/>
        </w:rPr>
        <w:pict>
          <v:shape id="_x0000_s1186" type="#_x0000_t202" style="position:absolute;left:0;text-align:left;margin-left:252pt;margin-top:4.15pt;width:9.75pt;height:15.75pt;z-index:251662848" stroked="f">
            <v:textbox style="mso-next-textbox:#_x0000_s1186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7" style="position:absolute;left:0;text-align:left;z-index:251658752" from="249pt,2.8pt" to="267.75pt,2.8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88" style="position:absolute;left:0;text-align:left;z-index:251691520" from="229.5pt,2.45pt" to="247.5pt,2.45pt"/>
        </w:pict>
      </w:r>
      <w:r>
        <w:rPr>
          <w:noProof/>
        </w:rPr>
        <w:pict>
          <v:line id="_x0000_s1189" style="position:absolute;left:0;text-align:left;z-index:251707904" from="147.15pt,10.55pt" to="246.9pt,10.55pt">
            <v:stroke startarrow="oval" startarrowwidth="narrow" startarrowlength="short"/>
          </v:line>
        </w:pict>
      </w:r>
      <w:r>
        <w:rPr>
          <w:noProof/>
        </w:rPr>
        <w:pict>
          <v:line id="_x0000_s1190" style="position:absolute;left:0;text-align:left;z-index:251708928" from="147pt,9.2pt" to="147pt,93.2pt"/>
        </w:pict>
      </w:r>
      <w:r>
        <w:rPr>
          <w:noProof/>
        </w:rPr>
        <w:pict>
          <v:rect id="_x0000_s1191" style="position:absolute;left:0;text-align:left;margin-left:78pt;margin-top:3.95pt;width:21.75pt;height:26.25pt;z-index:251675136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92" style="position:absolute;left:0;text-align:left;z-index:251695616" from="123pt,.6pt" to="123pt,95.1pt"/>
        </w:pict>
      </w:r>
      <w:r>
        <w:rPr>
          <w:noProof/>
        </w:rPr>
        <w:pict>
          <v:line id="_x0000_s1193" style="position:absolute;left:0;text-align:left;z-index:251692544" from="100.35pt,.6pt" to="122.1pt,.6pt">
            <v:stroke startarrow="oval" endarrow="oval" endarrowwidth="narrow" endarrowlength="short"/>
          </v:line>
        </w:pict>
      </w:r>
      <w:r>
        <w:rPr>
          <w:noProof/>
        </w:rPr>
        <w:pict>
          <v:line id="_x0000_s1194" style="position:absolute;left:0;text-align:left;flip:x;z-index:251687424" from="2.25pt,.6pt" to="78pt,.6pt">
            <v:stroke endarrow="oval" endarrowwidth="wide" endarrowlength="long"/>
          </v:line>
        </w:pict>
      </w:r>
      <w:r>
        <w:rPr>
          <w:noProof/>
        </w:rPr>
        <w:pict>
          <v:line id="_x0000_s1195" style="position:absolute;left:0;text-align:left;flip:x;z-index:251685376" from="217.5pt,5.85pt" to="247.5pt,5.85pt"/>
        </w:pict>
      </w:r>
      <w:r>
        <w:rPr>
          <w:noProof/>
        </w:rPr>
        <w:pict>
          <v:shape id="_x0000_s1196" type="#_x0000_t202" style="position:absolute;left:0;text-align:left;margin-left:251.25pt;margin-top:2.85pt;width:8.25pt;height:12pt;z-index:251663872" stroked="f">
            <v:textbox style="mso-next-textbox:#_x0000_s1196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7" style="position:absolute;left:0;text-align:left;z-index:251659776" from="248.25pt,.6pt" to="268.5pt,.6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198" style="position:absolute;left:0;text-align:left;z-index:251714048" from="123pt,.25pt" to="247.5pt,.25pt">
            <v:stroke startarrow="oval" startarrowwidth="narrow" startarrowlength="short"/>
          </v:line>
        </w:pict>
      </w:r>
      <w:r>
        <w:rPr>
          <w:noProof/>
        </w:rPr>
        <w:pict>
          <v:line id="_x0000_s1199" style="position:absolute;left:0;text-align:left;flip:x;z-index:251702784" from="65.25pt,10.75pt" to="180.75pt,10.75pt"/>
        </w:pict>
      </w:r>
      <w:r>
        <w:rPr>
          <w:noProof/>
        </w:rPr>
        <w:pict>
          <v:line id="_x0000_s1200" style="position:absolute;left:0;text-align:left;z-index:251701760" from="180.75pt,10.75pt" to="246.75pt,10.75pt"/>
        </w:pict>
      </w:r>
      <w:r>
        <w:rPr>
          <w:noProof/>
        </w:rPr>
        <w:pict>
          <v:line id="_x0000_s1201" style="position:absolute;left:0;text-align:left;z-index:251704832" from="65.25pt,11.5pt" to="65.25pt,50.5pt">
            <v:stroke endarrow="oval" endarrowwidth="narrow" endarrowlength="short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202" type="#_x0000_t202" style="position:absolute;left:0;text-align:left;margin-left:9.75pt;margin-top:11.75pt;width:12pt;height:16.5pt;z-index:251717120" stroked="f">
            <v:textbox style="mso-next-textbox:#_x0000_s1202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Cn</w:t>
                  </w:r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03" style="position:absolute;left:0;text-align:left;z-index:251656704" from="269.25pt,12.3pt" to="269.25pt,98.55pt"/>
        </w:pict>
      </w:r>
      <w:r>
        <w:rPr>
          <w:noProof/>
        </w:rPr>
        <w:pict>
          <v:rect id="_x0000_s1204" style="position:absolute;left:0;text-align:left;margin-left:247.5pt;margin-top:12.3pt;width:62.25pt;height:85.5pt;z-index:251654656"/>
        </w:pict>
      </w:r>
      <w:r>
        <w:rPr>
          <w:noProof/>
        </w:rPr>
        <w:pict>
          <v:rect id="_x0000_s1205" style="position:absolute;left:0;text-align:left;margin-left:78.75pt;margin-top:4.8pt;width:21.75pt;height:26.25pt;z-index:251676160"/>
        </w:pict>
      </w:r>
      <w:r>
        <w:rPr>
          <w:noProof/>
        </w:rPr>
        <w:pict>
          <v:shape id="_x0000_s1206" type="#_x0000_t202" style="position:absolute;left:0;text-align:left;margin-left:251.25pt;margin-top:13.8pt;width:8.25pt;height:12pt;z-index:251667968" stroked="f">
            <v:textbox style="mso-next-textbox:#_x0000_s1206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207" type="#_x0000_t202" style="position:absolute;left:0;text-align:left;margin-left:351.75pt;margin-top:9.55pt;width:27.75pt;height:16.5pt;z-index:251719168" stroked="f">
            <v:textbox style="mso-next-textbox:#_x0000_s1207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Cn+1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08" style="position:absolute;left:0;text-align:left;z-index:251713024" from="101.25pt,.55pt" to="146.25pt,.55pt">
            <v:stroke startarrow="oval" endarrow="oval" endarrowwidth="narrow" endarrowlength="short"/>
          </v:line>
        </w:pict>
      </w:r>
      <w:r>
        <w:rPr>
          <w:noProof/>
        </w:rPr>
        <w:pict>
          <v:line id="_x0000_s1209" style="position:absolute;left:0;text-align:left;flip:y;z-index:251712000" from="176.25pt,12.7pt" to="176.25pt,44.2pt">
            <v:stroke endarrow="oval" endarrowwidth="narrow" endarrowlength="short"/>
          </v:line>
        </w:pict>
      </w:r>
      <w:r>
        <w:rPr>
          <w:noProof/>
        </w:rPr>
        <w:pict>
          <v:line id="_x0000_s1210" style="position:absolute;left:0;text-align:left;z-index:251709952" from="147pt,12.7pt" to="247.5pt,12.7pt"/>
        </w:pict>
      </w:r>
      <w:r>
        <w:rPr>
          <w:noProof/>
        </w:rPr>
        <w:pict>
          <v:line id="_x0000_s1211" style="position:absolute;left:0;text-align:left;flip:x;z-index:251703808" from="3pt,2.2pt" to="78pt,2.2pt">
            <v:stroke endarrow="oval" endarrowwidth="wide" endarrowlength="long"/>
          </v:line>
        </w:pict>
      </w:r>
      <w:r>
        <w:rPr>
          <w:noProof/>
        </w:rPr>
        <w:pict>
          <v:line id="_x0000_s1212" style="position:absolute;left:0;text-align:left;flip:x;z-index:251681280" from="198pt,1.45pt" to="246.75pt,1.45pt">
            <v:stroke endarrow="oval" endarrowwidth="narrow" endarrowlength="short"/>
          </v:line>
        </w:pict>
      </w:r>
      <w:r>
        <w:rPr>
          <w:noProof/>
        </w:rPr>
        <w:pict>
          <v:shape id="_x0000_s1213" type="#_x0000_t202" style="position:absolute;left:0;text-align:left;margin-left:275.25pt;margin-top:-.05pt;width:3.55pt;height:11.25pt;z-index:251671040" stroked="f">
            <v:textbox style="mso-next-textbox:#_x0000_s1213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14" style="position:absolute;left:0;text-align:left;z-index:251696640" from="123pt,13.85pt" to="248.25pt,13.85pt"/>
        </w:pict>
      </w:r>
      <w:r>
        <w:rPr>
          <w:noProof/>
        </w:rPr>
        <w:pict>
          <v:line id="_x0000_s1215" style="position:absolute;left:0;text-align:left;z-index:251697664" from="228pt,13.1pt" to="228pt,58.85pt">
            <v:stroke startarrow="oval" startarrowwidth="narrow" startarrowlength="short"/>
          </v:line>
        </w:pict>
      </w:r>
      <w:r>
        <w:rPr>
          <w:noProof/>
        </w:rPr>
        <w:pict>
          <v:shape id="_x0000_s1216" type="#_x0000_t202" style="position:absolute;left:0;text-align:left;margin-left:250.5pt;margin-top:9.35pt;width:8.25pt;height:12pt;z-index:251668992" stroked="f">
            <v:textbox style="mso-next-textbox:#_x0000_s1216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17" style="position:absolute;left:0;text-align:left;z-index:251665920" from="248.25pt,7.1pt" to="269.25pt,7.1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18" style="position:absolute;left:0;text-align:left;z-index:251673088" from="310.5pt,7.35pt" to="367.5pt,7.35pt">
            <v:stroke startarrow="oval" endarrow="oval" endarrowwidth="wide" endarrowlength="long"/>
          </v:line>
        </w:pict>
      </w:r>
      <w:r>
        <w:rPr>
          <w:noProof/>
        </w:rPr>
        <w:pict>
          <v:line id="_x0000_s1219" style="position:absolute;left:0;text-align:left;flip:x;z-index:251710976" from="176.25pt,12pt" to="248.25pt,12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220" type="#_x0000_t202" style="position:absolute;left:0;text-align:left;margin-left:250.5pt;margin-top:7.9pt;width:8.25pt;height:12pt;z-index:251670016" stroked="f">
            <v:textbox style="mso-next-textbox:#_x0000_s1220" inset="0,0,0,0">
              <w:txbxContent>
                <w:p w:rsidR="00BC63A2" w:rsidRDefault="00BC63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21" style="position:absolute;left:0;text-align:left;z-index:251666944" from="248.25pt,5.65pt" to="269.25pt,5.65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22" style="position:absolute;left:0;text-align:left;z-index:251682304" from="198pt,.05pt" to="246.75pt,.05pt"/>
        </w:pict>
      </w:r>
      <w:r>
        <w:rPr>
          <w:noProof/>
        </w:rPr>
        <w:pict>
          <v:line id="_x0000_s1223" style="position:absolute;left:0;text-align:left;flip:x;z-index:251698688" from="228pt,9.8pt" to="247.5pt,9.8pt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1.11. На рисунке приведена схема суммирующего 3 – разрядного счетчика на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– триггерах 155ТМ2: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17" type="#_x0000_t75" style="position:absolute;left:0;text-align:left;margin-left:25.2pt;margin-top:8.7pt;width:329.15pt;height:119.25pt;z-index:251908608" o:allowincell="f">
            <v:imagedata r:id="rId5" o:title="" gain="79922f" blacklevel="1966f"/>
            <w10:wrap type="topAndBottom"/>
          </v:shape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Рис. 3 – разрядного двоичного счетчика на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– триггерах.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пояснить принцип работы счетчика;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составить таблицу переключений счетчика. Определить коэффициент пересчета (модуль счета)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построить временные диаграммы сигналов на выходах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1,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2, и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3;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определить максимальную задержку, создаваемую счетчиком. Задержка создаваемая одним триггером, </w:t>
      </w:r>
      <w:r>
        <w:rPr>
          <w:color w:val="000000"/>
          <w:sz w:val="24"/>
          <w:szCs w:val="24"/>
          <w:lang w:val="en-US"/>
        </w:rPr>
        <w:t>t</w:t>
      </w:r>
      <w:proofErr w:type="spellStart"/>
      <w:r>
        <w:rPr>
          <w:color w:val="000000"/>
          <w:sz w:val="24"/>
          <w:szCs w:val="24"/>
        </w:rPr>
        <w:t>зтр</w:t>
      </w:r>
      <w:proofErr w:type="spellEnd"/>
      <w:r>
        <w:rPr>
          <w:color w:val="000000"/>
          <w:sz w:val="24"/>
          <w:szCs w:val="24"/>
        </w:rPr>
        <w:t>=55нс;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 Принцип работы счетчика: асинхронные входы установлены в положение синхронной загрузки с входов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. На входе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установлено значение инвертированного выхода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, поэтому при появлении на тактовом входе С положительного перепада в триггер записывается  значение входа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, а на выходе устанавливается инвертированное значение входа. В случае счетчика типа делителя на два на выходе устанавливается сигнал того – же уровня после подачи на вход С двух импульсов. Для переключения следующего счетчика из одного уровня в тот же самый необходимо подать четыре импульса и т. д., счет составляет 2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где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– количество триггеров, в данном случае 23=8 импульсам на входе.  У данного счетчика есть одна особенность, при включении выходы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кроме первого принимают значения 1, поэтому после включения счетчик необходимо обнулить, подав на вход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 xml:space="preserve"> импульс.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Таблица переключений счетчика.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76"/>
        <w:gridCol w:w="576"/>
        <w:gridCol w:w="576"/>
        <w:gridCol w:w="617"/>
      </w:tblGrid>
      <w:tr w:rsidR="00BC63A2" w:rsidRPr="00BC63A2">
        <w:trPr>
          <w:cantSplit/>
        </w:trPr>
        <w:tc>
          <w:tcPr>
            <w:tcW w:w="0" w:type="auto"/>
            <w:vMerge w:val="restart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Счет</w:t>
            </w:r>
          </w:p>
        </w:tc>
        <w:tc>
          <w:tcPr>
            <w:tcW w:w="0" w:type="auto"/>
            <w:gridSpan w:val="4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                      Выход</w:t>
            </w:r>
          </w:p>
        </w:tc>
      </w:tr>
      <w:tr w:rsidR="00BC63A2" w:rsidRPr="00BC63A2">
        <w:trPr>
          <w:cantSplit/>
        </w:trPr>
        <w:tc>
          <w:tcPr>
            <w:tcW w:w="0" w:type="auto"/>
            <w:vMerge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BC63A2" w:rsidRPr="00BC63A2" w:rsidRDefault="00C922B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25" type="#_x0000_t75" style="width:12pt;height:18.75pt">
                  <v:imagedata r:id="rId6" o:title=""/>
                </v:shape>
              </w:pict>
            </w:r>
            <w:r w:rsidR="00BC63A2" w:rsidRPr="00BC63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C63A2" w:rsidRPr="00BC63A2" w:rsidRDefault="00C922B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26" type="#_x0000_t75" style="width:12pt;height:18.75pt" o:bullet="t">
                  <v:imagedata r:id="rId6" o:title=""/>
                </v:shape>
              </w:pict>
            </w:r>
            <w:r w:rsidR="00BC63A2" w:rsidRPr="00BC63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C63A2" w:rsidRPr="00BC63A2" w:rsidRDefault="00C922B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27" type="#_x0000_t75" style="width:12pt;height:18.75pt">
                  <v:imagedata r:id="rId6" o:title=""/>
                </v:shape>
              </w:pict>
            </w:r>
            <w:r w:rsidR="00BC63A2" w:rsidRPr="00BC63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  С</w:t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0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  <w:r w:rsidRPr="00BC63A2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</w:t>
            </w: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2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3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</w:t>
            </w: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4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</w:t>
            </w: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5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</w:t>
            </w: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6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Н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</w:t>
            </w: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  <w:tr w:rsidR="00BC63A2" w:rsidRPr="00BC63A2"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7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 xml:space="preserve">  В</w:t>
            </w:r>
          </w:p>
        </w:tc>
        <w:tc>
          <w:tcPr>
            <w:tcW w:w="0" w:type="auto"/>
          </w:tcPr>
          <w:p w:rsidR="00BC63A2" w:rsidRPr="00BC63A2" w:rsidRDefault="00BC63A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C63A2">
              <w:rPr>
                <w:color w:val="000000"/>
                <w:sz w:val="24"/>
                <w:szCs w:val="24"/>
              </w:rPr>
              <w:t></w:t>
            </w:r>
            <w:r w:rsidRPr="00BC63A2">
              <w:rPr>
                <w:color w:val="000000"/>
                <w:sz w:val="24"/>
                <w:szCs w:val="24"/>
              </w:rPr>
              <w:sym w:font="Symbol" w:char="F0AD"/>
            </w:r>
          </w:p>
        </w:tc>
      </w:tr>
    </w:tbl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Таблица составлена после обнуления всех триггеров.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Коэффициент пересчета или модуль счета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>= 23.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Временные диаграммы составлены для не инвертированных выходов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1,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2,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3 после обнуления счетчика.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25" style="position:absolute;left:0;text-align:left;flip:y;z-index:251491840" from="47.55pt,15.2pt" to="47.55pt,32.3pt">
            <v:stroke endarrow="block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26" style="position:absolute;left:0;text-align:left;z-index:251462144" from="236.65pt,1.7pt" to="236.65pt,15.9pt"/>
        </w:pict>
      </w:r>
      <w:r>
        <w:rPr>
          <w:noProof/>
        </w:rPr>
        <w:pict>
          <v:line id="_x0000_s1227" style="position:absolute;left:0;text-align:left;z-index:251461120" from="229.55pt,1.7pt" to="236.65pt,1.7pt"/>
        </w:pict>
      </w:r>
      <w:r>
        <w:rPr>
          <w:noProof/>
        </w:rPr>
        <w:pict>
          <v:line id="_x0000_s1228" style="position:absolute;left:0;text-align:left;flip:y;z-index:251460096" from="229.55pt,1.7pt" to="229.55pt,15.9pt"/>
        </w:pict>
      </w:r>
      <w:r>
        <w:rPr>
          <w:noProof/>
        </w:rPr>
        <w:pict>
          <v:line id="_x0000_s1229" style="position:absolute;left:0;text-align:left;z-index:251457024" from="215.35pt,1.7pt" to="222.45pt,1.7pt"/>
        </w:pict>
      </w:r>
      <w:r>
        <w:rPr>
          <w:noProof/>
        </w:rPr>
        <w:pict>
          <v:line id="_x0000_s1230" style="position:absolute;left:0;text-align:left;flip:y;z-index:251456000" from="215.35pt,1.7pt" to="215.35pt,15.9pt"/>
        </w:pict>
      </w:r>
      <w:r>
        <w:rPr>
          <w:noProof/>
        </w:rPr>
        <w:pict>
          <v:line id="_x0000_s1231" style="position:absolute;left:0;text-align:left;z-index:251453952" from="208.25pt,1.7pt" to="208.25pt,15.9pt"/>
        </w:pict>
      </w:r>
      <w:r>
        <w:rPr>
          <w:noProof/>
        </w:rPr>
        <w:pict>
          <v:line id="_x0000_s1232" style="position:absolute;left:0;text-align:left;z-index:251452928" from="201.15pt,1.7pt" to="208.25pt,1.7pt"/>
        </w:pict>
      </w:r>
      <w:r>
        <w:rPr>
          <w:noProof/>
        </w:rPr>
        <w:pict>
          <v:line id="_x0000_s1233" style="position:absolute;left:0;text-align:left;flip:y;z-index:251451904" from="201.15pt,1.7pt" to="201.15pt,15.9pt"/>
        </w:pict>
      </w:r>
      <w:r>
        <w:rPr>
          <w:noProof/>
        </w:rPr>
        <w:pict>
          <v:line id="_x0000_s1234" style="position:absolute;left:0;text-align:left;z-index:251449856" from="194.05pt,1.7pt" to="194.05pt,15.9pt"/>
        </w:pict>
      </w:r>
      <w:r>
        <w:rPr>
          <w:noProof/>
        </w:rPr>
        <w:pict>
          <v:line id="_x0000_s1235" style="position:absolute;left:0;text-align:left;z-index:251448832" from="186.95pt,1.7pt" to="194.05pt,1.7pt"/>
        </w:pict>
      </w:r>
      <w:r>
        <w:rPr>
          <w:noProof/>
        </w:rPr>
        <w:pict>
          <v:line id="_x0000_s1236" style="position:absolute;left:0;text-align:left;flip:y;z-index:251447808" from="186.95pt,1.7pt" to="186.95pt,15.9pt"/>
        </w:pict>
      </w:r>
      <w:r>
        <w:rPr>
          <w:noProof/>
        </w:rPr>
        <w:pict>
          <v:line id="_x0000_s1237" style="position:absolute;left:0;text-align:left;z-index:251445760" from="179.85pt,1.7pt" to="179.85pt,15.9pt"/>
        </w:pict>
      </w:r>
      <w:r>
        <w:rPr>
          <w:noProof/>
        </w:rPr>
        <w:pict>
          <v:line id="_x0000_s1238" style="position:absolute;left:0;text-align:left;z-index:251444736" from="172.75pt,1.7pt" to="179.85pt,1.7pt"/>
        </w:pict>
      </w:r>
      <w:r>
        <w:rPr>
          <w:noProof/>
        </w:rPr>
        <w:pict>
          <v:line id="_x0000_s1239" style="position:absolute;left:0;text-align:left;flip:y;z-index:251443712" from="172.75pt,1.7pt" to="172.75pt,15.9pt"/>
        </w:pict>
      </w:r>
      <w:r>
        <w:rPr>
          <w:noProof/>
        </w:rPr>
        <w:pict>
          <v:line id="_x0000_s1240" style="position:absolute;left:0;text-align:left;z-index:251441664" from="165.65pt,1.7pt" to="165.65pt,15.9pt"/>
        </w:pict>
      </w:r>
      <w:r>
        <w:rPr>
          <w:noProof/>
        </w:rPr>
        <w:pict>
          <v:line id="_x0000_s1241" style="position:absolute;left:0;text-align:left;z-index:251440640" from="158.55pt,1.7pt" to="165.65pt,1.7pt"/>
        </w:pict>
      </w:r>
      <w:r>
        <w:rPr>
          <w:noProof/>
        </w:rPr>
        <w:pict>
          <v:line id="_x0000_s1242" style="position:absolute;left:0;text-align:left;flip:y;z-index:251439616" from="158.55pt,1.7pt" to="158.55pt,15.9pt"/>
        </w:pict>
      </w:r>
      <w:r>
        <w:rPr>
          <w:noProof/>
        </w:rPr>
        <w:pict>
          <v:line id="_x0000_s1243" style="position:absolute;left:0;text-align:left;z-index:251437568" from="151.45pt,1.7pt" to="151.45pt,15.9pt"/>
        </w:pict>
      </w:r>
      <w:r>
        <w:rPr>
          <w:noProof/>
        </w:rPr>
        <w:pict>
          <v:line id="_x0000_s1244" style="position:absolute;left:0;text-align:left;z-index:251436544" from="144.35pt,1.7pt" to="151.45pt,1.7pt"/>
        </w:pict>
      </w:r>
      <w:r>
        <w:rPr>
          <w:noProof/>
        </w:rPr>
        <w:pict>
          <v:line id="_x0000_s1245" style="position:absolute;left:0;text-align:left;flip:y;z-index:251435520" from="144.35pt,1.7pt" to="144.35pt,15.9pt"/>
        </w:pict>
      </w:r>
      <w:r>
        <w:rPr>
          <w:noProof/>
        </w:rPr>
        <w:pict>
          <v:line id="_x0000_s1246" style="position:absolute;left:0;text-align:left;z-index:251433472" from="137.25pt,1.7pt" to="137.25pt,15.9pt"/>
        </w:pict>
      </w:r>
      <w:r>
        <w:rPr>
          <w:noProof/>
        </w:rPr>
        <w:pict>
          <v:line id="_x0000_s1247" style="position:absolute;left:0;text-align:left;z-index:251432448" from="130.15pt,1.7pt" to="137.25pt,1.7pt"/>
        </w:pict>
      </w:r>
      <w:r>
        <w:rPr>
          <w:noProof/>
        </w:rPr>
        <w:pict>
          <v:line id="_x0000_s1248" style="position:absolute;left:0;text-align:left;flip:y;z-index:251431424" from="130.15pt,1.7pt" to="130.15pt,15.9pt"/>
        </w:pict>
      </w:r>
      <w:r>
        <w:rPr>
          <w:noProof/>
        </w:rPr>
        <w:pict>
          <v:line id="_x0000_s1249" style="position:absolute;left:0;text-align:left;z-index:251429376" from="123.05pt,1.7pt" to="123.05pt,15.9pt"/>
        </w:pict>
      </w:r>
      <w:r>
        <w:rPr>
          <w:noProof/>
        </w:rPr>
        <w:pict>
          <v:line id="_x0000_s1250" style="position:absolute;left:0;text-align:left;z-index:251428352" from="115.95pt,1.7pt" to="123.05pt,1.7pt"/>
        </w:pict>
      </w:r>
      <w:r>
        <w:rPr>
          <w:noProof/>
        </w:rPr>
        <w:pict>
          <v:line id="_x0000_s1251" style="position:absolute;left:0;text-align:left;flip:y;z-index:251427328" from="115.95pt,1.7pt" to="115.95pt,15.9pt"/>
        </w:pict>
      </w:r>
      <w:r>
        <w:rPr>
          <w:noProof/>
        </w:rPr>
        <w:pict>
          <v:line id="_x0000_s1252" style="position:absolute;left:0;text-align:left;z-index:251425280" from="108.85pt,1.7pt" to="108.85pt,15.9pt"/>
        </w:pict>
      </w:r>
      <w:r>
        <w:rPr>
          <w:noProof/>
        </w:rPr>
        <w:pict>
          <v:line id="_x0000_s1253" style="position:absolute;left:0;text-align:left;z-index:251424256" from="101.75pt,1.7pt" to="108.85pt,1.7pt"/>
        </w:pict>
      </w:r>
      <w:r>
        <w:rPr>
          <w:noProof/>
        </w:rPr>
        <w:pict>
          <v:line id="_x0000_s1254" style="position:absolute;left:0;text-align:left;flip:y;z-index:251423232" from="101.75pt,1.7pt" to="101.75pt,15.9pt"/>
        </w:pict>
      </w:r>
      <w:r>
        <w:rPr>
          <w:noProof/>
        </w:rPr>
        <w:pict>
          <v:line id="_x0000_s1255" style="position:absolute;left:0;text-align:left;z-index:251421184" from="94.65pt,1.7pt" to="94.65pt,15.9pt"/>
        </w:pict>
      </w:r>
      <w:r>
        <w:rPr>
          <w:noProof/>
        </w:rPr>
        <w:pict>
          <v:line id="_x0000_s1256" style="position:absolute;left:0;text-align:left;z-index:251420160" from="87.55pt,1.7pt" to="94.65pt,1.7pt"/>
        </w:pict>
      </w:r>
      <w:r>
        <w:rPr>
          <w:noProof/>
        </w:rPr>
        <w:pict>
          <v:line id="_x0000_s1257" style="position:absolute;left:0;text-align:left;flip:y;z-index:251419136" from="87.55pt,1.7pt" to="87.55pt,15.9pt"/>
        </w:pict>
      </w:r>
      <w:r>
        <w:rPr>
          <w:noProof/>
        </w:rPr>
        <w:pict>
          <v:line id="_x0000_s1258" style="position:absolute;left:0;text-align:left;z-index:251417088" from="80.45pt,1.7pt" to="80.45pt,15.9pt"/>
        </w:pict>
      </w:r>
      <w:r>
        <w:rPr>
          <w:noProof/>
        </w:rPr>
        <w:pict>
          <v:line id="_x0000_s1259" style="position:absolute;left:0;text-align:left;z-index:251416064" from="73.35pt,1.7pt" to="80.45pt,1.7pt"/>
        </w:pict>
      </w:r>
      <w:r>
        <w:rPr>
          <w:noProof/>
        </w:rPr>
        <w:pict>
          <v:line id="_x0000_s1260" style="position:absolute;left:0;text-align:left;flip:y;z-index:251415040" from="73.35pt,1.7pt" to="73.35pt,15.9pt"/>
        </w:pict>
      </w:r>
      <w:r>
        <w:rPr>
          <w:noProof/>
        </w:rPr>
        <w:pict>
          <v:line id="_x0000_s1261" style="position:absolute;left:0;text-align:left;z-index:251412992" from="66.25pt,1.7pt" to="66.25pt,15.9pt"/>
        </w:pict>
      </w:r>
      <w:r>
        <w:rPr>
          <w:noProof/>
        </w:rPr>
        <w:pict>
          <v:line id="_x0000_s1262" style="position:absolute;left:0;text-align:left;z-index:251411968" from="59.15pt,1.7pt" to="66.25pt,1.7pt"/>
        </w:pict>
      </w:r>
      <w:r>
        <w:rPr>
          <w:noProof/>
        </w:rPr>
        <w:pict>
          <v:line id="_x0000_s1263" style="position:absolute;left:0;text-align:left;flip:y;z-index:251410944" from="59.15pt,1.7pt" to="59.15pt,15.9pt"/>
        </w:pict>
      </w:r>
      <w:r>
        <w:rPr>
          <w:noProof/>
        </w:rPr>
        <w:pict>
          <v:line id="_x0000_s1264" style="position:absolute;left:0;text-align:left;z-index:251458048" from="222.45pt,1.7pt" to="222.45pt,15.9pt"/>
        </w:pict>
      </w:r>
      <w:r w:rsidR="00BC63A2">
        <w:rPr>
          <w:color w:val="000000"/>
          <w:sz w:val="24"/>
          <w:szCs w:val="24"/>
        </w:rPr>
        <w:t xml:space="preserve">       С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65" style="position:absolute;left:0;text-align:left;flip:y;z-index:251492864" from="47.55pt,12pt" to="47.55pt,29.1pt">
            <v:stroke endarrow="block"/>
          </v:line>
        </w:pict>
      </w:r>
      <w:r>
        <w:rPr>
          <w:noProof/>
        </w:rPr>
        <w:pict>
          <v:line id="_x0000_s1266" style="position:absolute;left:0;text-align:left;z-index:251489792" from="213.85pt,15.35pt" to="213.85pt,29.55pt"/>
        </w:pict>
      </w:r>
      <w:r>
        <w:rPr>
          <w:noProof/>
        </w:rPr>
        <w:pict>
          <v:line id="_x0000_s1267" style="position:absolute;left:0;text-align:left;z-index:251488768" from="199.65pt,15.35pt" to="213.85pt,15.35pt"/>
        </w:pict>
      </w:r>
      <w:r>
        <w:rPr>
          <w:noProof/>
        </w:rPr>
        <w:pict>
          <v:line id="_x0000_s1268" style="position:absolute;left:0;text-align:left;flip:y;z-index:251487744" from="199.65pt,15.35pt" to="199.65pt,29.55pt"/>
        </w:pict>
      </w:r>
      <w:r>
        <w:rPr>
          <w:noProof/>
        </w:rPr>
        <w:pict>
          <v:line id="_x0000_s1269" style="position:absolute;left:0;text-align:left;z-index:251484672" from="185.45pt,15.35pt" to="185.45pt,29.55pt"/>
        </w:pict>
      </w:r>
      <w:r>
        <w:rPr>
          <w:noProof/>
        </w:rPr>
        <w:pict>
          <v:line id="_x0000_s1270" style="position:absolute;left:0;text-align:left;z-index:251483648" from="171.25pt,15.35pt" to="185.45pt,15.35pt"/>
        </w:pict>
      </w:r>
      <w:r>
        <w:rPr>
          <w:noProof/>
        </w:rPr>
        <w:pict>
          <v:line id="_x0000_s1271" style="position:absolute;left:0;text-align:left;flip:y;z-index:251482624" from="171.25pt,15.35pt" to="171.25pt,29.55pt"/>
        </w:pict>
      </w:r>
      <w:r>
        <w:rPr>
          <w:noProof/>
        </w:rPr>
        <w:pict>
          <v:line id="_x0000_s1272" style="position:absolute;left:0;text-align:left;z-index:251480576" from="157.05pt,15.35pt" to="157.05pt,29.55pt"/>
        </w:pict>
      </w:r>
      <w:r>
        <w:rPr>
          <w:noProof/>
        </w:rPr>
        <w:pict>
          <v:line id="_x0000_s1273" style="position:absolute;left:0;text-align:left;z-index:251479552" from="142.85pt,15.35pt" to="157.05pt,15.35pt"/>
        </w:pict>
      </w:r>
      <w:r>
        <w:rPr>
          <w:noProof/>
        </w:rPr>
        <w:pict>
          <v:line id="_x0000_s1274" style="position:absolute;left:0;text-align:left;flip:y;z-index:251478528" from="142.85pt,15.35pt" to="142.85pt,29.55pt"/>
        </w:pict>
      </w:r>
      <w:r>
        <w:rPr>
          <w:noProof/>
        </w:rPr>
        <w:pict>
          <v:line id="_x0000_s1275" style="position:absolute;left:0;text-align:left;z-index:251475456" from="128.65pt,15.35pt" to="128.65pt,29.55pt"/>
        </w:pict>
      </w:r>
      <w:r>
        <w:rPr>
          <w:noProof/>
        </w:rPr>
        <w:pict>
          <v:line id="_x0000_s1276" style="position:absolute;left:0;text-align:left;z-index:251474432" from="114.45pt,15.35pt" to="128.65pt,15.35pt"/>
        </w:pict>
      </w:r>
      <w:r>
        <w:rPr>
          <w:noProof/>
        </w:rPr>
        <w:pict>
          <v:line id="_x0000_s1277" style="position:absolute;left:0;text-align:left;flip:y;z-index:251473408" from="114.45pt,15.35pt" to="114.45pt,29.55pt"/>
        </w:pict>
      </w:r>
      <w:r>
        <w:rPr>
          <w:noProof/>
        </w:rPr>
        <w:pict>
          <v:line id="_x0000_s1278" style="position:absolute;left:0;text-align:left;z-index:251471360" from="100.25pt,15.35pt" to="100.25pt,29.55pt"/>
        </w:pict>
      </w:r>
      <w:r>
        <w:rPr>
          <w:noProof/>
        </w:rPr>
        <w:pict>
          <v:line id="_x0000_s1279" style="position:absolute;left:0;text-align:left;z-index:251470336" from="86.05pt,15.35pt" to="100.25pt,15.35pt"/>
        </w:pict>
      </w:r>
      <w:r>
        <w:rPr>
          <w:noProof/>
        </w:rPr>
        <w:pict>
          <v:line id="_x0000_s1280" style="position:absolute;left:0;text-align:left;flip:y;z-index:251469312" from="86.05pt,15.35pt" to="86.05pt,29.55pt"/>
        </w:pict>
      </w:r>
      <w:r>
        <w:rPr>
          <w:noProof/>
        </w:rPr>
        <w:pict>
          <v:line id="_x0000_s1281" style="position:absolute;left:0;text-align:left;z-index:251466240" from="71.85pt,15.35pt" to="71.85pt,29.55pt"/>
        </w:pict>
      </w:r>
      <w:r>
        <w:rPr>
          <w:noProof/>
        </w:rPr>
        <w:pict>
          <v:line id="_x0000_s1282" style="position:absolute;left:0;text-align:left;z-index:251465216" from="57.65pt,15.35pt" to="71.85pt,15.35pt"/>
        </w:pict>
      </w:r>
      <w:r>
        <w:rPr>
          <w:noProof/>
        </w:rPr>
        <w:pict>
          <v:line id="_x0000_s1283" style="position:absolute;left:0;text-align:left;flip:y;z-index:251464192" from="57.65pt,15.35pt" to="57.65pt,29.55pt"/>
        </w:pict>
      </w:r>
      <w:r>
        <w:rPr>
          <w:noProof/>
        </w:rPr>
        <w:pict>
          <v:line id="_x0000_s1284" style="position:absolute;left:0;text-align:left;z-index:251406848" from="48.3pt,.3pt" to="259.95pt,.3pt">
            <v:stroke endarrow="block"/>
          </v:line>
        </w:pict>
      </w:r>
      <w:r>
        <w:rPr>
          <w:noProof/>
        </w:rPr>
        <w:pict>
          <v:line id="_x0000_s1285" style="position:absolute;left:0;text-align:left;z-index:251463168" from="222.4pt,0" to="229.5pt,0" o:allowincell="f"/>
        </w:pict>
      </w:r>
      <w:r>
        <w:rPr>
          <w:noProof/>
        </w:rPr>
        <w:pict>
          <v:line id="_x0000_s1286" style="position:absolute;left:0;text-align:left;z-index:251454976" from="194pt,0" to="201.1pt,0" o:allowincell="f"/>
        </w:pict>
      </w:r>
      <w:r>
        <w:rPr>
          <w:noProof/>
        </w:rPr>
        <w:pict>
          <v:line id="_x0000_s1287" style="position:absolute;left:0;text-align:left;z-index:251450880" from="179.8pt,0" to="186.9pt,0" o:allowincell="f"/>
        </w:pict>
      </w:r>
      <w:r>
        <w:rPr>
          <w:noProof/>
        </w:rPr>
        <w:pict>
          <v:line id="_x0000_s1288" style="position:absolute;left:0;text-align:left;z-index:251446784" from="165.6pt,0" to="172.7pt,0" o:allowincell="f"/>
        </w:pict>
      </w:r>
      <w:r>
        <w:rPr>
          <w:noProof/>
        </w:rPr>
        <w:pict>
          <v:line id="_x0000_s1289" style="position:absolute;left:0;text-align:left;z-index:251442688" from="151.4pt,0" to="158.5pt,0" o:allowincell="f"/>
        </w:pict>
      </w:r>
      <w:r>
        <w:rPr>
          <w:noProof/>
        </w:rPr>
        <w:pict>
          <v:line id="_x0000_s1290" style="position:absolute;left:0;text-align:left;z-index:251438592" from="137.2pt,0" to="144.3pt,0" o:allowincell="f"/>
        </w:pict>
      </w:r>
      <w:r>
        <w:rPr>
          <w:noProof/>
        </w:rPr>
        <w:pict>
          <v:line id="_x0000_s1291" style="position:absolute;left:0;text-align:left;z-index:251434496" from="123pt,0" to="130.1pt,0" o:allowincell="f"/>
        </w:pict>
      </w:r>
      <w:r>
        <w:rPr>
          <w:noProof/>
        </w:rPr>
        <w:pict>
          <v:line id="_x0000_s1292" style="position:absolute;left:0;text-align:left;z-index:251430400" from="108.8pt,0" to="115.9pt,0" o:allowincell="f"/>
        </w:pict>
      </w:r>
      <w:r>
        <w:rPr>
          <w:noProof/>
        </w:rPr>
        <w:pict>
          <v:line id="_x0000_s1293" style="position:absolute;left:0;text-align:left;z-index:251426304" from="94.6pt,0" to="101.7pt,0" o:allowincell="f"/>
        </w:pict>
      </w:r>
      <w:r>
        <w:rPr>
          <w:noProof/>
        </w:rPr>
        <w:pict>
          <v:line id="_x0000_s1294" style="position:absolute;left:0;text-align:left;z-index:251422208" from="80.4pt,0" to="87.5pt,0" o:allowincell="f"/>
        </w:pict>
      </w:r>
      <w:r>
        <w:rPr>
          <w:noProof/>
        </w:rPr>
        <w:pict>
          <v:line id="_x0000_s1295" style="position:absolute;left:0;text-align:left;z-index:251418112" from="66.2pt,0" to="73.3pt,0" o:allowincell="f"/>
        </w:pict>
      </w:r>
      <w:r>
        <w:rPr>
          <w:noProof/>
        </w:rPr>
        <w:pict>
          <v:line id="_x0000_s1296" style="position:absolute;left:0;text-align:left;z-index:251414016" from="52pt,0" to="59.1pt,0" o:allowincell="f"/>
        </w:pict>
      </w:r>
      <w:r>
        <w:rPr>
          <w:noProof/>
        </w:rPr>
        <w:pict>
          <v:line id="_x0000_s1297" style="position:absolute;left:0;text-align:left;z-index:251459072" from="208.2pt,0" to="215.3pt,0" o:allowincell="f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298" style="position:absolute;left:0;text-align:left;z-index:251485696" from="186.2pt,13.55pt" to="200.4pt,13.55pt"/>
        </w:pict>
      </w:r>
      <w:r>
        <w:rPr>
          <w:noProof/>
        </w:rPr>
        <w:pict>
          <v:line id="_x0000_s1299" style="position:absolute;left:0;text-align:left;z-index:251481600" from="157.8pt,13.55pt" to="172pt,13.55pt"/>
        </w:pict>
      </w:r>
      <w:r>
        <w:rPr>
          <w:noProof/>
        </w:rPr>
        <w:pict>
          <v:line id="_x0000_s1300" style="position:absolute;left:0;text-align:left;z-index:251477504" from="129.4pt,13.55pt" to="143.6pt,13.55pt"/>
        </w:pict>
      </w:r>
      <w:r>
        <w:rPr>
          <w:noProof/>
        </w:rPr>
        <w:pict>
          <v:line id="_x0000_s1301" style="position:absolute;left:0;text-align:left;z-index:251476480" from="129.4pt,13.55pt" to="143.6pt,13.55pt"/>
        </w:pict>
      </w:r>
      <w:r>
        <w:rPr>
          <w:noProof/>
        </w:rPr>
        <w:pict>
          <v:line id="_x0000_s1302" style="position:absolute;left:0;text-align:left;z-index:251472384" from="101pt,13.55pt" to="115.2pt,13.55pt"/>
        </w:pict>
      </w:r>
      <w:r>
        <w:rPr>
          <w:noProof/>
        </w:rPr>
        <w:pict>
          <v:line id="_x0000_s1303" style="position:absolute;left:0;text-align:left;z-index:251468288" from="72.6pt,13.55pt" to="86.8pt,13.55pt"/>
        </w:pict>
      </w:r>
      <w:r>
        <w:rPr>
          <w:noProof/>
        </w:rPr>
        <w:pict>
          <v:line id="_x0000_s1304" style="position:absolute;left:0;text-align:left;z-index:251467264" from="72.6pt,13.55pt" to="86.8pt,13.55pt"/>
        </w:pict>
      </w:r>
      <w:r>
        <w:rPr>
          <w:noProof/>
        </w:rPr>
        <w:pict>
          <v:line id="_x0000_s1305" style="position:absolute;left:0;text-align:left;z-index:251490816" from="214.6pt,13.55pt" to="228.8pt,13.55pt"/>
        </w:pict>
      </w:r>
      <w:r>
        <w:rPr>
          <w:noProof/>
        </w:rPr>
        <w:pict>
          <v:line id="_x0000_s1306" style="position:absolute;left:0;text-align:left;flip:x;z-index:251495936" from="46.8pt,13.55pt" to="57.1pt,13.55pt"/>
        </w:pict>
      </w:r>
      <w:r>
        <w:rPr>
          <w:noProof/>
        </w:rPr>
        <w:pict>
          <v:line id="_x0000_s1307" style="position:absolute;left:0;text-align:left;z-index:251486720" from="186.2pt,13.55pt" to="200.4pt,13.55pt"/>
        </w:pict>
      </w:r>
      <w:r w:rsidR="00BC63A2">
        <w:rPr>
          <w:color w:val="000000"/>
          <w:sz w:val="24"/>
          <w:szCs w:val="24"/>
        </w:rPr>
        <w:t xml:space="preserve">       </w:t>
      </w:r>
      <w:r w:rsidR="00BC63A2">
        <w:rPr>
          <w:color w:val="000000"/>
          <w:sz w:val="24"/>
          <w:szCs w:val="24"/>
          <w:lang w:val="en-US"/>
        </w:rPr>
        <w:t>Q</w:t>
      </w:r>
      <w:r w:rsidR="00BC63A2">
        <w:rPr>
          <w:color w:val="000000"/>
          <w:sz w:val="24"/>
          <w:szCs w:val="24"/>
        </w:rPr>
        <w:t>1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308" style="position:absolute;left:0;text-align:left;flip:y;z-index:251493888" from="47.55pt,11.05pt" to="47.55pt,25.3pt">
            <v:stroke endarrow="block"/>
          </v:line>
        </w:pict>
      </w:r>
      <w:r>
        <w:rPr>
          <w:noProof/>
        </w:rPr>
        <w:pict>
          <v:line id="_x0000_s1309" style="position:absolute;left:0;text-align:left;flip:y;z-index:251506176" from="72.95pt,11.4pt" to="101.05pt,11.4pt"/>
        </w:pict>
      </w:r>
      <w:r>
        <w:rPr>
          <w:noProof/>
        </w:rPr>
        <w:pict>
          <v:line id="_x0000_s1310" style="position:absolute;left:0;text-align:left;z-index:251508224" from="189pt,10.5pt" to="217.4pt,10.5pt"/>
        </w:pict>
      </w:r>
      <w:r>
        <w:rPr>
          <w:noProof/>
        </w:rPr>
        <w:pict>
          <v:line id="_x0000_s1311" style="position:absolute;left:0;text-align:left;z-index:251503104" from="131.9pt,10.8pt" to="158.85pt,10.8pt"/>
        </w:pict>
      </w:r>
      <w:r>
        <w:rPr>
          <w:noProof/>
        </w:rPr>
        <w:pict>
          <v:line id="_x0000_s1312" style="position:absolute;left:0;text-align:left;z-index:251510272" from="217.4pt,10.5pt" to="217.4pt,24pt"/>
        </w:pict>
      </w:r>
      <w:r>
        <w:rPr>
          <w:noProof/>
        </w:rPr>
        <w:pict>
          <v:line id="_x0000_s1313" style="position:absolute;left:0;text-align:left;flip:y;z-index:251509248" from="188.45pt,10.55pt" to="188.45pt,24.05pt"/>
        </w:pict>
      </w:r>
      <w:r>
        <w:rPr>
          <w:noProof/>
        </w:rPr>
        <w:pict>
          <v:line id="_x0000_s1314" style="position:absolute;left:0;text-align:left;z-index:251505152" from="159.75pt,10.75pt" to="159.75pt,24.95pt"/>
        </w:pict>
      </w:r>
      <w:r>
        <w:rPr>
          <w:noProof/>
        </w:rPr>
        <w:pict>
          <v:line id="_x0000_s1315" style="position:absolute;left:0;text-align:left;flip:y;z-index:251502080" from="131.3pt,10.15pt" to="131.3pt,24.35pt"/>
        </w:pict>
      </w:r>
      <w:r>
        <w:rPr>
          <w:noProof/>
        </w:rPr>
        <w:pict>
          <v:line id="_x0000_s1316" style="position:absolute;left:0;text-align:left;z-index:251500032" from="100.9pt,10.8pt" to="100.9pt,25pt"/>
        </w:pict>
      </w:r>
      <w:r>
        <w:rPr>
          <w:noProof/>
        </w:rPr>
        <w:pict>
          <v:line id="_x0000_s1317" style="position:absolute;left:0;text-align:left;flip:y;z-index:251497984" from="71.8pt,10.15pt" to="71.8pt,24.35pt"/>
        </w:pict>
      </w:r>
      <w:r>
        <w:rPr>
          <w:noProof/>
        </w:rPr>
        <w:pict>
          <v:line id="_x0000_s1318" style="position:absolute;left:0;text-align:left;z-index:251408896" from="49.05pt,-.45pt" to="262pt,-.45pt">
            <v:stroke endarrow="block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319" style="position:absolute;left:0;text-align:left;z-index:251507200" from="101.7pt,8.8pt" to="130.4pt,8.8pt"/>
        </w:pict>
      </w:r>
      <w:r>
        <w:rPr>
          <w:noProof/>
        </w:rPr>
        <w:pict>
          <v:line id="_x0000_s1320" style="position:absolute;left:0;text-align:left;z-index:251504128" from="160.25pt,8.3pt" to="187.2pt,8.3pt"/>
        </w:pict>
      </w:r>
      <w:r>
        <w:rPr>
          <w:noProof/>
        </w:rPr>
        <w:pict>
          <v:line id="_x0000_s1321" style="position:absolute;left:0;text-align:left;z-index:251409920" from="48.15pt,10.2pt" to="262.35pt,10.2pt">
            <v:stroke endarrow="block"/>
          </v:line>
        </w:pict>
      </w:r>
      <w:r>
        <w:rPr>
          <w:noProof/>
        </w:rPr>
        <w:pict>
          <v:line id="_x0000_s1322" style="position:absolute;left:0;text-align:left;z-index:251501056" from="217.35pt,8.45pt" to="231.55pt,8.45pt"/>
        </w:pict>
      </w:r>
      <w:r>
        <w:rPr>
          <w:noProof/>
        </w:rPr>
        <w:pict>
          <v:line id="_x0000_s1323" style="position:absolute;left:0;text-align:left;z-index:251496960" from="48.95pt,8.8pt" to="72.1pt,8.8pt"/>
        </w:pict>
      </w:r>
      <w:r w:rsidR="00BC63A2">
        <w:rPr>
          <w:color w:val="000000"/>
          <w:sz w:val="24"/>
          <w:szCs w:val="24"/>
        </w:rPr>
        <w:t xml:space="preserve">       </w:t>
      </w:r>
      <w:r w:rsidR="00BC63A2">
        <w:rPr>
          <w:color w:val="000000"/>
          <w:sz w:val="24"/>
          <w:szCs w:val="24"/>
          <w:lang w:val="en-US"/>
        </w:rPr>
        <w:t>Q</w:t>
      </w:r>
      <w:r w:rsidR="00BC63A2">
        <w:rPr>
          <w:color w:val="000000"/>
          <w:sz w:val="24"/>
          <w:szCs w:val="24"/>
        </w:rPr>
        <w:t>2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324" style="position:absolute;left:0;text-align:left;flip:y;z-index:251494912" from="46.8pt,6.5pt" to="46.8pt,23.6pt">
            <v:stroke endarrow="block"/>
          </v:line>
        </w:pict>
      </w:r>
      <w:r>
        <w:rPr>
          <w:noProof/>
        </w:rPr>
        <w:pict>
          <v:line id="_x0000_s1325" style="position:absolute;left:0;text-align:left;z-index:251516416" from="221.05pt,10.9pt" to="236.45pt,10.9pt"/>
        </w:pict>
      </w:r>
      <w:r>
        <w:rPr>
          <w:noProof/>
        </w:rPr>
        <w:pict>
          <v:line id="_x0000_s1326" style="position:absolute;left:0;text-align:left;z-index:251513344" from="162.55pt,9.4pt" to="162.55pt,22.9pt"/>
        </w:pict>
      </w:r>
      <w:r>
        <w:rPr>
          <w:noProof/>
        </w:rPr>
        <w:pict>
          <v:line id="_x0000_s1327" style="position:absolute;left:0;text-align:left;flip:y;z-index:251511296" from="103.4pt,9.4pt" to="103.4pt,22.9pt"/>
        </w:pict>
      </w:r>
      <w:r>
        <w:rPr>
          <w:noProof/>
        </w:rPr>
        <w:pict>
          <v:line id="_x0000_s1328" style="position:absolute;left:0;text-align:left;flip:y;z-index:251515392" from="221.05pt,10.05pt" to="221.05pt,22.9pt"/>
        </w:pict>
      </w:r>
      <w:r>
        <w:rPr>
          <w:noProof/>
        </w:rPr>
        <w:pict>
          <v:line id="_x0000_s1329" style="position:absolute;left:0;text-align:left;z-index:251512320" from="103.4pt,9.4pt" to="162.55pt,9.4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330" style="position:absolute;left:0;text-align:left;flip:y;z-index:251499008" from="47.05pt,7.15pt" to="104pt,7.15pt"/>
        </w:pict>
      </w:r>
      <w:r>
        <w:rPr>
          <w:noProof/>
        </w:rPr>
        <w:pict>
          <v:line id="_x0000_s1331" style="position:absolute;left:0;text-align:left;z-index:251514368" from="162.55pt,6.9pt" to="221.05pt,6.9pt"/>
        </w:pict>
      </w:r>
      <w:r>
        <w:rPr>
          <w:noProof/>
        </w:rPr>
        <w:pict>
          <v:line id="_x0000_s1332" style="position:absolute;left:0;text-align:left;z-index:251407872" from="46.65pt,8.8pt" to="261.5pt,8.8pt">
            <v:stroke endarrow="block"/>
          </v:line>
        </w:pict>
      </w:r>
      <w:r w:rsidR="00BC63A2">
        <w:rPr>
          <w:color w:val="000000"/>
          <w:sz w:val="24"/>
          <w:szCs w:val="24"/>
        </w:rPr>
        <w:t xml:space="preserve">      </w:t>
      </w:r>
      <w:r w:rsidR="00BC63A2">
        <w:rPr>
          <w:color w:val="000000"/>
          <w:sz w:val="24"/>
          <w:szCs w:val="24"/>
          <w:lang w:val="en-US"/>
        </w:rPr>
        <w:t>Q</w:t>
      </w:r>
      <w:r w:rsidR="00BC63A2">
        <w:rPr>
          <w:color w:val="000000"/>
          <w:sz w:val="24"/>
          <w:szCs w:val="24"/>
        </w:rPr>
        <w:t>3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 максимальное время задержки создаваемое счетчиком происходит при переключении третьего триггера, поэтому максимальное время задержки счетчика есть сумма времени задержки на каждом триггере с момента поступления положительного перепада на вход С, </w:t>
      </w:r>
      <w:r>
        <w:rPr>
          <w:color w:val="000000"/>
          <w:sz w:val="24"/>
          <w:szCs w:val="24"/>
          <w:lang w:val="en-US"/>
        </w:rPr>
        <w:t>t</w:t>
      </w:r>
      <w:proofErr w:type="spellStart"/>
      <w:r>
        <w:rPr>
          <w:color w:val="000000"/>
          <w:sz w:val="24"/>
          <w:szCs w:val="24"/>
        </w:rPr>
        <w:t>мзc</w:t>
      </w:r>
      <w:proofErr w:type="spellEnd"/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тр1+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тр2+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тр3;  </w:t>
      </w:r>
      <w:r>
        <w:rPr>
          <w:color w:val="000000"/>
          <w:sz w:val="24"/>
          <w:szCs w:val="24"/>
          <w:lang w:val="en-US"/>
        </w:rPr>
        <w:t>t</w:t>
      </w:r>
      <w:proofErr w:type="spellStart"/>
      <w:r>
        <w:rPr>
          <w:color w:val="000000"/>
          <w:sz w:val="24"/>
          <w:szCs w:val="24"/>
        </w:rPr>
        <w:t>мзс</w:t>
      </w:r>
      <w:proofErr w:type="spellEnd"/>
      <w:r>
        <w:rPr>
          <w:color w:val="000000"/>
          <w:sz w:val="24"/>
          <w:szCs w:val="24"/>
        </w:rPr>
        <w:t>=3*</w:t>
      </w:r>
      <w:r>
        <w:rPr>
          <w:color w:val="000000"/>
          <w:sz w:val="24"/>
          <w:szCs w:val="24"/>
          <w:lang w:val="en-US"/>
        </w:rPr>
        <w:t>t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t</w:t>
      </w:r>
      <w:proofErr w:type="spellStart"/>
      <w:r>
        <w:rPr>
          <w:color w:val="000000"/>
          <w:sz w:val="24"/>
          <w:szCs w:val="24"/>
        </w:rPr>
        <w:t>мзс</w:t>
      </w:r>
      <w:proofErr w:type="spellEnd"/>
      <w:r>
        <w:rPr>
          <w:color w:val="000000"/>
          <w:sz w:val="24"/>
          <w:szCs w:val="24"/>
        </w:rPr>
        <w:t xml:space="preserve">=3*55; </w:t>
      </w:r>
      <w:r>
        <w:rPr>
          <w:color w:val="000000"/>
          <w:sz w:val="24"/>
          <w:szCs w:val="24"/>
          <w:lang w:val="en-US"/>
        </w:rPr>
        <w:t>t</w:t>
      </w:r>
      <w:proofErr w:type="spellStart"/>
      <w:r>
        <w:rPr>
          <w:color w:val="000000"/>
          <w:sz w:val="24"/>
          <w:szCs w:val="24"/>
        </w:rPr>
        <w:t>мзс</w:t>
      </w:r>
      <w:proofErr w:type="spellEnd"/>
      <w:r>
        <w:rPr>
          <w:color w:val="000000"/>
          <w:sz w:val="24"/>
          <w:szCs w:val="24"/>
        </w:rPr>
        <w:t>=165нс.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1.13. Суммирующий счетчик находится в нулевом состоянии. В каком состоянии он будет находиться после подачи 64 и 67 входных импульсов?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как счетчик считает до 23 , при 64 импульсах мы будем иметь состояния входов в состоянии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1=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2=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3=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, так как 64 кратно 23 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67 импульсах состояния входов будет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1= 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2=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3=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, так как  67- 64=3, третий импульс соответствует счету 2.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 Разработать схему не инвертирующего усилителя сумматора на 3 входа со следующими коэффициентами суммирования по каждому из входов: 2; 5; 7. Рассчитать значение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 xml:space="preserve"> при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вх1=1 В,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вх2=0.2 В,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вх3=0.05 В. Сопротивление обратной связи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ос=10 кОм.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33" type="#_x0000_t202" style="position:absolute;left:0;text-align:left;margin-left:237.75pt;margin-top:-8.25pt;width:16.5pt;height:14.25pt;z-index:251756032" stroked="f">
            <v:textbox style="mso-next-textbox:#_x0000_s1333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oc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34" type="#_x0000_t202" style="position:absolute;left:0;text-align:left;margin-left:75.75pt;margin-top:-6.75pt;width:11.25pt;height:12.75pt;z-index:251751936" stroked="f">
            <v:textbox style="mso-next-textbox:#_x0000_s1334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35" style="position:absolute;left:0;text-align:left;z-index:251748864" from="276.75pt,13.5pt" to="276.75pt,47.25pt">
            <v:stroke endarrow="oval" endarrowwidth="narrow" endarrowlength="short"/>
          </v:line>
        </w:pict>
      </w:r>
      <w:r>
        <w:rPr>
          <w:noProof/>
        </w:rPr>
        <w:pict>
          <v:line id="_x0000_s1336" style="position:absolute;left:0;text-align:left;z-index:251747840" from="261.75pt,13.5pt" to="276.75pt,13.5pt"/>
        </w:pict>
      </w:r>
      <w:r>
        <w:rPr>
          <w:noProof/>
        </w:rPr>
        <w:pict>
          <v:line id="_x0000_s1337" style="position:absolute;left:0;text-align:left;z-index:251731456" from="141.75pt,13.5pt" to="141.75pt,36pt">
            <v:stroke startarrow="oval" startarrowwidth="narrow" startarrowlength="short"/>
          </v:line>
        </w:pict>
      </w:r>
      <w:r>
        <w:rPr>
          <w:noProof/>
        </w:rPr>
        <w:pict>
          <v:line id="_x0000_s1338" style="position:absolute;left:0;text-align:left;z-index:251729408" from="29.25pt,13.5pt" to="29.25pt,26.25pt"/>
        </w:pict>
      </w:r>
      <w:r>
        <w:rPr>
          <w:noProof/>
        </w:rPr>
        <w:pict>
          <v:line id="_x0000_s1339" style="position:absolute;left:0;text-align:left;flip:x;z-index:251728384" from="29.25pt,13.5pt" to="66.75pt,13.5pt"/>
        </w:pict>
      </w:r>
      <w:r>
        <w:rPr>
          <w:noProof/>
        </w:rPr>
        <w:pict>
          <v:rect id="_x0000_s1340" style="position:absolute;left:0;text-align:left;margin-left:234.75pt;margin-top:8.25pt;width:27pt;height:11.25pt;z-index:251721216"/>
        </w:pict>
      </w:r>
      <w:r>
        <w:rPr>
          <w:noProof/>
        </w:rPr>
        <w:pict>
          <v:line id="_x0000_s1341" style="position:absolute;left:0;text-align:left;z-index:251727360" from="94.5pt,13.5pt" to="234.75pt,13.5pt"/>
        </w:pict>
      </w:r>
      <w:r>
        <w:rPr>
          <w:noProof/>
        </w:rPr>
        <w:pict>
          <v:rect id="_x0000_s1342" style="position:absolute;left:0;text-align:left;margin-left:66.75pt;margin-top:8.25pt;width:27pt;height:11.25pt;z-index:251722240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43" type="#_x0000_t202" style="position:absolute;left:0;text-align:left;margin-left:180.15pt;margin-top:10.15pt;width:9.75pt;height:12.75pt;z-index:251734528" stroked="f">
            <v:textbox style="mso-next-textbox:#_x0000_s1343" inset="0,0,0,0">
              <w:txbxContent>
                <w:p w:rsidR="00BC63A2" w:rsidRDefault="00BC63A2">
                  <w:r>
                    <w:sym w:font="Symbol" w:char="F0D1"/>
                  </w:r>
                </w:p>
              </w:txbxContent>
            </v:textbox>
          </v:shape>
        </w:pict>
      </w:r>
      <w:r>
        <w:rPr>
          <w:noProof/>
        </w:rPr>
        <w:pict>
          <v:line id="_x0000_s1344" style="position:absolute;left:0;text-align:left;z-index:251733504" from="192pt,9.4pt" to="192pt,55.9pt"/>
        </w:pict>
      </w:r>
      <w:r>
        <w:rPr>
          <w:noProof/>
        </w:rPr>
        <w:pict>
          <v:line id="_x0000_s1345" style="position:absolute;left:0;text-align:left;z-index:251730432" from="22.5pt,10.15pt" to="36pt,10.15pt"/>
        </w:pict>
      </w:r>
      <w:r>
        <w:rPr>
          <w:noProof/>
        </w:rPr>
        <w:pict>
          <v:rect id="_x0000_s1346" style="position:absolute;left:0;text-align:left;margin-left:177pt;margin-top:8.65pt;width:33.75pt;height:47.25pt;z-index:251720192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47" type="#_x0000_t202" style="position:absolute;left:0;text-align:left;margin-left:46.5pt;margin-top:2.3pt;width:16.5pt;height:14.25pt;z-index:251752960" stroked="f">
            <v:textbox style="mso-next-textbox:#_x0000_s1347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R’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48" style="position:absolute;left:0;text-align:left;z-index:251746816" from="210pt,15.05pt" to="305.25pt,15.05pt">
            <v:stroke endarrow="oval" endarrowwidth="wide" endarrowlength="long"/>
          </v:line>
        </w:pict>
      </w:r>
      <w:r>
        <w:rPr>
          <w:noProof/>
        </w:rPr>
        <w:pict>
          <v:line id="_x0000_s1349" style="position:absolute;left:0;text-align:left;z-index:251732480" from="141.75pt,3.8pt" to="177pt,3.8pt">
            <v:stroke endarrow="oval"/>
          </v:line>
        </w:pict>
      </w:r>
      <w:r>
        <w:rPr>
          <w:noProof/>
        </w:rPr>
        <w:pict>
          <v:rect id="_x0000_s1350" style="position:absolute;left:0;text-align:left;margin-left:67.5pt;margin-top:14.3pt;width:27pt;height:11.25pt;z-index:251725312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51" type="#_x0000_t202" style="position:absolute;left:0;text-align:left;margin-left:45.75pt;margin-top:6.45pt;width:16.5pt;height:14.25pt;z-index:251753984" stroked="f">
            <v:textbox style="mso-next-textbox:#_x0000_s1351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R’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52" style="position:absolute;left:0;text-align:left;z-index:251739648" from="113.25pt,11.7pt" to="177pt,11.7pt">
            <v:stroke startarrow="oval" startarrowwidth="narrow" startarrowlength="short"/>
          </v:line>
        </w:pict>
      </w:r>
      <w:r>
        <w:rPr>
          <w:noProof/>
        </w:rPr>
        <w:pict>
          <v:line id="_x0000_s1353" style="position:absolute;left:0;text-align:left;z-index:251742720" from="113.1pt,3.45pt" to="113.1pt,42.45pt">
            <v:stroke startarrowwidth="narrow" startarrowlength="short" endarrow="oval" endarrowwidth="narrow" endarrowlength="short"/>
          </v:line>
        </w:pict>
      </w:r>
      <w:r>
        <w:rPr>
          <w:noProof/>
        </w:rPr>
        <w:pict>
          <v:line id="_x0000_s1354" style="position:absolute;left:0;text-align:left;z-index:251740672" from="95.25pt,3.45pt" to="114.75pt,3.45pt"/>
        </w:pict>
      </w:r>
      <w:r>
        <w:rPr>
          <w:noProof/>
        </w:rPr>
        <w:pict>
          <v:line id="_x0000_s1355" style="position:absolute;left:0;text-align:left;flip:x;z-index:251735552" from="35.25pt,3.45pt" to="67.5pt,3.45pt">
            <v:stroke startarrowwidth="wide" startarrowlength="long" endarrow="oval" endarrowwidth="wide" endarrowlength="long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56" type="#_x0000_t202" style="position:absolute;left:0;text-align:left;margin-left:156pt;margin-top:9.85pt;width:16.5pt;height:14.25pt;z-index:251757056" stroked="f">
            <v:textbox style="mso-next-textbox:#_x0000_s1356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R’</w:t>
                  </w:r>
                  <w:r>
                    <w:rPr>
                      <w:vertAlign w:val="subscript"/>
                      <w:lang w:val="en-US"/>
                    </w:rPr>
                    <w:t>oc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357" type="#_x0000_t202" style="position:absolute;left:0;text-align:left;margin-left:45pt;margin-top:9.1pt;width:16.5pt;height:14.25pt;z-index:251755008" stroked="f">
            <v:textbox style="mso-next-textbox:#_x0000_s1357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R’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58" style="position:absolute;left:0;text-align:left;z-index:251741696" from="94.5pt,6.25pt" to="112.5pt,6.25pt">
            <v:stroke endarrow="oval" endarrowwidth="narrow" endarrowlength="short"/>
          </v:line>
        </w:pict>
      </w:r>
      <w:r>
        <w:rPr>
          <w:noProof/>
        </w:rPr>
        <w:pict>
          <v:line id="_x0000_s1359" style="position:absolute;left:0;text-align:left;flip:x;z-index:251736576" from="35.25pt,6.25pt" to="66.75pt,6.25pt">
            <v:stroke endarrow="oval" endarrowwidth="wide" endarrowlength="long"/>
          </v:line>
        </w:pict>
      </w:r>
      <w:r>
        <w:rPr>
          <w:noProof/>
        </w:rPr>
        <w:pict>
          <v:rect id="_x0000_s1360" style="position:absolute;left:0;text-align:left;margin-left:66.75pt;margin-top:.85pt;width:27pt;height:11.25pt;z-index:251723264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361" style="position:absolute;left:0;text-align:left;flip:x;z-index:251737600" from="35.25pt,9.65pt" to="67.5pt,9.65pt">
            <v:stroke endarrow="oval" endarrowwidth="wide" endarrowlength="long"/>
          </v:line>
        </w:pict>
      </w:r>
      <w:r>
        <w:rPr>
          <w:noProof/>
        </w:rPr>
        <w:pict>
          <v:line id="_x0000_s1362" style="position:absolute;left:0;text-align:left;flip:y;z-index:251750912" from="305.25pt,4.25pt" to="305.25pt,22.25pt">
            <v:stroke endarrow="oval" endarrowwidth="wide" endarrowlength="long"/>
          </v:line>
        </w:pict>
      </w:r>
      <w:r>
        <w:rPr>
          <w:noProof/>
        </w:rPr>
        <w:pict>
          <v:line id="_x0000_s1363" style="position:absolute;left:0;text-align:left;z-index:251744768" from="219pt,10.25pt" to="219pt,18.5pt"/>
        </w:pict>
      </w:r>
      <w:r>
        <w:rPr>
          <w:noProof/>
        </w:rPr>
        <w:pict>
          <v:line id="_x0000_s1364" style="position:absolute;left:0;text-align:left;z-index:251743744" from="205.5pt,10.25pt" to="218.25pt,10.25pt"/>
        </w:pict>
      </w:r>
      <w:r>
        <w:rPr>
          <w:noProof/>
        </w:rPr>
        <w:pict>
          <v:rect id="_x0000_s1365" style="position:absolute;left:0;text-align:left;margin-left:177.75pt;margin-top:4.25pt;width:27pt;height:11.25pt;z-index:251726336"/>
        </w:pict>
      </w:r>
      <w:r>
        <w:rPr>
          <w:noProof/>
        </w:rPr>
        <w:pict>
          <v:line id="_x0000_s1366" style="position:absolute;left:0;text-align:left;z-index:251738624" from="94.5pt,10.25pt" to="177pt,10.25pt"/>
        </w:pict>
      </w:r>
      <w:r>
        <w:rPr>
          <w:noProof/>
        </w:rPr>
        <w:pict>
          <v:rect id="_x0000_s1367" style="position:absolute;left:0;text-align:left;margin-left:67.5pt;margin-top:4.25pt;width:27pt;height:11.25pt;z-index:251724288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noProof/>
        </w:rPr>
        <w:pict>
          <v:line id="_x0000_s1368" style="position:absolute;left:0;text-align:left;z-index:251749888" from="299.25pt,6.15pt" to="312.75pt,6.15pt"/>
        </w:pict>
      </w:r>
      <w:r>
        <w:rPr>
          <w:noProof/>
        </w:rPr>
        <w:pict>
          <v:line id="_x0000_s1369" style="position:absolute;left:0;text-align:left;z-index:251745792" from="213pt,2.4pt" to="226.5pt,2.4pt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>=U1+U2+...Un;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R’o.c</w:t>
      </w:r>
      <w:proofErr w:type="spellEnd"/>
      <w:r>
        <w:rPr>
          <w:color w:val="000000"/>
          <w:sz w:val="24"/>
          <w:szCs w:val="24"/>
          <w:lang w:val="en-US"/>
        </w:rPr>
        <w:t xml:space="preserve">=10 </w:t>
      </w:r>
      <w:proofErr w:type="spellStart"/>
      <w:r>
        <w:rPr>
          <w:color w:val="000000"/>
          <w:sz w:val="24"/>
          <w:szCs w:val="24"/>
          <w:lang w:val="en-US"/>
        </w:rPr>
        <w:t>KOm</w:t>
      </w:r>
      <w:proofErr w:type="spellEnd"/>
      <w:r>
        <w:rPr>
          <w:color w:val="000000"/>
          <w:sz w:val="24"/>
          <w:szCs w:val="24"/>
          <w:lang w:val="en-US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Ro.c</w:t>
      </w:r>
      <w:proofErr w:type="spellEnd"/>
      <w:r>
        <w:rPr>
          <w:color w:val="000000"/>
          <w:sz w:val="24"/>
          <w:szCs w:val="24"/>
          <w:lang w:val="en-US"/>
        </w:rPr>
        <w:t>/R1=</w:t>
      </w:r>
      <w:proofErr w:type="spellStart"/>
      <w:r>
        <w:rPr>
          <w:color w:val="000000"/>
          <w:sz w:val="24"/>
          <w:szCs w:val="24"/>
          <w:lang w:val="en-US"/>
        </w:rPr>
        <w:t>R’o.c</w:t>
      </w:r>
      <w:proofErr w:type="spellEnd"/>
      <w:r>
        <w:rPr>
          <w:color w:val="000000"/>
          <w:sz w:val="24"/>
          <w:szCs w:val="24"/>
          <w:lang w:val="en-US"/>
        </w:rPr>
        <w:t>/R’1+R’o.c/R’2+...+</w:t>
      </w:r>
      <w:proofErr w:type="spellStart"/>
      <w:r>
        <w:rPr>
          <w:color w:val="000000"/>
          <w:sz w:val="24"/>
          <w:szCs w:val="24"/>
          <w:lang w:val="en-US"/>
        </w:rPr>
        <w:t>R’o.c</w:t>
      </w:r>
      <w:proofErr w:type="spellEnd"/>
      <w:r>
        <w:rPr>
          <w:color w:val="000000"/>
          <w:sz w:val="24"/>
          <w:szCs w:val="24"/>
          <w:lang w:val="en-US"/>
        </w:rPr>
        <w:t>/</w:t>
      </w:r>
      <w:proofErr w:type="spellStart"/>
      <w:r>
        <w:rPr>
          <w:color w:val="000000"/>
          <w:sz w:val="24"/>
          <w:szCs w:val="24"/>
          <w:lang w:val="en-US"/>
        </w:rPr>
        <w:t>R’n</w:t>
      </w:r>
      <w:proofErr w:type="spellEnd"/>
      <w:r>
        <w:rPr>
          <w:color w:val="000000"/>
          <w:sz w:val="24"/>
          <w:szCs w:val="24"/>
          <w:lang w:val="en-US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>=2U1+5U2+7U3;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R’1=</w:t>
      </w:r>
      <w:proofErr w:type="spellStart"/>
      <w:r>
        <w:rPr>
          <w:color w:val="000000"/>
          <w:sz w:val="24"/>
          <w:szCs w:val="24"/>
          <w:lang w:val="en-US"/>
        </w:rPr>
        <w:t>R’o.c</w:t>
      </w:r>
      <w:proofErr w:type="spellEnd"/>
      <w:r>
        <w:rPr>
          <w:color w:val="000000"/>
          <w:sz w:val="24"/>
          <w:szCs w:val="24"/>
          <w:lang w:val="en-US"/>
        </w:rPr>
        <w:t xml:space="preserve">/2=5 </w:t>
      </w:r>
      <w:proofErr w:type="spellStart"/>
      <w:r>
        <w:rPr>
          <w:color w:val="000000"/>
          <w:sz w:val="24"/>
          <w:szCs w:val="24"/>
          <w:lang w:val="en-US"/>
        </w:rPr>
        <w:t>KOm</w:t>
      </w:r>
      <w:proofErr w:type="spellEnd"/>
      <w:r>
        <w:rPr>
          <w:color w:val="000000"/>
          <w:sz w:val="24"/>
          <w:szCs w:val="24"/>
          <w:lang w:val="en-US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R’2=</w:t>
      </w:r>
      <w:proofErr w:type="spellStart"/>
      <w:r>
        <w:rPr>
          <w:color w:val="000000"/>
          <w:sz w:val="24"/>
          <w:szCs w:val="24"/>
          <w:lang w:val="en-US"/>
        </w:rPr>
        <w:t>R’o.c</w:t>
      </w:r>
      <w:proofErr w:type="spellEnd"/>
      <w:r>
        <w:rPr>
          <w:color w:val="000000"/>
          <w:sz w:val="24"/>
          <w:szCs w:val="24"/>
          <w:lang w:val="en-US"/>
        </w:rPr>
        <w:t xml:space="preserve">/5=2 </w:t>
      </w:r>
      <w:proofErr w:type="spellStart"/>
      <w:r>
        <w:rPr>
          <w:color w:val="000000"/>
          <w:sz w:val="24"/>
          <w:szCs w:val="24"/>
          <w:lang w:val="en-US"/>
        </w:rPr>
        <w:t>KOm</w:t>
      </w:r>
      <w:proofErr w:type="spellEnd"/>
      <w:r>
        <w:rPr>
          <w:color w:val="000000"/>
          <w:sz w:val="24"/>
          <w:szCs w:val="24"/>
          <w:lang w:val="en-US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R’3=</w:t>
      </w:r>
      <w:proofErr w:type="spellStart"/>
      <w:r>
        <w:rPr>
          <w:color w:val="000000"/>
          <w:sz w:val="24"/>
          <w:szCs w:val="24"/>
          <w:lang w:val="en-US"/>
        </w:rPr>
        <w:t>R’o.c</w:t>
      </w:r>
      <w:proofErr w:type="spellEnd"/>
      <w:r>
        <w:rPr>
          <w:color w:val="000000"/>
          <w:sz w:val="24"/>
          <w:szCs w:val="24"/>
          <w:lang w:val="en-US"/>
        </w:rPr>
        <w:t xml:space="preserve">/7=1.42 </w:t>
      </w:r>
      <w:proofErr w:type="spellStart"/>
      <w:r>
        <w:rPr>
          <w:color w:val="000000"/>
          <w:sz w:val="24"/>
          <w:szCs w:val="24"/>
          <w:lang w:val="en-US"/>
        </w:rPr>
        <w:t>KOm</w:t>
      </w:r>
      <w:proofErr w:type="spellEnd"/>
      <w:r>
        <w:rPr>
          <w:color w:val="000000"/>
          <w:sz w:val="24"/>
          <w:szCs w:val="24"/>
          <w:lang w:val="en-US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Ro.c</w:t>
      </w:r>
      <w:proofErr w:type="spellEnd"/>
      <w:r>
        <w:rPr>
          <w:color w:val="000000"/>
          <w:sz w:val="24"/>
          <w:szCs w:val="24"/>
          <w:lang w:val="en-US"/>
        </w:rPr>
        <w:t>/R1=10KOm/5KOm+10KOm/2KOm+10KOm/1.42KOm;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R1=10KOm/2+5+7=10KOm/14=714 Om;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>=2*1+5*0.2+7*0.05=3.35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 Разработать схему </w:t>
      </w:r>
      <w:proofErr w:type="spellStart"/>
      <w:r>
        <w:rPr>
          <w:color w:val="000000"/>
          <w:sz w:val="24"/>
          <w:szCs w:val="24"/>
        </w:rPr>
        <w:t>трехвходового</w:t>
      </w:r>
      <w:proofErr w:type="spellEnd"/>
      <w:r>
        <w:rPr>
          <w:color w:val="000000"/>
          <w:sz w:val="24"/>
          <w:szCs w:val="24"/>
        </w:rPr>
        <w:t xml:space="preserve"> суммирующего интегратора со следующими постоянными интегрирования: </w:t>
      </w:r>
      <w:r>
        <w:rPr>
          <w:color w:val="000000"/>
          <w:sz w:val="24"/>
          <w:szCs w:val="24"/>
        </w:rPr>
        <w:sym w:font="Symbol" w:char="F074"/>
      </w:r>
      <w:r>
        <w:rPr>
          <w:color w:val="000000"/>
          <w:sz w:val="24"/>
          <w:szCs w:val="24"/>
        </w:rPr>
        <w:t xml:space="preserve">=7 </w:t>
      </w:r>
      <w:proofErr w:type="spellStart"/>
      <w:r>
        <w:rPr>
          <w:color w:val="000000"/>
          <w:sz w:val="24"/>
          <w:szCs w:val="24"/>
        </w:rPr>
        <w:t>мс</w:t>
      </w:r>
      <w:proofErr w:type="spellEnd"/>
      <w:r>
        <w:rPr>
          <w:color w:val="000000"/>
          <w:sz w:val="24"/>
          <w:szCs w:val="24"/>
        </w:rPr>
        <w:t xml:space="preserve">. Рассчитать и начертить значение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 xml:space="preserve"> при  постоянных значениях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вх1=0.1 В,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вх2=0.2 В,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вх3=0.05 В на участке изменения выходного напряжения от 0 до напряжения насыщения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нас=10 В. Конденсатор в цепи отрицательной обратной связи </w:t>
      </w:r>
      <w:proofErr w:type="spellStart"/>
      <w:r>
        <w:rPr>
          <w:color w:val="000000"/>
          <w:sz w:val="24"/>
          <w:szCs w:val="24"/>
        </w:rPr>
        <w:t>Сос</w:t>
      </w:r>
      <w:proofErr w:type="spellEnd"/>
      <w:r>
        <w:rPr>
          <w:color w:val="000000"/>
          <w:sz w:val="24"/>
          <w:szCs w:val="24"/>
        </w:rPr>
        <w:t>= 100нФ.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70" type="#_x0000_t202" style="position:absolute;left:0;text-align:left;margin-left:13.5pt;margin-top:.9pt;width:16.5pt;height:14.25pt;z-index:251788800" stroked="f">
            <v:textbox style="mso-next-textbox:#_x0000_s1370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71" style="position:absolute;left:0;text-align:left;z-index:251776512" from="116.85pt,9pt" to="116.85pt,49.5pt">
            <v:stroke startarrow="oval" startarrowwidth="narrow" startarrowlength="short" endarrowwidth="narrow" endarrowlength="short"/>
          </v:line>
        </w:pict>
      </w:r>
      <w:r>
        <w:rPr>
          <w:noProof/>
        </w:rPr>
        <w:pict>
          <v:line id="_x0000_s1372" style="position:absolute;left:0;text-align:left;z-index:251787776" from="270pt,.15pt" to="270pt,17.4pt"/>
        </w:pict>
      </w:r>
      <w:r>
        <w:rPr>
          <w:noProof/>
        </w:rPr>
        <w:pict>
          <v:line id="_x0000_s1373" style="position:absolute;left:0;text-align:left;z-index:251786752" from="262.5pt,.15pt" to="262.5pt,17.4pt"/>
        </w:pict>
      </w:r>
      <w:r>
        <w:rPr>
          <w:noProof/>
        </w:rPr>
        <w:pict>
          <v:line id="_x0000_s1374" style="position:absolute;left:0;text-align:left;z-index:251762176" from="118.5pt,9.15pt" to="261.75pt,9.15pt"/>
        </w:pict>
      </w:r>
      <w:r>
        <w:rPr>
          <w:noProof/>
        </w:rPr>
        <w:pict>
          <v:line id="_x0000_s1375" style="position:absolute;left:0;text-align:left;z-index:251778560" from="270.75pt,9.15pt" to="300.75pt,9.15pt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76" type="#_x0000_t202" style="position:absolute;left:0;text-align:left;margin-left:205.65pt;margin-top:5.8pt;width:7.5pt;height:10.5pt;z-index:251769344" stroked="f">
            <v:textbox style="mso-next-textbox:#_x0000_s1376" inset="0,0,0,0">
              <w:txbxContent>
                <w:p w:rsidR="00BC63A2" w:rsidRDefault="00BC63A2">
                  <w:r>
                    <w:sym w:font="Symbol" w:char="F0D1"/>
                  </w:r>
                </w:p>
              </w:txbxContent>
            </v:textbox>
          </v:shape>
        </w:pict>
      </w:r>
      <w:r>
        <w:rPr>
          <w:noProof/>
        </w:rPr>
        <w:pict>
          <v:shape id="_x0000_s1377" type="#_x0000_t202" style="position:absolute;left:0;text-align:left;margin-left:11.25pt;margin-top:4.3pt;width:16.5pt;height:14.25pt;z-index:251789824" stroked="f">
            <v:textbox style="mso-next-textbox:#_x0000_s1377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78" type="#_x0000_t202" style="position:absolute;left:0;text-align:left;margin-left:48.75pt;margin-top:14.8pt;width:16.5pt;height:14.25pt;z-index:251784704" stroked="f">
            <v:textbox style="mso-next-textbox:#_x0000_s1378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79" type="#_x0000_t202" style="position:absolute;left:0;text-align:left;margin-left:49.5pt;margin-top:-3.95pt;width:16.5pt;height:14.25pt;z-index:251783680" stroked="f">
            <v:textbox style="mso-next-textbox:#_x0000_s1379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0" type="#_x0000_t202" style="position:absolute;left:0;text-align:left;margin-left:50.25pt;margin-top:-24.2pt;width:16.5pt;height:14.25pt;z-index:251782656" stroked="f">
            <v:textbox style="mso-next-textbox:#_x0000_s1380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81" style="position:absolute;left:0;text-align:left;z-index:251775488" from="98.25pt,11.95pt" to="116.25pt,11.95pt">
            <v:stroke endarrow="oval" endarrowwidth="narrow" endarrowlength="short"/>
          </v:line>
        </w:pict>
      </w:r>
      <w:r>
        <w:rPr>
          <w:noProof/>
        </w:rPr>
        <w:pict>
          <v:line id="_x0000_s1382" style="position:absolute;left:0;text-align:left;z-index:251774464" from="99pt,-6.95pt" to="118.5pt,-6.95pt"/>
        </w:pict>
      </w:r>
      <w:r>
        <w:rPr>
          <w:noProof/>
        </w:rPr>
        <w:pict>
          <v:line id="_x0000_s1383" style="position:absolute;left:0;text-align:left;flip:x;z-index:251772416" from="39pt,31.45pt" to="71.25pt,31.45pt">
            <v:stroke endarrow="oval" endarrowwidth="wide" endarrowlength="long"/>
          </v:line>
        </w:pict>
      </w:r>
      <w:r>
        <w:rPr>
          <w:noProof/>
        </w:rPr>
        <w:pict>
          <v:line id="_x0000_s1384" style="position:absolute;left:0;text-align:left;flip:x;z-index:251771392" from="39pt,11.95pt" to="70.5pt,11.95pt">
            <v:stroke endarrow="oval" endarrowwidth="wide" endarrowlength="long"/>
          </v:line>
        </w:pict>
      </w:r>
      <w:r>
        <w:rPr>
          <w:noProof/>
        </w:rPr>
        <w:pict>
          <v:line id="_x0000_s1385" style="position:absolute;left:0;text-align:left;flip:x;z-index:251770368" from="39pt,-6.95pt" to="71.25pt,-6.95pt">
            <v:stroke startarrowwidth="wide" startarrowlength="long" endarrow="oval" endarrowwidth="wide" endarrowlength="long"/>
          </v:line>
        </w:pict>
      </w:r>
      <w:r>
        <w:rPr>
          <w:noProof/>
        </w:rPr>
        <w:pict>
          <v:rect id="_x0000_s1386" style="position:absolute;left:0;text-align:left;margin-left:71.25pt;margin-top:-12.2pt;width:27pt;height:11.25pt;z-index:251761152"/>
        </w:pict>
      </w:r>
      <w:r>
        <w:rPr>
          <w:noProof/>
        </w:rPr>
        <w:pict>
          <v:rect id="_x0000_s1387" style="position:absolute;left:0;text-align:left;margin-left:71.25pt;margin-top:26.05pt;width:27pt;height:11.25pt;z-index:251760128"/>
        </w:pict>
      </w:r>
      <w:r>
        <w:rPr>
          <w:noProof/>
        </w:rPr>
        <w:pict>
          <v:rect id="_x0000_s1388" style="position:absolute;left:0;text-align:left;margin-left:70.5pt;margin-top:6.55pt;width:27pt;height:11.25pt;z-index:251759104"/>
        </w:pict>
      </w:r>
      <w:r>
        <w:rPr>
          <w:noProof/>
        </w:rPr>
        <w:pict>
          <v:shape id="_x0000_s1389" type="#_x0000_t202" style="position:absolute;left:0;text-align:left;margin-left:261.75pt;margin-top:-28.7pt;width:16.5pt;height:14.25pt;z-index:251785728" stroked="f">
            <v:textbox style="mso-next-textbox:#_x0000_s1389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C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90" style="position:absolute;left:0;text-align:left;z-index:251779584" from="300.75pt,-6.95pt" to="300.75pt,26.8pt">
            <v:stroke endarrow="oval" endarrowwidth="narrow" endarrowlength="short"/>
          </v:line>
        </w:pict>
      </w:r>
      <w:r>
        <w:rPr>
          <w:noProof/>
        </w:rPr>
        <w:pict>
          <v:line id="_x0000_s1391" style="position:absolute;left:0;text-align:left;z-index:251777536" from="234pt,26.8pt" to="329.25pt,26.8pt">
            <v:stroke endarrow="oval" endarrowwidth="wide" endarrowlength="long"/>
          </v:line>
        </w:pict>
      </w:r>
      <w:r>
        <w:rPr>
          <w:noProof/>
        </w:rPr>
        <w:pict>
          <v:line id="_x0000_s1392" style="position:absolute;left:0;text-align:left;z-index:251768320" from="3in,5.05pt" to="3in,51.55pt"/>
        </w:pict>
      </w:r>
      <w:r>
        <w:rPr>
          <w:noProof/>
        </w:rPr>
        <w:pict>
          <v:line id="_x0000_s1393" style="position:absolute;left:0;text-align:left;z-index:251767296" from="165.75pt,15.55pt" to="201pt,15.55pt">
            <v:stroke endarrow="oval"/>
          </v:line>
        </w:pict>
      </w:r>
      <w:r>
        <w:rPr>
          <w:noProof/>
        </w:rPr>
        <w:pict>
          <v:line id="_x0000_s1394" style="position:absolute;left:0;text-align:left;z-index:251766272" from="165.75pt,-6.95pt" to="165.75pt,15.55pt">
            <v:stroke startarrow="oval" startarrowwidth="narrow" startarrowlength="short"/>
          </v:line>
        </w:pict>
      </w:r>
      <w:r>
        <w:rPr>
          <w:noProof/>
        </w:rPr>
        <w:pict>
          <v:rect id="_x0000_s1395" style="position:absolute;left:0;text-align:left;margin-left:201pt;margin-top:4.3pt;width:33.75pt;height:47.25pt;z-index:251758080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396" type="#_x0000_t202" style="position:absolute;left:0;text-align:left;margin-left:343.5pt;margin-top:9.95pt;width:19.5pt;height:15pt;z-index:251791872" stroked="f">
            <v:textbox style="mso-next-textbox:#_x0000_s1396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proofErr w:type="spellStart"/>
                  <w:r>
                    <w:rPr>
                      <w:vertAlign w:val="subscript"/>
                    </w:rPr>
                    <w:t>вых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397" type="#_x0000_t202" style="position:absolute;left:0;text-align:left;margin-left:12pt;margin-top:9.95pt;width:16.5pt;height:14.25pt;z-index:251790848" stroked="f">
            <v:textbox style="mso-next-textbox:#_x0000_s1397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398" style="position:absolute;left:0;text-align:left;z-index:251764224" from="137.25pt,8.85pt" to="137.25pt,20.85pt"/>
        </w:pict>
      </w:r>
      <w:r>
        <w:rPr>
          <w:noProof/>
        </w:rPr>
        <w:pict>
          <v:line id="_x0000_s1399" style="position:absolute;left:0;text-align:left;z-index:251765248" from="130.5pt,20.85pt" to="2in,20.85pt"/>
        </w:pict>
      </w:r>
      <w:r>
        <w:rPr>
          <w:noProof/>
        </w:rPr>
        <w:pict>
          <v:line id="_x0000_s1400" style="position:absolute;left:0;text-align:left;flip:x;z-index:251763200" from="96.75pt,.6pt" to="117pt,.6pt"/>
        </w:pict>
      </w:r>
      <w:r>
        <w:rPr>
          <w:noProof/>
        </w:rPr>
        <w:pict>
          <v:line id="_x0000_s1401" style="position:absolute;left:0;text-align:left;z-index:251773440" from="137.25pt,8.85pt" to="201pt,8.85pt">
            <v:stroke startarrowwidth="narrow" startarrowlength="short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402" style="position:absolute;left:0;text-align:left;flip:y;z-index:251781632" from="330pt,-6.5pt" to="330pt,11.5pt">
            <v:stroke endarrow="oval" endarrowwidth="wide" endarrowlength="long"/>
          </v:line>
        </w:pict>
      </w:r>
      <w:r>
        <w:rPr>
          <w:noProof/>
        </w:rPr>
        <w:pict>
          <v:line id="_x0000_s1403" style="position:absolute;left:0;text-align:left;z-index:251780608" from="324pt,11.5pt" to="337.5pt,11.5pt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   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>=-1/R1*C1</w:t>
      </w:r>
      <w:r>
        <w:rPr>
          <w:color w:val="000000"/>
          <w:sz w:val="24"/>
          <w:szCs w:val="24"/>
          <w:lang w:val="en-US"/>
        </w:rPr>
        <w:sym w:font="Symbol" w:char="F0F2"/>
      </w:r>
      <w:r>
        <w:rPr>
          <w:color w:val="000000"/>
          <w:sz w:val="24"/>
          <w:szCs w:val="24"/>
          <w:lang w:val="en-US"/>
        </w:rPr>
        <w:t>(U1+U2+...+Un)d;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1=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2=...</w:t>
      </w:r>
      <w:r>
        <w:rPr>
          <w:color w:val="000000"/>
          <w:sz w:val="24"/>
          <w:szCs w:val="24"/>
          <w:lang w:val="en-US"/>
        </w:rPr>
        <w:t>Rn</w:t>
      </w:r>
      <w:r>
        <w:rPr>
          <w:color w:val="000000"/>
          <w:sz w:val="24"/>
          <w:szCs w:val="24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  <w:lang w:val="en-US"/>
        </w:rPr>
        <w:t>ic</w:t>
      </w:r>
      <w:proofErr w:type="spellEnd"/>
      <w:r>
        <w:rPr>
          <w:color w:val="000000"/>
          <w:sz w:val="24"/>
          <w:szCs w:val="24"/>
        </w:rPr>
        <w:t>=</w:t>
      </w:r>
      <w:proofErr w:type="spellStart"/>
      <w:r>
        <w:rPr>
          <w:color w:val="000000"/>
          <w:sz w:val="24"/>
          <w:szCs w:val="24"/>
          <w:lang w:val="en-US"/>
        </w:rPr>
        <w:t>iR</w:t>
      </w:r>
      <w:proofErr w:type="spellEnd"/>
      <w:r>
        <w:rPr>
          <w:color w:val="000000"/>
          <w:sz w:val="24"/>
          <w:szCs w:val="24"/>
        </w:rPr>
        <w:t>1+</w:t>
      </w:r>
      <w:proofErr w:type="spellStart"/>
      <w:r>
        <w:rPr>
          <w:color w:val="000000"/>
          <w:sz w:val="24"/>
          <w:szCs w:val="24"/>
          <w:lang w:val="en-US"/>
        </w:rPr>
        <w:t>iR</w:t>
      </w:r>
      <w:proofErr w:type="spellEnd"/>
      <w:r>
        <w:rPr>
          <w:color w:val="000000"/>
          <w:sz w:val="24"/>
          <w:szCs w:val="24"/>
        </w:rPr>
        <w:t>2+...+</w:t>
      </w:r>
      <w:proofErr w:type="spellStart"/>
      <w:r>
        <w:rPr>
          <w:color w:val="000000"/>
          <w:sz w:val="24"/>
          <w:szCs w:val="24"/>
          <w:lang w:val="en-US"/>
        </w:rPr>
        <w:t>iRn</w:t>
      </w:r>
      <w:proofErr w:type="spellEnd"/>
      <w:r>
        <w:rPr>
          <w:color w:val="000000"/>
          <w:sz w:val="24"/>
          <w:szCs w:val="24"/>
        </w:rPr>
        <w:t xml:space="preserve"> так что,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-C(</w:t>
      </w:r>
      <w:proofErr w:type="spellStart"/>
      <w:r>
        <w:rPr>
          <w:color w:val="000000"/>
          <w:sz w:val="24"/>
          <w:szCs w:val="24"/>
          <w:lang w:val="en-US"/>
        </w:rPr>
        <w:t>dU</w:t>
      </w:r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>/</w:t>
      </w:r>
      <w:proofErr w:type="spellStart"/>
      <w:r>
        <w:rPr>
          <w:color w:val="000000"/>
          <w:sz w:val="24"/>
          <w:szCs w:val="24"/>
          <w:lang w:val="en-US"/>
        </w:rPr>
        <w:t>dt</w:t>
      </w:r>
      <w:proofErr w:type="spellEnd"/>
      <w:r>
        <w:rPr>
          <w:color w:val="000000"/>
          <w:sz w:val="24"/>
          <w:szCs w:val="24"/>
          <w:lang w:val="en-US"/>
        </w:rPr>
        <w:t>)=(U1/R1)+(U2/R2)+...+(Un/Rn);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  <w:lang w:val="en-US"/>
        </w:rPr>
        <w:t xml:space="preserve"> R1=R2=...=Rn </w:t>
      </w:r>
      <w:r>
        <w:rPr>
          <w:color w:val="000000"/>
          <w:sz w:val="24"/>
          <w:szCs w:val="24"/>
        </w:rPr>
        <w:t>имеем</w:t>
      </w:r>
      <w:r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dU</w:t>
      </w:r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>=-(U1+U2+...+Un)/C1R1.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Проинтегрировав это равенство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>=-1/RC</w:t>
      </w:r>
      <w:r w:rsidR="00C922B3">
        <w:rPr>
          <w:color w:val="000000"/>
          <w:sz w:val="24"/>
          <w:szCs w:val="24"/>
          <w:lang w:val="en-US"/>
        </w:rPr>
        <w:pict>
          <v:shape id="_x0000_i1028" type="#_x0000_t75" style="width:30.75pt;height:39.75pt">
            <v:imagedata r:id="rId7" o:title=""/>
          </v:shape>
        </w:pict>
      </w:r>
      <w:r>
        <w:rPr>
          <w:color w:val="000000"/>
          <w:sz w:val="24"/>
          <w:szCs w:val="24"/>
          <w:lang w:val="en-US"/>
        </w:rPr>
        <w:t>(U1+U2+...+Un)</w:t>
      </w:r>
      <w:proofErr w:type="spellStart"/>
      <w:r>
        <w:rPr>
          <w:color w:val="000000"/>
          <w:sz w:val="24"/>
          <w:szCs w:val="24"/>
          <w:lang w:val="en-US"/>
        </w:rPr>
        <w:t>dt</w:t>
      </w:r>
      <w:proofErr w:type="spellEnd"/>
      <w:r>
        <w:rPr>
          <w:color w:val="000000"/>
          <w:sz w:val="24"/>
          <w:szCs w:val="24"/>
          <w:lang w:val="en-US"/>
        </w:rPr>
        <w:t>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sym w:font="Symbol" w:char="F074"/>
      </w:r>
      <w:r>
        <w:rPr>
          <w:color w:val="000000"/>
          <w:sz w:val="24"/>
          <w:szCs w:val="24"/>
          <w:lang w:val="en-US"/>
        </w:rPr>
        <w:t>=R*C;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7*10-3=R*100*10-9;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1=7*10-3/100*10-9;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 xml:space="preserve">1=70 </w:t>
      </w:r>
      <w:proofErr w:type="spellStart"/>
      <w:r>
        <w:rPr>
          <w:color w:val="000000"/>
          <w:sz w:val="24"/>
          <w:szCs w:val="24"/>
          <w:lang w:val="en-US"/>
        </w:rPr>
        <w:t>kO</w:t>
      </w:r>
      <w:proofErr w:type="spellEnd"/>
      <w:r>
        <w:rPr>
          <w:color w:val="000000"/>
          <w:sz w:val="24"/>
          <w:szCs w:val="24"/>
        </w:rPr>
        <w:t>м;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так как </w:t>
      </w:r>
      <w:r>
        <w:rPr>
          <w:color w:val="000000"/>
          <w:sz w:val="24"/>
          <w:szCs w:val="24"/>
        </w:rPr>
        <w:sym w:font="Symbol" w:char="F074"/>
      </w:r>
      <w:r>
        <w:rPr>
          <w:color w:val="000000"/>
          <w:sz w:val="24"/>
          <w:szCs w:val="24"/>
        </w:rPr>
        <w:t xml:space="preserve"> для всех входов равно одному  времени интегрирования следует, что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1=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2=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3.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max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 xml:space="preserve"> =10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 – напряжению насыщения 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min 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  <w:lang w:val="en-US"/>
        </w:rPr>
        <w:t xml:space="preserve"> = 0B 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10B=(-1/(70*103Om*100*10-9F))*0.35B*t;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10/(-1/70000*100*10-9)*0.35=0.2c;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Докажите, что дифференциальный усилитель может выполнять математическую операцию вычитания двух чисел.</w: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04" type="#_x0000_t202" style="position:absolute;left:0;text-align:left;margin-left:267.75pt;margin-top:7.95pt;width:13.5pt;height:12.75pt;z-index:251814400" stroked="f">
            <v:textbox style="mso-next-textbox:#_x0000_s1404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proofErr w:type="spellStart"/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ос</w:t>
                  </w:r>
                  <w:proofErr w:type="spellEnd"/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05" type="#_x0000_t202" style="position:absolute;left:0;text-align:left;margin-left:44.25pt;margin-top:9.85pt;width:12pt;height:14.25pt;z-index:251817472" stroked="f">
            <v:textbox style="mso-next-textbox:#_x0000_s1405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_x0000_s1406" style="position:absolute;left:0;text-align:left;margin-left:263.25pt;margin-top:12.1pt;width:27pt;height:11.25pt;z-index:251836928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07" type="#_x0000_t202" style="position:absolute;left:0;text-align:left;margin-left:43.5pt;margin-top:12.5pt;width:11.25pt;height:14.25pt;z-index:251818496" stroked="f">
            <v:textbox style="mso-next-textbox:#_x0000_s1407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08" style="position:absolute;left:0;text-align:left;z-index:251810304" from="291.75pt,2pt" to="323.25pt,2pt"/>
        </w:pict>
      </w:r>
      <w:r>
        <w:rPr>
          <w:noProof/>
        </w:rPr>
        <w:pict>
          <v:line id="_x0000_s1409" style="position:absolute;left:0;text-align:left;z-index:251795968" from="141pt,2pt" to="262.5pt,2pt"/>
        </w:pict>
      </w:r>
      <w:r>
        <w:rPr>
          <w:noProof/>
        </w:rPr>
        <w:pict>
          <v:line id="_x0000_s1410" style="position:absolute;left:0;text-align:left;flip:x;z-index:251808256" from="139.35pt,1.85pt" to="139.35pt,22.1pt">
            <v:stroke startarrow="oval" startarrowwidth="narrow" startarrowlength="short" endarrowwidth="narrow" endarrowlength="short"/>
          </v:line>
        </w:pict>
      </w:r>
      <w:r>
        <w:rPr>
          <w:noProof/>
        </w:rPr>
        <w:pict>
          <v:shape id="_x0000_s1411" type="#_x0000_t202" style="position:absolute;left:0;text-align:left;margin-left:366pt;margin-top:35pt;width:19.5pt;height:15pt;z-index:251819520" stroked="f">
            <v:textbox style="mso-next-textbox:#_x0000_s1411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proofErr w:type="spellStart"/>
                  <w:r>
                    <w:rPr>
                      <w:vertAlign w:val="subscript"/>
                    </w:rPr>
                    <w:t>вых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412" type="#_x0000_t202" style="position:absolute;left:0;text-align:left;margin-left:1in;margin-top:5pt;width:16.5pt;height:14.25pt;z-index:251816448" stroked="f">
            <v:textbox style="mso-next-textbox:#_x0000_s1412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3" type="#_x0000_t202" style="position:absolute;left:0;text-align:left;margin-left:72.75pt;margin-top:-15.25pt;width:16.5pt;height:14.25pt;z-index:251815424" stroked="f">
            <v:textbox style="mso-next-textbox:#_x0000_s1413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14" style="position:absolute;left:0;text-align:left;flip:y;z-index:251813376" from="352.5pt,50.75pt" to="352.5pt,68.75pt">
            <v:stroke endarrow="oval" endarrowwidth="wide" endarrowlength="long"/>
          </v:line>
        </w:pict>
      </w:r>
      <w:r>
        <w:rPr>
          <w:noProof/>
        </w:rPr>
        <w:pict>
          <v:line id="_x0000_s1415" style="position:absolute;left:0;text-align:left;z-index:251812352" from="346.5pt,68.75pt" to="5in,68.75pt"/>
        </w:pict>
      </w:r>
      <w:r>
        <w:rPr>
          <w:noProof/>
        </w:rPr>
        <w:pict>
          <v:line id="_x0000_s1416" style="position:absolute;left:0;text-align:left;z-index:251811328" from="323.25pt,2pt" to="323.25pt,35.75pt">
            <v:stroke endarrow="oval" endarrowwidth="narrow" endarrowlength="short"/>
          </v:line>
        </w:pict>
      </w:r>
      <w:r>
        <w:rPr>
          <w:noProof/>
        </w:rPr>
        <w:pict>
          <v:line id="_x0000_s1417" style="position:absolute;left:0;text-align:left;z-index:251809280" from="256.5pt,35.75pt" to="351.75pt,35.75pt">
            <v:stroke endarrow="oval" endarrowwidth="wide" endarrowlength="long"/>
          </v:line>
        </w:pict>
      </w:r>
      <w:r>
        <w:rPr>
          <w:noProof/>
        </w:rPr>
        <w:pict>
          <v:line id="_x0000_s1418" style="position:absolute;left:0;text-align:left;z-index:251807232" from="120.75pt,20.9pt" to="138.75pt,20.9pt">
            <v:stroke endarrowwidth="narrow" endarrowlength="short"/>
          </v:line>
        </w:pict>
      </w:r>
      <w:r>
        <w:rPr>
          <w:noProof/>
        </w:rPr>
        <w:pict>
          <v:line id="_x0000_s1419" style="position:absolute;left:0;text-align:left;z-index:251806208" from="121.5pt,2pt" to="141pt,2pt"/>
        </w:pict>
      </w:r>
      <w:r>
        <w:rPr>
          <w:noProof/>
        </w:rPr>
        <w:pict>
          <v:line id="_x0000_s1420" style="position:absolute;left:0;text-align:left;flip:x;z-index:251804160" from="61.5pt,20.9pt" to="93pt,20.9pt">
            <v:stroke endarrow="oval" endarrowwidth="wide" endarrowlength="long"/>
          </v:line>
        </w:pict>
      </w:r>
      <w:r>
        <w:rPr>
          <w:noProof/>
        </w:rPr>
        <w:pict>
          <v:line id="_x0000_s1421" style="position:absolute;left:0;text-align:left;flip:x;z-index:251803136" from="61.5pt,2pt" to="93.75pt,2pt">
            <v:stroke startarrowwidth="wide" startarrowlength="long" endarrow="oval" endarrowwidth="wide" endarrowlength="long"/>
          </v:line>
        </w:pict>
      </w:r>
      <w:r>
        <w:rPr>
          <w:noProof/>
        </w:rPr>
        <w:pict>
          <v:shape id="_x0000_s1422" type="#_x0000_t202" style="position:absolute;left:0;text-align:left;margin-left:226.65pt;margin-top:14.75pt;width:9.75pt;height:12.75pt;z-index:251802112" stroked="f">
            <v:textbox style="mso-next-textbox:#_x0000_s1422" inset="0,0,0,0">
              <w:txbxContent>
                <w:p w:rsidR="00BC63A2" w:rsidRDefault="00BC63A2">
                  <w:r>
                    <w:sym w:font="Symbol" w:char="F0D1"/>
                  </w:r>
                </w:p>
              </w:txbxContent>
            </v:textbox>
          </v:shape>
        </w:pict>
      </w:r>
      <w:r>
        <w:rPr>
          <w:noProof/>
        </w:rPr>
        <w:pict>
          <v:line id="_x0000_s1423" style="position:absolute;left:0;text-align:left;z-index:251801088" from="238.5pt,14pt" to="238.5pt,60.5pt"/>
        </w:pict>
      </w:r>
      <w:r>
        <w:rPr>
          <w:noProof/>
        </w:rPr>
        <w:pict>
          <v:line id="_x0000_s1424" style="position:absolute;left:0;text-align:left;z-index:251800064" from="188.25pt,24.5pt" to="223.5pt,24.5pt">
            <v:stroke endarrow="oval"/>
          </v:line>
        </w:pict>
      </w:r>
      <w:r>
        <w:rPr>
          <w:noProof/>
        </w:rPr>
        <w:pict>
          <v:line id="_x0000_s1425" style="position:absolute;left:0;text-align:left;z-index:251799040" from="188.25pt,2pt" to="188.25pt,24.5pt">
            <v:stroke startarrow="oval" startarrowwidth="narrow" startarrowlength="short"/>
          </v:line>
        </w:pict>
      </w:r>
      <w:r>
        <w:rPr>
          <w:noProof/>
        </w:rPr>
        <w:pict>
          <v:rect id="_x0000_s1426" style="position:absolute;left:0;text-align:left;margin-left:93.75pt;margin-top:-3.25pt;width:27pt;height:11.25pt;z-index:251794944"/>
        </w:pict>
      </w:r>
      <w:r>
        <w:rPr>
          <w:noProof/>
        </w:rPr>
        <w:pict>
          <v:rect id="_x0000_s1427" style="position:absolute;left:0;text-align:left;margin-left:93pt;margin-top:15.5pt;width:27pt;height:11.25pt;z-index:251793920"/>
        </w:pict>
      </w:r>
      <w:r>
        <w:rPr>
          <w:noProof/>
        </w:rPr>
        <w:pict>
          <v:rect id="_x0000_s1428" style="position:absolute;left:0;text-align:left;margin-left:223.5pt;margin-top:13.25pt;width:33.75pt;height:47.25pt;z-index:251792896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29" type="#_x0000_t202" style="position:absolute;left:0;text-align:left;margin-left:174.75pt;margin-top:9.2pt;width:13.5pt;height:12.75pt;z-index:251827712" stroked="f">
            <v:textbox style="mso-next-textbox:#_x0000_s1429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</w:rPr>
                    <w:t>ос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30" style="position:absolute;left:0;text-align:left;flip:x;z-index:251796992" from="152.25pt,2.45pt" to="152.25pt,30.95pt"/>
        </w:pict>
      </w:r>
      <w:r>
        <w:rPr>
          <w:noProof/>
        </w:rPr>
        <w:pict>
          <v:line id="_x0000_s1431" style="position:absolute;left:0;text-align:left;z-index:251805184" from="152.25pt,1.7pt" to="223.5pt,1.7pt">
            <v:stroke startarrowwidth="narrow" startarrowlength="short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32" type="#_x0000_t202" style="position:absolute;left:0;text-align:left;margin-left:45.75pt;margin-top:6.6pt;width:15.75pt;height:14.25pt;z-index:251830784" stroked="f">
            <v:textbox style="mso-next-textbox:#_x0000_s1432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33" style="position:absolute;left:0;text-align:left;z-index:251833856" from="152.25pt,14.85pt" to="166.5pt,14.85pt"/>
        </w:pict>
      </w:r>
      <w:r>
        <w:rPr>
          <w:noProof/>
        </w:rPr>
        <w:pict>
          <v:line id="_x0000_s1434" style="position:absolute;left:0;text-align:left;flip:y;z-index:251832832" from="210.75pt,14.1pt" to="210.75pt,41.85pt"/>
        </w:pict>
      </w:r>
      <w:r>
        <w:rPr>
          <w:noProof/>
        </w:rPr>
        <w:pict>
          <v:line id="_x0000_s1435" style="position:absolute;left:0;text-align:left;z-index:251834880" from="192.75pt,14.1pt" to="210.75pt,14.1pt"/>
        </w:pict>
      </w:r>
      <w:r>
        <w:rPr>
          <w:noProof/>
        </w:rPr>
        <w:pict>
          <v:rect id="_x0000_s1436" style="position:absolute;left:0;text-align:left;margin-left:166.5pt;margin-top:9.6pt;width:27pt;height:11.25pt;z-index:251820544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rect id="_x0000_s1437" style="position:absolute;left:0;text-align:left;margin-left:106.5pt;margin-top:11.5pt;width:27pt;height:11.25pt;z-index:251835904"/>
        </w:pict>
      </w:r>
      <w:r>
        <w:rPr>
          <w:noProof/>
        </w:rPr>
        <w:pict>
          <v:shape id="_x0000_s1438" type="#_x0000_t202" style="position:absolute;left:0;text-align:left;margin-left:45.75pt;margin-top:10pt;width:16.5pt;height:14.25pt;z-index:251831808" stroked="f">
            <v:textbox style="mso-next-textbox:#_x0000_s1438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9" type="#_x0000_t202" style="position:absolute;left:0;text-align:left;margin-left:84pt;margin-top:1.75pt;width:16.5pt;height:14.25pt;z-index:251829760" stroked="f">
            <v:textbox style="mso-next-textbox:#_x0000_s1439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R’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0" type="#_x0000_t202" style="position:absolute;left:0;text-align:left;margin-left:84.75pt;margin-top:-18.5pt;width:16.5pt;height:14.25pt;z-index:251828736" stroked="f">
            <v:textbox style="mso-next-textbox:#_x0000_s1440" inset="0,0,0,0">
              <w:txbxContent>
                <w:p w:rsidR="00BC63A2" w:rsidRDefault="00BC63A2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R’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41" style="position:absolute;left:0;text-align:left;flip:x;z-index:251826688" from="151.35pt,-1.4pt" to="151.35pt,18.85pt">
            <v:stroke startarrow="oval" startarrowwidth="narrow" startarrowlength="short" endarrowwidth="narrow" endarrowlength="short"/>
          </v:line>
        </w:pict>
      </w:r>
      <w:r>
        <w:rPr>
          <w:noProof/>
        </w:rPr>
        <w:pict>
          <v:line id="_x0000_s1442" style="position:absolute;left:0;text-align:left;z-index:251825664" from="132.75pt,17.65pt" to="150.75pt,17.65pt">
            <v:stroke endarrowwidth="narrow" endarrowlength="short"/>
          </v:line>
        </w:pict>
      </w:r>
      <w:r>
        <w:rPr>
          <w:noProof/>
        </w:rPr>
        <w:pict>
          <v:line id="_x0000_s1443" style="position:absolute;left:0;text-align:left;z-index:251824640" from="133.5pt,-1.25pt" to="153pt,-1.25pt"/>
        </w:pict>
      </w:r>
      <w:r>
        <w:rPr>
          <w:noProof/>
        </w:rPr>
        <w:pict>
          <v:line id="_x0000_s1444" style="position:absolute;left:0;text-align:left;flip:x;z-index:251823616" from="73.5pt,17.65pt" to="105pt,17.65pt">
            <v:stroke endarrow="oval" endarrowwidth="wide" endarrowlength="long"/>
          </v:line>
        </w:pict>
      </w:r>
      <w:r>
        <w:rPr>
          <w:noProof/>
        </w:rPr>
        <w:pict>
          <v:line id="_x0000_s1445" style="position:absolute;left:0;text-align:left;flip:x;z-index:251822592" from="73.5pt,-1.25pt" to="105.75pt,-1.25pt">
            <v:stroke startarrowwidth="wide" startarrowlength="long" endarrow="oval" endarrowwidth="wide" endarrowlength="long"/>
          </v:line>
        </w:pict>
      </w:r>
      <w:r>
        <w:rPr>
          <w:noProof/>
        </w:rPr>
        <w:pict>
          <v:rect id="_x0000_s1446" style="position:absolute;left:0;text-align:left;margin-left:105.75pt;margin-top:-6.5pt;width:27pt;height:11.25pt;z-index:251821568"/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447" style="position:absolute;left:0;text-align:left;z-index:251798016" from="204pt,9.65pt" to="217.5pt,9.65pt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3(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</w:t>
      </w:r>
      <w:proofErr w:type="spellStart"/>
      <w:r>
        <w:rPr>
          <w:color w:val="000000"/>
          <w:sz w:val="24"/>
          <w:szCs w:val="24"/>
          <w:lang w:val="en-US"/>
        </w:rPr>
        <w:t>oc</w:t>
      </w:r>
      <w:proofErr w:type="spellEnd"/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’1)+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4(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</w:t>
      </w:r>
      <w:proofErr w:type="spellStart"/>
      <w:r>
        <w:rPr>
          <w:color w:val="000000"/>
          <w:sz w:val="24"/>
          <w:szCs w:val="24"/>
          <w:lang w:val="en-US"/>
        </w:rPr>
        <w:t>oc</w:t>
      </w:r>
      <w:proofErr w:type="spellEnd"/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’2)-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1(</w:t>
      </w:r>
      <w:r>
        <w:rPr>
          <w:color w:val="000000"/>
          <w:sz w:val="24"/>
          <w:szCs w:val="24"/>
          <w:lang w:val="en-US"/>
        </w:rPr>
        <w:t>Roc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1)-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2(</w:t>
      </w:r>
      <w:r>
        <w:rPr>
          <w:color w:val="000000"/>
          <w:sz w:val="24"/>
          <w:szCs w:val="24"/>
          <w:lang w:val="en-US"/>
        </w:rPr>
        <w:t>Roc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2);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</w:t>
      </w:r>
      <w:r>
        <w:rPr>
          <w:color w:val="000000"/>
          <w:sz w:val="24"/>
          <w:szCs w:val="24"/>
          <w:lang w:val="en-US"/>
        </w:rPr>
        <w:t>Roc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1+</w:t>
      </w:r>
      <w:r>
        <w:rPr>
          <w:color w:val="000000"/>
          <w:sz w:val="24"/>
          <w:szCs w:val="24"/>
          <w:lang w:val="en-US"/>
        </w:rPr>
        <w:t>Roc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2=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</w:t>
      </w:r>
      <w:proofErr w:type="spellStart"/>
      <w:r>
        <w:rPr>
          <w:color w:val="000000"/>
          <w:sz w:val="24"/>
          <w:szCs w:val="24"/>
          <w:lang w:val="en-US"/>
        </w:rPr>
        <w:t>oc</w:t>
      </w:r>
      <w:proofErr w:type="spellEnd"/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’1+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</w:t>
      </w:r>
      <w:proofErr w:type="spellStart"/>
      <w:r>
        <w:rPr>
          <w:color w:val="000000"/>
          <w:sz w:val="24"/>
          <w:szCs w:val="24"/>
          <w:lang w:val="en-US"/>
        </w:rPr>
        <w:t>oc</w:t>
      </w:r>
      <w:proofErr w:type="spellEnd"/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’2;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2.7. Начертить гистерезисную схему сравнения двух напряжений. Объяснить принцип ее работы.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48" type="#_x0000_t202" style="position:absolute;left:0;text-align:left;margin-left:366pt;margin-top:35pt;width:19.5pt;height:15pt;z-index:251895296" stroked="f">
            <v:textbox style="mso-next-textbox:#_x0000_s1448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proofErr w:type="spellStart"/>
                  <w:r>
                    <w:rPr>
                      <w:vertAlign w:val="subscript"/>
                    </w:rPr>
                    <w:t>вых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line id="_x0000_s1449" style="position:absolute;left:0;text-align:left;flip:y;z-index:251893248" from="352.5pt,50.75pt" to="352.5pt,68.75pt">
            <v:stroke endarrow="oval" endarrowwidth="wide" endarrowlength="long"/>
          </v:line>
        </w:pict>
      </w:r>
      <w:r>
        <w:rPr>
          <w:noProof/>
        </w:rPr>
        <w:pict>
          <v:line id="_x0000_s1450" style="position:absolute;left:0;text-align:left;z-index:251892224" from="346.5pt,68.75pt" to="5in,68.75pt"/>
        </w:pict>
      </w:r>
      <w:r>
        <w:rPr>
          <w:noProof/>
        </w:rPr>
        <w:pict>
          <v:line id="_x0000_s1451" style="position:absolute;left:0;text-align:left;z-index:251891200" from="256.5pt,35.75pt" to="351.75pt,35.75pt">
            <v:stroke endarrow="oval" endarrowwidth="wide" endarrowlength="long"/>
          </v:line>
        </w:pict>
      </w:r>
      <w:r>
        <w:rPr>
          <w:noProof/>
        </w:rPr>
        <w:pict>
          <v:shape id="_x0000_s1452" type="#_x0000_t202" style="position:absolute;left:0;text-align:left;margin-left:226.65pt;margin-top:14.75pt;width:9.75pt;height:12.75pt;z-index:251887104" stroked="f">
            <v:textbox style="mso-next-textbox:#_x0000_s1452" inset="0,0,0,0">
              <w:txbxContent>
                <w:p w:rsidR="00BC63A2" w:rsidRDefault="00BC63A2">
                  <w:r>
                    <w:sym w:font="Symbol" w:char="F0D1"/>
                  </w:r>
                </w:p>
              </w:txbxContent>
            </v:textbox>
          </v:shape>
        </w:pict>
      </w:r>
      <w:r>
        <w:rPr>
          <w:noProof/>
        </w:rPr>
        <w:pict>
          <v:line id="_x0000_s1453" style="position:absolute;left:0;text-align:left;z-index:251886080" from="238.5pt,14pt" to="238.5pt,60.5pt"/>
        </w:pict>
      </w:r>
      <w:r>
        <w:rPr>
          <w:noProof/>
        </w:rPr>
        <w:pict>
          <v:rect id="_x0000_s1454" style="position:absolute;left:0;text-align:left;margin-left:223.5pt;margin-top:13.25pt;width:33.75pt;height:47.25pt;z-index:251881984"/>
        </w:pict>
      </w:r>
      <w:r>
        <w:rPr>
          <w:noProof/>
        </w:rPr>
        <w:pict>
          <v:line id="_x0000_s1455" style="position:absolute;left:0;text-align:left;z-index:251885056" from="188.25pt,8.4pt" to="222pt,8.4pt">
            <v:stroke endarrow="oval"/>
          </v:line>
        </w:pict>
      </w:r>
      <w:r>
        <w:rPr>
          <w:noProof/>
        </w:rPr>
        <w:pict>
          <v:line id="_x0000_s1456" style="position:absolute;left:0;text-align:left;flip:x;z-index:251888128" from="105.75pt,8.4pt" to="167.25pt,8.4pt">
            <v:stroke startarrowwidth="wide" startarrowlength="long" endarrow="oval" endarrowwidth="wide" endarrowlength="long"/>
          </v:line>
        </w:pict>
      </w:r>
      <w:r>
        <w:rPr>
          <w:noProof/>
        </w:rPr>
        <w:pict>
          <v:line id="_x0000_s1457" style="position:absolute;left:0;text-align:left;z-index:251890176" from="168pt,8.4pt" to="187.5pt,8.4pt"/>
        </w:pict>
      </w:r>
      <w:r>
        <w:rPr>
          <w:noProof/>
        </w:rPr>
        <w:pict>
          <v:shape id="_x0000_s1458" type="#_x0000_t202" style="position:absolute;left:0;text-align:left;margin-left:93pt;margin-top:7.3pt;width:14.25pt;height:14.25pt;z-index:251894272" stroked="f">
            <v:textbox style="mso-next-textbox:#_x0000_s1458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proofErr w:type="spellStart"/>
                  <w:r>
                    <w:rPr>
                      <w:vertAlign w:val="subscript"/>
                    </w:rPr>
                    <w:t>вх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line id="_x0000_s1459" style="position:absolute;left:0;text-align:left;flip:x;z-index:251899392" from="291pt,4.45pt" to="291pt,47.95pt">
            <v:stroke startarrow="oval" startarrowwidth="narrow" startarrowlength="short" endarrowwidth="wide" endarrowlength="long"/>
          </v:line>
        </w:pict>
      </w:r>
      <w:r>
        <w:rPr>
          <w:noProof/>
        </w:rPr>
        <w:pict>
          <v:line id="_x0000_s1460" style="position:absolute;left:0;text-align:left;z-index:251889152" from="210.75pt,1.7pt" to="223.5pt,1.7pt">
            <v:stroke startarrowwidth="narrow" startarrowlength="short"/>
          </v:line>
        </w:pict>
      </w:r>
      <w:r>
        <w:rPr>
          <w:noProof/>
        </w:rPr>
        <w:pict>
          <v:line id="_x0000_s1461" style="position:absolute;left:0;text-align:left;flip:x;z-index:251883008" from="210.75pt,2.45pt" to="210.75pt,30.95pt"/>
        </w:pict>
      </w:r>
      <w:r>
        <w:rPr>
          <w:noProof/>
        </w:rPr>
        <w:pict>
          <v:shape id="_x0000_s1462" type="#_x0000_t202" style="position:absolute;left:0;text-align:left;margin-left:174.75pt;margin-top:9.2pt;width:13.5pt;height:12.75pt;z-index:251901440" stroked="f">
            <v:textbox style="mso-next-textbox:#_x0000_s1462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63" style="position:absolute;left:0;text-align:left;flip:y;z-index:251903488" from="152.25pt,14.85pt" to="152.25pt,42.6pt"/>
        </w:pict>
      </w:r>
      <w:r>
        <w:rPr>
          <w:noProof/>
        </w:rPr>
        <w:pict>
          <v:line id="_x0000_s1464" style="position:absolute;left:0;text-align:left;flip:x;z-index:251898368" from="258pt,14.85pt" to="290.25pt,14.8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465" style="position:absolute;left:0;text-align:left;z-index:251900416" from="210.75pt,14.1pt" to="230.25pt,14.1pt">
            <v:stroke startarrow="oval"/>
          </v:line>
        </w:pict>
      </w:r>
      <w:r>
        <w:rPr>
          <w:noProof/>
        </w:rPr>
        <w:pict>
          <v:rect id="_x0000_s1466" style="position:absolute;left:0;text-align:left;margin-left:230.25pt;margin-top:8.85pt;width:27pt;height:11.25pt;z-index:251897344"/>
        </w:pict>
      </w:r>
      <w:r>
        <w:rPr>
          <w:noProof/>
        </w:rPr>
        <w:pict>
          <v:line id="_x0000_s1467" style="position:absolute;left:0;text-align:left;z-index:251904512" from="152.25pt,14.85pt" to="166.5pt,14.85pt"/>
        </w:pict>
      </w:r>
      <w:r>
        <w:rPr>
          <w:noProof/>
        </w:rPr>
        <w:pict>
          <v:line id="_x0000_s1468" style="position:absolute;left:0;text-align:left;z-index:251905536" from="192.75pt,14.1pt" to="210.75pt,14.1pt"/>
        </w:pict>
      </w:r>
      <w:r>
        <w:rPr>
          <w:noProof/>
        </w:rPr>
        <w:pict>
          <v:rect id="_x0000_s1469" style="position:absolute;left:0;text-align:left;margin-left:166.5pt;margin-top:9.6pt;width:27pt;height:11.25pt;z-index:251896320"/>
        </w:pict>
      </w:r>
      <w:r>
        <w:rPr>
          <w:noProof/>
        </w:rPr>
        <w:pict>
          <v:line id="_x0000_s1470" style="position:absolute;left:0;text-align:left;flip:y;z-index:251907584" from="106.5pt,-15.5pt" to="106.5pt,12.25pt">
            <v:stroke endarrow="oval" endarrowwidth="wide" endarrowlength="long"/>
          </v:line>
        </w:pict>
      </w:r>
      <w:r>
        <w:rPr>
          <w:noProof/>
        </w:rPr>
        <w:pict>
          <v:line id="_x0000_s1471" style="position:absolute;left:0;text-align:left;z-index:251906560" from="99.75pt,13pt" to="113.25pt,13pt"/>
        </w:pict>
      </w:r>
      <w:r>
        <w:rPr>
          <w:noProof/>
        </w:rPr>
        <w:pict>
          <v:shape id="_x0000_s1472" type="#_x0000_t202" style="position:absolute;left:0;text-align:left;margin-left:236.25pt;margin-top:6.25pt;width:16.5pt;height:14.25pt;z-index:251902464" stroked="f">
            <v:textbox style="mso-next-textbox:#_x0000_s1472" inset="0,0,0,0">
              <w:txbxContent>
                <w:p w:rsidR="00BC63A2" w:rsidRDefault="00BC63A2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73" style="position:absolute;left:0;text-align:left;z-index:251884032" from="145.5pt,11.15pt" to="159pt,11.15pt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гистерезисной схемы сравнения примем триггер </w:t>
      </w:r>
      <w:proofErr w:type="spellStart"/>
      <w:r>
        <w:rPr>
          <w:color w:val="000000"/>
          <w:sz w:val="24"/>
          <w:szCs w:val="24"/>
        </w:rPr>
        <w:t>Шмитта</w:t>
      </w:r>
      <w:proofErr w:type="spellEnd"/>
      <w:r>
        <w:rPr>
          <w:color w:val="000000"/>
          <w:sz w:val="24"/>
          <w:szCs w:val="24"/>
        </w:rPr>
        <w:t xml:space="preserve"> с двумя источниками питания, уровни включения и выключения и выключения которого не совпадают, как у обычного компаратора, а различаются на величину, называемую гистерезисом переключения </w:t>
      </w:r>
      <w:r>
        <w:rPr>
          <w:color w:val="000000"/>
          <w:sz w:val="24"/>
          <w:szCs w:val="24"/>
        </w:rPr>
        <w:sym w:font="Symbol" w:char="F044"/>
      </w:r>
      <w:proofErr w:type="spellStart"/>
      <w:r>
        <w:rPr>
          <w:color w:val="000000"/>
          <w:sz w:val="24"/>
          <w:szCs w:val="24"/>
          <w:lang w:val="en-US"/>
        </w:rPr>
        <w:t>Ue</w:t>
      </w:r>
      <w:proofErr w:type="spellEnd"/>
      <w:r>
        <w:rPr>
          <w:color w:val="000000"/>
          <w:sz w:val="24"/>
          <w:szCs w:val="24"/>
        </w:rPr>
        <w:t xml:space="preserve">.  Когда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вто</w:t>
      </w:r>
      <w:proofErr w:type="spellEnd"/>
      <w:r>
        <w:rPr>
          <w:color w:val="000000"/>
          <w:sz w:val="24"/>
          <w:szCs w:val="24"/>
        </w:rPr>
        <w:t xml:space="preserve">, то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 xml:space="preserve"> велико, напряжение верхней точки опрокидывания получается с помощью деления на сопротивлениях напряжения выхода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 xml:space="preserve">. Когда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>&gt;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вто</w:t>
      </w:r>
      <w:proofErr w:type="spellEnd"/>
      <w:r>
        <w:rPr>
          <w:color w:val="000000"/>
          <w:sz w:val="24"/>
          <w:szCs w:val="24"/>
        </w:rPr>
        <w:t>, то выходное напряжение становится отрицательным и стремится к –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нас, т.е. к максимальному отрицательному выходному напряжению компаратора. Отрицательное выходное напряжение вызывает падение напряжения на не инвертирующем входе до напряжения нижней точки опрокидывания. Компаратор не изменит своего состояния, пока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>&gt;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нто</w:t>
      </w:r>
      <w:proofErr w:type="spellEnd"/>
      <w:r>
        <w:rPr>
          <w:color w:val="000000"/>
          <w:sz w:val="24"/>
          <w:szCs w:val="24"/>
        </w:rPr>
        <w:t>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2.8. Начертить временные диаграммы выходных напряжений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вых</w:t>
      </w:r>
      <w:proofErr w:type="spellEnd"/>
      <w:r>
        <w:rPr>
          <w:color w:val="000000"/>
          <w:sz w:val="24"/>
          <w:szCs w:val="24"/>
        </w:rPr>
        <w:t xml:space="preserve"> одно-пороговой и гистерезисной схем сравнения для заданных входных напряжений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вх1,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вх2.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 Начертить структурную схему АЦП «напряжение – код» параллельного типа. Объяснить принцип его работы.</w: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74" type="#_x0000_t202" style="position:absolute;left:0;text-align:left;margin-left:42.75pt;margin-top:.85pt;width:18.75pt;height:14.25pt;z-index:251873792" stroked="f">
            <v:textbox style="mso-next-textbox:#_x0000_s1474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U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оп</w:t>
                  </w:r>
                  <w:proofErr w:type="spellEnd"/>
                </w:p>
              </w:txbxContent>
            </v:textbox>
          </v:shap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line id="_x0000_s1475" style="position:absolute;left:0;text-align:left;flip:y;z-index:251864576" from="35.25pt,.5pt" to="35.25pt,13.25pt">
            <v:stroke endarrow="oval"/>
          </v:line>
        </w:pict>
      </w: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476" type="#_x0000_t202" style="position:absolute;left:0;text-align:left;margin-left:278.25pt;margin-top:19.65pt;width:33.75pt;height:29.25pt;z-index:251869696" stroked="f">
            <v:textbox style="mso-next-textbox:#_x0000_s1476" inset="0,0,0,0">
              <w:txbxContent>
                <w:p w:rsidR="00BC63A2" w:rsidRDefault="00BC63A2">
                  <w:pPr>
                    <w:rPr>
                      <w:sz w:val="40"/>
                      <w:szCs w:val="40"/>
                      <w:vertAlign w:val="subscript"/>
                    </w:rPr>
                  </w:pPr>
                  <w:r>
                    <w:rPr>
                      <w:sz w:val="40"/>
                      <w:szCs w:val="40"/>
                    </w:rPr>
                    <w:t>ПК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77" type="#_x0000_t202" style="position:absolute;left:0;text-align:left;margin-left:174pt;margin-top:96.15pt;width:13.5pt;height:12.75pt;z-index:251867648" stroked="f">
            <v:textbox style="mso-next-textbox:#_x0000_s1477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K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78" style="position:absolute;left:0;text-align:left;z-index:251863552" from="27.75pt,238.65pt" to="45pt,238.65pt"/>
        </w:pict>
      </w:r>
      <w:r>
        <w:rPr>
          <w:noProof/>
        </w:rPr>
        <w:pict>
          <v:line id="_x0000_s1479" style="position:absolute;left:0;text-align:left;flip:y;z-index:251862528" from="36pt,216.9pt" to="36pt,238.65pt"/>
        </w:pict>
      </w:r>
      <w:r>
        <w:rPr>
          <w:noProof/>
        </w:rPr>
        <w:pict>
          <v:shape id="_x0000_s1480" type="#_x0000_t202" style="position:absolute;left:0;text-align:left;margin-left:331.5pt;margin-top:75.15pt;width:13.5pt;height:12.75pt;z-index:251871744" stroked="f">
            <v:textbox style="mso-next-textbox:#_x0000_s1480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a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1" type="#_x0000_t202" style="position:absolute;left:0;text-align:left;margin-left:330.75pt;margin-top:49.65pt;width:13.5pt;height:12.75pt;z-index:251870720" stroked="f">
            <v:textbox style="mso-next-textbox:#_x0000_s1481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a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2" type="#_x0000_t202" style="position:absolute;left:0;text-align:left;margin-left:120.75pt;margin-top:245.4pt;width:21pt;height:12.75pt;z-index:251874816" stroked="f">
            <v:textbox style="mso-next-textbox:#_x0000_s1482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U</w:t>
                  </w:r>
                  <w:proofErr w:type="spellStart"/>
                  <w:r>
                    <w:rPr>
                      <w:sz w:val="24"/>
                      <w:szCs w:val="24"/>
                      <w:vertAlign w:val="subscript"/>
                    </w:rPr>
                    <w:t>вх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483" type="#_x0000_t202" style="position:absolute;left:0;text-align:left;margin-left:153.75pt;margin-top:135.15pt;width:13.5pt;height:12.75pt;z-index:251880960" stroked="f">
            <v:textbox style="mso-next-textbox:#_x0000_s1483" inset="0,0,0,0">
              <w:txbxContent>
                <w:p w:rsidR="00BC63A2" w:rsidRDefault="00BC63A2">
                  <w:pPr>
                    <w:rPr>
                      <w:sz w:val="32"/>
                      <w:szCs w:val="32"/>
                      <w:vertAlign w:val="subscript"/>
                    </w:rPr>
                  </w:pPr>
                  <w:r>
                    <w:rPr>
                      <w:sz w:val="32"/>
                      <w:szCs w:val="32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4" type="#_x0000_t202" style="position:absolute;left:0;text-align:left;margin-left:152.25pt;margin-top:72.9pt;width:13.5pt;height:12.75pt;z-index:251879936" stroked="f">
            <v:textbox style="mso-next-textbox:#_x0000_s1484" inset="0,0,0,0">
              <w:txbxContent>
                <w:p w:rsidR="00BC63A2" w:rsidRDefault="00BC63A2">
                  <w:pPr>
                    <w:rPr>
                      <w:sz w:val="32"/>
                      <w:szCs w:val="32"/>
                      <w:vertAlign w:val="subscript"/>
                    </w:rPr>
                  </w:pPr>
                  <w:r>
                    <w:rPr>
                      <w:sz w:val="32"/>
                      <w:szCs w:val="32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5" type="#_x0000_t202" style="position:absolute;left:0;text-align:left;margin-left:11.25pt;margin-top:193.65pt;width:13.5pt;height:12.75pt;z-index:251878912" stroked="f">
            <v:textbox style="mso-next-textbox:#_x0000_s1485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R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6" type="#_x0000_t202" style="position:absolute;left:0;text-align:left;margin-left:10.5pt;margin-top:129.9pt;width:13.5pt;height:12.75pt;z-index:251877888" stroked="f">
            <v:textbox style="mso-next-textbox:#_x0000_s1486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R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7" type="#_x0000_t202" style="position:absolute;left:0;text-align:left;margin-left:9pt;margin-top:66.9pt;width:13.5pt;height:12.75pt;z-index:251876864" stroked="f">
            <v:textbox style="mso-next-textbox:#_x0000_s1487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R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8" type="#_x0000_t202" style="position:absolute;left:0;text-align:left;margin-left:9.75pt;margin-top:6.9pt;width:13.5pt;height:12.75pt;z-index:251875840" stroked="f">
            <v:textbox style="mso-next-textbox:#_x0000_s1488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R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9" type="#_x0000_t202" style="position:absolute;left:0;text-align:left;margin-left:332.25pt;margin-top:102.9pt;width:13.5pt;height:12.75pt;z-index:251872768" stroked="f">
            <v:textbox style="mso-next-textbox:#_x0000_s1489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a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90" type="#_x0000_t202" style="position:absolute;left:0;text-align:left;margin-left:176.25pt;margin-top:42.9pt;width:13.5pt;height:12.75pt;z-index:251866624" stroked="f">
            <v:textbox style="mso-next-textbox:#_x0000_s1490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K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91" type="#_x0000_t202" style="position:absolute;left:0;text-align:left;margin-left:150.75pt;margin-top:14.4pt;width:13.5pt;height:12.75pt;z-index:251865600" stroked="f">
            <v:textbox style="mso-next-textbox:#_x0000_s1491" inset="0,0,0,0">
              <w:txbxContent>
                <w:p w:rsidR="00BC63A2" w:rsidRDefault="00BC63A2">
                  <w:pPr>
                    <w:rPr>
                      <w:sz w:val="32"/>
                      <w:szCs w:val="32"/>
                      <w:vertAlign w:val="subscript"/>
                    </w:rPr>
                  </w:pPr>
                  <w:r>
                    <w:rPr>
                      <w:sz w:val="32"/>
                      <w:szCs w:val="32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92" style="position:absolute;left:0;text-align:left;z-index:251858432" from="36pt,153.9pt" to="36pt,181.65pt"/>
        </w:pict>
      </w:r>
      <w:r>
        <w:rPr>
          <w:noProof/>
        </w:rPr>
        <w:pict>
          <v:rect id="_x0000_s1493" style="position:absolute;left:0;text-align:left;margin-left:29.25pt;margin-top:182.4pt;width:13.5pt;height:35.25pt;z-index:251855360"/>
        </w:pict>
      </w:r>
      <w:r>
        <w:rPr>
          <w:noProof/>
        </w:rPr>
        <w:pict>
          <v:rect id="_x0000_s1494" style="position:absolute;left:0;text-align:left;margin-left:27.75pt;margin-top:-2.1pt;width:13.5pt;height:35.25pt;z-index:251852288"/>
        </w:pict>
      </w:r>
      <w:r>
        <w:rPr>
          <w:noProof/>
        </w:rPr>
        <w:pict>
          <v:rect id="_x0000_s1495" style="position:absolute;left:0;text-align:left;margin-left:28.5pt;margin-top:118.65pt;width:13.5pt;height:35.25pt;z-index:251854336"/>
        </w:pict>
      </w:r>
      <w:r>
        <w:rPr>
          <w:noProof/>
        </w:rPr>
        <w:pict>
          <v:rect id="_x0000_s1496" style="position:absolute;left:0;text-align:left;margin-left:28.5pt;margin-top:58.65pt;width:13.5pt;height:35.25pt;z-index:251853312"/>
        </w:pict>
      </w:r>
      <w:r>
        <w:rPr>
          <w:noProof/>
        </w:rPr>
        <w:pict>
          <v:line id="_x0000_s1497" style="position:absolute;left:0;text-align:left;z-index:251857408" from="35.25pt,93.9pt" to="35.25pt,119.4pt"/>
        </w:pict>
      </w:r>
      <w:r>
        <w:rPr>
          <w:noProof/>
        </w:rPr>
        <w:pict>
          <v:line id="_x0000_s1498" style="position:absolute;left:0;text-align:left;z-index:251856384" from="34.5pt,33.15pt" to="34.5pt,58.65pt"/>
        </w:pict>
      </w:r>
      <w:r>
        <w:rPr>
          <w:noProof/>
        </w:rPr>
        <w:pict>
          <v:line id="_x0000_s1499" style="position:absolute;left:0;text-align:left;flip:x;z-index:251861504" from="33.75pt,45.9pt" to="141.75pt,45.9pt">
            <v:stroke startarrow="oval" endarrow="oval" endarrowwidth="narrow" endarrowlength="short"/>
          </v:line>
        </w:pict>
      </w:r>
      <w:r>
        <w:rPr>
          <w:noProof/>
        </w:rPr>
        <w:pict>
          <v:line id="_x0000_s1500" style="position:absolute;left:0;text-align:left;flip:x;z-index:251860480" from="34.5pt,106.05pt" to="141pt,106.05pt">
            <v:stroke startarrow="oval" endarrow="oval" endarrowwidth="narrow" endarrowlength="short"/>
          </v:line>
        </w:pict>
      </w:r>
      <w:r>
        <w:rPr>
          <w:noProof/>
        </w:rPr>
        <w:pict>
          <v:line id="_x0000_s1501" style="position:absolute;left:0;text-align:left;flip:x;z-index:251859456" from="35.25pt,168.15pt" to="140.25pt,168.15pt">
            <v:stroke startarrow="oval" endarrow="oval" endarrowwidth="narrow" endarrowlength="short"/>
          </v:line>
        </w:pict>
      </w:r>
      <w:r>
        <w:rPr>
          <w:noProof/>
        </w:rPr>
        <w:pict>
          <v:line id="_x0000_s1502" style="position:absolute;left:0;text-align:left;z-index:251851264" from="112.5pt,15.3pt" to="112.5pt,250.8pt">
            <v:stroke endarrow="oval"/>
          </v:line>
        </w:pict>
      </w:r>
      <w:r>
        <w:rPr>
          <w:noProof/>
        </w:rPr>
        <w:pict>
          <v:line id="_x0000_s1503" style="position:absolute;left:0;text-align:left;flip:x;z-index:251850240" from="112.5pt,143.7pt" to="141.75pt,143.7pt">
            <v:stroke endarrow="oval"/>
          </v:line>
        </w:pict>
      </w:r>
      <w:r>
        <w:rPr>
          <w:noProof/>
        </w:rPr>
        <w:pict>
          <v:line id="_x0000_s1504" style="position:absolute;left:0;text-align:left;flip:x;z-index:251849216" from="112.5pt,81.45pt" to="141.75pt,81.45pt">
            <v:stroke endarrow="oval"/>
          </v:line>
        </w:pict>
      </w:r>
      <w:r>
        <w:rPr>
          <w:noProof/>
        </w:rPr>
        <w:pict>
          <v:line id="_x0000_s1505" style="position:absolute;left:0;text-align:left;flip:x;z-index:251848192" from="112.5pt,15.45pt" to="141.75pt,15.45pt"/>
        </w:pict>
      </w:r>
      <w:r>
        <w:rPr>
          <w:noProof/>
        </w:rPr>
        <w:pict>
          <v:line id="_x0000_s1506" style="position:absolute;left:0;text-align:left;z-index:251847168" from="320.25pt,120.45pt" to="5in,120.45pt">
            <v:stroke endarrow="block"/>
          </v:line>
        </w:pict>
      </w:r>
      <w:r>
        <w:rPr>
          <w:noProof/>
        </w:rPr>
        <w:pict>
          <v:line id="_x0000_s1507" style="position:absolute;left:0;text-align:left;z-index:251846144" from="319.5pt,65.7pt" to="5in,65.7pt">
            <v:stroke endarrow="block"/>
          </v:line>
        </w:pict>
      </w:r>
      <w:r>
        <w:rPr>
          <w:noProof/>
        </w:rPr>
        <w:pict>
          <v:line id="_x0000_s1508" style="position:absolute;left:0;text-align:left;z-index:251845120" from="319.5pt,93.45pt" to="359.25pt,93.45pt">
            <v:stroke endarrow="block"/>
          </v:line>
        </w:pict>
      </w:r>
      <w:r>
        <w:rPr>
          <w:noProof/>
        </w:rPr>
        <w:pict>
          <v:line id="_x0000_s1509" style="position:absolute;left:0;text-align:left;z-index:251844096" from="203.25pt,157.95pt" to="258.75pt,157.95pt">
            <v:stroke endarrow="block"/>
          </v:line>
        </w:pict>
      </w:r>
      <w:r>
        <w:rPr>
          <w:noProof/>
        </w:rPr>
        <w:pict>
          <v:line id="_x0000_s1510" style="position:absolute;left:0;text-align:left;z-index:251843072" from="203.25pt,97.95pt" to="257.25pt,97.95pt">
            <v:stroke endarrow="block"/>
          </v:line>
        </w:pict>
      </w:r>
      <w:r>
        <w:rPr>
          <w:noProof/>
        </w:rPr>
        <w:pict>
          <v:line id="_x0000_s1511" style="position:absolute;left:0;text-align:left;z-index:251842048" from="203.25pt,34.95pt" to="258pt,34.95pt">
            <v:stroke endarrow="block"/>
          </v:line>
        </w:pict>
      </w:r>
      <w:r>
        <w:rPr>
          <w:noProof/>
        </w:rPr>
        <w:pict>
          <v:line id="_x0000_s1512" style="position:absolute;left:0;text-align:left;z-index:251841024" from="141.75pt,127.2pt" to="203.25pt,127.2pt"/>
        </w:pict>
      </w:r>
      <w:r>
        <w:rPr>
          <w:noProof/>
        </w:rPr>
        <w:pict>
          <v:line id="_x0000_s1513" style="position:absolute;left:0;text-align:left;flip:x;z-index:251840000" from="141.75pt,66.45pt" to="202.5pt,66.45pt"/>
        </w:pict>
      </w:r>
      <w:r>
        <w:rPr>
          <w:noProof/>
        </w:rPr>
        <w:pict>
          <v:rect id="_x0000_s1514" style="position:absolute;left:0;text-align:left;margin-left:258pt;margin-top:2.7pt;width:61.5pt;height:180.75pt;z-index:251838976"/>
        </w:pict>
      </w:r>
      <w:r>
        <w:rPr>
          <w:noProof/>
        </w:rPr>
        <w:pict>
          <v:rect id="_x0000_s1515" style="position:absolute;left:0;text-align:left;margin-left:141.75pt;margin-top:5.7pt;width:61.5pt;height:180.75pt;z-index:251837952"/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C922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516" type="#_x0000_t202" style="position:absolute;left:0;text-align:left;margin-left:177.75pt;margin-top:12pt;width:13.5pt;height:12.75pt;z-index:251868672" stroked="f">
            <v:textbox style="mso-next-textbox:#_x0000_s1516" inset="0,0,0,0">
              <w:txbxContent>
                <w:p w:rsidR="00BC63A2" w:rsidRDefault="00BC63A2">
                  <w:pPr>
                    <w:rPr>
                      <w:sz w:val="24"/>
                      <w:szCs w:val="24"/>
                      <w:vertAlign w:val="subscript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K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BC63A2" w:rsidRDefault="00BC63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АЦП параллельного типа состоит из резисторного делителя на резисторах, линейки компараторов и преобразователя кода. На вход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 xml:space="preserve"> поступает оцифровываемый аналоговый сигнал, а на вход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оп подается опорное напряжение, которое через резисторный делитель распределяется на входы компараторов. Так как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 xml:space="preserve"> подаётся на не инвертирующий вход, то выходное напряжение будет велико, когда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>&gt;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оп, и мало, когда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оп. Входное напряжение может принимать значения от 0 до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-1/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. При выполнении условия </w:t>
      </w:r>
      <w:r>
        <w:rPr>
          <w:color w:val="000000"/>
          <w:sz w:val="24"/>
          <w:szCs w:val="24"/>
          <w:lang w:val="en-US"/>
        </w:rPr>
        <w:t>U</w:t>
      </w:r>
      <w:proofErr w:type="spellStart"/>
      <w:r>
        <w:rPr>
          <w:color w:val="000000"/>
          <w:sz w:val="24"/>
          <w:szCs w:val="24"/>
        </w:rPr>
        <w:t>вх</w:t>
      </w:r>
      <w:proofErr w:type="spellEnd"/>
      <w:r>
        <w:rPr>
          <w:color w:val="000000"/>
          <w:sz w:val="24"/>
          <w:szCs w:val="24"/>
        </w:rPr>
        <w:t>&gt;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 xml:space="preserve">оп на выходе компаратора </w:t>
      </w:r>
      <w:proofErr w:type="spellStart"/>
      <w:r>
        <w:rPr>
          <w:color w:val="000000"/>
          <w:sz w:val="24"/>
          <w:szCs w:val="24"/>
          <w:lang w:val="en-US"/>
        </w:rPr>
        <w:t>Kn</w:t>
      </w:r>
      <w:proofErr w:type="spellEnd"/>
      <w:r>
        <w:rPr>
          <w:color w:val="000000"/>
          <w:sz w:val="24"/>
          <w:szCs w:val="24"/>
        </w:rPr>
        <w:t xml:space="preserve"> устанавливается высокий логический уровень, далее берется наибольший разряд </w:t>
      </w:r>
      <w:proofErr w:type="spellStart"/>
      <w:r>
        <w:rPr>
          <w:color w:val="000000"/>
          <w:sz w:val="24"/>
          <w:szCs w:val="24"/>
          <w:lang w:val="en-US"/>
        </w:rPr>
        <w:t>Kn</w:t>
      </w:r>
      <w:proofErr w:type="spellEnd"/>
      <w:r>
        <w:rPr>
          <w:color w:val="000000"/>
          <w:sz w:val="24"/>
          <w:szCs w:val="24"/>
        </w:rPr>
        <w:t xml:space="preserve">, на котором устанавливается высокий логический уровень в линейке компараторов, код подаётся на шифратор и преобразуется в соответствующий двоичный код. </w:t>
      </w:r>
    </w:p>
    <w:p w:rsidR="00BC63A2" w:rsidRDefault="00BC63A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C63A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A576F"/>
    <w:multiLevelType w:val="multilevel"/>
    <w:tmpl w:val="EAA43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/>
  <w:attachedTemplate r:id="rId1"/>
  <w:revisionView w:markup="0"/>
  <w:doNotTrackMoves/>
  <w:doNotTrackFormatting/>
  <w:defaultTabStop w:val="720"/>
  <w:autoHyphenation/>
  <w:hyphenationZone w:val="357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1DB"/>
    <w:rsid w:val="00505DD8"/>
    <w:rsid w:val="00BC63A2"/>
    <w:rsid w:val="00C351DB"/>
    <w:rsid w:val="00C9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3"/>
    <o:shapelayout v:ext="edit">
      <o:idmap v:ext="edit" data="1"/>
    </o:shapelayout>
  </w:shapeDefaults>
  <w:decimalSymbol w:val=","/>
  <w:listSeparator w:val=";"/>
  <w14:defaultImageDpi w14:val="0"/>
  <w15:chartTrackingRefBased/>
  <w15:docId w15:val="{2ECE3A41-BE40-4DF2-A209-42B02899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4995</Words>
  <Characters>2848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 SOFT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Сергей</dc:creator>
  <cp:keywords/>
  <dc:description/>
  <cp:lastModifiedBy>admin</cp:lastModifiedBy>
  <cp:revision>2</cp:revision>
  <cp:lastPrinted>2001-05-17T16:18:00Z</cp:lastPrinted>
  <dcterms:created xsi:type="dcterms:W3CDTF">2014-01-26T19:13:00Z</dcterms:created>
  <dcterms:modified xsi:type="dcterms:W3CDTF">2014-01-26T19:13:00Z</dcterms:modified>
</cp:coreProperties>
</file>